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SDMDocRef"/>
    <w:bookmarkStart w:id="1" w:name="_GoBack"/>
    <w:bookmarkEnd w:id="1"/>
    <w:p w14:paraId="5EC5FEAD" w14:textId="35E23BBA" w:rsidR="00A12E1C" w:rsidRPr="00F64875" w:rsidRDefault="00B14BD1" w:rsidP="00850D41">
      <w:pPr>
        <w:pStyle w:val="SDMDocRef"/>
      </w:pPr>
      <w:sdt>
        <w:sdtPr>
          <w:alias w:val="SDMDocRef"/>
          <w:tag w:val="SDMDocRef"/>
          <w:id w:val="1716379491"/>
          <w:placeholder>
            <w:docPart w:val="14D37D8DE09C4B8DB2F1D7CED111B5AF"/>
          </w:placeholder>
        </w:sdtPr>
        <w:sdtEndPr/>
        <w:sdtContent>
          <w:r w:rsidR="0043209A">
            <w:t>AMS-II.R</w:t>
          </w:r>
        </w:sdtContent>
      </w:sdt>
      <w:bookmarkEnd w:id="0"/>
    </w:p>
    <w:bookmarkStart w:id="2" w:name="SDMConfidentialMark" w:displacedByCustomXml="next"/>
    <w:sdt>
      <w:sdtPr>
        <w:alias w:val="SDMConfidentialMark"/>
        <w:tag w:val="SDMConfidentialMark"/>
        <w:id w:val="174698408"/>
        <w:lock w:val="sdtLocked"/>
        <w:placeholder>
          <w:docPart w:val="F2472827301248AC8C9BA05E11AAD056"/>
        </w:placeholder>
        <w:dropDownList>
          <w:listItem w:displayText="Confidential" w:value="Confidential"/>
          <w:listItem w:displayText=" " w:value="  "/>
        </w:dropDownList>
      </w:sdtPr>
      <w:sdtEndPr/>
      <w:sdtContent>
        <w:p w14:paraId="6CC80A83" w14:textId="77777777" w:rsidR="00B527EA" w:rsidRPr="00312CAA" w:rsidRDefault="00064239" w:rsidP="00802CB9">
          <w:pPr>
            <w:pStyle w:val="SDMConfidentialMark"/>
            <w:tabs>
              <w:tab w:val="left" w:pos="1843"/>
            </w:tabs>
          </w:pPr>
          <w:r>
            <w:t xml:space="preserve"> </w:t>
          </w:r>
        </w:p>
      </w:sdtContent>
    </w:sdt>
    <w:bookmarkEnd w:id="2" w:displacedByCustomXml="prev"/>
    <w:bookmarkStart w:id="3" w:name="SDMTitle1" w:displacedByCustomXml="next"/>
    <w:sdt>
      <w:sdtPr>
        <w:alias w:val="SDMTitle1"/>
        <w:tag w:val="SDMTitle1"/>
        <w:id w:val="-2079670800"/>
        <w:lock w:val="sdtLocked"/>
        <w:placeholder>
          <w:docPart w:val="D12182457343410FB9CDD320013890A4"/>
        </w:placeholder>
      </w:sdtPr>
      <w:sdtEndPr/>
      <w:sdtContent>
        <w:bookmarkStart w:id="4" w:name="SDMDocType" w:displacedByCustomXml="prev"/>
        <w:p w14:paraId="5148315C" w14:textId="523925B1" w:rsidR="001A1BDD" w:rsidRPr="00D7151A" w:rsidRDefault="00064239" w:rsidP="00705EF6">
          <w:pPr>
            <w:pStyle w:val="SDMTitle1"/>
          </w:pPr>
          <w:r>
            <w:t>Small</w:t>
          </w:r>
          <w:r w:rsidR="004A59DB">
            <w:t>-</w:t>
          </w:r>
          <w:r>
            <w:t>scale</w:t>
          </w:r>
          <w:r w:rsidR="004A59DB">
            <w:t xml:space="preserve"> </w:t>
          </w:r>
          <w:sdt>
            <w:sdtPr>
              <w:alias w:val="SDMDocType"/>
              <w:tag w:val="SDMDocType"/>
              <w:id w:val="-1347470451"/>
              <w:lock w:val="sdtContentLocked"/>
              <w:placeholder>
                <w:docPart w:val="A0976A699B8749439E86A60DF318D8B9"/>
              </w:placeholder>
              <w:dropDownList>
                <w:listItem w:displayText="Standard" w:value="Standard"/>
                <w:listItem w:displayText="Guideline" w:value="Guideline"/>
                <w:listItem w:displayText="Procedure" w:value="Procedure"/>
                <w:listItem w:displayText="Information note" w:value="Information note"/>
                <w:listItem w:displayText="Methodology" w:value="Methodology"/>
                <w:listItem w:displayText="Methodological tool" w:value="Methodological tool"/>
                <w:listItem w:displayText="Meeting report" w:value="Meeting report"/>
              </w:dropDownList>
            </w:sdtPr>
            <w:sdtEndPr/>
            <w:sdtContent>
              <w:r w:rsidR="00700F03">
                <w:t>Methodology</w:t>
              </w:r>
            </w:sdtContent>
          </w:sdt>
        </w:p>
        <w:bookmarkEnd w:id="4" w:displacedByCustomXml="next"/>
      </w:sdtContent>
    </w:sdt>
    <w:bookmarkEnd w:id="3" w:displacedByCustomXml="prev"/>
    <w:bookmarkStart w:id="5" w:name="SDMTitle2" w:displacedByCustomXml="next"/>
    <w:sdt>
      <w:sdtPr>
        <w:alias w:val="SDMTitle2"/>
        <w:tag w:val="SDMTitle2"/>
        <w:id w:val="-873765024"/>
        <w:lock w:val="sdtLocked"/>
        <w:placeholder>
          <w:docPart w:val="4FCB2E5AAA3042BABA2F9FCCB1811F8F"/>
        </w:placeholder>
      </w:sdtPr>
      <w:sdtEndPr/>
      <w:sdtContent>
        <w:p w14:paraId="599A744E" w14:textId="74E9E168" w:rsidR="001A1BDD" w:rsidRPr="00152FB5" w:rsidRDefault="00064239" w:rsidP="001A1BDD">
          <w:pPr>
            <w:pStyle w:val="SDMTitle2"/>
          </w:pPr>
          <w:r w:rsidRPr="00064239">
            <w:t>Energy efficiency space heating measures for residential buildings</w:t>
          </w:r>
        </w:p>
      </w:sdtContent>
    </w:sdt>
    <w:bookmarkEnd w:id="5" w:displacedByCustomXml="prev"/>
    <w:sdt>
      <w:sdtPr>
        <w:id w:val="-1145814208"/>
        <w:placeholder>
          <w:docPart w:val="D12182457343410FB9CDD320013890A4"/>
        </w:placeholder>
      </w:sdtPr>
      <w:sdtEndPr/>
      <w:sdtContent>
        <w:bookmarkStart w:id="6" w:name="SDMDocVerExt" w:displacedByCustomXml="next"/>
        <w:sdt>
          <w:sdtPr>
            <w:alias w:val="SDMDocVerExt"/>
            <w:tag w:val="SDMDocVerExt"/>
            <w:id w:val="1342886451"/>
            <w:lock w:val="sdtLocked"/>
            <w:placeholder>
              <w:docPart w:val="D12182457343410FB9CDD320013890A4"/>
            </w:placeholder>
          </w:sdtPr>
          <w:sdtEndPr/>
          <w:sdtContent>
            <w:p w14:paraId="156CC508" w14:textId="20C1B941" w:rsidR="001F76B9" w:rsidRPr="00152FB5" w:rsidRDefault="00B14BD1" w:rsidP="001F76B9">
              <w:pPr>
                <w:pStyle w:val="SDMTiInfo"/>
              </w:pPr>
              <w:sdt>
                <w:sdtPr>
                  <w:alias w:val="SDMDocVersionLabel"/>
                  <w:tag w:val="SDMDocVersionLabel"/>
                  <w:id w:val="-334845484"/>
                  <w:lock w:val="sdtContentLocked"/>
                  <w:placeholder>
                    <w:docPart w:val="D12182457343410FB9CDD320013890A4"/>
                  </w:placeholder>
                </w:sdtPr>
                <w:sdtEndPr/>
                <w:sdtContent>
                  <w:r w:rsidR="00387CC9" w:rsidRPr="00152FB5">
                    <w:t>Version</w:t>
                  </w:r>
                </w:sdtContent>
              </w:sdt>
              <w:r w:rsidR="00387CC9" w:rsidRPr="00152FB5">
                <w:t xml:space="preserve"> </w:t>
              </w:r>
              <w:bookmarkStart w:id="7" w:name="SDMDocVer"/>
              <w:sdt>
                <w:sdtPr>
                  <w:alias w:val="SDMDocVer"/>
                  <w:tag w:val="SDMDocVer"/>
                  <w:id w:val="-2119430389"/>
                  <w:lock w:val="sdtLocked"/>
                  <w:placeholder>
                    <w:docPart w:val="8138536A53D3410F8C4CC00D11ED4FC3"/>
                  </w:placeholder>
                </w:sdtPr>
                <w:sdtEndPr/>
                <w:sdtContent>
                  <w:r w:rsidR="00064239">
                    <w:t>01.0</w:t>
                  </w:r>
                </w:sdtContent>
              </w:sdt>
            </w:p>
            <w:bookmarkEnd w:id="7" w:displacedByCustomXml="next"/>
          </w:sdtContent>
        </w:sdt>
        <w:bookmarkEnd w:id="6" w:displacedByCustomXml="next"/>
      </w:sdtContent>
    </w:sdt>
    <w:p w14:paraId="08CF7E94" w14:textId="77777777" w:rsidR="006F5B88" w:rsidRPr="00260651" w:rsidRDefault="006F5B88" w:rsidP="00F71A08">
      <w:pPr>
        <w:spacing w:before="300"/>
        <w:rPr>
          <w:vanish/>
          <w:specVanish/>
        </w:rPr>
      </w:pPr>
    </w:p>
    <w:sdt>
      <w:sdtPr>
        <w:id w:val="-1353872360"/>
        <w:placeholder>
          <w:docPart w:val="90610979C7E146518067FC1886C4481A"/>
        </w:placeholder>
      </w:sdtPr>
      <w:sdtEndPr/>
      <w:sdtContent>
        <w:sdt>
          <w:sdtPr>
            <w:alias w:val="Sectoral scope"/>
            <w:tag w:val="Sectoral scope"/>
            <w:id w:val="-645436085"/>
            <w:placeholder>
              <w:docPart w:val="90610979C7E146518067FC1886C4481A"/>
            </w:placeholder>
          </w:sdtPr>
          <w:sdtEndPr/>
          <w:sdtContent>
            <w:p w14:paraId="1B37AFDC" w14:textId="77777777" w:rsidR="00F71A08" w:rsidRPr="00152FB5" w:rsidRDefault="00B14BD1" w:rsidP="00F71A08">
              <w:pPr>
                <w:pStyle w:val="SDMTiInfo"/>
              </w:pPr>
              <w:sdt>
                <w:sdtPr>
                  <w:alias w:val="Sectoral scope"/>
                  <w:tag w:val="Sectoral scope"/>
                  <w:id w:val="1004096762"/>
                  <w:lock w:val="contentLocked"/>
                  <w:placeholder>
                    <w:docPart w:val="90610979C7E146518067FC1886C4481A"/>
                  </w:placeholder>
                </w:sdtPr>
                <w:sdtEndPr/>
                <w:sdtContent>
                  <w:r w:rsidR="00F71A08">
                    <w:t>Sectoral scope(s):</w:t>
                  </w:r>
                </w:sdtContent>
              </w:sdt>
              <w:r w:rsidR="00F71A08" w:rsidRPr="00152FB5">
                <w:t xml:space="preserve"> </w:t>
              </w:r>
              <w:r w:rsidR="00F71A08">
                <w:t>03</w:t>
              </w:r>
            </w:p>
          </w:sdtContent>
        </w:sdt>
      </w:sdtContent>
    </w:sdt>
    <w:p w14:paraId="42625853" w14:textId="77777777" w:rsidR="00F71A08" w:rsidRDefault="00F71A08" w:rsidP="001E266E"/>
    <w:p w14:paraId="51E333FB" w14:textId="77777777" w:rsidR="00F71A08" w:rsidRDefault="00F71A08" w:rsidP="001E266E"/>
    <w:p w14:paraId="144DF722" w14:textId="77777777" w:rsidR="00F71A08" w:rsidRPr="00260651" w:rsidRDefault="00F71A08" w:rsidP="001E266E">
      <w:pPr>
        <w:sectPr w:rsidR="00F71A08" w:rsidRPr="00260651" w:rsidSect="00585ED9">
          <w:headerReference w:type="even" r:id="rId9"/>
          <w:headerReference w:type="default" r:id="rId10"/>
          <w:headerReference w:type="first" r:id="rId11"/>
          <w:footerReference w:type="first" r:id="rId12"/>
          <w:pgSz w:w="11907" w:h="16840" w:code="9"/>
          <w:pgMar w:top="1985" w:right="1134" w:bottom="1418" w:left="1418" w:header="1418" w:footer="1418" w:gutter="0"/>
          <w:cols w:space="720"/>
          <w:titlePg/>
          <w:docGrid w:linePitch="299"/>
        </w:sectPr>
      </w:pPr>
    </w:p>
    <w:p w14:paraId="2A92B278" w14:textId="77777777" w:rsidR="00235FD4" w:rsidRPr="00216E5B" w:rsidRDefault="009F4007" w:rsidP="00B86493">
      <w:pPr>
        <w:pStyle w:val="SDMTOCHeading"/>
      </w:pPr>
      <w:r w:rsidRPr="000E63FD">
        <w:lastRenderedPageBreak/>
        <w:t>TABLE OF CONTENTS</w:t>
      </w:r>
      <w:r w:rsidR="007344BA" w:rsidRPr="00216E5B">
        <w:tab/>
      </w:r>
      <w:r w:rsidR="00A37ABA" w:rsidRPr="00216E5B">
        <w:t>Page</w:t>
      </w:r>
    </w:p>
    <w:p w14:paraId="331D928C" w14:textId="45A6EFC3" w:rsidR="00FF60F4" w:rsidRDefault="0073711F">
      <w:pPr>
        <w:pStyle w:val="TOC1"/>
        <w:rPr>
          <w:rFonts w:asciiTheme="minorHAnsi" w:eastAsiaTheme="minorEastAsia" w:hAnsiTheme="minorHAnsi" w:cstheme="minorBidi"/>
          <w:b w:val="0"/>
          <w:caps w:val="0"/>
          <w:noProof/>
          <w:sz w:val="22"/>
          <w:szCs w:val="22"/>
          <w:lang w:eastAsia="en-GB"/>
        </w:rPr>
      </w:pPr>
      <w:r>
        <w:fldChar w:fldCharType="begin"/>
      </w:r>
      <w:r>
        <w:instrText xml:space="preserve"> TOC \o "1-3" \h \z \u </w:instrText>
      </w:r>
      <w:r>
        <w:fldChar w:fldCharType="separate"/>
      </w:r>
      <w:hyperlink w:anchor="_Toc357762167" w:history="1">
        <w:r w:rsidR="00FF60F4" w:rsidRPr="000A3A0E">
          <w:rPr>
            <w:rStyle w:val="Hyperlink"/>
            <w:noProof/>
          </w:rPr>
          <w:t>1.</w:t>
        </w:r>
        <w:r w:rsidR="00FF60F4">
          <w:rPr>
            <w:rFonts w:asciiTheme="minorHAnsi" w:eastAsiaTheme="minorEastAsia" w:hAnsiTheme="minorHAnsi" w:cstheme="minorBidi"/>
            <w:b w:val="0"/>
            <w:caps w:val="0"/>
            <w:noProof/>
            <w:sz w:val="22"/>
            <w:szCs w:val="22"/>
            <w:lang w:eastAsia="en-GB"/>
          </w:rPr>
          <w:tab/>
        </w:r>
        <w:r w:rsidR="00FF60F4" w:rsidRPr="000A3A0E">
          <w:rPr>
            <w:rStyle w:val="Hyperlink"/>
            <w:noProof/>
          </w:rPr>
          <w:t>Introduction</w:t>
        </w:r>
        <w:r w:rsidR="00FF60F4">
          <w:rPr>
            <w:noProof/>
            <w:webHidden/>
          </w:rPr>
          <w:tab/>
        </w:r>
        <w:r w:rsidR="00FF60F4">
          <w:rPr>
            <w:rStyle w:val="Hyperlink"/>
            <w:noProof/>
          </w:rPr>
          <w:tab/>
        </w:r>
        <w:r w:rsidR="00FF60F4">
          <w:rPr>
            <w:noProof/>
            <w:webHidden/>
          </w:rPr>
          <w:fldChar w:fldCharType="begin"/>
        </w:r>
        <w:r w:rsidR="00FF60F4">
          <w:rPr>
            <w:noProof/>
            <w:webHidden/>
          </w:rPr>
          <w:instrText xml:space="preserve"> PAGEREF _Toc357762167 \h </w:instrText>
        </w:r>
        <w:r w:rsidR="00FF60F4">
          <w:rPr>
            <w:noProof/>
            <w:webHidden/>
          </w:rPr>
        </w:r>
        <w:r w:rsidR="00FF60F4">
          <w:rPr>
            <w:noProof/>
            <w:webHidden/>
          </w:rPr>
          <w:fldChar w:fldCharType="separate"/>
        </w:r>
        <w:r w:rsidR="00C24635">
          <w:rPr>
            <w:noProof/>
            <w:webHidden/>
          </w:rPr>
          <w:t>3</w:t>
        </w:r>
        <w:r w:rsidR="00FF60F4">
          <w:rPr>
            <w:noProof/>
            <w:webHidden/>
          </w:rPr>
          <w:fldChar w:fldCharType="end"/>
        </w:r>
      </w:hyperlink>
    </w:p>
    <w:p w14:paraId="108BCB25" w14:textId="062014C9" w:rsidR="00FF60F4" w:rsidRDefault="00B14BD1">
      <w:pPr>
        <w:pStyle w:val="TOC1"/>
        <w:rPr>
          <w:rFonts w:asciiTheme="minorHAnsi" w:eastAsiaTheme="minorEastAsia" w:hAnsiTheme="minorHAnsi" w:cstheme="minorBidi"/>
          <w:b w:val="0"/>
          <w:caps w:val="0"/>
          <w:noProof/>
          <w:sz w:val="22"/>
          <w:szCs w:val="22"/>
          <w:lang w:eastAsia="en-GB"/>
        </w:rPr>
      </w:pPr>
      <w:hyperlink w:anchor="_Toc357762168" w:history="1">
        <w:r w:rsidR="00FF60F4" w:rsidRPr="000A3A0E">
          <w:rPr>
            <w:rStyle w:val="Hyperlink"/>
            <w:noProof/>
          </w:rPr>
          <w:t>2.</w:t>
        </w:r>
        <w:r w:rsidR="00FF60F4">
          <w:rPr>
            <w:rFonts w:asciiTheme="minorHAnsi" w:eastAsiaTheme="minorEastAsia" w:hAnsiTheme="minorHAnsi" w:cstheme="minorBidi"/>
            <w:b w:val="0"/>
            <w:caps w:val="0"/>
            <w:noProof/>
            <w:sz w:val="22"/>
            <w:szCs w:val="22"/>
            <w:lang w:eastAsia="en-GB"/>
          </w:rPr>
          <w:tab/>
        </w:r>
        <w:r w:rsidR="00FF60F4" w:rsidRPr="000A3A0E">
          <w:rPr>
            <w:rStyle w:val="Hyperlink"/>
            <w:noProof/>
          </w:rPr>
          <w:t>Scope, applicability, and entry into force</w:t>
        </w:r>
        <w:r w:rsidR="00FF60F4">
          <w:rPr>
            <w:noProof/>
            <w:webHidden/>
          </w:rPr>
          <w:tab/>
        </w:r>
        <w:r w:rsidR="00FF60F4">
          <w:rPr>
            <w:rStyle w:val="Hyperlink"/>
            <w:noProof/>
          </w:rPr>
          <w:tab/>
        </w:r>
        <w:r w:rsidR="00FF60F4">
          <w:rPr>
            <w:noProof/>
            <w:webHidden/>
          </w:rPr>
          <w:fldChar w:fldCharType="begin"/>
        </w:r>
        <w:r w:rsidR="00FF60F4">
          <w:rPr>
            <w:noProof/>
            <w:webHidden/>
          </w:rPr>
          <w:instrText xml:space="preserve"> PAGEREF _Toc357762168 \h </w:instrText>
        </w:r>
        <w:r w:rsidR="00FF60F4">
          <w:rPr>
            <w:noProof/>
            <w:webHidden/>
          </w:rPr>
        </w:r>
        <w:r w:rsidR="00FF60F4">
          <w:rPr>
            <w:noProof/>
            <w:webHidden/>
          </w:rPr>
          <w:fldChar w:fldCharType="separate"/>
        </w:r>
        <w:r w:rsidR="00C24635">
          <w:rPr>
            <w:noProof/>
            <w:webHidden/>
          </w:rPr>
          <w:t>3</w:t>
        </w:r>
        <w:r w:rsidR="00FF60F4">
          <w:rPr>
            <w:noProof/>
            <w:webHidden/>
          </w:rPr>
          <w:fldChar w:fldCharType="end"/>
        </w:r>
      </w:hyperlink>
    </w:p>
    <w:p w14:paraId="5DFD0C74" w14:textId="18689545" w:rsidR="00FF60F4" w:rsidRDefault="00B14BD1">
      <w:pPr>
        <w:pStyle w:val="TOC2"/>
        <w:rPr>
          <w:rFonts w:asciiTheme="minorHAnsi" w:eastAsiaTheme="minorEastAsia" w:hAnsiTheme="minorHAnsi" w:cstheme="minorBidi"/>
          <w:noProof/>
          <w:sz w:val="22"/>
          <w:szCs w:val="22"/>
          <w:lang w:eastAsia="en-GB"/>
        </w:rPr>
      </w:pPr>
      <w:hyperlink w:anchor="_Toc357762169" w:history="1">
        <w:r w:rsidR="00FF60F4" w:rsidRPr="000A3A0E">
          <w:rPr>
            <w:rStyle w:val="Hyperlink"/>
            <w:noProof/>
          </w:rPr>
          <w:t>2.1.</w:t>
        </w:r>
        <w:r w:rsidR="00FF60F4">
          <w:rPr>
            <w:rFonts w:asciiTheme="minorHAnsi" w:eastAsiaTheme="minorEastAsia" w:hAnsiTheme="minorHAnsi" w:cstheme="minorBidi"/>
            <w:noProof/>
            <w:sz w:val="22"/>
            <w:szCs w:val="22"/>
            <w:lang w:eastAsia="en-GB"/>
          </w:rPr>
          <w:tab/>
        </w:r>
        <w:r w:rsidR="00FF60F4" w:rsidRPr="000A3A0E">
          <w:rPr>
            <w:rStyle w:val="Hyperlink"/>
            <w:noProof/>
          </w:rPr>
          <w:t>Scope</w:t>
        </w:r>
        <w:r w:rsidR="00FF60F4">
          <w:rPr>
            <w:noProof/>
            <w:webHidden/>
          </w:rPr>
          <w:tab/>
        </w:r>
        <w:r w:rsidR="00FF60F4">
          <w:rPr>
            <w:rStyle w:val="Hyperlink"/>
            <w:noProof/>
          </w:rPr>
          <w:tab/>
        </w:r>
        <w:r w:rsidR="00FF60F4">
          <w:rPr>
            <w:noProof/>
            <w:webHidden/>
          </w:rPr>
          <w:fldChar w:fldCharType="begin"/>
        </w:r>
        <w:r w:rsidR="00FF60F4">
          <w:rPr>
            <w:noProof/>
            <w:webHidden/>
          </w:rPr>
          <w:instrText xml:space="preserve"> PAGEREF _Toc357762169 \h </w:instrText>
        </w:r>
        <w:r w:rsidR="00FF60F4">
          <w:rPr>
            <w:noProof/>
            <w:webHidden/>
          </w:rPr>
        </w:r>
        <w:r w:rsidR="00FF60F4">
          <w:rPr>
            <w:noProof/>
            <w:webHidden/>
          </w:rPr>
          <w:fldChar w:fldCharType="separate"/>
        </w:r>
        <w:r w:rsidR="00C24635">
          <w:rPr>
            <w:noProof/>
            <w:webHidden/>
          </w:rPr>
          <w:t>3</w:t>
        </w:r>
        <w:r w:rsidR="00FF60F4">
          <w:rPr>
            <w:noProof/>
            <w:webHidden/>
          </w:rPr>
          <w:fldChar w:fldCharType="end"/>
        </w:r>
      </w:hyperlink>
    </w:p>
    <w:p w14:paraId="4FD398F4" w14:textId="03868322" w:rsidR="00FF60F4" w:rsidRDefault="00B14BD1">
      <w:pPr>
        <w:pStyle w:val="TOC2"/>
        <w:rPr>
          <w:rFonts w:asciiTheme="minorHAnsi" w:eastAsiaTheme="minorEastAsia" w:hAnsiTheme="minorHAnsi" w:cstheme="minorBidi"/>
          <w:noProof/>
          <w:sz w:val="22"/>
          <w:szCs w:val="22"/>
          <w:lang w:eastAsia="en-GB"/>
        </w:rPr>
      </w:pPr>
      <w:hyperlink w:anchor="_Toc357762170" w:history="1">
        <w:r w:rsidR="00FF60F4" w:rsidRPr="000A3A0E">
          <w:rPr>
            <w:rStyle w:val="Hyperlink"/>
            <w:noProof/>
          </w:rPr>
          <w:t>2.2.</w:t>
        </w:r>
        <w:r w:rsidR="00FF60F4">
          <w:rPr>
            <w:rFonts w:asciiTheme="minorHAnsi" w:eastAsiaTheme="minorEastAsia" w:hAnsiTheme="minorHAnsi" w:cstheme="minorBidi"/>
            <w:noProof/>
            <w:sz w:val="22"/>
            <w:szCs w:val="22"/>
            <w:lang w:eastAsia="en-GB"/>
          </w:rPr>
          <w:tab/>
        </w:r>
        <w:r w:rsidR="00FF60F4" w:rsidRPr="000A3A0E">
          <w:rPr>
            <w:rStyle w:val="Hyperlink"/>
            <w:noProof/>
          </w:rPr>
          <w:t>Applicability</w:t>
        </w:r>
        <w:r w:rsidR="00FF60F4">
          <w:rPr>
            <w:noProof/>
            <w:webHidden/>
          </w:rPr>
          <w:tab/>
        </w:r>
        <w:r w:rsidR="00FF60F4">
          <w:rPr>
            <w:rStyle w:val="Hyperlink"/>
            <w:noProof/>
          </w:rPr>
          <w:tab/>
        </w:r>
        <w:r w:rsidR="00FF60F4">
          <w:rPr>
            <w:noProof/>
            <w:webHidden/>
          </w:rPr>
          <w:fldChar w:fldCharType="begin"/>
        </w:r>
        <w:r w:rsidR="00FF60F4">
          <w:rPr>
            <w:noProof/>
            <w:webHidden/>
          </w:rPr>
          <w:instrText xml:space="preserve"> PAGEREF _Toc357762170 \h </w:instrText>
        </w:r>
        <w:r w:rsidR="00FF60F4">
          <w:rPr>
            <w:noProof/>
            <w:webHidden/>
          </w:rPr>
        </w:r>
        <w:r w:rsidR="00FF60F4">
          <w:rPr>
            <w:noProof/>
            <w:webHidden/>
          </w:rPr>
          <w:fldChar w:fldCharType="separate"/>
        </w:r>
        <w:r w:rsidR="00C24635">
          <w:rPr>
            <w:noProof/>
            <w:webHidden/>
          </w:rPr>
          <w:t>3</w:t>
        </w:r>
        <w:r w:rsidR="00FF60F4">
          <w:rPr>
            <w:noProof/>
            <w:webHidden/>
          </w:rPr>
          <w:fldChar w:fldCharType="end"/>
        </w:r>
      </w:hyperlink>
    </w:p>
    <w:p w14:paraId="039FA82E" w14:textId="450C836D" w:rsidR="00FF60F4" w:rsidRDefault="00B14BD1">
      <w:pPr>
        <w:pStyle w:val="TOC2"/>
        <w:rPr>
          <w:rFonts w:asciiTheme="minorHAnsi" w:eastAsiaTheme="minorEastAsia" w:hAnsiTheme="minorHAnsi" w:cstheme="minorBidi"/>
          <w:noProof/>
          <w:sz w:val="22"/>
          <w:szCs w:val="22"/>
          <w:lang w:eastAsia="en-GB"/>
        </w:rPr>
      </w:pPr>
      <w:hyperlink w:anchor="_Toc357762171" w:history="1">
        <w:r w:rsidR="00FF60F4" w:rsidRPr="000A3A0E">
          <w:rPr>
            <w:rStyle w:val="Hyperlink"/>
            <w:noProof/>
          </w:rPr>
          <w:t>2.3.</w:t>
        </w:r>
        <w:r w:rsidR="00FF60F4">
          <w:rPr>
            <w:rFonts w:asciiTheme="minorHAnsi" w:eastAsiaTheme="minorEastAsia" w:hAnsiTheme="minorHAnsi" w:cstheme="minorBidi"/>
            <w:noProof/>
            <w:sz w:val="22"/>
            <w:szCs w:val="22"/>
            <w:lang w:eastAsia="en-GB"/>
          </w:rPr>
          <w:tab/>
        </w:r>
        <w:r w:rsidR="00FF60F4" w:rsidRPr="000A3A0E">
          <w:rPr>
            <w:rStyle w:val="Hyperlink"/>
            <w:noProof/>
          </w:rPr>
          <w:t>Entry into force</w:t>
        </w:r>
        <w:r w:rsidR="00FF60F4">
          <w:rPr>
            <w:noProof/>
            <w:webHidden/>
          </w:rPr>
          <w:tab/>
        </w:r>
        <w:r w:rsidR="00FF60F4">
          <w:rPr>
            <w:rStyle w:val="Hyperlink"/>
            <w:noProof/>
          </w:rPr>
          <w:tab/>
        </w:r>
        <w:r w:rsidR="00FF60F4">
          <w:rPr>
            <w:noProof/>
            <w:webHidden/>
          </w:rPr>
          <w:fldChar w:fldCharType="begin"/>
        </w:r>
        <w:r w:rsidR="00FF60F4">
          <w:rPr>
            <w:noProof/>
            <w:webHidden/>
          </w:rPr>
          <w:instrText xml:space="preserve"> PAGEREF _Toc357762171 \h </w:instrText>
        </w:r>
        <w:r w:rsidR="00FF60F4">
          <w:rPr>
            <w:noProof/>
            <w:webHidden/>
          </w:rPr>
        </w:r>
        <w:r w:rsidR="00FF60F4">
          <w:rPr>
            <w:noProof/>
            <w:webHidden/>
          </w:rPr>
          <w:fldChar w:fldCharType="separate"/>
        </w:r>
        <w:r w:rsidR="00C24635">
          <w:rPr>
            <w:noProof/>
            <w:webHidden/>
          </w:rPr>
          <w:t>4</w:t>
        </w:r>
        <w:r w:rsidR="00FF60F4">
          <w:rPr>
            <w:noProof/>
            <w:webHidden/>
          </w:rPr>
          <w:fldChar w:fldCharType="end"/>
        </w:r>
      </w:hyperlink>
    </w:p>
    <w:p w14:paraId="1F039087" w14:textId="001C804D" w:rsidR="00FF60F4" w:rsidRDefault="00B14BD1">
      <w:pPr>
        <w:pStyle w:val="TOC1"/>
        <w:rPr>
          <w:rFonts w:asciiTheme="minorHAnsi" w:eastAsiaTheme="minorEastAsia" w:hAnsiTheme="minorHAnsi" w:cstheme="minorBidi"/>
          <w:b w:val="0"/>
          <w:caps w:val="0"/>
          <w:noProof/>
          <w:sz w:val="22"/>
          <w:szCs w:val="22"/>
          <w:lang w:eastAsia="en-GB"/>
        </w:rPr>
      </w:pPr>
      <w:hyperlink w:anchor="_Toc357762172" w:history="1">
        <w:r w:rsidR="00FF60F4" w:rsidRPr="000A3A0E">
          <w:rPr>
            <w:rStyle w:val="Hyperlink"/>
            <w:noProof/>
          </w:rPr>
          <w:t>3.</w:t>
        </w:r>
        <w:r w:rsidR="00FF60F4">
          <w:rPr>
            <w:rFonts w:asciiTheme="minorHAnsi" w:eastAsiaTheme="minorEastAsia" w:hAnsiTheme="minorHAnsi" w:cstheme="minorBidi"/>
            <w:b w:val="0"/>
            <w:caps w:val="0"/>
            <w:noProof/>
            <w:sz w:val="22"/>
            <w:szCs w:val="22"/>
            <w:lang w:eastAsia="en-GB"/>
          </w:rPr>
          <w:tab/>
        </w:r>
        <w:r w:rsidR="00FF60F4" w:rsidRPr="000A3A0E">
          <w:rPr>
            <w:rStyle w:val="Hyperlink"/>
            <w:noProof/>
          </w:rPr>
          <w:t>Normative references</w:t>
        </w:r>
        <w:r w:rsidR="00FF60F4">
          <w:rPr>
            <w:noProof/>
            <w:webHidden/>
          </w:rPr>
          <w:tab/>
        </w:r>
        <w:r w:rsidR="00FF60F4">
          <w:rPr>
            <w:rStyle w:val="Hyperlink"/>
            <w:noProof/>
          </w:rPr>
          <w:tab/>
        </w:r>
        <w:r w:rsidR="00FF60F4">
          <w:rPr>
            <w:noProof/>
            <w:webHidden/>
          </w:rPr>
          <w:fldChar w:fldCharType="begin"/>
        </w:r>
        <w:r w:rsidR="00FF60F4">
          <w:rPr>
            <w:noProof/>
            <w:webHidden/>
          </w:rPr>
          <w:instrText xml:space="preserve"> PAGEREF _Toc357762172 \h </w:instrText>
        </w:r>
        <w:r w:rsidR="00FF60F4">
          <w:rPr>
            <w:noProof/>
            <w:webHidden/>
          </w:rPr>
        </w:r>
        <w:r w:rsidR="00FF60F4">
          <w:rPr>
            <w:noProof/>
            <w:webHidden/>
          </w:rPr>
          <w:fldChar w:fldCharType="separate"/>
        </w:r>
        <w:r w:rsidR="00C24635">
          <w:rPr>
            <w:noProof/>
            <w:webHidden/>
          </w:rPr>
          <w:t>4</w:t>
        </w:r>
        <w:r w:rsidR="00FF60F4">
          <w:rPr>
            <w:noProof/>
            <w:webHidden/>
          </w:rPr>
          <w:fldChar w:fldCharType="end"/>
        </w:r>
      </w:hyperlink>
    </w:p>
    <w:p w14:paraId="66CC5E23" w14:textId="781B5456" w:rsidR="00FF60F4" w:rsidRDefault="00B14BD1">
      <w:pPr>
        <w:pStyle w:val="TOC1"/>
        <w:rPr>
          <w:rFonts w:asciiTheme="minorHAnsi" w:eastAsiaTheme="minorEastAsia" w:hAnsiTheme="minorHAnsi" w:cstheme="minorBidi"/>
          <w:b w:val="0"/>
          <w:caps w:val="0"/>
          <w:noProof/>
          <w:sz w:val="22"/>
          <w:szCs w:val="22"/>
          <w:lang w:eastAsia="en-GB"/>
        </w:rPr>
      </w:pPr>
      <w:hyperlink w:anchor="_Toc357762173" w:history="1">
        <w:r w:rsidR="00FF60F4" w:rsidRPr="000A3A0E">
          <w:rPr>
            <w:rStyle w:val="Hyperlink"/>
            <w:noProof/>
          </w:rPr>
          <w:t>4.</w:t>
        </w:r>
        <w:r w:rsidR="00FF60F4">
          <w:rPr>
            <w:rFonts w:asciiTheme="minorHAnsi" w:eastAsiaTheme="minorEastAsia" w:hAnsiTheme="minorHAnsi" w:cstheme="minorBidi"/>
            <w:b w:val="0"/>
            <w:caps w:val="0"/>
            <w:noProof/>
            <w:sz w:val="22"/>
            <w:szCs w:val="22"/>
            <w:lang w:eastAsia="en-GB"/>
          </w:rPr>
          <w:tab/>
        </w:r>
        <w:r w:rsidR="00FF60F4" w:rsidRPr="000A3A0E">
          <w:rPr>
            <w:rStyle w:val="Hyperlink"/>
            <w:noProof/>
          </w:rPr>
          <w:t>Definitions</w:t>
        </w:r>
        <w:r w:rsidR="00FF60F4">
          <w:rPr>
            <w:noProof/>
            <w:webHidden/>
          </w:rPr>
          <w:tab/>
        </w:r>
        <w:r w:rsidR="00FF60F4">
          <w:rPr>
            <w:rStyle w:val="Hyperlink"/>
            <w:noProof/>
          </w:rPr>
          <w:tab/>
        </w:r>
        <w:r w:rsidR="00FF60F4">
          <w:rPr>
            <w:noProof/>
            <w:webHidden/>
          </w:rPr>
          <w:fldChar w:fldCharType="begin"/>
        </w:r>
        <w:r w:rsidR="00FF60F4">
          <w:rPr>
            <w:noProof/>
            <w:webHidden/>
          </w:rPr>
          <w:instrText xml:space="preserve"> PAGEREF _Toc357762173 \h </w:instrText>
        </w:r>
        <w:r w:rsidR="00FF60F4">
          <w:rPr>
            <w:noProof/>
            <w:webHidden/>
          </w:rPr>
        </w:r>
        <w:r w:rsidR="00FF60F4">
          <w:rPr>
            <w:noProof/>
            <w:webHidden/>
          </w:rPr>
          <w:fldChar w:fldCharType="separate"/>
        </w:r>
        <w:r w:rsidR="00C24635">
          <w:rPr>
            <w:noProof/>
            <w:webHidden/>
          </w:rPr>
          <w:t>4</w:t>
        </w:r>
        <w:r w:rsidR="00FF60F4">
          <w:rPr>
            <w:noProof/>
            <w:webHidden/>
          </w:rPr>
          <w:fldChar w:fldCharType="end"/>
        </w:r>
      </w:hyperlink>
    </w:p>
    <w:p w14:paraId="49444F6A" w14:textId="7BE7E53F" w:rsidR="00FF60F4" w:rsidRDefault="00B14BD1">
      <w:pPr>
        <w:pStyle w:val="TOC1"/>
        <w:rPr>
          <w:rFonts w:asciiTheme="minorHAnsi" w:eastAsiaTheme="minorEastAsia" w:hAnsiTheme="minorHAnsi" w:cstheme="minorBidi"/>
          <w:b w:val="0"/>
          <w:caps w:val="0"/>
          <w:noProof/>
          <w:sz w:val="22"/>
          <w:szCs w:val="22"/>
          <w:lang w:eastAsia="en-GB"/>
        </w:rPr>
      </w:pPr>
      <w:hyperlink w:anchor="_Toc357762174" w:history="1">
        <w:r w:rsidR="00FF60F4" w:rsidRPr="000A3A0E">
          <w:rPr>
            <w:rStyle w:val="Hyperlink"/>
            <w:noProof/>
          </w:rPr>
          <w:t>5.</w:t>
        </w:r>
        <w:r w:rsidR="00FF60F4">
          <w:rPr>
            <w:rFonts w:asciiTheme="minorHAnsi" w:eastAsiaTheme="minorEastAsia" w:hAnsiTheme="minorHAnsi" w:cstheme="minorBidi"/>
            <w:b w:val="0"/>
            <w:caps w:val="0"/>
            <w:noProof/>
            <w:sz w:val="22"/>
            <w:szCs w:val="22"/>
            <w:lang w:eastAsia="en-GB"/>
          </w:rPr>
          <w:tab/>
        </w:r>
        <w:r w:rsidR="00FF60F4" w:rsidRPr="000A3A0E">
          <w:rPr>
            <w:rStyle w:val="Hyperlink"/>
            <w:noProof/>
          </w:rPr>
          <w:t>Baseline methodology</w:t>
        </w:r>
        <w:r w:rsidR="00FF60F4">
          <w:rPr>
            <w:noProof/>
            <w:webHidden/>
          </w:rPr>
          <w:tab/>
        </w:r>
        <w:r w:rsidR="00FF60F4">
          <w:rPr>
            <w:rStyle w:val="Hyperlink"/>
            <w:noProof/>
          </w:rPr>
          <w:tab/>
        </w:r>
        <w:r w:rsidR="00FF60F4">
          <w:rPr>
            <w:noProof/>
            <w:webHidden/>
          </w:rPr>
          <w:fldChar w:fldCharType="begin"/>
        </w:r>
        <w:r w:rsidR="00FF60F4">
          <w:rPr>
            <w:noProof/>
            <w:webHidden/>
          </w:rPr>
          <w:instrText xml:space="preserve"> PAGEREF _Toc357762174 \h </w:instrText>
        </w:r>
        <w:r w:rsidR="00FF60F4">
          <w:rPr>
            <w:noProof/>
            <w:webHidden/>
          </w:rPr>
        </w:r>
        <w:r w:rsidR="00FF60F4">
          <w:rPr>
            <w:noProof/>
            <w:webHidden/>
          </w:rPr>
          <w:fldChar w:fldCharType="separate"/>
        </w:r>
        <w:r w:rsidR="00C24635">
          <w:rPr>
            <w:noProof/>
            <w:webHidden/>
          </w:rPr>
          <w:t>4</w:t>
        </w:r>
        <w:r w:rsidR="00FF60F4">
          <w:rPr>
            <w:noProof/>
            <w:webHidden/>
          </w:rPr>
          <w:fldChar w:fldCharType="end"/>
        </w:r>
      </w:hyperlink>
    </w:p>
    <w:p w14:paraId="5CA76228" w14:textId="04D69665" w:rsidR="00FF60F4" w:rsidRDefault="00B14BD1">
      <w:pPr>
        <w:pStyle w:val="TOC2"/>
        <w:rPr>
          <w:rFonts w:asciiTheme="minorHAnsi" w:eastAsiaTheme="minorEastAsia" w:hAnsiTheme="minorHAnsi" w:cstheme="minorBidi"/>
          <w:noProof/>
          <w:sz w:val="22"/>
          <w:szCs w:val="22"/>
          <w:lang w:eastAsia="en-GB"/>
        </w:rPr>
      </w:pPr>
      <w:hyperlink w:anchor="_Toc357762175" w:history="1">
        <w:r w:rsidR="00FF60F4" w:rsidRPr="000A3A0E">
          <w:rPr>
            <w:rStyle w:val="Hyperlink"/>
            <w:noProof/>
          </w:rPr>
          <w:t>5.1.</w:t>
        </w:r>
        <w:r w:rsidR="00FF60F4">
          <w:rPr>
            <w:rFonts w:asciiTheme="minorHAnsi" w:eastAsiaTheme="minorEastAsia" w:hAnsiTheme="minorHAnsi" w:cstheme="minorBidi"/>
            <w:noProof/>
            <w:sz w:val="22"/>
            <w:szCs w:val="22"/>
            <w:lang w:eastAsia="en-GB"/>
          </w:rPr>
          <w:tab/>
        </w:r>
        <w:r w:rsidR="00FF60F4" w:rsidRPr="000A3A0E">
          <w:rPr>
            <w:rStyle w:val="Hyperlink"/>
            <w:noProof/>
          </w:rPr>
          <w:t>Project boundary</w:t>
        </w:r>
        <w:r w:rsidR="00FF60F4">
          <w:rPr>
            <w:noProof/>
            <w:webHidden/>
          </w:rPr>
          <w:tab/>
        </w:r>
        <w:r w:rsidR="00FF60F4">
          <w:rPr>
            <w:rStyle w:val="Hyperlink"/>
            <w:noProof/>
          </w:rPr>
          <w:tab/>
        </w:r>
        <w:r w:rsidR="00FF60F4">
          <w:rPr>
            <w:noProof/>
            <w:webHidden/>
          </w:rPr>
          <w:fldChar w:fldCharType="begin"/>
        </w:r>
        <w:r w:rsidR="00FF60F4">
          <w:rPr>
            <w:noProof/>
            <w:webHidden/>
          </w:rPr>
          <w:instrText xml:space="preserve"> PAGEREF _Toc357762175 \h </w:instrText>
        </w:r>
        <w:r w:rsidR="00FF60F4">
          <w:rPr>
            <w:noProof/>
            <w:webHidden/>
          </w:rPr>
        </w:r>
        <w:r w:rsidR="00FF60F4">
          <w:rPr>
            <w:noProof/>
            <w:webHidden/>
          </w:rPr>
          <w:fldChar w:fldCharType="separate"/>
        </w:r>
        <w:r w:rsidR="00C24635">
          <w:rPr>
            <w:noProof/>
            <w:webHidden/>
          </w:rPr>
          <w:t>4</w:t>
        </w:r>
        <w:r w:rsidR="00FF60F4">
          <w:rPr>
            <w:noProof/>
            <w:webHidden/>
          </w:rPr>
          <w:fldChar w:fldCharType="end"/>
        </w:r>
      </w:hyperlink>
    </w:p>
    <w:p w14:paraId="1C6D91C5" w14:textId="3467A4CE" w:rsidR="00FF60F4" w:rsidRDefault="00B14BD1">
      <w:pPr>
        <w:pStyle w:val="TOC2"/>
        <w:rPr>
          <w:rFonts w:asciiTheme="minorHAnsi" w:eastAsiaTheme="minorEastAsia" w:hAnsiTheme="minorHAnsi" w:cstheme="minorBidi"/>
          <w:noProof/>
          <w:sz w:val="22"/>
          <w:szCs w:val="22"/>
          <w:lang w:eastAsia="en-GB"/>
        </w:rPr>
      </w:pPr>
      <w:hyperlink w:anchor="_Toc357762176" w:history="1">
        <w:r w:rsidR="00FF60F4" w:rsidRPr="000A3A0E">
          <w:rPr>
            <w:rStyle w:val="Hyperlink"/>
            <w:noProof/>
          </w:rPr>
          <w:t>5.2.</w:t>
        </w:r>
        <w:r w:rsidR="00FF60F4">
          <w:rPr>
            <w:rFonts w:asciiTheme="minorHAnsi" w:eastAsiaTheme="minorEastAsia" w:hAnsiTheme="minorHAnsi" w:cstheme="minorBidi"/>
            <w:noProof/>
            <w:sz w:val="22"/>
            <w:szCs w:val="22"/>
            <w:lang w:eastAsia="en-GB"/>
          </w:rPr>
          <w:tab/>
        </w:r>
        <w:r w:rsidR="00FF60F4" w:rsidRPr="000A3A0E">
          <w:rPr>
            <w:rStyle w:val="Hyperlink"/>
            <w:noProof/>
          </w:rPr>
          <w:t>Baseline emissions</w:t>
        </w:r>
        <w:r w:rsidR="00FF60F4">
          <w:rPr>
            <w:noProof/>
            <w:webHidden/>
          </w:rPr>
          <w:tab/>
        </w:r>
        <w:r w:rsidR="00FF60F4">
          <w:rPr>
            <w:rStyle w:val="Hyperlink"/>
            <w:noProof/>
          </w:rPr>
          <w:tab/>
        </w:r>
        <w:r w:rsidR="00FF60F4">
          <w:rPr>
            <w:noProof/>
            <w:webHidden/>
          </w:rPr>
          <w:fldChar w:fldCharType="begin"/>
        </w:r>
        <w:r w:rsidR="00FF60F4">
          <w:rPr>
            <w:noProof/>
            <w:webHidden/>
          </w:rPr>
          <w:instrText xml:space="preserve"> PAGEREF _Toc357762176 \h </w:instrText>
        </w:r>
        <w:r w:rsidR="00FF60F4">
          <w:rPr>
            <w:noProof/>
            <w:webHidden/>
          </w:rPr>
        </w:r>
        <w:r w:rsidR="00FF60F4">
          <w:rPr>
            <w:noProof/>
            <w:webHidden/>
          </w:rPr>
          <w:fldChar w:fldCharType="separate"/>
        </w:r>
        <w:r w:rsidR="00C24635">
          <w:rPr>
            <w:noProof/>
            <w:webHidden/>
          </w:rPr>
          <w:t>4</w:t>
        </w:r>
        <w:r w:rsidR="00FF60F4">
          <w:rPr>
            <w:noProof/>
            <w:webHidden/>
          </w:rPr>
          <w:fldChar w:fldCharType="end"/>
        </w:r>
      </w:hyperlink>
    </w:p>
    <w:p w14:paraId="327DE1FF" w14:textId="46EF3272" w:rsidR="00FF60F4" w:rsidRDefault="00B14BD1">
      <w:pPr>
        <w:pStyle w:val="TOC3"/>
        <w:rPr>
          <w:rFonts w:asciiTheme="minorHAnsi" w:eastAsiaTheme="minorEastAsia" w:hAnsiTheme="minorHAnsi" w:cstheme="minorBidi"/>
          <w:noProof/>
          <w:sz w:val="22"/>
          <w:szCs w:val="22"/>
          <w:lang w:eastAsia="en-GB"/>
        </w:rPr>
      </w:pPr>
      <w:hyperlink w:anchor="_Toc357762177" w:history="1">
        <w:r w:rsidR="00FF60F4" w:rsidRPr="000A3A0E">
          <w:rPr>
            <w:rStyle w:val="Hyperlink"/>
            <w:noProof/>
          </w:rPr>
          <w:t>5.2.1.</w:t>
        </w:r>
        <w:r w:rsidR="00FF60F4">
          <w:rPr>
            <w:rFonts w:asciiTheme="minorHAnsi" w:eastAsiaTheme="minorEastAsia" w:hAnsiTheme="minorHAnsi" w:cstheme="minorBidi"/>
            <w:noProof/>
            <w:sz w:val="22"/>
            <w:szCs w:val="22"/>
            <w:lang w:eastAsia="en-GB"/>
          </w:rPr>
          <w:tab/>
        </w:r>
        <w:r w:rsidR="00FF60F4" w:rsidRPr="000A3A0E">
          <w:rPr>
            <w:rStyle w:val="Hyperlink"/>
            <w:noProof/>
          </w:rPr>
          <w:t>Baseline emissions under suppressed demand scenario</w:t>
        </w:r>
        <w:r w:rsidR="00FF60F4">
          <w:rPr>
            <w:noProof/>
            <w:webHidden/>
          </w:rPr>
          <w:tab/>
        </w:r>
        <w:r w:rsidR="00FF60F4">
          <w:rPr>
            <w:rStyle w:val="Hyperlink"/>
            <w:noProof/>
          </w:rPr>
          <w:tab/>
        </w:r>
        <w:r w:rsidR="00FF60F4">
          <w:rPr>
            <w:noProof/>
            <w:webHidden/>
          </w:rPr>
          <w:fldChar w:fldCharType="begin"/>
        </w:r>
        <w:r w:rsidR="00FF60F4">
          <w:rPr>
            <w:noProof/>
            <w:webHidden/>
          </w:rPr>
          <w:instrText xml:space="preserve"> PAGEREF _Toc357762177 \h </w:instrText>
        </w:r>
        <w:r w:rsidR="00FF60F4">
          <w:rPr>
            <w:noProof/>
            <w:webHidden/>
          </w:rPr>
        </w:r>
        <w:r w:rsidR="00FF60F4">
          <w:rPr>
            <w:noProof/>
            <w:webHidden/>
          </w:rPr>
          <w:fldChar w:fldCharType="separate"/>
        </w:r>
        <w:r w:rsidR="00C24635">
          <w:rPr>
            <w:noProof/>
            <w:webHidden/>
          </w:rPr>
          <w:t>7</w:t>
        </w:r>
        <w:r w:rsidR="00FF60F4">
          <w:rPr>
            <w:noProof/>
            <w:webHidden/>
          </w:rPr>
          <w:fldChar w:fldCharType="end"/>
        </w:r>
      </w:hyperlink>
    </w:p>
    <w:p w14:paraId="2253CCA7" w14:textId="622695BD" w:rsidR="00FF60F4" w:rsidRDefault="00B14BD1">
      <w:pPr>
        <w:pStyle w:val="TOC2"/>
        <w:rPr>
          <w:rFonts w:asciiTheme="minorHAnsi" w:eastAsiaTheme="minorEastAsia" w:hAnsiTheme="minorHAnsi" w:cstheme="minorBidi"/>
          <w:noProof/>
          <w:sz w:val="22"/>
          <w:szCs w:val="22"/>
          <w:lang w:eastAsia="en-GB"/>
        </w:rPr>
      </w:pPr>
      <w:hyperlink w:anchor="_Toc357762178" w:history="1">
        <w:r w:rsidR="00FF60F4" w:rsidRPr="000A3A0E">
          <w:rPr>
            <w:rStyle w:val="Hyperlink"/>
            <w:noProof/>
          </w:rPr>
          <w:t>5.3.</w:t>
        </w:r>
        <w:r w:rsidR="00FF60F4">
          <w:rPr>
            <w:rFonts w:asciiTheme="minorHAnsi" w:eastAsiaTheme="minorEastAsia" w:hAnsiTheme="minorHAnsi" w:cstheme="minorBidi"/>
            <w:noProof/>
            <w:sz w:val="22"/>
            <w:szCs w:val="22"/>
            <w:lang w:eastAsia="en-GB"/>
          </w:rPr>
          <w:tab/>
        </w:r>
        <w:r w:rsidR="00FF60F4" w:rsidRPr="000A3A0E">
          <w:rPr>
            <w:rStyle w:val="Hyperlink"/>
            <w:noProof/>
          </w:rPr>
          <w:t>Project emissions</w:t>
        </w:r>
        <w:r w:rsidR="00FF60F4">
          <w:rPr>
            <w:noProof/>
            <w:webHidden/>
          </w:rPr>
          <w:tab/>
        </w:r>
        <w:r w:rsidR="00FF60F4">
          <w:rPr>
            <w:rStyle w:val="Hyperlink"/>
            <w:noProof/>
          </w:rPr>
          <w:tab/>
        </w:r>
        <w:r w:rsidR="00FF60F4">
          <w:rPr>
            <w:noProof/>
            <w:webHidden/>
          </w:rPr>
          <w:fldChar w:fldCharType="begin"/>
        </w:r>
        <w:r w:rsidR="00FF60F4">
          <w:rPr>
            <w:noProof/>
            <w:webHidden/>
          </w:rPr>
          <w:instrText xml:space="preserve"> PAGEREF _Toc357762178 \h </w:instrText>
        </w:r>
        <w:r w:rsidR="00FF60F4">
          <w:rPr>
            <w:noProof/>
            <w:webHidden/>
          </w:rPr>
        </w:r>
        <w:r w:rsidR="00FF60F4">
          <w:rPr>
            <w:noProof/>
            <w:webHidden/>
          </w:rPr>
          <w:fldChar w:fldCharType="separate"/>
        </w:r>
        <w:r w:rsidR="00C24635">
          <w:rPr>
            <w:noProof/>
            <w:webHidden/>
          </w:rPr>
          <w:t>7</w:t>
        </w:r>
        <w:r w:rsidR="00FF60F4">
          <w:rPr>
            <w:noProof/>
            <w:webHidden/>
          </w:rPr>
          <w:fldChar w:fldCharType="end"/>
        </w:r>
      </w:hyperlink>
    </w:p>
    <w:p w14:paraId="03DEF46B" w14:textId="340AD890" w:rsidR="00FF60F4" w:rsidRDefault="00B14BD1">
      <w:pPr>
        <w:pStyle w:val="TOC2"/>
        <w:rPr>
          <w:rFonts w:asciiTheme="minorHAnsi" w:eastAsiaTheme="minorEastAsia" w:hAnsiTheme="minorHAnsi" w:cstheme="minorBidi"/>
          <w:noProof/>
          <w:sz w:val="22"/>
          <w:szCs w:val="22"/>
          <w:lang w:eastAsia="en-GB"/>
        </w:rPr>
      </w:pPr>
      <w:hyperlink w:anchor="_Toc357762179" w:history="1">
        <w:r w:rsidR="00FF60F4" w:rsidRPr="000A3A0E">
          <w:rPr>
            <w:rStyle w:val="Hyperlink"/>
            <w:noProof/>
          </w:rPr>
          <w:t>5.4.</w:t>
        </w:r>
        <w:r w:rsidR="00FF60F4">
          <w:rPr>
            <w:rFonts w:asciiTheme="minorHAnsi" w:eastAsiaTheme="minorEastAsia" w:hAnsiTheme="minorHAnsi" w:cstheme="minorBidi"/>
            <w:noProof/>
            <w:sz w:val="22"/>
            <w:szCs w:val="22"/>
            <w:lang w:eastAsia="en-GB"/>
          </w:rPr>
          <w:tab/>
        </w:r>
        <w:r w:rsidR="00FF60F4" w:rsidRPr="000A3A0E">
          <w:rPr>
            <w:rStyle w:val="Hyperlink"/>
            <w:noProof/>
          </w:rPr>
          <w:t>Leakage</w:t>
        </w:r>
        <w:r w:rsidR="00FF60F4">
          <w:rPr>
            <w:noProof/>
            <w:webHidden/>
          </w:rPr>
          <w:tab/>
        </w:r>
        <w:r w:rsidR="00FF60F4">
          <w:rPr>
            <w:rStyle w:val="Hyperlink"/>
            <w:noProof/>
          </w:rPr>
          <w:tab/>
        </w:r>
        <w:r w:rsidR="00FF60F4">
          <w:rPr>
            <w:noProof/>
            <w:webHidden/>
          </w:rPr>
          <w:fldChar w:fldCharType="begin"/>
        </w:r>
        <w:r w:rsidR="00FF60F4">
          <w:rPr>
            <w:noProof/>
            <w:webHidden/>
          </w:rPr>
          <w:instrText xml:space="preserve"> PAGEREF _Toc357762179 \h </w:instrText>
        </w:r>
        <w:r w:rsidR="00FF60F4">
          <w:rPr>
            <w:noProof/>
            <w:webHidden/>
          </w:rPr>
        </w:r>
        <w:r w:rsidR="00FF60F4">
          <w:rPr>
            <w:noProof/>
            <w:webHidden/>
          </w:rPr>
          <w:fldChar w:fldCharType="separate"/>
        </w:r>
        <w:r w:rsidR="00C24635">
          <w:rPr>
            <w:noProof/>
            <w:webHidden/>
          </w:rPr>
          <w:t>8</w:t>
        </w:r>
        <w:r w:rsidR="00FF60F4">
          <w:rPr>
            <w:noProof/>
            <w:webHidden/>
          </w:rPr>
          <w:fldChar w:fldCharType="end"/>
        </w:r>
      </w:hyperlink>
    </w:p>
    <w:p w14:paraId="1B5366DE" w14:textId="56937FD6" w:rsidR="00FF60F4" w:rsidRDefault="00B14BD1">
      <w:pPr>
        <w:pStyle w:val="TOC2"/>
        <w:rPr>
          <w:rFonts w:asciiTheme="minorHAnsi" w:eastAsiaTheme="minorEastAsia" w:hAnsiTheme="minorHAnsi" w:cstheme="minorBidi"/>
          <w:noProof/>
          <w:sz w:val="22"/>
          <w:szCs w:val="22"/>
          <w:lang w:eastAsia="en-GB"/>
        </w:rPr>
      </w:pPr>
      <w:hyperlink w:anchor="_Toc357762180" w:history="1">
        <w:r w:rsidR="00FF60F4" w:rsidRPr="000A3A0E">
          <w:rPr>
            <w:rStyle w:val="Hyperlink"/>
            <w:noProof/>
          </w:rPr>
          <w:t>5.5.</w:t>
        </w:r>
        <w:r w:rsidR="00FF60F4">
          <w:rPr>
            <w:rFonts w:asciiTheme="minorHAnsi" w:eastAsiaTheme="minorEastAsia" w:hAnsiTheme="minorHAnsi" w:cstheme="minorBidi"/>
            <w:noProof/>
            <w:sz w:val="22"/>
            <w:szCs w:val="22"/>
            <w:lang w:eastAsia="en-GB"/>
          </w:rPr>
          <w:tab/>
        </w:r>
        <w:r w:rsidR="00FF60F4" w:rsidRPr="000A3A0E">
          <w:rPr>
            <w:rStyle w:val="Hyperlink"/>
            <w:noProof/>
          </w:rPr>
          <w:t>Emission reductions</w:t>
        </w:r>
        <w:r w:rsidR="00FF60F4">
          <w:rPr>
            <w:noProof/>
            <w:webHidden/>
          </w:rPr>
          <w:tab/>
        </w:r>
        <w:r w:rsidR="00FF60F4">
          <w:rPr>
            <w:rStyle w:val="Hyperlink"/>
            <w:noProof/>
          </w:rPr>
          <w:tab/>
        </w:r>
        <w:r w:rsidR="00FF60F4">
          <w:rPr>
            <w:noProof/>
            <w:webHidden/>
          </w:rPr>
          <w:fldChar w:fldCharType="begin"/>
        </w:r>
        <w:r w:rsidR="00FF60F4">
          <w:rPr>
            <w:noProof/>
            <w:webHidden/>
          </w:rPr>
          <w:instrText xml:space="preserve"> PAGEREF _Toc357762180 \h </w:instrText>
        </w:r>
        <w:r w:rsidR="00FF60F4">
          <w:rPr>
            <w:noProof/>
            <w:webHidden/>
          </w:rPr>
        </w:r>
        <w:r w:rsidR="00FF60F4">
          <w:rPr>
            <w:noProof/>
            <w:webHidden/>
          </w:rPr>
          <w:fldChar w:fldCharType="separate"/>
        </w:r>
        <w:r w:rsidR="00C24635">
          <w:rPr>
            <w:noProof/>
            <w:webHidden/>
          </w:rPr>
          <w:t>8</w:t>
        </w:r>
        <w:r w:rsidR="00FF60F4">
          <w:rPr>
            <w:noProof/>
            <w:webHidden/>
          </w:rPr>
          <w:fldChar w:fldCharType="end"/>
        </w:r>
      </w:hyperlink>
    </w:p>
    <w:p w14:paraId="699E1CC0" w14:textId="3AD6B3EF" w:rsidR="00FF60F4" w:rsidRDefault="00B14BD1">
      <w:pPr>
        <w:pStyle w:val="TOC1"/>
        <w:rPr>
          <w:rFonts w:asciiTheme="minorHAnsi" w:eastAsiaTheme="minorEastAsia" w:hAnsiTheme="minorHAnsi" w:cstheme="minorBidi"/>
          <w:b w:val="0"/>
          <w:caps w:val="0"/>
          <w:noProof/>
          <w:sz w:val="22"/>
          <w:szCs w:val="22"/>
          <w:lang w:eastAsia="en-GB"/>
        </w:rPr>
      </w:pPr>
      <w:hyperlink w:anchor="_Toc357762181" w:history="1">
        <w:r w:rsidR="00FF60F4" w:rsidRPr="000A3A0E">
          <w:rPr>
            <w:rStyle w:val="Hyperlink"/>
            <w:noProof/>
          </w:rPr>
          <w:t>6.</w:t>
        </w:r>
        <w:r w:rsidR="00FF60F4">
          <w:rPr>
            <w:rFonts w:asciiTheme="minorHAnsi" w:eastAsiaTheme="minorEastAsia" w:hAnsiTheme="minorHAnsi" w:cstheme="minorBidi"/>
            <w:b w:val="0"/>
            <w:caps w:val="0"/>
            <w:noProof/>
            <w:sz w:val="22"/>
            <w:szCs w:val="22"/>
            <w:lang w:eastAsia="en-GB"/>
          </w:rPr>
          <w:tab/>
        </w:r>
        <w:r w:rsidR="00FF60F4" w:rsidRPr="000A3A0E">
          <w:rPr>
            <w:rStyle w:val="Hyperlink"/>
            <w:noProof/>
          </w:rPr>
          <w:t>Monitoring methodology</w:t>
        </w:r>
        <w:r w:rsidR="00FF60F4">
          <w:rPr>
            <w:noProof/>
            <w:webHidden/>
          </w:rPr>
          <w:tab/>
        </w:r>
        <w:r w:rsidR="00FF60F4">
          <w:rPr>
            <w:rStyle w:val="Hyperlink"/>
            <w:noProof/>
          </w:rPr>
          <w:tab/>
        </w:r>
        <w:r w:rsidR="00FF60F4">
          <w:rPr>
            <w:noProof/>
            <w:webHidden/>
          </w:rPr>
          <w:fldChar w:fldCharType="begin"/>
        </w:r>
        <w:r w:rsidR="00FF60F4">
          <w:rPr>
            <w:noProof/>
            <w:webHidden/>
          </w:rPr>
          <w:instrText xml:space="preserve"> PAGEREF _Toc357762181 \h </w:instrText>
        </w:r>
        <w:r w:rsidR="00FF60F4">
          <w:rPr>
            <w:noProof/>
            <w:webHidden/>
          </w:rPr>
        </w:r>
        <w:r w:rsidR="00FF60F4">
          <w:rPr>
            <w:noProof/>
            <w:webHidden/>
          </w:rPr>
          <w:fldChar w:fldCharType="separate"/>
        </w:r>
        <w:r w:rsidR="00C24635">
          <w:rPr>
            <w:noProof/>
            <w:webHidden/>
          </w:rPr>
          <w:t>8</w:t>
        </w:r>
        <w:r w:rsidR="00FF60F4">
          <w:rPr>
            <w:noProof/>
            <w:webHidden/>
          </w:rPr>
          <w:fldChar w:fldCharType="end"/>
        </w:r>
      </w:hyperlink>
    </w:p>
    <w:p w14:paraId="71C1E43D" w14:textId="76367EF6" w:rsidR="00FF60F4" w:rsidRDefault="00B14BD1">
      <w:pPr>
        <w:pStyle w:val="TOC2"/>
        <w:rPr>
          <w:rFonts w:asciiTheme="minorHAnsi" w:eastAsiaTheme="minorEastAsia" w:hAnsiTheme="minorHAnsi" w:cstheme="minorBidi"/>
          <w:noProof/>
          <w:sz w:val="22"/>
          <w:szCs w:val="22"/>
          <w:lang w:eastAsia="en-GB"/>
        </w:rPr>
      </w:pPr>
      <w:hyperlink w:anchor="_Toc357762182" w:history="1">
        <w:r w:rsidR="00FF60F4" w:rsidRPr="000A3A0E">
          <w:rPr>
            <w:rStyle w:val="Hyperlink"/>
            <w:noProof/>
          </w:rPr>
          <w:t>6.1.</w:t>
        </w:r>
        <w:r w:rsidR="00FF60F4">
          <w:rPr>
            <w:rFonts w:asciiTheme="minorHAnsi" w:eastAsiaTheme="minorEastAsia" w:hAnsiTheme="minorHAnsi" w:cstheme="minorBidi"/>
            <w:noProof/>
            <w:sz w:val="22"/>
            <w:szCs w:val="22"/>
            <w:lang w:eastAsia="en-GB"/>
          </w:rPr>
          <w:tab/>
        </w:r>
        <w:r w:rsidR="00FF60F4" w:rsidRPr="000A3A0E">
          <w:rPr>
            <w:rStyle w:val="Hyperlink"/>
            <w:noProof/>
          </w:rPr>
          <w:t>Project activity under a programme of activities</w:t>
        </w:r>
        <w:r w:rsidR="00FF60F4">
          <w:rPr>
            <w:noProof/>
            <w:webHidden/>
          </w:rPr>
          <w:tab/>
        </w:r>
        <w:r w:rsidR="00FF60F4">
          <w:rPr>
            <w:rStyle w:val="Hyperlink"/>
            <w:noProof/>
          </w:rPr>
          <w:tab/>
        </w:r>
        <w:r w:rsidR="00FF60F4">
          <w:rPr>
            <w:noProof/>
            <w:webHidden/>
          </w:rPr>
          <w:fldChar w:fldCharType="begin"/>
        </w:r>
        <w:r w:rsidR="00FF60F4">
          <w:rPr>
            <w:noProof/>
            <w:webHidden/>
          </w:rPr>
          <w:instrText xml:space="preserve"> PAGEREF _Toc357762182 \h </w:instrText>
        </w:r>
        <w:r w:rsidR="00FF60F4">
          <w:rPr>
            <w:noProof/>
            <w:webHidden/>
          </w:rPr>
        </w:r>
        <w:r w:rsidR="00FF60F4">
          <w:rPr>
            <w:noProof/>
            <w:webHidden/>
          </w:rPr>
          <w:fldChar w:fldCharType="separate"/>
        </w:r>
        <w:r w:rsidR="00C24635">
          <w:rPr>
            <w:noProof/>
            <w:webHidden/>
          </w:rPr>
          <w:t>9</w:t>
        </w:r>
        <w:r w:rsidR="00FF60F4">
          <w:rPr>
            <w:noProof/>
            <w:webHidden/>
          </w:rPr>
          <w:fldChar w:fldCharType="end"/>
        </w:r>
      </w:hyperlink>
    </w:p>
    <w:p w14:paraId="1F32CB52" w14:textId="02E09756" w:rsidR="00FD63C2" w:rsidRPr="00106EAA" w:rsidRDefault="0073711F" w:rsidP="00E46691">
      <w:pPr>
        <w:pStyle w:val="TOC2"/>
      </w:pPr>
      <w:r>
        <w:fldChar w:fldCharType="end"/>
      </w:r>
    </w:p>
    <w:p w14:paraId="7AAEBE82" w14:textId="77777777" w:rsidR="00082F50" w:rsidRPr="0058739D" w:rsidRDefault="00082F50" w:rsidP="0058739D">
      <w:pPr>
        <w:sectPr w:rsidR="00082F50" w:rsidRPr="0058739D" w:rsidSect="003459F4">
          <w:headerReference w:type="default" r:id="rId13"/>
          <w:footerReference w:type="default" r:id="rId14"/>
          <w:pgSz w:w="11907" w:h="16840" w:code="9"/>
          <w:pgMar w:top="2552" w:right="1134" w:bottom="1418" w:left="1418" w:header="851" w:footer="567" w:gutter="0"/>
          <w:cols w:space="720"/>
          <w:formProt w:val="0"/>
          <w:docGrid w:linePitch="299"/>
        </w:sectPr>
      </w:pPr>
    </w:p>
    <w:p w14:paraId="1CCF8A7F" w14:textId="77777777" w:rsidR="00317DA7" w:rsidRPr="00D77F9C" w:rsidRDefault="00317DA7" w:rsidP="00073D26">
      <w:pPr>
        <w:pStyle w:val="SDMHead1"/>
      </w:pPr>
      <w:bookmarkStart w:id="8" w:name="_Toc357762167"/>
      <w:r w:rsidRPr="00D77F9C">
        <w:lastRenderedPageBreak/>
        <w:t>Introduction</w:t>
      </w:r>
      <w:bookmarkEnd w:id="8"/>
    </w:p>
    <w:p w14:paraId="6100FAFC" w14:textId="77777777" w:rsidR="00DB7AD8" w:rsidRDefault="00DB7AD8" w:rsidP="00753D27">
      <w:pPr>
        <w:pStyle w:val="SDMPara"/>
        <w:numPr>
          <w:ilvl w:val="0"/>
          <w:numId w:val="19"/>
        </w:numPr>
      </w:pPr>
      <w:r w:rsidRPr="005E5477">
        <w:t>The following table describes the key elements of the methodology:</w:t>
      </w:r>
    </w:p>
    <w:p w14:paraId="7DA96F02" w14:textId="77777777" w:rsidR="00DB7AD8" w:rsidRPr="004D7AFF" w:rsidRDefault="00DB7AD8" w:rsidP="00DB7AD8">
      <w:pPr>
        <w:pStyle w:val="Caption"/>
      </w:pPr>
      <w:r>
        <w:t>Table </w:t>
      </w:r>
      <w:fldSimple w:instr=" SEQ Table \* ARABIC ">
        <w:r w:rsidR="00B14BD1">
          <w:rPr>
            <w:noProof/>
          </w:rPr>
          <w:t>1</w:t>
        </w:r>
      </w:fldSimple>
      <w:r>
        <w:rPr>
          <w:noProof/>
        </w:rPr>
        <w:t>.</w:t>
      </w:r>
      <w:r>
        <w:tab/>
      </w:r>
      <w:r w:rsidRPr="00D455A5">
        <w:t xml:space="preserve">Methodology </w:t>
      </w:r>
      <w:r>
        <w:t>key elements</w:t>
      </w:r>
    </w:p>
    <w:tbl>
      <w:tblPr>
        <w:tblStyle w:val="SDMMethTable"/>
        <w:tblW w:w="8642" w:type="dxa"/>
        <w:tblLayout w:type="fixed"/>
        <w:tblLook w:val="0620" w:firstRow="1" w:lastRow="0" w:firstColumn="0" w:lastColumn="0" w:noHBand="1" w:noVBand="1"/>
      </w:tblPr>
      <w:tblGrid>
        <w:gridCol w:w="2872"/>
        <w:gridCol w:w="5770"/>
      </w:tblGrid>
      <w:tr w:rsidR="00DB7AD8" w:rsidRPr="00911F51" w14:paraId="0BA00F65" w14:textId="77777777" w:rsidTr="00DB7AD8">
        <w:trPr>
          <w:cnfStyle w:val="100000000000" w:firstRow="1" w:lastRow="0" w:firstColumn="0" w:lastColumn="0" w:oddVBand="0" w:evenVBand="0" w:oddHBand="0" w:evenHBand="0" w:firstRowFirstColumn="0" w:firstRowLastColumn="0" w:lastRowFirstColumn="0" w:lastRowLastColumn="0"/>
        </w:trPr>
        <w:tc>
          <w:tcPr>
            <w:tcW w:w="2872" w:type="dxa"/>
            <w:tcBorders>
              <w:bottom w:val="single" w:sz="4" w:space="0" w:color="auto"/>
              <w:right w:val="single" w:sz="4" w:space="0" w:color="auto"/>
            </w:tcBorders>
            <w:shd w:val="clear" w:color="auto" w:fill="auto"/>
            <w:vAlign w:val="top"/>
          </w:tcPr>
          <w:p w14:paraId="68149B48" w14:textId="77777777" w:rsidR="00DB7AD8" w:rsidRPr="00D455A5" w:rsidRDefault="00DB7AD8" w:rsidP="00DB7AD8">
            <w:pPr>
              <w:jc w:val="left"/>
              <w:rPr>
                <w:sz w:val="20"/>
              </w:rPr>
            </w:pPr>
            <w:r w:rsidRPr="00D455A5">
              <w:rPr>
                <w:sz w:val="20"/>
              </w:rPr>
              <w:t>Typical project(s)</w:t>
            </w:r>
          </w:p>
        </w:tc>
        <w:tc>
          <w:tcPr>
            <w:tcW w:w="5770" w:type="dxa"/>
            <w:tcBorders>
              <w:left w:val="single" w:sz="4" w:space="0" w:color="auto"/>
              <w:bottom w:val="single" w:sz="4" w:space="0" w:color="auto"/>
            </w:tcBorders>
            <w:shd w:val="clear" w:color="auto" w:fill="auto"/>
            <w:vAlign w:val="top"/>
          </w:tcPr>
          <w:p w14:paraId="79960739" w14:textId="4E7F81C6" w:rsidR="00DB7AD8" w:rsidRPr="00D455A5" w:rsidRDefault="00753D27" w:rsidP="00753D27">
            <w:pPr>
              <w:pStyle w:val="SDMTableBoxParaNotNumbered"/>
              <w:rPr>
                <w:b w:val="0"/>
                <w:sz w:val="20"/>
              </w:rPr>
            </w:pPr>
            <w:r>
              <w:rPr>
                <w:b w:val="0"/>
                <w:sz w:val="20"/>
              </w:rPr>
              <w:t>E</w:t>
            </w:r>
            <w:r w:rsidRPr="00753D27">
              <w:rPr>
                <w:b w:val="0"/>
                <w:sz w:val="20"/>
              </w:rPr>
              <w:t>nergy efficiency and fuel switching measures implemented within residential buildings</w:t>
            </w:r>
            <w:r>
              <w:rPr>
                <w:b w:val="0"/>
                <w:sz w:val="20"/>
              </w:rPr>
              <w:t xml:space="preserve"> to improve the space heating</w:t>
            </w:r>
          </w:p>
        </w:tc>
      </w:tr>
      <w:tr w:rsidR="00DB7AD8" w:rsidRPr="00911F51" w14:paraId="7D876F82" w14:textId="77777777" w:rsidTr="00DB7AD8">
        <w:tc>
          <w:tcPr>
            <w:tcW w:w="2872" w:type="dxa"/>
            <w:tcBorders>
              <w:top w:val="single" w:sz="4" w:space="0" w:color="auto"/>
            </w:tcBorders>
          </w:tcPr>
          <w:p w14:paraId="167B4892" w14:textId="77777777" w:rsidR="00DB7AD8" w:rsidRPr="00D455A5" w:rsidRDefault="00DB7AD8" w:rsidP="00DB7AD8">
            <w:pPr>
              <w:jc w:val="left"/>
              <w:rPr>
                <w:b/>
                <w:sz w:val="20"/>
              </w:rPr>
            </w:pPr>
            <w:r w:rsidRPr="00D455A5">
              <w:rPr>
                <w:b/>
                <w:sz w:val="20"/>
              </w:rPr>
              <w:t>Type of GHG emissions mitigation action</w:t>
            </w:r>
          </w:p>
        </w:tc>
        <w:tc>
          <w:tcPr>
            <w:tcW w:w="5770" w:type="dxa"/>
            <w:tcBorders>
              <w:top w:val="single" w:sz="4" w:space="0" w:color="auto"/>
            </w:tcBorders>
          </w:tcPr>
          <w:p w14:paraId="129BC955" w14:textId="77777777" w:rsidR="00DB7AD8" w:rsidRPr="00753D27" w:rsidRDefault="00DB7AD8" w:rsidP="00753D27">
            <w:pPr>
              <w:pStyle w:val="SDMSubPara1"/>
              <w:numPr>
                <w:ilvl w:val="0"/>
                <w:numId w:val="0"/>
              </w:numPr>
              <w:spacing w:before="0"/>
              <w:rPr>
                <w:sz w:val="20"/>
                <w:szCs w:val="20"/>
              </w:rPr>
            </w:pPr>
            <w:r>
              <w:rPr>
                <w:sz w:val="20"/>
              </w:rPr>
              <w:t>E</w:t>
            </w:r>
            <w:r w:rsidRPr="00DB7AD8">
              <w:rPr>
                <w:sz w:val="20"/>
              </w:rPr>
              <w:t>nergy efficiency and fuel switching measures</w:t>
            </w:r>
          </w:p>
        </w:tc>
      </w:tr>
    </w:tbl>
    <w:p w14:paraId="23449CDA" w14:textId="77777777" w:rsidR="00317DA7" w:rsidRDefault="00317DA7" w:rsidP="00073D26">
      <w:pPr>
        <w:pStyle w:val="SDMHead1"/>
      </w:pPr>
      <w:bookmarkStart w:id="9" w:name="_Toc357762168"/>
      <w:r>
        <w:t>Scope, applicability, and entry into force</w:t>
      </w:r>
      <w:bookmarkEnd w:id="9"/>
    </w:p>
    <w:p w14:paraId="1A422E90" w14:textId="77777777" w:rsidR="00317DA7" w:rsidRDefault="00317DA7" w:rsidP="00073D26">
      <w:pPr>
        <w:pStyle w:val="SDMHead2"/>
      </w:pPr>
      <w:bookmarkStart w:id="10" w:name="_Toc357762169"/>
      <w:r>
        <w:t>Scope</w:t>
      </w:r>
      <w:bookmarkEnd w:id="10"/>
    </w:p>
    <w:p w14:paraId="78011C35" w14:textId="5AC5234D" w:rsidR="00064239" w:rsidRPr="00A905D5" w:rsidRDefault="00064239" w:rsidP="00064239">
      <w:pPr>
        <w:pStyle w:val="SDMPara"/>
      </w:pPr>
      <w:bookmarkStart w:id="11" w:name="OLE_LINK1"/>
      <w:bookmarkStart w:id="12" w:name="OLE_LINK2"/>
      <w:r w:rsidRPr="00A905D5">
        <w:t>This methodology is applicable to energy</w:t>
      </w:r>
      <w:r w:rsidR="00BC6BBB">
        <w:t>-</w:t>
      </w:r>
      <w:r w:rsidRPr="00A905D5">
        <w:t>efficiency</w:t>
      </w:r>
      <w:r w:rsidR="00BC6BBB">
        <w:t xml:space="preserve"> activities involving the installation of new equipment or products or the modification of existing equipment or products </w:t>
      </w:r>
      <w:r w:rsidR="00846C0C">
        <w:t>that are</w:t>
      </w:r>
      <w:r w:rsidRPr="00A905D5">
        <w:t xml:space="preserve"> implemented within residential buildings</w:t>
      </w:r>
      <w:r w:rsidR="00365191" w:rsidRPr="00365191">
        <w:t xml:space="preserve"> </w:t>
      </w:r>
      <w:r w:rsidR="00365191" w:rsidRPr="00015658">
        <w:t>(single or multiple-family</w:t>
      </w:r>
      <w:r w:rsidR="00365191">
        <w:t xml:space="preserve"> </w:t>
      </w:r>
      <w:r w:rsidR="00365191" w:rsidRPr="00015658">
        <w:t>residences</w:t>
      </w:r>
      <w:r w:rsidR="00365191">
        <w:rPr>
          <w:rStyle w:val="FootnoteReference"/>
        </w:rPr>
        <w:footnoteReference w:id="1"/>
      </w:r>
      <w:r w:rsidR="00365191" w:rsidRPr="00015658">
        <w:t>)</w:t>
      </w:r>
      <w:r w:rsidRPr="00A905D5">
        <w:t xml:space="preserve">. </w:t>
      </w:r>
      <w:bookmarkEnd w:id="11"/>
      <w:bookmarkEnd w:id="12"/>
      <w:r w:rsidRPr="00A905D5">
        <w:t xml:space="preserve">Activities applicable to this methodology </w:t>
      </w:r>
      <w:r w:rsidR="00762FCC">
        <w:t xml:space="preserve">only </w:t>
      </w:r>
      <w:r w:rsidRPr="00A905D5">
        <w:t>include those that are intended to reduce emissions associated with space heating</w:t>
      </w:r>
      <w:r w:rsidR="00E750D2">
        <w:t>, f</w:t>
      </w:r>
      <w:r w:rsidR="00762FCC">
        <w:t>or example</w:t>
      </w:r>
      <w:r w:rsidRPr="00A905D5">
        <w:t>:</w:t>
      </w:r>
    </w:p>
    <w:p w14:paraId="5DA40B8C" w14:textId="77777777" w:rsidR="00064239" w:rsidRPr="00A905D5" w:rsidRDefault="00064239" w:rsidP="00064239">
      <w:pPr>
        <w:pStyle w:val="SDMSubPara1"/>
      </w:pPr>
      <w:r w:rsidRPr="00A905D5">
        <w:t xml:space="preserve">Improving building insulation; </w:t>
      </w:r>
    </w:p>
    <w:p w14:paraId="795BE215" w14:textId="77777777" w:rsidR="00064239" w:rsidRPr="00A905D5" w:rsidRDefault="00064239" w:rsidP="00064239">
      <w:pPr>
        <w:pStyle w:val="SDMSubPara1"/>
      </w:pPr>
      <w:r w:rsidRPr="00A905D5">
        <w:t xml:space="preserve">Enhancing glazing of windows; </w:t>
      </w:r>
    </w:p>
    <w:p w14:paraId="54FD32DE" w14:textId="68D2ADA6" w:rsidR="00064239" w:rsidRPr="00A905D5" w:rsidRDefault="00064239" w:rsidP="00064239">
      <w:pPr>
        <w:pStyle w:val="SDMSubPara1"/>
      </w:pPr>
      <w:r w:rsidRPr="00A905D5">
        <w:t xml:space="preserve">Improving efficiency of heating equipment and/or systems. </w:t>
      </w:r>
    </w:p>
    <w:p w14:paraId="10955694" w14:textId="77777777" w:rsidR="00317DA7" w:rsidRPr="00A905D5" w:rsidRDefault="006643ED" w:rsidP="00073D26">
      <w:pPr>
        <w:pStyle w:val="SDMHead2"/>
      </w:pPr>
      <w:bookmarkStart w:id="13" w:name="_Toc357762170"/>
      <w:r w:rsidRPr="00A905D5">
        <w:t>Applicability</w:t>
      </w:r>
      <w:bookmarkEnd w:id="13"/>
    </w:p>
    <w:p w14:paraId="4C271CC5" w14:textId="5214582B" w:rsidR="00A905D5" w:rsidRPr="00A905D5" w:rsidRDefault="00A905D5" w:rsidP="00A905D5">
      <w:pPr>
        <w:pStyle w:val="SDMPara"/>
      </w:pPr>
      <w:r w:rsidRPr="00A905D5">
        <w:t xml:space="preserve">This methodology is applicable </w:t>
      </w:r>
      <w:r w:rsidR="00762FCC">
        <w:t>to</w:t>
      </w:r>
      <w:r w:rsidRPr="00A905D5">
        <w:t xml:space="preserve"> fuel-switching</w:t>
      </w:r>
      <w:r w:rsidR="00762FCC">
        <w:t xml:space="preserve"> only when it </w:t>
      </w:r>
      <w:r w:rsidR="00E750D2">
        <w:t>results</w:t>
      </w:r>
      <w:r w:rsidRPr="00A905D5">
        <w:t xml:space="preserve"> from implementation of the energy efficiency measures, </w:t>
      </w:r>
      <w:r w:rsidR="000A5954">
        <w:t>for example</w:t>
      </w:r>
      <w:r w:rsidR="00846C0C">
        <w:t>,</w:t>
      </w:r>
      <w:r w:rsidRPr="00A905D5">
        <w:t xml:space="preserve"> </w:t>
      </w:r>
      <w:r w:rsidR="00846C0C">
        <w:t xml:space="preserve">replacing a low efficiency diesel fuel </w:t>
      </w:r>
      <w:r w:rsidRPr="00A905D5">
        <w:t>furnace</w:t>
      </w:r>
      <w:r w:rsidR="00846C0C">
        <w:t xml:space="preserve"> with a high-efficiency natural gas furnace.</w:t>
      </w:r>
    </w:p>
    <w:p w14:paraId="13878377" w14:textId="77777777" w:rsidR="00A905D5" w:rsidRDefault="00A905D5" w:rsidP="00A905D5">
      <w:pPr>
        <w:pStyle w:val="SDMPara"/>
      </w:pPr>
      <w:r>
        <w:t xml:space="preserve">The methodology is only applicable to technology/measures implemented in existing residential buildings. </w:t>
      </w:r>
    </w:p>
    <w:p w14:paraId="50CB3429" w14:textId="2995C9C1" w:rsidR="002C602C" w:rsidRDefault="002C602C" w:rsidP="00BF35CC">
      <w:pPr>
        <w:pStyle w:val="SDMPara"/>
      </w:pPr>
      <w:r>
        <w:t xml:space="preserve">This methodology is not applicable if </w:t>
      </w:r>
      <w:r w:rsidR="00BF35CC">
        <w:t>“</w:t>
      </w:r>
      <w:r>
        <w:t>AMS-II.G</w:t>
      </w:r>
      <w:r w:rsidR="00BF35CC">
        <w:t xml:space="preserve">: </w:t>
      </w:r>
      <w:r w:rsidR="00BF35CC" w:rsidRPr="00BF35CC">
        <w:t>Energy efficiency measures in thermal applications of non-renewable biomass</w:t>
      </w:r>
      <w:r w:rsidR="00BF35CC">
        <w:t>”</w:t>
      </w:r>
      <w:r>
        <w:t xml:space="preserve"> is applied to activities within </w:t>
      </w:r>
      <w:r w:rsidR="00762FCC" w:rsidRPr="00762FCC">
        <w:t>the physical, geographical site of the building(s) in which the installation of new equipment or products or the modifications of existing equipment or products are implemented</w:t>
      </w:r>
      <w:r w:rsidR="00B53E60">
        <w:t>.</w:t>
      </w:r>
    </w:p>
    <w:p w14:paraId="1E9CF11F" w14:textId="77777777" w:rsidR="00A905D5" w:rsidRDefault="00A905D5" w:rsidP="00A905D5">
      <w:pPr>
        <w:pStyle w:val="SDMPara"/>
      </w:pPr>
      <w:r>
        <w:t xml:space="preserve">If the energy efficiency measures result in displacement of non-renewable biomass, project participants shall document </w:t>
      </w:r>
      <w:r w:rsidRPr="00A905D5">
        <w:t>in a project</w:t>
      </w:r>
      <w:r>
        <w:t xml:space="preserve"> design document (PDD) that non-renewable biomass has been used since 31 December 1989, using survey methods or referring to published literature, official reports or statistics.</w:t>
      </w:r>
    </w:p>
    <w:p w14:paraId="05DAFF24" w14:textId="029D7C6F" w:rsidR="00A905D5" w:rsidRDefault="00A905D5" w:rsidP="00A905D5">
      <w:pPr>
        <w:pStyle w:val="SDMPara"/>
      </w:pPr>
      <w:r>
        <w:lastRenderedPageBreak/>
        <w:t>This methodology is applicable to project activities where it is possible to directly measure and record the energy use within the project boundary (e.g. electricity</w:t>
      </w:r>
      <w:r w:rsidR="00762FCC">
        <w:t>,</w:t>
      </w:r>
      <w:r w:rsidR="00BF35CC">
        <w:t xml:space="preserve"> </w:t>
      </w:r>
      <w:r>
        <w:t>fossil fuel</w:t>
      </w:r>
      <w:r w:rsidR="00762FCC">
        <w:t>,</w:t>
      </w:r>
      <w:r>
        <w:t xml:space="preserve"> and/or non-renewable biomass consumption). </w:t>
      </w:r>
    </w:p>
    <w:p w14:paraId="3D7AC97E" w14:textId="1C8785A6" w:rsidR="00A905D5" w:rsidRDefault="00A905D5" w:rsidP="00A905D5">
      <w:pPr>
        <w:pStyle w:val="SDMPara"/>
      </w:pPr>
      <w:r>
        <w:t>This methodology is applicable to project activities where the impact of the measures implemented (improvements in energy efficiency) by the project activity can be clearly distinguished from changes in energy use due to other variables not influenced by the project activity</w:t>
      </w:r>
      <w:r w:rsidR="00846C0C">
        <w:t>.</w:t>
      </w:r>
    </w:p>
    <w:p w14:paraId="2A90B034" w14:textId="77777777" w:rsidR="00A905D5" w:rsidRPr="004E2955" w:rsidRDefault="00A905D5" w:rsidP="00A905D5">
      <w:pPr>
        <w:pStyle w:val="SDMPara"/>
      </w:pPr>
      <w:r w:rsidRPr="004E2955">
        <w:t>The PDD shall document how the potential for double counting of emission reductions, for example due to equipment manufacturers or others claiming credit for emission reduction for project activities, are avoided.</w:t>
      </w:r>
    </w:p>
    <w:p w14:paraId="0BC49508" w14:textId="77777777" w:rsidR="00317DA7" w:rsidRPr="004E2955" w:rsidRDefault="00A905D5" w:rsidP="00A905D5">
      <w:pPr>
        <w:pStyle w:val="SDMPara"/>
      </w:pPr>
      <w:r w:rsidRPr="004E2955">
        <w:t>The aggregate energy savings of a single project activity shall not exceed the equivalent of 60 GWh</w:t>
      </w:r>
      <w:r w:rsidR="001157EF" w:rsidRPr="004E2955">
        <w:rPr>
          <w:vertAlign w:val="subscript"/>
        </w:rPr>
        <w:t>e</w:t>
      </w:r>
      <w:r w:rsidR="001157EF" w:rsidRPr="004E2955">
        <w:t xml:space="preserve"> or 180 GWh</w:t>
      </w:r>
      <w:r w:rsidR="001157EF" w:rsidRPr="004E2955">
        <w:rPr>
          <w:vertAlign w:val="subscript"/>
        </w:rPr>
        <w:t>th</w:t>
      </w:r>
      <w:r w:rsidRPr="004E2955">
        <w:t xml:space="preserve"> per year.</w:t>
      </w:r>
    </w:p>
    <w:p w14:paraId="0F961B17" w14:textId="77777777" w:rsidR="00317DA7" w:rsidRPr="004E2955" w:rsidRDefault="006643ED" w:rsidP="00073D26">
      <w:pPr>
        <w:pStyle w:val="SDMHead2"/>
      </w:pPr>
      <w:bookmarkStart w:id="14" w:name="_Toc357762171"/>
      <w:r w:rsidRPr="004E2955">
        <w:t>Entry into force</w:t>
      </w:r>
      <w:bookmarkEnd w:id="14"/>
    </w:p>
    <w:p w14:paraId="0C9A0A44" w14:textId="4ECE7871" w:rsidR="002F41B6" w:rsidRPr="004E2955" w:rsidRDefault="002F41B6" w:rsidP="009055E9">
      <w:pPr>
        <w:pStyle w:val="SDMPara"/>
        <w:rPr>
          <w:b/>
        </w:rPr>
      </w:pPr>
      <w:r w:rsidRPr="004E2955">
        <w:t>The date of entry into force is the date of the publication of the EB 7</w:t>
      </w:r>
      <w:r w:rsidR="004E2955" w:rsidRPr="004E2955">
        <w:t xml:space="preserve">3 meeting report on 31 May </w:t>
      </w:r>
      <w:r w:rsidRPr="004E2955">
        <w:t>201</w:t>
      </w:r>
      <w:r w:rsidR="00EC25CF" w:rsidRPr="004E2955">
        <w:t>3</w:t>
      </w:r>
      <w:r w:rsidRPr="004E2955">
        <w:t>.</w:t>
      </w:r>
    </w:p>
    <w:p w14:paraId="0C887C11" w14:textId="77777777" w:rsidR="00317DA7" w:rsidRPr="004E2955" w:rsidRDefault="00317DA7" w:rsidP="00073D26">
      <w:pPr>
        <w:pStyle w:val="SDMHead1"/>
      </w:pPr>
      <w:bookmarkStart w:id="15" w:name="_Toc357762172"/>
      <w:r w:rsidRPr="004E2955">
        <w:t>Normative references</w:t>
      </w:r>
      <w:bookmarkEnd w:id="15"/>
    </w:p>
    <w:p w14:paraId="6B0C55D7" w14:textId="77777777" w:rsidR="00A905D5" w:rsidRPr="004E2955" w:rsidRDefault="00A905D5" w:rsidP="00E4740E">
      <w:pPr>
        <w:pStyle w:val="SDMPara"/>
      </w:pPr>
      <w:r w:rsidRPr="004E2955">
        <w:t xml:space="preserve">Project participants shall apply the </w:t>
      </w:r>
      <w:r w:rsidR="000A5954" w:rsidRPr="004E2955">
        <w:t>“</w:t>
      </w:r>
      <w:r w:rsidRPr="004E2955">
        <w:t>General guidelines for SSC CDM methodologies</w:t>
      </w:r>
      <w:r w:rsidR="000A5954" w:rsidRPr="004E2955">
        <w:t>”</w:t>
      </w:r>
      <w:r w:rsidRPr="004E2955">
        <w:t xml:space="preserve">, </w:t>
      </w:r>
      <w:r w:rsidR="000A5954" w:rsidRPr="004E2955">
        <w:t>“</w:t>
      </w:r>
      <w:r w:rsidR="00E4740E" w:rsidRPr="004E2955">
        <w:t>Guidelines on the demonstration of additionality of small-scale project activities</w:t>
      </w:r>
      <w:r w:rsidR="000A5954" w:rsidRPr="004E2955">
        <w:t>”</w:t>
      </w:r>
      <w:r w:rsidR="00E4740E" w:rsidRPr="004E2955">
        <w:t xml:space="preserve"> (</w:t>
      </w:r>
      <w:r w:rsidR="00EE756A" w:rsidRPr="004E2955">
        <w:t xml:space="preserve">previously known as </w:t>
      </w:r>
      <w:r w:rsidR="00E4740E" w:rsidRPr="004E2955">
        <w:t>Attachment A of Appendix B)</w:t>
      </w:r>
      <w:r w:rsidRPr="004E2955">
        <w:t xml:space="preserve">, abbreviations and </w:t>
      </w:r>
      <w:r w:rsidR="000A5954" w:rsidRPr="004E2955">
        <w:t>“</w:t>
      </w:r>
      <w:r w:rsidR="00E4740E" w:rsidRPr="004E2955">
        <w:t xml:space="preserve">General </w:t>
      </w:r>
      <w:r w:rsidR="000A5954" w:rsidRPr="004E2955">
        <w:t>g</w:t>
      </w:r>
      <w:r w:rsidR="00E4740E" w:rsidRPr="004E2955">
        <w:t xml:space="preserve">uidance on </w:t>
      </w:r>
      <w:r w:rsidR="000A5954" w:rsidRPr="004E2955">
        <w:t>l</w:t>
      </w:r>
      <w:r w:rsidR="00E4740E" w:rsidRPr="004E2955">
        <w:t>eakage in biomass project activities</w:t>
      </w:r>
      <w:r w:rsidR="000A5954" w:rsidRPr="004E2955">
        <w:t xml:space="preserve">” </w:t>
      </w:r>
      <w:r w:rsidR="00E4740E" w:rsidRPr="004E2955">
        <w:t xml:space="preserve">, </w:t>
      </w:r>
      <w:r w:rsidR="000A5954" w:rsidRPr="004E2955">
        <w:t>provided at</w:t>
      </w:r>
      <w:r w:rsidR="000A5954" w:rsidRPr="004E2955">
        <w:br/>
      </w:r>
      <w:r w:rsidRPr="004E2955">
        <w:t xml:space="preserve">&lt;http://cdm.unfccc.int/methodologies/SSCmethodologies/approved.html&gt;.  </w:t>
      </w:r>
    </w:p>
    <w:p w14:paraId="62182929" w14:textId="3396AAEB" w:rsidR="007B7237" w:rsidRDefault="007B7237" w:rsidP="007B7237">
      <w:pPr>
        <w:pStyle w:val="SDMPara"/>
      </w:pPr>
      <w:r w:rsidRPr="004E2955">
        <w:t>This methodology also refers to the latest approved versions of the following</w:t>
      </w:r>
      <w:r w:rsidRPr="007B7237">
        <w:t xml:space="preserve"> tools:</w:t>
      </w:r>
    </w:p>
    <w:p w14:paraId="720D9D55" w14:textId="04AB4A9E" w:rsidR="007B7237" w:rsidRDefault="007B7237" w:rsidP="007B7237">
      <w:pPr>
        <w:pStyle w:val="SDMSubPara1"/>
      </w:pPr>
      <w:r>
        <w:t>“</w:t>
      </w:r>
      <w:r w:rsidRPr="00BF35CC">
        <w:t>Tool to calculate the emission factor for an electricity system</w:t>
      </w:r>
      <w:r>
        <w:t>”;</w:t>
      </w:r>
    </w:p>
    <w:p w14:paraId="1AECACBB" w14:textId="7F53CEE9" w:rsidR="007B7237" w:rsidRPr="00BF35CC" w:rsidRDefault="00EB711A" w:rsidP="007B7237">
      <w:pPr>
        <w:pStyle w:val="SDMSubPara1"/>
      </w:pPr>
      <w:r>
        <w:t>“</w:t>
      </w:r>
      <w:r w:rsidRPr="00914617">
        <w:t>Upstream leakage emissions associated with fossil fuel use</w:t>
      </w:r>
      <w:r>
        <w:t>”.</w:t>
      </w:r>
    </w:p>
    <w:p w14:paraId="534605C0" w14:textId="77777777" w:rsidR="00317DA7" w:rsidRPr="00425C30" w:rsidRDefault="00317DA7" w:rsidP="00A905D5">
      <w:pPr>
        <w:pStyle w:val="SDMHead1"/>
      </w:pPr>
      <w:bookmarkStart w:id="16" w:name="_Toc357762173"/>
      <w:r w:rsidRPr="00425C30">
        <w:t>Definitions</w:t>
      </w:r>
      <w:bookmarkEnd w:id="16"/>
    </w:p>
    <w:p w14:paraId="40577F46" w14:textId="77777777" w:rsidR="00317DA7" w:rsidRPr="00425C30" w:rsidRDefault="00317DA7" w:rsidP="00392A70">
      <w:pPr>
        <w:pStyle w:val="SDMPara"/>
      </w:pPr>
      <w:r w:rsidRPr="00425C30">
        <w:t xml:space="preserve">The definitions contained </w:t>
      </w:r>
      <w:r w:rsidRPr="00BF35CC">
        <w:t xml:space="preserve">in the </w:t>
      </w:r>
      <w:r w:rsidR="00941F88" w:rsidRPr="00BF35CC">
        <w:t>“</w:t>
      </w:r>
      <w:r w:rsidRPr="00BF35CC">
        <w:t>Glo</w:t>
      </w:r>
      <w:r w:rsidR="006643ED" w:rsidRPr="00BF35CC">
        <w:t>ssary of CDM terms</w:t>
      </w:r>
      <w:r w:rsidR="00941F88" w:rsidRPr="00BF35CC">
        <w:t>”</w:t>
      </w:r>
      <w:r w:rsidR="006643ED" w:rsidRPr="00BF35CC">
        <w:t xml:space="preserve"> shall</w:t>
      </w:r>
      <w:r w:rsidR="006643ED" w:rsidRPr="00425C30">
        <w:t xml:space="preserve"> apply.</w:t>
      </w:r>
    </w:p>
    <w:p w14:paraId="77BA892D" w14:textId="77777777" w:rsidR="00A905D5" w:rsidRDefault="00A905D5" w:rsidP="00C2064F">
      <w:pPr>
        <w:pStyle w:val="SDMHead1"/>
      </w:pPr>
      <w:bookmarkStart w:id="17" w:name="_Toc357762174"/>
      <w:r>
        <w:t>Baseline methodology</w:t>
      </w:r>
      <w:bookmarkEnd w:id="17"/>
    </w:p>
    <w:p w14:paraId="4A2D8101" w14:textId="77777777" w:rsidR="00AC436E" w:rsidRDefault="0002318A" w:rsidP="00A905D5">
      <w:pPr>
        <w:pStyle w:val="SDMHead2"/>
      </w:pPr>
      <w:bookmarkStart w:id="18" w:name="_Toc357762175"/>
      <w:r>
        <w:t>Project b</w:t>
      </w:r>
      <w:r w:rsidR="00C2064F" w:rsidRPr="00C2064F">
        <w:t>oundary</w:t>
      </w:r>
      <w:bookmarkEnd w:id="18"/>
    </w:p>
    <w:p w14:paraId="4EBACE5E" w14:textId="7E342C60" w:rsidR="00C2064F" w:rsidRDefault="00C2064F" w:rsidP="00C2064F">
      <w:pPr>
        <w:pStyle w:val="SDMPara"/>
      </w:pPr>
      <w:r>
        <w:t>The project boundary is the physical, geographical site of the building(s)</w:t>
      </w:r>
      <w:r w:rsidR="00846C0C">
        <w:t xml:space="preserve"> in which the installation of new equipment or products or the modifications of existing equipment or products are</w:t>
      </w:r>
      <w:r w:rsidR="00846C0C" w:rsidRPr="00A905D5">
        <w:t xml:space="preserve"> implemented</w:t>
      </w:r>
      <w:r>
        <w:t>.</w:t>
      </w:r>
    </w:p>
    <w:p w14:paraId="6F8BBF2B" w14:textId="77777777" w:rsidR="00C2064F" w:rsidRDefault="00C2064F" w:rsidP="00A905D5">
      <w:pPr>
        <w:pStyle w:val="SDMHead2"/>
      </w:pPr>
      <w:bookmarkStart w:id="19" w:name="_Toc357762176"/>
      <w:r>
        <w:t>Baseline</w:t>
      </w:r>
      <w:r w:rsidR="00A905D5">
        <w:t xml:space="preserve"> emissions</w:t>
      </w:r>
      <w:bookmarkEnd w:id="19"/>
    </w:p>
    <w:p w14:paraId="5F31B859" w14:textId="24B3FA1F" w:rsidR="00C2064F" w:rsidRDefault="00C2064F" w:rsidP="00C2064F">
      <w:pPr>
        <w:pStyle w:val="SDMPara"/>
      </w:pPr>
      <w:r>
        <w:t xml:space="preserve">Baseline emissions shall be determined while taking into </w:t>
      </w:r>
      <w:r w:rsidR="00136214">
        <w:t xml:space="preserve">account </w:t>
      </w:r>
      <w:r>
        <w:t xml:space="preserve">possible interactive effects among different </w:t>
      </w:r>
      <w:r w:rsidR="00BF35CC">
        <w:t>activities (e.g.</w:t>
      </w:r>
      <w:r w:rsidR="009805D4">
        <w:t xml:space="preserve"> installation of efficiency </w:t>
      </w:r>
      <w:r>
        <w:t>technologies/measures</w:t>
      </w:r>
      <w:r w:rsidR="009805D4">
        <w:t>)</w:t>
      </w:r>
      <w:r>
        <w:t xml:space="preserve"> undertaken </w:t>
      </w:r>
      <w:r w:rsidR="00C83D24">
        <w:t>either as part of</w:t>
      </w:r>
      <w:r>
        <w:t xml:space="preserve"> the project activities</w:t>
      </w:r>
      <w:r w:rsidR="00C83D24">
        <w:t xml:space="preserve"> or </w:t>
      </w:r>
      <w:r w:rsidR="00F36CF7">
        <w:t>any</w:t>
      </w:r>
      <w:r w:rsidR="00C83D24">
        <w:t xml:space="preserve"> </w:t>
      </w:r>
      <w:r w:rsidR="00F36CF7">
        <w:t xml:space="preserve">other </w:t>
      </w:r>
      <w:r w:rsidR="00C83D24">
        <w:t>activities</w:t>
      </w:r>
      <w:r w:rsidR="00F36CF7">
        <w:t xml:space="preserve"> (CDM or non-CDM projects)</w:t>
      </w:r>
      <w:r w:rsidR="00C83D24">
        <w:t xml:space="preserve"> within the project boundary.</w:t>
      </w:r>
      <w:r>
        <w:t xml:space="preserve"> </w:t>
      </w:r>
      <w:r w:rsidR="00C83D24">
        <w:t>T</w:t>
      </w:r>
      <w:r>
        <w:t xml:space="preserve">he principle for considering interactive effect </w:t>
      </w:r>
      <w:r w:rsidR="00BF35CC">
        <w:t>provided in the “</w:t>
      </w:r>
      <w:r w:rsidRPr="00BF35CC">
        <w:t>Guidelines for the consideration of interactive effects for the application of multiple CDM methodologies for a programme of activities</w:t>
      </w:r>
      <w:r w:rsidR="00BF35CC">
        <w:t>”</w:t>
      </w:r>
      <w:r w:rsidRPr="00BF35CC">
        <w:t xml:space="preserve"> may be followed</w:t>
      </w:r>
      <w:r>
        <w:t xml:space="preserve">. </w:t>
      </w:r>
      <w:r w:rsidR="002C602C">
        <w:t>This may require differen</w:t>
      </w:r>
      <w:r w:rsidR="00F36CF7">
        <w:t>ti</w:t>
      </w:r>
      <w:r w:rsidR="005F68FA">
        <w:t xml:space="preserve">ating the energy consumption of </w:t>
      </w:r>
      <w:r w:rsidR="002C602C">
        <w:t xml:space="preserve">project and non-project </w:t>
      </w:r>
      <w:r w:rsidR="005F68FA">
        <w:t xml:space="preserve">impacted </w:t>
      </w:r>
      <w:r w:rsidR="002C602C">
        <w:t>equipment within the project boundary.</w:t>
      </w:r>
      <w:r w:rsidR="00AB6CE3">
        <w:t xml:space="preserve"> </w:t>
      </w:r>
    </w:p>
    <w:p w14:paraId="117A258C" w14:textId="77777777" w:rsidR="00C2064F" w:rsidRDefault="00C2064F" w:rsidP="00C2064F">
      <w:pPr>
        <w:pStyle w:val="SDMPara"/>
      </w:pPr>
      <w:r>
        <w:t>One of the following options may be used for determining the baseline energy consumption:</w:t>
      </w:r>
    </w:p>
    <w:p w14:paraId="15FF1EF7" w14:textId="6795C5B4" w:rsidR="00C2064F" w:rsidRDefault="00C2064F" w:rsidP="00C2064F">
      <w:pPr>
        <w:pStyle w:val="SDMSubPara1"/>
      </w:pPr>
      <w:r>
        <w:t xml:space="preserve">Use of a </w:t>
      </w:r>
      <w:r w:rsidRPr="00781F02">
        <w:rPr>
          <w:b/>
        </w:rPr>
        <w:t xml:space="preserve">"Baseline Measurement </w:t>
      </w:r>
      <w:r w:rsidR="004535F2">
        <w:rPr>
          <w:b/>
        </w:rPr>
        <w:t>Survey</w:t>
      </w:r>
      <w:r w:rsidRPr="00781F02">
        <w:rPr>
          <w:b/>
        </w:rPr>
        <w:t>"</w:t>
      </w:r>
      <w:r>
        <w:t xml:space="preserve"> carried out prior to or in parallel with the implementation of the project activity. In doing so, the </w:t>
      </w:r>
      <w:r w:rsidR="004535F2">
        <w:t>survey</w:t>
      </w:r>
      <w:r w:rsidR="00703395">
        <w:t xml:space="preserve"> shall</w:t>
      </w:r>
      <w:r>
        <w:t xml:space="preserve"> include direct measurements and recording of the energy use within the project boundary. In addition, the baseline measurement </w:t>
      </w:r>
      <w:r w:rsidR="004535F2">
        <w:t xml:space="preserve">survey </w:t>
      </w:r>
      <w:r w:rsidR="00703395">
        <w:t>shall</w:t>
      </w:r>
      <w:r>
        <w:t xml:space="preserve"> provide sufficient information, such that the </w:t>
      </w:r>
      <w:r w:rsidR="004535F2">
        <w:t xml:space="preserve">energy and emission </w:t>
      </w:r>
      <w:r>
        <w:t>impact</w:t>
      </w:r>
      <w:r w:rsidR="004535F2">
        <w:t>s</w:t>
      </w:r>
      <w:r>
        <w:t xml:space="preserve"> of the measures implemented by the project activity can be clearly distinguished from changes in energy use</w:t>
      </w:r>
      <w:r w:rsidR="004535F2">
        <w:t xml:space="preserve"> and emissions</w:t>
      </w:r>
      <w:r>
        <w:t xml:space="preserve">, due to other variables not influenced by the project activity (signal to noise). For example, in case of a project activity distributing energy efficient </w:t>
      </w:r>
      <w:r w:rsidR="004535F2">
        <w:t xml:space="preserve">systems </w:t>
      </w:r>
      <w:r>
        <w:t>for spacing heating (with or without cooking) in rural households,</w:t>
      </w:r>
      <w:r w:rsidR="00A80845">
        <w:t xml:space="preserve"> </w:t>
      </w:r>
      <w:r>
        <w:t xml:space="preserve">a baseline measurement </w:t>
      </w:r>
      <w:r w:rsidR="00F36CF7">
        <w:t>survey</w:t>
      </w:r>
      <w:r>
        <w:t xml:space="preserve"> should consist of:</w:t>
      </w:r>
    </w:p>
    <w:p w14:paraId="7753988F" w14:textId="0B192855" w:rsidR="00C2064F" w:rsidRDefault="00C2064F" w:rsidP="00C2064F">
      <w:pPr>
        <w:pStyle w:val="SDMSubPara2"/>
      </w:pPr>
      <w:r>
        <w:t xml:space="preserve">Measuring energy use of the baseline </w:t>
      </w:r>
      <w:r w:rsidR="004535F2">
        <w:t xml:space="preserve">heating equipment </w:t>
      </w:r>
      <w:r>
        <w:t xml:space="preserve">(e.g. fossil fuel and biomass, renewable and non-renewable); </w:t>
      </w:r>
      <w:r w:rsidR="005A385A">
        <w:t>and</w:t>
      </w:r>
    </w:p>
    <w:p w14:paraId="5D1093F1" w14:textId="3EEAF258" w:rsidR="00C2064F" w:rsidRDefault="00C2064F" w:rsidP="00C2064F">
      <w:pPr>
        <w:pStyle w:val="SDMSubPara2"/>
      </w:pPr>
      <w:r>
        <w:t>Measuring independent variables that determine energy use, such as ambient temperatures and occupancy</w:t>
      </w:r>
      <w:r w:rsidR="00BF35CC">
        <w:t>;</w:t>
      </w:r>
    </w:p>
    <w:p w14:paraId="60087744" w14:textId="45AE28AC" w:rsidR="00C2064F" w:rsidRPr="00CA5D45" w:rsidRDefault="00C2064F" w:rsidP="00DD6AF3">
      <w:pPr>
        <w:pStyle w:val="SDMSubPara2"/>
        <w:numPr>
          <w:ilvl w:val="0"/>
          <w:numId w:val="0"/>
        </w:numPr>
        <w:ind w:left="1418"/>
      </w:pPr>
      <w:r>
        <w:t>Measuring the energy use and independent variables</w:t>
      </w:r>
      <w:r w:rsidR="00497D72">
        <w:t xml:space="preserve"> shall be done for</w:t>
      </w:r>
      <w:r>
        <w:t xml:space="preserve">: (a) for a period of time sufficient to </w:t>
      </w:r>
      <w:r w:rsidRPr="00CA5D45">
        <w:t>capture the range of independent variables expected to be encountered during the crediting period, which may require measurement during multiple seasons; and (b) f</w:t>
      </w:r>
      <w:r w:rsidR="00703395" w:rsidRPr="00CA5D45">
        <w:t>rom</w:t>
      </w:r>
      <w:r w:rsidRPr="00CA5D45">
        <w:t xml:space="preserve"> a census or randomly selected sample of</w:t>
      </w:r>
      <w:r w:rsidR="00A80845" w:rsidRPr="00CA5D45">
        <w:t xml:space="preserve"> </w:t>
      </w:r>
      <w:r w:rsidRPr="00CA5D45">
        <w:t xml:space="preserve">representative residences (either participating in the program or eligible for participating in the program) in compliance with the </w:t>
      </w:r>
      <w:r w:rsidR="00A905D5" w:rsidRPr="00CA5D45">
        <w:t>“</w:t>
      </w:r>
      <w:r w:rsidRPr="00CA5D45">
        <w:t xml:space="preserve">Standard </w:t>
      </w:r>
      <w:r w:rsidR="00A905D5" w:rsidRPr="00CA5D45">
        <w:t>f</w:t>
      </w:r>
      <w:r w:rsidRPr="00CA5D45">
        <w:t xml:space="preserve">or </w:t>
      </w:r>
      <w:r w:rsidR="00A905D5" w:rsidRPr="00CA5D45">
        <w:t>s</w:t>
      </w:r>
      <w:r w:rsidRPr="00CA5D45">
        <w:t xml:space="preserve">ampling </w:t>
      </w:r>
      <w:r w:rsidR="00A905D5" w:rsidRPr="00CA5D45">
        <w:t>a</w:t>
      </w:r>
      <w:r w:rsidRPr="00CA5D45">
        <w:t xml:space="preserve">nd </w:t>
      </w:r>
      <w:r w:rsidR="00A905D5" w:rsidRPr="00CA5D45">
        <w:t>s</w:t>
      </w:r>
      <w:r w:rsidRPr="00CA5D45">
        <w:t xml:space="preserve">urveys </w:t>
      </w:r>
      <w:r w:rsidR="00A905D5" w:rsidRPr="00CA5D45">
        <w:t>f</w:t>
      </w:r>
      <w:r w:rsidRPr="00CA5D45">
        <w:t xml:space="preserve">or CDM </w:t>
      </w:r>
      <w:r w:rsidR="00A905D5" w:rsidRPr="00CA5D45">
        <w:t>p</w:t>
      </w:r>
      <w:r w:rsidRPr="00CA5D45">
        <w:t xml:space="preserve">roject </w:t>
      </w:r>
      <w:r w:rsidR="00A905D5" w:rsidRPr="00CA5D45">
        <w:t>a</w:t>
      </w:r>
      <w:r w:rsidRPr="00CA5D45">
        <w:t xml:space="preserve">ctivities </w:t>
      </w:r>
      <w:r w:rsidR="00A905D5" w:rsidRPr="00CA5D45">
        <w:t>a</w:t>
      </w:r>
      <w:r w:rsidRPr="00CA5D45">
        <w:t xml:space="preserve">nd </w:t>
      </w:r>
      <w:r w:rsidR="00A905D5" w:rsidRPr="00CA5D45">
        <w:t>p</w:t>
      </w:r>
      <w:r w:rsidRPr="00CA5D45">
        <w:t xml:space="preserve">rogramme </w:t>
      </w:r>
      <w:r w:rsidR="00A905D5" w:rsidRPr="00CA5D45">
        <w:t>o</w:t>
      </w:r>
      <w:r w:rsidRPr="00CA5D45">
        <w:t xml:space="preserve">f </w:t>
      </w:r>
      <w:r w:rsidR="00A905D5" w:rsidRPr="00CA5D45">
        <w:t>a</w:t>
      </w:r>
      <w:r w:rsidRPr="00CA5D45">
        <w:t>ctivities</w:t>
      </w:r>
      <w:r w:rsidR="00A905D5" w:rsidRPr="00CA5D45">
        <w:t>”.</w:t>
      </w:r>
    </w:p>
    <w:p w14:paraId="3FD44910" w14:textId="77777777" w:rsidR="000A5954" w:rsidRDefault="000A5954" w:rsidP="000A5954">
      <w:pPr>
        <w:ind w:firstLine="1985"/>
      </w:pPr>
    </w:p>
    <w:p w14:paraId="4E03D117" w14:textId="7A614825" w:rsidR="00C2064F" w:rsidRDefault="00C2064F" w:rsidP="00DD6AF3">
      <w:pPr>
        <w:ind w:left="1418"/>
      </w:pPr>
      <w:r>
        <w:t>The energy use data and the independent variable data</w:t>
      </w:r>
      <w:r w:rsidR="00745D94">
        <w:t>, obtained from the</w:t>
      </w:r>
      <w:r>
        <w:t xml:space="preserve"> </w:t>
      </w:r>
      <w:r w:rsidR="00745D94">
        <w:t xml:space="preserve">baseline measurement survey, </w:t>
      </w:r>
      <w:r>
        <w:t xml:space="preserve">are used to define a relationship between baseline energy use/emissions and the independent variables, </w:t>
      </w:r>
      <w:r w:rsidR="00A905D5">
        <w:t>for example</w:t>
      </w:r>
      <w:r>
        <w:t xml:space="preserve"> </w:t>
      </w:r>
      <w:r w:rsidR="001A4E9F">
        <w:t xml:space="preserve">by using </w:t>
      </w:r>
      <w:r>
        <w:t xml:space="preserve">regression analysis to determine an </w:t>
      </w:r>
      <w:r w:rsidR="001A4E9F">
        <w:t xml:space="preserve">appropriate </w:t>
      </w:r>
      <w:r>
        <w:t xml:space="preserve">equation. During the crediting period, the same independent variables are monitored and used for calculating the baseline energy use/emissions for the values of the independent variables experienced during the crediting period. If, during the crediting period, conditions are such that the value(s) of the independent variables fall outside of the range of value(s) encountered during the baseline </w:t>
      </w:r>
      <w:r w:rsidR="00F36CF7">
        <w:t>survey</w:t>
      </w:r>
      <w:r>
        <w:t xml:space="preserve">, then either: (a) additional analysis is required to conservatively demonstrate that the relationship between baseline energy use/emissions and the independent variables (as defined using data collected during the baseline </w:t>
      </w:r>
      <w:r w:rsidR="00F36CF7">
        <w:t>survey</w:t>
      </w:r>
      <w:r>
        <w:t xml:space="preserve">) is still valid; or (b) </w:t>
      </w:r>
      <w:r w:rsidR="005F68FA">
        <w:t xml:space="preserve">the baseline is determined using the option </w:t>
      </w:r>
      <w:r w:rsidR="00497D72">
        <w:t xml:space="preserve">defined in paragraph </w:t>
      </w:r>
      <w:r w:rsidR="00C31A3C" w:rsidRPr="00FF60F4">
        <w:t>17</w:t>
      </w:r>
      <w:r w:rsidR="00497D72" w:rsidRPr="00FF60F4">
        <w:t>(b)</w:t>
      </w:r>
      <w:r w:rsidR="00497D72">
        <w:t xml:space="preserve"> for “Use of a treatment group versus a control group survey”</w:t>
      </w:r>
      <w:r>
        <w:t xml:space="preserve">; or (c) emissions reductions cannot be claimed during periods of time when the value(s) of the independent variables </w:t>
      </w:r>
      <w:r w:rsidR="005F68FA">
        <w:t>are</w:t>
      </w:r>
      <w:r>
        <w:t xml:space="preserve"> outside of the range of value(s) encountered during the baseline </w:t>
      </w:r>
      <w:r w:rsidR="00F36CF7">
        <w:t>survey</w:t>
      </w:r>
      <w:r w:rsidR="00BF35CC">
        <w:t>;</w:t>
      </w:r>
    </w:p>
    <w:p w14:paraId="037936E0" w14:textId="4B275701" w:rsidR="00C2064F" w:rsidRPr="00FF60F4" w:rsidRDefault="00C2064F" w:rsidP="00C2064F">
      <w:pPr>
        <w:pStyle w:val="SDMSubPara1"/>
      </w:pPr>
      <w:r w:rsidRPr="00FF60F4">
        <w:rPr>
          <w:rFonts w:cs="Times New Roman"/>
          <w:szCs w:val="20"/>
        </w:rPr>
        <w:t>Use of a</w:t>
      </w:r>
      <w:r w:rsidRPr="00FF60F4">
        <w:t xml:space="preserve"> </w:t>
      </w:r>
      <w:r w:rsidR="00703395" w:rsidRPr="00FF60F4">
        <w:rPr>
          <w:b/>
        </w:rPr>
        <w:t>“T</w:t>
      </w:r>
      <w:r w:rsidRPr="00FF60F4">
        <w:rPr>
          <w:b/>
        </w:rPr>
        <w:t xml:space="preserve">reatment </w:t>
      </w:r>
      <w:r w:rsidR="00703395" w:rsidRPr="00FF60F4">
        <w:rPr>
          <w:b/>
        </w:rPr>
        <w:t>G</w:t>
      </w:r>
      <w:r w:rsidRPr="00FF60F4">
        <w:rPr>
          <w:b/>
        </w:rPr>
        <w:t xml:space="preserve">roup </w:t>
      </w:r>
      <w:r w:rsidR="00703395" w:rsidRPr="00FF60F4">
        <w:rPr>
          <w:b/>
        </w:rPr>
        <w:t>V</w:t>
      </w:r>
      <w:r w:rsidRPr="00FF60F4">
        <w:rPr>
          <w:b/>
        </w:rPr>
        <w:t xml:space="preserve">ersus </w:t>
      </w:r>
      <w:r w:rsidR="00703395" w:rsidRPr="00FF60F4">
        <w:rPr>
          <w:b/>
        </w:rPr>
        <w:t>C</w:t>
      </w:r>
      <w:r w:rsidRPr="00FF60F4">
        <w:rPr>
          <w:b/>
        </w:rPr>
        <w:t xml:space="preserve">ontrol </w:t>
      </w:r>
      <w:r w:rsidR="00703395" w:rsidRPr="00FF60F4">
        <w:rPr>
          <w:b/>
        </w:rPr>
        <w:t>G</w:t>
      </w:r>
      <w:r w:rsidRPr="00FF60F4">
        <w:rPr>
          <w:b/>
        </w:rPr>
        <w:t xml:space="preserve">roup </w:t>
      </w:r>
      <w:r w:rsidR="00703395" w:rsidRPr="00FF60F4">
        <w:rPr>
          <w:b/>
        </w:rPr>
        <w:t>S</w:t>
      </w:r>
      <w:r w:rsidR="00A905D5" w:rsidRPr="00FF60F4">
        <w:rPr>
          <w:b/>
        </w:rPr>
        <w:t>tudy</w:t>
      </w:r>
      <w:r w:rsidR="00703395" w:rsidRPr="00FF60F4">
        <w:rPr>
          <w:b/>
        </w:rPr>
        <w:t>”</w:t>
      </w:r>
    </w:p>
    <w:p w14:paraId="5C3AE8D8" w14:textId="77777777" w:rsidR="00C2064F" w:rsidRDefault="00C2064F" w:rsidP="000A5954">
      <w:pPr>
        <w:spacing w:before="180"/>
        <w:ind w:firstLine="1418"/>
      </w:pPr>
      <w:r>
        <w:t>The following terms are introduced for the purpose of this option:</w:t>
      </w:r>
    </w:p>
    <w:p w14:paraId="5B038C85" w14:textId="3F41B115" w:rsidR="00C2064F" w:rsidRDefault="00C2064F" w:rsidP="00781F02">
      <w:pPr>
        <w:pStyle w:val="SDMSubPara2"/>
      </w:pPr>
      <w:r w:rsidRPr="00781F02">
        <w:rPr>
          <w:b/>
        </w:rPr>
        <w:t>Random assignment</w:t>
      </w:r>
      <w:r>
        <w:t xml:space="preserve"> </w:t>
      </w:r>
      <w:r w:rsidR="004379FE">
        <w:t xml:space="preserve">- </w:t>
      </w:r>
      <w:r w:rsidR="000A5954">
        <w:t>e</w:t>
      </w:r>
      <w:r>
        <w:t xml:space="preserve">ach </w:t>
      </w:r>
      <w:r w:rsidR="005F68FA">
        <w:t xml:space="preserve">residence </w:t>
      </w:r>
      <w:r>
        <w:t xml:space="preserve">in the population </w:t>
      </w:r>
      <w:r w:rsidR="00541BFE">
        <w:t>of project eligible residences i</w:t>
      </w:r>
      <w:r>
        <w:t xml:space="preserve">s randomly assigned to either the control group or the treatment group based on a random probability, as opposed to being assigned to one group or the other based on some characteristic of the </w:t>
      </w:r>
      <w:r w:rsidR="005F68FA">
        <w:t xml:space="preserve">residence </w:t>
      </w:r>
      <w:r>
        <w:t>(e.g. location, energy use, or willingness to sign up for the program). Random assignment creates a control group that is statistically identical to the subject treatment group, in both observable and unobservable characteristics, such that any difference in outcomes between the two groups can be attributed to the treatment with a high degree of validity (i.e. that the savings estimates are unbia</w:t>
      </w:r>
      <w:r w:rsidR="00A905D5">
        <w:t>sed and precise);</w:t>
      </w:r>
    </w:p>
    <w:p w14:paraId="3232B34B" w14:textId="28937A85" w:rsidR="00C2064F" w:rsidRDefault="00C2064F" w:rsidP="004379FE">
      <w:pPr>
        <w:pStyle w:val="SDMSubPara2"/>
      </w:pPr>
      <w:r w:rsidRPr="004379FE">
        <w:rPr>
          <w:b/>
        </w:rPr>
        <w:t>Control group</w:t>
      </w:r>
      <w:r>
        <w:t xml:space="preserve"> </w:t>
      </w:r>
      <w:r w:rsidR="004379FE">
        <w:t>- t</w:t>
      </w:r>
      <w:r>
        <w:t xml:space="preserve">he group of </w:t>
      </w:r>
      <w:r w:rsidR="005F68FA">
        <w:t xml:space="preserve">residences </w:t>
      </w:r>
      <w:r>
        <w:t xml:space="preserve">that are assigned not to receive the </w:t>
      </w:r>
      <w:r w:rsidR="005F68FA">
        <w:t xml:space="preserve">project efficiency </w:t>
      </w:r>
      <w:r w:rsidR="00541BFE">
        <w:t>activities (i.e. the treatment)</w:t>
      </w:r>
      <w:r>
        <w:t xml:space="preserve">. The treatment group is compared to this group. Depending on the study design, </w:t>
      </w:r>
      <w:r w:rsidR="005F68FA">
        <w:t>residence</w:t>
      </w:r>
      <w:r>
        <w:t xml:space="preserve">s in the control group may be denied </w:t>
      </w:r>
      <w:r w:rsidR="005F68FA">
        <w:t>participation in the project efficiency activities</w:t>
      </w:r>
      <w:r>
        <w:t>; may receive the treatment after a specified delay period; or may be allowed to rece</w:t>
      </w:r>
      <w:r w:rsidR="00A905D5">
        <w:t>ive the treatment if requested;</w:t>
      </w:r>
    </w:p>
    <w:p w14:paraId="5E150A14" w14:textId="14D355DD" w:rsidR="00C2064F" w:rsidRDefault="00C2064F" w:rsidP="004379FE">
      <w:pPr>
        <w:pStyle w:val="SDMSubPara2"/>
      </w:pPr>
      <w:r w:rsidRPr="004379FE">
        <w:rPr>
          <w:b/>
        </w:rPr>
        <w:t>Treatment group</w:t>
      </w:r>
      <w:r w:rsidR="004379FE">
        <w:t xml:space="preserve"> -</w:t>
      </w:r>
      <w:r>
        <w:t xml:space="preserve"> </w:t>
      </w:r>
      <w:r w:rsidR="004379FE">
        <w:t>t</w:t>
      </w:r>
      <w:r>
        <w:t xml:space="preserve">he group of program participant </w:t>
      </w:r>
      <w:r w:rsidR="005F68FA">
        <w:t>residence</w:t>
      </w:r>
      <w:r>
        <w:t xml:space="preserve">s that are assigned to receive the </w:t>
      </w:r>
      <w:r w:rsidR="00541BFE">
        <w:t>treatment</w:t>
      </w:r>
      <w:r>
        <w:t>.</w:t>
      </w:r>
    </w:p>
    <w:p w14:paraId="58553F45" w14:textId="77777777" w:rsidR="00FF60F4" w:rsidRDefault="00FF60F4" w:rsidP="000A5954">
      <w:pPr>
        <w:ind w:left="1418"/>
      </w:pPr>
    </w:p>
    <w:p w14:paraId="2898F958" w14:textId="486C8213" w:rsidR="00C2064F" w:rsidRDefault="00C2064F" w:rsidP="000A5954">
      <w:pPr>
        <w:ind w:left="1418"/>
      </w:pPr>
      <w:r>
        <w:t xml:space="preserve">Under this option, throughout the crediting period, energy used (for each fuel type) </w:t>
      </w:r>
      <w:r w:rsidR="00703395" w:rsidRPr="00703395">
        <w:t>by the system(s) affected by the project activities</w:t>
      </w:r>
      <w:r w:rsidR="00703395" w:rsidRPr="00703395" w:rsidDel="00703395">
        <w:t xml:space="preserve"> </w:t>
      </w:r>
      <w:r w:rsidR="0002318A">
        <w:t>(e.g.</w:t>
      </w:r>
      <w:r>
        <w:t xml:space="preserve"> stoves/heaters) is </w:t>
      </w:r>
      <w:r w:rsidRPr="00BF35CC">
        <w:t xml:space="preserve">measured </w:t>
      </w:r>
      <w:r w:rsidR="00745D94" w:rsidRPr="00BF35CC">
        <w:t>using</w:t>
      </w:r>
      <w:r w:rsidRPr="00BF35CC">
        <w:t xml:space="preserve"> a census or representative sample (in compliance with the </w:t>
      </w:r>
      <w:r w:rsidR="0002318A" w:rsidRPr="00BF35CC">
        <w:t>“</w:t>
      </w:r>
      <w:r w:rsidRPr="00BF35CC">
        <w:t xml:space="preserve">Standard </w:t>
      </w:r>
      <w:r w:rsidR="0002318A" w:rsidRPr="00BF35CC">
        <w:t>f</w:t>
      </w:r>
      <w:r w:rsidRPr="00BF35CC">
        <w:t xml:space="preserve">or </w:t>
      </w:r>
      <w:r w:rsidR="0002318A" w:rsidRPr="00BF35CC">
        <w:t>s</w:t>
      </w:r>
      <w:r w:rsidRPr="00BF35CC">
        <w:t xml:space="preserve">ampling </w:t>
      </w:r>
      <w:r w:rsidR="0002318A" w:rsidRPr="00BF35CC">
        <w:t>a</w:t>
      </w:r>
      <w:r w:rsidRPr="00BF35CC">
        <w:t xml:space="preserve">nd </w:t>
      </w:r>
      <w:r w:rsidR="0002318A" w:rsidRPr="00BF35CC">
        <w:t>s</w:t>
      </w:r>
      <w:r w:rsidRPr="00BF35CC">
        <w:t xml:space="preserve">urveys </w:t>
      </w:r>
      <w:r w:rsidR="0002318A" w:rsidRPr="00BF35CC">
        <w:t>f</w:t>
      </w:r>
      <w:r w:rsidRPr="00BF35CC">
        <w:t xml:space="preserve">or CDM </w:t>
      </w:r>
      <w:r w:rsidR="0002318A" w:rsidRPr="00BF35CC">
        <w:t>p</w:t>
      </w:r>
      <w:r w:rsidRPr="00BF35CC">
        <w:t xml:space="preserve">roject </w:t>
      </w:r>
      <w:r w:rsidR="0002318A" w:rsidRPr="00BF35CC">
        <w:t>a</w:t>
      </w:r>
      <w:r w:rsidRPr="00BF35CC">
        <w:t xml:space="preserve">ctivities </w:t>
      </w:r>
      <w:r w:rsidR="0002318A" w:rsidRPr="00BF35CC">
        <w:t>a</w:t>
      </w:r>
      <w:r w:rsidRPr="00BF35CC">
        <w:t xml:space="preserve">nd </w:t>
      </w:r>
      <w:r w:rsidR="0002318A" w:rsidRPr="00BF35CC">
        <w:t>p</w:t>
      </w:r>
      <w:r w:rsidRPr="00BF35CC">
        <w:t xml:space="preserve">rogramme </w:t>
      </w:r>
      <w:r w:rsidR="0002318A" w:rsidRPr="00BF35CC">
        <w:t>o</w:t>
      </w:r>
      <w:r w:rsidRPr="00BF35CC">
        <w:t xml:space="preserve">f </w:t>
      </w:r>
      <w:r w:rsidR="0002318A" w:rsidRPr="00BF35CC">
        <w:t>a</w:t>
      </w:r>
      <w:r w:rsidRPr="00BF35CC">
        <w:t>ctivities</w:t>
      </w:r>
      <w:r w:rsidR="0002318A" w:rsidRPr="00BF35CC">
        <w:t>”</w:t>
      </w:r>
      <w:r w:rsidRPr="00BF35CC">
        <w:t>)</w:t>
      </w:r>
      <w:r>
        <w:t xml:space="preserve"> of the residences participating in the project (treatment group) and compared with energy use (for each fuel type) of a control group of non-participating residences (control group). The difference in energy use between the participating residences and the control group residences is used to determine energy savings and emission reductions. Appropriate statistical analysis shall be conducted on the obtained data, based on the study design chosen, in order to achieve unbiased, reliable and conservative estimates of energy </w:t>
      </w:r>
      <w:r w:rsidR="00BF35CC">
        <w:t>savings and emission reductions;</w:t>
      </w:r>
    </w:p>
    <w:p w14:paraId="0FA25BE5" w14:textId="72BE5EA9" w:rsidR="001157EF" w:rsidRPr="00FF60F4" w:rsidRDefault="001157EF" w:rsidP="001157EF">
      <w:pPr>
        <w:pStyle w:val="SDMSubPara1"/>
      </w:pPr>
      <w:r w:rsidRPr="00FF60F4">
        <w:rPr>
          <w:rFonts w:cs="Times New Roman"/>
          <w:szCs w:val="20"/>
        </w:rPr>
        <w:t>Use of</w:t>
      </w:r>
      <w:r w:rsidRPr="00FF60F4">
        <w:t xml:space="preserve"> </w:t>
      </w:r>
      <w:r w:rsidR="00703395" w:rsidRPr="00FF60F4">
        <w:rPr>
          <w:b/>
        </w:rPr>
        <w:t>“E</w:t>
      </w:r>
      <w:r w:rsidRPr="00FF60F4">
        <w:rPr>
          <w:b/>
        </w:rPr>
        <w:t>xisting</w:t>
      </w:r>
      <w:r w:rsidR="007D36DD" w:rsidRPr="00FF60F4">
        <w:rPr>
          <w:b/>
        </w:rPr>
        <w:t xml:space="preserve"> </w:t>
      </w:r>
      <w:r w:rsidR="00703395" w:rsidRPr="00FF60F4">
        <w:rPr>
          <w:b/>
        </w:rPr>
        <w:t>D</w:t>
      </w:r>
      <w:r w:rsidR="007D36DD" w:rsidRPr="00FF60F4">
        <w:rPr>
          <w:b/>
        </w:rPr>
        <w:t xml:space="preserve">ata </w:t>
      </w:r>
      <w:r w:rsidR="00703395" w:rsidRPr="00FF60F4">
        <w:rPr>
          <w:b/>
        </w:rPr>
        <w:t>F</w:t>
      </w:r>
      <w:r w:rsidR="007D36DD" w:rsidRPr="00FF60F4">
        <w:rPr>
          <w:b/>
        </w:rPr>
        <w:t xml:space="preserve">rom </w:t>
      </w:r>
      <w:r w:rsidR="00703395" w:rsidRPr="00FF60F4">
        <w:rPr>
          <w:b/>
        </w:rPr>
        <w:t>R</w:t>
      </w:r>
      <w:r w:rsidR="007D36DD" w:rsidRPr="00FF60F4">
        <w:rPr>
          <w:b/>
        </w:rPr>
        <w:t xml:space="preserve">egistered CDM </w:t>
      </w:r>
      <w:r w:rsidR="00626BA3" w:rsidRPr="00FF60F4">
        <w:rPr>
          <w:b/>
        </w:rPr>
        <w:t>P</w:t>
      </w:r>
      <w:r w:rsidR="007D36DD" w:rsidRPr="00FF60F4">
        <w:rPr>
          <w:b/>
        </w:rPr>
        <w:t>rojects</w:t>
      </w:r>
      <w:r w:rsidR="00703395" w:rsidRPr="00FF60F4">
        <w:rPr>
          <w:b/>
        </w:rPr>
        <w:t>”</w:t>
      </w:r>
      <w:r w:rsidR="00FD55DA" w:rsidRPr="00FF60F4">
        <w:t xml:space="preserve"> </w:t>
      </w:r>
    </w:p>
    <w:p w14:paraId="5D9B14E4" w14:textId="798C9F26" w:rsidR="00B56246" w:rsidRDefault="00FD55DA" w:rsidP="00DD6AF3">
      <w:pPr>
        <w:pStyle w:val="SDMSubPara1"/>
        <w:numPr>
          <w:ilvl w:val="0"/>
          <w:numId w:val="0"/>
        </w:numPr>
        <w:ind w:left="1418"/>
      </w:pPr>
      <w:r>
        <w:t xml:space="preserve">This option is only applicable when </w:t>
      </w:r>
      <w:r w:rsidR="00A1224F">
        <w:t xml:space="preserve">a suppressed demand scenario exists per the </w:t>
      </w:r>
      <w:r w:rsidR="00A1224F" w:rsidRPr="0073711F">
        <w:t xml:space="preserve">requirements of </w:t>
      </w:r>
      <w:r w:rsidR="001E343B" w:rsidRPr="00FF60F4">
        <w:t xml:space="preserve">paragraph </w:t>
      </w:r>
      <w:r w:rsidR="00C31A3C" w:rsidRPr="00FF60F4">
        <w:t>19</w:t>
      </w:r>
      <w:r w:rsidR="001E343B" w:rsidRPr="0073711F">
        <w:t xml:space="preserve"> of this methodology</w:t>
      </w:r>
      <w:r w:rsidRPr="0073711F">
        <w:t>. In such a case, credible data source</w:t>
      </w:r>
      <w:r w:rsidR="00721222" w:rsidRPr="0073711F">
        <w:t>s</w:t>
      </w:r>
      <w:r w:rsidRPr="0073711F">
        <w:t xml:space="preserve"> that depict the energy consumption level in the baseline</w:t>
      </w:r>
      <w:r w:rsidR="00E824EE" w:rsidRPr="0073711F">
        <w:t xml:space="preserve"> </w:t>
      </w:r>
      <w:r w:rsidR="00FF4BA6" w:rsidRPr="0073711F">
        <w:t>scenario could</w:t>
      </w:r>
      <w:r w:rsidRPr="0073711F">
        <w:t xml:space="preserve"> be used</w:t>
      </w:r>
      <w:r w:rsidR="002B1364" w:rsidRPr="0073711F">
        <w:t>.</w:t>
      </w:r>
      <w:r w:rsidRPr="0073711F">
        <w:t xml:space="preserve"> </w:t>
      </w:r>
      <w:r w:rsidR="002B1364" w:rsidRPr="0073711F">
        <w:t>T</w:t>
      </w:r>
      <w:r w:rsidRPr="0073711F">
        <w:t>hese data source</w:t>
      </w:r>
      <w:r w:rsidR="002B1364" w:rsidRPr="0073711F">
        <w:t>s</w:t>
      </w:r>
      <w:r w:rsidRPr="0073711F">
        <w:t xml:space="preserve"> include</w:t>
      </w:r>
      <w:r w:rsidR="002B1364" w:rsidRPr="0073711F">
        <w:t xml:space="preserve"> </w:t>
      </w:r>
      <w:r w:rsidR="007D36DD" w:rsidRPr="0073711F">
        <w:t>d</w:t>
      </w:r>
      <w:r w:rsidRPr="0073711F">
        <w:t>ata</w:t>
      </w:r>
      <w:r w:rsidR="00E824EE" w:rsidRPr="0073711F">
        <w:t xml:space="preserve"> </w:t>
      </w:r>
      <w:r w:rsidRPr="0073711F">
        <w:t>produced in other registered CDM projects</w:t>
      </w:r>
      <w:r w:rsidR="001C131E" w:rsidRPr="0073711F">
        <w:t xml:space="preserve"> </w:t>
      </w:r>
      <w:r w:rsidR="00BF35CC" w:rsidRPr="0073711F">
        <w:t>(e.g.</w:t>
      </w:r>
      <w:r w:rsidR="002E636E" w:rsidRPr="0073711F">
        <w:t xml:space="preserve"> data in the same geographical area and with the same purpose of determining space heating consumption)</w:t>
      </w:r>
      <w:r w:rsidR="00FF60F4">
        <w:t xml:space="preserve">. </w:t>
      </w:r>
      <w:r w:rsidR="00721222" w:rsidRPr="0073711F">
        <w:t xml:space="preserve">Such data </w:t>
      </w:r>
      <w:r w:rsidR="0073711F" w:rsidRPr="0073711F">
        <w:t>shall</w:t>
      </w:r>
      <w:r w:rsidR="00721222" w:rsidRPr="0073711F">
        <w:t xml:space="preserve"> be documented to be applicable to the climate, residential building characteristics, fuel source market and fuel availability, and residential resident </w:t>
      </w:r>
      <w:r w:rsidR="00482CFC" w:rsidRPr="0073711F">
        <w:t>demographics</w:t>
      </w:r>
      <w:r w:rsidR="00721222" w:rsidRPr="0073711F">
        <w:t xml:space="preserve"> </w:t>
      </w:r>
      <w:r w:rsidR="00482CFC" w:rsidRPr="0073711F">
        <w:t>within the project boundary.</w:t>
      </w:r>
    </w:p>
    <w:p w14:paraId="217D53FC" w14:textId="6289C45C" w:rsidR="00546DB7" w:rsidRPr="00546DB7" w:rsidRDefault="00546DB7" w:rsidP="00546DB7">
      <w:pPr>
        <w:pStyle w:val="SDMPara"/>
      </w:pPr>
      <w:r w:rsidRPr="00546DB7">
        <w:t xml:space="preserve">Each energy </w:t>
      </w:r>
      <w:r w:rsidR="001E343B">
        <w:t>source</w:t>
      </w:r>
      <w:r w:rsidR="001E343B" w:rsidRPr="00546DB7">
        <w:t xml:space="preserve"> </w:t>
      </w:r>
      <w:r w:rsidRPr="00546DB7">
        <w:t>in the emission baseline is multiplied by its emission factor. For the electricity displaced, the emission factor is calculated in accordance with provisions under</w:t>
      </w:r>
      <w:r w:rsidR="0002318A">
        <w:t xml:space="preserve"> </w:t>
      </w:r>
      <w:r w:rsidR="0002318A" w:rsidRPr="00BF35CC">
        <w:t>the</w:t>
      </w:r>
      <w:r w:rsidR="00A80845" w:rsidRPr="00BF35CC">
        <w:t xml:space="preserve"> </w:t>
      </w:r>
      <w:r w:rsidR="007B7237">
        <w:t>“</w:t>
      </w:r>
      <w:r w:rsidRPr="00BF35CC">
        <w:t>Tool to calculate the emission factor for an electricity system</w:t>
      </w:r>
      <w:r w:rsidR="007B7237">
        <w:t>”</w:t>
      </w:r>
      <w:r w:rsidRPr="00BF35CC">
        <w:t>. For fossil fuels, the IPCC default values for emission coefficients may be used. For non</w:t>
      </w:r>
      <w:r w:rsidRPr="00546DB7">
        <w:t xml:space="preserve">-renewable biomass (NRB), the quantity of NRB used, emission </w:t>
      </w:r>
      <w:r w:rsidRPr="00BF35CC">
        <w:t>factor used for NRB, and the baseline emission calculation are determined following</w:t>
      </w:r>
      <w:r w:rsidR="009E0166">
        <w:t xml:space="preserve"> the procedure provided in </w:t>
      </w:r>
      <w:r w:rsidR="00FF60F4">
        <w:t>AMS</w:t>
      </w:r>
      <w:r w:rsidR="00FF60F4">
        <w:noBreakHyphen/>
      </w:r>
      <w:r w:rsidRPr="00BF35CC">
        <w:t>II.G.</w:t>
      </w:r>
      <w:r w:rsidRPr="00546DB7">
        <w:t xml:space="preserve"> </w:t>
      </w:r>
    </w:p>
    <w:p w14:paraId="600BA643" w14:textId="77777777" w:rsidR="00546DB7" w:rsidRDefault="00546DB7" w:rsidP="0002318A">
      <w:pPr>
        <w:pStyle w:val="SDMHead3"/>
      </w:pPr>
      <w:bookmarkStart w:id="20" w:name="_Toc357762177"/>
      <w:r>
        <w:t>Baseline emissions under suppressed demand scenario</w:t>
      </w:r>
      <w:bookmarkEnd w:id="20"/>
    </w:p>
    <w:p w14:paraId="39F64FA0" w14:textId="292448C9" w:rsidR="00546DB7" w:rsidRDefault="00546DB7" w:rsidP="00546DB7">
      <w:pPr>
        <w:pStyle w:val="SDMPara"/>
      </w:pPr>
      <w:r>
        <w:t xml:space="preserve">A suppressed demand scenario (a minimum living standard of adequate space heating and indoor air temperatures is not met prior to project implementation) is deemed to exist, </w:t>
      </w:r>
      <w:r w:rsidR="001E343B">
        <w:t>if</w:t>
      </w:r>
      <w:r>
        <w:t xml:space="preserve"> one </w:t>
      </w:r>
      <w:r w:rsidR="00A1224F">
        <w:t xml:space="preserve">or more </w:t>
      </w:r>
      <w:r>
        <w:t>of the following conditions are observed:</w:t>
      </w:r>
    </w:p>
    <w:p w14:paraId="39598D8F" w14:textId="6E983F92" w:rsidR="00546DB7" w:rsidRPr="0055787A" w:rsidRDefault="007D36DD" w:rsidP="00546DB7">
      <w:pPr>
        <w:pStyle w:val="SDMSubPara1"/>
      </w:pPr>
      <w:r>
        <w:t>For projects implemented in rural areas, t</w:t>
      </w:r>
      <w:r w:rsidR="00546DB7">
        <w:t>he</w:t>
      </w:r>
      <w:r>
        <w:t xml:space="preserve"> country</w:t>
      </w:r>
      <w:r w:rsidR="00546DB7">
        <w:t xml:space="preserve"> electrification rate </w:t>
      </w:r>
      <w:r w:rsidR="00546DB7" w:rsidRPr="0055787A">
        <w:t>is below 20</w:t>
      </w:r>
      <w:r w:rsidR="00BF35CC">
        <w:t xml:space="preserve"> per cent;</w:t>
      </w:r>
      <w:r w:rsidR="00193F04">
        <w:rPr>
          <w:rStyle w:val="FootnoteReference"/>
        </w:rPr>
        <w:footnoteReference w:id="2"/>
      </w:r>
      <w:r w:rsidR="00546DB7" w:rsidRPr="0055787A">
        <w:t xml:space="preserve"> </w:t>
      </w:r>
    </w:p>
    <w:p w14:paraId="3B987806" w14:textId="1ECD1BAD" w:rsidR="00546DB7" w:rsidRPr="0055787A" w:rsidRDefault="00546DB7" w:rsidP="00546DB7">
      <w:pPr>
        <w:pStyle w:val="SDMSubPara1"/>
      </w:pPr>
      <w:r w:rsidRPr="0055787A">
        <w:t xml:space="preserve">Animal dung is </w:t>
      </w:r>
      <w:r w:rsidR="00E220C2">
        <w:t>the most common</w:t>
      </w:r>
      <w:r w:rsidRPr="0055787A">
        <w:t xml:space="preserve"> fuel used in the project area</w:t>
      </w:r>
      <w:r w:rsidR="0002318A" w:rsidRPr="0055787A">
        <w:t>;</w:t>
      </w:r>
    </w:p>
    <w:p w14:paraId="6341462F" w14:textId="77777777" w:rsidR="00546DB7" w:rsidRPr="0055787A" w:rsidRDefault="00546DB7" w:rsidP="00ED09BB">
      <w:pPr>
        <w:pStyle w:val="SDMSubPara1"/>
      </w:pPr>
      <w:r w:rsidRPr="0055787A">
        <w:t xml:space="preserve">The project activity is in </w:t>
      </w:r>
      <w:r w:rsidR="00ED09BB" w:rsidRPr="0055787A">
        <w:t>Leas</w:t>
      </w:r>
      <w:r w:rsidR="0055787A" w:rsidRPr="0055787A">
        <w:t>t Developed Countries (LDCs) or</w:t>
      </w:r>
      <w:r w:rsidR="00ED09BB" w:rsidRPr="0055787A">
        <w:t xml:space="preserve"> </w:t>
      </w:r>
      <w:r w:rsidR="0055787A" w:rsidRPr="0055787A">
        <w:t>Small Island Developing States (</w:t>
      </w:r>
      <w:r w:rsidRPr="0055787A">
        <w:t>SIDs</w:t>
      </w:r>
      <w:r w:rsidR="00ED09BB" w:rsidRPr="0055787A">
        <w:t>)</w:t>
      </w:r>
      <w:r w:rsidRPr="0055787A">
        <w:t>;</w:t>
      </w:r>
    </w:p>
    <w:p w14:paraId="5A2E6844" w14:textId="77777777" w:rsidR="00546DB7" w:rsidRDefault="00546DB7" w:rsidP="00546DB7">
      <w:pPr>
        <w:pStyle w:val="SDMSubPara1"/>
      </w:pPr>
      <w:r w:rsidRPr="0055787A">
        <w:t xml:space="preserve">The </w:t>
      </w:r>
      <w:r w:rsidRPr="00BF35CC">
        <w:t>conditions applicable for special underdeveloped zone (SUZ) provided in the "Guidelines for demonstrating additionality of microscale project activities"</w:t>
      </w:r>
      <w:r w:rsidR="0002318A" w:rsidRPr="00BF35CC">
        <w:t>.</w:t>
      </w:r>
    </w:p>
    <w:p w14:paraId="03A4D388" w14:textId="19E29427" w:rsidR="00BD5D9D" w:rsidRDefault="00DE094A" w:rsidP="00DD6AF3">
      <w:pPr>
        <w:pStyle w:val="SDMPara"/>
        <w:jc w:val="left"/>
      </w:pPr>
      <w:r>
        <w:t xml:space="preserve">If a suppressed demand scenario is </w:t>
      </w:r>
      <w:r w:rsidRPr="00FF60F4">
        <w:t xml:space="preserve">determined to exist, </w:t>
      </w:r>
      <w:r w:rsidR="00C31A3C" w:rsidRPr="00FF60F4">
        <w:t>then</w:t>
      </w:r>
      <w:r w:rsidRPr="00FF60F4">
        <w:t xml:space="preserve"> a suppressed</w:t>
      </w:r>
      <w:r>
        <w:t xml:space="preserve"> demand factor of 1.20 c</w:t>
      </w:r>
      <w:r w:rsidR="00BD5D9D">
        <w:t xml:space="preserve">an be used to make a suppressed demand correction </w:t>
      </w:r>
      <w:r w:rsidR="00F26C20">
        <w:t xml:space="preserve">in one of the following manners: </w:t>
      </w:r>
    </w:p>
    <w:p w14:paraId="6553B895" w14:textId="0C427062" w:rsidR="00BD5D9D" w:rsidRDefault="00BD5D9D" w:rsidP="00BD5D9D">
      <w:pPr>
        <w:pStyle w:val="SDMSubPara1"/>
      </w:pPr>
      <w:r>
        <w:t xml:space="preserve">In the case that a </w:t>
      </w:r>
      <w:r w:rsidR="00626BA3">
        <w:t>“</w:t>
      </w:r>
      <w:r>
        <w:t xml:space="preserve">Baseline Measurement </w:t>
      </w:r>
      <w:r w:rsidR="00B05F9A">
        <w:t>Survey</w:t>
      </w:r>
      <w:r w:rsidR="00626BA3">
        <w:t>”</w:t>
      </w:r>
      <w:r w:rsidR="00B05F9A">
        <w:t xml:space="preserve"> </w:t>
      </w:r>
      <w:r>
        <w:t xml:space="preserve">is used to define baseline energy consumption, the baseline suppressed demand </w:t>
      </w:r>
      <w:r w:rsidR="0085207A">
        <w:t xml:space="preserve">factor </w:t>
      </w:r>
      <w:r>
        <w:t xml:space="preserve">is multiplied </w:t>
      </w:r>
      <w:r w:rsidR="002C6FEC">
        <w:t>by</w:t>
      </w:r>
      <w:r>
        <w:t xml:space="preserve"> the baseline energy consumption to determine a suppressed demand corrected ba</w:t>
      </w:r>
      <w:r w:rsidR="0002318A">
        <w:t>seline energy consumption;</w:t>
      </w:r>
    </w:p>
    <w:p w14:paraId="57DD2476" w14:textId="5DCA545E" w:rsidR="004D4284" w:rsidRDefault="00BD5D9D" w:rsidP="00BD5D9D">
      <w:pPr>
        <w:pStyle w:val="SDMSubPara1"/>
      </w:pPr>
      <w:r>
        <w:t xml:space="preserve">In the case that a </w:t>
      </w:r>
      <w:r w:rsidR="00626BA3">
        <w:t>“</w:t>
      </w:r>
      <w:r>
        <w:t xml:space="preserve">Treatment Group versus Control Group </w:t>
      </w:r>
      <w:r w:rsidR="0029140E">
        <w:t>Survey</w:t>
      </w:r>
      <w:r w:rsidR="00626BA3">
        <w:t>”</w:t>
      </w:r>
      <w:r w:rsidR="0029140E">
        <w:t xml:space="preserve"> </w:t>
      </w:r>
      <w:r>
        <w:t xml:space="preserve">approach is used to determine energy savings, the baseline suppressed demand </w:t>
      </w:r>
      <w:r w:rsidR="0085207A">
        <w:t xml:space="preserve">factor </w:t>
      </w:r>
      <w:r>
        <w:t xml:space="preserve">is multiplied </w:t>
      </w:r>
      <w:r w:rsidR="002C6FEC">
        <w:t>by</w:t>
      </w:r>
      <w:r>
        <w:t xml:space="preserve"> the control group energy consumption to determine a suppressed demand correc</w:t>
      </w:r>
      <w:r w:rsidR="00CA5D45">
        <w:t>ted baseline energy consumption;</w:t>
      </w:r>
    </w:p>
    <w:p w14:paraId="1DBDDE52" w14:textId="4FDB6EA9" w:rsidR="0029140E" w:rsidRDefault="0029140E" w:rsidP="0029140E">
      <w:pPr>
        <w:pStyle w:val="SDMSubPara1"/>
      </w:pPr>
      <w:r>
        <w:t xml:space="preserve">In the case that </w:t>
      </w:r>
      <w:r w:rsidRPr="006C0A83">
        <w:t xml:space="preserve">the </w:t>
      </w:r>
      <w:r w:rsidR="00626BA3">
        <w:t>“</w:t>
      </w:r>
      <w:r w:rsidRPr="006C0A83">
        <w:t>U</w:t>
      </w:r>
      <w:r w:rsidRPr="00DD6AF3">
        <w:t xml:space="preserve">se of </w:t>
      </w:r>
      <w:r w:rsidRPr="006C0A83">
        <w:t>Existing Data From Registered CDM P</w:t>
      </w:r>
      <w:r w:rsidRPr="00DD6AF3">
        <w:t>rojects</w:t>
      </w:r>
      <w:r w:rsidR="00626BA3">
        <w:t>”</w:t>
      </w:r>
      <w:r w:rsidRPr="006C0A83">
        <w:rPr>
          <w:b/>
        </w:rPr>
        <w:t xml:space="preserve"> </w:t>
      </w:r>
      <w:r>
        <w:t xml:space="preserve">is used to define baseline energy consumption, </w:t>
      </w:r>
      <w:r w:rsidR="00910BD2">
        <w:t xml:space="preserve">and if the existing data does not include consideration of suppressed demand, </w:t>
      </w:r>
      <w:r>
        <w:t xml:space="preserve">the baseline suppressed demand factor is multiplied times the baseline energy consumption </w:t>
      </w:r>
      <w:r w:rsidR="00910BD2">
        <w:t xml:space="preserve">depicted in the existing data </w:t>
      </w:r>
      <w:r>
        <w:t>to determine a suppressed demand corrected ba</w:t>
      </w:r>
      <w:r w:rsidR="00910BD2">
        <w:t>seline energy consumption.</w:t>
      </w:r>
    </w:p>
    <w:p w14:paraId="59CCB821" w14:textId="77777777" w:rsidR="0002318A" w:rsidRPr="00266C93" w:rsidRDefault="0002318A" w:rsidP="0002318A">
      <w:pPr>
        <w:pStyle w:val="SDMHead2"/>
      </w:pPr>
      <w:bookmarkStart w:id="21" w:name="_Toc357762178"/>
      <w:r w:rsidRPr="00266C93">
        <w:t>Project emissions</w:t>
      </w:r>
      <w:bookmarkEnd w:id="21"/>
    </w:p>
    <w:p w14:paraId="1DC0AE18" w14:textId="1FD6A668" w:rsidR="0002318A" w:rsidRDefault="00266C93" w:rsidP="002C6FEC">
      <w:pPr>
        <w:pStyle w:val="SDMPara"/>
      </w:pPr>
      <w:r>
        <w:t>Each</w:t>
      </w:r>
      <w:r w:rsidR="0002318A">
        <w:t xml:space="preserve"> type </w:t>
      </w:r>
      <w:r>
        <w:t xml:space="preserve">of fuel and the </w:t>
      </w:r>
      <w:r w:rsidR="0002318A">
        <w:t>quantity</w:t>
      </w:r>
      <w:r>
        <w:t xml:space="preserve">, by fuel type, </w:t>
      </w:r>
      <w:r w:rsidR="0002318A">
        <w:t xml:space="preserve">consumed </w:t>
      </w:r>
      <w:r w:rsidR="002C6FEC" w:rsidRPr="002C6FEC">
        <w:t xml:space="preserve">by the system(s) affected by the project activities </w:t>
      </w:r>
      <w:r w:rsidR="0002318A">
        <w:t xml:space="preserve">shall be monitored. Project emissions shall be determined by multiplying the quantity of the energy consumed by its emission factor. For the electricity displaced, the emission factor is calculated in accordance with provisions </w:t>
      </w:r>
      <w:r w:rsidR="0002318A" w:rsidRPr="00CA5D45">
        <w:t xml:space="preserve">under "Tool to calculate the emission factor for an electricity system". </w:t>
      </w:r>
      <w:r w:rsidR="001D4CD9" w:rsidRPr="001D4CD9">
        <w:t xml:space="preserve">For </w:t>
      </w:r>
      <w:r w:rsidR="001D4CD9">
        <w:t xml:space="preserve">fossil fuel displaced, </w:t>
      </w:r>
      <w:r w:rsidR="001D4CD9" w:rsidRPr="001D4CD9">
        <w:t xml:space="preserve">the emission factor </w:t>
      </w:r>
      <w:r w:rsidR="001D4CD9">
        <w:t xml:space="preserve">from </w:t>
      </w:r>
      <w:r w:rsidR="001D4CD9" w:rsidRPr="001D4CD9">
        <w:t>reliable local or national data shall be used. IPCC default values shall be used only when country or project specific data are documented to be either not available or not reliable</w:t>
      </w:r>
      <w:r w:rsidR="001D4CD9">
        <w:t>.</w:t>
      </w:r>
      <w:r w:rsidR="0073711F">
        <w:t xml:space="preserve"> </w:t>
      </w:r>
      <w:r w:rsidR="0002318A">
        <w:t>For NRB, the quantity of NRB used, emission factor used for NRB, and the project emission calculation are de</w:t>
      </w:r>
      <w:r w:rsidR="00CA5D45">
        <w:t>termined by following AMS-II.G</w:t>
      </w:r>
      <w:r w:rsidR="0002318A">
        <w:t>.</w:t>
      </w:r>
    </w:p>
    <w:p w14:paraId="03E39BF9" w14:textId="77777777" w:rsidR="00BD5D9D" w:rsidRDefault="00BD5D9D" w:rsidP="0002318A">
      <w:pPr>
        <w:pStyle w:val="SDMHead2"/>
      </w:pPr>
      <w:bookmarkStart w:id="22" w:name="_Toc357762179"/>
      <w:r>
        <w:t>Leakage</w:t>
      </w:r>
      <w:bookmarkEnd w:id="22"/>
    </w:p>
    <w:p w14:paraId="4DE35D59" w14:textId="77777777" w:rsidR="00BD5D9D" w:rsidRDefault="00BD5D9D" w:rsidP="00BD5D9D">
      <w:pPr>
        <w:pStyle w:val="SDMPara"/>
      </w:pPr>
      <w:r>
        <w:t>If the energy efficiency technology is equipment transferred from another activity or if the existing equipment is transferred to another activity, leakage is to be considered.</w:t>
      </w:r>
    </w:p>
    <w:p w14:paraId="2680FA86" w14:textId="752B6F28" w:rsidR="00BD5D9D" w:rsidRDefault="00BD5D9D" w:rsidP="00BD5D9D">
      <w:pPr>
        <w:pStyle w:val="SDMPara"/>
      </w:pPr>
      <w:r>
        <w:t xml:space="preserve">Leakage relating to the non-renewable woody biomass shall be assessed as per the relevant procedures of </w:t>
      </w:r>
      <w:r w:rsidR="002C6FEC">
        <w:t>AMS-II.G</w:t>
      </w:r>
      <w:r w:rsidR="005A385A">
        <w:t>.</w:t>
      </w:r>
      <w:r>
        <w:t xml:space="preserve"> </w:t>
      </w:r>
    </w:p>
    <w:p w14:paraId="3D179C54" w14:textId="77777777" w:rsidR="00BD5D9D" w:rsidRDefault="00BD5D9D" w:rsidP="00BD5D9D">
      <w:pPr>
        <w:pStyle w:val="SDMHead2"/>
      </w:pPr>
      <w:bookmarkStart w:id="23" w:name="_Toc357762180"/>
      <w:r>
        <w:t>Emission reductions</w:t>
      </w:r>
      <w:bookmarkEnd w:id="23"/>
    </w:p>
    <w:p w14:paraId="4DD51E74" w14:textId="205DF2AD" w:rsidR="00BD5D9D" w:rsidRDefault="007A2626" w:rsidP="00BD5D9D">
      <w:pPr>
        <w:pStyle w:val="SDMPara"/>
      </w:pPr>
      <w:r w:rsidRPr="007A2626">
        <w:t>Emission reductions are</w:t>
      </w:r>
      <w:r w:rsidR="00BD5D9D" w:rsidRPr="007A2626">
        <w:t xml:space="preserve"> </w:t>
      </w:r>
      <w:r w:rsidR="0002318A" w:rsidRPr="007A2626">
        <w:t xml:space="preserve">the </w:t>
      </w:r>
      <w:r w:rsidR="00BD5D9D" w:rsidRPr="007A2626">
        <w:t>difference</w:t>
      </w:r>
      <w:r w:rsidR="00BD5D9D">
        <w:t xml:space="preserve"> between baseline emissions and project emissions by subtracting the emissions due to leakage. </w:t>
      </w:r>
      <w:r w:rsidR="0077649E">
        <w:t xml:space="preserve">Emission reductions can only be calculated for the percentage of new project equipment or products or the percentage of modified equipment or products that are determined to be still operating per the most recent survey conducted per the requirements of </w:t>
      </w:r>
      <w:r w:rsidR="0077649E" w:rsidRPr="005A385A">
        <w:t xml:space="preserve">paragraph </w:t>
      </w:r>
      <w:r w:rsidR="00C31A3C" w:rsidRPr="005A385A">
        <w:t>25</w:t>
      </w:r>
      <w:r w:rsidR="0077649E" w:rsidRPr="005A385A">
        <w:t>.</w:t>
      </w:r>
    </w:p>
    <w:p w14:paraId="03FE1D1D" w14:textId="77777777" w:rsidR="00BD5D9D" w:rsidRPr="002F4CC0" w:rsidRDefault="00B56246" w:rsidP="00BD5D9D">
      <w:pPr>
        <w:pStyle w:val="SDMHead1"/>
      </w:pPr>
      <w:bookmarkStart w:id="24" w:name="_Toc357762181"/>
      <w:r w:rsidRPr="002F4CC0">
        <w:t>Monitoring methodology</w:t>
      </w:r>
      <w:bookmarkEnd w:id="24"/>
    </w:p>
    <w:p w14:paraId="46AF9443" w14:textId="18177508" w:rsidR="00BD5D9D" w:rsidRDefault="0077649E" w:rsidP="00BD5D9D">
      <w:pPr>
        <w:pStyle w:val="SDMPara"/>
      </w:pPr>
      <w:r>
        <w:t>M</w:t>
      </w:r>
      <w:r w:rsidR="00BD5D9D">
        <w:t xml:space="preserve">onitoring shall </w:t>
      </w:r>
      <w:r>
        <w:t>include surveying</w:t>
      </w:r>
      <w:r w:rsidR="00BD5D9D">
        <w:t xml:space="preserve"> of all </w:t>
      </w:r>
      <w:r>
        <w:t xml:space="preserve">new equipment or products or all the modified equipment or products, </w:t>
      </w:r>
      <w:r w:rsidR="00BD5D9D">
        <w:t>or a representative sample thereof, at least once every two years (biennial)</w:t>
      </w:r>
      <w:r>
        <w:t>,</w:t>
      </w:r>
      <w:r w:rsidR="00BD5D9D">
        <w:t xml:space="preserve"> to determine </w:t>
      </w:r>
      <w:r>
        <w:t>what percentage of the equipment is</w:t>
      </w:r>
      <w:r w:rsidR="00BD5D9D">
        <w:t xml:space="preserve"> still operating or </w:t>
      </w:r>
      <w:r>
        <w:t xml:space="preserve">has been </w:t>
      </w:r>
      <w:r w:rsidR="00BD5D9D">
        <w:t xml:space="preserve">replaced by equivalent </w:t>
      </w:r>
      <w:r>
        <w:t>equipment.</w:t>
      </w:r>
    </w:p>
    <w:p w14:paraId="58D7A70E" w14:textId="53E166A6" w:rsidR="00BD5D9D" w:rsidRDefault="00BD5D9D" w:rsidP="00BD5D9D">
      <w:pPr>
        <w:pStyle w:val="SDMPara"/>
      </w:pPr>
      <w:r>
        <w:t xml:space="preserve">A statistically valid sample of the locations where the systems are deployed, with consideration, in the sampling design, of occupancy and demographics differences can be used to determine parameter values used </w:t>
      </w:r>
      <w:r w:rsidRPr="00E363B5">
        <w:t>to determine emission reductions, as per the relevant requirements for sampling in the "Standard for sampling and surveys for CDM project activities and programme of activities". When biennial inspection is chosen a 95</w:t>
      </w:r>
      <w:r w:rsidR="00E363B5">
        <w:t xml:space="preserve"> per cent</w:t>
      </w:r>
      <w:r w:rsidRPr="00E363B5">
        <w:t xml:space="preserve"> confidence interval and a 10</w:t>
      </w:r>
      <w:r w:rsidR="00E363B5">
        <w:t xml:space="preserve"> per cent</w:t>
      </w:r>
      <w:r w:rsidRPr="00E363B5">
        <w:t xml:space="preserve"> margin of error requirement</w:t>
      </w:r>
      <w:r>
        <w:t xml:space="preserve"> shall be achieved for the sampling parameter. </w:t>
      </w:r>
      <w:r w:rsidR="002C6FEC">
        <w:t>When annual inspection is chosen</w:t>
      </w:r>
      <w:r>
        <w:t>, a 90</w:t>
      </w:r>
      <w:r w:rsidR="00E363B5">
        <w:t xml:space="preserve"> per cent</w:t>
      </w:r>
      <w:r>
        <w:t xml:space="preserve"> confidence interval and a 10</w:t>
      </w:r>
      <w:r w:rsidR="00E363B5">
        <w:t xml:space="preserve"> per cent</w:t>
      </w:r>
      <w:r>
        <w:t xml:space="preserve"> margin of error requirement shall be achieved for the sampled parameters. In cases where survey results indicate that 90/10 precision or 95/10 precision is not achieved, the lower bound of a 90</w:t>
      </w:r>
      <w:r w:rsidR="00E363B5">
        <w:t xml:space="preserve"> per cent</w:t>
      </w:r>
      <w:r>
        <w:t xml:space="preserve"> or 95</w:t>
      </w:r>
      <w:r w:rsidR="00E363B5">
        <w:t xml:space="preserve"> per cent</w:t>
      </w:r>
      <w:r>
        <w:t xml:space="preserve"> confidence interval of the parameter value may be chosen as an alternative to repeating the survey efforts to achieve the 90/10 or 95/10 precision.</w:t>
      </w:r>
    </w:p>
    <w:p w14:paraId="134EE820" w14:textId="4E58F963" w:rsidR="00476E39" w:rsidRPr="00E363B5" w:rsidRDefault="00BD5D9D" w:rsidP="0073711F">
      <w:pPr>
        <w:pStyle w:val="SDMPara"/>
      </w:pPr>
      <w:r>
        <w:t xml:space="preserve">Monitoring shall </w:t>
      </w:r>
      <w:r w:rsidR="006C0A83">
        <w:t>include measuring and recording</w:t>
      </w:r>
      <w:r>
        <w:t xml:space="preserve"> energy consumption and </w:t>
      </w:r>
      <w:r w:rsidR="00DD7635">
        <w:t xml:space="preserve">any </w:t>
      </w:r>
      <w:r>
        <w:t xml:space="preserve">other data </w:t>
      </w:r>
      <w:r w:rsidR="00DD7635">
        <w:t xml:space="preserve">necessary to document independent variables that influence energy consumption </w:t>
      </w:r>
      <w:r>
        <w:t>(e.g. indoor and outdoor air temperatures</w:t>
      </w:r>
      <w:r w:rsidRPr="00E363B5">
        <w:t>). In case sampling method is used, the relevant requirements for sampling in the "Standard for sampling and surveys for CDM project activities and programme of activities</w:t>
      </w:r>
      <w:r w:rsidR="0002318A" w:rsidRPr="00E363B5">
        <w:t>" shall be followed.</w:t>
      </w:r>
      <w:r w:rsidR="006C0A83" w:rsidRPr="00E363B5">
        <w:t xml:space="preserve"> Energy consumption data shall be documented, at a minimum, on a monthly basis.</w:t>
      </w:r>
      <w:r w:rsidR="0073711F">
        <w:t xml:space="preserve"> </w:t>
      </w:r>
    </w:p>
    <w:p w14:paraId="38835AA2" w14:textId="43B856D0" w:rsidR="00BD5D9D" w:rsidRPr="007A2626" w:rsidRDefault="006C0A83" w:rsidP="00BD5D9D">
      <w:pPr>
        <w:pStyle w:val="SDMPara"/>
      </w:pPr>
      <w:r>
        <w:t xml:space="preserve">With respect to monitoring the monthly </w:t>
      </w:r>
      <w:r w:rsidR="00BD5D9D" w:rsidRPr="007A2626">
        <w:t>quantity of biomass used during the project</w:t>
      </w:r>
      <w:r>
        <w:t>, the r</w:t>
      </w:r>
      <w:r w:rsidR="00BD5D9D" w:rsidRPr="007A2626">
        <w:t>elevant monitoring procedure provide</w:t>
      </w:r>
      <w:r w:rsidR="007A2626" w:rsidRPr="007A2626">
        <w:t>d in AMS-II.G shall be followed</w:t>
      </w:r>
      <w:r w:rsidR="00BD5D9D" w:rsidRPr="007A2626">
        <w:t xml:space="preserve">. </w:t>
      </w:r>
    </w:p>
    <w:p w14:paraId="2238C176" w14:textId="77777777" w:rsidR="00BD5D9D" w:rsidRDefault="00BD5D9D" w:rsidP="0002318A">
      <w:pPr>
        <w:pStyle w:val="SDMHead2"/>
      </w:pPr>
      <w:bookmarkStart w:id="25" w:name="_Toc357762182"/>
      <w:r>
        <w:t>Project activity under a programme of activities</w:t>
      </w:r>
      <w:bookmarkEnd w:id="25"/>
    </w:p>
    <w:p w14:paraId="76627FB7" w14:textId="77777777" w:rsidR="00BD5D9D" w:rsidRDefault="00BD5D9D" w:rsidP="0073711F">
      <w:pPr>
        <w:pStyle w:val="SDMPara"/>
      </w:pPr>
      <w:r>
        <w:t>The following conditions apply for use of this methodology in a project activity under a programme of activities:</w:t>
      </w:r>
    </w:p>
    <w:p w14:paraId="3BCA83FF" w14:textId="77777777" w:rsidR="00BD5D9D" w:rsidRDefault="00BD5D9D" w:rsidP="00914617">
      <w:pPr>
        <w:pStyle w:val="SDMPara"/>
      </w:pPr>
      <w:r>
        <w:t xml:space="preserve">Leakage emissions resulting from fuel extraction, processing, liquefaction, transportation, re-gasification and distribution of fossil fuels outside of the project boundary shall be considered, as per </w:t>
      </w:r>
      <w:r w:rsidR="0015607F">
        <w:t>methodological tool “</w:t>
      </w:r>
      <w:r w:rsidR="0015607F" w:rsidRPr="00914617">
        <w:t>Upstream leakage emissions associated with fossil fuel use</w:t>
      </w:r>
      <w:r w:rsidR="0015607F">
        <w:t>”</w:t>
      </w:r>
      <w:r>
        <w:t>. In case leakage emissions in the baseline situation are higher than leakage emissions in the project situation, leakage emissions will be set to zero.</w:t>
      </w:r>
    </w:p>
    <w:p w14:paraId="6336927E" w14:textId="77777777" w:rsidR="00BD5D9D" w:rsidRDefault="00BD5D9D" w:rsidP="00BD5D9D">
      <w:pPr>
        <w:pStyle w:val="SDMPara"/>
      </w:pPr>
      <w:r>
        <w:t>In case the project activity involves the replacement of equipment, and the leakage effect of the use of the replaced equipment in another activity is neglected because the replaced equipment is scrapped, an independent monitoring of scrapping of replaced equipment needs to be implemented. The monitoring should include a check if the number of project activity equipment distributed by the project and the number of scrapped equipment correspond with each other. For this purpose scrapped equipment should be stored until such correspondence has been checked. The scrapping of replaced equipment should be documented and independently verified.</w:t>
      </w:r>
    </w:p>
    <w:p w14:paraId="3F9EE934" w14:textId="77777777" w:rsidR="00A92BD5" w:rsidRDefault="00A92BD5" w:rsidP="00BD5D9D">
      <w:pPr>
        <w:pStyle w:val="SDMPara"/>
        <w:numPr>
          <w:ilvl w:val="0"/>
          <w:numId w:val="0"/>
        </w:numPr>
        <w:ind w:left="709"/>
        <w:sectPr w:rsidR="00A92BD5" w:rsidSect="00487AA2">
          <w:headerReference w:type="even" r:id="rId15"/>
          <w:headerReference w:type="default" r:id="rId16"/>
          <w:footerReference w:type="default" r:id="rId17"/>
          <w:headerReference w:type="first" r:id="rId18"/>
          <w:pgSz w:w="11907" w:h="16840" w:code="9"/>
          <w:pgMar w:top="2552" w:right="1134" w:bottom="1418" w:left="1418" w:header="851" w:footer="567" w:gutter="0"/>
          <w:cols w:space="720"/>
          <w:formProt w:val="0"/>
          <w:docGrid w:linePitch="299"/>
        </w:sectPr>
      </w:pPr>
    </w:p>
    <w:p w14:paraId="4E654C47" w14:textId="77777777" w:rsidR="000545B1" w:rsidRDefault="000545B1" w:rsidP="00992276">
      <w:pPr>
        <w:spacing w:before="240"/>
        <w:jc w:val="center"/>
        <w:rPr>
          <w:rFonts w:cs="Arial"/>
        </w:rPr>
      </w:pPr>
      <w:r>
        <w:rPr>
          <w:rFonts w:cs="Arial"/>
        </w:rPr>
        <w:t>-</w:t>
      </w:r>
      <w:r w:rsidR="001977E2">
        <w:rPr>
          <w:rFonts w:cs="Arial"/>
        </w:rPr>
        <w:t xml:space="preserve"> </w:t>
      </w:r>
      <w:r>
        <w:rPr>
          <w:rFonts w:cs="Arial"/>
        </w:rPr>
        <w:t>-</w:t>
      </w:r>
      <w:r w:rsidR="001977E2">
        <w:rPr>
          <w:rFonts w:cs="Arial"/>
        </w:rPr>
        <w:t xml:space="preserve"> </w:t>
      </w:r>
      <w:r>
        <w:rPr>
          <w:rFonts w:cs="Arial"/>
        </w:rPr>
        <w:t>-</w:t>
      </w:r>
      <w:r w:rsidR="001977E2">
        <w:rPr>
          <w:rFonts w:cs="Arial"/>
        </w:rPr>
        <w:t xml:space="preserve"> </w:t>
      </w:r>
      <w:r>
        <w:rPr>
          <w:rFonts w:cs="Arial"/>
        </w:rPr>
        <w:t>-</w:t>
      </w:r>
      <w:r w:rsidR="001977E2">
        <w:rPr>
          <w:rFonts w:cs="Arial"/>
        </w:rPr>
        <w:t xml:space="preserve"> </w:t>
      </w:r>
      <w:r>
        <w:rPr>
          <w:rFonts w:cs="Arial"/>
        </w:rPr>
        <w:t>-</w:t>
      </w:r>
    </w:p>
    <w:p w14:paraId="1F2C1836" w14:textId="77777777" w:rsidR="000545B1" w:rsidRPr="00C151D8" w:rsidRDefault="000545B1" w:rsidP="00DE72F7">
      <w:pPr>
        <w:pStyle w:val="SDMDocInfoTitle"/>
      </w:pPr>
      <w:r w:rsidRPr="00C151D8">
        <w:t xml:space="preserve">Document </w:t>
      </w:r>
      <w:r w:rsidR="00063E08">
        <w:t>i</w:t>
      </w:r>
      <w:r w:rsidRPr="00C151D8">
        <w:t>nformation</w:t>
      </w:r>
    </w:p>
    <w:tbl>
      <w:tblPr>
        <w:tblW w:w="5000" w:type="pct"/>
        <w:jc w:val="center"/>
        <w:tblLayout w:type="fixed"/>
        <w:tblLook w:val="0000" w:firstRow="0" w:lastRow="0" w:firstColumn="0" w:lastColumn="0" w:noHBand="0" w:noVBand="0"/>
      </w:tblPr>
      <w:tblGrid>
        <w:gridCol w:w="1127"/>
        <w:gridCol w:w="2253"/>
        <w:gridCol w:w="6191"/>
      </w:tblGrid>
      <w:tr w:rsidR="000545B1" w:rsidRPr="003303F0" w14:paraId="08FB2DC4" w14:textId="77777777" w:rsidTr="00106B06">
        <w:trPr>
          <w:cantSplit/>
          <w:trHeight w:val="113"/>
          <w:tblHeader/>
          <w:jc w:val="center"/>
        </w:trPr>
        <w:tc>
          <w:tcPr>
            <w:tcW w:w="1134" w:type="dxa"/>
            <w:tcBorders>
              <w:top w:val="single" w:sz="4" w:space="0" w:color="auto"/>
              <w:bottom w:val="single" w:sz="12" w:space="0" w:color="auto"/>
            </w:tcBorders>
            <w:shd w:val="clear" w:color="auto" w:fill="auto"/>
            <w:tcMar>
              <w:top w:w="80" w:type="dxa"/>
              <w:bottom w:w="80" w:type="dxa"/>
            </w:tcMar>
            <w:vAlign w:val="center"/>
          </w:tcPr>
          <w:p w14:paraId="79A98FFA" w14:textId="77777777" w:rsidR="000545B1" w:rsidRPr="002A3775" w:rsidRDefault="000545B1" w:rsidP="000866AF">
            <w:pPr>
              <w:pStyle w:val="SDMDocInfoHeadRow"/>
            </w:pPr>
            <w:r>
              <w:t>Version</w:t>
            </w:r>
          </w:p>
        </w:tc>
        <w:tc>
          <w:tcPr>
            <w:tcW w:w="2268" w:type="dxa"/>
            <w:tcBorders>
              <w:top w:val="single" w:sz="4" w:space="0" w:color="auto"/>
              <w:bottom w:val="single" w:sz="12" w:space="0" w:color="auto"/>
            </w:tcBorders>
            <w:shd w:val="clear" w:color="auto" w:fill="auto"/>
            <w:tcMar>
              <w:top w:w="80" w:type="dxa"/>
              <w:bottom w:w="80" w:type="dxa"/>
            </w:tcMar>
            <w:vAlign w:val="center"/>
          </w:tcPr>
          <w:p w14:paraId="79056B25" w14:textId="77777777" w:rsidR="000545B1" w:rsidRPr="002A3775" w:rsidRDefault="00CC4333" w:rsidP="000866AF">
            <w:pPr>
              <w:pStyle w:val="SDMDocInfoHeadRow"/>
            </w:pPr>
            <w:r>
              <w:t>Date</w:t>
            </w:r>
          </w:p>
        </w:tc>
        <w:tc>
          <w:tcPr>
            <w:tcW w:w="6237" w:type="dxa"/>
            <w:tcBorders>
              <w:top w:val="single" w:sz="4" w:space="0" w:color="auto"/>
              <w:bottom w:val="single" w:sz="12" w:space="0" w:color="auto"/>
            </w:tcBorders>
            <w:shd w:val="clear" w:color="auto" w:fill="auto"/>
            <w:tcMar>
              <w:top w:w="80" w:type="dxa"/>
              <w:bottom w:w="80" w:type="dxa"/>
            </w:tcMar>
            <w:vAlign w:val="center"/>
          </w:tcPr>
          <w:p w14:paraId="5FEC580F" w14:textId="77777777" w:rsidR="000545B1" w:rsidRPr="002A3775" w:rsidRDefault="00CC4333" w:rsidP="000866AF">
            <w:pPr>
              <w:pStyle w:val="SDMDocInfoHeadRow"/>
            </w:pPr>
            <w:r>
              <w:t>Description</w:t>
            </w:r>
          </w:p>
        </w:tc>
      </w:tr>
      <w:tr w:rsidR="005D1259" w:rsidRPr="00EA492B" w14:paraId="4773F06D" w14:textId="77777777" w:rsidTr="00106B06">
        <w:trPr>
          <w:cantSplit/>
          <w:trHeight w:val="113"/>
          <w:tblHeader/>
          <w:jc w:val="center"/>
        </w:trPr>
        <w:tc>
          <w:tcPr>
            <w:tcW w:w="2268" w:type="dxa"/>
            <w:gridSpan w:val="3"/>
            <w:tcBorders>
              <w:top w:val="single" w:sz="12" w:space="0" w:color="auto"/>
            </w:tcBorders>
          </w:tcPr>
          <w:p w14:paraId="2717646A" w14:textId="77777777" w:rsidR="005D1259" w:rsidRPr="00EA492B" w:rsidRDefault="005D1259" w:rsidP="000866AF">
            <w:pPr>
              <w:pStyle w:val="SDMDocInfoHeadRow"/>
            </w:pPr>
          </w:p>
        </w:tc>
      </w:tr>
      <w:tr w:rsidR="00C96C43" w:rsidRPr="003303F0" w14:paraId="7B231D41" w14:textId="77777777" w:rsidTr="00106B06">
        <w:trPr>
          <w:cantSplit/>
          <w:trHeight w:val="113"/>
          <w:jc w:val="center"/>
        </w:trPr>
        <w:tc>
          <w:tcPr>
            <w:tcW w:w="1134" w:type="dxa"/>
          </w:tcPr>
          <w:p w14:paraId="45DB6F19" w14:textId="77777777" w:rsidR="00C96C43" w:rsidRPr="00ED09BB" w:rsidRDefault="00BD5D9D" w:rsidP="00BD5D9D">
            <w:pPr>
              <w:pStyle w:val="SDMDocInfoText"/>
            </w:pPr>
            <w:r w:rsidRPr="00ED09BB">
              <w:t>01</w:t>
            </w:r>
            <w:r w:rsidR="00C96C43" w:rsidRPr="00ED09BB">
              <w:t>.</w:t>
            </w:r>
            <w:r w:rsidRPr="00ED09BB">
              <w:t>0</w:t>
            </w:r>
          </w:p>
        </w:tc>
        <w:tc>
          <w:tcPr>
            <w:tcW w:w="2268" w:type="dxa"/>
          </w:tcPr>
          <w:p w14:paraId="0E41E255" w14:textId="6831CC05" w:rsidR="00C96C43" w:rsidRPr="00ED09BB" w:rsidRDefault="0073711F" w:rsidP="00A360FE">
            <w:pPr>
              <w:pStyle w:val="SDMDocInfoText"/>
            </w:pPr>
            <w:r>
              <w:t>3</w:t>
            </w:r>
            <w:r w:rsidR="009229A9">
              <w:t>1</w:t>
            </w:r>
            <w:r w:rsidR="00E363B5">
              <w:t xml:space="preserve"> May 2013</w:t>
            </w:r>
          </w:p>
        </w:tc>
        <w:tc>
          <w:tcPr>
            <w:tcW w:w="6237" w:type="dxa"/>
          </w:tcPr>
          <w:p w14:paraId="10949EF7" w14:textId="1743F712" w:rsidR="00941F88" w:rsidRDefault="009229A9" w:rsidP="0002318A">
            <w:pPr>
              <w:pStyle w:val="SDMDocInfoText"/>
            </w:pPr>
            <w:r>
              <w:t>EB 7</w:t>
            </w:r>
            <w:r w:rsidR="00FF5A01">
              <w:t>3</w:t>
            </w:r>
            <w:r w:rsidR="004455A5">
              <w:t xml:space="preserve">, Annex </w:t>
            </w:r>
            <w:r w:rsidR="00345712">
              <w:t>9</w:t>
            </w:r>
          </w:p>
          <w:p w14:paraId="30A3132B" w14:textId="3A1ED4E3" w:rsidR="00C96C43" w:rsidRPr="00ED09BB" w:rsidRDefault="009229A9" w:rsidP="00E363B5">
            <w:pPr>
              <w:pStyle w:val="SDMDocInfoText"/>
            </w:pPr>
            <w:r>
              <w:t>Initial adoption</w:t>
            </w:r>
            <w:r w:rsidR="0002318A" w:rsidRPr="00ED09BB">
              <w:t>.</w:t>
            </w:r>
          </w:p>
        </w:tc>
      </w:tr>
      <w:tr w:rsidR="00570648" w:rsidRPr="0056518A" w14:paraId="0CEB3A8B" w14:textId="77777777" w:rsidTr="00106B06">
        <w:trPr>
          <w:cantSplit/>
          <w:trHeight w:val="113"/>
          <w:jc w:val="center"/>
        </w:trPr>
        <w:tc>
          <w:tcPr>
            <w:tcW w:w="2268" w:type="dxa"/>
            <w:gridSpan w:val="3"/>
            <w:tcBorders>
              <w:top w:val="single" w:sz="4" w:space="0" w:color="auto"/>
              <w:bottom w:val="single" w:sz="12" w:space="0" w:color="auto"/>
            </w:tcBorders>
            <w:vAlign w:val="center"/>
          </w:tcPr>
          <w:p w14:paraId="0D262F24" w14:textId="2F833FCF" w:rsidR="00570648" w:rsidRPr="00ED09BB" w:rsidRDefault="007302B8" w:rsidP="000A0C94">
            <w:pPr>
              <w:pStyle w:val="SDMDocInfoText"/>
              <w:jc w:val="left"/>
            </w:pPr>
            <w:r w:rsidRPr="00ED09BB">
              <w:t>Decision Class:</w:t>
            </w:r>
            <w:r w:rsidR="00695E9A" w:rsidRPr="00ED09BB">
              <w:t xml:space="preserve"> </w:t>
            </w:r>
            <w:r w:rsidR="00D949EF">
              <w:t>Regulatory</w:t>
            </w:r>
            <w:r w:rsidR="001F5476" w:rsidRPr="00ED09BB">
              <w:br/>
            </w:r>
            <w:r w:rsidR="006058E9" w:rsidRPr="00ED09BB">
              <w:t xml:space="preserve">Document Type: </w:t>
            </w:r>
            <w:r w:rsidR="0008151B" w:rsidRPr="00ED09BB">
              <w:t>Standard</w:t>
            </w:r>
            <w:r w:rsidRPr="00ED09BB">
              <w:br/>
              <w:t>Business Function:</w:t>
            </w:r>
            <w:r w:rsidR="001F5476" w:rsidRPr="00ED09BB">
              <w:t xml:space="preserve"> </w:t>
            </w:r>
            <w:r w:rsidR="00D949EF">
              <w:t>Methodology</w:t>
            </w:r>
            <w:r w:rsidR="00F123E5" w:rsidRPr="00ED09BB">
              <w:br/>
            </w:r>
            <w:r w:rsidRPr="008F74C0">
              <w:t xml:space="preserve">Keywords: </w:t>
            </w:r>
            <w:r w:rsidR="00443E18" w:rsidRPr="00443E18">
              <w:t>energy efficiency, fuel switching, residential buildings, simplified methodologies, type (ii) projects</w:t>
            </w:r>
          </w:p>
        </w:tc>
      </w:tr>
    </w:tbl>
    <w:p w14:paraId="37319E65" w14:textId="77777777" w:rsidR="00235FD4" w:rsidRDefault="00235FD4" w:rsidP="00447276">
      <w:pPr>
        <w:rPr>
          <w:sz w:val="2"/>
          <w:szCs w:val="2"/>
        </w:rPr>
      </w:pPr>
    </w:p>
    <w:sectPr w:rsidR="00235FD4" w:rsidSect="00487AA2">
      <w:type w:val="continuous"/>
      <w:pgSz w:w="11907" w:h="16840" w:code="9"/>
      <w:pgMar w:top="2552" w:right="1134" w:bottom="1418" w:left="1418" w:header="851" w:footer="567" w:gutter="0"/>
      <w:cols w:space="720"/>
      <w:formProt w:val="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D0F0CE" w14:textId="77777777" w:rsidR="00FF60F4" w:rsidRDefault="00FF60F4">
      <w:r>
        <w:separator/>
      </w:r>
    </w:p>
  </w:endnote>
  <w:endnote w:type="continuationSeparator" w:id="0">
    <w:p w14:paraId="55282274" w14:textId="77777777" w:rsidR="00FF60F4" w:rsidRDefault="00FF60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080E0000" w:usb2="00000010"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CF697D" w14:textId="5C2E010B" w:rsidR="00FF60F4" w:rsidRDefault="00FF60F4" w:rsidP="004412C4">
    <w:pPr>
      <w:pStyle w:val="Footer"/>
      <w:pBdr>
        <w:bottom w:val="single" w:sz="24" w:space="1" w:color="auto"/>
      </w:pBdr>
      <w:spacing w:after="300"/>
      <w:rPr>
        <w:rFonts w:cs="Arial"/>
        <w:szCs w:val="22"/>
        <w:lang w:val="de-DE"/>
      </w:rPr>
    </w:pPr>
  </w:p>
  <w:p w14:paraId="150EB77B" w14:textId="62631DC1" w:rsidR="00FF60F4" w:rsidRPr="004412C4" w:rsidRDefault="00FF60F4" w:rsidP="004412C4">
    <w:pPr>
      <w:pStyle w:val="Footer"/>
      <w:rPr>
        <w:lang w:val="de-DE"/>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9B60A8" w14:textId="77777777" w:rsidR="00FF60F4" w:rsidRPr="000C4064" w:rsidRDefault="00FF60F4" w:rsidP="00FC376F">
    <w:pPr>
      <w:pStyle w:val="SDMFooter"/>
    </w:pPr>
    <w:r w:rsidRPr="000C4064">
      <w:fldChar w:fldCharType="begin"/>
    </w:r>
    <w:r w:rsidRPr="000C4064">
      <w:instrText xml:space="preserve"> PAGE </w:instrText>
    </w:r>
    <w:r w:rsidRPr="000C4064">
      <w:fldChar w:fldCharType="separate"/>
    </w:r>
    <w:r w:rsidR="00B14BD1">
      <w:rPr>
        <w:noProof/>
      </w:rPr>
      <w:t>2</w:t>
    </w:r>
    <w:r w:rsidRPr="000C4064">
      <w:fldChar w:fldCharType="end"/>
    </w:r>
    <w:r>
      <w:t xml:space="preserve"> of </w:t>
    </w:r>
    <w:fldSimple w:instr=" NUMPAGES ">
      <w:r w:rsidR="00B14BD1">
        <w:rPr>
          <w:noProof/>
        </w:rPr>
        <w:t>9</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A62434" w14:textId="66FD9832" w:rsidR="00FF60F4" w:rsidRPr="00F306F1" w:rsidRDefault="00FF60F4" w:rsidP="00FF60F4">
    <w:pPr>
      <w:pStyle w:val="SDMFooter"/>
    </w:pPr>
    <w:r w:rsidRPr="000C4064">
      <w:fldChar w:fldCharType="begin"/>
    </w:r>
    <w:r w:rsidRPr="000C4064">
      <w:instrText xml:space="preserve"> PAGE </w:instrText>
    </w:r>
    <w:r w:rsidRPr="000C4064">
      <w:fldChar w:fldCharType="separate"/>
    </w:r>
    <w:r w:rsidR="00B14BD1">
      <w:rPr>
        <w:noProof/>
      </w:rPr>
      <w:t>4</w:t>
    </w:r>
    <w:r w:rsidRPr="000C4064">
      <w:fldChar w:fldCharType="end"/>
    </w:r>
    <w:r>
      <w:t xml:space="preserve"> of </w:t>
    </w:r>
    <w:fldSimple w:instr=" NUMPAGES ">
      <w:r w:rsidR="00B14BD1">
        <w:rPr>
          <w:noProof/>
        </w:rPr>
        <w:t>9</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E6DEC0" w14:textId="77777777" w:rsidR="00FF60F4" w:rsidRDefault="00FF60F4">
      <w:r>
        <w:separator/>
      </w:r>
    </w:p>
  </w:footnote>
  <w:footnote w:type="continuationSeparator" w:id="0">
    <w:p w14:paraId="50DDEE51" w14:textId="77777777" w:rsidR="00FF60F4" w:rsidRDefault="00FF60F4">
      <w:r>
        <w:continuationSeparator/>
      </w:r>
    </w:p>
  </w:footnote>
  <w:footnote w:id="1">
    <w:p w14:paraId="38EED2A9" w14:textId="5D86BED3" w:rsidR="00FF60F4" w:rsidRDefault="00FF60F4" w:rsidP="00365191">
      <w:pPr>
        <w:pStyle w:val="FootnoteText"/>
      </w:pPr>
      <w:r>
        <w:rPr>
          <w:rStyle w:val="FootnoteReference"/>
        </w:rPr>
        <w:footnoteRef/>
      </w:r>
      <w:r>
        <w:tab/>
        <w:t>For this methodology, the term residence refers to a single housing unit. For example, a single family home is one residence and a building with ten apartments has ten residences.</w:t>
      </w:r>
    </w:p>
  </w:footnote>
  <w:footnote w:id="2">
    <w:p w14:paraId="3D147403" w14:textId="42057878" w:rsidR="00FF60F4" w:rsidRPr="00193F04" w:rsidRDefault="00FF60F4" w:rsidP="00193F04">
      <w:pPr>
        <w:pStyle w:val="FootnoteText"/>
        <w:rPr>
          <w:lang w:val="en-US"/>
        </w:rPr>
      </w:pPr>
      <w:r>
        <w:rPr>
          <w:rStyle w:val="FootnoteReference"/>
        </w:rPr>
        <w:footnoteRef/>
      </w:r>
      <w:r>
        <w:tab/>
        <w:t>The most recent available data on the electrification rates shall be used to demonstrate compliance with the 20 per cent threshold. In no case shall data be used if older than three years than the date of commencement of validation of the project activity.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17B128" w14:textId="77777777" w:rsidR="00FF60F4" w:rsidRDefault="00B14BD1">
    <w:pPr>
      <w:pStyle w:val="Header"/>
    </w:pPr>
    <w:r>
      <w:rPr>
        <w:noProof/>
      </w:rPr>
      <w:pict w14:anchorId="51BF7FA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932891" o:spid="_x0000_s2099" type="#_x0000_t136" style="position:absolute;left:0;text-align:left;margin-left:0;margin-top:0;width:132pt;height:45pt;z-index:-251659776;mso-position-horizontal:center;mso-position-horizontal-relative:margin;mso-position-vertical:center;mso-position-vertical-relative:margin" o:allowincell="f" fillcolor="silver" stroked="f">
          <v:fill opacity=".5"/>
          <v:textpath style="font-family:&quot;Arial&quot;;font-size:40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59E39A" w14:textId="77777777" w:rsidR="00FF60F4" w:rsidRPr="00F80DD3" w:rsidRDefault="00FF60F4" w:rsidP="001E515F">
    <w:pPr>
      <w:pStyle w:val="SDMTiHead"/>
      <w:pBdr>
        <w:bottom w:val="single" w:sz="24" w:space="10" w:color="auto"/>
      </w:pBdr>
      <w:tabs>
        <w:tab w:val="clear" w:pos="4320"/>
        <w:tab w:val="clear" w:pos="8640"/>
      </w:tabs>
      <w:spacing w:after="240"/>
      <w:ind w:left="0" w:firstLine="0"/>
    </w:pPr>
    <w:r w:rsidRPr="00F80DD3">
      <w:t>SDMCovHeader</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C836B5" w14:textId="77777777" w:rsidR="00FF60F4" w:rsidRPr="00B72A4E" w:rsidRDefault="00FF60F4" w:rsidP="00A778F8">
    <w:pPr>
      <w:pStyle w:val="SDMTiHead"/>
      <w:pBdr>
        <w:bottom w:val="single" w:sz="24" w:space="10" w:color="auto"/>
      </w:pBdr>
      <w:tabs>
        <w:tab w:val="clear" w:pos="4320"/>
        <w:tab w:val="clear" w:pos="8640"/>
      </w:tabs>
      <w:spacing w:after="240"/>
      <w:ind w:left="0" w:firstLine="0"/>
      <w:rPr>
        <w:lang w:val="de-DE"/>
      </w:rPr>
    </w:pPr>
    <w:r>
      <w:rPr>
        <w:lang w:val="de-DE"/>
      </w:rPr>
      <w:t>Clean Development Mechanism</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8CE059" w14:textId="77777777" w:rsidR="00FF60F4" w:rsidRPr="00192258" w:rsidRDefault="00FF60F4" w:rsidP="00BF35CC">
    <w:pPr>
      <w:pStyle w:val="SDMHeader"/>
    </w:pPr>
    <w:r>
      <w:fldChar w:fldCharType="begin"/>
    </w:r>
    <w:r>
      <w:instrText xml:space="preserve"> REF  SDMDocRef \* Upper \h  \* MERGEFORMAT </w:instrText>
    </w:r>
    <w:r>
      <w:fldChar w:fldCharType="separate"/>
    </w:r>
    <w:sdt>
      <w:sdtPr>
        <w:alias w:val="SDMDocRef"/>
        <w:tag w:val="SDMDocRef"/>
        <w:id w:val="2005239113"/>
        <w:placeholder>
          <w:docPart w:val="5B0EE51A01C44735B98B396EDA1310D6"/>
        </w:placeholder>
      </w:sdtPr>
      <w:sdtContent>
        <w:r w:rsidR="00B14BD1">
          <w:t>AMS-II.R</w:t>
        </w:r>
      </w:sdtContent>
    </w:sdt>
    <w:r>
      <w:fldChar w:fldCharType="end"/>
    </w:r>
    <w:r>
      <w:tab/>
    </w:r>
    <w:r>
      <w:fldChar w:fldCharType="begin"/>
    </w:r>
    <w:r>
      <w:instrText xml:space="preserve"> REF  SDMConfidentialMark \* Upper \h  \* MERGEFORMAT </w:instrText>
    </w:r>
    <w:r>
      <w:fldChar w:fldCharType="separate"/>
    </w:r>
    <w:sdt>
      <w:sdtPr>
        <w:alias w:val="SDMConfidentialMark"/>
        <w:tag w:val="SDMConfidentialMark"/>
        <w:id w:val="-691917990"/>
        <w:lock w:val="sdtLocked"/>
        <w:placeholder>
          <w:docPart w:val="AE57F1FD65254047AC78E67A078CFB9E"/>
        </w:placeholder>
        <w:dropDownList>
          <w:listItem w:displayText="Confidential" w:value="Confidential"/>
          <w:listItem w:displayText=" " w:value="  "/>
        </w:dropDownList>
      </w:sdtPr>
      <w:sdtContent>
        <w:r w:rsidR="00B14BD1">
          <w:t xml:space="preserve"> </w:t>
        </w:r>
      </w:sdtContent>
    </w:sdt>
    <w:r>
      <w:fldChar w:fldCharType="end"/>
    </w:r>
  </w:p>
  <w:p w14:paraId="3A879DBC" w14:textId="7E6D261C" w:rsidR="00FF60F4" w:rsidRDefault="00FF60F4" w:rsidP="00BF35CC">
    <w:pPr>
      <w:pStyle w:val="SDMHeader"/>
    </w:pPr>
    <w:r w:rsidRPr="00E17D37">
      <w:fldChar w:fldCharType="begin"/>
    </w:r>
    <w:r w:rsidRPr="00E17D37">
      <w:instrText xml:space="preserve"> REF SDMTitle1 \h </w:instrText>
    </w:r>
    <w:r>
      <w:instrText xml:space="preserve"> \* MERGEFORMAT </w:instrText>
    </w:r>
    <w:r w:rsidRPr="00E17D37">
      <w:fldChar w:fldCharType="separate"/>
    </w:r>
    <w:sdt>
      <w:sdtPr>
        <w:alias w:val="SDMTitle1"/>
        <w:tag w:val="SDMTitle1"/>
        <w:id w:val="-974212253"/>
        <w:lock w:val="sdtLocked"/>
        <w:placeholder>
          <w:docPart w:val="A092A8EA16EC435A9FFD0A61922BE72C"/>
        </w:placeholder>
      </w:sdtPr>
      <w:sdtContent>
        <w:r w:rsidR="00B14BD1">
          <w:t xml:space="preserve">Small-scale </w:t>
        </w:r>
        <w:sdt>
          <w:sdtPr>
            <w:alias w:val="SDMDocType"/>
            <w:tag w:val="SDMDocType"/>
            <w:id w:val="1341815869"/>
            <w:lock w:val="sdtContentLocked"/>
            <w:placeholder>
              <w:docPart w:val="425841BEE5CF41189AA974370C1FD4EE"/>
            </w:placeholder>
            <w:dropDownList>
              <w:listItem w:displayText="Standard" w:value="Standard"/>
              <w:listItem w:displayText="Guideline" w:value="Guideline"/>
              <w:listItem w:displayText="Procedure" w:value="Procedure"/>
              <w:listItem w:displayText="Information note" w:value="Information note"/>
              <w:listItem w:displayText="Methodology" w:value="Methodology"/>
              <w:listItem w:displayText="Methodological tool" w:value="Methodological tool"/>
              <w:listItem w:displayText="Meeting report" w:value="Meeting report"/>
            </w:dropDownList>
          </w:sdtPr>
          <w:sdtContent>
            <w:r w:rsidR="00B14BD1">
              <w:t>Methodology</w:t>
            </w:r>
          </w:sdtContent>
        </w:sdt>
      </w:sdtContent>
    </w:sdt>
    <w:r w:rsidRPr="00E17D37">
      <w:fldChar w:fldCharType="end"/>
    </w:r>
    <w:r>
      <w:t xml:space="preserve">: </w:t>
    </w:r>
    <w:r w:rsidRPr="00064239">
      <w:t>Energy efficiency space heating measures for residential buildings</w:t>
    </w:r>
  </w:p>
  <w:p w14:paraId="48B14AFA" w14:textId="3D2F8B33" w:rsidR="00FF60F4" w:rsidRPr="00E17D37" w:rsidRDefault="00FF60F4" w:rsidP="00E17D37">
    <w:pPr>
      <w:pStyle w:val="SDMHeader"/>
    </w:pPr>
    <w:r>
      <w:t>Version 01.0</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70A553" w14:textId="77777777" w:rsidR="00FF60F4" w:rsidRDefault="00B14BD1">
    <w:r>
      <w:rPr>
        <w:noProof/>
      </w:rPr>
      <w:pict w14:anchorId="6D8E3AC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932897" o:spid="_x0000_s2105" type="#_x0000_t136" style="position:absolute;left:0;text-align:left;margin-left:0;margin-top:0;width:132pt;height:45pt;z-index:-251656704;mso-position-horizontal:center;mso-position-horizontal-relative:margin;mso-position-vertical:center;mso-position-vertical-relative:margin" o:allowincell="f" fillcolor="silver" stroked="f">
          <v:fill opacity=".5"/>
          <v:textpath style="font-family:&quot;Arial&quot;;font-size:40pt" string="DRAFT"/>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C07EC" w14:textId="77777777" w:rsidR="00FF60F4" w:rsidRPr="00192258" w:rsidRDefault="00FF60F4" w:rsidP="00BF35CC">
    <w:pPr>
      <w:pStyle w:val="SDMHeader"/>
    </w:pPr>
    <w:r>
      <w:fldChar w:fldCharType="begin"/>
    </w:r>
    <w:r>
      <w:instrText xml:space="preserve"> REF  SDMDocRef \* Upper \h  \* MERGEFORMAT </w:instrText>
    </w:r>
    <w:r>
      <w:fldChar w:fldCharType="separate"/>
    </w:r>
    <w:sdt>
      <w:sdtPr>
        <w:alias w:val="SDMDocRef"/>
        <w:tag w:val="SDMDocRef"/>
        <w:id w:val="-1648588816"/>
        <w:placeholder>
          <w:docPart w:val="0124609AD44544369D7AF1497DF9818E"/>
        </w:placeholder>
      </w:sdtPr>
      <w:sdtContent>
        <w:r w:rsidR="00B14BD1">
          <w:t>AMS-II.R</w:t>
        </w:r>
      </w:sdtContent>
    </w:sdt>
    <w:r>
      <w:fldChar w:fldCharType="end"/>
    </w:r>
    <w:r>
      <w:tab/>
    </w:r>
    <w:r>
      <w:fldChar w:fldCharType="begin"/>
    </w:r>
    <w:r>
      <w:instrText xml:space="preserve"> REF  SDMConfidentialMark \* Upper \h  \* MERGEFORMAT </w:instrText>
    </w:r>
    <w:r>
      <w:fldChar w:fldCharType="separate"/>
    </w:r>
    <w:sdt>
      <w:sdtPr>
        <w:alias w:val="SDMConfidentialMark"/>
        <w:tag w:val="SDMConfidentialMark"/>
        <w:id w:val="248309067"/>
        <w:lock w:val="sdtLocked"/>
        <w:placeholder>
          <w:docPart w:val="C4A35C7D056A4B04A2EB830A644E758F"/>
        </w:placeholder>
        <w:dropDownList>
          <w:listItem w:displayText="Confidential" w:value="Confidential"/>
          <w:listItem w:displayText=" " w:value="  "/>
        </w:dropDownList>
      </w:sdtPr>
      <w:sdtContent>
        <w:r w:rsidR="00B14BD1">
          <w:t xml:space="preserve"> </w:t>
        </w:r>
      </w:sdtContent>
    </w:sdt>
    <w:r>
      <w:fldChar w:fldCharType="end"/>
    </w:r>
  </w:p>
  <w:p w14:paraId="5728B349" w14:textId="73FA3C4F" w:rsidR="00FF60F4" w:rsidRDefault="00FF60F4" w:rsidP="00BF35CC">
    <w:pPr>
      <w:pStyle w:val="SDMHeader"/>
    </w:pPr>
    <w:r w:rsidRPr="00E17D37">
      <w:fldChar w:fldCharType="begin"/>
    </w:r>
    <w:r w:rsidRPr="00E17D37">
      <w:instrText xml:space="preserve"> REF SDMTitle1 \h </w:instrText>
    </w:r>
    <w:r>
      <w:instrText xml:space="preserve"> \* MERGEFORMAT </w:instrText>
    </w:r>
    <w:r w:rsidRPr="00E17D37">
      <w:fldChar w:fldCharType="separate"/>
    </w:r>
    <w:sdt>
      <w:sdtPr>
        <w:alias w:val="SDMTitle1"/>
        <w:tag w:val="SDMTitle1"/>
        <w:id w:val="-1861575493"/>
        <w:lock w:val="sdtLocked"/>
        <w:placeholder>
          <w:docPart w:val="27D0DCA50EFD49DFA4685096ABD125EF"/>
        </w:placeholder>
      </w:sdtPr>
      <w:sdtContent>
        <w:r w:rsidR="00B14BD1">
          <w:t xml:space="preserve">Small-scale </w:t>
        </w:r>
        <w:sdt>
          <w:sdtPr>
            <w:alias w:val="SDMDocType"/>
            <w:tag w:val="SDMDocType"/>
            <w:id w:val="627596787"/>
            <w:lock w:val="sdtContentLocked"/>
            <w:placeholder>
              <w:docPart w:val="7040C139979B46CF89BB7FCD52B07902"/>
            </w:placeholder>
            <w:dropDownList>
              <w:listItem w:displayText="Standard" w:value="Standard"/>
              <w:listItem w:displayText="Guideline" w:value="Guideline"/>
              <w:listItem w:displayText="Procedure" w:value="Procedure"/>
              <w:listItem w:displayText="Information note" w:value="Information note"/>
              <w:listItem w:displayText="Methodology" w:value="Methodology"/>
              <w:listItem w:displayText="Methodological tool" w:value="Methodological tool"/>
              <w:listItem w:displayText="Meeting report" w:value="Meeting report"/>
            </w:dropDownList>
          </w:sdtPr>
          <w:sdtContent>
            <w:r w:rsidR="00B14BD1">
              <w:t>Methodology</w:t>
            </w:r>
          </w:sdtContent>
        </w:sdt>
      </w:sdtContent>
    </w:sdt>
    <w:r w:rsidRPr="00E17D37">
      <w:fldChar w:fldCharType="end"/>
    </w:r>
    <w:r>
      <w:t xml:space="preserve">: </w:t>
    </w:r>
    <w:r w:rsidRPr="00064239">
      <w:t>Energy efficiency space heating measures for residential buildings</w:t>
    </w:r>
  </w:p>
  <w:p w14:paraId="126E35BF" w14:textId="49FFDB16" w:rsidR="00FF60F4" w:rsidRPr="00BF35CC" w:rsidRDefault="00FF60F4" w:rsidP="00B22E67">
    <w:pPr>
      <w:pStyle w:val="SDMHeader"/>
    </w:pPr>
    <w:r>
      <w:t>Version 01.0</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653478" w14:textId="77777777" w:rsidR="00FF60F4" w:rsidRPr="004F55FB" w:rsidRDefault="00FF60F4" w:rsidP="007D5994">
    <w:pPr>
      <w:pStyle w:val="SDMHeader"/>
      <w:rPr>
        <w:szCs w:val="20"/>
      </w:rPr>
    </w:pPr>
    <w:r>
      <w:fldChar w:fldCharType="begin"/>
    </w:r>
    <w:r>
      <w:instrText xml:space="preserve"> REF  SDMDocSym \* Upper \h  \* MERGEFORMAT </w:instrText>
    </w:r>
    <w:r>
      <w:fldChar w:fldCharType="separate"/>
    </w:r>
    <w:r w:rsidR="00B14BD1">
      <w:rPr>
        <w:b/>
        <w:bCs/>
        <w:lang w:val="en-US"/>
      </w:rPr>
      <w:t>Error! Reference source not found.</w:t>
    </w:r>
    <w:r>
      <w:fldChar w:fldCharType="end"/>
    </w:r>
    <w:fldSimple w:instr=" REF SDMTitle2  \* MERGEFORMAT ">
      <w:sdt>
        <w:sdtPr>
          <w:rPr>
            <w:szCs w:val="20"/>
          </w:rPr>
          <w:alias w:val="SDMTitle2"/>
          <w:tag w:val="SDMTitle2"/>
          <w:id w:val="1226028415"/>
          <w:lock w:val="sdtLocked"/>
          <w:placeholder>
            <w:docPart w:val="1EADDFC9E3754CA880C28755A3E05E33"/>
          </w:placeholder>
        </w:sdtPr>
        <w:sdtEndPr>
          <w:rPr>
            <w:szCs w:val="16"/>
          </w:rPr>
        </w:sdtEndPr>
        <w:sdtContent>
          <w:r w:rsidR="00B14BD1" w:rsidRPr="00B14BD1">
            <w:rPr>
              <w:szCs w:val="20"/>
            </w:rPr>
            <w:t>Energy</w:t>
          </w:r>
          <w:r w:rsidR="00B14BD1" w:rsidRPr="00064239">
            <w:rPr>
              <w:noProof/>
            </w:rPr>
            <w:t xml:space="preserve"> </w:t>
          </w:r>
          <w:r w:rsidR="00B14BD1" w:rsidRPr="00064239">
            <w:t>efficiency space heating measures for residential buildings</w:t>
          </w:r>
        </w:sdtContent>
      </w:sdt>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604B3"/>
    <w:multiLevelType w:val="multilevel"/>
    <w:tmpl w:val="F3D6E6FA"/>
    <w:name w:val="Reg26"/>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1">
    <w:nsid w:val="01DF7C84"/>
    <w:multiLevelType w:val="multilevel"/>
    <w:tmpl w:val="F64666FC"/>
    <w:name w:val="Reg3"/>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2">
    <w:nsid w:val="0AAC1DEE"/>
    <w:multiLevelType w:val="multilevel"/>
    <w:tmpl w:val="EBF238F8"/>
    <w:name w:val="Reg7"/>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3">
    <w:nsid w:val="0AB21255"/>
    <w:multiLevelType w:val="multilevel"/>
    <w:tmpl w:val="A28EC812"/>
    <w:numStyleLink w:val="SDMMethEquationNumberingList"/>
  </w:abstractNum>
  <w:abstractNum w:abstractNumId="4">
    <w:nsid w:val="0BD21D4D"/>
    <w:multiLevelType w:val="multilevel"/>
    <w:tmpl w:val="81E46A44"/>
    <w:numStyleLink w:val="SDMHeadList"/>
  </w:abstractNum>
  <w:abstractNum w:abstractNumId="5">
    <w:nsid w:val="107769B7"/>
    <w:multiLevelType w:val="multilevel"/>
    <w:tmpl w:val="087CCD52"/>
    <w:styleLink w:val="SDMTableBoxParaList"/>
    <w:lvl w:ilvl="0">
      <w:start w:val="1"/>
      <w:numFmt w:val="none"/>
      <w:pStyle w:val="SDMTableBoxParaNumbered"/>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6">
    <w:nsid w:val="10BF2A88"/>
    <w:multiLevelType w:val="multilevel"/>
    <w:tmpl w:val="87F2B1A4"/>
    <w:name w:val="Reg5"/>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7">
    <w:nsid w:val="14233F79"/>
    <w:multiLevelType w:val="multilevel"/>
    <w:tmpl w:val="C60EC370"/>
    <w:name w:val="Reg23"/>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8">
    <w:nsid w:val="145420C1"/>
    <w:multiLevelType w:val="multilevel"/>
    <w:tmpl w:val="A17458AC"/>
    <w:name w:val="Reg19"/>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9">
    <w:nsid w:val="155523F4"/>
    <w:multiLevelType w:val="multilevel"/>
    <w:tmpl w:val="A6C8D0E2"/>
    <w:name w:val="Reg30"/>
    <w:lvl w:ilvl="0">
      <w:start w:val="1"/>
      <w:numFmt w:val="upperRoman"/>
      <w:suff w:val="space"/>
      <w:lvlText w:val="%1. "/>
      <w:lvlJc w:val="center"/>
      <w:pPr>
        <w:ind w:left="0" w:firstLine="0"/>
      </w:pPr>
      <w:rPr>
        <w:rFonts w:ascii="Times New Roman" w:hAnsi="Times New Roman" w:hint="default"/>
        <w:b/>
        <w:i w:val="0"/>
        <w:sz w:val="22"/>
      </w:rPr>
    </w:lvl>
    <w:lvl w:ilvl="1">
      <w:start w:val="1"/>
      <w:numFmt w:val="upperLetter"/>
      <w:suff w:val="space"/>
      <w:lvlText w:val="%2. "/>
      <w:lvlJc w:val="center"/>
      <w:pPr>
        <w:ind w:left="0" w:firstLine="0"/>
      </w:pPr>
      <w:rPr>
        <w:rFonts w:hint="default"/>
        <w:b/>
        <w:sz w:val="22"/>
        <w:u w:val="none"/>
      </w:rPr>
    </w:lvl>
    <w:lvl w:ilvl="2">
      <w:start w:val="1"/>
      <w:numFmt w:val="decimal"/>
      <w:suff w:val="space"/>
      <w:lvlText w:val="%3. "/>
      <w:lvlJc w:val="center"/>
      <w:pPr>
        <w:ind w:left="0" w:firstLine="0"/>
      </w:pPr>
      <w:rPr>
        <w:rFonts w:hint="default"/>
        <w:b w:val="0"/>
        <w:sz w:val="22"/>
        <w:u w:val="none"/>
      </w:rPr>
    </w:lvl>
    <w:lvl w:ilvl="3">
      <w:start w:val="1"/>
      <w:numFmt w:val="decimal"/>
      <w:lvlRestart w:val="0"/>
      <w:lvlText w:val="%4."/>
      <w:lvlJc w:val="left"/>
      <w:pPr>
        <w:tabs>
          <w:tab w:val="num" w:pos="720"/>
        </w:tabs>
        <w:ind w:left="0" w:firstLine="0"/>
      </w:pPr>
      <w:rPr>
        <w:rFonts w:hint="default"/>
        <w:b w:val="0"/>
        <w:sz w:val="22"/>
      </w:rPr>
    </w:lvl>
    <w:lvl w:ilvl="4">
      <w:start w:val="1"/>
      <w:numFmt w:val="lowerLetter"/>
      <w:lvlText w:val="(%5)"/>
      <w:lvlJc w:val="left"/>
      <w:pPr>
        <w:tabs>
          <w:tab w:val="num" w:pos="1440"/>
        </w:tabs>
        <w:ind w:left="1440" w:hanging="720"/>
      </w:pPr>
      <w:rPr>
        <w:rFonts w:hint="default"/>
        <w:b w:val="0"/>
        <w:sz w:val="22"/>
      </w:rPr>
    </w:lvl>
    <w:lvl w:ilvl="5">
      <w:start w:val="1"/>
      <w:numFmt w:val="lowerRoman"/>
      <w:lvlText w:val="(%6)"/>
      <w:lvlJc w:val="right"/>
      <w:pPr>
        <w:tabs>
          <w:tab w:val="num" w:pos="2160"/>
        </w:tabs>
        <w:ind w:left="2160" w:hanging="573"/>
      </w:pPr>
      <w:rPr>
        <w:rFonts w:hint="default"/>
      </w:r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rPr>
        <w:rFonts w:hint="default"/>
      </w:rPr>
    </w:lvl>
    <w:lvl w:ilvl="8">
      <w:start w:val="1"/>
      <w:numFmt w:val="none"/>
      <w:lvlText w:val="[(%5)%9"/>
      <w:lvlJc w:val="left"/>
      <w:pPr>
        <w:tabs>
          <w:tab w:val="num" w:pos="1440"/>
        </w:tabs>
        <w:ind w:left="1440" w:hanging="720"/>
      </w:pPr>
      <w:rPr>
        <w:rFonts w:hint="default"/>
      </w:rPr>
    </w:lvl>
  </w:abstractNum>
  <w:abstractNum w:abstractNumId="10">
    <w:nsid w:val="15B44D7C"/>
    <w:multiLevelType w:val="multilevel"/>
    <w:tmpl w:val="A28EC812"/>
    <w:styleLink w:val="SDMMethEquationNumberingList"/>
    <w:lvl w:ilvl="0">
      <w:start w:val="1"/>
      <w:numFmt w:val="decimal"/>
      <w:pStyle w:val="SDMMethEquationNr"/>
      <w:suff w:val="nothing"/>
      <w:lvlText w:val="Equation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nsid w:val="15EB1E20"/>
    <w:multiLevelType w:val="multilevel"/>
    <w:tmpl w:val="4F9ED6BC"/>
    <w:styleLink w:val="SDMCovNoteHeadList"/>
    <w:lvl w:ilvl="0">
      <w:start w:val="1"/>
      <w:numFmt w:val="decimal"/>
      <w:pStyle w:val="SDMCovNoteHead1"/>
      <w:lvlText w:val="%1."/>
      <w:lvlJc w:val="left"/>
      <w:pPr>
        <w:tabs>
          <w:tab w:val="num" w:pos="709"/>
        </w:tabs>
        <w:ind w:left="709" w:hanging="709"/>
      </w:pPr>
      <w:rPr>
        <w:rFonts w:hint="default"/>
      </w:rPr>
    </w:lvl>
    <w:lvl w:ilvl="1">
      <w:start w:val="1"/>
      <w:numFmt w:val="decimal"/>
      <w:pStyle w:val="SDMCovNoteHead2"/>
      <w:lvlText w:val="%1.%2."/>
      <w:lvlJc w:val="left"/>
      <w:pPr>
        <w:tabs>
          <w:tab w:val="num" w:pos="709"/>
        </w:tabs>
        <w:ind w:left="794" w:hanging="794"/>
      </w:pPr>
      <w:rPr>
        <w:rFonts w:hint="default"/>
      </w:rPr>
    </w:lvl>
    <w:lvl w:ilvl="2">
      <w:start w:val="1"/>
      <w:numFmt w:val="decimal"/>
      <w:pStyle w:val="SDMCovNoteHead3"/>
      <w:lvlText w:val="%1.%2.%3."/>
      <w:lvlJc w:val="left"/>
      <w:pPr>
        <w:tabs>
          <w:tab w:val="num" w:pos="709"/>
        </w:tabs>
        <w:ind w:left="1191" w:hanging="119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nsid w:val="162C4AFF"/>
    <w:multiLevelType w:val="multilevel"/>
    <w:tmpl w:val="4F9ED6BC"/>
    <w:numStyleLink w:val="SDMCovNoteHeadList"/>
  </w:abstractNum>
  <w:abstractNum w:abstractNumId="13">
    <w:nsid w:val="1728147F"/>
    <w:multiLevelType w:val="multilevel"/>
    <w:tmpl w:val="7B8621E0"/>
    <w:name w:val="Reg9"/>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14">
    <w:nsid w:val="18C15861"/>
    <w:multiLevelType w:val="multilevel"/>
    <w:tmpl w:val="5EDE06C6"/>
    <w:styleLink w:val="SDMParaList"/>
    <w:lvl w:ilvl="0">
      <w:start w:val="1"/>
      <w:numFmt w:val="decimal"/>
      <w:lvlText w:val="%1."/>
      <w:lvlJc w:val="left"/>
      <w:pPr>
        <w:tabs>
          <w:tab w:val="num" w:pos="709"/>
        </w:tabs>
        <w:ind w:left="709" w:hanging="709"/>
      </w:pPr>
      <w:rPr>
        <w:rFonts w:hint="default"/>
      </w:rPr>
    </w:lvl>
    <w:lvl w:ilvl="1">
      <w:start w:val="1"/>
      <w:numFmt w:val="lowerLetter"/>
      <w:lvlText w:val="(%2)"/>
      <w:lvlJc w:val="left"/>
      <w:pPr>
        <w:tabs>
          <w:tab w:val="num" w:pos="709"/>
        </w:tabs>
        <w:ind w:left="1418" w:hanging="709"/>
      </w:pPr>
      <w:rPr>
        <w:rFonts w:hint="default"/>
      </w:rPr>
    </w:lvl>
    <w:lvl w:ilvl="2">
      <w:start w:val="1"/>
      <w:numFmt w:val="lowerRoman"/>
      <w:lvlText w:val="(%3)"/>
      <w:lvlJc w:val="left"/>
      <w:pPr>
        <w:tabs>
          <w:tab w:val="num" w:pos="709"/>
        </w:tabs>
        <w:ind w:left="1985" w:hanging="567"/>
      </w:pPr>
      <w:rPr>
        <w:rFonts w:hint="default"/>
      </w:rPr>
    </w:lvl>
    <w:lvl w:ilvl="3">
      <w:start w:val="1"/>
      <w:numFmt w:val="lowerLetter"/>
      <w:lvlText w:val="%4."/>
      <w:lvlJc w:val="left"/>
      <w:pPr>
        <w:tabs>
          <w:tab w:val="num" w:pos="709"/>
        </w:tabs>
        <w:ind w:left="2722" w:hanging="596"/>
      </w:pPr>
      <w:rPr>
        <w:rFonts w:hint="default"/>
      </w:rPr>
    </w:lvl>
    <w:lvl w:ilvl="4">
      <w:start w:val="1"/>
      <w:numFmt w:val="lowerRoman"/>
      <w:lvlText w:val="%5."/>
      <w:lvlJc w:val="left"/>
      <w:pPr>
        <w:tabs>
          <w:tab w:val="num" w:pos="709"/>
        </w:tabs>
        <w:ind w:left="3232" w:hanging="397"/>
      </w:pPr>
      <w:rPr>
        <w:rFonts w:hint="default"/>
      </w:rPr>
    </w:lvl>
    <w:lvl w:ilvl="5">
      <w:start w:val="1"/>
      <w:numFmt w:val="none"/>
      <w:lvlText w:val=""/>
      <w:lvlJc w:val="left"/>
      <w:pPr>
        <w:tabs>
          <w:tab w:val="num" w:pos="0"/>
        </w:tabs>
        <w:ind w:left="0" w:firstLine="0"/>
      </w:pPr>
      <w:rPr>
        <w:rFonts w:hint="default"/>
      </w:rPr>
    </w:lvl>
    <w:lvl w:ilvl="6">
      <w:start w:val="1"/>
      <w:numFmt w:val="none"/>
      <w:lvlText w:val="%7"/>
      <w:lvlJc w:val="left"/>
      <w:pPr>
        <w:tabs>
          <w:tab w:val="num" w:pos="0"/>
        </w:tabs>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15">
    <w:nsid w:val="1AFF55CC"/>
    <w:multiLevelType w:val="multilevel"/>
    <w:tmpl w:val="A22614FA"/>
    <w:name w:val="Reg8"/>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16">
    <w:nsid w:val="1B897AAA"/>
    <w:multiLevelType w:val="multilevel"/>
    <w:tmpl w:val="FD2ACF66"/>
    <w:name w:val="Reg24"/>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17">
    <w:nsid w:val="1BB5186F"/>
    <w:multiLevelType w:val="multilevel"/>
    <w:tmpl w:val="E44E2228"/>
    <w:styleLink w:val="SDMAppHeadList"/>
    <w:lvl w:ilvl="0">
      <w:start w:val="1"/>
      <w:numFmt w:val="decimal"/>
      <w:pStyle w:val="SDMAppTitle"/>
      <w:suff w:val="space"/>
      <w:lvlText w:val="Appendix %1."/>
      <w:lvlJc w:val="left"/>
      <w:pPr>
        <w:ind w:left="0" w:firstLine="0"/>
      </w:pPr>
      <w:rPr>
        <w:rFonts w:hint="default"/>
      </w:rPr>
    </w:lvl>
    <w:lvl w:ilvl="1">
      <w:start w:val="1"/>
      <w:numFmt w:val="decimal"/>
      <w:pStyle w:val="SDMApp1"/>
      <w:lvlText w:val="%2."/>
      <w:lvlJc w:val="left"/>
      <w:pPr>
        <w:tabs>
          <w:tab w:val="num" w:pos="709"/>
        </w:tabs>
        <w:ind w:left="680" w:hanging="680"/>
      </w:pPr>
      <w:rPr>
        <w:rFonts w:hint="default"/>
      </w:rPr>
    </w:lvl>
    <w:lvl w:ilvl="2">
      <w:start w:val="1"/>
      <w:numFmt w:val="decimal"/>
      <w:pStyle w:val="SDMApp2"/>
      <w:lvlText w:val="%2.%3."/>
      <w:lvlJc w:val="left"/>
      <w:pPr>
        <w:tabs>
          <w:tab w:val="num" w:pos="709"/>
        </w:tabs>
        <w:ind w:left="851" w:hanging="851"/>
      </w:pPr>
      <w:rPr>
        <w:rFonts w:hint="default"/>
      </w:rPr>
    </w:lvl>
    <w:lvl w:ilvl="3">
      <w:start w:val="1"/>
      <w:numFmt w:val="decimal"/>
      <w:pStyle w:val="SDMApp3"/>
      <w:lvlText w:val="%2.%3.%4."/>
      <w:lvlJc w:val="left"/>
      <w:pPr>
        <w:tabs>
          <w:tab w:val="num" w:pos="709"/>
        </w:tabs>
        <w:ind w:left="1191" w:hanging="1191"/>
      </w:pPr>
      <w:rPr>
        <w:rFonts w:hint="default"/>
      </w:rPr>
    </w:lvl>
    <w:lvl w:ilvl="4">
      <w:start w:val="1"/>
      <w:numFmt w:val="decimal"/>
      <w:pStyle w:val="SDMApp4"/>
      <w:lvlText w:val="%2.%3.%4.%5."/>
      <w:lvlJc w:val="left"/>
      <w:pPr>
        <w:tabs>
          <w:tab w:val="num" w:pos="1418"/>
        </w:tabs>
        <w:ind w:left="1588" w:hanging="1588"/>
      </w:pPr>
      <w:rPr>
        <w:rFonts w:hint="default"/>
      </w:rPr>
    </w:lvl>
    <w:lvl w:ilvl="5">
      <w:start w:val="1"/>
      <w:numFmt w:val="decimal"/>
      <w:pStyle w:val="SDMApp5"/>
      <w:lvlText w:val="%2.%3.%4.%5.%6."/>
      <w:lvlJc w:val="left"/>
      <w:pPr>
        <w:ind w:left="1985" w:hanging="1985"/>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8">
    <w:nsid w:val="1BC515BF"/>
    <w:multiLevelType w:val="multilevel"/>
    <w:tmpl w:val="02D64298"/>
    <w:name w:val="Reg31"/>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19">
    <w:nsid w:val="21364769"/>
    <w:multiLevelType w:val="multilevel"/>
    <w:tmpl w:val="C172A2B4"/>
    <w:name w:val="Reg22"/>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20">
    <w:nsid w:val="23D97FD2"/>
    <w:multiLevelType w:val="hybridMultilevel"/>
    <w:tmpl w:val="FDFA1D80"/>
    <w:lvl w:ilvl="0" w:tplc="F9364608">
      <w:start w:val="1"/>
      <w:numFmt w:val="lowerLetter"/>
      <w:lvlText w:val="(%1)"/>
      <w:lvlJc w:val="left"/>
      <w:pPr>
        <w:ind w:left="1281" w:hanging="360"/>
      </w:pPr>
      <w:rPr>
        <w:rFonts w:ascii="Arial" w:hAnsi="Arial" w:hint="default"/>
        <w:b w:val="0"/>
        <w:i w:val="0"/>
        <w:sz w:val="22"/>
      </w:rPr>
    </w:lvl>
    <w:lvl w:ilvl="1" w:tplc="08090019" w:tentative="1">
      <w:start w:val="1"/>
      <w:numFmt w:val="lowerLetter"/>
      <w:lvlText w:val="%2."/>
      <w:lvlJc w:val="left"/>
      <w:pPr>
        <w:ind w:left="2001" w:hanging="360"/>
      </w:pPr>
    </w:lvl>
    <w:lvl w:ilvl="2" w:tplc="0809001B" w:tentative="1">
      <w:start w:val="1"/>
      <w:numFmt w:val="lowerRoman"/>
      <w:lvlText w:val="%3."/>
      <w:lvlJc w:val="right"/>
      <w:pPr>
        <w:ind w:left="2721" w:hanging="180"/>
      </w:pPr>
    </w:lvl>
    <w:lvl w:ilvl="3" w:tplc="0809000F" w:tentative="1">
      <w:start w:val="1"/>
      <w:numFmt w:val="decimal"/>
      <w:lvlText w:val="%4."/>
      <w:lvlJc w:val="left"/>
      <w:pPr>
        <w:ind w:left="3441" w:hanging="360"/>
      </w:pPr>
    </w:lvl>
    <w:lvl w:ilvl="4" w:tplc="08090019" w:tentative="1">
      <w:start w:val="1"/>
      <w:numFmt w:val="lowerLetter"/>
      <w:lvlText w:val="%5."/>
      <w:lvlJc w:val="left"/>
      <w:pPr>
        <w:ind w:left="4161" w:hanging="360"/>
      </w:pPr>
    </w:lvl>
    <w:lvl w:ilvl="5" w:tplc="0809001B" w:tentative="1">
      <w:start w:val="1"/>
      <w:numFmt w:val="lowerRoman"/>
      <w:lvlText w:val="%6."/>
      <w:lvlJc w:val="right"/>
      <w:pPr>
        <w:ind w:left="4881" w:hanging="180"/>
      </w:pPr>
    </w:lvl>
    <w:lvl w:ilvl="6" w:tplc="0809000F" w:tentative="1">
      <w:start w:val="1"/>
      <w:numFmt w:val="decimal"/>
      <w:lvlText w:val="%7."/>
      <w:lvlJc w:val="left"/>
      <w:pPr>
        <w:ind w:left="5601" w:hanging="360"/>
      </w:pPr>
    </w:lvl>
    <w:lvl w:ilvl="7" w:tplc="08090019" w:tentative="1">
      <w:start w:val="1"/>
      <w:numFmt w:val="lowerLetter"/>
      <w:lvlText w:val="%8."/>
      <w:lvlJc w:val="left"/>
      <w:pPr>
        <w:ind w:left="6321" w:hanging="360"/>
      </w:pPr>
    </w:lvl>
    <w:lvl w:ilvl="8" w:tplc="0809001B" w:tentative="1">
      <w:start w:val="1"/>
      <w:numFmt w:val="lowerRoman"/>
      <w:lvlText w:val="%9."/>
      <w:lvlJc w:val="right"/>
      <w:pPr>
        <w:ind w:left="7041" w:hanging="180"/>
      </w:pPr>
    </w:lvl>
  </w:abstractNum>
  <w:abstractNum w:abstractNumId="21">
    <w:nsid w:val="27191F34"/>
    <w:multiLevelType w:val="hybridMultilevel"/>
    <w:tmpl w:val="08A032BC"/>
    <w:lvl w:ilvl="0" w:tplc="08090011">
      <w:start w:val="1"/>
      <w:numFmt w:val="decimal"/>
      <w:lvlText w:val="%1)"/>
      <w:lvlJc w:val="left"/>
      <w:pPr>
        <w:ind w:left="2138" w:hanging="360"/>
      </w:p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22">
    <w:nsid w:val="2D6E1A00"/>
    <w:multiLevelType w:val="multilevel"/>
    <w:tmpl w:val="568476D8"/>
    <w:name w:val="Reg"/>
    <w:lvl w:ilvl="0">
      <w:start w:val="1"/>
      <w:numFmt w:val="upperRoman"/>
      <w:suff w:val="space"/>
      <w:lvlText w:val="%1. "/>
      <w:lvlJc w:val="right"/>
      <w:pPr>
        <w:ind w:left="0" w:firstLine="0"/>
      </w:pPr>
    </w:lvl>
    <w:lvl w:ilvl="1">
      <w:start w:val="1"/>
      <w:numFmt w:val="upperLetter"/>
      <w:suff w:val="space"/>
      <w:lvlText w:val="%2. "/>
      <w:lvlJc w:val="left"/>
      <w:pPr>
        <w:ind w:left="0" w:firstLine="0"/>
      </w:pPr>
      <w:rPr>
        <w:b/>
        <w:u w:val="none"/>
      </w:rPr>
    </w:lvl>
    <w:lvl w:ilvl="2">
      <w:start w:val="1"/>
      <w:numFmt w:val="decimal"/>
      <w:lvlRestart w:val="0"/>
      <w:lvlText w:val="%3."/>
      <w:lvlJc w:val="left"/>
      <w:pPr>
        <w:tabs>
          <w:tab w:val="num" w:pos="720"/>
        </w:tabs>
        <w:ind w:left="0" w:firstLine="0"/>
      </w:pPr>
      <w:rPr>
        <w:b w:val="0"/>
      </w:rPr>
    </w:lvl>
    <w:lvl w:ilvl="3">
      <w:start w:val="1"/>
      <w:numFmt w:val="lowerLetter"/>
      <w:lvlText w:val="(%4)"/>
      <w:lvlJc w:val="left"/>
      <w:pPr>
        <w:tabs>
          <w:tab w:val="num" w:pos="1440"/>
        </w:tabs>
        <w:ind w:left="0" w:firstLine="720"/>
      </w:pPr>
      <w:rPr>
        <w:b w:val="0"/>
      </w:rPr>
    </w:lvl>
    <w:lvl w:ilvl="4">
      <w:start w:val="1"/>
      <w:numFmt w:val="lowerRoman"/>
      <w:lvlText w:val="(%5)"/>
      <w:lvlJc w:val="right"/>
      <w:pPr>
        <w:tabs>
          <w:tab w:val="num" w:pos="2160"/>
        </w:tabs>
        <w:ind w:left="2160" w:hanging="573"/>
      </w:pPr>
    </w:lvl>
    <w:lvl w:ilvl="5">
      <w:start w:val="1"/>
      <w:numFmt w:val="lowerLetter"/>
      <w:lvlText w:val=""/>
      <w:lvlJc w:val="left"/>
      <w:pPr>
        <w:tabs>
          <w:tab w:val="num" w:pos="2880"/>
        </w:tabs>
        <w:ind w:left="2880" w:hanging="720"/>
      </w:pPr>
      <w:rPr>
        <w:rFonts w:ascii="Symbol" w:hAnsi="Symbol" w:hint="default"/>
      </w:rPr>
    </w:lvl>
    <w:lvl w:ilvl="6">
      <w:start w:val="1"/>
      <w:numFmt w:val="none"/>
      <w:lvlText w:val="[%3.%7"/>
      <w:lvlJc w:val="left"/>
      <w:pPr>
        <w:tabs>
          <w:tab w:val="num" w:pos="720"/>
        </w:tabs>
        <w:ind w:left="0" w:firstLine="0"/>
      </w:pPr>
    </w:lvl>
    <w:lvl w:ilvl="7">
      <w:start w:val="1"/>
      <w:numFmt w:val="none"/>
      <w:lvlText w:val="[(%4)%8"/>
      <w:lvlJc w:val="left"/>
      <w:pPr>
        <w:tabs>
          <w:tab w:val="num" w:pos="1440"/>
        </w:tabs>
        <w:ind w:left="0" w:firstLine="720"/>
      </w:pPr>
    </w:lvl>
    <w:lvl w:ilvl="8">
      <w:start w:val="1"/>
      <w:numFmt w:val="none"/>
      <w:lvlText w:val="[(%5)%9"/>
      <w:lvlJc w:val="right"/>
      <w:pPr>
        <w:tabs>
          <w:tab w:val="num" w:pos="2160"/>
        </w:tabs>
        <w:ind w:left="0" w:firstLine="1587"/>
      </w:pPr>
    </w:lvl>
  </w:abstractNum>
  <w:abstractNum w:abstractNumId="23">
    <w:nsid w:val="2D88766D"/>
    <w:multiLevelType w:val="multilevel"/>
    <w:tmpl w:val="A6488ADC"/>
    <w:numStyleLink w:val="SDMTableBoxFigureFootnoteList"/>
  </w:abstractNum>
  <w:abstractNum w:abstractNumId="24">
    <w:nsid w:val="2FA03A21"/>
    <w:multiLevelType w:val="multilevel"/>
    <w:tmpl w:val="40EAA4EC"/>
    <w:name w:val="Reg34"/>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25">
    <w:nsid w:val="307B1BD9"/>
    <w:multiLevelType w:val="multilevel"/>
    <w:tmpl w:val="075A6334"/>
    <w:name w:val="Reg2"/>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26">
    <w:nsid w:val="318031D1"/>
    <w:multiLevelType w:val="multilevel"/>
    <w:tmpl w:val="E2A427E0"/>
    <w:name w:val="Toc13"/>
    <w:lvl w:ilvl="0">
      <w:start w:val="1"/>
      <w:numFmt w:val="upperRoman"/>
      <w:suff w:val="space"/>
      <w:lvlText w:val="%1. "/>
      <w:lvlJc w:val="center"/>
      <w:pPr>
        <w:ind w:left="0" w:firstLine="0"/>
      </w:pPr>
      <w:rPr>
        <w:sz w:val="22"/>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
      <w:lvlJc w:val="left"/>
      <w:pPr>
        <w:tabs>
          <w:tab w:val="num" w:pos="720"/>
        </w:tabs>
        <w:ind w:left="0" w:firstLine="0"/>
      </w:pPr>
      <w:rPr>
        <w:b w:val="0"/>
        <w:sz w:val="22"/>
      </w:rPr>
    </w:lvl>
    <w:lvl w:ilvl="4">
      <w:start w:val="1"/>
      <w:numFmt w:val="lowerLetter"/>
      <w:lvlText w:val="(%5)"/>
      <w:lvlJc w:val="left"/>
      <w:pPr>
        <w:tabs>
          <w:tab w:val="num" w:pos="1440"/>
        </w:tabs>
        <w:ind w:left="0" w:firstLine="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0" w:firstLine="0"/>
      </w:pPr>
    </w:lvl>
    <w:lvl w:ilvl="8">
      <w:start w:val="1"/>
      <w:numFmt w:val="none"/>
      <w:lvlText w:val="[(%5)%9"/>
      <w:lvlJc w:val="left"/>
      <w:pPr>
        <w:tabs>
          <w:tab w:val="num" w:pos="1440"/>
        </w:tabs>
        <w:ind w:left="0" w:firstLine="720"/>
      </w:pPr>
    </w:lvl>
  </w:abstractNum>
  <w:abstractNum w:abstractNumId="27">
    <w:nsid w:val="31A3680B"/>
    <w:multiLevelType w:val="multilevel"/>
    <w:tmpl w:val="DEEC8B6A"/>
    <w:name w:val="Reg6"/>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28">
    <w:nsid w:val="36924865"/>
    <w:multiLevelType w:val="multilevel"/>
    <w:tmpl w:val="AE6881FE"/>
    <w:name w:val="Reg21"/>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29">
    <w:nsid w:val="3C792321"/>
    <w:multiLevelType w:val="multilevel"/>
    <w:tmpl w:val="54D600CE"/>
    <w:name w:val="Reg20"/>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30">
    <w:nsid w:val="3CFD042E"/>
    <w:multiLevelType w:val="multilevel"/>
    <w:tmpl w:val="C694A2DA"/>
    <w:name w:val="Reg15"/>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31">
    <w:nsid w:val="3DC16119"/>
    <w:multiLevelType w:val="multilevel"/>
    <w:tmpl w:val="BCBAC81C"/>
    <w:name w:val="Reg112"/>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32">
    <w:nsid w:val="3FDA42F1"/>
    <w:multiLevelType w:val="multilevel"/>
    <w:tmpl w:val="AE709A9A"/>
    <w:name w:val="Reg13"/>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33">
    <w:nsid w:val="428120B6"/>
    <w:multiLevelType w:val="multilevel"/>
    <w:tmpl w:val="23DC3AAA"/>
    <w:name w:val="Reg32"/>
    <w:lvl w:ilvl="0">
      <w:start w:val="1"/>
      <w:numFmt w:val="upperRoman"/>
      <w:suff w:val="space"/>
      <w:lvlText w:val="%1. "/>
      <w:lvlJc w:val="right"/>
      <w:pPr>
        <w:ind w:left="0" w:firstLine="244"/>
      </w:pPr>
      <w:rPr>
        <w:sz w:val="28"/>
      </w:rPr>
    </w:lvl>
    <w:lvl w:ilvl="1">
      <w:start w:val="1"/>
      <w:numFmt w:val="decimal"/>
      <w:suff w:val="space"/>
      <w:lvlText w:val="%2. "/>
      <w:lvlJc w:val="left"/>
      <w:pPr>
        <w:ind w:left="0" w:firstLine="0"/>
      </w:pPr>
      <w:rPr>
        <w:b/>
        <w:sz w:val="22"/>
        <w:u w:val="none"/>
      </w:rPr>
    </w:lvl>
    <w:lvl w:ilvl="2">
      <w:start w:val="1"/>
      <w:numFmt w:val="lowerLetter"/>
      <w:lvlText w:val="(%3)"/>
      <w:lvlJc w:val="left"/>
      <w:pPr>
        <w:tabs>
          <w:tab w:val="num" w:pos="720"/>
        </w:tabs>
        <w:ind w:left="720" w:hanging="720"/>
      </w:pPr>
      <w:rPr>
        <w:b w:val="0"/>
        <w:sz w:val="22"/>
        <w:u w:val="none"/>
      </w:rPr>
    </w:lvl>
    <w:lvl w:ilvl="3">
      <w:start w:val="1"/>
      <w:numFmt w:val="lowerRoman"/>
      <w:lvlText w:val="(%4)"/>
      <w:lvlJc w:val="right"/>
      <w:pPr>
        <w:tabs>
          <w:tab w:val="num" w:pos="1440"/>
        </w:tabs>
        <w:ind w:left="1440" w:hanging="533"/>
      </w:pPr>
      <w:rPr>
        <w:rFonts w:ascii="Times New Roman" w:hAnsi="Times New Roman"/>
        <w:b w:val="0"/>
        <w:sz w:val="22"/>
        <w:u w:val="none"/>
      </w:rPr>
    </w:lvl>
    <w:lvl w:ilvl="4">
      <w:start w:val="1"/>
      <w:numFmt w:val="decimal"/>
      <w:lvlText w:val="%5."/>
      <w:lvlJc w:val="left"/>
      <w:pPr>
        <w:tabs>
          <w:tab w:val="num" w:pos="720"/>
        </w:tabs>
        <w:ind w:left="720" w:hanging="720"/>
      </w:pPr>
      <w:rPr>
        <w:rFonts w:ascii="Times New Roman" w:hAnsi="Times New Roman"/>
        <w:b w:val="0"/>
        <w:sz w:val="22"/>
        <w:u w:val="none"/>
      </w:rPr>
    </w:lvl>
    <w:lvl w:ilvl="5">
      <w:start w:val="1"/>
      <w:numFmt w:val="lowerLetter"/>
      <w:lvlText w:val="(%6)"/>
      <w:lvlJc w:val="left"/>
      <w:pPr>
        <w:tabs>
          <w:tab w:val="num" w:pos="1440"/>
        </w:tabs>
        <w:ind w:left="1440" w:hanging="720"/>
      </w:pPr>
      <w:rPr>
        <w:sz w:val="22"/>
        <w:u w:val="none"/>
      </w:rPr>
    </w:lvl>
    <w:lvl w:ilvl="6">
      <w:start w:val="1"/>
      <w:numFmt w:val="decimal"/>
      <w:lvlText w:val="%7."/>
      <w:lvlJc w:val="left"/>
      <w:pPr>
        <w:tabs>
          <w:tab w:val="num" w:pos="1440"/>
        </w:tabs>
        <w:ind w:left="1440" w:hanging="720"/>
      </w:pPr>
      <w:rPr>
        <w:rFonts w:ascii="Symbol" w:hAnsi="Symbol" w:hint="default"/>
        <w:sz w:val="22"/>
        <w:u w:val="none"/>
      </w:rPr>
    </w:lvl>
    <w:lvl w:ilvl="7">
      <w:start w:val="1"/>
      <w:numFmt w:val="lowerLetter"/>
      <w:lvlText w:val="(%8)"/>
      <w:lvlJc w:val="left"/>
      <w:pPr>
        <w:tabs>
          <w:tab w:val="num" w:pos="2160"/>
        </w:tabs>
        <w:ind w:left="2160" w:hanging="720"/>
      </w:pPr>
      <w:rPr>
        <w:sz w:val="22"/>
        <w:u w:val="none"/>
      </w:rPr>
    </w:lvl>
    <w:lvl w:ilvl="8">
      <w:start w:val="1"/>
      <w:numFmt w:val="lowerLetter"/>
      <w:lvlText w:val=""/>
      <w:lvlJc w:val="left"/>
      <w:pPr>
        <w:tabs>
          <w:tab w:val="num" w:pos="2880"/>
        </w:tabs>
        <w:ind w:left="2880" w:hanging="720"/>
      </w:pPr>
      <w:rPr>
        <w:rFonts w:ascii="Symbol" w:hAnsi="Symbol" w:hint="default"/>
        <w:u w:val="none"/>
      </w:rPr>
    </w:lvl>
  </w:abstractNum>
  <w:abstractNum w:abstractNumId="34">
    <w:nsid w:val="43FE1A60"/>
    <w:multiLevelType w:val="hybridMultilevel"/>
    <w:tmpl w:val="AAFC371C"/>
    <w:lvl w:ilvl="0" w:tplc="10A60596">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5">
    <w:nsid w:val="45E052B9"/>
    <w:multiLevelType w:val="multilevel"/>
    <w:tmpl w:val="BAB8CCD8"/>
    <w:name w:val="Dec"/>
    <w:lvl w:ilvl="0">
      <w:start w:val="1"/>
      <w:numFmt w:val="upperRoman"/>
      <w:suff w:val="space"/>
      <w:lvlText w:val="%1. "/>
      <w:lvlJc w:val="right"/>
      <w:pPr>
        <w:ind w:left="0" w:firstLine="0"/>
      </w:pPr>
      <w:rPr>
        <w:rFonts w:hint="default"/>
        <w:sz w:val="24"/>
        <w:szCs w:val="24"/>
      </w:rPr>
    </w:lvl>
    <w:lvl w:ilvl="1">
      <w:start w:val="1"/>
      <w:numFmt w:val="decimal"/>
      <w:suff w:val="space"/>
      <w:lvlText w:val="%2. "/>
      <w:lvlJc w:val="left"/>
      <w:pPr>
        <w:ind w:left="0" w:firstLine="0"/>
      </w:pPr>
      <w:rPr>
        <w:rFonts w:hint="default"/>
        <w:u w:val="none"/>
      </w:rPr>
    </w:lvl>
    <w:lvl w:ilvl="2">
      <w:start w:val="1"/>
      <w:numFmt w:val="lowerLetter"/>
      <w:lvlText w:val="(%3)"/>
      <w:lvlJc w:val="left"/>
      <w:pPr>
        <w:tabs>
          <w:tab w:val="num" w:pos="360"/>
        </w:tabs>
        <w:ind w:left="0" w:firstLine="0"/>
      </w:pPr>
      <w:rPr>
        <w:rFonts w:hint="default"/>
        <w:b w:val="0"/>
        <w:i w:val="0"/>
        <w:u w:val="none"/>
      </w:rPr>
    </w:lvl>
    <w:lvl w:ilvl="3">
      <w:start w:val="1"/>
      <w:numFmt w:val="lowerRoman"/>
      <w:lvlText w:val="(%4)"/>
      <w:lvlJc w:val="right"/>
      <w:pPr>
        <w:tabs>
          <w:tab w:val="num" w:pos="1440"/>
        </w:tabs>
        <w:ind w:left="1440" w:hanging="533"/>
      </w:pPr>
      <w:rPr>
        <w:rFonts w:ascii="Times New Roman" w:hAnsi="Times New Roman" w:hint="default"/>
        <w:b w:val="0"/>
      </w:rPr>
    </w:lvl>
    <w:lvl w:ilvl="4">
      <w:start w:val="1"/>
      <w:numFmt w:val="decimal"/>
      <w:lvlRestart w:val="0"/>
      <w:lvlText w:val="%5."/>
      <w:lvlJc w:val="left"/>
      <w:pPr>
        <w:tabs>
          <w:tab w:val="num" w:pos="720"/>
        </w:tabs>
        <w:ind w:left="0" w:firstLine="0"/>
      </w:pPr>
      <w:rPr>
        <w:rFonts w:ascii="Times New Roman" w:hAnsi="Times New Roman" w:hint="default"/>
      </w:rPr>
    </w:lvl>
    <w:lvl w:ilvl="5">
      <w:start w:val="1"/>
      <w:numFmt w:val="lowerLetter"/>
      <w:lvlText w:val="(%6)"/>
      <w:lvlJc w:val="left"/>
      <w:pPr>
        <w:tabs>
          <w:tab w:val="num" w:pos="1440"/>
        </w:tabs>
        <w:ind w:left="0" w:firstLine="720"/>
      </w:pPr>
      <w:rPr>
        <w:rFonts w:hint="default"/>
      </w:rPr>
    </w:lvl>
    <w:lvl w:ilvl="6">
      <w:start w:val="1"/>
      <w:numFmt w:val="decimal"/>
      <w:lvlText w:val="%7."/>
      <w:lvlJc w:val="left"/>
      <w:pPr>
        <w:tabs>
          <w:tab w:val="num" w:pos="1440"/>
        </w:tabs>
        <w:ind w:left="1440" w:hanging="720"/>
      </w:pPr>
      <w:rPr>
        <w:rFonts w:hint="default"/>
      </w:rPr>
    </w:lvl>
    <w:lvl w:ilvl="7">
      <w:start w:val="1"/>
      <w:numFmt w:val="lowerLetter"/>
      <w:lvlText w:val="(%8)"/>
      <w:lvlJc w:val="left"/>
      <w:pPr>
        <w:tabs>
          <w:tab w:val="num" w:pos="2160"/>
        </w:tabs>
        <w:ind w:left="2160" w:hanging="720"/>
      </w:pPr>
      <w:rPr>
        <w:rFonts w:hint="default"/>
      </w:rPr>
    </w:lvl>
    <w:lvl w:ilvl="8">
      <w:start w:val="1"/>
      <w:numFmt w:val="lowerLetter"/>
      <w:lvlText w:val=""/>
      <w:lvlJc w:val="left"/>
      <w:pPr>
        <w:tabs>
          <w:tab w:val="num" w:pos="2880"/>
        </w:tabs>
        <w:ind w:left="2880" w:hanging="720"/>
      </w:pPr>
      <w:rPr>
        <w:rFonts w:ascii="Symbol" w:hAnsi="Symbol" w:hint="default"/>
      </w:rPr>
    </w:lvl>
  </w:abstractNum>
  <w:abstractNum w:abstractNumId="36">
    <w:nsid w:val="476B292B"/>
    <w:multiLevelType w:val="multilevel"/>
    <w:tmpl w:val="A6488ADC"/>
    <w:styleLink w:val="SDMTableBoxFigureFootnoteList"/>
    <w:lvl w:ilvl="0">
      <w:start w:val="1"/>
      <w:numFmt w:val="lowerLetter"/>
      <w:pStyle w:val="SDMTableBoxFigureFootnote"/>
      <w:suff w:val="space"/>
      <w:lvlText w:val="(%1)"/>
      <w:lvlJc w:val="left"/>
      <w:pPr>
        <w:ind w:left="907" w:hanging="198"/>
      </w:pPr>
      <w:rPr>
        <w:b w:val="0"/>
        <w:i w:val="0"/>
        <w:vertAlign w:val="superscript"/>
      </w:rPr>
    </w:lvl>
    <w:lvl w:ilvl="1">
      <w:start w:val="1"/>
      <w:numFmt w:val="decimal"/>
      <w:pStyle w:val="SDMTableBoxFigureFootnoteSL1"/>
      <w:lvlText w:val="%2."/>
      <w:lvlJc w:val="left"/>
      <w:pPr>
        <w:tabs>
          <w:tab w:val="num" w:pos="936"/>
        </w:tabs>
        <w:ind w:left="1247" w:hanging="311"/>
      </w:pPr>
      <w:rPr>
        <w:rFonts w:hint="default"/>
      </w:rPr>
    </w:lvl>
    <w:lvl w:ilvl="2">
      <w:start w:val="1"/>
      <w:numFmt w:val="lowerLetter"/>
      <w:pStyle w:val="SDMTableBoxFigureFootnoteSL2"/>
      <w:lvlText w:val="(%3)"/>
      <w:lvlJc w:val="left"/>
      <w:pPr>
        <w:tabs>
          <w:tab w:val="num" w:pos="1644"/>
        </w:tabs>
        <w:ind w:left="1644" w:hanging="397"/>
      </w:pPr>
      <w:rPr>
        <w:rFonts w:hint="default"/>
      </w:rPr>
    </w:lvl>
    <w:lvl w:ilvl="3">
      <w:start w:val="1"/>
      <w:numFmt w:val="lowerRoman"/>
      <w:pStyle w:val="SDMTableBoxFigureFootnoteSL3"/>
      <w:lvlText w:val="(%4)"/>
      <w:lvlJc w:val="left"/>
      <w:pPr>
        <w:tabs>
          <w:tab w:val="num" w:pos="2041"/>
        </w:tabs>
        <w:ind w:left="2041" w:hanging="397"/>
      </w:pPr>
      <w:rPr>
        <w:rFonts w:hint="default"/>
      </w:rPr>
    </w:lvl>
    <w:lvl w:ilvl="4">
      <w:start w:val="1"/>
      <w:numFmt w:val="lowerLetter"/>
      <w:pStyle w:val="SDMTableBoxFigureFootnoteSL4"/>
      <w:lvlText w:val="%5."/>
      <w:lvlJc w:val="left"/>
      <w:pPr>
        <w:tabs>
          <w:tab w:val="num" w:pos="2381"/>
        </w:tabs>
        <w:ind w:left="2381" w:hanging="340"/>
      </w:pPr>
      <w:rPr>
        <w:rFonts w:hint="default"/>
      </w:rPr>
    </w:lvl>
    <w:lvl w:ilvl="5">
      <w:start w:val="1"/>
      <w:numFmt w:val="lowerRoman"/>
      <w:pStyle w:val="SDMTableBoxFigureFootnoteSL5"/>
      <w:lvlText w:val="%6."/>
      <w:lvlJc w:val="left"/>
      <w:pPr>
        <w:tabs>
          <w:tab w:val="num" w:pos="2722"/>
        </w:tabs>
        <w:ind w:left="2722" w:hanging="341"/>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7">
    <w:nsid w:val="4AC52DB2"/>
    <w:multiLevelType w:val="multilevel"/>
    <w:tmpl w:val="C694A2DA"/>
    <w:name w:val="Reg17"/>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38">
    <w:nsid w:val="4B55483B"/>
    <w:multiLevelType w:val="multilevel"/>
    <w:tmpl w:val="BBA2A6C6"/>
    <w:name w:val="Reg10"/>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39">
    <w:nsid w:val="4DF0353F"/>
    <w:multiLevelType w:val="multilevel"/>
    <w:tmpl w:val="7C72A55E"/>
    <w:name w:val="Reg16"/>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40">
    <w:nsid w:val="524561C4"/>
    <w:multiLevelType w:val="multilevel"/>
    <w:tmpl w:val="A26A24AE"/>
    <w:name w:val="Reg18"/>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41">
    <w:nsid w:val="5A2B6EDB"/>
    <w:multiLevelType w:val="multilevel"/>
    <w:tmpl w:val="CEECAD16"/>
    <w:lvl w:ilvl="0">
      <w:start w:val="1"/>
      <w:numFmt w:val="none"/>
      <w:pStyle w:val="TableColumnHeading"/>
      <w:lvlText w:val="%1"/>
      <w:lvlJc w:val="left"/>
      <w:pPr>
        <w:tabs>
          <w:tab w:val="num" w:pos="0"/>
        </w:tabs>
        <w:ind w:left="0" w:firstLine="0"/>
      </w:pPr>
      <w:rPr>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tabs>
          <w:tab w:val="num" w:pos="567"/>
        </w:tabs>
        <w:ind w:left="1871" w:hanging="1276"/>
      </w:pPr>
      <w:rPr>
        <w:rFonts w:hint="default"/>
      </w:rPr>
    </w:lvl>
    <w:lvl w:ilvl="2">
      <w:start w:val="1"/>
      <w:numFmt w:val="lowerRoman"/>
      <w:lvlText w:val="(%3)"/>
      <w:lvlJc w:val="right"/>
      <w:pPr>
        <w:tabs>
          <w:tab w:val="num" w:pos="2160"/>
        </w:tabs>
        <w:ind w:left="2160" w:hanging="346"/>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42">
    <w:nsid w:val="5E65057A"/>
    <w:multiLevelType w:val="multilevel"/>
    <w:tmpl w:val="50041812"/>
    <w:name w:val="Reg14"/>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43">
    <w:nsid w:val="639E5E02"/>
    <w:multiLevelType w:val="multilevel"/>
    <w:tmpl w:val="E9BEC3F6"/>
    <w:name w:val="Reg12"/>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44">
    <w:nsid w:val="64D345AC"/>
    <w:multiLevelType w:val="multilevel"/>
    <w:tmpl w:val="12C0BDFA"/>
    <w:name w:val="Reg4"/>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45">
    <w:nsid w:val="6B392DA7"/>
    <w:multiLevelType w:val="multilevel"/>
    <w:tmpl w:val="40FA25C4"/>
    <w:lvl w:ilvl="0">
      <w:start w:val="1"/>
      <w:numFmt w:val="decimal"/>
      <w:pStyle w:val="SDMPara"/>
      <w:lvlText w:val="%1."/>
      <w:lvlJc w:val="left"/>
      <w:pPr>
        <w:tabs>
          <w:tab w:val="num" w:pos="709"/>
        </w:tabs>
        <w:ind w:left="709" w:hanging="709"/>
      </w:pPr>
      <w:rPr>
        <w:rFonts w:hint="default"/>
        <w:b w:val="0"/>
      </w:rPr>
    </w:lvl>
    <w:lvl w:ilvl="1">
      <w:start w:val="1"/>
      <w:numFmt w:val="lowerLetter"/>
      <w:pStyle w:val="SDMSubPara1"/>
      <w:lvlText w:val="(%2)"/>
      <w:lvlJc w:val="left"/>
      <w:pPr>
        <w:tabs>
          <w:tab w:val="num" w:pos="709"/>
        </w:tabs>
        <w:ind w:left="1418" w:hanging="709"/>
      </w:pPr>
      <w:rPr>
        <w:rFonts w:hint="default"/>
      </w:rPr>
    </w:lvl>
    <w:lvl w:ilvl="2">
      <w:start w:val="1"/>
      <w:numFmt w:val="lowerRoman"/>
      <w:pStyle w:val="SDMSubPara2"/>
      <w:lvlText w:val="(%3)"/>
      <w:lvlJc w:val="left"/>
      <w:pPr>
        <w:tabs>
          <w:tab w:val="num" w:pos="709"/>
        </w:tabs>
        <w:ind w:left="1985" w:hanging="567"/>
      </w:pPr>
      <w:rPr>
        <w:rFonts w:hint="default"/>
      </w:rPr>
    </w:lvl>
    <w:lvl w:ilvl="3">
      <w:start w:val="1"/>
      <w:numFmt w:val="lowerLetter"/>
      <w:pStyle w:val="SDMSubPara3"/>
      <w:lvlText w:val="%4."/>
      <w:lvlJc w:val="left"/>
      <w:pPr>
        <w:tabs>
          <w:tab w:val="num" w:pos="709"/>
        </w:tabs>
        <w:ind w:left="2722" w:hanging="596"/>
      </w:pPr>
      <w:rPr>
        <w:rFonts w:hint="default"/>
      </w:rPr>
    </w:lvl>
    <w:lvl w:ilvl="4">
      <w:start w:val="1"/>
      <w:numFmt w:val="lowerRoman"/>
      <w:pStyle w:val="SDMSubPara4"/>
      <w:lvlText w:val="%5."/>
      <w:lvlJc w:val="left"/>
      <w:pPr>
        <w:tabs>
          <w:tab w:val="num" w:pos="709"/>
        </w:tabs>
        <w:ind w:left="3232" w:hanging="397"/>
      </w:pPr>
      <w:rPr>
        <w:rFonts w:hint="default"/>
      </w:rPr>
    </w:lvl>
    <w:lvl w:ilvl="5">
      <w:start w:val="1"/>
      <w:numFmt w:val="none"/>
      <w:lvlText w:val=""/>
      <w:lvlJc w:val="left"/>
      <w:pPr>
        <w:tabs>
          <w:tab w:val="num" w:pos="0"/>
        </w:tabs>
        <w:ind w:left="0" w:firstLine="0"/>
      </w:pPr>
      <w:rPr>
        <w:rFonts w:hint="default"/>
      </w:rPr>
    </w:lvl>
    <w:lvl w:ilvl="6">
      <w:start w:val="1"/>
      <w:numFmt w:val="none"/>
      <w:lvlText w:val="%7"/>
      <w:lvlJc w:val="left"/>
      <w:pPr>
        <w:tabs>
          <w:tab w:val="num" w:pos="0"/>
        </w:tabs>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46">
    <w:nsid w:val="6BAA183E"/>
    <w:multiLevelType w:val="multilevel"/>
    <w:tmpl w:val="AE40536C"/>
    <w:name w:val="Reg35"/>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47">
    <w:nsid w:val="6CA1274E"/>
    <w:multiLevelType w:val="multilevel"/>
    <w:tmpl w:val="E44E2228"/>
    <w:numStyleLink w:val="SDMAppHeadList"/>
  </w:abstractNum>
  <w:abstractNum w:abstractNumId="48">
    <w:nsid w:val="6E1606BE"/>
    <w:multiLevelType w:val="multilevel"/>
    <w:tmpl w:val="CC264296"/>
    <w:name w:val="Reg29"/>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49">
    <w:nsid w:val="6F060572"/>
    <w:multiLevelType w:val="multilevel"/>
    <w:tmpl w:val="5B66B3FC"/>
    <w:name w:val="Reg33"/>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50">
    <w:nsid w:val="6FF560E4"/>
    <w:multiLevelType w:val="multilevel"/>
    <w:tmpl w:val="0E4A9DFC"/>
    <w:name w:val="Reg27"/>
    <w:lvl w:ilvl="0">
      <w:start w:val="1"/>
      <w:numFmt w:val="upperRoman"/>
      <w:suff w:val="space"/>
      <w:lvlText w:val="%1."/>
      <w:lvlJc w:val="left"/>
      <w:pPr>
        <w:ind w:left="720" w:hanging="720"/>
      </w:pPr>
      <w:rPr>
        <w:rFonts w:hint="default"/>
        <w:b/>
        <w:i w:val="0"/>
        <w:sz w:val="20"/>
      </w:rPr>
    </w:lvl>
    <w:lvl w:ilvl="1">
      <w:start w:val="1"/>
      <w:numFmt w:val="upperLetter"/>
      <w:suff w:val="space"/>
      <w:lvlText w:val="%2. "/>
      <w:lvlJc w:val="left"/>
      <w:pPr>
        <w:ind w:left="0" w:firstLine="0"/>
      </w:pPr>
      <w:rPr>
        <w:rFonts w:hint="default"/>
        <w:b w:val="0"/>
        <w:i w:val="0"/>
        <w:sz w:val="22"/>
        <w:u w:val="none"/>
      </w:rPr>
    </w:lvl>
    <w:lvl w:ilvl="2">
      <w:start w:val="1"/>
      <w:numFmt w:val="decimal"/>
      <w:lvlText w:val="%3."/>
      <w:lvlJc w:val="left"/>
      <w:pPr>
        <w:tabs>
          <w:tab w:val="num" w:pos="2160"/>
        </w:tabs>
        <w:ind w:left="2160" w:hanging="720"/>
      </w:pPr>
      <w:rPr>
        <w:rFonts w:hint="default"/>
        <w:b w:val="0"/>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1">
    <w:nsid w:val="75906882"/>
    <w:multiLevelType w:val="hybridMultilevel"/>
    <w:tmpl w:val="028C0C32"/>
    <w:name w:val="Reg28"/>
    <w:lvl w:ilvl="0" w:tplc="03DEC4E8">
      <w:start w:val="1"/>
      <w:numFmt w:val="bullet"/>
      <w:lvlText w:val=""/>
      <w:lvlJc w:val="left"/>
      <w:pPr>
        <w:tabs>
          <w:tab w:val="num" w:pos="720"/>
        </w:tabs>
        <w:ind w:left="720" w:hanging="360"/>
      </w:pPr>
      <w:rPr>
        <w:rFonts w:ascii="Symbol" w:hAnsi="Symbol" w:hint="default"/>
      </w:rPr>
    </w:lvl>
    <w:lvl w:ilvl="1" w:tplc="8AA43FB0" w:tentative="1">
      <w:start w:val="1"/>
      <w:numFmt w:val="bullet"/>
      <w:lvlText w:val="o"/>
      <w:lvlJc w:val="left"/>
      <w:pPr>
        <w:tabs>
          <w:tab w:val="num" w:pos="1440"/>
        </w:tabs>
        <w:ind w:left="1440" w:hanging="360"/>
      </w:pPr>
      <w:rPr>
        <w:rFonts w:ascii="Courier New" w:hAnsi="Courier New" w:hint="default"/>
      </w:rPr>
    </w:lvl>
    <w:lvl w:ilvl="2" w:tplc="C86089E4" w:tentative="1">
      <w:start w:val="1"/>
      <w:numFmt w:val="bullet"/>
      <w:lvlText w:val=""/>
      <w:lvlJc w:val="left"/>
      <w:pPr>
        <w:tabs>
          <w:tab w:val="num" w:pos="2160"/>
        </w:tabs>
        <w:ind w:left="2160" w:hanging="360"/>
      </w:pPr>
      <w:rPr>
        <w:rFonts w:ascii="Wingdings" w:hAnsi="Wingdings" w:hint="default"/>
      </w:rPr>
    </w:lvl>
    <w:lvl w:ilvl="3" w:tplc="684CA72E" w:tentative="1">
      <w:start w:val="1"/>
      <w:numFmt w:val="bullet"/>
      <w:lvlText w:val=""/>
      <w:lvlJc w:val="left"/>
      <w:pPr>
        <w:tabs>
          <w:tab w:val="num" w:pos="2880"/>
        </w:tabs>
        <w:ind w:left="2880" w:hanging="360"/>
      </w:pPr>
      <w:rPr>
        <w:rFonts w:ascii="Symbol" w:hAnsi="Symbol" w:hint="default"/>
      </w:rPr>
    </w:lvl>
    <w:lvl w:ilvl="4" w:tplc="06A09FC6">
      <w:start w:val="1"/>
      <w:numFmt w:val="bullet"/>
      <w:lvlText w:val="o"/>
      <w:lvlJc w:val="left"/>
      <w:pPr>
        <w:tabs>
          <w:tab w:val="num" w:pos="3600"/>
        </w:tabs>
        <w:ind w:left="3600" w:hanging="360"/>
      </w:pPr>
      <w:rPr>
        <w:rFonts w:ascii="Courier New" w:hAnsi="Courier New" w:hint="default"/>
      </w:rPr>
    </w:lvl>
    <w:lvl w:ilvl="5" w:tplc="FDB82654" w:tentative="1">
      <w:start w:val="1"/>
      <w:numFmt w:val="bullet"/>
      <w:lvlText w:val=""/>
      <w:lvlJc w:val="left"/>
      <w:pPr>
        <w:tabs>
          <w:tab w:val="num" w:pos="4320"/>
        </w:tabs>
        <w:ind w:left="4320" w:hanging="360"/>
      </w:pPr>
      <w:rPr>
        <w:rFonts w:ascii="Wingdings" w:hAnsi="Wingdings" w:hint="default"/>
      </w:rPr>
    </w:lvl>
    <w:lvl w:ilvl="6" w:tplc="AAC861AE" w:tentative="1">
      <w:start w:val="1"/>
      <w:numFmt w:val="bullet"/>
      <w:lvlText w:val=""/>
      <w:lvlJc w:val="left"/>
      <w:pPr>
        <w:tabs>
          <w:tab w:val="num" w:pos="5040"/>
        </w:tabs>
        <w:ind w:left="5040" w:hanging="360"/>
      </w:pPr>
      <w:rPr>
        <w:rFonts w:ascii="Symbol" w:hAnsi="Symbol" w:hint="default"/>
      </w:rPr>
    </w:lvl>
    <w:lvl w:ilvl="7" w:tplc="ABC41C8E" w:tentative="1">
      <w:start w:val="1"/>
      <w:numFmt w:val="bullet"/>
      <w:lvlText w:val="o"/>
      <w:lvlJc w:val="left"/>
      <w:pPr>
        <w:tabs>
          <w:tab w:val="num" w:pos="5760"/>
        </w:tabs>
        <w:ind w:left="5760" w:hanging="360"/>
      </w:pPr>
      <w:rPr>
        <w:rFonts w:ascii="Courier New" w:hAnsi="Courier New" w:hint="default"/>
      </w:rPr>
    </w:lvl>
    <w:lvl w:ilvl="8" w:tplc="FDC41136" w:tentative="1">
      <w:start w:val="1"/>
      <w:numFmt w:val="bullet"/>
      <w:lvlText w:val=""/>
      <w:lvlJc w:val="left"/>
      <w:pPr>
        <w:tabs>
          <w:tab w:val="num" w:pos="6480"/>
        </w:tabs>
        <w:ind w:left="6480" w:hanging="360"/>
      </w:pPr>
      <w:rPr>
        <w:rFonts w:ascii="Wingdings" w:hAnsi="Wingdings" w:hint="default"/>
      </w:rPr>
    </w:lvl>
  </w:abstractNum>
  <w:abstractNum w:abstractNumId="52">
    <w:nsid w:val="77BF3D54"/>
    <w:multiLevelType w:val="multilevel"/>
    <w:tmpl w:val="81E46A44"/>
    <w:styleLink w:val="SDMHeadList"/>
    <w:lvl w:ilvl="0">
      <w:start w:val="1"/>
      <w:numFmt w:val="decimal"/>
      <w:pStyle w:val="SDMHead1"/>
      <w:lvlText w:val="%1."/>
      <w:lvlJc w:val="left"/>
      <w:pPr>
        <w:tabs>
          <w:tab w:val="num" w:pos="709"/>
        </w:tabs>
        <w:ind w:left="709" w:hanging="709"/>
      </w:pPr>
      <w:rPr>
        <w:rFonts w:hint="default"/>
      </w:rPr>
    </w:lvl>
    <w:lvl w:ilvl="1">
      <w:start w:val="1"/>
      <w:numFmt w:val="decimal"/>
      <w:pStyle w:val="SDMHead2"/>
      <w:lvlText w:val="%1.%2."/>
      <w:lvlJc w:val="left"/>
      <w:pPr>
        <w:tabs>
          <w:tab w:val="num" w:pos="709"/>
        </w:tabs>
        <w:ind w:left="709" w:hanging="709"/>
      </w:pPr>
      <w:rPr>
        <w:rFonts w:hint="default"/>
      </w:rPr>
    </w:lvl>
    <w:lvl w:ilvl="2">
      <w:start w:val="1"/>
      <w:numFmt w:val="decimal"/>
      <w:pStyle w:val="SDMHead3"/>
      <w:lvlText w:val="%1.%2.%3."/>
      <w:lvlJc w:val="left"/>
      <w:pPr>
        <w:tabs>
          <w:tab w:val="num" w:pos="709"/>
        </w:tabs>
        <w:ind w:left="709" w:hanging="709"/>
      </w:pPr>
      <w:rPr>
        <w:rFonts w:hint="default"/>
      </w:rPr>
    </w:lvl>
    <w:lvl w:ilvl="3">
      <w:start w:val="1"/>
      <w:numFmt w:val="decimal"/>
      <w:pStyle w:val="SDMHead4"/>
      <w:lvlText w:val="%1.%2.%3.%4."/>
      <w:lvlJc w:val="left"/>
      <w:pPr>
        <w:tabs>
          <w:tab w:val="num" w:pos="1418"/>
        </w:tabs>
        <w:ind w:left="1418" w:hanging="1418"/>
      </w:pPr>
      <w:rPr>
        <w:rFonts w:hint="default"/>
      </w:rPr>
    </w:lvl>
    <w:lvl w:ilvl="4">
      <w:start w:val="1"/>
      <w:numFmt w:val="decimal"/>
      <w:pStyle w:val="SDMHead5"/>
      <w:lvlText w:val="%1.%2.%3.%4.%5."/>
      <w:lvlJc w:val="left"/>
      <w:pPr>
        <w:tabs>
          <w:tab w:val="num" w:pos="1418"/>
        </w:tabs>
        <w:ind w:left="1418" w:hanging="1418"/>
      </w:pPr>
      <w:rPr>
        <w:rFonts w:hint="default"/>
        <w:b/>
        <w:i w:val="0"/>
      </w:rPr>
    </w:lvl>
    <w:lvl w:ilvl="5">
      <w:start w:val="1"/>
      <w:numFmt w:val="none"/>
      <w:suff w:val="nothing"/>
      <w:lvlText w:val=""/>
      <w:lvlJc w:val="left"/>
      <w:pPr>
        <w:ind w:left="-32767" w:firstLine="0"/>
      </w:pPr>
      <w:rPr>
        <w:rFonts w:hint="default"/>
      </w:rPr>
    </w:lvl>
    <w:lvl w:ilvl="6">
      <w:start w:val="1"/>
      <w:numFmt w:val="none"/>
      <w:suff w:val="nothing"/>
      <w:lvlText w:val=""/>
      <w:lvlJc w:val="left"/>
      <w:pPr>
        <w:ind w:left="-32767" w:firstLine="0"/>
      </w:pPr>
      <w:rPr>
        <w:rFonts w:hint="default"/>
      </w:rPr>
    </w:lvl>
    <w:lvl w:ilvl="7">
      <w:start w:val="1"/>
      <w:numFmt w:val="none"/>
      <w:suff w:val="nothing"/>
      <w:lvlText w:val=""/>
      <w:lvlJc w:val="left"/>
      <w:pPr>
        <w:ind w:left="-32767" w:firstLine="0"/>
      </w:pPr>
      <w:rPr>
        <w:rFonts w:hint="default"/>
      </w:rPr>
    </w:lvl>
    <w:lvl w:ilvl="8">
      <w:start w:val="1"/>
      <w:numFmt w:val="none"/>
      <w:suff w:val="nothing"/>
      <w:lvlText w:val=""/>
      <w:lvlJc w:val="left"/>
      <w:pPr>
        <w:ind w:left="-32767" w:firstLine="0"/>
      </w:pPr>
      <w:rPr>
        <w:rFonts w:hint="default"/>
      </w:rPr>
    </w:lvl>
  </w:abstractNum>
  <w:abstractNum w:abstractNumId="53">
    <w:nsid w:val="7CBA47F7"/>
    <w:multiLevelType w:val="hybridMultilevel"/>
    <w:tmpl w:val="0A4A371A"/>
    <w:name w:val="Reg36"/>
    <w:lvl w:ilvl="0" w:tplc="FFFFFFFF">
      <w:start w:val="1"/>
      <w:numFmt w:val="lowerRoman"/>
      <w:lvlText w:val="(%1)"/>
      <w:lvlJc w:val="left"/>
      <w:pPr>
        <w:tabs>
          <w:tab w:val="num" w:pos="1440"/>
        </w:tabs>
        <w:ind w:left="887" w:hanging="167"/>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41"/>
  </w:num>
  <w:num w:numId="2">
    <w:abstractNumId w:val="14"/>
  </w:num>
  <w:num w:numId="3">
    <w:abstractNumId w:val="5"/>
  </w:num>
  <w:num w:numId="4">
    <w:abstractNumId w:val="17"/>
  </w:num>
  <w:num w:numId="5">
    <w:abstractNumId w:val="52"/>
  </w:num>
  <w:num w:numId="6">
    <w:abstractNumId w:val="11"/>
  </w:num>
  <w:num w:numId="7">
    <w:abstractNumId w:val="36"/>
  </w:num>
  <w:num w:numId="8">
    <w:abstractNumId w:val="12"/>
  </w:num>
  <w:num w:numId="9">
    <w:abstractNumId w:val="45"/>
  </w:num>
  <w:num w:numId="10">
    <w:abstractNumId w:val="45"/>
  </w:num>
  <w:num w:numId="1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3"/>
    <w:lvlOverride w:ilvl="0">
      <w:lvl w:ilvl="0">
        <w:start w:val="1"/>
        <w:numFmt w:val="decimal"/>
        <w:pStyle w:val="SDMMethEquationNr"/>
        <w:suff w:val="nothing"/>
        <w:lvlText w:val="Equation (%1)"/>
        <w:lvlJc w:val="left"/>
        <w:pPr>
          <w:ind w:left="0" w:firstLine="0"/>
        </w:pPr>
        <w:rPr>
          <w:rFonts w:hint="default"/>
        </w:rPr>
      </w:lvl>
    </w:lvlOverride>
  </w:num>
  <w:num w:numId="16">
    <w:abstractNumId w:val="23"/>
  </w:num>
  <w:num w:numId="17">
    <w:abstractNumId w:val="4"/>
  </w:num>
  <w:num w:numId="18">
    <w:abstractNumId w:val="20"/>
  </w:num>
  <w:num w:numId="1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5"/>
  </w:num>
  <w:num w:numId="21">
    <w:abstractNumId w:val="21"/>
  </w:num>
  <w:num w:numId="22">
    <w:abstractNumId w:val="34"/>
  </w:num>
  <w:num w:numId="23">
    <w:abstractNumId w:val="45"/>
  </w:num>
  <w:num w:numId="24">
    <w:abstractNumId w:val="45"/>
  </w:num>
  <w:num w:numId="25">
    <w:abstractNumId w:val="4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6"/>
  <w:removeDateAndTime/>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09"/>
  <w:hyphenationZone w:val="425"/>
  <w:drawingGridHorizontalSpacing w:val="110"/>
  <w:drawingGridVerticalSpacing w:val="299"/>
  <w:displayHorizontalDrawingGridEvery w:val="0"/>
  <w:displayVerticalDrawingGridEvery w:val="0"/>
  <w:noPunctuationKerning/>
  <w:characterSpacingControl w:val="doNotCompress"/>
  <w:hdrShapeDefaults>
    <o:shapedefaults v:ext="edit" spidmax="2106" style="mso-position-horizontal:center;mso-position-horizontal-relative:margin;mso-position-vertical:center;mso-position-vertical-relative:margin" fill="f" fillcolor="#a6a6a6" stroke="f">
      <v:fill color="#a6a6a6" on="f"/>
      <v:stroke on="f"/>
      <v:shadow color="#868686"/>
      <o:colormru v:ext="edit" colors="#ffc"/>
    </o:shapedefaults>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239"/>
    <w:rsid w:val="0000013B"/>
    <w:rsid w:val="0000045C"/>
    <w:rsid w:val="000004B7"/>
    <w:rsid w:val="0000088E"/>
    <w:rsid w:val="00000ADB"/>
    <w:rsid w:val="000012E9"/>
    <w:rsid w:val="000017C8"/>
    <w:rsid w:val="00001AC8"/>
    <w:rsid w:val="000027C4"/>
    <w:rsid w:val="00002823"/>
    <w:rsid w:val="00002A1E"/>
    <w:rsid w:val="00002FBE"/>
    <w:rsid w:val="000031D5"/>
    <w:rsid w:val="00003DBE"/>
    <w:rsid w:val="00003F80"/>
    <w:rsid w:val="000043F7"/>
    <w:rsid w:val="00004C06"/>
    <w:rsid w:val="000051F4"/>
    <w:rsid w:val="0000544C"/>
    <w:rsid w:val="00005504"/>
    <w:rsid w:val="00005B98"/>
    <w:rsid w:val="00006979"/>
    <w:rsid w:val="00006A75"/>
    <w:rsid w:val="00006AC5"/>
    <w:rsid w:val="00006F4F"/>
    <w:rsid w:val="00007AE8"/>
    <w:rsid w:val="00007E9B"/>
    <w:rsid w:val="00010125"/>
    <w:rsid w:val="0001049C"/>
    <w:rsid w:val="0001073B"/>
    <w:rsid w:val="00010CE4"/>
    <w:rsid w:val="00010D38"/>
    <w:rsid w:val="0001110F"/>
    <w:rsid w:val="0001140D"/>
    <w:rsid w:val="00011573"/>
    <w:rsid w:val="0001165C"/>
    <w:rsid w:val="00011E6C"/>
    <w:rsid w:val="00011F5D"/>
    <w:rsid w:val="0001251E"/>
    <w:rsid w:val="00012A91"/>
    <w:rsid w:val="00012DDB"/>
    <w:rsid w:val="00012EFA"/>
    <w:rsid w:val="00013330"/>
    <w:rsid w:val="000146C3"/>
    <w:rsid w:val="000147F0"/>
    <w:rsid w:val="00014814"/>
    <w:rsid w:val="0001516D"/>
    <w:rsid w:val="00016131"/>
    <w:rsid w:val="000165AF"/>
    <w:rsid w:val="000174BC"/>
    <w:rsid w:val="00017D33"/>
    <w:rsid w:val="00020754"/>
    <w:rsid w:val="00021280"/>
    <w:rsid w:val="00021AD8"/>
    <w:rsid w:val="00021B33"/>
    <w:rsid w:val="00022A60"/>
    <w:rsid w:val="00022A86"/>
    <w:rsid w:val="00022CC8"/>
    <w:rsid w:val="00023180"/>
    <w:rsid w:val="0002318A"/>
    <w:rsid w:val="000239DB"/>
    <w:rsid w:val="00023F5C"/>
    <w:rsid w:val="000241A5"/>
    <w:rsid w:val="000244AB"/>
    <w:rsid w:val="000246DA"/>
    <w:rsid w:val="0002487B"/>
    <w:rsid w:val="00024974"/>
    <w:rsid w:val="00024BA3"/>
    <w:rsid w:val="00024C9D"/>
    <w:rsid w:val="00025937"/>
    <w:rsid w:val="00025FDB"/>
    <w:rsid w:val="00026099"/>
    <w:rsid w:val="0002663E"/>
    <w:rsid w:val="0002677D"/>
    <w:rsid w:val="0002690A"/>
    <w:rsid w:val="00026A0B"/>
    <w:rsid w:val="00026B93"/>
    <w:rsid w:val="0002743F"/>
    <w:rsid w:val="000279BF"/>
    <w:rsid w:val="00027F65"/>
    <w:rsid w:val="000306ED"/>
    <w:rsid w:val="00030991"/>
    <w:rsid w:val="00030C08"/>
    <w:rsid w:val="00030D59"/>
    <w:rsid w:val="00030E69"/>
    <w:rsid w:val="00030F34"/>
    <w:rsid w:val="00031003"/>
    <w:rsid w:val="000310A1"/>
    <w:rsid w:val="0003133D"/>
    <w:rsid w:val="00031EFF"/>
    <w:rsid w:val="00032207"/>
    <w:rsid w:val="00032453"/>
    <w:rsid w:val="00032A52"/>
    <w:rsid w:val="00032B9D"/>
    <w:rsid w:val="00032DED"/>
    <w:rsid w:val="00032E10"/>
    <w:rsid w:val="000339B5"/>
    <w:rsid w:val="00033A36"/>
    <w:rsid w:val="00033F7B"/>
    <w:rsid w:val="000340C5"/>
    <w:rsid w:val="000343F5"/>
    <w:rsid w:val="0003494A"/>
    <w:rsid w:val="00034B0D"/>
    <w:rsid w:val="000357EC"/>
    <w:rsid w:val="00035AA9"/>
    <w:rsid w:val="000361DB"/>
    <w:rsid w:val="0003624C"/>
    <w:rsid w:val="00036406"/>
    <w:rsid w:val="0003674D"/>
    <w:rsid w:val="00036818"/>
    <w:rsid w:val="00036902"/>
    <w:rsid w:val="00036C6E"/>
    <w:rsid w:val="00037036"/>
    <w:rsid w:val="00037ECD"/>
    <w:rsid w:val="0004019F"/>
    <w:rsid w:val="0004059F"/>
    <w:rsid w:val="000408DA"/>
    <w:rsid w:val="0004112F"/>
    <w:rsid w:val="000412E2"/>
    <w:rsid w:val="00041737"/>
    <w:rsid w:val="00041D85"/>
    <w:rsid w:val="00041E3F"/>
    <w:rsid w:val="0004270B"/>
    <w:rsid w:val="00042BF3"/>
    <w:rsid w:val="0004358B"/>
    <w:rsid w:val="00044BFB"/>
    <w:rsid w:val="00044F86"/>
    <w:rsid w:val="00045030"/>
    <w:rsid w:val="00045C2B"/>
    <w:rsid w:val="0004606A"/>
    <w:rsid w:val="00046120"/>
    <w:rsid w:val="00046F53"/>
    <w:rsid w:val="00047247"/>
    <w:rsid w:val="00047658"/>
    <w:rsid w:val="000478BE"/>
    <w:rsid w:val="00047EEB"/>
    <w:rsid w:val="000501E2"/>
    <w:rsid w:val="00050204"/>
    <w:rsid w:val="000502D5"/>
    <w:rsid w:val="00050967"/>
    <w:rsid w:val="00050EDA"/>
    <w:rsid w:val="000513DA"/>
    <w:rsid w:val="00051A49"/>
    <w:rsid w:val="000522FD"/>
    <w:rsid w:val="00052717"/>
    <w:rsid w:val="0005271E"/>
    <w:rsid w:val="000529A2"/>
    <w:rsid w:val="000530C3"/>
    <w:rsid w:val="0005341D"/>
    <w:rsid w:val="00053D88"/>
    <w:rsid w:val="00054151"/>
    <w:rsid w:val="000543C6"/>
    <w:rsid w:val="000545B1"/>
    <w:rsid w:val="00054879"/>
    <w:rsid w:val="00054C8A"/>
    <w:rsid w:val="00054CE4"/>
    <w:rsid w:val="00055154"/>
    <w:rsid w:val="000552A1"/>
    <w:rsid w:val="00055563"/>
    <w:rsid w:val="00055565"/>
    <w:rsid w:val="00056364"/>
    <w:rsid w:val="00056569"/>
    <w:rsid w:val="00056680"/>
    <w:rsid w:val="00056845"/>
    <w:rsid w:val="00057792"/>
    <w:rsid w:val="00060E35"/>
    <w:rsid w:val="00060F41"/>
    <w:rsid w:val="00061799"/>
    <w:rsid w:val="00061F17"/>
    <w:rsid w:val="00062146"/>
    <w:rsid w:val="00062180"/>
    <w:rsid w:val="00062322"/>
    <w:rsid w:val="00062CC9"/>
    <w:rsid w:val="000630C6"/>
    <w:rsid w:val="00063344"/>
    <w:rsid w:val="0006338C"/>
    <w:rsid w:val="000637F7"/>
    <w:rsid w:val="00063AB5"/>
    <w:rsid w:val="00063E08"/>
    <w:rsid w:val="00064239"/>
    <w:rsid w:val="00064651"/>
    <w:rsid w:val="00064735"/>
    <w:rsid w:val="0006526A"/>
    <w:rsid w:val="000653B7"/>
    <w:rsid w:val="00065C85"/>
    <w:rsid w:val="00065E31"/>
    <w:rsid w:val="000666DF"/>
    <w:rsid w:val="00066B4B"/>
    <w:rsid w:val="00067083"/>
    <w:rsid w:val="00067730"/>
    <w:rsid w:val="00067826"/>
    <w:rsid w:val="00067B7E"/>
    <w:rsid w:val="000700D8"/>
    <w:rsid w:val="00070225"/>
    <w:rsid w:val="0007034A"/>
    <w:rsid w:val="000711FC"/>
    <w:rsid w:val="00071B34"/>
    <w:rsid w:val="00071E89"/>
    <w:rsid w:val="00072050"/>
    <w:rsid w:val="000724BA"/>
    <w:rsid w:val="000725B5"/>
    <w:rsid w:val="00072A05"/>
    <w:rsid w:val="00073333"/>
    <w:rsid w:val="000736DB"/>
    <w:rsid w:val="00073927"/>
    <w:rsid w:val="00073D26"/>
    <w:rsid w:val="000747BE"/>
    <w:rsid w:val="00074F92"/>
    <w:rsid w:val="00074FA9"/>
    <w:rsid w:val="0007521F"/>
    <w:rsid w:val="00075504"/>
    <w:rsid w:val="000756F5"/>
    <w:rsid w:val="00076437"/>
    <w:rsid w:val="000769E0"/>
    <w:rsid w:val="00076ECB"/>
    <w:rsid w:val="00077241"/>
    <w:rsid w:val="000776E5"/>
    <w:rsid w:val="000778FC"/>
    <w:rsid w:val="000779A5"/>
    <w:rsid w:val="00080741"/>
    <w:rsid w:val="000809A8"/>
    <w:rsid w:val="0008151B"/>
    <w:rsid w:val="000816FC"/>
    <w:rsid w:val="00081E91"/>
    <w:rsid w:val="00081F76"/>
    <w:rsid w:val="00082228"/>
    <w:rsid w:val="000823C6"/>
    <w:rsid w:val="00082986"/>
    <w:rsid w:val="00082C21"/>
    <w:rsid w:val="00082F50"/>
    <w:rsid w:val="000838BF"/>
    <w:rsid w:val="0008406E"/>
    <w:rsid w:val="000846E2"/>
    <w:rsid w:val="00084D1F"/>
    <w:rsid w:val="0008667B"/>
    <w:rsid w:val="000866AF"/>
    <w:rsid w:val="0008699B"/>
    <w:rsid w:val="00086AE0"/>
    <w:rsid w:val="00086D83"/>
    <w:rsid w:val="00087198"/>
    <w:rsid w:val="0008783C"/>
    <w:rsid w:val="000878E7"/>
    <w:rsid w:val="00090067"/>
    <w:rsid w:val="000901C9"/>
    <w:rsid w:val="000904A8"/>
    <w:rsid w:val="00090954"/>
    <w:rsid w:val="00091C7B"/>
    <w:rsid w:val="000920C6"/>
    <w:rsid w:val="00093030"/>
    <w:rsid w:val="00093093"/>
    <w:rsid w:val="00093BB6"/>
    <w:rsid w:val="00093C1C"/>
    <w:rsid w:val="00093E8F"/>
    <w:rsid w:val="00094043"/>
    <w:rsid w:val="000946BB"/>
    <w:rsid w:val="000946DB"/>
    <w:rsid w:val="00094F24"/>
    <w:rsid w:val="000950E4"/>
    <w:rsid w:val="0009541E"/>
    <w:rsid w:val="00095EC6"/>
    <w:rsid w:val="000962AE"/>
    <w:rsid w:val="000967E5"/>
    <w:rsid w:val="000972D4"/>
    <w:rsid w:val="0009730B"/>
    <w:rsid w:val="000975EA"/>
    <w:rsid w:val="00097C44"/>
    <w:rsid w:val="00097DB3"/>
    <w:rsid w:val="00097FB3"/>
    <w:rsid w:val="000A07CF"/>
    <w:rsid w:val="000A0BF3"/>
    <w:rsid w:val="000A0C94"/>
    <w:rsid w:val="000A0E3A"/>
    <w:rsid w:val="000A0E69"/>
    <w:rsid w:val="000A11E4"/>
    <w:rsid w:val="000A2684"/>
    <w:rsid w:val="000A2914"/>
    <w:rsid w:val="000A3021"/>
    <w:rsid w:val="000A32C1"/>
    <w:rsid w:val="000A35EE"/>
    <w:rsid w:val="000A3942"/>
    <w:rsid w:val="000A3CDF"/>
    <w:rsid w:val="000A3D11"/>
    <w:rsid w:val="000A3FFC"/>
    <w:rsid w:val="000A420F"/>
    <w:rsid w:val="000A464D"/>
    <w:rsid w:val="000A4C2A"/>
    <w:rsid w:val="000A4D8F"/>
    <w:rsid w:val="000A4EB6"/>
    <w:rsid w:val="000A5954"/>
    <w:rsid w:val="000A5DBB"/>
    <w:rsid w:val="000A618A"/>
    <w:rsid w:val="000A62D4"/>
    <w:rsid w:val="000A668C"/>
    <w:rsid w:val="000A6938"/>
    <w:rsid w:val="000A699E"/>
    <w:rsid w:val="000A7170"/>
    <w:rsid w:val="000A7B9A"/>
    <w:rsid w:val="000A7CFD"/>
    <w:rsid w:val="000B0193"/>
    <w:rsid w:val="000B0E11"/>
    <w:rsid w:val="000B1FA0"/>
    <w:rsid w:val="000B25AE"/>
    <w:rsid w:val="000B2703"/>
    <w:rsid w:val="000B2846"/>
    <w:rsid w:val="000B2DE6"/>
    <w:rsid w:val="000B2E8C"/>
    <w:rsid w:val="000B3606"/>
    <w:rsid w:val="000B39DA"/>
    <w:rsid w:val="000B3C1A"/>
    <w:rsid w:val="000B429D"/>
    <w:rsid w:val="000B4312"/>
    <w:rsid w:val="000B4A77"/>
    <w:rsid w:val="000B50BD"/>
    <w:rsid w:val="000B6574"/>
    <w:rsid w:val="000B66D8"/>
    <w:rsid w:val="000B6A28"/>
    <w:rsid w:val="000B6B97"/>
    <w:rsid w:val="000B7027"/>
    <w:rsid w:val="000B712F"/>
    <w:rsid w:val="000B7458"/>
    <w:rsid w:val="000B74DF"/>
    <w:rsid w:val="000B770A"/>
    <w:rsid w:val="000B7ED9"/>
    <w:rsid w:val="000C01EC"/>
    <w:rsid w:val="000C0BD0"/>
    <w:rsid w:val="000C0FBF"/>
    <w:rsid w:val="000C178D"/>
    <w:rsid w:val="000C188C"/>
    <w:rsid w:val="000C190A"/>
    <w:rsid w:val="000C1B5C"/>
    <w:rsid w:val="000C1CCB"/>
    <w:rsid w:val="000C254B"/>
    <w:rsid w:val="000C3329"/>
    <w:rsid w:val="000C3597"/>
    <w:rsid w:val="000C3823"/>
    <w:rsid w:val="000C3888"/>
    <w:rsid w:val="000C3BF3"/>
    <w:rsid w:val="000C4064"/>
    <w:rsid w:val="000C47EB"/>
    <w:rsid w:val="000C486C"/>
    <w:rsid w:val="000C49E3"/>
    <w:rsid w:val="000C57A1"/>
    <w:rsid w:val="000C692E"/>
    <w:rsid w:val="000C6C90"/>
    <w:rsid w:val="000C7090"/>
    <w:rsid w:val="000C75BC"/>
    <w:rsid w:val="000C7652"/>
    <w:rsid w:val="000C792C"/>
    <w:rsid w:val="000C7BBC"/>
    <w:rsid w:val="000C7C18"/>
    <w:rsid w:val="000D023B"/>
    <w:rsid w:val="000D03E1"/>
    <w:rsid w:val="000D0530"/>
    <w:rsid w:val="000D1283"/>
    <w:rsid w:val="000D1BEF"/>
    <w:rsid w:val="000D2D2D"/>
    <w:rsid w:val="000D30C8"/>
    <w:rsid w:val="000D325F"/>
    <w:rsid w:val="000D3D61"/>
    <w:rsid w:val="000D4113"/>
    <w:rsid w:val="000D411B"/>
    <w:rsid w:val="000D4538"/>
    <w:rsid w:val="000D5C6C"/>
    <w:rsid w:val="000D6349"/>
    <w:rsid w:val="000D6B0E"/>
    <w:rsid w:val="000D6D11"/>
    <w:rsid w:val="000D71F4"/>
    <w:rsid w:val="000D750E"/>
    <w:rsid w:val="000D7615"/>
    <w:rsid w:val="000D773D"/>
    <w:rsid w:val="000D7938"/>
    <w:rsid w:val="000E08CB"/>
    <w:rsid w:val="000E0CE5"/>
    <w:rsid w:val="000E0D9D"/>
    <w:rsid w:val="000E0F97"/>
    <w:rsid w:val="000E16DE"/>
    <w:rsid w:val="000E1739"/>
    <w:rsid w:val="000E2159"/>
    <w:rsid w:val="000E24D8"/>
    <w:rsid w:val="000E29C8"/>
    <w:rsid w:val="000E2BA7"/>
    <w:rsid w:val="000E338E"/>
    <w:rsid w:val="000E4751"/>
    <w:rsid w:val="000E486B"/>
    <w:rsid w:val="000E6146"/>
    <w:rsid w:val="000E63FD"/>
    <w:rsid w:val="000E64BF"/>
    <w:rsid w:val="000E70A9"/>
    <w:rsid w:val="000E7794"/>
    <w:rsid w:val="000E7AE4"/>
    <w:rsid w:val="000E7F12"/>
    <w:rsid w:val="000E7FDE"/>
    <w:rsid w:val="000F01E2"/>
    <w:rsid w:val="000F0584"/>
    <w:rsid w:val="000F093D"/>
    <w:rsid w:val="000F0CED"/>
    <w:rsid w:val="000F10CC"/>
    <w:rsid w:val="000F1316"/>
    <w:rsid w:val="000F2CC4"/>
    <w:rsid w:val="000F31EA"/>
    <w:rsid w:val="000F3DA4"/>
    <w:rsid w:val="000F3E3B"/>
    <w:rsid w:val="000F4236"/>
    <w:rsid w:val="000F4539"/>
    <w:rsid w:val="000F4A9D"/>
    <w:rsid w:val="000F5863"/>
    <w:rsid w:val="000F5939"/>
    <w:rsid w:val="000F5C2F"/>
    <w:rsid w:val="000F5D33"/>
    <w:rsid w:val="000F6737"/>
    <w:rsid w:val="000F699F"/>
    <w:rsid w:val="000F6F9B"/>
    <w:rsid w:val="000F795D"/>
    <w:rsid w:val="00100311"/>
    <w:rsid w:val="0010063B"/>
    <w:rsid w:val="00101798"/>
    <w:rsid w:val="00101BAA"/>
    <w:rsid w:val="0010246C"/>
    <w:rsid w:val="001024AA"/>
    <w:rsid w:val="00102680"/>
    <w:rsid w:val="001029BB"/>
    <w:rsid w:val="00102CE5"/>
    <w:rsid w:val="00102E23"/>
    <w:rsid w:val="00103545"/>
    <w:rsid w:val="0010378B"/>
    <w:rsid w:val="001037A8"/>
    <w:rsid w:val="001040B8"/>
    <w:rsid w:val="00104982"/>
    <w:rsid w:val="00104D01"/>
    <w:rsid w:val="001050BD"/>
    <w:rsid w:val="0010516B"/>
    <w:rsid w:val="00105E9D"/>
    <w:rsid w:val="00105F10"/>
    <w:rsid w:val="00106691"/>
    <w:rsid w:val="00106B06"/>
    <w:rsid w:val="00106EAA"/>
    <w:rsid w:val="00107354"/>
    <w:rsid w:val="0010767D"/>
    <w:rsid w:val="00110138"/>
    <w:rsid w:val="00110607"/>
    <w:rsid w:val="0011063E"/>
    <w:rsid w:val="00110845"/>
    <w:rsid w:val="00110A86"/>
    <w:rsid w:val="00110BBF"/>
    <w:rsid w:val="0011106B"/>
    <w:rsid w:val="00111503"/>
    <w:rsid w:val="00111986"/>
    <w:rsid w:val="00111BD7"/>
    <w:rsid w:val="00112AE3"/>
    <w:rsid w:val="00112FB3"/>
    <w:rsid w:val="001133FD"/>
    <w:rsid w:val="0011363B"/>
    <w:rsid w:val="00113779"/>
    <w:rsid w:val="00113A19"/>
    <w:rsid w:val="00113A5E"/>
    <w:rsid w:val="00113A96"/>
    <w:rsid w:val="00113E3A"/>
    <w:rsid w:val="00114A0D"/>
    <w:rsid w:val="00114BD8"/>
    <w:rsid w:val="00114DC8"/>
    <w:rsid w:val="0011503B"/>
    <w:rsid w:val="001151A2"/>
    <w:rsid w:val="00115434"/>
    <w:rsid w:val="001157EF"/>
    <w:rsid w:val="00115C0C"/>
    <w:rsid w:val="001163B7"/>
    <w:rsid w:val="00117D4D"/>
    <w:rsid w:val="00117E4C"/>
    <w:rsid w:val="00117E7E"/>
    <w:rsid w:val="0012057C"/>
    <w:rsid w:val="00121B8D"/>
    <w:rsid w:val="0012253D"/>
    <w:rsid w:val="00122BDA"/>
    <w:rsid w:val="00123196"/>
    <w:rsid w:val="00124C6D"/>
    <w:rsid w:val="00125074"/>
    <w:rsid w:val="00125347"/>
    <w:rsid w:val="0012582E"/>
    <w:rsid w:val="00125A0E"/>
    <w:rsid w:val="00125C81"/>
    <w:rsid w:val="00125DC3"/>
    <w:rsid w:val="00126344"/>
    <w:rsid w:val="0012671F"/>
    <w:rsid w:val="001268FC"/>
    <w:rsid w:val="00126900"/>
    <w:rsid w:val="00127399"/>
    <w:rsid w:val="001273B6"/>
    <w:rsid w:val="001274D9"/>
    <w:rsid w:val="001275BF"/>
    <w:rsid w:val="00127639"/>
    <w:rsid w:val="00130710"/>
    <w:rsid w:val="001309BC"/>
    <w:rsid w:val="00130BCF"/>
    <w:rsid w:val="00130DA0"/>
    <w:rsid w:val="001311BF"/>
    <w:rsid w:val="00131CD7"/>
    <w:rsid w:val="00131DC5"/>
    <w:rsid w:val="001320AE"/>
    <w:rsid w:val="00132C7D"/>
    <w:rsid w:val="00132D84"/>
    <w:rsid w:val="001339FD"/>
    <w:rsid w:val="001342C0"/>
    <w:rsid w:val="0013588E"/>
    <w:rsid w:val="00135B2D"/>
    <w:rsid w:val="00135CC0"/>
    <w:rsid w:val="00135F59"/>
    <w:rsid w:val="00136214"/>
    <w:rsid w:val="00136776"/>
    <w:rsid w:val="00136B3C"/>
    <w:rsid w:val="00137165"/>
    <w:rsid w:val="0013716C"/>
    <w:rsid w:val="001376E2"/>
    <w:rsid w:val="001404CC"/>
    <w:rsid w:val="0014067D"/>
    <w:rsid w:val="00141A33"/>
    <w:rsid w:val="00141CDB"/>
    <w:rsid w:val="00141D6E"/>
    <w:rsid w:val="0014207D"/>
    <w:rsid w:val="0014237B"/>
    <w:rsid w:val="001427BD"/>
    <w:rsid w:val="001429D1"/>
    <w:rsid w:val="001430E1"/>
    <w:rsid w:val="001438A5"/>
    <w:rsid w:val="001447C1"/>
    <w:rsid w:val="00144AA8"/>
    <w:rsid w:val="00144BEB"/>
    <w:rsid w:val="00145464"/>
    <w:rsid w:val="001458D2"/>
    <w:rsid w:val="00145A49"/>
    <w:rsid w:val="00145FFF"/>
    <w:rsid w:val="00147ACD"/>
    <w:rsid w:val="00147B6F"/>
    <w:rsid w:val="00150103"/>
    <w:rsid w:val="00150574"/>
    <w:rsid w:val="0015111E"/>
    <w:rsid w:val="0015175E"/>
    <w:rsid w:val="001520B8"/>
    <w:rsid w:val="001524B2"/>
    <w:rsid w:val="0015272A"/>
    <w:rsid w:val="00152EB5"/>
    <w:rsid w:val="00152F2E"/>
    <w:rsid w:val="00152FB5"/>
    <w:rsid w:val="0015333E"/>
    <w:rsid w:val="001537C4"/>
    <w:rsid w:val="00153C73"/>
    <w:rsid w:val="00153E67"/>
    <w:rsid w:val="001544A0"/>
    <w:rsid w:val="00154BFB"/>
    <w:rsid w:val="00154D4B"/>
    <w:rsid w:val="00154DB5"/>
    <w:rsid w:val="00155236"/>
    <w:rsid w:val="001552BF"/>
    <w:rsid w:val="00155A1C"/>
    <w:rsid w:val="0015607F"/>
    <w:rsid w:val="00156974"/>
    <w:rsid w:val="00156D39"/>
    <w:rsid w:val="00156D75"/>
    <w:rsid w:val="0015742D"/>
    <w:rsid w:val="001576E7"/>
    <w:rsid w:val="00157C10"/>
    <w:rsid w:val="001602E9"/>
    <w:rsid w:val="00160E25"/>
    <w:rsid w:val="00161C87"/>
    <w:rsid w:val="00162469"/>
    <w:rsid w:val="001625D1"/>
    <w:rsid w:val="00162B88"/>
    <w:rsid w:val="00162C95"/>
    <w:rsid w:val="00162E7B"/>
    <w:rsid w:val="00163176"/>
    <w:rsid w:val="00163491"/>
    <w:rsid w:val="0016392A"/>
    <w:rsid w:val="00163E8F"/>
    <w:rsid w:val="00164198"/>
    <w:rsid w:val="00164830"/>
    <w:rsid w:val="00164A98"/>
    <w:rsid w:val="00164F54"/>
    <w:rsid w:val="0016535E"/>
    <w:rsid w:val="00165584"/>
    <w:rsid w:val="00165729"/>
    <w:rsid w:val="001659C5"/>
    <w:rsid w:val="001660AB"/>
    <w:rsid w:val="00166CCD"/>
    <w:rsid w:val="001673AB"/>
    <w:rsid w:val="001677D3"/>
    <w:rsid w:val="00167A87"/>
    <w:rsid w:val="00170190"/>
    <w:rsid w:val="001703AB"/>
    <w:rsid w:val="00170668"/>
    <w:rsid w:val="00170843"/>
    <w:rsid w:val="00170A2C"/>
    <w:rsid w:val="00170F2B"/>
    <w:rsid w:val="00170FF3"/>
    <w:rsid w:val="0017111A"/>
    <w:rsid w:val="0017125D"/>
    <w:rsid w:val="00171BA3"/>
    <w:rsid w:val="00171C0A"/>
    <w:rsid w:val="00171DCE"/>
    <w:rsid w:val="00172D2F"/>
    <w:rsid w:val="00173271"/>
    <w:rsid w:val="0017360D"/>
    <w:rsid w:val="00173A75"/>
    <w:rsid w:val="001740C6"/>
    <w:rsid w:val="001740C7"/>
    <w:rsid w:val="00174100"/>
    <w:rsid w:val="001745C8"/>
    <w:rsid w:val="00174A94"/>
    <w:rsid w:val="00175981"/>
    <w:rsid w:val="00175A9D"/>
    <w:rsid w:val="00176281"/>
    <w:rsid w:val="001762E4"/>
    <w:rsid w:val="0017706D"/>
    <w:rsid w:val="0017709F"/>
    <w:rsid w:val="001779C9"/>
    <w:rsid w:val="00177E00"/>
    <w:rsid w:val="00180857"/>
    <w:rsid w:val="00180B28"/>
    <w:rsid w:val="0018127F"/>
    <w:rsid w:val="0018140E"/>
    <w:rsid w:val="0018172C"/>
    <w:rsid w:val="00181789"/>
    <w:rsid w:val="00181B5B"/>
    <w:rsid w:val="00181FD8"/>
    <w:rsid w:val="00182308"/>
    <w:rsid w:val="00182909"/>
    <w:rsid w:val="00183174"/>
    <w:rsid w:val="001832BE"/>
    <w:rsid w:val="00183804"/>
    <w:rsid w:val="0018398F"/>
    <w:rsid w:val="00183B85"/>
    <w:rsid w:val="00183EF8"/>
    <w:rsid w:val="00184078"/>
    <w:rsid w:val="001840EE"/>
    <w:rsid w:val="00184175"/>
    <w:rsid w:val="001841BF"/>
    <w:rsid w:val="00184504"/>
    <w:rsid w:val="00184632"/>
    <w:rsid w:val="00184E7F"/>
    <w:rsid w:val="00184F8F"/>
    <w:rsid w:val="00185565"/>
    <w:rsid w:val="001857B1"/>
    <w:rsid w:val="001857FE"/>
    <w:rsid w:val="00186342"/>
    <w:rsid w:val="0018634D"/>
    <w:rsid w:val="0018663F"/>
    <w:rsid w:val="00186954"/>
    <w:rsid w:val="00187B7A"/>
    <w:rsid w:val="00190573"/>
    <w:rsid w:val="00190877"/>
    <w:rsid w:val="00190ED4"/>
    <w:rsid w:val="0019160B"/>
    <w:rsid w:val="00191E08"/>
    <w:rsid w:val="00192258"/>
    <w:rsid w:val="00192274"/>
    <w:rsid w:val="00192465"/>
    <w:rsid w:val="00192F58"/>
    <w:rsid w:val="001930B4"/>
    <w:rsid w:val="0019331A"/>
    <w:rsid w:val="001939EE"/>
    <w:rsid w:val="00193AD5"/>
    <w:rsid w:val="00193E47"/>
    <w:rsid w:val="00193F04"/>
    <w:rsid w:val="0019463F"/>
    <w:rsid w:val="00194799"/>
    <w:rsid w:val="0019479E"/>
    <w:rsid w:val="0019529C"/>
    <w:rsid w:val="00195984"/>
    <w:rsid w:val="00195C34"/>
    <w:rsid w:val="001962CF"/>
    <w:rsid w:val="00196C0E"/>
    <w:rsid w:val="00196EF8"/>
    <w:rsid w:val="001970EF"/>
    <w:rsid w:val="001977E2"/>
    <w:rsid w:val="001979E5"/>
    <w:rsid w:val="00197BD1"/>
    <w:rsid w:val="00197D5A"/>
    <w:rsid w:val="00197E55"/>
    <w:rsid w:val="00197ED9"/>
    <w:rsid w:val="001A0357"/>
    <w:rsid w:val="001A0480"/>
    <w:rsid w:val="001A0A28"/>
    <w:rsid w:val="001A0AA9"/>
    <w:rsid w:val="001A0B0A"/>
    <w:rsid w:val="001A0C16"/>
    <w:rsid w:val="001A1637"/>
    <w:rsid w:val="001A16D0"/>
    <w:rsid w:val="001A1BDD"/>
    <w:rsid w:val="001A206A"/>
    <w:rsid w:val="001A26D7"/>
    <w:rsid w:val="001A2E35"/>
    <w:rsid w:val="001A3551"/>
    <w:rsid w:val="001A449B"/>
    <w:rsid w:val="001A455E"/>
    <w:rsid w:val="001A4DC9"/>
    <w:rsid w:val="001A4E9F"/>
    <w:rsid w:val="001A51BB"/>
    <w:rsid w:val="001A5A24"/>
    <w:rsid w:val="001A5EBE"/>
    <w:rsid w:val="001A600D"/>
    <w:rsid w:val="001A6050"/>
    <w:rsid w:val="001A60DA"/>
    <w:rsid w:val="001A686B"/>
    <w:rsid w:val="001A776D"/>
    <w:rsid w:val="001A7A3F"/>
    <w:rsid w:val="001A7B43"/>
    <w:rsid w:val="001B0E46"/>
    <w:rsid w:val="001B0EA9"/>
    <w:rsid w:val="001B0EE5"/>
    <w:rsid w:val="001B0F14"/>
    <w:rsid w:val="001B1783"/>
    <w:rsid w:val="001B22B2"/>
    <w:rsid w:val="001B2422"/>
    <w:rsid w:val="001B2F15"/>
    <w:rsid w:val="001B3091"/>
    <w:rsid w:val="001B35F2"/>
    <w:rsid w:val="001B3F22"/>
    <w:rsid w:val="001B3F4F"/>
    <w:rsid w:val="001B4E9E"/>
    <w:rsid w:val="001B4F32"/>
    <w:rsid w:val="001B4FBF"/>
    <w:rsid w:val="001B53C6"/>
    <w:rsid w:val="001B5503"/>
    <w:rsid w:val="001B63AF"/>
    <w:rsid w:val="001B64A6"/>
    <w:rsid w:val="001B67A8"/>
    <w:rsid w:val="001B6CD3"/>
    <w:rsid w:val="001B767C"/>
    <w:rsid w:val="001B7831"/>
    <w:rsid w:val="001B7BF0"/>
    <w:rsid w:val="001B7F30"/>
    <w:rsid w:val="001B7FE6"/>
    <w:rsid w:val="001C060A"/>
    <w:rsid w:val="001C07BD"/>
    <w:rsid w:val="001C0A6C"/>
    <w:rsid w:val="001C131E"/>
    <w:rsid w:val="001C13E2"/>
    <w:rsid w:val="001C14C6"/>
    <w:rsid w:val="001C18AA"/>
    <w:rsid w:val="001C1E52"/>
    <w:rsid w:val="001C2416"/>
    <w:rsid w:val="001C2AC1"/>
    <w:rsid w:val="001C4222"/>
    <w:rsid w:val="001C46C6"/>
    <w:rsid w:val="001C4CC4"/>
    <w:rsid w:val="001C52E2"/>
    <w:rsid w:val="001C54EB"/>
    <w:rsid w:val="001C5580"/>
    <w:rsid w:val="001C5814"/>
    <w:rsid w:val="001C5B71"/>
    <w:rsid w:val="001C62DA"/>
    <w:rsid w:val="001C6370"/>
    <w:rsid w:val="001C658F"/>
    <w:rsid w:val="001C65DB"/>
    <w:rsid w:val="001C6814"/>
    <w:rsid w:val="001C68DC"/>
    <w:rsid w:val="001C68ED"/>
    <w:rsid w:val="001C6E9D"/>
    <w:rsid w:val="001C7318"/>
    <w:rsid w:val="001D03F6"/>
    <w:rsid w:val="001D0516"/>
    <w:rsid w:val="001D0762"/>
    <w:rsid w:val="001D07AD"/>
    <w:rsid w:val="001D0A3D"/>
    <w:rsid w:val="001D15B4"/>
    <w:rsid w:val="001D1672"/>
    <w:rsid w:val="001D1D13"/>
    <w:rsid w:val="001D22EB"/>
    <w:rsid w:val="001D2739"/>
    <w:rsid w:val="001D2CCC"/>
    <w:rsid w:val="001D311E"/>
    <w:rsid w:val="001D3165"/>
    <w:rsid w:val="001D4146"/>
    <w:rsid w:val="001D485C"/>
    <w:rsid w:val="001D4CD9"/>
    <w:rsid w:val="001D4D37"/>
    <w:rsid w:val="001D4E21"/>
    <w:rsid w:val="001D5E97"/>
    <w:rsid w:val="001D61B2"/>
    <w:rsid w:val="001D620F"/>
    <w:rsid w:val="001D6285"/>
    <w:rsid w:val="001D6677"/>
    <w:rsid w:val="001D6C71"/>
    <w:rsid w:val="001D6DF6"/>
    <w:rsid w:val="001D70B3"/>
    <w:rsid w:val="001D76EF"/>
    <w:rsid w:val="001D788A"/>
    <w:rsid w:val="001D7967"/>
    <w:rsid w:val="001D79C6"/>
    <w:rsid w:val="001E06BF"/>
    <w:rsid w:val="001E0899"/>
    <w:rsid w:val="001E266E"/>
    <w:rsid w:val="001E269F"/>
    <w:rsid w:val="001E2E81"/>
    <w:rsid w:val="001E343B"/>
    <w:rsid w:val="001E358C"/>
    <w:rsid w:val="001E378E"/>
    <w:rsid w:val="001E38B0"/>
    <w:rsid w:val="001E3A69"/>
    <w:rsid w:val="001E3B4F"/>
    <w:rsid w:val="001E46C6"/>
    <w:rsid w:val="001E4C2F"/>
    <w:rsid w:val="001E4F44"/>
    <w:rsid w:val="001E4FCC"/>
    <w:rsid w:val="001E515F"/>
    <w:rsid w:val="001E532E"/>
    <w:rsid w:val="001E539A"/>
    <w:rsid w:val="001E53AA"/>
    <w:rsid w:val="001E589D"/>
    <w:rsid w:val="001E5928"/>
    <w:rsid w:val="001E5A27"/>
    <w:rsid w:val="001E5FA5"/>
    <w:rsid w:val="001E5FA6"/>
    <w:rsid w:val="001E6174"/>
    <w:rsid w:val="001E647F"/>
    <w:rsid w:val="001E65AC"/>
    <w:rsid w:val="001E66A2"/>
    <w:rsid w:val="001E66F5"/>
    <w:rsid w:val="001E685E"/>
    <w:rsid w:val="001E6B55"/>
    <w:rsid w:val="001E6F87"/>
    <w:rsid w:val="001E7136"/>
    <w:rsid w:val="001E747B"/>
    <w:rsid w:val="001E7C1B"/>
    <w:rsid w:val="001F075E"/>
    <w:rsid w:val="001F0958"/>
    <w:rsid w:val="001F0B79"/>
    <w:rsid w:val="001F0B7A"/>
    <w:rsid w:val="001F0DF5"/>
    <w:rsid w:val="001F1B4D"/>
    <w:rsid w:val="001F1F2E"/>
    <w:rsid w:val="001F213C"/>
    <w:rsid w:val="001F2C52"/>
    <w:rsid w:val="001F2EA0"/>
    <w:rsid w:val="001F2F39"/>
    <w:rsid w:val="001F2FCB"/>
    <w:rsid w:val="001F35BC"/>
    <w:rsid w:val="001F3B3A"/>
    <w:rsid w:val="001F3CCE"/>
    <w:rsid w:val="001F4087"/>
    <w:rsid w:val="001F44AB"/>
    <w:rsid w:val="001F4949"/>
    <w:rsid w:val="001F49D6"/>
    <w:rsid w:val="001F4AED"/>
    <w:rsid w:val="001F4D32"/>
    <w:rsid w:val="001F5476"/>
    <w:rsid w:val="001F5AEB"/>
    <w:rsid w:val="001F5F63"/>
    <w:rsid w:val="001F6004"/>
    <w:rsid w:val="001F61E1"/>
    <w:rsid w:val="001F64F0"/>
    <w:rsid w:val="001F6567"/>
    <w:rsid w:val="001F72CF"/>
    <w:rsid w:val="001F733F"/>
    <w:rsid w:val="001F76B9"/>
    <w:rsid w:val="001F7AF4"/>
    <w:rsid w:val="001F7BE4"/>
    <w:rsid w:val="001F7F37"/>
    <w:rsid w:val="0020000B"/>
    <w:rsid w:val="002004D3"/>
    <w:rsid w:val="00200789"/>
    <w:rsid w:val="00200C4D"/>
    <w:rsid w:val="00200F48"/>
    <w:rsid w:val="0020142B"/>
    <w:rsid w:val="00201792"/>
    <w:rsid w:val="00201BBB"/>
    <w:rsid w:val="00201D5C"/>
    <w:rsid w:val="00201DF2"/>
    <w:rsid w:val="0020249F"/>
    <w:rsid w:val="00202A67"/>
    <w:rsid w:val="00202A89"/>
    <w:rsid w:val="00202DBC"/>
    <w:rsid w:val="00202EB7"/>
    <w:rsid w:val="002030EF"/>
    <w:rsid w:val="002031B2"/>
    <w:rsid w:val="002032FE"/>
    <w:rsid w:val="002037CF"/>
    <w:rsid w:val="002037E6"/>
    <w:rsid w:val="0020439D"/>
    <w:rsid w:val="00205C9E"/>
    <w:rsid w:val="00205FA1"/>
    <w:rsid w:val="00206C58"/>
    <w:rsid w:val="0021135A"/>
    <w:rsid w:val="00211830"/>
    <w:rsid w:val="002119F3"/>
    <w:rsid w:val="00211A39"/>
    <w:rsid w:val="00211BCE"/>
    <w:rsid w:val="0021223B"/>
    <w:rsid w:val="002137ED"/>
    <w:rsid w:val="0021389E"/>
    <w:rsid w:val="00213A83"/>
    <w:rsid w:val="00213FEC"/>
    <w:rsid w:val="002142C7"/>
    <w:rsid w:val="00214492"/>
    <w:rsid w:val="0021487B"/>
    <w:rsid w:val="00214CB6"/>
    <w:rsid w:val="00214F11"/>
    <w:rsid w:val="002158D4"/>
    <w:rsid w:val="002158DE"/>
    <w:rsid w:val="00215E76"/>
    <w:rsid w:val="00215FF2"/>
    <w:rsid w:val="00216C2A"/>
    <w:rsid w:val="00216DB5"/>
    <w:rsid w:val="00216E5B"/>
    <w:rsid w:val="002172CC"/>
    <w:rsid w:val="00217680"/>
    <w:rsid w:val="00220A70"/>
    <w:rsid w:val="00221CF5"/>
    <w:rsid w:val="002228DC"/>
    <w:rsid w:val="002232A5"/>
    <w:rsid w:val="0022333C"/>
    <w:rsid w:val="0022370D"/>
    <w:rsid w:val="002239E2"/>
    <w:rsid w:val="00223FFD"/>
    <w:rsid w:val="00224E01"/>
    <w:rsid w:val="00224FF4"/>
    <w:rsid w:val="002253F5"/>
    <w:rsid w:val="00225623"/>
    <w:rsid w:val="00225AB7"/>
    <w:rsid w:val="00226024"/>
    <w:rsid w:val="002260D9"/>
    <w:rsid w:val="0022626F"/>
    <w:rsid w:val="00226391"/>
    <w:rsid w:val="00227134"/>
    <w:rsid w:val="0022764E"/>
    <w:rsid w:val="002306EE"/>
    <w:rsid w:val="00230C0D"/>
    <w:rsid w:val="00230E1D"/>
    <w:rsid w:val="002314D3"/>
    <w:rsid w:val="00231CD6"/>
    <w:rsid w:val="00231F00"/>
    <w:rsid w:val="002320AD"/>
    <w:rsid w:val="00232317"/>
    <w:rsid w:val="00232334"/>
    <w:rsid w:val="0023244A"/>
    <w:rsid w:val="002325CB"/>
    <w:rsid w:val="0023263E"/>
    <w:rsid w:val="00232934"/>
    <w:rsid w:val="00232C3A"/>
    <w:rsid w:val="002339D2"/>
    <w:rsid w:val="00233BCC"/>
    <w:rsid w:val="00233EA6"/>
    <w:rsid w:val="0023421F"/>
    <w:rsid w:val="00234461"/>
    <w:rsid w:val="002346C1"/>
    <w:rsid w:val="002347FE"/>
    <w:rsid w:val="00234A91"/>
    <w:rsid w:val="00234E8D"/>
    <w:rsid w:val="00235C45"/>
    <w:rsid w:val="00235C85"/>
    <w:rsid w:val="00235FD4"/>
    <w:rsid w:val="002360AC"/>
    <w:rsid w:val="0023680D"/>
    <w:rsid w:val="00236A23"/>
    <w:rsid w:val="00236B56"/>
    <w:rsid w:val="00237487"/>
    <w:rsid w:val="00237A06"/>
    <w:rsid w:val="00237BEA"/>
    <w:rsid w:val="00237F1C"/>
    <w:rsid w:val="00240362"/>
    <w:rsid w:val="0024039A"/>
    <w:rsid w:val="00240D05"/>
    <w:rsid w:val="00240E42"/>
    <w:rsid w:val="0024160B"/>
    <w:rsid w:val="0024193C"/>
    <w:rsid w:val="00241AC9"/>
    <w:rsid w:val="00241BB2"/>
    <w:rsid w:val="00241E45"/>
    <w:rsid w:val="00241E55"/>
    <w:rsid w:val="00241FC5"/>
    <w:rsid w:val="002420F1"/>
    <w:rsid w:val="0024393A"/>
    <w:rsid w:val="00243E34"/>
    <w:rsid w:val="002441BA"/>
    <w:rsid w:val="00244560"/>
    <w:rsid w:val="002456E2"/>
    <w:rsid w:val="00245BF4"/>
    <w:rsid w:val="00245CC6"/>
    <w:rsid w:val="00245E37"/>
    <w:rsid w:val="0024605D"/>
    <w:rsid w:val="002466B0"/>
    <w:rsid w:val="002466F3"/>
    <w:rsid w:val="002467B4"/>
    <w:rsid w:val="00247D0A"/>
    <w:rsid w:val="00250836"/>
    <w:rsid w:val="00250F62"/>
    <w:rsid w:val="00251288"/>
    <w:rsid w:val="0025141F"/>
    <w:rsid w:val="0025172F"/>
    <w:rsid w:val="00252AA4"/>
    <w:rsid w:val="00252ED3"/>
    <w:rsid w:val="00253290"/>
    <w:rsid w:val="00253695"/>
    <w:rsid w:val="00253874"/>
    <w:rsid w:val="0025584D"/>
    <w:rsid w:val="0025593C"/>
    <w:rsid w:val="00255CCA"/>
    <w:rsid w:val="00255E29"/>
    <w:rsid w:val="002566DE"/>
    <w:rsid w:val="00256AEE"/>
    <w:rsid w:val="0025741E"/>
    <w:rsid w:val="00257716"/>
    <w:rsid w:val="002601CC"/>
    <w:rsid w:val="002605B0"/>
    <w:rsid w:val="00260651"/>
    <w:rsid w:val="0026082C"/>
    <w:rsid w:val="00260C24"/>
    <w:rsid w:val="00260D40"/>
    <w:rsid w:val="00260F43"/>
    <w:rsid w:val="0026109E"/>
    <w:rsid w:val="002614B1"/>
    <w:rsid w:val="002616D8"/>
    <w:rsid w:val="002619CE"/>
    <w:rsid w:val="002622CF"/>
    <w:rsid w:val="00263220"/>
    <w:rsid w:val="00263991"/>
    <w:rsid w:val="0026467E"/>
    <w:rsid w:val="00264CD3"/>
    <w:rsid w:val="00264EC4"/>
    <w:rsid w:val="00264FCD"/>
    <w:rsid w:val="00265AF1"/>
    <w:rsid w:val="00265CAF"/>
    <w:rsid w:val="00265F5D"/>
    <w:rsid w:val="0026640C"/>
    <w:rsid w:val="00266C93"/>
    <w:rsid w:val="00267D46"/>
    <w:rsid w:val="002703EA"/>
    <w:rsid w:val="00270C18"/>
    <w:rsid w:val="00270C4E"/>
    <w:rsid w:val="00270E50"/>
    <w:rsid w:val="00270FD0"/>
    <w:rsid w:val="00271B7A"/>
    <w:rsid w:val="00271CD4"/>
    <w:rsid w:val="00272313"/>
    <w:rsid w:val="00272F27"/>
    <w:rsid w:val="00273F15"/>
    <w:rsid w:val="002745B5"/>
    <w:rsid w:val="00274CA6"/>
    <w:rsid w:val="00275763"/>
    <w:rsid w:val="00275BA5"/>
    <w:rsid w:val="00276177"/>
    <w:rsid w:val="00276293"/>
    <w:rsid w:val="002762C1"/>
    <w:rsid w:val="00276300"/>
    <w:rsid w:val="00276CD0"/>
    <w:rsid w:val="00276EAB"/>
    <w:rsid w:val="002773BB"/>
    <w:rsid w:val="002774E1"/>
    <w:rsid w:val="0027767F"/>
    <w:rsid w:val="00280198"/>
    <w:rsid w:val="002808AB"/>
    <w:rsid w:val="002818C1"/>
    <w:rsid w:val="00281C74"/>
    <w:rsid w:val="00282167"/>
    <w:rsid w:val="00282811"/>
    <w:rsid w:val="00282927"/>
    <w:rsid w:val="00283E82"/>
    <w:rsid w:val="00283F5D"/>
    <w:rsid w:val="00284164"/>
    <w:rsid w:val="0028559A"/>
    <w:rsid w:val="0028603D"/>
    <w:rsid w:val="0028622C"/>
    <w:rsid w:val="0028646E"/>
    <w:rsid w:val="00286BC4"/>
    <w:rsid w:val="00286E94"/>
    <w:rsid w:val="00286F9A"/>
    <w:rsid w:val="00287B65"/>
    <w:rsid w:val="00287F8C"/>
    <w:rsid w:val="00290276"/>
    <w:rsid w:val="00290479"/>
    <w:rsid w:val="002904CE"/>
    <w:rsid w:val="0029093A"/>
    <w:rsid w:val="0029140E"/>
    <w:rsid w:val="002915B4"/>
    <w:rsid w:val="00291B05"/>
    <w:rsid w:val="002923A7"/>
    <w:rsid w:val="00292E6F"/>
    <w:rsid w:val="0029386B"/>
    <w:rsid w:val="00293B39"/>
    <w:rsid w:val="00293B78"/>
    <w:rsid w:val="0029435C"/>
    <w:rsid w:val="00294C02"/>
    <w:rsid w:val="00294C86"/>
    <w:rsid w:val="002952BA"/>
    <w:rsid w:val="00295384"/>
    <w:rsid w:val="002953FF"/>
    <w:rsid w:val="00295AEA"/>
    <w:rsid w:val="00295E9A"/>
    <w:rsid w:val="00296794"/>
    <w:rsid w:val="00296FB7"/>
    <w:rsid w:val="00297333"/>
    <w:rsid w:val="00297E9B"/>
    <w:rsid w:val="002A0014"/>
    <w:rsid w:val="002A009C"/>
    <w:rsid w:val="002A05AE"/>
    <w:rsid w:val="002A05B7"/>
    <w:rsid w:val="002A060B"/>
    <w:rsid w:val="002A0C8B"/>
    <w:rsid w:val="002A0D56"/>
    <w:rsid w:val="002A1002"/>
    <w:rsid w:val="002A1574"/>
    <w:rsid w:val="002A1656"/>
    <w:rsid w:val="002A1965"/>
    <w:rsid w:val="002A2225"/>
    <w:rsid w:val="002A2597"/>
    <w:rsid w:val="002A3054"/>
    <w:rsid w:val="002A3775"/>
    <w:rsid w:val="002A3C8F"/>
    <w:rsid w:val="002A3DB7"/>
    <w:rsid w:val="002A41C4"/>
    <w:rsid w:val="002A42E9"/>
    <w:rsid w:val="002A4341"/>
    <w:rsid w:val="002A596B"/>
    <w:rsid w:val="002A5E27"/>
    <w:rsid w:val="002A5F22"/>
    <w:rsid w:val="002A5F30"/>
    <w:rsid w:val="002A64CD"/>
    <w:rsid w:val="002A679C"/>
    <w:rsid w:val="002A6B10"/>
    <w:rsid w:val="002A6C7E"/>
    <w:rsid w:val="002A6F53"/>
    <w:rsid w:val="002A6FE1"/>
    <w:rsid w:val="002A7423"/>
    <w:rsid w:val="002A7603"/>
    <w:rsid w:val="002A789C"/>
    <w:rsid w:val="002A794B"/>
    <w:rsid w:val="002A7B50"/>
    <w:rsid w:val="002A7F73"/>
    <w:rsid w:val="002A7FE3"/>
    <w:rsid w:val="002B095A"/>
    <w:rsid w:val="002B1364"/>
    <w:rsid w:val="002B15D3"/>
    <w:rsid w:val="002B1DAC"/>
    <w:rsid w:val="002B2A8C"/>
    <w:rsid w:val="002B2B87"/>
    <w:rsid w:val="002B2C09"/>
    <w:rsid w:val="002B2DE1"/>
    <w:rsid w:val="002B2FB0"/>
    <w:rsid w:val="002B3D36"/>
    <w:rsid w:val="002B3E83"/>
    <w:rsid w:val="002B42D8"/>
    <w:rsid w:val="002B45F1"/>
    <w:rsid w:val="002B4BED"/>
    <w:rsid w:val="002B502D"/>
    <w:rsid w:val="002B53A7"/>
    <w:rsid w:val="002B54C6"/>
    <w:rsid w:val="002B552A"/>
    <w:rsid w:val="002B570D"/>
    <w:rsid w:val="002B5A03"/>
    <w:rsid w:val="002B5BED"/>
    <w:rsid w:val="002B5CF9"/>
    <w:rsid w:val="002B5FBB"/>
    <w:rsid w:val="002B61F6"/>
    <w:rsid w:val="002B6851"/>
    <w:rsid w:val="002B6960"/>
    <w:rsid w:val="002B70A5"/>
    <w:rsid w:val="002B71A5"/>
    <w:rsid w:val="002B7CAA"/>
    <w:rsid w:val="002C090E"/>
    <w:rsid w:val="002C0DFF"/>
    <w:rsid w:val="002C0E20"/>
    <w:rsid w:val="002C1140"/>
    <w:rsid w:val="002C1276"/>
    <w:rsid w:val="002C1322"/>
    <w:rsid w:val="002C151E"/>
    <w:rsid w:val="002C1C8C"/>
    <w:rsid w:val="002C1CDB"/>
    <w:rsid w:val="002C2898"/>
    <w:rsid w:val="002C2F73"/>
    <w:rsid w:val="002C303A"/>
    <w:rsid w:val="002C335F"/>
    <w:rsid w:val="002C445C"/>
    <w:rsid w:val="002C4729"/>
    <w:rsid w:val="002C4B0E"/>
    <w:rsid w:val="002C4BA2"/>
    <w:rsid w:val="002C5192"/>
    <w:rsid w:val="002C51D6"/>
    <w:rsid w:val="002C538D"/>
    <w:rsid w:val="002C55B4"/>
    <w:rsid w:val="002C602C"/>
    <w:rsid w:val="002C6F8E"/>
    <w:rsid w:val="002C6FEC"/>
    <w:rsid w:val="002C73A7"/>
    <w:rsid w:val="002C77C8"/>
    <w:rsid w:val="002D08BD"/>
    <w:rsid w:val="002D09B1"/>
    <w:rsid w:val="002D0DDA"/>
    <w:rsid w:val="002D1357"/>
    <w:rsid w:val="002D1616"/>
    <w:rsid w:val="002D1994"/>
    <w:rsid w:val="002D1A66"/>
    <w:rsid w:val="002D22A4"/>
    <w:rsid w:val="002D2445"/>
    <w:rsid w:val="002D26D5"/>
    <w:rsid w:val="002D3045"/>
    <w:rsid w:val="002D30CF"/>
    <w:rsid w:val="002D314B"/>
    <w:rsid w:val="002D34DF"/>
    <w:rsid w:val="002D382C"/>
    <w:rsid w:val="002D463E"/>
    <w:rsid w:val="002D4A62"/>
    <w:rsid w:val="002D53F4"/>
    <w:rsid w:val="002D5CEB"/>
    <w:rsid w:val="002D5E94"/>
    <w:rsid w:val="002D5FFB"/>
    <w:rsid w:val="002D62B6"/>
    <w:rsid w:val="002D6526"/>
    <w:rsid w:val="002D750E"/>
    <w:rsid w:val="002D77A6"/>
    <w:rsid w:val="002D78E8"/>
    <w:rsid w:val="002D7B6E"/>
    <w:rsid w:val="002D7F88"/>
    <w:rsid w:val="002E017D"/>
    <w:rsid w:val="002E023D"/>
    <w:rsid w:val="002E0404"/>
    <w:rsid w:val="002E0979"/>
    <w:rsid w:val="002E0BCA"/>
    <w:rsid w:val="002E0E63"/>
    <w:rsid w:val="002E14E2"/>
    <w:rsid w:val="002E15E5"/>
    <w:rsid w:val="002E1AE5"/>
    <w:rsid w:val="002E1CC0"/>
    <w:rsid w:val="002E1F27"/>
    <w:rsid w:val="002E22AA"/>
    <w:rsid w:val="002E23EE"/>
    <w:rsid w:val="002E26B9"/>
    <w:rsid w:val="002E270E"/>
    <w:rsid w:val="002E29F1"/>
    <w:rsid w:val="002E2B6A"/>
    <w:rsid w:val="002E2D73"/>
    <w:rsid w:val="002E3112"/>
    <w:rsid w:val="002E3144"/>
    <w:rsid w:val="002E3E14"/>
    <w:rsid w:val="002E44AD"/>
    <w:rsid w:val="002E4BC8"/>
    <w:rsid w:val="002E4DC3"/>
    <w:rsid w:val="002E4E43"/>
    <w:rsid w:val="002E55FE"/>
    <w:rsid w:val="002E563A"/>
    <w:rsid w:val="002E59A9"/>
    <w:rsid w:val="002E5C5F"/>
    <w:rsid w:val="002E62E7"/>
    <w:rsid w:val="002E6352"/>
    <w:rsid w:val="002E636E"/>
    <w:rsid w:val="002E6655"/>
    <w:rsid w:val="002E685B"/>
    <w:rsid w:val="002E698D"/>
    <w:rsid w:val="002E6CC1"/>
    <w:rsid w:val="002E781E"/>
    <w:rsid w:val="002E7D14"/>
    <w:rsid w:val="002E7F6C"/>
    <w:rsid w:val="002E7FD9"/>
    <w:rsid w:val="002F059E"/>
    <w:rsid w:val="002F07B9"/>
    <w:rsid w:val="002F14DF"/>
    <w:rsid w:val="002F1970"/>
    <w:rsid w:val="002F249E"/>
    <w:rsid w:val="002F2631"/>
    <w:rsid w:val="002F2BFA"/>
    <w:rsid w:val="002F2EB2"/>
    <w:rsid w:val="002F2FBA"/>
    <w:rsid w:val="002F38BF"/>
    <w:rsid w:val="002F4048"/>
    <w:rsid w:val="002F41B6"/>
    <w:rsid w:val="002F4CC0"/>
    <w:rsid w:val="002F502F"/>
    <w:rsid w:val="002F53FC"/>
    <w:rsid w:val="002F59C7"/>
    <w:rsid w:val="002F5BBA"/>
    <w:rsid w:val="002F6771"/>
    <w:rsid w:val="002F6A21"/>
    <w:rsid w:val="002F78EA"/>
    <w:rsid w:val="002F79E8"/>
    <w:rsid w:val="002F7EEF"/>
    <w:rsid w:val="003006F2"/>
    <w:rsid w:val="00300744"/>
    <w:rsid w:val="00300773"/>
    <w:rsid w:val="00300959"/>
    <w:rsid w:val="00300FFA"/>
    <w:rsid w:val="003011B9"/>
    <w:rsid w:val="00301756"/>
    <w:rsid w:val="003022B3"/>
    <w:rsid w:val="003023CC"/>
    <w:rsid w:val="00302582"/>
    <w:rsid w:val="00302966"/>
    <w:rsid w:val="00302FD9"/>
    <w:rsid w:val="003032E1"/>
    <w:rsid w:val="003036FB"/>
    <w:rsid w:val="00303703"/>
    <w:rsid w:val="003039CA"/>
    <w:rsid w:val="00303CCB"/>
    <w:rsid w:val="00303D98"/>
    <w:rsid w:val="00305107"/>
    <w:rsid w:val="00305230"/>
    <w:rsid w:val="00305EA6"/>
    <w:rsid w:val="003060EB"/>
    <w:rsid w:val="0030616A"/>
    <w:rsid w:val="003067D2"/>
    <w:rsid w:val="003069EF"/>
    <w:rsid w:val="00306D22"/>
    <w:rsid w:val="003079E1"/>
    <w:rsid w:val="003079E8"/>
    <w:rsid w:val="00307B99"/>
    <w:rsid w:val="00310379"/>
    <w:rsid w:val="003103B2"/>
    <w:rsid w:val="003107FC"/>
    <w:rsid w:val="00310ADE"/>
    <w:rsid w:val="00310D10"/>
    <w:rsid w:val="00310FB8"/>
    <w:rsid w:val="003115C1"/>
    <w:rsid w:val="0031172F"/>
    <w:rsid w:val="00311F6C"/>
    <w:rsid w:val="003120A5"/>
    <w:rsid w:val="003126F2"/>
    <w:rsid w:val="00312965"/>
    <w:rsid w:val="00312BE3"/>
    <w:rsid w:val="00312CAA"/>
    <w:rsid w:val="00313253"/>
    <w:rsid w:val="003141C0"/>
    <w:rsid w:val="003143CA"/>
    <w:rsid w:val="003153A2"/>
    <w:rsid w:val="00315FBB"/>
    <w:rsid w:val="003161F0"/>
    <w:rsid w:val="0031625C"/>
    <w:rsid w:val="00316B9F"/>
    <w:rsid w:val="00317047"/>
    <w:rsid w:val="0031754D"/>
    <w:rsid w:val="00317A32"/>
    <w:rsid w:val="00317DA7"/>
    <w:rsid w:val="003209C7"/>
    <w:rsid w:val="00320A06"/>
    <w:rsid w:val="00320A3B"/>
    <w:rsid w:val="003217E7"/>
    <w:rsid w:val="00321ED1"/>
    <w:rsid w:val="0032222E"/>
    <w:rsid w:val="00322237"/>
    <w:rsid w:val="00322687"/>
    <w:rsid w:val="003228B3"/>
    <w:rsid w:val="003229A7"/>
    <w:rsid w:val="00322EFA"/>
    <w:rsid w:val="00322F88"/>
    <w:rsid w:val="00322FCD"/>
    <w:rsid w:val="003231EF"/>
    <w:rsid w:val="00323423"/>
    <w:rsid w:val="003235DE"/>
    <w:rsid w:val="00323612"/>
    <w:rsid w:val="003236A8"/>
    <w:rsid w:val="00323BCC"/>
    <w:rsid w:val="00323D3C"/>
    <w:rsid w:val="00323FC9"/>
    <w:rsid w:val="00324423"/>
    <w:rsid w:val="00324A58"/>
    <w:rsid w:val="00324D16"/>
    <w:rsid w:val="00324F42"/>
    <w:rsid w:val="003253C5"/>
    <w:rsid w:val="00326263"/>
    <w:rsid w:val="00326369"/>
    <w:rsid w:val="003264A8"/>
    <w:rsid w:val="0032684E"/>
    <w:rsid w:val="00326A17"/>
    <w:rsid w:val="003271E1"/>
    <w:rsid w:val="003275E5"/>
    <w:rsid w:val="00327900"/>
    <w:rsid w:val="00327B0C"/>
    <w:rsid w:val="00327D82"/>
    <w:rsid w:val="00327E58"/>
    <w:rsid w:val="00327F40"/>
    <w:rsid w:val="003303F0"/>
    <w:rsid w:val="00330DDC"/>
    <w:rsid w:val="003314F9"/>
    <w:rsid w:val="003319A6"/>
    <w:rsid w:val="00331BC1"/>
    <w:rsid w:val="00331EB4"/>
    <w:rsid w:val="003324D2"/>
    <w:rsid w:val="003329DD"/>
    <w:rsid w:val="00334C94"/>
    <w:rsid w:val="00335A21"/>
    <w:rsid w:val="00335E18"/>
    <w:rsid w:val="00335F63"/>
    <w:rsid w:val="00336971"/>
    <w:rsid w:val="0033716F"/>
    <w:rsid w:val="00337685"/>
    <w:rsid w:val="00340A07"/>
    <w:rsid w:val="00340DC8"/>
    <w:rsid w:val="00340DFC"/>
    <w:rsid w:val="00341241"/>
    <w:rsid w:val="0034221F"/>
    <w:rsid w:val="00342D97"/>
    <w:rsid w:val="0034307E"/>
    <w:rsid w:val="003436D5"/>
    <w:rsid w:val="003439BF"/>
    <w:rsid w:val="00343AC7"/>
    <w:rsid w:val="00343C1E"/>
    <w:rsid w:val="00343EC4"/>
    <w:rsid w:val="0034404E"/>
    <w:rsid w:val="003441E2"/>
    <w:rsid w:val="003445B7"/>
    <w:rsid w:val="00344745"/>
    <w:rsid w:val="00344EBF"/>
    <w:rsid w:val="00345193"/>
    <w:rsid w:val="003456FF"/>
    <w:rsid w:val="00345712"/>
    <w:rsid w:val="003459F4"/>
    <w:rsid w:val="00345E07"/>
    <w:rsid w:val="00346E5F"/>
    <w:rsid w:val="00347191"/>
    <w:rsid w:val="00347674"/>
    <w:rsid w:val="00347813"/>
    <w:rsid w:val="00350B32"/>
    <w:rsid w:val="00351223"/>
    <w:rsid w:val="00351268"/>
    <w:rsid w:val="00352098"/>
    <w:rsid w:val="003520B3"/>
    <w:rsid w:val="00352712"/>
    <w:rsid w:val="003528B7"/>
    <w:rsid w:val="00352A01"/>
    <w:rsid w:val="00352A28"/>
    <w:rsid w:val="00352DC1"/>
    <w:rsid w:val="00352DC4"/>
    <w:rsid w:val="00353277"/>
    <w:rsid w:val="003533E2"/>
    <w:rsid w:val="00353EA4"/>
    <w:rsid w:val="003540D8"/>
    <w:rsid w:val="003548E6"/>
    <w:rsid w:val="003555D3"/>
    <w:rsid w:val="00355D53"/>
    <w:rsid w:val="00356701"/>
    <w:rsid w:val="00357157"/>
    <w:rsid w:val="003572C0"/>
    <w:rsid w:val="00357A1C"/>
    <w:rsid w:val="00360BEE"/>
    <w:rsid w:val="003619FC"/>
    <w:rsid w:val="00361B90"/>
    <w:rsid w:val="00361D44"/>
    <w:rsid w:val="00361EA7"/>
    <w:rsid w:val="003624C3"/>
    <w:rsid w:val="00362F98"/>
    <w:rsid w:val="00363316"/>
    <w:rsid w:val="003639D7"/>
    <w:rsid w:val="00363D83"/>
    <w:rsid w:val="0036414A"/>
    <w:rsid w:val="00364319"/>
    <w:rsid w:val="0036480B"/>
    <w:rsid w:val="00364B38"/>
    <w:rsid w:val="00365191"/>
    <w:rsid w:val="00365343"/>
    <w:rsid w:val="00365972"/>
    <w:rsid w:val="003659B5"/>
    <w:rsid w:val="00365D4D"/>
    <w:rsid w:val="003661CC"/>
    <w:rsid w:val="00366361"/>
    <w:rsid w:val="00366514"/>
    <w:rsid w:val="00366911"/>
    <w:rsid w:val="00366C8C"/>
    <w:rsid w:val="00367439"/>
    <w:rsid w:val="00367855"/>
    <w:rsid w:val="00367C0A"/>
    <w:rsid w:val="00370542"/>
    <w:rsid w:val="00370AED"/>
    <w:rsid w:val="003711A0"/>
    <w:rsid w:val="0037136E"/>
    <w:rsid w:val="003716E0"/>
    <w:rsid w:val="0037239D"/>
    <w:rsid w:val="00372901"/>
    <w:rsid w:val="00372B02"/>
    <w:rsid w:val="00372F01"/>
    <w:rsid w:val="003731E3"/>
    <w:rsid w:val="0037376B"/>
    <w:rsid w:val="003737F5"/>
    <w:rsid w:val="003742E2"/>
    <w:rsid w:val="00374381"/>
    <w:rsid w:val="003752EF"/>
    <w:rsid w:val="003756A5"/>
    <w:rsid w:val="00375723"/>
    <w:rsid w:val="00375932"/>
    <w:rsid w:val="00375C07"/>
    <w:rsid w:val="00375E2F"/>
    <w:rsid w:val="00376181"/>
    <w:rsid w:val="00376613"/>
    <w:rsid w:val="00376E61"/>
    <w:rsid w:val="003770B1"/>
    <w:rsid w:val="003770F6"/>
    <w:rsid w:val="003773DB"/>
    <w:rsid w:val="00377768"/>
    <w:rsid w:val="00377908"/>
    <w:rsid w:val="003805C7"/>
    <w:rsid w:val="0038086A"/>
    <w:rsid w:val="00380983"/>
    <w:rsid w:val="00380B71"/>
    <w:rsid w:val="00380C44"/>
    <w:rsid w:val="00380FB1"/>
    <w:rsid w:val="003812E8"/>
    <w:rsid w:val="003816EE"/>
    <w:rsid w:val="00381749"/>
    <w:rsid w:val="0038208E"/>
    <w:rsid w:val="0038214E"/>
    <w:rsid w:val="00382421"/>
    <w:rsid w:val="0038310C"/>
    <w:rsid w:val="003836ED"/>
    <w:rsid w:val="00383778"/>
    <w:rsid w:val="00383A4D"/>
    <w:rsid w:val="00383C3A"/>
    <w:rsid w:val="00383F96"/>
    <w:rsid w:val="00383FC9"/>
    <w:rsid w:val="003841B4"/>
    <w:rsid w:val="003849DD"/>
    <w:rsid w:val="00384BF6"/>
    <w:rsid w:val="003850C6"/>
    <w:rsid w:val="00385211"/>
    <w:rsid w:val="00385B1B"/>
    <w:rsid w:val="00385C09"/>
    <w:rsid w:val="003861C6"/>
    <w:rsid w:val="00386319"/>
    <w:rsid w:val="00386B07"/>
    <w:rsid w:val="00387858"/>
    <w:rsid w:val="00387A1E"/>
    <w:rsid w:val="00387C5D"/>
    <w:rsid w:val="00387CC9"/>
    <w:rsid w:val="0039063D"/>
    <w:rsid w:val="00391625"/>
    <w:rsid w:val="00391C36"/>
    <w:rsid w:val="00392A70"/>
    <w:rsid w:val="003937C4"/>
    <w:rsid w:val="003938E9"/>
    <w:rsid w:val="00393FEF"/>
    <w:rsid w:val="003941CE"/>
    <w:rsid w:val="003948E6"/>
    <w:rsid w:val="00394C0C"/>
    <w:rsid w:val="003950C0"/>
    <w:rsid w:val="003953D1"/>
    <w:rsid w:val="00396229"/>
    <w:rsid w:val="003968A9"/>
    <w:rsid w:val="00396F0C"/>
    <w:rsid w:val="003970A1"/>
    <w:rsid w:val="003972E6"/>
    <w:rsid w:val="0039742C"/>
    <w:rsid w:val="003979A5"/>
    <w:rsid w:val="00397CC9"/>
    <w:rsid w:val="003A0279"/>
    <w:rsid w:val="003A079F"/>
    <w:rsid w:val="003A0A06"/>
    <w:rsid w:val="003A0A14"/>
    <w:rsid w:val="003A0AD7"/>
    <w:rsid w:val="003A0D28"/>
    <w:rsid w:val="003A106E"/>
    <w:rsid w:val="003A1400"/>
    <w:rsid w:val="003A146F"/>
    <w:rsid w:val="003A19ED"/>
    <w:rsid w:val="003A1B35"/>
    <w:rsid w:val="003A1FD1"/>
    <w:rsid w:val="003A20A6"/>
    <w:rsid w:val="003A30AC"/>
    <w:rsid w:val="003A323E"/>
    <w:rsid w:val="003A33C5"/>
    <w:rsid w:val="003A366C"/>
    <w:rsid w:val="003A3860"/>
    <w:rsid w:val="003A39A2"/>
    <w:rsid w:val="003A4214"/>
    <w:rsid w:val="003A42A8"/>
    <w:rsid w:val="003A4307"/>
    <w:rsid w:val="003A458E"/>
    <w:rsid w:val="003A46F9"/>
    <w:rsid w:val="003A4E95"/>
    <w:rsid w:val="003A4F9C"/>
    <w:rsid w:val="003A53ED"/>
    <w:rsid w:val="003A549E"/>
    <w:rsid w:val="003A575F"/>
    <w:rsid w:val="003A58DB"/>
    <w:rsid w:val="003A6492"/>
    <w:rsid w:val="003A6C35"/>
    <w:rsid w:val="003A6C81"/>
    <w:rsid w:val="003A6E25"/>
    <w:rsid w:val="003A72A0"/>
    <w:rsid w:val="003A748F"/>
    <w:rsid w:val="003B03BB"/>
    <w:rsid w:val="003B076C"/>
    <w:rsid w:val="003B1082"/>
    <w:rsid w:val="003B12F5"/>
    <w:rsid w:val="003B1AB2"/>
    <w:rsid w:val="003B1E4C"/>
    <w:rsid w:val="003B2005"/>
    <w:rsid w:val="003B2340"/>
    <w:rsid w:val="003B24B8"/>
    <w:rsid w:val="003B2BF6"/>
    <w:rsid w:val="003B2C1E"/>
    <w:rsid w:val="003B3917"/>
    <w:rsid w:val="003B3F8E"/>
    <w:rsid w:val="003B435B"/>
    <w:rsid w:val="003B49E2"/>
    <w:rsid w:val="003B49F6"/>
    <w:rsid w:val="003B4E4E"/>
    <w:rsid w:val="003B5D62"/>
    <w:rsid w:val="003B6583"/>
    <w:rsid w:val="003B6B71"/>
    <w:rsid w:val="003B6B8E"/>
    <w:rsid w:val="003B778C"/>
    <w:rsid w:val="003B79B5"/>
    <w:rsid w:val="003B7B45"/>
    <w:rsid w:val="003B7C24"/>
    <w:rsid w:val="003B7E76"/>
    <w:rsid w:val="003C049C"/>
    <w:rsid w:val="003C0B86"/>
    <w:rsid w:val="003C10B0"/>
    <w:rsid w:val="003C18F1"/>
    <w:rsid w:val="003C1B7C"/>
    <w:rsid w:val="003C1FB8"/>
    <w:rsid w:val="003C21B3"/>
    <w:rsid w:val="003C2359"/>
    <w:rsid w:val="003C2A4D"/>
    <w:rsid w:val="003C31E1"/>
    <w:rsid w:val="003C32B0"/>
    <w:rsid w:val="003C3474"/>
    <w:rsid w:val="003C466A"/>
    <w:rsid w:val="003C51E6"/>
    <w:rsid w:val="003C608F"/>
    <w:rsid w:val="003C6D5F"/>
    <w:rsid w:val="003C70DE"/>
    <w:rsid w:val="003C713C"/>
    <w:rsid w:val="003C7329"/>
    <w:rsid w:val="003C73C2"/>
    <w:rsid w:val="003C7483"/>
    <w:rsid w:val="003C7579"/>
    <w:rsid w:val="003C7598"/>
    <w:rsid w:val="003C78AE"/>
    <w:rsid w:val="003D0010"/>
    <w:rsid w:val="003D0158"/>
    <w:rsid w:val="003D0543"/>
    <w:rsid w:val="003D0DB2"/>
    <w:rsid w:val="003D0DCC"/>
    <w:rsid w:val="003D21E1"/>
    <w:rsid w:val="003D2712"/>
    <w:rsid w:val="003D2EB0"/>
    <w:rsid w:val="003D3568"/>
    <w:rsid w:val="003D3844"/>
    <w:rsid w:val="003D3BCD"/>
    <w:rsid w:val="003D43AA"/>
    <w:rsid w:val="003D4683"/>
    <w:rsid w:val="003D468D"/>
    <w:rsid w:val="003D4EBB"/>
    <w:rsid w:val="003D53FD"/>
    <w:rsid w:val="003D58FD"/>
    <w:rsid w:val="003D5AF8"/>
    <w:rsid w:val="003D5B7F"/>
    <w:rsid w:val="003D6223"/>
    <w:rsid w:val="003D649F"/>
    <w:rsid w:val="003D691F"/>
    <w:rsid w:val="003D69EC"/>
    <w:rsid w:val="003D7006"/>
    <w:rsid w:val="003D7011"/>
    <w:rsid w:val="003D7086"/>
    <w:rsid w:val="003D77EB"/>
    <w:rsid w:val="003D7C0A"/>
    <w:rsid w:val="003D7E14"/>
    <w:rsid w:val="003E0895"/>
    <w:rsid w:val="003E1088"/>
    <w:rsid w:val="003E165F"/>
    <w:rsid w:val="003E1BED"/>
    <w:rsid w:val="003E24CB"/>
    <w:rsid w:val="003E30BF"/>
    <w:rsid w:val="003E3411"/>
    <w:rsid w:val="003E34D1"/>
    <w:rsid w:val="003E3A16"/>
    <w:rsid w:val="003E3A56"/>
    <w:rsid w:val="003E3EBC"/>
    <w:rsid w:val="003E4869"/>
    <w:rsid w:val="003E50AF"/>
    <w:rsid w:val="003E5E74"/>
    <w:rsid w:val="003E5EF8"/>
    <w:rsid w:val="003E5F44"/>
    <w:rsid w:val="003E647C"/>
    <w:rsid w:val="003E6803"/>
    <w:rsid w:val="003E79B5"/>
    <w:rsid w:val="003E7E63"/>
    <w:rsid w:val="003E7ED1"/>
    <w:rsid w:val="003F009F"/>
    <w:rsid w:val="003F07EB"/>
    <w:rsid w:val="003F0E03"/>
    <w:rsid w:val="003F12F5"/>
    <w:rsid w:val="003F1336"/>
    <w:rsid w:val="003F14CD"/>
    <w:rsid w:val="003F1550"/>
    <w:rsid w:val="003F175D"/>
    <w:rsid w:val="003F18CF"/>
    <w:rsid w:val="003F1BB2"/>
    <w:rsid w:val="003F209C"/>
    <w:rsid w:val="003F2284"/>
    <w:rsid w:val="003F22A5"/>
    <w:rsid w:val="003F2B3D"/>
    <w:rsid w:val="003F2E23"/>
    <w:rsid w:val="003F2E91"/>
    <w:rsid w:val="003F3056"/>
    <w:rsid w:val="003F33AA"/>
    <w:rsid w:val="003F37E8"/>
    <w:rsid w:val="003F40BF"/>
    <w:rsid w:val="003F4195"/>
    <w:rsid w:val="003F4F3B"/>
    <w:rsid w:val="003F5BFF"/>
    <w:rsid w:val="003F5E84"/>
    <w:rsid w:val="003F5EFC"/>
    <w:rsid w:val="003F5F41"/>
    <w:rsid w:val="003F60CE"/>
    <w:rsid w:val="003F60DF"/>
    <w:rsid w:val="003F6745"/>
    <w:rsid w:val="003F6B51"/>
    <w:rsid w:val="003F6E91"/>
    <w:rsid w:val="003F707C"/>
    <w:rsid w:val="003F752D"/>
    <w:rsid w:val="003F7D43"/>
    <w:rsid w:val="004002A5"/>
    <w:rsid w:val="00400637"/>
    <w:rsid w:val="00400B4B"/>
    <w:rsid w:val="00400BA3"/>
    <w:rsid w:val="00400D21"/>
    <w:rsid w:val="004012D9"/>
    <w:rsid w:val="00401849"/>
    <w:rsid w:val="00401FF2"/>
    <w:rsid w:val="00402025"/>
    <w:rsid w:val="0040297C"/>
    <w:rsid w:val="00402BDD"/>
    <w:rsid w:val="00403802"/>
    <w:rsid w:val="00405246"/>
    <w:rsid w:val="00405D1A"/>
    <w:rsid w:val="00406053"/>
    <w:rsid w:val="0040623A"/>
    <w:rsid w:val="00406617"/>
    <w:rsid w:val="00406AA6"/>
    <w:rsid w:val="00406BF7"/>
    <w:rsid w:val="00406C11"/>
    <w:rsid w:val="00406C7B"/>
    <w:rsid w:val="004071F2"/>
    <w:rsid w:val="00407802"/>
    <w:rsid w:val="004103B0"/>
    <w:rsid w:val="00410810"/>
    <w:rsid w:val="00410B59"/>
    <w:rsid w:val="004115E3"/>
    <w:rsid w:val="004119D1"/>
    <w:rsid w:val="00411BDD"/>
    <w:rsid w:val="004122F7"/>
    <w:rsid w:val="00412412"/>
    <w:rsid w:val="00412D4B"/>
    <w:rsid w:val="0041365C"/>
    <w:rsid w:val="00413721"/>
    <w:rsid w:val="00413A10"/>
    <w:rsid w:val="00413C75"/>
    <w:rsid w:val="00413C8B"/>
    <w:rsid w:val="00413DBE"/>
    <w:rsid w:val="00414078"/>
    <w:rsid w:val="00414C33"/>
    <w:rsid w:val="00414DDC"/>
    <w:rsid w:val="004152B4"/>
    <w:rsid w:val="00416259"/>
    <w:rsid w:val="00416E12"/>
    <w:rsid w:val="0041707D"/>
    <w:rsid w:val="004171DF"/>
    <w:rsid w:val="004174D6"/>
    <w:rsid w:val="004176AF"/>
    <w:rsid w:val="00420561"/>
    <w:rsid w:val="00420CB0"/>
    <w:rsid w:val="00420CF0"/>
    <w:rsid w:val="00420E5B"/>
    <w:rsid w:val="00420F85"/>
    <w:rsid w:val="00421580"/>
    <w:rsid w:val="00421619"/>
    <w:rsid w:val="004225AE"/>
    <w:rsid w:val="00423616"/>
    <w:rsid w:val="004236D9"/>
    <w:rsid w:val="00423BC7"/>
    <w:rsid w:val="00424232"/>
    <w:rsid w:val="00424258"/>
    <w:rsid w:val="004242D7"/>
    <w:rsid w:val="00424667"/>
    <w:rsid w:val="00424700"/>
    <w:rsid w:val="004249D2"/>
    <w:rsid w:val="00424A45"/>
    <w:rsid w:val="00424A9E"/>
    <w:rsid w:val="00424FC0"/>
    <w:rsid w:val="00425183"/>
    <w:rsid w:val="004251B4"/>
    <w:rsid w:val="004253B3"/>
    <w:rsid w:val="0042548D"/>
    <w:rsid w:val="004257F0"/>
    <w:rsid w:val="00425863"/>
    <w:rsid w:val="004258E9"/>
    <w:rsid w:val="00425C30"/>
    <w:rsid w:val="00425DAF"/>
    <w:rsid w:val="0042622C"/>
    <w:rsid w:val="00426242"/>
    <w:rsid w:val="00426342"/>
    <w:rsid w:val="004263D3"/>
    <w:rsid w:val="00426A8A"/>
    <w:rsid w:val="00426ABB"/>
    <w:rsid w:val="00426BCB"/>
    <w:rsid w:val="00426CA3"/>
    <w:rsid w:val="00426F1E"/>
    <w:rsid w:val="00426FB6"/>
    <w:rsid w:val="0042769A"/>
    <w:rsid w:val="00427739"/>
    <w:rsid w:val="00427881"/>
    <w:rsid w:val="00427BBD"/>
    <w:rsid w:val="0043017E"/>
    <w:rsid w:val="004302A3"/>
    <w:rsid w:val="00430AF0"/>
    <w:rsid w:val="00430DA0"/>
    <w:rsid w:val="00430F6B"/>
    <w:rsid w:val="004312C9"/>
    <w:rsid w:val="004316A6"/>
    <w:rsid w:val="004316B1"/>
    <w:rsid w:val="00431731"/>
    <w:rsid w:val="00431911"/>
    <w:rsid w:val="00431A31"/>
    <w:rsid w:val="00431C2A"/>
    <w:rsid w:val="00431F54"/>
    <w:rsid w:val="0043209A"/>
    <w:rsid w:val="00432391"/>
    <w:rsid w:val="00432F90"/>
    <w:rsid w:val="00433E35"/>
    <w:rsid w:val="0043440C"/>
    <w:rsid w:val="0043483B"/>
    <w:rsid w:val="00434927"/>
    <w:rsid w:val="00434D11"/>
    <w:rsid w:val="0043529B"/>
    <w:rsid w:val="0043532F"/>
    <w:rsid w:val="00435A08"/>
    <w:rsid w:val="00435A09"/>
    <w:rsid w:val="00436418"/>
    <w:rsid w:val="00436D92"/>
    <w:rsid w:val="00436FBB"/>
    <w:rsid w:val="004379FE"/>
    <w:rsid w:val="00437E49"/>
    <w:rsid w:val="004403F2"/>
    <w:rsid w:val="00440472"/>
    <w:rsid w:val="004411AB"/>
    <w:rsid w:val="00441218"/>
    <w:rsid w:val="004412C4"/>
    <w:rsid w:val="004419DF"/>
    <w:rsid w:val="00441E3D"/>
    <w:rsid w:val="004422E4"/>
    <w:rsid w:val="00442617"/>
    <w:rsid w:val="0044296D"/>
    <w:rsid w:val="00443DB0"/>
    <w:rsid w:val="00443E18"/>
    <w:rsid w:val="004444B2"/>
    <w:rsid w:val="00444E2D"/>
    <w:rsid w:val="004455A5"/>
    <w:rsid w:val="00445883"/>
    <w:rsid w:val="00446571"/>
    <w:rsid w:val="00447276"/>
    <w:rsid w:val="004472D2"/>
    <w:rsid w:val="00447525"/>
    <w:rsid w:val="004477AB"/>
    <w:rsid w:val="00447B7C"/>
    <w:rsid w:val="00450148"/>
    <w:rsid w:val="00451400"/>
    <w:rsid w:val="00451C39"/>
    <w:rsid w:val="00451CFD"/>
    <w:rsid w:val="00451D72"/>
    <w:rsid w:val="0045232D"/>
    <w:rsid w:val="004526EB"/>
    <w:rsid w:val="004530FD"/>
    <w:rsid w:val="00453326"/>
    <w:rsid w:val="004535F2"/>
    <w:rsid w:val="00453A0F"/>
    <w:rsid w:val="00453A81"/>
    <w:rsid w:val="00453D61"/>
    <w:rsid w:val="00454092"/>
    <w:rsid w:val="004546D2"/>
    <w:rsid w:val="004548F3"/>
    <w:rsid w:val="00454B61"/>
    <w:rsid w:val="00454D58"/>
    <w:rsid w:val="00454E1E"/>
    <w:rsid w:val="004559D8"/>
    <w:rsid w:val="00456156"/>
    <w:rsid w:val="00456918"/>
    <w:rsid w:val="00456A45"/>
    <w:rsid w:val="00456A62"/>
    <w:rsid w:val="00456BCB"/>
    <w:rsid w:val="00457264"/>
    <w:rsid w:val="00457294"/>
    <w:rsid w:val="004603ED"/>
    <w:rsid w:val="0046075B"/>
    <w:rsid w:val="004613F2"/>
    <w:rsid w:val="004616D2"/>
    <w:rsid w:val="00461BEC"/>
    <w:rsid w:val="004620A3"/>
    <w:rsid w:val="004620A5"/>
    <w:rsid w:val="004622A6"/>
    <w:rsid w:val="004629CA"/>
    <w:rsid w:val="00463032"/>
    <w:rsid w:val="0046364C"/>
    <w:rsid w:val="004636C9"/>
    <w:rsid w:val="00463A4D"/>
    <w:rsid w:val="004643F4"/>
    <w:rsid w:val="00464E14"/>
    <w:rsid w:val="00464F58"/>
    <w:rsid w:val="0046552C"/>
    <w:rsid w:val="004655D4"/>
    <w:rsid w:val="00465B1E"/>
    <w:rsid w:val="00466251"/>
    <w:rsid w:val="004665A1"/>
    <w:rsid w:val="0046663D"/>
    <w:rsid w:val="00466654"/>
    <w:rsid w:val="0046694F"/>
    <w:rsid w:val="00466E0A"/>
    <w:rsid w:val="004678FF"/>
    <w:rsid w:val="00467D49"/>
    <w:rsid w:val="00470600"/>
    <w:rsid w:val="00470626"/>
    <w:rsid w:val="00470EF6"/>
    <w:rsid w:val="00471208"/>
    <w:rsid w:val="00471C2B"/>
    <w:rsid w:val="004720DA"/>
    <w:rsid w:val="0047241D"/>
    <w:rsid w:val="0047286C"/>
    <w:rsid w:val="00472D06"/>
    <w:rsid w:val="00473427"/>
    <w:rsid w:val="00473489"/>
    <w:rsid w:val="00473738"/>
    <w:rsid w:val="00473C1B"/>
    <w:rsid w:val="00473FE0"/>
    <w:rsid w:val="0047459D"/>
    <w:rsid w:val="00474793"/>
    <w:rsid w:val="004751DC"/>
    <w:rsid w:val="00475403"/>
    <w:rsid w:val="0047564E"/>
    <w:rsid w:val="00475ABD"/>
    <w:rsid w:val="00475D8C"/>
    <w:rsid w:val="00475FE0"/>
    <w:rsid w:val="0047640B"/>
    <w:rsid w:val="00476CFF"/>
    <w:rsid w:val="00476E39"/>
    <w:rsid w:val="00477505"/>
    <w:rsid w:val="00477731"/>
    <w:rsid w:val="00477A6E"/>
    <w:rsid w:val="00477EDF"/>
    <w:rsid w:val="004802DF"/>
    <w:rsid w:val="0048043B"/>
    <w:rsid w:val="00480572"/>
    <w:rsid w:val="004806A0"/>
    <w:rsid w:val="00480B6E"/>
    <w:rsid w:val="00480C72"/>
    <w:rsid w:val="00480DEF"/>
    <w:rsid w:val="00481725"/>
    <w:rsid w:val="004817C9"/>
    <w:rsid w:val="00481E35"/>
    <w:rsid w:val="0048220D"/>
    <w:rsid w:val="00482CFC"/>
    <w:rsid w:val="00482F7D"/>
    <w:rsid w:val="00483005"/>
    <w:rsid w:val="004833F7"/>
    <w:rsid w:val="0048361E"/>
    <w:rsid w:val="00483721"/>
    <w:rsid w:val="004839AE"/>
    <w:rsid w:val="00483D87"/>
    <w:rsid w:val="0048500D"/>
    <w:rsid w:val="004850BE"/>
    <w:rsid w:val="0048521B"/>
    <w:rsid w:val="00485CD9"/>
    <w:rsid w:val="00485CF1"/>
    <w:rsid w:val="004868A5"/>
    <w:rsid w:val="0048711A"/>
    <w:rsid w:val="00487480"/>
    <w:rsid w:val="00487652"/>
    <w:rsid w:val="00487AA2"/>
    <w:rsid w:val="00487D14"/>
    <w:rsid w:val="00490136"/>
    <w:rsid w:val="00490591"/>
    <w:rsid w:val="00490D32"/>
    <w:rsid w:val="004911DF"/>
    <w:rsid w:val="004919C8"/>
    <w:rsid w:val="00491B10"/>
    <w:rsid w:val="00492257"/>
    <w:rsid w:val="004925DD"/>
    <w:rsid w:val="004926E1"/>
    <w:rsid w:val="00492EFA"/>
    <w:rsid w:val="00493220"/>
    <w:rsid w:val="00493629"/>
    <w:rsid w:val="00493884"/>
    <w:rsid w:val="00493E0E"/>
    <w:rsid w:val="00494BAC"/>
    <w:rsid w:val="00494BFE"/>
    <w:rsid w:val="00494FB9"/>
    <w:rsid w:val="00495676"/>
    <w:rsid w:val="00495687"/>
    <w:rsid w:val="004956D2"/>
    <w:rsid w:val="00495B27"/>
    <w:rsid w:val="00495F72"/>
    <w:rsid w:val="004960A6"/>
    <w:rsid w:val="004962C5"/>
    <w:rsid w:val="00496594"/>
    <w:rsid w:val="00496943"/>
    <w:rsid w:val="004969D4"/>
    <w:rsid w:val="00496B7D"/>
    <w:rsid w:val="00497075"/>
    <w:rsid w:val="00497967"/>
    <w:rsid w:val="00497D72"/>
    <w:rsid w:val="004A01DF"/>
    <w:rsid w:val="004A055B"/>
    <w:rsid w:val="004A06F2"/>
    <w:rsid w:val="004A0B23"/>
    <w:rsid w:val="004A0CD2"/>
    <w:rsid w:val="004A160F"/>
    <w:rsid w:val="004A17AE"/>
    <w:rsid w:val="004A1835"/>
    <w:rsid w:val="004A1AA0"/>
    <w:rsid w:val="004A24D9"/>
    <w:rsid w:val="004A2BD5"/>
    <w:rsid w:val="004A3658"/>
    <w:rsid w:val="004A3A8A"/>
    <w:rsid w:val="004A3C24"/>
    <w:rsid w:val="004A3F8A"/>
    <w:rsid w:val="004A49E8"/>
    <w:rsid w:val="004A59DB"/>
    <w:rsid w:val="004A6836"/>
    <w:rsid w:val="004A7244"/>
    <w:rsid w:val="004A724C"/>
    <w:rsid w:val="004A75FE"/>
    <w:rsid w:val="004A7759"/>
    <w:rsid w:val="004A7D75"/>
    <w:rsid w:val="004A7E99"/>
    <w:rsid w:val="004B01A4"/>
    <w:rsid w:val="004B091F"/>
    <w:rsid w:val="004B0A70"/>
    <w:rsid w:val="004B1360"/>
    <w:rsid w:val="004B13DC"/>
    <w:rsid w:val="004B15B6"/>
    <w:rsid w:val="004B21A5"/>
    <w:rsid w:val="004B2373"/>
    <w:rsid w:val="004B2991"/>
    <w:rsid w:val="004B3AF6"/>
    <w:rsid w:val="004B3DAE"/>
    <w:rsid w:val="004B436E"/>
    <w:rsid w:val="004B4671"/>
    <w:rsid w:val="004B471D"/>
    <w:rsid w:val="004B56C6"/>
    <w:rsid w:val="004B5A41"/>
    <w:rsid w:val="004B5B03"/>
    <w:rsid w:val="004B5C60"/>
    <w:rsid w:val="004B6096"/>
    <w:rsid w:val="004B638C"/>
    <w:rsid w:val="004B6B48"/>
    <w:rsid w:val="004B6D07"/>
    <w:rsid w:val="004C035F"/>
    <w:rsid w:val="004C08AB"/>
    <w:rsid w:val="004C096F"/>
    <w:rsid w:val="004C0A2D"/>
    <w:rsid w:val="004C0EC9"/>
    <w:rsid w:val="004C0F80"/>
    <w:rsid w:val="004C0F98"/>
    <w:rsid w:val="004C1682"/>
    <w:rsid w:val="004C1BB3"/>
    <w:rsid w:val="004C23F1"/>
    <w:rsid w:val="004C2406"/>
    <w:rsid w:val="004C3991"/>
    <w:rsid w:val="004C39DB"/>
    <w:rsid w:val="004C3A7B"/>
    <w:rsid w:val="004C3EF3"/>
    <w:rsid w:val="004C4CC0"/>
    <w:rsid w:val="004C5053"/>
    <w:rsid w:val="004C583E"/>
    <w:rsid w:val="004C5CC8"/>
    <w:rsid w:val="004C6C0B"/>
    <w:rsid w:val="004D02FB"/>
    <w:rsid w:val="004D0434"/>
    <w:rsid w:val="004D075F"/>
    <w:rsid w:val="004D081E"/>
    <w:rsid w:val="004D0A82"/>
    <w:rsid w:val="004D13C0"/>
    <w:rsid w:val="004D175C"/>
    <w:rsid w:val="004D19EE"/>
    <w:rsid w:val="004D1D7B"/>
    <w:rsid w:val="004D1F7D"/>
    <w:rsid w:val="004D26EE"/>
    <w:rsid w:val="004D279F"/>
    <w:rsid w:val="004D2BED"/>
    <w:rsid w:val="004D2D2A"/>
    <w:rsid w:val="004D359C"/>
    <w:rsid w:val="004D35DA"/>
    <w:rsid w:val="004D37CD"/>
    <w:rsid w:val="004D3EC3"/>
    <w:rsid w:val="004D4284"/>
    <w:rsid w:val="004D497A"/>
    <w:rsid w:val="004D49CE"/>
    <w:rsid w:val="004D4F42"/>
    <w:rsid w:val="004D574F"/>
    <w:rsid w:val="004D61B0"/>
    <w:rsid w:val="004D6731"/>
    <w:rsid w:val="004D6858"/>
    <w:rsid w:val="004D68B2"/>
    <w:rsid w:val="004D7041"/>
    <w:rsid w:val="004D73E0"/>
    <w:rsid w:val="004D78D4"/>
    <w:rsid w:val="004D7AFF"/>
    <w:rsid w:val="004D7CE8"/>
    <w:rsid w:val="004D7FE3"/>
    <w:rsid w:val="004E01B6"/>
    <w:rsid w:val="004E025A"/>
    <w:rsid w:val="004E0A8F"/>
    <w:rsid w:val="004E0FAA"/>
    <w:rsid w:val="004E0FF8"/>
    <w:rsid w:val="004E1323"/>
    <w:rsid w:val="004E1B40"/>
    <w:rsid w:val="004E1C64"/>
    <w:rsid w:val="004E1CCF"/>
    <w:rsid w:val="004E20BE"/>
    <w:rsid w:val="004E21D5"/>
    <w:rsid w:val="004E2955"/>
    <w:rsid w:val="004E33FD"/>
    <w:rsid w:val="004E3C8E"/>
    <w:rsid w:val="004E4016"/>
    <w:rsid w:val="004E4784"/>
    <w:rsid w:val="004E4ACA"/>
    <w:rsid w:val="004E4DC8"/>
    <w:rsid w:val="004E568C"/>
    <w:rsid w:val="004E5762"/>
    <w:rsid w:val="004E5F38"/>
    <w:rsid w:val="004E6172"/>
    <w:rsid w:val="004E6D8C"/>
    <w:rsid w:val="004E6DA6"/>
    <w:rsid w:val="004E6E25"/>
    <w:rsid w:val="004E7478"/>
    <w:rsid w:val="004E7643"/>
    <w:rsid w:val="004E777A"/>
    <w:rsid w:val="004E7AF0"/>
    <w:rsid w:val="004E7D72"/>
    <w:rsid w:val="004F0464"/>
    <w:rsid w:val="004F05EF"/>
    <w:rsid w:val="004F083C"/>
    <w:rsid w:val="004F0D94"/>
    <w:rsid w:val="004F0EAB"/>
    <w:rsid w:val="004F1269"/>
    <w:rsid w:val="004F13CE"/>
    <w:rsid w:val="004F14B6"/>
    <w:rsid w:val="004F23C4"/>
    <w:rsid w:val="004F2FEB"/>
    <w:rsid w:val="004F3BC1"/>
    <w:rsid w:val="004F44C3"/>
    <w:rsid w:val="004F514B"/>
    <w:rsid w:val="004F55FB"/>
    <w:rsid w:val="004F571C"/>
    <w:rsid w:val="004F5B4B"/>
    <w:rsid w:val="004F6358"/>
    <w:rsid w:val="004F68D5"/>
    <w:rsid w:val="004F7A8E"/>
    <w:rsid w:val="00500A53"/>
    <w:rsid w:val="00501625"/>
    <w:rsid w:val="00501626"/>
    <w:rsid w:val="00501A6D"/>
    <w:rsid w:val="00501C13"/>
    <w:rsid w:val="0050267F"/>
    <w:rsid w:val="00502E1B"/>
    <w:rsid w:val="00503404"/>
    <w:rsid w:val="0050340B"/>
    <w:rsid w:val="005034BC"/>
    <w:rsid w:val="00503AE4"/>
    <w:rsid w:val="005042C2"/>
    <w:rsid w:val="00504D50"/>
    <w:rsid w:val="00504F38"/>
    <w:rsid w:val="00505144"/>
    <w:rsid w:val="00505745"/>
    <w:rsid w:val="00505B4E"/>
    <w:rsid w:val="00505C5B"/>
    <w:rsid w:val="005063C0"/>
    <w:rsid w:val="00506494"/>
    <w:rsid w:val="00506555"/>
    <w:rsid w:val="00507AE0"/>
    <w:rsid w:val="00507DAF"/>
    <w:rsid w:val="005102A1"/>
    <w:rsid w:val="005106E3"/>
    <w:rsid w:val="005109B4"/>
    <w:rsid w:val="00510B83"/>
    <w:rsid w:val="00510BC6"/>
    <w:rsid w:val="00510CEB"/>
    <w:rsid w:val="00510DB5"/>
    <w:rsid w:val="00511F77"/>
    <w:rsid w:val="005123ED"/>
    <w:rsid w:val="00512530"/>
    <w:rsid w:val="0051253E"/>
    <w:rsid w:val="00512612"/>
    <w:rsid w:val="00513A28"/>
    <w:rsid w:val="00513C39"/>
    <w:rsid w:val="00514255"/>
    <w:rsid w:val="005143CB"/>
    <w:rsid w:val="0051556D"/>
    <w:rsid w:val="00515586"/>
    <w:rsid w:val="005155B2"/>
    <w:rsid w:val="005156A2"/>
    <w:rsid w:val="00515747"/>
    <w:rsid w:val="00515C7D"/>
    <w:rsid w:val="00515E90"/>
    <w:rsid w:val="00515EDB"/>
    <w:rsid w:val="00515EFA"/>
    <w:rsid w:val="005167F1"/>
    <w:rsid w:val="00516A4D"/>
    <w:rsid w:val="00516AF9"/>
    <w:rsid w:val="00516E2F"/>
    <w:rsid w:val="005178BA"/>
    <w:rsid w:val="00517A51"/>
    <w:rsid w:val="00517FA8"/>
    <w:rsid w:val="005204FA"/>
    <w:rsid w:val="00520A29"/>
    <w:rsid w:val="00521EC0"/>
    <w:rsid w:val="005220C0"/>
    <w:rsid w:val="00522898"/>
    <w:rsid w:val="00523215"/>
    <w:rsid w:val="0052374D"/>
    <w:rsid w:val="00524796"/>
    <w:rsid w:val="005247A4"/>
    <w:rsid w:val="0052490D"/>
    <w:rsid w:val="005252B5"/>
    <w:rsid w:val="00525FFC"/>
    <w:rsid w:val="005260FE"/>
    <w:rsid w:val="005262C1"/>
    <w:rsid w:val="00526AE7"/>
    <w:rsid w:val="00526BC3"/>
    <w:rsid w:val="00526DEA"/>
    <w:rsid w:val="00526E4F"/>
    <w:rsid w:val="00527077"/>
    <w:rsid w:val="0052713F"/>
    <w:rsid w:val="005271C5"/>
    <w:rsid w:val="00527549"/>
    <w:rsid w:val="0052763F"/>
    <w:rsid w:val="00527A76"/>
    <w:rsid w:val="00527DE1"/>
    <w:rsid w:val="005306D6"/>
    <w:rsid w:val="005306F8"/>
    <w:rsid w:val="00530AB7"/>
    <w:rsid w:val="00531137"/>
    <w:rsid w:val="0053117A"/>
    <w:rsid w:val="005318F7"/>
    <w:rsid w:val="00531B17"/>
    <w:rsid w:val="00531B5D"/>
    <w:rsid w:val="00531F4F"/>
    <w:rsid w:val="005332F5"/>
    <w:rsid w:val="0053333B"/>
    <w:rsid w:val="00533DCA"/>
    <w:rsid w:val="005345A7"/>
    <w:rsid w:val="0053469C"/>
    <w:rsid w:val="00534B30"/>
    <w:rsid w:val="00535016"/>
    <w:rsid w:val="005351F4"/>
    <w:rsid w:val="005352DB"/>
    <w:rsid w:val="005356B9"/>
    <w:rsid w:val="00535D48"/>
    <w:rsid w:val="005361B0"/>
    <w:rsid w:val="00536564"/>
    <w:rsid w:val="0053669E"/>
    <w:rsid w:val="00536D76"/>
    <w:rsid w:val="00536DD5"/>
    <w:rsid w:val="00536EC4"/>
    <w:rsid w:val="00537193"/>
    <w:rsid w:val="00537474"/>
    <w:rsid w:val="0053767A"/>
    <w:rsid w:val="0053767C"/>
    <w:rsid w:val="00537882"/>
    <w:rsid w:val="00537BA1"/>
    <w:rsid w:val="00537C8B"/>
    <w:rsid w:val="00537CC0"/>
    <w:rsid w:val="005406E4"/>
    <w:rsid w:val="0054076C"/>
    <w:rsid w:val="00540A02"/>
    <w:rsid w:val="00540B0F"/>
    <w:rsid w:val="00540F78"/>
    <w:rsid w:val="005412CF"/>
    <w:rsid w:val="00541607"/>
    <w:rsid w:val="00541971"/>
    <w:rsid w:val="00541BFE"/>
    <w:rsid w:val="00542404"/>
    <w:rsid w:val="00542CF2"/>
    <w:rsid w:val="00542E7D"/>
    <w:rsid w:val="00542EDA"/>
    <w:rsid w:val="00543472"/>
    <w:rsid w:val="00543821"/>
    <w:rsid w:val="00543FEF"/>
    <w:rsid w:val="005441CD"/>
    <w:rsid w:val="0054432C"/>
    <w:rsid w:val="00544448"/>
    <w:rsid w:val="00544469"/>
    <w:rsid w:val="005444E1"/>
    <w:rsid w:val="00544848"/>
    <w:rsid w:val="005448E5"/>
    <w:rsid w:val="00544BF9"/>
    <w:rsid w:val="00544CC3"/>
    <w:rsid w:val="00544F00"/>
    <w:rsid w:val="00545904"/>
    <w:rsid w:val="00546163"/>
    <w:rsid w:val="005462CE"/>
    <w:rsid w:val="005463E8"/>
    <w:rsid w:val="005463F0"/>
    <w:rsid w:val="00546BBB"/>
    <w:rsid w:val="00546DB7"/>
    <w:rsid w:val="00546ED9"/>
    <w:rsid w:val="0054711C"/>
    <w:rsid w:val="00547614"/>
    <w:rsid w:val="00547A4B"/>
    <w:rsid w:val="00550134"/>
    <w:rsid w:val="0055070B"/>
    <w:rsid w:val="0055097F"/>
    <w:rsid w:val="00550FA2"/>
    <w:rsid w:val="00551B46"/>
    <w:rsid w:val="00551F34"/>
    <w:rsid w:val="0055201D"/>
    <w:rsid w:val="005524C8"/>
    <w:rsid w:val="005526AA"/>
    <w:rsid w:val="0055271D"/>
    <w:rsid w:val="00552A7F"/>
    <w:rsid w:val="00552E6A"/>
    <w:rsid w:val="005533D5"/>
    <w:rsid w:val="0055389A"/>
    <w:rsid w:val="00553DD8"/>
    <w:rsid w:val="0055408F"/>
    <w:rsid w:val="005546F4"/>
    <w:rsid w:val="005549C6"/>
    <w:rsid w:val="00554D9D"/>
    <w:rsid w:val="00555299"/>
    <w:rsid w:val="005559BD"/>
    <w:rsid w:val="005560ED"/>
    <w:rsid w:val="00556255"/>
    <w:rsid w:val="00556517"/>
    <w:rsid w:val="00556AFF"/>
    <w:rsid w:val="005575C9"/>
    <w:rsid w:val="0055787A"/>
    <w:rsid w:val="00557E1E"/>
    <w:rsid w:val="005605FD"/>
    <w:rsid w:val="00560641"/>
    <w:rsid w:val="00560E48"/>
    <w:rsid w:val="00560ED1"/>
    <w:rsid w:val="00560FD6"/>
    <w:rsid w:val="005617F0"/>
    <w:rsid w:val="00561AAD"/>
    <w:rsid w:val="00561D35"/>
    <w:rsid w:val="0056263B"/>
    <w:rsid w:val="00563219"/>
    <w:rsid w:val="0056362F"/>
    <w:rsid w:val="00563AFF"/>
    <w:rsid w:val="00563B18"/>
    <w:rsid w:val="005641D8"/>
    <w:rsid w:val="00564343"/>
    <w:rsid w:val="0056435B"/>
    <w:rsid w:val="00564473"/>
    <w:rsid w:val="005645A0"/>
    <w:rsid w:val="005648A8"/>
    <w:rsid w:val="005648D0"/>
    <w:rsid w:val="00564F43"/>
    <w:rsid w:val="0056518A"/>
    <w:rsid w:val="0056562B"/>
    <w:rsid w:val="00565942"/>
    <w:rsid w:val="00565C1A"/>
    <w:rsid w:val="00566580"/>
    <w:rsid w:val="005666BF"/>
    <w:rsid w:val="0056676E"/>
    <w:rsid w:val="00566879"/>
    <w:rsid w:val="00566E50"/>
    <w:rsid w:val="005675CF"/>
    <w:rsid w:val="00567987"/>
    <w:rsid w:val="00567E70"/>
    <w:rsid w:val="00570648"/>
    <w:rsid w:val="005708A4"/>
    <w:rsid w:val="0057124A"/>
    <w:rsid w:val="00571AB3"/>
    <w:rsid w:val="00571AD7"/>
    <w:rsid w:val="00571B46"/>
    <w:rsid w:val="00572322"/>
    <w:rsid w:val="00572544"/>
    <w:rsid w:val="005729E7"/>
    <w:rsid w:val="00572F56"/>
    <w:rsid w:val="00572F81"/>
    <w:rsid w:val="00573E73"/>
    <w:rsid w:val="00574606"/>
    <w:rsid w:val="0057474F"/>
    <w:rsid w:val="005751E8"/>
    <w:rsid w:val="00575992"/>
    <w:rsid w:val="00575B06"/>
    <w:rsid w:val="00575FF6"/>
    <w:rsid w:val="0057611E"/>
    <w:rsid w:val="005767B8"/>
    <w:rsid w:val="0057727F"/>
    <w:rsid w:val="0057730C"/>
    <w:rsid w:val="0057745D"/>
    <w:rsid w:val="005775F3"/>
    <w:rsid w:val="00577C3A"/>
    <w:rsid w:val="00577FDE"/>
    <w:rsid w:val="00577FF8"/>
    <w:rsid w:val="00580451"/>
    <w:rsid w:val="00580A13"/>
    <w:rsid w:val="00580DB7"/>
    <w:rsid w:val="005811D1"/>
    <w:rsid w:val="00581233"/>
    <w:rsid w:val="005814DB"/>
    <w:rsid w:val="00581603"/>
    <w:rsid w:val="005817F0"/>
    <w:rsid w:val="00581854"/>
    <w:rsid w:val="00581A8A"/>
    <w:rsid w:val="00581CFD"/>
    <w:rsid w:val="00581ECF"/>
    <w:rsid w:val="00582317"/>
    <w:rsid w:val="00582885"/>
    <w:rsid w:val="0058345F"/>
    <w:rsid w:val="00583605"/>
    <w:rsid w:val="00583AFE"/>
    <w:rsid w:val="0058409F"/>
    <w:rsid w:val="00584492"/>
    <w:rsid w:val="005844FB"/>
    <w:rsid w:val="00584795"/>
    <w:rsid w:val="00585580"/>
    <w:rsid w:val="00585791"/>
    <w:rsid w:val="00585ED9"/>
    <w:rsid w:val="00586B96"/>
    <w:rsid w:val="00586D71"/>
    <w:rsid w:val="005870E7"/>
    <w:rsid w:val="0058739D"/>
    <w:rsid w:val="00587A42"/>
    <w:rsid w:val="00587C35"/>
    <w:rsid w:val="00587E07"/>
    <w:rsid w:val="00587F12"/>
    <w:rsid w:val="00590506"/>
    <w:rsid w:val="0059062C"/>
    <w:rsid w:val="005906AD"/>
    <w:rsid w:val="00590989"/>
    <w:rsid w:val="00590DE1"/>
    <w:rsid w:val="005913E3"/>
    <w:rsid w:val="00591F91"/>
    <w:rsid w:val="00592839"/>
    <w:rsid w:val="00592877"/>
    <w:rsid w:val="005929D8"/>
    <w:rsid w:val="00593487"/>
    <w:rsid w:val="005937CC"/>
    <w:rsid w:val="00594209"/>
    <w:rsid w:val="00594714"/>
    <w:rsid w:val="0059482C"/>
    <w:rsid w:val="005948DF"/>
    <w:rsid w:val="00594D7E"/>
    <w:rsid w:val="00594DA0"/>
    <w:rsid w:val="005954E0"/>
    <w:rsid w:val="005955B2"/>
    <w:rsid w:val="00595E07"/>
    <w:rsid w:val="0059656A"/>
    <w:rsid w:val="00597671"/>
    <w:rsid w:val="00597CE7"/>
    <w:rsid w:val="00597CF3"/>
    <w:rsid w:val="00597DB5"/>
    <w:rsid w:val="00597DEE"/>
    <w:rsid w:val="005A04FA"/>
    <w:rsid w:val="005A05DB"/>
    <w:rsid w:val="005A0834"/>
    <w:rsid w:val="005A11F0"/>
    <w:rsid w:val="005A1753"/>
    <w:rsid w:val="005A262E"/>
    <w:rsid w:val="005A304C"/>
    <w:rsid w:val="005A326A"/>
    <w:rsid w:val="005A3778"/>
    <w:rsid w:val="005A385A"/>
    <w:rsid w:val="005A4D49"/>
    <w:rsid w:val="005A4EE3"/>
    <w:rsid w:val="005A521F"/>
    <w:rsid w:val="005A5613"/>
    <w:rsid w:val="005A5E04"/>
    <w:rsid w:val="005A68D6"/>
    <w:rsid w:val="005A6A0C"/>
    <w:rsid w:val="005A6CA2"/>
    <w:rsid w:val="005A6E67"/>
    <w:rsid w:val="005A6F7E"/>
    <w:rsid w:val="005A73C8"/>
    <w:rsid w:val="005A759B"/>
    <w:rsid w:val="005A77CF"/>
    <w:rsid w:val="005A7BF0"/>
    <w:rsid w:val="005B03B4"/>
    <w:rsid w:val="005B0457"/>
    <w:rsid w:val="005B04B6"/>
    <w:rsid w:val="005B0623"/>
    <w:rsid w:val="005B0A82"/>
    <w:rsid w:val="005B0F45"/>
    <w:rsid w:val="005B1542"/>
    <w:rsid w:val="005B174E"/>
    <w:rsid w:val="005B1F05"/>
    <w:rsid w:val="005B2376"/>
    <w:rsid w:val="005B29B9"/>
    <w:rsid w:val="005B3B68"/>
    <w:rsid w:val="005B3CA7"/>
    <w:rsid w:val="005B42D7"/>
    <w:rsid w:val="005B44F3"/>
    <w:rsid w:val="005B48B9"/>
    <w:rsid w:val="005B4C84"/>
    <w:rsid w:val="005B4D58"/>
    <w:rsid w:val="005B5FFC"/>
    <w:rsid w:val="005B6F99"/>
    <w:rsid w:val="005B7891"/>
    <w:rsid w:val="005C06E1"/>
    <w:rsid w:val="005C0875"/>
    <w:rsid w:val="005C09F2"/>
    <w:rsid w:val="005C0ACD"/>
    <w:rsid w:val="005C0C7A"/>
    <w:rsid w:val="005C0EA8"/>
    <w:rsid w:val="005C143F"/>
    <w:rsid w:val="005C1503"/>
    <w:rsid w:val="005C1839"/>
    <w:rsid w:val="005C25D3"/>
    <w:rsid w:val="005C260D"/>
    <w:rsid w:val="005C2AF5"/>
    <w:rsid w:val="005C3C7F"/>
    <w:rsid w:val="005C3CDA"/>
    <w:rsid w:val="005C58B3"/>
    <w:rsid w:val="005C6B14"/>
    <w:rsid w:val="005C6FA5"/>
    <w:rsid w:val="005C7063"/>
    <w:rsid w:val="005C74E1"/>
    <w:rsid w:val="005C7D47"/>
    <w:rsid w:val="005C7F48"/>
    <w:rsid w:val="005C7FF5"/>
    <w:rsid w:val="005D0547"/>
    <w:rsid w:val="005D0CBF"/>
    <w:rsid w:val="005D1259"/>
    <w:rsid w:val="005D17ED"/>
    <w:rsid w:val="005D1B0C"/>
    <w:rsid w:val="005D1B7E"/>
    <w:rsid w:val="005D1C03"/>
    <w:rsid w:val="005D1C8F"/>
    <w:rsid w:val="005D1D09"/>
    <w:rsid w:val="005D25A1"/>
    <w:rsid w:val="005D3398"/>
    <w:rsid w:val="005D386E"/>
    <w:rsid w:val="005D3E6E"/>
    <w:rsid w:val="005D4393"/>
    <w:rsid w:val="005D45E4"/>
    <w:rsid w:val="005D48AD"/>
    <w:rsid w:val="005D4D02"/>
    <w:rsid w:val="005D50D9"/>
    <w:rsid w:val="005D5345"/>
    <w:rsid w:val="005D5672"/>
    <w:rsid w:val="005D5E03"/>
    <w:rsid w:val="005D5F10"/>
    <w:rsid w:val="005D5FE9"/>
    <w:rsid w:val="005D6400"/>
    <w:rsid w:val="005D6416"/>
    <w:rsid w:val="005D6450"/>
    <w:rsid w:val="005D6DE3"/>
    <w:rsid w:val="005D7572"/>
    <w:rsid w:val="005E0184"/>
    <w:rsid w:val="005E0437"/>
    <w:rsid w:val="005E07F9"/>
    <w:rsid w:val="005E09D1"/>
    <w:rsid w:val="005E0A31"/>
    <w:rsid w:val="005E15FA"/>
    <w:rsid w:val="005E1780"/>
    <w:rsid w:val="005E1ABA"/>
    <w:rsid w:val="005E2A98"/>
    <w:rsid w:val="005E3E71"/>
    <w:rsid w:val="005E4434"/>
    <w:rsid w:val="005E47CA"/>
    <w:rsid w:val="005E4E46"/>
    <w:rsid w:val="005E50FF"/>
    <w:rsid w:val="005E5DEF"/>
    <w:rsid w:val="005E61CC"/>
    <w:rsid w:val="005E65A1"/>
    <w:rsid w:val="005E660E"/>
    <w:rsid w:val="005E6D65"/>
    <w:rsid w:val="005E6E75"/>
    <w:rsid w:val="005E7000"/>
    <w:rsid w:val="005E7590"/>
    <w:rsid w:val="005E76AA"/>
    <w:rsid w:val="005E7C4A"/>
    <w:rsid w:val="005E7D72"/>
    <w:rsid w:val="005F0909"/>
    <w:rsid w:val="005F0C5A"/>
    <w:rsid w:val="005F10FF"/>
    <w:rsid w:val="005F1226"/>
    <w:rsid w:val="005F14AB"/>
    <w:rsid w:val="005F1736"/>
    <w:rsid w:val="005F18DD"/>
    <w:rsid w:val="005F1B64"/>
    <w:rsid w:val="005F22FB"/>
    <w:rsid w:val="005F2826"/>
    <w:rsid w:val="005F433F"/>
    <w:rsid w:val="005F45BC"/>
    <w:rsid w:val="005F4ADF"/>
    <w:rsid w:val="005F4EEE"/>
    <w:rsid w:val="005F500B"/>
    <w:rsid w:val="005F5404"/>
    <w:rsid w:val="005F5965"/>
    <w:rsid w:val="005F5BE7"/>
    <w:rsid w:val="005F68FA"/>
    <w:rsid w:val="005F70EC"/>
    <w:rsid w:val="005F784D"/>
    <w:rsid w:val="005F7F69"/>
    <w:rsid w:val="00600555"/>
    <w:rsid w:val="00600CC6"/>
    <w:rsid w:val="00600DC9"/>
    <w:rsid w:val="0060125E"/>
    <w:rsid w:val="0060188C"/>
    <w:rsid w:val="00601FE8"/>
    <w:rsid w:val="006022BA"/>
    <w:rsid w:val="006024EF"/>
    <w:rsid w:val="006027EE"/>
    <w:rsid w:val="0060327C"/>
    <w:rsid w:val="00603319"/>
    <w:rsid w:val="00603506"/>
    <w:rsid w:val="006038B4"/>
    <w:rsid w:val="00603F8A"/>
    <w:rsid w:val="00604140"/>
    <w:rsid w:val="00604785"/>
    <w:rsid w:val="00604E7D"/>
    <w:rsid w:val="00604F34"/>
    <w:rsid w:val="00605091"/>
    <w:rsid w:val="006058E9"/>
    <w:rsid w:val="00605F0B"/>
    <w:rsid w:val="0060610F"/>
    <w:rsid w:val="00606407"/>
    <w:rsid w:val="00606DB0"/>
    <w:rsid w:val="00607310"/>
    <w:rsid w:val="00607402"/>
    <w:rsid w:val="00607425"/>
    <w:rsid w:val="00607DF2"/>
    <w:rsid w:val="00607F29"/>
    <w:rsid w:val="00610169"/>
    <w:rsid w:val="00610CD3"/>
    <w:rsid w:val="006114C2"/>
    <w:rsid w:val="00611C98"/>
    <w:rsid w:val="00612135"/>
    <w:rsid w:val="00612413"/>
    <w:rsid w:val="00612BEE"/>
    <w:rsid w:val="00613221"/>
    <w:rsid w:val="00613DBC"/>
    <w:rsid w:val="0061401C"/>
    <w:rsid w:val="006147B1"/>
    <w:rsid w:val="00614938"/>
    <w:rsid w:val="0061657E"/>
    <w:rsid w:val="0061754D"/>
    <w:rsid w:val="006208D5"/>
    <w:rsid w:val="00620C13"/>
    <w:rsid w:val="00621308"/>
    <w:rsid w:val="00621B0C"/>
    <w:rsid w:val="00621CA7"/>
    <w:rsid w:val="00621CCD"/>
    <w:rsid w:val="00621FC1"/>
    <w:rsid w:val="00622E96"/>
    <w:rsid w:val="00622FA8"/>
    <w:rsid w:val="00623386"/>
    <w:rsid w:val="006234AA"/>
    <w:rsid w:val="00623ED7"/>
    <w:rsid w:val="0062449C"/>
    <w:rsid w:val="0062481C"/>
    <w:rsid w:val="00624ECA"/>
    <w:rsid w:val="00625533"/>
    <w:rsid w:val="00625EC9"/>
    <w:rsid w:val="006261AF"/>
    <w:rsid w:val="006265FE"/>
    <w:rsid w:val="00626BA3"/>
    <w:rsid w:val="00626C29"/>
    <w:rsid w:val="00626CC2"/>
    <w:rsid w:val="00626CE2"/>
    <w:rsid w:val="00626E73"/>
    <w:rsid w:val="00627793"/>
    <w:rsid w:val="00627CEA"/>
    <w:rsid w:val="00627D66"/>
    <w:rsid w:val="00627D74"/>
    <w:rsid w:val="00627DE2"/>
    <w:rsid w:val="00630466"/>
    <w:rsid w:val="006309D5"/>
    <w:rsid w:val="00631103"/>
    <w:rsid w:val="00631178"/>
    <w:rsid w:val="006313C0"/>
    <w:rsid w:val="00631E11"/>
    <w:rsid w:val="00632135"/>
    <w:rsid w:val="0063293A"/>
    <w:rsid w:val="00632B37"/>
    <w:rsid w:val="006333CA"/>
    <w:rsid w:val="00633419"/>
    <w:rsid w:val="006338FA"/>
    <w:rsid w:val="00633992"/>
    <w:rsid w:val="00633D2C"/>
    <w:rsid w:val="0063427B"/>
    <w:rsid w:val="00634873"/>
    <w:rsid w:val="00634AF8"/>
    <w:rsid w:val="00634F92"/>
    <w:rsid w:val="0063502B"/>
    <w:rsid w:val="006352D9"/>
    <w:rsid w:val="0063534D"/>
    <w:rsid w:val="006355F4"/>
    <w:rsid w:val="0063568C"/>
    <w:rsid w:val="006358B1"/>
    <w:rsid w:val="00636771"/>
    <w:rsid w:val="00636ABB"/>
    <w:rsid w:val="00637A92"/>
    <w:rsid w:val="006406B7"/>
    <w:rsid w:val="006409F6"/>
    <w:rsid w:val="00640D15"/>
    <w:rsid w:val="0064230A"/>
    <w:rsid w:val="00642992"/>
    <w:rsid w:val="00642E27"/>
    <w:rsid w:val="00643170"/>
    <w:rsid w:val="00643440"/>
    <w:rsid w:val="006435F2"/>
    <w:rsid w:val="006439ED"/>
    <w:rsid w:val="00643ACE"/>
    <w:rsid w:val="0064455A"/>
    <w:rsid w:val="00644880"/>
    <w:rsid w:val="00644B4C"/>
    <w:rsid w:val="00644F98"/>
    <w:rsid w:val="0064517D"/>
    <w:rsid w:val="0064575E"/>
    <w:rsid w:val="00645BBE"/>
    <w:rsid w:val="00645C41"/>
    <w:rsid w:val="00645C82"/>
    <w:rsid w:val="00646129"/>
    <w:rsid w:val="006461D1"/>
    <w:rsid w:val="006463E2"/>
    <w:rsid w:val="00646503"/>
    <w:rsid w:val="00646E42"/>
    <w:rsid w:val="00647589"/>
    <w:rsid w:val="0064798C"/>
    <w:rsid w:val="00647D1E"/>
    <w:rsid w:val="00647FEB"/>
    <w:rsid w:val="006502E4"/>
    <w:rsid w:val="00650315"/>
    <w:rsid w:val="00650428"/>
    <w:rsid w:val="00650869"/>
    <w:rsid w:val="00650F33"/>
    <w:rsid w:val="006511B5"/>
    <w:rsid w:val="006514FD"/>
    <w:rsid w:val="00651703"/>
    <w:rsid w:val="00651754"/>
    <w:rsid w:val="00651A4D"/>
    <w:rsid w:val="00651B65"/>
    <w:rsid w:val="00651FF7"/>
    <w:rsid w:val="00652342"/>
    <w:rsid w:val="00652B65"/>
    <w:rsid w:val="00653037"/>
    <w:rsid w:val="006532EE"/>
    <w:rsid w:val="00653A2F"/>
    <w:rsid w:val="00653AA6"/>
    <w:rsid w:val="006545B1"/>
    <w:rsid w:val="00654DE5"/>
    <w:rsid w:val="006553B6"/>
    <w:rsid w:val="006555FA"/>
    <w:rsid w:val="006556AE"/>
    <w:rsid w:val="006558C1"/>
    <w:rsid w:val="00655F00"/>
    <w:rsid w:val="00655F07"/>
    <w:rsid w:val="0065608C"/>
    <w:rsid w:val="0065611F"/>
    <w:rsid w:val="0065617A"/>
    <w:rsid w:val="00656603"/>
    <w:rsid w:val="0065677E"/>
    <w:rsid w:val="00656B60"/>
    <w:rsid w:val="00656BA0"/>
    <w:rsid w:val="00657481"/>
    <w:rsid w:val="006574AC"/>
    <w:rsid w:val="00657650"/>
    <w:rsid w:val="006576C3"/>
    <w:rsid w:val="00657CD8"/>
    <w:rsid w:val="00660004"/>
    <w:rsid w:val="00660057"/>
    <w:rsid w:val="00660206"/>
    <w:rsid w:val="00660E33"/>
    <w:rsid w:val="006618F6"/>
    <w:rsid w:val="0066224C"/>
    <w:rsid w:val="00662D3E"/>
    <w:rsid w:val="00663357"/>
    <w:rsid w:val="00663447"/>
    <w:rsid w:val="00663AB1"/>
    <w:rsid w:val="00663F2C"/>
    <w:rsid w:val="00663F8C"/>
    <w:rsid w:val="0066425C"/>
    <w:rsid w:val="0066431C"/>
    <w:rsid w:val="006643ED"/>
    <w:rsid w:val="006644EB"/>
    <w:rsid w:val="00664958"/>
    <w:rsid w:val="00664E14"/>
    <w:rsid w:val="00664F58"/>
    <w:rsid w:val="00665225"/>
    <w:rsid w:val="0066572F"/>
    <w:rsid w:val="00665808"/>
    <w:rsid w:val="00665E14"/>
    <w:rsid w:val="00666985"/>
    <w:rsid w:val="00666FDE"/>
    <w:rsid w:val="00670750"/>
    <w:rsid w:val="00670D59"/>
    <w:rsid w:val="00671AB8"/>
    <w:rsid w:val="00671C58"/>
    <w:rsid w:val="00671E94"/>
    <w:rsid w:val="00671F1A"/>
    <w:rsid w:val="00671F7F"/>
    <w:rsid w:val="006721EF"/>
    <w:rsid w:val="00672AC6"/>
    <w:rsid w:val="00672BF8"/>
    <w:rsid w:val="0067344F"/>
    <w:rsid w:val="00673468"/>
    <w:rsid w:val="00673C34"/>
    <w:rsid w:val="006740D7"/>
    <w:rsid w:val="0067415B"/>
    <w:rsid w:val="00674BAD"/>
    <w:rsid w:val="00674BB9"/>
    <w:rsid w:val="0067502A"/>
    <w:rsid w:val="00675298"/>
    <w:rsid w:val="00675D43"/>
    <w:rsid w:val="00675E10"/>
    <w:rsid w:val="00676914"/>
    <w:rsid w:val="00676D4B"/>
    <w:rsid w:val="00676E50"/>
    <w:rsid w:val="00676E5C"/>
    <w:rsid w:val="0067746B"/>
    <w:rsid w:val="0067748D"/>
    <w:rsid w:val="0067761A"/>
    <w:rsid w:val="00677A0C"/>
    <w:rsid w:val="00677D90"/>
    <w:rsid w:val="00677DB8"/>
    <w:rsid w:val="00680010"/>
    <w:rsid w:val="00680050"/>
    <w:rsid w:val="006804F7"/>
    <w:rsid w:val="00680625"/>
    <w:rsid w:val="00680B54"/>
    <w:rsid w:val="00680F88"/>
    <w:rsid w:val="00681164"/>
    <w:rsid w:val="006818AE"/>
    <w:rsid w:val="00681B00"/>
    <w:rsid w:val="00681CBE"/>
    <w:rsid w:val="00681EC8"/>
    <w:rsid w:val="00681F31"/>
    <w:rsid w:val="00682518"/>
    <w:rsid w:val="00682947"/>
    <w:rsid w:val="00682B0A"/>
    <w:rsid w:val="00682E37"/>
    <w:rsid w:val="00683331"/>
    <w:rsid w:val="006838B1"/>
    <w:rsid w:val="0068395B"/>
    <w:rsid w:val="00683BCC"/>
    <w:rsid w:val="00684113"/>
    <w:rsid w:val="00684184"/>
    <w:rsid w:val="006841C0"/>
    <w:rsid w:val="00684437"/>
    <w:rsid w:val="006844F2"/>
    <w:rsid w:val="00685312"/>
    <w:rsid w:val="00685BD6"/>
    <w:rsid w:val="00685D6B"/>
    <w:rsid w:val="00686679"/>
    <w:rsid w:val="006868EC"/>
    <w:rsid w:val="00686AA9"/>
    <w:rsid w:val="00686ED6"/>
    <w:rsid w:val="006874E6"/>
    <w:rsid w:val="0068751A"/>
    <w:rsid w:val="00687655"/>
    <w:rsid w:val="00690CBE"/>
    <w:rsid w:val="00691426"/>
    <w:rsid w:val="006917B8"/>
    <w:rsid w:val="006920A4"/>
    <w:rsid w:val="00692ACB"/>
    <w:rsid w:val="0069366E"/>
    <w:rsid w:val="00693768"/>
    <w:rsid w:val="00693913"/>
    <w:rsid w:val="00693B9B"/>
    <w:rsid w:val="00693CBE"/>
    <w:rsid w:val="00694095"/>
    <w:rsid w:val="00694659"/>
    <w:rsid w:val="0069471F"/>
    <w:rsid w:val="00694768"/>
    <w:rsid w:val="00694BEA"/>
    <w:rsid w:val="0069510E"/>
    <w:rsid w:val="006951DD"/>
    <w:rsid w:val="00695E9A"/>
    <w:rsid w:val="00696026"/>
    <w:rsid w:val="00696BEF"/>
    <w:rsid w:val="0069752C"/>
    <w:rsid w:val="006978A7"/>
    <w:rsid w:val="006A0312"/>
    <w:rsid w:val="006A039C"/>
    <w:rsid w:val="006A0706"/>
    <w:rsid w:val="006A073B"/>
    <w:rsid w:val="006A082C"/>
    <w:rsid w:val="006A0858"/>
    <w:rsid w:val="006A0859"/>
    <w:rsid w:val="006A0D8A"/>
    <w:rsid w:val="006A1104"/>
    <w:rsid w:val="006A14B7"/>
    <w:rsid w:val="006A1D17"/>
    <w:rsid w:val="006A1EC0"/>
    <w:rsid w:val="006A1FBC"/>
    <w:rsid w:val="006A212A"/>
    <w:rsid w:val="006A2715"/>
    <w:rsid w:val="006A3A42"/>
    <w:rsid w:val="006A42FC"/>
    <w:rsid w:val="006A46DF"/>
    <w:rsid w:val="006A5156"/>
    <w:rsid w:val="006A53F5"/>
    <w:rsid w:val="006A5CC7"/>
    <w:rsid w:val="006A6679"/>
    <w:rsid w:val="006A695D"/>
    <w:rsid w:val="006A6D20"/>
    <w:rsid w:val="006A72DC"/>
    <w:rsid w:val="006A773B"/>
    <w:rsid w:val="006A7925"/>
    <w:rsid w:val="006B0033"/>
    <w:rsid w:val="006B0398"/>
    <w:rsid w:val="006B0669"/>
    <w:rsid w:val="006B06F2"/>
    <w:rsid w:val="006B077A"/>
    <w:rsid w:val="006B089C"/>
    <w:rsid w:val="006B0B3F"/>
    <w:rsid w:val="006B1396"/>
    <w:rsid w:val="006B157C"/>
    <w:rsid w:val="006B1603"/>
    <w:rsid w:val="006B1917"/>
    <w:rsid w:val="006B20EF"/>
    <w:rsid w:val="006B2763"/>
    <w:rsid w:val="006B2991"/>
    <w:rsid w:val="006B2CDA"/>
    <w:rsid w:val="006B3371"/>
    <w:rsid w:val="006B3C73"/>
    <w:rsid w:val="006B41D5"/>
    <w:rsid w:val="006B41F1"/>
    <w:rsid w:val="006B4791"/>
    <w:rsid w:val="006B4A5E"/>
    <w:rsid w:val="006B4C1B"/>
    <w:rsid w:val="006B5222"/>
    <w:rsid w:val="006B5408"/>
    <w:rsid w:val="006B5942"/>
    <w:rsid w:val="006B605C"/>
    <w:rsid w:val="006B629C"/>
    <w:rsid w:val="006B69EF"/>
    <w:rsid w:val="006B6DB1"/>
    <w:rsid w:val="006B7B54"/>
    <w:rsid w:val="006B7E91"/>
    <w:rsid w:val="006C011E"/>
    <w:rsid w:val="006C0A83"/>
    <w:rsid w:val="006C11C7"/>
    <w:rsid w:val="006C1B27"/>
    <w:rsid w:val="006C1DF8"/>
    <w:rsid w:val="006C1E4F"/>
    <w:rsid w:val="006C1F21"/>
    <w:rsid w:val="006C1F72"/>
    <w:rsid w:val="006C2DCB"/>
    <w:rsid w:val="006C3706"/>
    <w:rsid w:val="006C37A7"/>
    <w:rsid w:val="006C42F5"/>
    <w:rsid w:val="006C4389"/>
    <w:rsid w:val="006C4DC5"/>
    <w:rsid w:val="006C59E7"/>
    <w:rsid w:val="006C6559"/>
    <w:rsid w:val="006C6849"/>
    <w:rsid w:val="006C6C72"/>
    <w:rsid w:val="006C6DED"/>
    <w:rsid w:val="006C6E0F"/>
    <w:rsid w:val="006C70D0"/>
    <w:rsid w:val="006C78A7"/>
    <w:rsid w:val="006C7F06"/>
    <w:rsid w:val="006D0207"/>
    <w:rsid w:val="006D0893"/>
    <w:rsid w:val="006D0A26"/>
    <w:rsid w:val="006D0F42"/>
    <w:rsid w:val="006D0FDF"/>
    <w:rsid w:val="006D1047"/>
    <w:rsid w:val="006D193F"/>
    <w:rsid w:val="006D1BC8"/>
    <w:rsid w:val="006D23C0"/>
    <w:rsid w:val="006D2755"/>
    <w:rsid w:val="006D3010"/>
    <w:rsid w:val="006D3F44"/>
    <w:rsid w:val="006D4CFC"/>
    <w:rsid w:val="006D5214"/>
    <w:rsid w:val="006D57E6"/>
    <w:rsid w:val="006D5918"/>
    <w:rsid w:val="006D5C1B"/>
    <w:rsid w:val="006D5DD1"/>
    <w:rsid w:val="006D5E2E"/>
    <w:rsid w:val="006D6569"/>
    <w:rsid w:val="006D662F"/>
    <w:rsid w:val="006D7362"/>
    <w:rsid w:val="006D7527"/>
    <w:rsid w:val="006E004C"/>
    <w:rsid w:val="006E02D5"/>
    <w:rsid w:val="006E0FD6"/>
    <w:rsid w:val="006E1667"/>
    <w:rsid w:val="006E1A9A"/>
    <w:rsid w:val="006E2313"/>
    <w:rsid w:val="006E259D"/>
    <w:rsid w:val="006E264F"/>
    <w:rsid w:val="006E2D33"/>
    <w:rsid w:val="006E30DC"/>
    <w:rsid w:val="006E387C"/>
    <w:rsid w:val="006E398F"/>
    <w:rsid w:val="006E39CF"/>
    <w:rsid w:val="006E3B3D"/>
    <w:rsid w:val="006E3D68"/>
    <w:rsid w:val="006E3E0C"/>
    <w:rsid w:val="006E3F9D"/>
    <w:rsid w:val="006E491D"/>
    <w:rsid w:val="006E4C1D"/>
    <w:rsid w:val="006E4D6D"/>
    <w:rsid w:val="006E4EA2"/>
    <w:rsid w:val="006E5800"/>
    <w:rsid w:val="006E5B91"/>
    <w:rsid w:val="006E5D79"/>
    <w:rsid w:val="006E6119"/>
    <w:rsid w:val="006E61CB"/>
    <w:rsid w:val="006E65E0"/>
    <w:rsid w:val="006E6F67"/>
    <w:rsid w:val="006E75C3"/>
    <w:rsid w:val="006F0091"/>
    <w:rsid w:val="006F0B5B"/>
    <w:rsid w:val="006F0C52"/>
    <w:rsid w:val="006F12E2"/>
    <w:rsid w:val="006F1626"/>
    <w:rsid w:val="006F1A2F"/>
    <w:rsid w:val="006F1C65"/>
    <w:rsid w:val="006F2445"/>
    <w:rsid w:val="006F2448"/>
    <w:rsid w:val="006F270C"/>
    <w:rsid w:val="006F2A67"/>
    <w:rsid w:val="006F2B7B"/>
    <w:rsid w:val="006F2D3F"/>
    <w:rsid w:val="006F2F6C"/>
    <w:rsid w:val="006F303B"/>
    <w:rsid w:val="006F34EB"/>
    <w:rsid w:val="006F3766"/>
    <w:rsid w:val="006F450D"/>
    <w:rsid w:val="006F4582"/>
    <w:rsid w:val="006F49B8"/>
    <w:rsid w:val="006F5296"/>
    <w:rsid w:val="006F5649"/>
    <w:rsid w:val="006F5B88"/>
    <w:rsid w:val="006F5F97"/>
    <w:rsid w:val="006F640B"/>
    <w:rsid w:val="006F68F1"/>
    <w:rsid w:val="006F6E06"/>
    <w:rsid w:val="00700732"/>
    <w:rsid w:val="00700A63"/>
    <w:rsid w:val="00700E64"/>
    <w:rsid w:val="00700F03"/>
    <w:rsid w:val="007014C1"/>
    <w:rsid w:val="00701554"/>
    <w:rsid w:val="007018AD"/>
    <w:rsid w:val="00701D68"/>
    <w:rsid w:val="00701F24"/>
    <w:rsid w:val="00702707"/>
    <w:rsid w:val="00702875"/>
    <w:rsid w:val="00702F58"/>
    <w:rsid w:val="0070329C"/>
    <w:rsid w:val="007032D2"/>
    <w:rsid w:val="00703395"/>
    <w:rsid w:val="00703AB2"/>
    <w:rsid w:val="00703AD6"/>
    <w:rsid w:val="00703E20"/>
    <w:rsid w:val="00703EFE"/>
    <w:rsid w:val="007041B3"/>
    <w:rsid w:val="007042CB"/>
    <w:rsid w:val="00704672"/>
    <w:rsid w:val="00704C1C"/>
    <w:rsid w:val="00704C6A"/>
    <w:rsid w:val="00704EC9"/>
    <w:rsid w:val="007052EE"/>
    <w:rsid w:val="00705415"/>
    <w:rsid w:val="007055D5"/>
    <w:rsid w:val="00705603"/>
    <w:rsid w:val="00705B5A"/>
    <w:rsid w:val="00705E27"/>
    <w:rsid w:val="00705EF6"/>
    <w:rsid w:val="00706288"/>
    <w:rsid w:val="0070794A"/>
    <w:rsid w:val="00707E1B"/>
    <w:rsid w:val="007100CD"/>
    <w:rsid w:val="00710303"/>
    <w:rsid w:val="007108AD"/>
    <w:rsid w:val="00710A6C"/>
    <w:rsid w:val="00710B9C"/>
    <w:rsid w:val="00711009"/>
    <w:rsid w:val="00711923"/>
    <w:rsid w:val="00711CC1"/>
    <w:rsid w:val="00712140"/>
    <w:rsid w:val="007126DB"/>
    <w:rsid w:val="0071291C"/>
    <w:rsid w:val="0071291D"/>
    <w:rsid w:val="00712AF2"/>
    <w:rsid w:val="00713616"/>
    <w:rsid w:val="00713BDE"/>
    <w:rsid w:val="00713CEF"/>
    <w:rsid w:val="00713F26"/>
    <w:rsid w:val="00713FFB"/>
    <w:rsid w:val="007141D1"/>
    <w:rsid w:val="0071466E"/>
    <w:rsid w:val="0071490C"/>
    <w:rsid w:val="00714CA4"/>
    <w:rsid w:val="00714D46"/>
    <w:rsid w:val="00715CC7"/>
    <w:rsid w:val="00716281"/>
    <w:rsid w:val="00716F98"/>
    <w:rsid w:val="00716FD4"/>
    <w:rsid w:val="007173F7"/>
    <w:rsid w:val="00717A3B"/>
    <w:rsid w:val="00717FC7"/>
    <w:rsid w:val="00720516"/>
    <w:rsid w:val="0072071C"/>
    <w:rsid w:val="00720C79"/>
    <w:rsid w:val="00720DD2"/>
    <w:rsid w:val="00720E1F"/>
    <w:rsid w:val="00721222"/>
    <w:rsid w:val="00721FDB"/>
    <w:rsid w:val="0072220E"/>
    <w:rsid w:val="00722431"/>
    <w:rsid w:val="0072291C"/>
    <w:rsid w:val="00722B51"/>
    <w:rsid w:val="00722C69"/>
    <w:rsid w:val="00723494"/>
    <w:rsid w:val="00724971"/>
    <w:rsid w:val="00724EAA"/>
    <w:rsid w:val="00725BB6"/>
    <w:rsid w:val="00725BC6"/>
    <w:rsid w:val="0072661F"/>
    <w:rsid w:val="00726B63"/>
    <w:rsid w:val="00726BD8"/>
    <w:rsid w:val="00726D56"/>
    <w:rsid w:val="00727037"/>
    <w:rsid w:val="007272AA"/>
    <w:rsid w:val="00727404"/>
    <w:rsid w:val="00727549"/>
    <w:rsid w:val="00727AC4"/>
    <w:rsid w:val="00727ED8"/>
    <w:rsid w:val="007302B8"/>
    <w:rsid w:val="00730ABD"/>
    <w:rsid w:val="00730C63"/>
    <w:rsid w:val="00730CBF"/>
    <w:rsid w:val="00730E1D"/>
    <w:rsid w:val="00731460"/>
    <w:rsid w:val="00731705"/>
    <w:rsid w:val="00731C02"/>
    <w:rsid w:val="00731CE9"/>
    <w:rsid w:val="00732BF5"/>
    <w:rsid w:val="00733161"/>
    <w:rsid w:val="0073336D"/>
    <w:rsid w:val="0073391E"/>
    <w:rsid w:val="00733FD8"/>
    <w:rsid w:val="00733FF4"/>
    <w:rsid w:val="007344BA"/>
    <w:rsid w:val="0073451C"/>
    <w:rsid w:val="00734678"/>
    <w:rsid w:val="00734754"/>
    <w:rsid w:val="00734A0F"/>
    <w:rsid w:val="00735262"/>
    <w:rsid w:val="007355FD"/>
    <w:rsid w:val="00735AB7"/>
    <w:rsid w:val="00735C20"/>
    <w:rsid w:val="00735CE0"/>
    <w:rsid w:val="00735FE9"/>
    <w:rsid w:val="0073615E"/>
    <w:rsid w:val="0073624B"/>
    <w:rsid w:val="007362D4"/>
    <w:rsid w:val="007363BD"/>
    <w:rsid w:val="00736644"/>
    <w:rsid w:val="00736CDB"/>
    <w:rsid w:val="0073711F"/>
    <w:rsid w:val="00737474"/>
    <w:rsid w:val="00737715"/>
    <w:rsid w:val="00737ED2"/>
    <w:rsid w:val="0074062A"/>
    <w:rsid w:val="007406E6"/>
    <w:rsid w:val="00740B40"/>
    <w:rsid w:val="00741498"/>
    <w:rsid w:val="00742529"/>
    <w:rsid w:val="00742765"/>
    <w:rsid w:val="007427B8"/>
    <w:rsid w:val="00743282"/>
    <w:rsid w:val="007433BB"/>
    <w:rsid w:val="00743588"/>
    <w:rsid w:val="00743628"/>
    <w:rsid w:val="00744409"/>
    <w:rsid w:val="0074471B"/>
    <w:rsid w:val="0074478C"/>
    <w:rsid w:val="00745D72"/>
    <w:rsid w:val="00745D94"/>
    <w:rsid w:val="00745DBE"/>
    <w:rsid w:val="00746CB4"/>
    <w:rsid w:val="00747E94"/>
    <w:rsid w:val="00750FE9"/>
    <w:rsid w:val="007515FB"/>
    <w:rsid w:val="007516D9"/>
    <w:rsid w:val="00751A46"/>
    <w:rsid w:val="00751EC5"/>
    <w:rsid w:val="00751ECF"/>
    <w:rsid w:val="007521D2"/>
    <w:rsid w:val="007523D4"/>
    <w:rsid w:val="0075262B"/>
    <w:rsid w:val="00752CDC"/>
    <w:rsid w:val="007531B9"/>
    <w:rsid w:val="0075376D"/>
    <w:rsid w:val="00753D27"/>
    <w:rsid w:val="00754014"/>
    <w:rsid w:val="00754137"/>
    <w:rsid w:val="00754559"/>
    <w:rsid w:val="007553AB"/>
    <w:rsid w:val="00755C3E"/>
    <w:rsid w:val="00756446"/>
    <w:rsid w:val="00756B9C"/>
    <w:rsid w:val="007600FB"/>
    <w:rsid w:val="007602EA"/>
    <w:rsid w:val="00760571"/>
    <w:rsid w:val="007607D5"/>
    <w:rsid w:val="00760C12"/>
    <w:rsid w:val="00760DAD"/>
    <w:rsid w:val="0076224C"/>
    <w:rsid w:val="00762306"/>
    <w:rsid w:val="007626D4"/>
    <w:rsid w:val="00762E69"/>
    <w:rsid w:val="00762FCC"/>
    <w:rsid w:val="00762FF3"/>
    <w:rsid w:val="0076315D"/>
    <w:rsid w:val="007645CC"/>
    <w:rsid w:val="007649A7"/>
    <w:rsid w:val="00764EA4"/>
    <w:rsid w:val="00765241"/>
    <w:rsid w:val="007656FF"/>
    <w:rsid w:val="0076594E"/>
    <w:rsid w:val="00765F83"/>
    <w:rsid w:val="00766ABB"/>
    <w:rsid w:val="00766BB1"/>
    <w:rsid w:val="00766BBD"/>
    <w:rsid w:val="00766ED0"/>
    <w:rsid w:val="00767539"/>
    <w:rsid w:val="00767808"/>
    <w:rsid w:val="00767B05"/>
    <w:rsid w:val="00770421"/>
    <w:rsid w:val="00770469"/>
    <w:rsid w:val="00770762"/>
    <w:rsid w:val="00770833"/>
    <w:rsid w:val="007710A8"/>
    <w:rsid w:val="00771261"/>
    <w:rsid w:val="00771FA2"/>
    <w:rsid w:val="00772390"/>
    <w:rsid w:val="00773362"/>
    <w:rsid w:val="007733DE"/>
    <w:rsid w:val="00773BE0"/>
    <w:rsid w:val="00773F2C"/>
    <w:rsid w:val="00774037"/>
    <w:rsid w:val="00774DFD"/>
    <w:rsid w:val="00775014"/>
    <w:rsid w:val="00775139"/>
    <w:rsid w:val="00775760"/>
    <w:rsid w:val="0077576A"/>
    <w:rsid w:val="0077649E"/>
    <w:rsid w:val="007767B1"/>
    <w:rsid w:val="007768C0"/>
    <w:rsid w:val="007769E2"/>
    <w:rsid w:val="00776B04"/>
    <w:rsid w:val="00776D6E"/>
    <w:rsid w:val="00776DA9"/>
    <w:rsid w:val="00776EE7"/>
    <w:rsid w:val="007770DD"/>
    <w:rsid w:val="00777C3B"/>
    <w:rsid w:val="00780054"/>
    <w:rsid w:val="00780276"/>
    <w:rsid w:val="0078068D"/>
    <w:rsid w:val="00781393"/>
    <w:rsid w:val="00781F02"/>
    <w:rsid w:val="00782458"/>
    <w:rsid w:val="007827EE"/>
    <w:rsid w:val="007829F6"/>
    <w:rsid w:val="00782A13"/>
    <w:rsid w:val="00782C85"/>
    <w:rsid w:val="00782E33"/>
    <w:rsid w:val="00782FDF"/>
    <w:rsid w:val="00783117"/>
    <w:rsid w:val="00783142"/>
    <w:rsid w:val="00783290"/>
    <w:rsid w:val="007837B9"/>
    <w:rsid w:val="00783F90"/>
    <w:rsid w:val="0078400F"/>
    <w:rsid w:val="007849BF"/>
    <w:rsid w:val="007852C4"/>
    <w:rsid w:val="00785865"/>
    <w:rsid w:val="00785B9D"/>
    <w:rsid w:val="00786195"/>
    <w:rsid w:val="00786FA0"/>
    <w:rsid w:val="007875B0"/>
    <w:rsid w:val="00787702"/>
    <w:rsid w:val="0078795E"/>
    <w:rsid w:val="00791025"/>
    <w:rsid w:val="0079134C"/>
    <w:rsid w:val="00791B23"/>
    <w:rsid w:val="00791F32"/>
    <w:rsid w:val="00792434"/>
    <w:rsid w:val="00792657"/>
    <w:rsid w:val="00792795"/>
    <w:rsid w:val="00793928"/>
    <w:rsid w:val="00794A6E"/>
    <w:rsid w:val="007951F3"/>
    <w:rsid w:val="007954D3"/>
    <w:rsid w:val="00795E45"/>
    <w:rsid w:val="00796317"/>
    <w:rsid w:val="00796808"/>
    <w:rsid w:val="00796BD8"/>
    <w:rsid w:val="00796F61"/>
    <w:rsid w:val="00796F9B"/>
    <w:rsid w:val="0079736A"/>
    <w:rsid w:val="00797666"/>
    <w:rsid w:val="007A02C9"/>
    <w:rsid w:val="007A0BE5"/>
    <w:rsid w:val="007A0E68"/>
    <w:rsid w:val="007A1407"/>
    <w:rsid w:val="007A1D9F"/>
    <w:rsid w:val="007A2626"/>
    <w:rsid w:val="007A265B"/>
    <w:rsid w:val="007A27C6"/>
    <w:rsid w:val="007A2CC6"/>
    <w:rsid w:val="007A3473"/>
    <w:rsid w:val="007A34A1"/>
    <w:rsid w:val="007A34CF"/>
    <w:rsid w:val="007A35F3"/>
    <w:rsid w:val="007A3A8F"/>
    <w:rsid w:val="007A3F8B"/>
    <w:rsid w:val="007A43F0"/>
    <w:rsid w:val="007A4BDC"/>
    <w:rsid w:val="007A4FE8"/>
    <w:rsid w:val="007A5266"/>
    <w:rsid w:val="007A5B22"/>
    <w:rsid w:val="007A5DD2"/>
    <w:rsid w:val="007A5FEE"/>
    <w:rsid w:val="007A6A90"/>
    <w:rsid w:val="007A6D13"/>
    <w:rsid w:val="007A6FDC"/>
    <w:rsid w:val="007A7049"/>
    <w:rsid w:val="007A7148"/>
    <w:rsid w:val="007A778D"/>
    <w:rsid w:val="007A78D6"/>
    <w:rsid w:val="007B0288"/>
    <w:rsid w:val="007B0676"/>
    <w:rsid w:val="007B0AB9"/>
    <w:rsid w:val="007B0BB0"/>
    <w:rsid w:val="007B1134"/>
    <w:rsid w:val="007B1B02"/>
    <w:rsid w:val="007B2204"/>
    <w:rsid w:val="007B3B7D"/>
    <w:rsid w:val="007B3C19"/>
    <w:rsid w:val="007B3D1C"/>
    <w:rsid w:val="007B4352"/>
    <w:rsid w:val="007B4B83"/>
    <w:rsid w:val="007B4EF0"/>
    <w:rsid w:val="007B5C93"/>
    <w:rsid w:val="007B60E1"/>
    <w:rsid w:val="007B621B"/>
    <w:rsid w:val="007B6A2A"/>
    <w:rsid w:val="007B6CFD"/>
    <w:rsid w:val="007B7237"/>
    <w:rsid w:val="007B7642"/>
    <w:rsid w:val="007B77C3"/>
    <w:rsid w:val="007B792D"/>
    <w:rsid w:val="007B7B51"/>
    <w:rsid w:val="007C031B"/>
    <w:rsid w:val="007C0818"/>
    <w:rsid w:val="007C0E1D"/>
    <w:rsid w:val="007C0F5B"/>
    <w:rsid w:val="007C1052"/>
    <w:rsid w:val="007C1243"/>
    <w:rsid w:val="007C1D04"/>
    <w:rsid w:val="007C2345"/>
    <w:rsid w:val="007C3023"/>
    <w:rsid w:val="007C34A3"/>
    <w:rsid w:val="007C3914"/>
    <w:rsid w:val="007C3B9E"/>
    <w:rsid w:val="007C3C44"/>
    <w:rsid w:val="007C3EAB"/>
    <w:rsid w:val="007C445C"/>
    <w:rsid w:val="007C44E8"/>
    <w:rsid w:val="007C4F32"/>
    <w:rsid w:val="007C5382"/>
    <w:rsid w:val="007C57A8"/>
    <w:rsid w:val="007C5F1B"/>
    <w:rsid w:val="007C66C9"/>
    <w:rsid w:val="007C68B4"/>
    <w:rsid w:val="007C7413"/>
    <w:rsid w:val="007C7592"/>
    <w:rsid w:val="007C7C14"/>
    <w:rsid w:val="007D03D9"/>
    <w:rsid w:val="007D03F0"/>
    <w:rsid w:val="007D0489"/>
    <w:rsid w:val="007D0542"/>
    <w:rsid w:val="007D079C"/>
    <w:rsid w:val="007D09D2"/>
    <w:rsid w:val="007D0CB8"/>
    <w:rsid w:val="007D0F33"/>
    <w:rsid w:val="007D11F6"/>
    <w:rsid w:val="007D1365"/>
    <w:rsid w:val="007D1815"/>
    <w:rsid w:val="007D1E06"/>
    <w:rsid w:val="007D2742"/>
    <w:rsid w:val="007D2E73"/>
    <w:rsid w:val="007D304C"/>
    <w:rsid w:val="007D35BC"/>
    <w:rsid w:val="007D36DD"/>
    <w:rsid w:val="007D399E"/>
    <w:rsid w:val="007D3B67"/>
    <w:rsid w:val="007D4195"/>
    <w:rsid w:val="007D4F16"/>
    <w:rsid w:val="007D4FFA"/>
    <w:rsid w:val="007D575E"/>
    <w:rsid w:val="007D5994"/>
    <w:rsid w:val="007D61E3"/>
    <w:rsid w:val="007D69E3"/>
    <w:rsid w:val="007D6D64"/>
    <w:rsid w:val="007D6FA7"/>
    <w:rsid w:val="007D78BC"/>
    <w:rsid w:val="007D7AE4"/>
    <w:rsid w:val="007D7C14"/>
    <w:rsid w:val="007E0019"/>
    <w:rsid w:val="007E0683"/>
    <w:rsid w:val="007E0A5D"/>
    <w:rsid w:val="007E0DE1"/>
    <w:rsid w:val="007E134D"/>
    <w:rsid w:val="007E170A"/>
    <w:rsid w:val="007E1742"/>
    <w:rsid w:val="007E2A44"/>
    <w:rsid w:val="007E3B42"/>
    <w:rsid w:val="007E4A3D"/>
    <w:rsid w:val="007E5171"/>
    <w:rsid w:val="007E51D2"/>
    <w:rsid w:val="007E5717"/>
    <w:rsid w:val="007E5822"/>
    <w:rsid w:val="007E5A56"/>
    <w:rsid w:val="007E5B7E"/>
    <w:rsid w:val="007E5B8E"/>
    <w:rsid w:val="007E5C39"/>
    <w:rsid w:val="007E61C2"/>
    <w:rsid w:val="007E61CD"/>
    <w:rsid w:val="007E62E2"/>
    <w:rsid w:val="007E6AE9"/>
    <w:rsid w:val="007E6CBC"/>
    <w:rsid w:val="007E70ED"/>
    <w:rsid w:val="007E721F"/>
    <w:rsid w:val="007E77FC"/>
    <w:rsid w:val="007E7915"/>
    <w:rsid w:val="007E7E50"/>
    <w:rsid w:val="007F00D8"/>
    <w:rsid w:val="007F08A2"/>
    <w:rsid w:val="007F1243"/>
    <w:rsid w:val="007F21A6"/>
    <w:rsid w:val="007F288A"/>
    <w:rsid w:val="007F2CD4"/>
    <w:rsid w:val="007F306D"/>
    <w:rsid w:val="007F30A5"/>
    <w:rsid w:val="007F3475"/>
    <w:rsid w:val="007F353D"/>
    <w:rsid w:val="007F35BE"/>
    <w:rsid w:val="007F374E"/>
    <w:rsid w:val="007F3C10"/>
    <w:rsid w:val="007F4CA1"/>
    <w:rsid w:val="007F4DDE"/>
    <w:rsid w:val="007F564A"/>
    <w:rsid w:val="007F611F"/>
    <w:rsid w:val="007F624B"/>
    <w:rsid w:val="007F656E"/>
    <w:rsid w:val="007F66EE"/>
    <w:rsid w:val="007F79BE"/>
    <w:rsid w:val="008005BE"/>
    <w:rsid w:val="00801137"/>
    <w:rsid w:val="008018FA"/>
    <w:rsid w:val="0080212D"/>
    <w:rsid w:val="0080271F"/>
    <w:rsid w:val="008027DA"/>
    <w:rsid w:val="00802A9B"/>
    <w:rsid w:val="00802CB9"/>
    <w:rsid w:val="00802DC9"/>
    <w:rsid w:val="00803739"/>
    <w:rsid w:val="008046B5"/>
    <w:rsid w:val="00804AD6"/>
    <w:rsid w:val="00804F2D"/>
    <w:rsid w:val="00805119"/>
    <w:rsid w:val="008057E8"/>
    <w:rsid w:val="00805A3C"/>
    <w:rsid w:val="00805B9B"/>
    <w:rsid w:val="00805FB0"/>
    <w:rsid w:val="00806161"/>
    <w:rsid w:val="00806558"/>
    <w:rsid w:val="0080692A"/>
    <w:rsid w:val="00806D64"/>
    <w:rsid w:val="00806E8F"/>
    <w:rsid w:val="008072D6"/>
    <w:rsid w:val="00807482"/>
    <w:rsid w:val="00807CDC"/>
    <w:rsid w:val="00810672"/>
    <w:rsid w:val="008109D4"/>
    <w:rsid w:val="00810B51"/>
    <w:rsid w:val="00811A05"/>
    <w:rsid w:val="00811E47"/>
    <w:rsid w:val="008121AC"/>
    <w:rsid w:val="0081254C"/>
    <w:rsid w:val="00812E84"/>
    <w:rsid w:val="008134CB"/>
    <w:rsid w:val="008137E2"/>
    <w:rsid w:val="008138BE"/>
    <w:rsid w:val="00813E33"/>
    <w:rsid w:val="008140F3"/>
    <w:rsid w:val="00814472"/>
    <w:rsid w:val="008148E6"/>
    <w:rsid w:val="00814FAA"/>
    <w:rsid w:val="00815050"/>
    <w:rsid w:val="008154BD"/>
    <w:rsid w:val="00815645"/>
    <w:rsid w:val="00815C08"/>
    <w:rsid w:val="008161E2"/>
    <w:rsid w:val="00816C34"/>
    <w:rsid w:val="00817606"/>
    <w:rsid w:val="00817F19"/>
    <w:rsid w:val="008208AD"/>
    <w:rsid w:val="00820D7E"/>
    <w:rsid w:val="00821182"/>
    <w:rsid w:val="00821FFC"/>
    <w:rsid w:val="00822415"/>
    <w:rsid w:val="008229D7"/>
    <w:rsid w:val="00822CD5"/>
    <w:rsid w:val="00822E66"/>
    <w:rsid w:val="00822E80"/>
    <w:rsid w:val="00822EF9"/>
    <w:rsid w:val="00824610"/>
    <w:rsid w:val="00824864"/>
    <w:rsid w:val="00824885"/>
    <w:rsid w:val="00824CAB"/>
    <w:rsid w:val="00825AAC"/>
    <w:rsid w:val="00825D1C"/>
    <w:rsid w:val="00826D7B"/>
    <w:rsid w:val="008276DE"/>
    <w:rsid w:val="00827750"/>
    <w:rsid w:val="00830320"/>
    <w:rsid w:val="00831247"/>
    <w:rsid w:val="00831A10"/>
    <w:rsid w:val="00831A47"/>
    <w:rsid w:val="00831C78"/>
    <w:rsid w:val="00831DC8"/>
    <w:rsid w:val="0083203B"/>
    <w:rsid w:val="00832A3B"/>
    <w:rsid w:val="00832D64"/>
    <w:rsid w:val="00832D77"/>
    <w:rsid w:val="008332C1"/>
    <w:rsid w:val="008332E0"/>
    <w:rsid w:val="00833365"/>
    <w:rsid w:val="00833554"/>
    <w:rsid w:val="00833994"/>
    <w:rsid w:val="00833F2B"/>
    <w:rsid w:val="0083437D"/>
    <w:rsid w:val="00834A73"/>
    <w:rsid w:val="0083540F"/>
    <w:rsid w:val="0083683B"/>
    <w:rsid w:val="00836A1F"/>
    <w:rsid w:val="00836BC5"/>
    <w:rsid w:val="00836D38"/>
    <w:rsid w:val="00837225"/>
    <w:rsid w:val="00840205"/>
    <w:rsid w:val="008403D3"/>
    <w:rsid w:val="008404B1"/>
    <w:rsid w:val="00840995"/>
    <w:rsid w:val="00840AA8"/>
    <w:rsid w:val="00840CAE"/>
    <w:rsid w:val="008417BF"/>
    <w:rsid w:val="0084197D"/>
    <w:rsid w:val="00841F40"/>
    <w:rsid w:val="00842081"/>
    <w:rsid w:val="0084231A"/>
    <w:rsid w:val="00842A37"/>
    <w:rsid w:val="00843173"/>
    <w:rsid w:val="00843441"/>
    <w:rsid w:val="00843819"/>
    <w:rsid w:val="00843AD1"/>
    <w:rsid w:val="00843C10"/>
    <w:rsid w:val="00844C90"/>
    <w:rsid w:val="00844CA6"/>
    <w:rsid w:val="00844E06"/>
    <w:rsid w:val="00844FF7"/>
    <w:rsid w:val="00845535"/>
    <w:rsid w:val="008460AD"/>
    <w:rsid w:val="008464E1"/>
    <w:rsid w:val="00846A4A"/>
    <w:rsid w:val="00846C0C"/>
    <w:rsid w:val="00846E4F"/>
    <w:rsid w:val="00846F3A"/>
    <w:rsid w:val="008470BA"/>
    <w:rsid w:val="00850189"/>
    <w:rsid w:val="00850237"/>
    <w:rsid w:val="00850602"/>
    <w:rsid w:val="00850A64"/>
    <w:rsid w:val="00850D41"/>
    <w:rsid w:val="00850F79"/>
    <w:rsid w:val="00851278"/>
    <w:rsid w:val="00851742"/>
    <w:rsid w:val="00851A83"/>
    <w:rsid w:val="0085207A"/>
    <w:rsid w:val="008524BD"/>
    <w:rsid w:val="00853695"/>
    <w:rsid w:val="00853989"/>
    <w:rsid w:val="00853B87"/>
    <w:rsid w:val="00853C49"/>
    <w:rsid w:val="00853D9E"/>
    <w:rsid w:val="00853E2D"/>
    <w:rsid w:val="00853F04"/>
    <w:rsid w:val="008542F4"/>
    <w:rsid w:val="00854DF2"/>
    <w:rsid w:val="00855287"/>
    <w:rsid w:val="008552AF"/>
    <w:rsid w:val="008552EE"/>
    <w:rsid w:val="00855E0C"/>
    <w:rsid w:val="00855FE4"/>
    <w:rsid w:val="00856ED4"/>
    <w:rsid w:val="0085781A"/>
    <w:rsid w:val="00857945"/>
    <w:rsid w:val="00857DC1"/>
    <w:rsid w:val="00860207"/>
    <w:rsid w:val="00860208"/>
    <w:rsid w:val="00860B29"/>
    <w:rsid w:val="00860EFF"/>
    <w:rsid w:val="008618C7"/>
    <w:rsid w:val="0086196D"/>
    <w:rsid w:val="008619F1"/>
    <w:rsid w:val="00861A32"/>
    <w:rsid w:val="00861E69"/>
    <w:rsid w:val="008625BA"/>
    <w:rsid w:val="008626EA"/>
    <w:rsid w:val="00862799"/>
    <w:rsid w:val="0086288C"/>
    <w:rsid w:val="0086292A"/>
    <w:rsid w:val="00862A36"/>
    <w:rsid w:val="008646A6"/>
    <w:rsid w:val="0086489F"/>
    <w:rsid w:val="00864968"/>
    <w:rsid w:val="008649D7"/>
    <w:rsid w:val="00864C64"/>
    <w:rsid w:val="00865108"/>
    <w:rsid w:val="0086515F"/>
    <w:rsid w:val="0086549F"/>
    <w:rsid w:val="00865657"/>
    <w:rsid w:val="008656E1"/>
    <w:rsid w:val="00866225"/>
    <w:rsid w:val="0086669D"/>
    <w:rsid w:val="008668E3"/>
    <w:rsid w:val="00866BFC"/>
    <w:rsid w:val="00866D5A"/>
    <w:rsid w:val="00866E94"/>
    <w:rsid w:val="0086712C"/>
    <w:rsid w:val="00867174"/>
    <w:rsid w:val="00867339"/>
    <w:rsid w:val="00867823"/>
    <w:rsid w:val="00867FDF"/>
    <w:rsid w:val="00870544"/>
    <w:rsid w:val="00870B35"/>
    <w:rsid w:val="00870B55"/>
    <w:rsid w:val="00870E0A"/>
    <w:rsid w:val="00870FED"/>
    <w:rsid w:val="0087148D"/>
    <w:rsid w:val="00871BE8"/>
    <w:rsid w:val="00871DCF"/>
    <w:rsid w:val="008721FC"/>
    <w:rsid w:val="00872228"/>
    <w:rsid w:val="008728A5"/>
    <w:rsid w:val="00872BC0"/>
    <w:rsid w:val="00872E94"/>
    <w:rsid w:val="00872FD0"/>
    <w:rsid w:val="008730F9"/>
    <w:rsid w:val="0087383A"/>
    <w:rsid w:val="00873B51"/>
    <w:rsid w:val="00874147"/>
    <w:rsid w:val="00874206"/>
    <w:rsid w:val="008746A6"/>
    <w:rsid w:val="00874995"/>
    <w:rsid w:val="0087504E"/>
    <w:rsid w:val="00875183"/>
    <w:rsid w:val="008754E2"/>
    <w:rsid w:val="0087573A"/>
    <w:rsid w:val="00875CBB"/>
    <w:rsid w:val="00875F21"/>
    <w:rsid w:val="00875F38"/>
    <w:rsid w:val="0087632A"/>
    <w:rsid w:val="0087679D"/>
    <w:rsid w:val="00877275"/>
    <w:rsid w:val="0087731A"/>
    <w:rsid w:val="008773FA"/>
    <w:rsid w:val="00877AA4"/>
    <w:rsid w:val="00880611"/>
    <w:rsid w:val="0088083C"/>
    <w:rsid w:val="0088131A"/>
    <w:rsid w:val="00881B01"/>
    <w:rsid w:val="008821DC"/>
    <w:rsid w:val="008827FC"/>
    <w:rsid w:val="00883E7D"/>
    <w:rsid w:val="00883FC6"/>
    <w:rsid w:val="00884028"/>
    <w:rsid w:val="0088471A"/>
    <w:rsid w:val="00884FAA"/>
    <w:rsid w:val="008856BC"/>
    <w:rsid w:val="0088582D"/>
    <w:rsid w:val="008861DC"/>
    <w:rsid w:val="00886408"/>
    <w:rsid w:val="008864CD"/>
    <w:rsid w:val="00886A8F"/>
    <w:rsid w:val="0088719A"/>
    <w:rsid w:val="008871B7"/>
    <w:rsid w:val="008878B7"/>
    <w:rsid w:val="0088796F"/>
    <w:rsid w:val="00887B4D"/>
    <w:rsid w:val="00887D58"/>
    <w:rsid w:val="008905AF"/>
    <w:rsid w:val="008906AF"/>
    <w:rsid w:val="00890CCC"/>
    <w:rsid w:val="00891046"/>
    <w:rsid w:val="00891D87"/>
    <w:rsid w:val="00891E75"/>
    <w:rsid w:val="00891FB9"/>
    <w:rsid w:val="008921B2"/>
    <w:rsid w:val="008927FD"/>
    <w:rsid w:val="00893084"/>
    <w:rsid w:val="00893490"/>
    <w:rsid w:val="008935EA"/>
    <w:rsid w:val="0089372B"/>
    <w:rsid w:val="00893F73"/>
    <w:rsid w:val="00894945"/>
    <w:rsid w:val="00894F2A"/>
    <w:rsid w:val="00895383"/>
    <w:rsid w:val="00895392"/>
    <w:rsid w:val="0089541B"/>
    <w:rsid w:val="008957AF"/>
    <w:rsid w:val="00896630"/>
    <w:rsid w:val="008969AC"/>
    <w:rsid w:val="00897C98"/>
    <w:rsid w:val="008A0109"/>
    <w:rsid w:val="008A0131"/>
    <w:rsid w:val="008A091F"/>
    <w:rsid w:val="008A150D"/>
    <w:rsid w:val="008A15E9"/>
    <w:rsid w:val="008A1CF0"/>
    <w:rsid w:val="008A2001"/>
    <w:rsid w:val="008A21C2"/>
    <w:rsid w:val="008A2967"/>
    <w:rsid w:val="008A2B3C"/>
    <w:rsid w:val="008A33E0"/>
    <w:rsid w:val="008A34B8"/>
    <w:rsid w:val="008A3BDB"/>
    <w:rsid w:val="008A3BE4"/>
    <w:rsid w:val="008A4326"/>
    <w:rsid w:val="008A4F60"/>
    <w:rsid w:val="008A552C"/>
    <w:rsid w:val="008A5876"/>
    <w:rsid w:val="008A5B7B"/>
    <w:rsid w:val="008A5FA8"/>
    <w:rsid w:val="008A627D"/>
    <w:rsid w:val="008A6B38"/>
    <w:rsid w:val="008A7406"/>
    <w:rsid w:val="008B009D"/>
    <w:rsid w:val="008B0A28"/>
    <w:rsid w:val="008B0C18"/>
    <w:rsid w:val="008B0C1E"/>
    <w:rsid w:val="008B1086"/>
    <w:rsid w:val="008B227F"/>
    <w:rsid w:val="008B27A0"/>
    <w:rsid w:val="008B30C5"/>
    <w:rsid w:val="008B31C5"/>
    <w:rsid w:val="008B3329"/>
    <w:rsid w:val="008B3BC3"/>
    <w:rsid w:val="008B3D82"/>
    <w:rsid w:val="008B3E5A"/>
    <w:rsid w:val="008B4472"/>
    <w:rsid w:val="008B47CC"/>
    <w:rsid w:val="008B5688"/>
    <w:rsid w:val="008B57AA"/>
    <w:rsid w:val="008B57E6"/>
    <w:rsid w:val="008B5B8B"/>
    <w:rsid w:val="008B682C"/>
    <w:rsid w:val="008B7A13"/>
    <w:rsid w:val="008C061C"/>
    <w:rsid w:val="008C1397"/>
    <w:rsid w:val="008C17EA"/>
    <w:rsid w:val="008C20AA"/>
    <w:rsid w:val="008C26FD"/>
    <w:rsid w:val="008C2B66"/>
    <w:rsid w:val="008C308E"/>
    <w:rsid w:val="008C436B"/>
    <w:rsid w:val="008C4584"/>
    <w:rsid w:val="008C4AE9"/>
    <w:rsid w:val="008C4D31"/>
    <w:rsid w:val="008C520E"/>
    <w:rsid w:val="008C556C"/>
    <w:rsid w:val="008C5AF1"/>
    <w:rsid w:val="008C5C2A"/>
    <w:rsid w:val="008C5D11"/>
    <w:rsid w:val="008C6A6C"/>
    <w:rsid w:val="008C6AA9"/>
    <w:rsid w:val="008C6E21"/>
    <w:rsid w:val="008C74E3"/>
    <w:rsid w:val="008C779E"/>
    <w:rsid w:val="008C7A0B"/>
    <w:rsid w:val="008C7CA1"/>
    <w:rsid w:val="008C7D92"/>
    <w:rsid w:val="008D023D"/>
    <w:rsid w:val="008D0494"/>
    <w:rsid w:val="008D1053"/>
    <w:rsid w:val="008D123D"/>
    <w:rsid w:val="008D1272"/>
    <w:rsid w:val="008D127D"/>
    <w:rsid w:val="008D196B"/>
    <w:rsid w:val="008D1A5B"/>
    <w:rsid w:val="008D1EF7"/>
    <w:rsid w:val="008D31B3"/>
    <w:rsid w:val="008D327B"/>
    <w:rsid w:val="008D35FB"/>
    <w:rsid w:val="008D35FE"/>
    <w:rsid w:val="008D3C4F"/>
    <w:rsid w:val="008D3DAE"/>
    <w:rsid w:val="008D4848"/>
    <w:rsid w:val="008D49E9"/>
    <w:rsid w:val="008D4E66"/>
    <w:rsid w:val="008D50F7"/>
    <w:rsid w:val="008D53C5"/>
    <w:rsid w:val="008D57B3"/>
    <w:rsid w:val="008D58A4"/>
    <w:rsid w:val="008D5929"/>
    <w:rsid w:val="008D596D"/>
    <w:rsid w:val="008D5A0E"/>
    <w:rsid w:val="008D5EF1"/>
    <w:rsid w:val="008D61D0"/>
    <w:rsid w:val="008D644E"/>
    <w:rsid w:val="008D6B66"/>
    <w:rsid w:val="008D73DC"/>
    <w:rsid w:val="008E0009"/>
    <w:rsid w:val="008E0557"/>
    <w:rsid w:val="008E0BBB"/>
    <w:rsid w:val="008E1019"/>
    <w:rsid w:val="008E2A26"/>
    <w:rsid w:val="008E3202"/>
    <w:rsid w:val="008E3875"/>
    <w:rsid w:val="008E397D"/>
    <w:rsid w:val="008E39E6"/>
    <w:rsid w:val="008E5295"/>
    <w:rsid w:val="008E5759"/>
    <w:rsid w:val="008E5C11"/>
    <w:rsid w:val="008E6435"/>
    <w:rsid w:val="008E657B"/>
    <w:rsid w:val="008E6616"/>
    <w:rsid w:val="008E6731"/>
    <w:rsid w:val="008E6FEE"/>
    <w:rsid w:val="008E7368"/>
    <w:rsid w:val="008E743F"/>
    <w:rsid w:val="008E7572"/>
    <w:rsid w:val="008E7584"/>
    <w:rsid w:val="008E7927"/>
    <w:rsid w:val="008F026F"/>
    <w:rsid w:val="008F088E"/>
    <w:rsid w:val="008F10B6"/>
    <w:rsid w:val="008F17CA"/>
    <w:rsid w:val="008F1D42"/>
    <w:rsid w:val="008F238C"/>
    <w:rsid w:val="008F2A60"/>
    <w:rsid w:val="008F2C1C"/>
    <w:rsid w:val="008F2C81"/>
    <w:rsid w:val="008F3376"/>
    <w:rsid w:val="008F4D81"/>
    <w:rsid w:val="008F5CDF"/>
    <w:rsid w:val="008F5D73"/>
    <w:rsid w:val="008F60EA"/>
    <w:rsid w:val="008F60F9"/>
    <w:rsid w:val="008F65BC"/>
    <w:rsid w:val="008F6655"/>
    <w:rsid w:val="008F6C53"/>
    <w:rsid w:val="008F727E"/>
    <w:rsid w:val="008F74C0"/>
    <w:rsid w:val="008F7ADA"/>
    <w:rsid w:val="008F7EB6"/>
    <w:rsid w:val="0090071C"/>
    <w:rsid w:val="009007CE"/>
    <w:rsid w:val="00900A8F"/>
    <w:rsid w:val="00900C40"/>
    <w:rsid w:val="00900C55"/>
    <w:rsid w:val="009010B1"/>
    <w:rsid w:val="00901166"/>
    <w:rsid w:val="009019CD"/>
    <w:rsid w:val="00901E89"/>
    <w:rsid w:val="0090229C"/>
    <w:rsid w:val="0090309D"/>
    <w:rsid w:val="00903226"/>
    <w:rsid w:val="00903258"/>
    <w:rsid w:val="009048B4"/>
    <w:rsid w:val="009048CA"/>
    <w:rsid w:val="00904A7C"/>
    <w:rsid w:val="00904DED"/>
    <w:rsid w:val="00904F59"/>
    <w:rsid w:val="009050DF"/>
    <w:rsid w:val="009055E9"/>
    <w:rsid w:val="0090565C"/>
    <w:rsid w:val="00905663"/>
    <w:rsid w:val="00906258"/>
    <w:rsid w:val="0090628E"/>
    <w:rsid w:val="00906491"/>
    <w:rsid w:val="009071A0"/>
    <w:rsid w:val="00907651"/>
    <w:rsid w:val="00907E83"/>
    <w:rsid w:val="00907FB7"/>
    <w:rsid w:val="009101DA"/>
    <w:rsid w:val="00910602"/>
    <w:rsid w:val="0091068F"/>
    <w:rsid w:val="009109C9"/>
    <w:rsid w:val="00910AAC"/>
    <w:rsid w:val="00910B46"/>
    <w:rsid w:val="00910BD2"/>
    <w:rsid w:val="00910CEB"/>
    <w:rsid w:val="00910F83"/>
    <w:rsid w:val="00910FCF"/>
    <w:rsid w:val="00911884"/>
    <w:rsid w:val="00911F51"/>
    <w:rsid w:val="009120B8"/>
    <w:rsid w:val="00912361"/>
    <w:rsid w:val="009123B1"/>
    <w:rsid w:val="00912D95"/>
    <w:rsid w:val="00912ECE"/>
    <w:rsid w:val="0091337C"/>
    <w:rsid w:val="00913466"/>
    <w:rsid w:val="009136ED"/>
    <w:rsid w:val="00913DE9"/>
    <w:rsid w:val="00913EDF"/>
    <w:rsid w:val="00914413"/>
    <w:rsid w:val="00914617"/>
    <w:rsid w:val="00914821"/>
    <w:rsid w:val="00914B60"/>
    <w:rsid w:val="00914D6E"/>
    <w:rsid w:val="00915C87"/>
    <w:rsid w:val="00915D35"/>
    <w:rsid w:val="00915EAD"/>
    <w:rsid w:val="009160BD"/>
    <w:rsid w:val="00916F23"/>
    <w:rsid w:val="00916FC6"/>
    <w:rsid w:val="00917015"/>
    <w:rsid w:val="00917788"/>
    <w:rsid w:val="00917847"/>
    <w:rsid w:val="00917D3F"/>
    <w:rsid w:val="00920AB5"/>
    <w:rsid w:val="00920CC8"/>
    <w:rsid w:val="0092111A"/>
    <w:rsid w:val="0092148E"/>
    <w:rsid w:val="00922761"/>
    <w:rsid w:val="009229A9"/>
    <w:rsid w:val="00922ADC"/>
    <w:rsid w:val="00923072"/>
    <w:rsid w:val="00923137"/>
    <w:rsid w:val="009231CE"/>
    <w:rsid w:val="009234B9"/>
    <w:rsid w:val="00923709"/>
    <w:rsid w:val="00924271"/>
    <w:rsid w:val="009242A6"/>
    <w:rsid w:val="0092446C"/>
    <w:rsid w:val="009247AF"/>
    <w:rsid w:val="009249DD"/>
    <w:rsid w:val="009258E1"/>
    <w:rsid w:val="00925937"/>
    <w:rsid w:val="00925AA9"/>
    <w:rsid w:val="009262F8"/>
    <w:rsid w:val="009263AA"/>
    <w:rsid w:val="00926858"/>
    <w:rsid w:val="00927448"/>
    <w:rsid w:val="00927460"/>
    <w:rsid w:val="009275CB"/>
    <w:rsid w:val="009279FE"/>
    <w:rsid w:val="009309B3"/>
    <w:rsid w:val="00930BB8"/>
    <w:rsid w:val="00930C80"/>
    <w:rsid w:val="00930E97"/>
    <w:rsid w:val="00931119"/>
    <w:rsid w:val="0093145E"/>
    <w:rsid w:val="009333D0"/>
    <w:rsid w:val="00933B5D"/>
    <w:rsid w:val="00933F23"/>
    <w:rsid w:val="00934234"/>
    <w:rsid w:val="0093436F"/>
    <w:rsid w:val="00934AA7"/>
    <w:rsid w:val="00935198"/>
    <w:rsid w:val="00936147"/>
    <w:rsid w:val="00936499"/>
    <w:rsid w:val="009368E4"/>
    <w:rsid w:val="00936D8F"/>
    <w:rsid w:val="00936ED8"/>
    <w:rsid w:val="00937CD3"/>
    <w:rsid w:val="0094056D"/>
    <w:rsid w:val="009406FB"/>
    <w:rsid w:val="00940989"/>
    <w:rsid w:val="00940994"/>
    <w:rsid w:val="00940A44"/>
    <w:rsid w:val="00940A49"/>
    <w:rsid w:val="00940DD8"/>
    <w:rsid w:val="00940FA8"/>
    <w:rsid w:val="009413A3"/>
    <w:rsid w:val="00941407"/>
    <w:rsid w:val="00941F88"/>
    <w:rsid w:val="0094203E"/>
    <w:rsid w:val="009423C9"/>
    <w:rsid w:val="009428AA"/>
    <w:rsid w:val="00942A0C"/>
    <w:rsid w:val="009432D0"/>
    <w:rsid w:val="009440CD"/>
    <w:rsid w:val="009443E0"/>
    <w:rsid w:val="009444CB"/>
    <w:rsid w:val="00945145"/>
    <w:rsid w:val="0094535B"/>
    <w:rsid w:val="009457EC"/>
    <w:rsid w:val="00945F18"/>
    <w:rsid w:val="00945F4B"/>
    <w:rsid w:val="009460D9"/>
    <w:rsid w:val="0094628F"/>
    <w:rsid w:val="0094658A"/>
    <w:rsid w:val="00946AB3"/>
    <w:rsid w:val="00946C7C"/>
    <w:rsid w:val="00946CEA"/>
    <w:rsid w:val="00946D5B"/>
    <w:rsid w:val="00946F21"/>
    <w:rsid w:val="009478A6"/>
    <w:rsid w:val="00950013"/>
    <w:rsid w:val="00950485"/>
    <w:rsid w:val="00950878"/>
    <w:rsid w:val="00950C13"/>
    <w:rsid w:val="00951840"/>
    <w:rsid w:val="00951877"/>
    <w:rsid w:val="00951E3B"/>
    <w:rsid w:val="0095201E"/>
    <w:rsid w:val="00952BDB"/>
    <w:rsid w:val="00952C58"/>
    <w:rsid w:val="0095376B"/>
    <w:rsid w:val="00953788"/>
    <w:rsid w:val="00953AD6"/>
    <w:rsid w:val="00953C31"/>
    <w:rsid w:val="009541B8"/>
    <w:rsid w:val="009544C8"/>
    <w:rsid w:val="0095483A"/>
    <w:rsid w:val="00955081"/>
    <w:rsid w:val="00955254"/>
    <w:rsid w:val="009552D1"/>
    <w:rsid w:val="0095551A"/>
    <w:rsid w:val="009555E4"/>
    <w:rsid w:val="00955713"/>
    <w:rsid w:val="00955778"/>
    <w:rsid w:val="00955A8A"/>
    <w:rsid w:val="00955CF8"/>
    <w:rsid w:val="00955F22"/>
    <w:rsid w:val="00955FAC"/>
    <w:rsid w:val="009560BA"/>
    <w:rsid w:val="00956407"/>
    <w:rsid w:val="00957227"/>
    <w:rsid w:val="009574DC"/>
    <w:rsid w:val="00957C72"/>
    <w:rsid w:val="0096033A"/>
    <w:rsid w:val="00960494"/>
    <w:rsid w:val="00960AF9"/>
    <w:rsid w:val="00960BB3"/>
    <w:rsid w:val="00961A4B"/>
    <w:rsid w:val="009623C9"/>
    <w:rsid w:val="00962AC2"/>
    <w:rsid w:val="0096300C"/>
    <w:rsid w:val="00963282"/>
    <w:rsid w:val="009632DE"/>
    <w:rsid w:val="00963755"/>
    <w:rsid w:val="00963CD1"/>
    <w:rsid w:val="00963D1B"/>
    <w:rsid w:val="009640EF"/>
    <w:rsid w:val="00964462"/>
    <w:rsid w:val="00964970"/>
    <w:rsid w:val="009649F1"/>
    <w:rsid w:val="00965014"/>
    <w:rsid w:val="009651C1"/>
    <w:rsid w:val="00965957"/>
    <w:rsid w:val="009659F9"/>
    <w:rsid w:val="00966231"/>
    <w:rsid w:val="009668ED"/>
    <w:rsid w:val="00966B8D"/>
    <w:rsid w:val="00967066"/>
    <w:rsid w:val="0096708F"/>
    <w:rsid w:val="009679E3"/>
    <w:rsid w:val="00967FEE"/>
    <w:rsid w:val="00970423"/>
    <w:rsid w:val="0097062F"/>
    <w:rsid w:val="009707A7"/>
    <w:rsid w:val="0097114F"/>
    <w:rsid w:val="009712A8"/>
    <w:rsid w:val="00971AB9"/>
    <w:rsid w:val="00971C56"/>
    <w:rsid w:val="00971CE0"/>
    <w:rsid w:val="00971E74"/>
    <w:rsid w:val="00972D9D"/>
    <w:rsid w:val="0097310A"/>
    <w:rsid w:val="00973E1A"/>
    <w:rsid w:val="009744B5"/>
    <w:rsid w:val="00974823"/>
    <w:rsid w:val="00974A47"/>
    <w:rsid w:val="00974A6A"/>
    <w:rsid w:val="00974B22"/>
    <w:rsid w:val="00974B5F"/>
    <w:rsid w:val="00974D21"/>
    <w:rsid w:val="009754E5"/>
    <w:rsid w:val="00976354"/>
    <w:rsid w:val="00976963"/>
    <w:rsid w:val="00976DCD"/>
    <w:rsid w:val="009770E2"/>
    <w:rsid w:val="00977732"/>
    <w:rsid w:val="0098034B"/>
    <w:rsid w:val="009805D4"/>
    <w:rsid w:val="009805E9"/>
    <w:rsid w:val="00980994"/>
    <w:rsid w:val="00980A7F"/>
    <w:rsid w:val="00980CB9"/>
    <w:rsid w:val="00980DA7"/>
    <w:rsid w:val="00980ECD"/>
    <w:rsid w:val="009819F7"/>
    <w:rsid w:val="00981B09"/>
    <w:rsid w:val="00981D7C"/>
    <w:rsid w:val="009825B7"/>
    <w:rsid w:val="0098296C"/>
    <w:rsid w:val="009829A1"/>
    <w:rsid w:val="009831BA"/>
    <w:rsid w:val="00983373"/>
    <w:rsid w:val="0098379D"/>
    <w:rsid w:val="0098508F"/>
    <w:rsid w:val="00985092"/>
    <w:rsid w:val="0098513C"/>
    <w:rsid w:val="00985509"/>
    <w:rsid w:val="009855A0"/>
    <w:rsid w:val="00985696"/>
    <w:rsid w:val="00985964"/>
    <w:rsid w:val="00985B62"/>
    <w:rsid w:val="00985C8A"/>
    <w:rsid w:val="0098619A"/>
    <w:rsid w:val="009867EC"/>
    <w:rsid w:val="00986C68"/>
    <w:rsid w:val="00987263"/>
    <w:rsid w:val="00987A91"/>
    <w:rsid w:val="009901A6"/>
    <w:rsid w:val="009901F0"/>
    <w:rsid w:val="0099035F"/>
    <w:rsid w:val="0099081E"/>
    <w:rsid w:val="00990820"/>
    <w:rsid w:val="00991446"/>
    <w:rsid w:val="00991B57"/>
    <w:rsid w:val="0099200F"/>
    <w:rsid w:val="00992276"/>
    <w:rsid w:val="0099227A"/>
    <w:rsid w:val="0099285F"/>
    <w:rsid w:val="00992C93"/>
    <w:rsid w:val="009934B6"/>
    <w:rsid w:val="0099451B"/>
    <w:rsid w:val="0099470B"/>
    <w:rsid w:val="00994C86"/>
    <w:rsid w:val="00994DFA"/>
    <w:rsid w:val="0099542F"/>
    <w:rsid w:val="00995624"/>
    <w:rsid w:val="00995E2D"/>
    <w:rsid w:val="0099616A"/>
    <w:rsid w:val="0099644F"/>
    <w:rsid w:val="00997829"/>
    <w:rsid w:val="00997D1E"/>
    <w:rsid w:val="00997DDE"/>
    <w:rsid w:val="00997F32"/>
    <w:rsid w:val="00997F54"/>
    <w:rsid w:val="009A00B6"/>
    <w:rsid w:val="009A0278"/>
    <w:rsid w:val="009A02F0"/>
    <w:rsid w:val="009A040A"/>
    <w:rsid w:val="009A05A3"/>
    <w:rsid w:val="009A0920"/>
    <w:rsid w:val="009A0B2B"/>
    <w:rsid w:val="009A0B4F"/>
    <w:rsid w:val="009A0F13"/>
    <w:rsid w:val="009A18ED"/>
    <w:rsid w:val="009A2766"/>
    <w:rsid w:val="009A28B5"/>
    <w:rsid w:val="009A2D6E"/>
    <w:rsid w:val="009A3609"/>
    <w:rsid w:val="009A377D"/>
    <w:rsid w:val="009A3B38"/>
    <w:rsid w:val="009A4209"/>
    <w:rsid w:val="009A4255"/>
    <w:rsid w:val="009A439A"/>
    <w:rsid w:val="009A44FA"/>
    <w:rsid w:val="009A4FE5"/>
    <w:rsid w:val="009A518D"/>
    <w:rsid w:val="009A5ADB"/>
    <w:rsid w:val="009A5D7A"/>
    <w:rsid w:val="009A67C9"/>
    <w:rsid w:val="009A68A2"/>
    <w:rsid w:val="009A68CF"/>
    <w:rsid w:val="009A6A57"/>
    <w:rsid w:val="009A6D8C"/>
    <w:rsid w:val="009A7AB3"/>
    <w:rsid w:val="009A7C8D"/>
    <w:rsid w:val="009B02CF"/>
    <w:rsid w:val="009B06AF"/>
    <w:rsid w:val="009B0A3C"/>
    <w:rsid w:val="009B1153"/>
    <w:rsid w:val="009B124E"/>
    <w:rsid w:val="009B1498"/>
    <w:rsid w:val="009B15CD"/>
    <w:rsid w:val="009B1640"/>
    <w:rsid w:val="009B1843"/>
    <w:rsid w:val="009B1A13"/>
    <w:rsid w:val="009B1AC1"/>
    <w:rsid w:val="009B1B04"/>
    <w:rsid w:val="009B23B8"/>
    <w:rsid w:val="009B249C"/>
    <w:rsid w:val="009B26D2"/>
    <w:rsid w:val="009B27EC"/>
    <w:rsid w:val="009B27F8"/>
    <w:rsid w:val="009B2D50"/>
    <w:rsid w:val="009B337F"/>
    <w:rsid w:val="009B33F7"/>
    <w:rsid w:val="009B3ACD"/>
    <w:rsid w:val="009B3E4B"/>
    <w:rsid w:val="009B40DA"/>
    <w:rsid w:val="009B44BB"/>
    <w:rsid w:val="009B479A"/>
    <w:rsid w:val="009B4827"/>
    <w:rsid w:val="009B488B"/>
    <w:rsid w:val="009B5CD9"/>
    <w:rsid w:val="009B5D5E"/>
    <w:rsid w:val="009B5DCB"/>
    <w:rsid w:val="009B5EBF"/>
    <w:rsid w:val="009B5EC8"/>
    <w:rsid w:val="009B629F"/>
    <w:rsid w:val="009B67DD"/>
    <w:rsid w:val="009B70F6"/>
    <w:rsid w:val="009B7B88"/>
    <w:rsid w:val="009C006E"/>
    <w:rsid w:val="009C01DE"/>
    <w:rsid w:val="009C07CC"/>
    <w:rsid w:val="009C0C50"/>
    <w:rsid w:val="009C1223"/>
    <w:rsid w:val="009C1A78"/>
    <w:rsid w:val="009C1E46"/>
    <w:rsid w:val="009C236D"/>
    <w:rsid w:val="009C2937"/>
    <w:rsid w:val="009C2CE8"/>
    <w:rsid w:val="009C2E3B"/>
    <w:rsid w:val="009C3003"/>
    <w:rsid w:val="009C3623"/>
    <w:rsid w:val="009C3A3B"/>
    <w:rsid w:val="009C428B"/>
    <w:rsid w:val="009C4352"/>
    <w:rsid w:val="009C47F8"/>
    <w:rsid w:val="009C4C6D"/>
    <w:rsid w:val="009C4DE9"/>
    <w:rsid w:val="009C4E82"/>
    <w:rsid w:val="009C52D4"/>
    <w:rsid w:val="009C5436"/>
    <w:rsid w:val="009C5942"/>
    <w:rsid w:val="009C6001"/>
    <w:rsid w:val="009C6152"/>
    <w:rsid w:val="009C6326"/>
    <w:rsid w:val="009C75DB"/>
    <w:rsid w:val="009C7919"/>
    <w:rsid w:val="009C7ACB"/>
    <w:rsid w:val="009D00AC"/>
    <w:rsid w:val="009D06FA"/>
    <w:rsid w:val="009D0777"/>
    <w:rsid w:val="009D0827"/>
    <w:rsid w:val="009D11DB"/>
    <w:rsid w:val="009D19AC"/>
    <w:rsid w:val="009D1B1D"/>
    <w:rsid w:val="009D1C96"/>
    <w:rsid w:val="009D1DA8"/>
    <w:rsid w:val="009D230E"/>
    <w:rsid w:val="009D2503"/>
    <w:rsid w:val="009D252D"/>
    <w:rsid w:val="009D2B88"/>
    <w:rsid w:val="009D35B1"/>
    <w:rsid w:val="009D3833"/>
    <w:rsid w:val="009D3D0B"/>
    <w:rsid w:val="009D496D"/>
    <w:rsid w:val="009D4C61"/>
    <w:rsid w:val="009D5CD2"/>
    <w:rsid w:val="009D64D6"/>
    <w:rsid w:val="009D7303"/>
    <w:rsid w:val="009D7EB4"/>
    <w:rsid w:val="009E0166"/>
    <w:rsid w:val="009E045B"/>
    <w:rsid w:val="009E050E"/>
    <w:rsid w:val="009E077C"/>
    <w:rsid w:val="009E0F45"/>
    <w:rsid w:val="009E10ED"/>
    <w:rsid w:val="009E1C88"/>
    <w:rsid w:val="009E1F2D"/>
    <w:rsid w:val="009E23FD"/>
    <w:rsid w:val="009E24B3"/>
    <w:rsid w:val="009E2F88"/>
    <w:rsid w:val="009E3414"/>
    <w:rsid w:val="009E3649"/>
    <w:rsid w:val="009E4226"/>
    <w:rsid w:val="009E44FB"/>
    <w:rsid w:val="009E4E46"/>
    <w:rsid w:val="009E4F01"/>
    <w:rsid w:val="009E54F6"/>
    <w:rsid w:val="009E5697"/>
    <w:rsid w:val="009E5B6E"/>
    <w:rsid w:val="009E5D08"/>
    <w:rsid w:val="009E673D"/>
    <w:rsid w:val="009E6993"/>
    <w:rsid w:val="009E6CB0"/>
    <w:rsid w:val="009E75B3"/>
    <w:rsid w:val="009E7614"/>
    <w:rsid w:val="009E77D0"/>
    <w:rsid w:val="009E7975"/>
    <w:rsid w:val="009E7AEC"/>
    <w:rsid w:val="009E7B2C"/>
    <w:rsid w:val="009E7BF5"/>
    <w:rsid w:val="009E7DD6"/>
    <w:rsid w:val="009F0043"/>
    <w:rsid w:val="009F038C"/>
    <w:rsid w:val="009F115F"/>
    <w:rsid w:val="009F1623"/>
    <w:rsid w:val="009F1729"/>
    <w:rsid w:val="009F1A71"/>
    <w:rsid w:val="009F1CFA"/>
    <w:rsid w:val="009F2289"/>
    <w:rsid w:val="009F29E6"/>
    <w:rsid w:val="009F2A59"/>
    <w:rsid w:val="009F2DFE"/>
    <w:rsid w:val="009F2E12"/>
    <w:rsid w:val="009F2F4B"/>
    <w:rsid w:val="009F3017"/>
    <w:rsid w:val="009F3368"/>
    <w:rsid w:val="009F33E6"/>
    <w:rsid w:val="009F3423"/>
    <w:rsid w:val="009F3648"/>
    <w:rsid w:val="009F36A9"/>
    <w:rsid w:val="009F385B"/>
    <w:rsid w:val="009F393B"/>
    <w:rsid w:val="009F3C05"/>
    <w:rsid w:val="009F3E5E"/>
    <w:rsid w:val="009F4007"/>
    <w:rsid w:val="009F40F9"/>
    <w:rsid w:val="009F4A5A"/>
    <w:rsid w:val="009F51EA"/>
    <w:rsid w:val="009F5967"/>
    <w:rsid w:val="009F5BBD"/>
    <w:rsid w:val="009F5DE8"/>
    <w:rsid w:val="009F622F"/>
    <w:rsid w:val="009F6803"/>
    <w:rsid w:val="009F6FE0"/>
    <w:rsid w:val="00A00812"/>
    <w:rsid w:val="00A0158D"/>
    <w:rsid w:val="00A01A40"/>
    <w:rsid w:val="00A02083"/>
    <w:rsid w:val="00A02242"/>
    <w:rsid w:val="00A02A48"/>
    <w:rsid w:val="00A02C62"/>
    <w:rsid w:val="00A03B34"/>
    <w:rsid w:val="00A04B03"/>
    <w:rsid w:val="00A04FD5"/>
    <w:rsid w:val="00A054B7"/>
    <w:rsid w:val="00A05B54"/>
    <w:rsid w:val="00A05EF4"/>
    <w:rsid w:val="00A05FD4"/>
    <w:rsid w:val="00A0609A"/>
    <w:rsid w:val="00A067DF"/>
    <w:rsid w:val="00A06C64"/>
    <w:rsid w:val="00A06EF9"/>
    <w:rsid w:val="00A07448"/>
    <w:rsid w:val="00A07A8A"/>
    <w:rsid w:val="00A07BA0"/>
    <w:rsid w:val="00A11189"/>
    <w:rsid w:val="00A1194A"/>
    <w:rsid w:val="00A1224F"/>
    <w:rsid w:val="00A126F8"/>
    <w:rsid w:val="00A12779"/>
    <w:rsid w:val="00A12A9D"/>
    <w:rsid w:val="00A12C27"/>
    <w:rsid w:val="00A12E1C"/>
    <w:rsid w:val="00A13131"/>
    <w:rsid w:val="00A13299"/>
    <w:rsid w:val="00A1347E"/>
    <w:rsid w:val="00A1350E"/>
    <w:rsid w:val="00A13A35"/>
    <w:rsid w:val="00A13A8E"/>
    <w:rsid w:val="00A13F56"/>
    <w:rsid w:val="00A14061"/>
    <w:rsid w:val="00A14BC6"/>
    <w:rsid w:val="00A14E27"/>
    <w:rsid w:val="00A14FA5"/>
    <w:rsid w:val="00A1521F"/>
    <w:rsid w:val="00A15709"/>
    <w:rsid w:val="00A1592E"/>
    <w:rsid w:val="00A172A0"/>
    <w:rsid w:val="00A1744D"/>
    <w:rsid w:val="00A174A1"/>
    <w:rsid w:val="00A179B7"/>
    <w:rsid w:val="00A17A8D"/>
    <w:rsid w:val="00A20162"/>
    <w:rsid w:val="00A2066E"/>
    <w:rsid w:val="00A20FC1"/>
    <w:rsid w:val="00A21244"/>
    <w:rsid w:val="00A218F6"/>
    <w:rsid w:val="00A219B8"/>
    <w:rsid w:val="00A21B4D"/>
    <w:rsid w:val="00A21FFC"/>
    <w:rsid w:val="00A22962"/>
    <w:rsid w:val="00A2341B"/>
    <w:rsid w:val="00A23908"/>
    <w:rsid w:val="00A23A07"/>
    <w:rsid w:val="00A23C48"/>
    <w:rsid w:val="00A23F9B"/>
    <w:rsid w:val="00A24348"/>
    <w:rsid w:val="00A25105"/>
    <w:rsid w:val="00A2533D"/>
    <w:rsid w:val="00A25565"/>
    <w:rsid w:val="00A259C3"/>
    <w:rsid w:val="00A26465"/>
    <w:rsid w:val="00A26BF1"/>
    <w:rsid w:val="00A2706E"/>
    <w:rsid w:val="00A2779B"/>
    <w:rsid w:val="00A27973"/>
    <w:rsid w:val="00A27D10"/>
    <w:rsid w:val="00A27F63"/>
    <w:rsid w:val="00A30022"/>
    <w:rsid w:val="00A302BA"/>
    <w:rsid w:val="00A308CE"/>
    <w:rsid w:val="00A30B5C"/>
    <w:rsid w:val="00A315F0"/>
    <w:rsid w:val="00A31A65"/>
    <w:rsid w:val="00A322A4"/>
    <w:rsid w:val="00A32704"/>
    <w:rsid w:val="00A32DE4"/>
    <w:rsid w:val="00A32DED"/>
    <w:rsid w:val="00A331DA"/>
    <w:rsid w:val="00A3375B"/>
    <w:rsid w:val="00A339AA"/>
    <w:rsid w:val="00A33A87"/>
    <w:rsid w:val="00A33C42"/>
    <w:rsid w:val="00A34698"/>
    <w:rsid w:val="00A34E62"/>
    <w:rsid w:val="00A350E1"/>
    <w:rsid w:val="00A35427"/>
    <w:rsid w:val="00A35ED4"/>
    <w:rsid w:val="00A360FE"/>
    <w:rsid w:val="00A36127"/>
    <w:rsid w:val="00A36128"/>
    <w:rsid w:val="00A362EF"/>
    <w:rsid w:val="00A37379"/>
    <w:rsid w:val="00A376D1"/>
    <w:rsid w:val="00A3793D"/>
    <w:rsid w:val="00A37999"/>
    <w:rsid w:val="00A37ABA"/>
    <w:rsid w:val="00A40538"/>
    <w:rsid w:val="00A407D3"/>
    <w:rsid w:val="00A40851"/>
    <w:rsid w:val="00A40967"/>
    <w:rsid w:val="00A40D36"/>
    <w:rsid w:val="00A411CF"/>
    <w:rsid w:val="00A4145C"/>
    <w:rsid w:val="00A415D1"/>
    <w:rsid w:val="00A417CD"/>
    <w:rsid w:val="00A41828"/>
    <w:rsid w:val="00A41AB2"/>
    <w:rsid w:val="00A41C14"/>
    <w:rsid w:val="00A41D0B"/>
    <w:rsid w:val="00A41D82"/>
    <w:rsid w:val="00A41FB1"/>
    <w:rsid w:val="00A422A0"/>
    <w:rsid w:val="00A42998"/>
    <w:rsid w:val="00A42D6F"/>
    <w:rsid w:val="00A42EE5"/>
    <w:rsid w:val="00A433AF"/>
    <w:rsid w:val="00A43918"/>
    <w:rsid w:val="00A43926"/>
    <w:rsid w:val="00A43E40"/>
    <w:rsid w:val="00A440B6"/>
    <w:rsid w:val="00A442C3"/>
    <w:rsid w:val="00A44650"/>
    <w:rsid w:val="00A44762"/>
    <w:rsid w:val="00A447AC"/>
    <w:rsid w:val="00A4488D"/>
    <w:rsid w:val="00A45133"/>
    <w:rsid w:val="00A4535C"/>
    <w:rsid w:val="00A4541B"/>
    <w:rsid w:val="00A456BE"/>
    <w:rsid w:val="00A458C7"/>
    <w:rsid w:val="00A46092"/>
    <w:rsid w:val="00A4665C"/>
    <w:rsid w:val="00A46D38"/>
    <w:rsid w:val="00A472C1"/>
    <w:rsid w:val="00A47914"/>
    <w:rsid w:val="00A47D6F"/>
    <w:rsid w:val="00A5016B"/>
    <w:rsid w:val="00A501C4"/>
    <w:rsid w:val="00A501D1"/>
    <w:rsid w:val="00A516B5"/>
    <w:rsid w:val="00A5171D"/>
    <w:rsid w:val="00A5183D"/>
    <w:rsid w:val="00A51EF0"/>
    <w:rsid w:val="00A521E2"/>
    <w:rsid w:val="00A5223E"/>
    <w:rsid w:val="00A52355"/>
    <w:rsid w:val="00A52935"/>
    <w:rsid w:val="00A530EA"/>
    <w:rsid w:val="00A539B0"/>
    <w:rsid w:val="00A539F3"/>
    <w:rsid w:val="00A53EBD"/>
    <w:rsid w:val="00A5432E"/>
    <w:rsid w:val="00A54620"/>
    <w:rsid w:val="00A5472F"/>
    <w:rsid w:val="00A54752"/>
    <w:rsid w:val="00A54794"/>
    <w:rsid w:val="00A54D1A"/>
    <w:rsid w:val="00A5502E"/>
    <w:rsid w:val="00A55241"/>
    <w:rsid w:val="00A55848"/>
    <w:rsid w:val="00A55852"/>
    <w:rsid w:val="00A558EC"/>
    <w:rsid w:val="00A5601E"/>
    <w:rsid w:val="00A5644B"/>
    <w:rsid w:val="00A566A5"/>
    <w:rsid w:val="00A5686C"/>
    <w:rsid w:val="00A56976"/>
    <w:rsid w:val="00A56A31"/>
    <w:rsid w:val="00A56FE0"/>
    <w:rsid w:val="00A60021"/>
    <w:rsid w:val="00A60E57"/>
    <w:rsid w:val="00A60ECB"/>
    <w:rsid w:val="00A61601"/>
    <w:rsid w:val="00A619CC"/>
    <w:rsid w:val="00A61B95"/>
    <w:rsid w:val="00A61DC1"/>
    <w:rsid w:val="00A62686"/>
    <w:rsid w:val="00A62F41"/>
    <w:rsid w:val="00A63400"/>
    <w:rsid w:val="00A63F60"/>
    <w:rsid w:val="00A6497F"/>
    <w:rsid w:val="00A64B5B"/>
    <w:rsid w:val="00A65450"/>
    <w:rsid w:val="00A655A0"/>
    <w:rsid w:val="00A66C87"/>
    <w:rsid w:val="00A6712E"/>
    <w:rsid w:val="00A673E7"/>
    <w:rsid w:val="00A67507"/>
    <w:rsid w:val="00A67F15"/>
    <w:rsid w:val="00A67FB5"/>
    <w:rsid w:val="00A70085"/>
    <w:rsid w:val="00A70281"/>
    <w:rsid w:val="00A709C6"/>
    <w:rsid w:val="00A70B48"/>
    <w:rsid w:val="00A70CBF"/>
    <w:rsid w:val="00A70E78"/>
    <w:rsid w:val="00A70F45"/>
    <w:rsid w:val="00A712C0"/>
    <w:rsid w:val="00A71349"/>
    <w:rsid w:val="00A716BD"/>
    <w:rsid w:val="00A7190E"/>
    <w:rsid w:val="00A72268"/>
    <w:rsid w:val="00A72812"/>
    <w:rsid w:val="00A7283C"/>
    <w:rsid w:val="00A7294F"/>
    <w:rsid w:val="00A73280"/>
    <w:rsid w:val="00A7383D"/>
    <w:rsid w:val="00A73889"/>
    <w:rsid w:val="00A73936"/>
    <w:rsid w:val="00A740A2"/>
    <w:rsid w:val="00A7516E"/>
    <w:rsid w:val="00A75980"/>
    <w:rsid w:val="00A75C52"/>
    <w:rsid w:val="00A75E90"/>
    <w:rsid w:val="00A7638A"/>
    <w:rsid w:val="00A767EF"/>
    <w:rsid w:val="00A76A09"/>
    <w:rsid w:val="00A76AB2"/>
    <w:rsid w:val="00A778F8"/>
    <w:rsid w:val="00A77F43"/>
    <w:rsid w:val="00A80021"/>
    <w:rsid w:val="00A80331"/>
    <w:rsid w:val="00A80845"/>
    <w:rsid w:val="00A80A0D"/>
    <w:rsid w:val="00A80F36"/>
    <w:rsid w:val="00A810BD"/>
    <w:rsid w:val="00A8155E"/>
    <w:rsid w:val="00A81729"/>
    <w:rsid w:val="00A81BC9"/>
    <w:rsid w:val="00A822C6"/>
    <w:rsid w:val="00A826B5"/>
    <w:rsid w:val="00A83782"/>
    <w:rsid w:val="00A837D2"/>
    <w:rsid w:val="00A83D8D"/>
    <w:rsid w:val="00A84ADD"/>
    <w:rsid w:val="00A84C1A"/>
    <w:rsid w:val="00A84F3F"/>
    <w:rsid w:val="00A84FE7"/>
    <w:rsid w:val="00A85B10"/>
    <w:rsid w:val="00A869DC"/>
    <w:rsid w:val="00A86ED5"/>
    <w:rsid w:val="00A86FE6"/>
    <w:rsid w:val="00A87169"/>
    <w:rsid w:val="00A87221"/>
    <w:rsid w:val="00A87259"/>
    <w:rsid w:val="00A8733B"/>
    <w:rsid w:val="00A87882"/>
    <w:rsid w:val="00A87CFA"/>
    <w:rsid w:val="00A87F22"/>
    <w:rsid w:val="00A90480"/>
    <w:rsid w:val="00A90561"/>
    <w:rsid w:val="00A905D5"/>
    <w:rsid w:val="00A9070D"/>
    <w:rsid w:val="00A90790"/>
    <w:rsid w:val="00A909A9"/>
    <w:rsid w:val="00A90AAB"/>
    <w:rsid w:val="00A90CB5"/>
    <w:rsid w:val="00A90CCD"/>
    <w:rsid w:val="00A90EC4"/>
    <w:rsid w:val="00A9102A"/>
    <w:rsid w:val="00A910BE"/>
    <w:rsid w:val="00A91381"/>
    <w:rsid w:val="00A91806"/>
    <w:rsid w:val="00A91C5E"/>
    <w:rsid w:val="00A91D23"/>
    <w:rsid w:val="00A92174"/>
    <w:rsid w:val="00A92381"/>
    <w:rsid w:val="00A92BD5"/>
    <w:rsid w:val="00A92E46"/>
    <w:rsid w:val="00A92FA2"/>
    <w:rsid w:val="00A93251"/>
    <w:rsid w:val="00A9331A"/>
    <w:rsid w:val="00A934A1"/>
    <w:rsid w:val="00A937DF"/>
    <w:rsid w:val="00A938F7"/>
    <w:rsid w:val="00A93C54"/>
    <w:rsid w:val="00A940D5"/>
    <w:rsid w:val="00A947D3"/>
    <w:rsid w:val="00A949F1"/>
    <w:rsid w:val="00A94BB0"/>
    <w:rsid w:val="00A94EFA"/>
    <w:rsid w:val="00A95577"/>
    <w:rsid w:val="00A9564E"/>
    <w:rsid w:val="00A9568B"/>
    <w:rsid w:val="00A9616D"/>
    <w:rsid w:val="00A96447"/>
    <w:rsid w:val="00A967CB"/>
    <w:rsid w:val="00A96839"/>
    <w:rsid w:val="00A96C37"/>
    <w:rsid w:val="00A97040"/>
    <w:rsid w:val="00A97167"/>
    <w:rsid w:val="00A973E7"/>
    <w:rsid w:val="00A979C5"/>
    <w:rsid w:val="00A97B0F"/>
    <w:rsid w:val="00A97DA5"/>
    <w:rsid w:val="00A97FDB"/>
    <w:rsid w:val="00A97FFA"/>
    <w:rsid w:val="00AA0B2B"/>
    <w:rsid w:val="00AA0E2B"/>
    <w:rsid w:val="00AA107F"/>
    <w:rsid w:val="00AA122E"/>
    <w:rsid w:val="00AA1420"/>
    <w:rsid w:val="00AA15C8"/>
    <w:rsid w:val="00AA1BE8"/>
    <w:rsid w:val="00AA20F7"/>
    <w:rsid w:val="00AA2E34"/>
    <w:rsid w:val="00AA2F66"/>
    <w:rsid w:val="00AA308F"/>
    <w:rsid w:val="00AA370D"/>
    <w:rsid w:val="00AA396E"/>
    <w:rsid w:val="00AA3A3A"/>
    <w:rsid w:val="00AA3C24"/>
    <w:rsid w:val="00AA3F19"/>
    <w:rsid w:val="00AA4EA3"/>
    <w:rsid w:val="00AA520F"/>
    <w:rsid w:val="00AA52DA"/>
    <w:rsid w:val="00AA5602"/>
    <w:rsid w:val="00AA5B60"/>
    <w:rsid w:val="00AA6052"/>
    <w:rsid w:val="00AA63D9"/>
    <w:rsid w:val="00AA653A"/>
    <w:rsid w:val="00AA7269"/>
    <w:rsid w:val="00AA788D"/>
    <w:rsid w:val="00AA791B"/>
    <w:rsid w:val="00AA79B3"/>
    <w:rsid w:val="00AB0423"/>
    <w:rsid w:val="00AB0FB3"/>
    <w:rsid w:val="00AB15AC"/>
    <w:rsid w:val="00AB1A58"/>
    <w:rsid w:val="00AB203B"/>
    <w:rsid w:val="00AB2242"/>
    <w:rsid w:val="00AB2A7D"/>
    <w:rsid w:val="00AB2D3F"/>
    <w:rsid w:val="00AB334F"/>
    <w:rsid w:val="00AB3633"/>
    <w:rsid w:val="00AB365B"/>
    <w:rsid w:val="00AB3DB1"/>
    <w:rsid w:val="00AB3E10"/>
    <w:rsid w:val="00AB3FF8"/>
    <w:rsid w:val="00AB450D"/>
    <w:rsid w:val="00AB4CE2"/>
    <w:rsid w:val="00AB4DB4"/>
    <w:rsid w:val="00AB5896"/>
    <w:rsid w:val="00AB5915"/>
    <w:rsid w:val="00AB5B71"/>
    <w:rsid w:val="00AB65BC"/>
    <w:rsid w:val="00AB6A39"/>
    <w:rsid w:val="00AB6CE3"/>
    <w:rsid w:val="00AB6DAE"/>
    <w:rsid w:val="00AB6F97"/>
    <w:rsid w:val="00AB79E6"/>
    <w:rsid w:val="00AB7DF3"/>
    <w:rsid w:val="00AC06EE"/>
    <w:rsid w:val="00AC0EBF"/>
    <w:rsid w:val="00AC11C0"/>
    <w:rsid w:val="00AC16CF"/>
    <w:rsid w:val="00AC24A3"/>
    <w:rsid w:val="00AC253A"/>
    <w:rsid w:val="00AC2925"/>
    <w:rsid w:val="00AC2ABE"/>
    <w:rsid w:val="00AC2C95"/>
    <w:rsid w:val="00AC2D73"/>
    <w:rsid w:val="00AC2E5C"/>
    <w:rsid w:val="00AC32CA"/>
    <w:rsid w:val="00AC3724"/>
    <w:rsid w:val="00AC436E"/>
    <w:rsid w:val="00AC469A"/>
    <w:rsid w:val="00AC5A71"/>
    <w:rsid w:val="00AC5E16"/>
    <w:rsid w:val="00AC5F24"/>
    <w:rsid w:val="00AC6B43"/>
    <w:rsid w:val="00AC6E7D"/>
    <w:rsid w:val="00AC6FA6"/>
    <w:rsid w:val="00AC78DE"/>
    <w:rsid w:val="00AC7915"/>
    <w:rsid w:val="00AC7BC6"/>
    <w:rsid w:val="00AC7BEA"/>
    <w:rsid w:val="00AD08B8"/>
    <w:rsid w:val="00AD0918"/>
    <w:rsid w:val="00AD0E08"/>
    <w:rsid w:val="00AD189D"/>
    <w:rsid w:val="00AD19CE"/>
    <w:rsid w:val="00AD22BF"/>
    <w:rsid w:val="00AD2E7A"/>
    <w:rsid w:val="00AD32F3"/>
    <w:rsid w:val="00AD337C"/>
    <w:rsid w:val="00AD38F9"/>
    <w:rsid w:val="00AD3A63"/>
    <w:rsid w:val="00AD3B33"/>
    <w:rsid w:val="00AD4A89"/>
    <w:rsid w:val="00AD4D1A"/>
    <w:rsid w:val="00AD54A5"/>
    <w:rsid w:val="00AD67B5"/>
    <w:rsid w:val="00AD73AA"/>
    <w:rsid w:val="00AD785D"/>
    <w:rsid w:val="00AD7E20"/>
    <w:rsid w:val="00AE0CE9"/>
    <w:rsid w:val="00AE0DBC"/>
    <w:rsid w:val="00AE0F71"/>
    <w:rsid w:val="00AE1584"/>
    <w:rsid w:val="00AE15F0"/>
    <w:rsid w:val="00AE193D"/>
    <w:rsid w:val="00AE260A"/>
    <w:rsid w:val="00AE2815"/>
    <w:rsid w:val="00AE2CC5"/>
    <w:rsid w:val="00AE2F73"/>
    <w:rsid w:val="00AE4BFA"/>
    <w:rsid w:val="00AE5117"/>
    <w:rsid w:val="00AE579D"/>
    <w:rsid w:val="00AE5EB8"/>
    <w:rsid w:val="00AE6451"/>
    <w:rsid w:val="00AE64B9"/>
    <w:rsid w:val="00AF0221"/>
    <w:rsid w:val="00AF0872"/>
    <w:rsid w:val="00AF0B4E"/>
    <w:rsid w:val="00AF13E6"/>
    <w:rsid w:val="00AF1ED2"/>
    <w:rsid w:val="00AF2026"/>
    <w:rsid w:val="00AF2048"/>
    <w:rsid w:val="00AF2139"/>
    <w:rsid w:val="00AF2736"/>
    <w:rsid w:val="00AF2BA1"/>
    <w:rsid w:val="00AF38D6"/>
    <w:rsid w:val="00AF4205"/>
    <w:rsid w:val="00AF49AC"/>
    <w:rsid w:val="00AF53AE"/>
    <w:rsid w:val="00AF5528"/>
    <w:rsid w:val="00AF58BD"/>
    <w:rsid w:val="00AF6522"/>
    <w:rsid w:val="00AF6545"/>
    <w:rsid w:val="00AF6F1B"/>
    <w:rsid w:val="00AF7170"/>
    <w:rsid w:val="00AF7469"/>
    <w:rsid w:val="00AF74C0"/>
    <w:rsid w:val="00AF751F"/>
    <w:rsid w:val="00AF7531"/>
    <w:rsid w:val="00AF78A4"/>
    <w:rsid w:val="00AF796C"/>
    <w:rsid w:val="00AF7AE8"/>
    <w:rsid w:val="00AF7CA3"/>
    <w:rsid w:val="00AF7D96"/>
    <w:rsid w:val="00AF7E6E"/>
    <w:rsid w:val="00B0050F"/>
    <w:rsid w:val="00B01274"/>
    <w:rsid w:val="00B01A29"/>
    <w:rsid w:val="00B022BB"/>
    <w:rsid w:val="00B02EAD"/>
    <w:rsid w:val="00B03E9D"/>
    <w:rsid w:val="00B03F24"/>
    <w:rsid w:val="00B04352"/>
    <w:rsid w:val="00B04626"/>
    <w:rsid w:val="00B047F3"/>
    <w:rsid w:val="00B04DD6"/>
    <w:rsid w:val="00B04E5F"/>
    <w:rsid w:val="00B0517F"/>
    <w:rsid w:val="00B051AF"/>
    <w:rsid w:val="00B0562C"/>
    <w:rsid w:val="00B05D87"/>
    <w:rsid w:val="00B05F23"/>
    <w:rsid w:val="00B05F5C"/>
    <w:rsid w:val="00B05F9A"/>
    <w:rsid w:val="00B0621A"/>
    <w:rsid w:val="00B0708B"/>
    <w:rsid w:val="00B0783D"/>
    <w:rsid w:val="00B078E9"/>
    <w:rsid w:val="00B07B06"/>
    <w:rsid w:val="00B07B53"/>
    <w:rsid w:val="00B103B5"/>
    <w:rsid w:val="00B109BA"/>
    <w:rsid w:val="00B1166D"/>
    <w:rsid w:val="00B12872"/>
    <w:rsid w:val="00B1296B"/>
    <w:rsid w:val="00B12F8C"/>
    <w:rsid w:val="00B1318B"/>
    <w:rsid w:val="00B133C2"/>
    <w:rsid w:val="00B13BBB"/>
    <w:rsid w:val="00B13F11"/>
    <w:rsid w:val="00B13F5C"/>
    <w:rsid w:val="00B14060"/>
    <w:rsid w:val="00B140BC"/>
    <w:rsid w:val="00B141BA"/>
    <w:rsid w:val="00B144C1"/>
    <w:rsid w:val="00B14726"/>
    <w:rsid w:val="00B14AEB"/>
    <w:rsid w:val="00B14BD1"/>
    <w:rsid w:val="00B14D10"/>
    <w:rsid w:val="00B14F6E"/>
    <w:rsid w:val="00B15232"/>
    <w:rsid w:val="00B15B01"/>
    <w:rsid w:val="00B15D4E"/>
    <w:rsid w:val="00B160CF"/>
    <w:rsid w:val="00B167C2"/>
    <w:rsid w:val="00B17726"/>
    <w:rsid w:val="00B1784F"/>
    <w:rsid w:val="00B17870"/>
    <w:rsid w:val="00B17941"/>
    <w:rsid w:val="00B17DC5"/>
    <w:rsid w:val="00B17E26"/>
    <w:rsid w:val="00B17FA7"/>
    <w:rsid w:val="00B20646"/>
    <w:rsid w:val="00B21492"/>
    <w:rsid w:val="00B21BF2"/>
    <w:rsid w:val="00B2252D"/>
    <w:rsid w:val="00B22962"/>
    <w:rsid w:val="00B22CDB"/>
    <w:rsid w:val="00B22E67"/>
    <w:rsid w:val="00B22EAD"/>
    <w:rsid w:val="00B2335C"/>
    <w:rsid w:val="00B23C5B"/>
    <w:rsid w:val="00B23C6D"/>
    <w:rsid w:val="00B23EC8"/>
    <w:rsid w:val="00B2411E"/>
    <w:rsid w:val="00B24C81"/>
    <w:rsid w:val="00B24D5E"/>
    <w:rsid w:val="00B24E45"/>
    <w:rsid w:val="00B2514B"/>
    <w:rsid w:val="00B26083"/>
    <w:rsid w:val="00B270E9"/>
    <w:rsid w:val="00B27498"/>
    <w:rsid w:val="00B302B2"/>
    <w:rsid w:val="00B305C5"/>
    <w:rsid w:val="00B30B8E"/>
    <w:rsid w:val="00B30CC9"/>
    <w:rsid w:val="00B30D6B"/>
    <w:rsid w:val="00B318B3"/>
    <w:rsid w:val="00B31A17"/>
    <w:rsid w:val="00B31BB4"/>
    <w:rsid w:val="00B32E19"/>
    <w:rsid w:val="00B33DED"/>
    <w:rsid w:val="00B34785"/>
    <w:rsid w:val="00B34C69"/>
    <w:rsid w:val="00B3569D"/>
    <w:rsid w:val="00B35D8D"/>
    <w:rsid w:val="00B36510"/>
    <w:rsid w:val="00B36578"/>
    <w:rsid w:val="00B365B2"/>
    <w:rsid w:val="00B366FF"/>
    <w:rsid w:val="00B369EC"/>
    <w:rsid w:val="00B370D6"/>
    <w:rsid w:val="00B37593"/>
    <w:rsid w:val="00B377CE"/>
    <w:rsid w:val="00B378E9"/>
    <w:rsid w:val="00B40106"/>
    <w:rsid w:val="00B402A0"/>
    <w:rsid w:val="00B402F3"/>
    <w:rsid w:val="00B40925"/>
    <w:rsid w:val="00B40E30"/>
    <w:rsid w:val="00B412C7"/>
    <w:rsid w:val="00B4146A"/>
    <w:rsid w:val="00B41878"/>
    <w:rsid w:val="00B41CBD"/>
    <w:rsid w:val="00B42173"/>
    <w:rsid w:val="00B42579"/>
    <w:rsid w:val="00B42726"/>
    <w:rsid w:val="00B44563"/>
    <w:rsid w:val="00B44955"/>
    <w:rsid w:val="00B44A9F"/>
    <w:rsid w:val="00B44B05"/>
    <w:rsid w:val="00B44BAC"/>
    <w:rsid w:val="00B44D4C"/>
    <w:rsid w:val="00B45928"/>
    <w:rsid w:val="00B459A4"/>
    <w:rsid w:val="00B463CD"/>
    <w:rsid w:val="00B4691B"/>
    <w:rsid w:val="00B46F6E"/>
    <w:rsid w:val="00B47758"/>
    <w:rsid w:val="00B50B8A"/>
    <w:rsid w:val="00B5109F"/>
    <w:rsid w:val="00B510D4"/>
    <w:rsid w:val="00B51410"/>
    <w:rsid w:val="00B51441"/>
    <w:rsid w:val="00B519FD"/>
    <w:rsid w:val="00B522ED"/>
    <w:rsid w:val="00B52653"/>
    <w:rsid w:val="00B527EA"/>
    <w:rsid w:val="00B5291E"/>
    <w:rsid w:val="00B5398A"/>
    <w:rsid w:val="00B53AF9"/>
    <w:rsid w:val="00B53E60"/>
    <w:rsid w:val="00B53FBA"/>
    <w:rsid w:val="00B54DF4"/>
    <w:rsid w:val="00B55134"/>
    <w:rsid w:val="00B55329"/>
    <w:rsid w:val="00B553BC"/>
    <w:rsid w:val="00B55732"/>
    <w:rsid w:val="00B56246"/>
    <w:rsid w:val="00B56C04"/>
    <w:rsid w:val="00B56DAC"/>
    <w:rsid w:val="00B56EB9"/>
    <w:rsid w:val="00B56F6E"/>
    <w:rsid w:val="00B57B2E"/>
    <w:rsid w:val="00B57E12"/>
    <w:rsid w:val="00B6000A"/>
    <w:rsid w:val="00B608A5"/>
    <w:rsid w:val="00B60C48"/>
    <w:rsid w:val="00B60D29"/>
    <w:rsid w:val="00B60DE2"/>
    <w:rsid w:val="00B61422"/>
    <w:rsid w:val="00B617C1"/>
    <w:rsid w:val="00B626D6"/>
    <w:rsid w:val="00B62D62"/>
    <w:rsid w:val="00B62F29"/>
    <w:rsid w:val="00B6307D"/>
    <w:rsid w:val="00B63260"/>
    <w:rsid w:val="00B637FB"/>
    <w:rsid w:val="00B63F72"/>
    <w:rsid w:val="00B6405A"/>
    <w:rsid w:val="00B643BC"/>
    <w:rsid w:val="00B647B6"/>
    <w:rsid w:val="00B64AC7"/>
    <w:rsid w:val="00B64B9E"/>
    <w:rsid w:val="00B64E9B"/>
    <w:rsid w:val="00B64FB1"/>
    <w:rsid w:val="00B6510A"/>
    <w:rsid w:val="00B65D86"/>
    <w:rsid w:val="00B66009"/>
    <w:rsid w:val="00B661E4"/>
    <w:rsid w:val="00B6657B"/>
    <w:rsid w:val="00B667E9"/>
    <w:rsid w:val="00B66B7E"/>
    <w:rsid w:val="00B66DCD"/>
    <w:rsid w:val="00B67432"/>
    <w:rsid w:val="00B67518"/>
    <w:rsid w:val="00B677FB"/>
    <w:rsid w:val="00B67D25"/>
    <w:rsid w:val="00B67DA2"/>
    <w:rsid w:val="00B701A3"/>
    <w:rsid w:val="00B7066D"/>
    <w:rsid w:val="00B71584"/>
    <w:rsid w:val="00B715F7"/>
    <w:rsid w:val="00B71A6C"/>
    <w:rsid w:val="00B71C5F"/>
    <w:rsid w:val="00B71F9B"/>
    <w:rsid w:val="00B722A0"/>
    <w:rsid w:val="00B72566"/>
    <w:rsid w:val="00B72771"/>
    <w:rsid w:val="00B72A4E"/>
    <w:rsid w:val="00B72FCC"/>
    <w:rsid w:val="00B730CE"/>
    <w:rsid w:val="00B7348A"/>
    <w:rsid w:val="00B73AF2"/>
    <w:rsid w:val="00B74A65"/>
    <w:rsid w:val="00B74E6E"/>
    <w:rsid w:val="00B74F35"/>
    <w:rsid w:val="00B75FC1"/>
    <w:rsid w:val="00B765D4"/>
    <w:rsid w:val="00B76B00"/>
    <w:rsid w:val="00B76C27"/>
    <w:rsid w:val="00B7724B"/>
    <w:rsid w:val="00B77519"/>
    <w:rsid w:val="00B77972"/>
    <w:rsid w:val="00B77CE3"/>
    <w:rsid w:val="00B77E63"/>
    <w:rsid w:val="00B8079D"/>
    <w:rsid w:val="00B80AC0"/>
    <w:rsid w:val="00B80B31"/>
    <w:rsid w:val="00B80BAC"/>
    <w:rsid w:val="00B80E9E"/>
    <w:rsid w:val="00B812E3"/>
    <w:rsid w:val="00B81EAD"/>
    <w:rsid w:val="00B81F51"/>
    <w:rsid w:val="00B82396"/>
    <w:rsid w:val="00B82909"/>
    <w:rsid w:val="00B833CB"/>
    <w:rsid w:val="00B8363C"/>
    <w:rsid w:val="00B8377E"/>
    <w:rsid w:val="00B841A0"/>
    <w:rsid w:val="00B84635"/>
    <w:rsid w:val="00B84682"/>
    <w:rsid w:val="00B8484C"/>
    <w:rsid w:val="00B858D1"/>
    <w:rsid w:val="00B85A77"/>
    <w:rsid w:val="00B85C90"/>
    <w:rsid w:val="00B85D69"/>
    <w:rsid w:val="00B85F0C"/>
    <w:rsid w:val="00B862BA"/>
    <w:rsid w:val="00B86493"/>
    <w:rsid w:val="00B8750E"/>
    <w:rsid w:val="00B87927"/>
    <w:rsid w:val="00B87BB8"/>
    <w:rsid w:val="00B87F0F"/>
    <w:rsid w:val="00B9021A"/>
    <w:rsid w:val="00B90270"/>
    <w:rsid w:val="00B909A4"/>
    <w:rsid w:val="00B91D0B"/>
    <w:rsid w:val="00B91FF6"/>
    <w:rsid w:val="00B929FB"/>
    <w:rsid w:val="00B92D1C"/>
    <w:rsid w:val="00B92DF4"/>
    <w:rsid w:val="00B92EB3"/>
    <w:rsid w:val="00B935F3"/>
    <w:rsid w:val="00B9386C"/>
    <w:rsid w:val="00B938CC"/>
    <w:rsid w:val="00B939B1"/>
    <w:rsid w:val="00B93DD6"/>
    <w:rsid w:val="00B93EB5"/>
    <w:rsid w:val="00B94A90"/>
    <w:rsid w:val="00B94C5D"/>
    <w:rsid w:val="00B95FB0"/>
    <w:rsid w:val="00B96216"/>
    <w:rsid w:val="00B96734"/>
    <w:rsid w:val="00B96FBA"/>
    <w:rsid w:val="00B97587"/>
    <w:rsid w:val="00B978A8"/>
    <w:rsid w:val="00B97979"/>
    <w:rsid w:val="00B97C09"/>
    <w:rsid w:val="00BA02A0"/>
    <w:rsid w:val="00BA04E2"/>
    <w:rsid w:val="00BA1036"/>
    <w:rsid w:val="00BA1707"/>
    <w:rsid w:val="00BA1793"/>
    <w:rsid w:val="00BA1A53"/>
    <w:rsid w:val="00BA1D8D"/>
    <w:rsid w:val="00BA1F16"/>
    <w:rsid w:val="00BA25DD"/>
    <w:rsid w:val="00BA2635"/>
    <w:rsid w:val="00BA2B56"/>
    <w:rsid w:val="00BA2D29"/>
    <w:rsid w:val="00BA30B5"/>
    <w:rsid w:val="00BA44A0"/>
    <w:rsid w:val="00BA47DB"/>
    <w:rsid w:val="00BA4FC1"/>
    <w:rsid w:val="00BA503D"/>
    <w:rsid w:val="00BA5305"/>
    <w:rsid w:val="00BA5376"/>
    <w:rsid w:val="00BA5B4D"/>
    <w:rsid w:val="00BA6025"/>
    <w:rsid w:val="00BA658C"/>
    <w:rsid w:val="00BA6960"/>
    <w:rsid w:val="00BA6A48"/>
    <w:rsid w:val="00BA6D75"/>
    <w:rsid w:val="00BA796D"/>
    <w:rsid w:val="00BA7995"/>
    <w:rsid w:val="00BB0653"/>
    <w:rsid w:val="00BB08D5"/>
    <w:rsid w:val="00BB0F55"/>
    <w:rsid w:val="00BB1593"/>
    <w:rsid w:val="00BB1FE9"/>
    <w:rsid w:val="00BB3085"/>
    <w:rsid w:val="00BB31B3"/>
    <w:rsid w:val="00BB3232"/>
    <w:rsid w:val="00BB3565"/>
    <w:rsid w:val="00BB3A1C"/>
    <w:rsid w:val="00BB3CCE"/>
    <w:rsid w:val="00BB4400"/>
    <w:rsid w:val="00BB50FB"/>
    <w:rsid w:val="00BB5104"/>
    <w:rsid w:val="00BB5410"/>
    <w:rsid w:val="00BB56FA"/>
    <w:rsid w:val="00BB647A"/>
    <w:rsid w:val="00BB663B"/>
    <w:rsid w:val="00BB6685"/>
    <w:rsid w:val="00BB6C49"/>
    <w:rsid w:val="00BB6FDB"/>
    <w:rsid w:val="00BB725E"/>
    <w:rsid w:val="00BC00D2"/>
    <w:rsid w:val="00BC014B"/>
    <w:rsid w:val="00BC0290"/>
    <w:rsid w:val="00BC03BD"/>
    <w:rsid w:val="00BC0A2E"/>
    <w:rsid w:val="00BC0B33"/>
    <w:rsid w:val="00BC0F6E"/>
    <w:rsid w:val="00BC0F9A"/>
    <w:rsid w:val="00BC10D9"/>
    <w:rsid w:val="00BC12DB"/>
    <w:rsid w:val="00BC1395"/>
    <w:rsid w:val="00BC13E4"/>
    <w:rsid w:val="00BC1FEA"/>
    <w:rsid w:val="00BC2264"/>
    <w:rsid w:val="00BC226C"/>
    <w:rsid w:val="00BC294E"/>
    <w:rsid w:val="00BC3692"/>
    <w:rsid w:val="00BC36E2"/>
    <w:rsid w:val="00BC3EFE"/>
    <w:rsid w:val="00BC40E4"/>
    <w:rsid w:val="00BC4DCC"/>
    <w:rsid w:val="00BC5A87"/>
    <w:rsid w:val="00BC5B27"/>
    <w:rsid w:val="00BC6093"/>
    <w:rsid w:val="00BC69DC"/>
    <w:rsid w:val="00BC6BBB"/>
    <w:rsid w:val="00BC6F0C"/>
    <w:rsid w:val="00BC77FE"/>
    <w:rsid w:val="00BC79FB"/>
    <w:rsid w:val="00BC7FBA"/>
    <w:rsid w:val="00BD0727"/>
    <w:rsid w:val="00BD1342"/>
    <w:rsid w:val="00BD18C8"/>
    <w:rsid w:val="00BD1FCD"/>
    <w:rsid w:val="00BD29FA"/>
    <w:rsid w:val="00BD2D94"/>
    <w:rsid w:val="00BD366A"/>
    <w:rsid w:val="00BD3941"/>
    <w:rsid w:val="00BD3A46"/>
    <w:rsid w:val="00BD40CB"/>
    <w:rsid w:val="00BD4858"/>
    <w:rsid w:val="00BD4AA5"/>
    <w:rsid w:val="00BD4C84"/>
    <w:rsid w:val="00BD4FB7"/>
    <w:rsid w:val="00BD5890"/>
    <w:rsid w:val="00BD5D9D"/>
    <w:rsid w:val="00BD6A89"/>
    <w:rsid w:val="00BD6D4F"/>
    <w:rsid w:val="00BD704C"/>
    <w:rsid w:val="00BD7AB7"/>
    <w:rsid w:val="00BE0F8A"/>
    <w:rsid w:val="00BE1171"/>
    <w:rsid w:val="00BE1352"/>
    <w:rsid w:val="00BE17FF"/>
    <w:rsid w:val="00BE1ADB"/>
    <w:rsid w:val="00BE217F"/>
    <w:rsid w:val="00BE286B"/>
    <w:rsid w:val="00BE291F"/>
    <w:rsid w:val="00BE2A39"/>
    <w:rsid w:val="00BE2BC7"/>
    <w:rsid w:val="00BE377E"/>
    <w:rsid w:val="00BE3891"/>
    <w:rsid w:val="00BE3BD8"/>
    <w:rsid w:val="00BE4892"/>
    <w:rsid w:val="00BE4DAC"/>
    <w:rsid w:val="00BE53D9"/>
    <w:rsid w:val="00BE55CE"/>
    <w:rsid w:val="00BE57FD"/>
    <w:rsid w:val="00BE5CD0"/>
    <w:rsid w:val="00BE64DD"/>
    <w:rsid w:val="00BE6533"/>
    <w:rsid w:val="00BE6D1B"/>
    <w:rsid w:val="00BE70B4"/>
    <w:rsid w:val="00BE73CC"/>
    <w:rsid w:val="00BE7483"/>
    <w:rsid w:val="00BE7A71"/>
    <w:rsid w:val="00BE7B2C"/>
    <w:rsid w:val="00BF00A8"/>
    <w:rsid w:val="00BF020C"/>
    <w:rsid w:val="00BF04D4"/>
    <w:rsid w:val="00BF0DAB"/>
    <w:rsid w:val="00BF1312"/>
    <w:rsid w:val="00BF1601"/>
    <w:rsid w:val="00BF21C6"/>
    <w:rsid w:val="00BF28DF"/>
    <w:rsid w:val="00BF35CC"/>
    <w:rsid w:val="00BF3826"/>
    <w:rsid w:val="00BF38DB"/>
    <w:rsid w:val="00BF5329"/>
    <w:rsid w:val="00BF595D"/>
    <w:rsid w:val="00BF5D0C"/>
    <w:rsid w:val="00BF670A"/>
    <w:rsid w:val="00BF688F"/>
    <w:rsid w:val="00BF6C93"/>
    <w:rsid w:val="00BF705B"/>
    <w:rsid w:val="00BF7C0E"/>
    <w:rsid w:val="00C001E9"/>
    <w:rsid w:val="00C0093B"/>
    <w:rsid w:val="00C00F16"/>
    <w:rsid w:val="00C01296"/>
    <w:rsid w:val="00C0171C"/>
    <w:rsid w:val="00C0190F"/>
    <w:rsid w:val="00C01D7D"/>
    <w:rsid w:val="00C025F9"/>
    <w:rsid w:val="00C028B3"/>
    <w:rsid w:val="00C02C94"/>
    <w:rsid w:val="00C02DD2"/>
    <w:rsid w:val="00C03B96"/>
    <w:rsid w:val="00C03D27"/>
    <w:rsid w:val="00C03D6D"/>
    <w:rsid w:val="00C047E5"/>
    <w:rsid w:val="00C04D43"/>
    <w:rsid w:val="00C04E7C"/>
    <w:rsid w:val="00C05B8F"/>
    <w:rsid w:val="00C05C08"/>
    <w:rsid w:val="00C05D67"/>
    <w:rsid w:val="00C061B6"/>
    <w:rsid w:val="00C06700"/>
    <w:rsid w:val="00C06873"/>
    <w:rsid w:val="00C06A85"/>
    <w:rsid w:val="00C077AC"/>
    <w:rsid w:val="00C10070"/>
    <w:rsid w:val="00C109D1"/>
    <w:rsid w:val="00C10C69"/>
    <w:rsid w:val="00C10D19"/>
    <w:rsid w:val="00C11214"/>
    <w:rsid w:val="00C11575"/>
    <w:rsid w:val="00C1162E"/>
    <w:rsid w:val="00C11FC4"/>
    <w:rsid w:val="00C1246D"/>
    <w:rsid w:val="00C12C1D"/>
    <w:rsid w:val="00C131C7"/>
    <w:rsid w:val="00C13368"/>
    <w:rsid w:val="00C139D2"/>
    <w:rsid w:val="00C14155"/>
    <w:rsid w:val="00C1474C"/>
    <w:rsid w:val="00C148AB"/>
    <w:rsid w:val="00C1512A"/>
    <w:rsid w:val="00C151D8"/>
    <w:rsid w:val="00C15546"/>
    <w:rsid w:val="00C15C10"/>
    <w:rsid w:val="00C15FB3"/>
    <w:rsid w:val="00C16725"/>
    <w:rsid w:val="00C170E5"/>
    <w:rsid w:val="00C17152"/>
    <w:rsid w:val="00C1794C"/>
    <w:rsid w:val="00C17A26"/>
    <w:rsid w:val="00C17C8B"/>
    <w:rsid w:val="00C17F34"/>
    <w:rsid w:val="00C17F98"/>
    <w:rsid w:val="00C2040C"/>
    <w:rsid w:val="00C2064F"/>
    <w:rsid w:val="00C20729"/>
    <w:rsid w:val="00C2171E"/>
    <w:rsid w:val="00C2193B"/>
    <w:rsid w:val="00C21AFE"/>
    <w:rsid w:val="00C21C3C"/>
    <w:rsid w:val="00C21E24"/>
    <w:rsid w:val="00C21EE3"/>
    <w:rsid w:val="00C22438"/>
    <w:rsid w:val="00C22B9F"/>
    <w:rsid w:val="00C2319C"/>
    <w:rsid w:val="00C23405"/>
    <w:rsid w:val="00C2365E"/>
    <w:rsid w:val="00C23AE0"/>
    <w:rsid w:val="00C23AFF"/>
    <w:rsid w:val="00C23C08"/>
    <w:rsid w:val="00C23F8C"/>
    <w:rsid w:val="00C23FBD"/>
    <w:rsid w:val="00C24635"/>
    <w:rsid w:val="00C24C3F"/>
    <w:rsid w:val="00C24D5C"/>
    <w:rsid w:val="00C25238"/>
    <w:rsid w:val="00C2581D"/>
    <w:rsid w:val="00C25B55"/>
    <w:rsid w:val="00C2615B"/>
    <w:rsid w:val="00C2632A"/>
    <w:rsid w:val="00C2675F"/>
    <w:rsid w:val="00C27264"/>
    <w:rsid w:val="00C273A3"/>
    <w:rsid w:val="00C27775"/>
    <w:rsid w:val="00C27B2B"/>
    <w:rsid w:val="00C30049"/>
    <w:rsid w:val="00C300E4"/>
    <w:rsid w:val="00C30223"/>
    <w:rsid w:val="00C31246"/>
    <w:rsid w:val="00C3158F"/>
    <w:rsid w:val="00C3197F"/>
    <w:rsid w:val="00C31A3C"/>
    <w:rsid w:val="00C31CBD"/>
    <w:rsid w:val="00C31DCB"/>
    <w:rsid w:val="00C321DE"/>
    <w:rsid w:val="00C323EF"/>
    <w:rsid w:val="00C331A1"/>
    <w:rsid w:val="00C3335A"/>
    <w:rsid w:val="00C3347B"/>
    <w:rsid w:val="00C33594"/>
    <w:rsid w:val="00C338B9"/>
    <w:rsid w:val="00C338EC"/>
    <w:rsid w:val="00C33A9C"/>
    <w:rsid w:val="00C33FB6"/>
    <w:rsid w:val="00C340AD"/>
    <w:rsid w:val="00C342E8"/>
    <w:rsid w:val="00C35453"/>
    <w:rsid w:val="00C35B1C"/>
    <w:rsid w:val="00C35EE3"/>
    <w:rsid w:val="00C35F9F"/>
    <w:rsid w:val="00C36B55"/>
    <w:rsid w:val="00C41536"/>
    <w:rsid w:val="00C415A2"/>
    <w:rsid w:val="00C41626"/>
    <w:rsid w:val="00C4182C"/>
    <w:rsid w:val="00C41A0D"/>
    <w:rsid w:val="00C41EAF"/>
    <w:rsid w:val="00C42226"/>
    <w:rsid w:val="00C42581"/>
    <w:rsid w:val="00C426BF"/>
    <w:rsid w:val="00C429FA"/>
    <w:rsid w:val="00C42D5C"/>
    <w:rsid w:val="00C42E47"/>
    <w:rsid w:val="00C4343F"/>
    <w:rsid w:val="00C438FE"/>
    <w:rsid w:val="00C43A35"/>
    <w:rsid w:val="00C43C60"/>
    <w:rsid w:val="00C44342"/>
    <w:rsid w:val="00C44B18"/>
    <w:rsid w:val="00C44E1C"/>
    <w:rsid w:val="00C44FF4"/>
    <w:rsid w:val="00C46884"/>
    <w:rsid w:val="00C46A12"/>
    <w:rsid w:val="00C46B2A"/>
    <w:rsid w:val="00C471F6"/>
    <w:rsid w:val="00C4784C"/>
    <w:rsid w:val="00C478DA"/>
    <w:rsid w:val="00C47D2B"/>
    <w:rsid w:val="00C51A09"/>
    <w:rsid w:val="00C523AE"/>
    <w:rsid w:val="00C524A2"/>
    <w:rsid w:val="00C52AC7"/>
    <w:rsid w:val="00C535C3"/>
    <w:rsid w:val="00C536AF"/>
    <w:rsid w:val="00C5388E"/>
    <w:rsid w:val="00C53A4A"/>
    <w:rsid w:val="00C547C9"/>
    <w:rsid w:val="00C54F9F"/>
    <w:rsid w:val="00C5574D"/>
    <w:rsid w:val="00C56204"/>
    <w:rsid w:val="00C569D5"/>
    <w:rsid w:val="00C56C31"/>
    <w:rsid w:val="00C56D91"/>
    <w:rsid w:val="00C56DBA"/>
    <w:rsid w:val="00C573B0"/>
    <w:rsid w:val="00C602DB"/>
    <w:rsid w:val="00C60432"/>
    <w:rsid w:val="00C60516"/>
    <w:rsid w:val="00C60876"/>
    <w:rsid w:val="00C60C4C"/>
    <w:rsid w:val="00C60E82"/>
    <w:rsid w:val="00C61229"/>
    <w:rsid w:val="00C61790"/>
    <w:rsid w:val="00C618AB"/>
    <w:rsid w:val="00C6192F"/>
    <w:rsid w:val="00C61A53"/>
    <w:rsid w:val="00C624F4"/>
    <w:rsid w:val="00C63239"/>
    <w:rsid w:val="00C633E5"/>
    <w:rsid w:val="00C6390B"/>
    <w:rsid w:val="00C63D65"/>
    <w:rsid w:val="00C64564"/>
    <w:rsid w:val="00C64687"/>
    <w:rsid w:val="00C648DA"/>
    <w:rsid w:val="00C6498A"/>
    <w:rsid w:val="00C6628C"/>
    <w:rsid w:val="00C66295"/>
    <w:rsid w:val="00C6650A"/>
    <w:rsid w:val="00C66548"/>
    <w:rsid w:val="00C667C8"/>
    <w:rsid w:val="00C66A8E"/>
    <w:rsid w:val="00C66B9A"/>
    <w:rsid w:val="00C66F8E"/>
    <w:rsid w:val="00C6734B"/>
    <w:rsid w:val="00C67AEC"/>
    <w:rsid w:val="00C67C45"/>
    <w:rsid w:val="00C67E3D"/>
    <w:rsid w:val="00C67EB2"/>
    <w:rsid w:val="00C70620"/>
    <w:rsid w:val="00C70781"/>
    <w:rsid w:val="00C70B5D"/>
    <w:rsid w:val="00C70C20"/>
    <w:rsid w:val="00C70D5E"/>
    <w:rsid w:val="00C70F90"/>
    <w:rsid w:val="00C715F9"/>
    <w:rsid w:val="00C717C2"/>
    <w:rsid w:val="00C71D99"/>
    <w:rsid w:val="00C724DF"/>
    <w:rsid w:val="00C72889"/>
    <w:rsid w:val="00C72A9C"/>
    <w:rsid w:val="00C734E0"/>
    <w:rsid w:val="00C73524"/>
    <w:rsid w:val="00C73599"/>
    <w:rsid w:val="00C736AF"/>
    <w:rsid w:val="00C73F85"/>
    <w:rsid w:val="00C74529"/>
    <w:rsid w:val="00C748CD"/>
    <w:rsid w:val="00C74A10"/>
    <w:rsid w:val="00C74BCC"/>
    <w:rsid w:val="00C74CE0"/>
    <w:rsid w:val="00C74D1E"/>
    <w:rsid w:val="00C751DE"/>
    <w:rsid w:val="00C753BD"/>
    <w:rsid w:val="00C756E5"/>
    <w:rsid w:val="00C757DC"/>
    <w:rsid w:val="00C75E4D"/>
    <w:rsid w:val="00C764CD"/>
    <w:rsid w:val="00C765DA"/>
    <w:rsid w:val="00C7695A"/>
    <w:rsid w:val="00C76A4D"/>
    <w:rsid w:val="00C76AD4"/>
    <w:rsid w:val="00C76B45"/>
    <w:rsid w:val="00C76CE5"/>
    <w:rsid w:val="00C773F6"/>
    <w:rsid w:val="00C77A39"/>
    <w:rsid w:val="00C77BB1"/>
    <w:rsid w:val="00C77D2B"/>
    <w:rsid w:val="00C80ECF"/>
    <w:rsid w:val="00C81010"/>
    <w:rsid w:val="00C81254"/>
    <w:rsid w:val="00C8189F"/>
    <w:rsid w:val="00C83C74"/>
    <w:rsid w:val="00C83D24"/>
    <w:rsid w:val="00C83FA3"/>
    <w:rsid w:val="00C843A6"/>
    <w:rsid w:val="00C847BD"/>
    <w:rsid w:val="00C8531D"/>
    <w:rsid w:val="00C85885"/>
    <w:rsid w:val="00C86095"/>
    <w:rsid w:val="00C86718"/>
    <w:rsid w:val="00C86832"/>
    <w:rsid w:val="00C8696F"/>
    <w:rsid w:val="00C86B3C"/>
    <w:rsid w:val="00C86C3E"/>
    <w:rsid w:val="00C86C68"/>
    <w:rsid w:val="00C86F84"/>
    <w:rsid w:val="00C86F87"/>
    <w:rsid w:val="00C87267"/>
    <w:rsid w:val="00C87543"/>
    <w:rsid w:val="00C87B97"/>
    <w:rsid w:val="00C9022B"/>
    <w:rsid w:val="00C90769"/>
    <w:rsid w:val="00C90866"/>
    <w:rsid w:val="00C90F38"/>
    <w:rsid w:val="00C911D4"/>
    <w:rsid w:val="00C91259"/>
    <w:rsid w:val="00C912B0"/>
    <w:rsid w:val="00C914E2"/>
    <w:rsid w:val="00C91AB3"/>
    <w:rsid w:val="00C91D9B"/>
    <w:rsid w:val="00C92344"/>
    <w:rsid w:val="00C924FE"/>
    <w:rsid w:val="00C92568"/>
    <w:rsid w:val="00C9285F"/>
    <w:rsid w:val="00C92F2B"/>
    <w:rsid w:val="00C93655"/>
    <w:rsid w:val="00C93DD3"/>
    <w:rsid w:val="00C93F7E"/>
    <w:rsid w:val="00C9434A"/>
    <w:rsid w:val="00C958CA"/>
    <w:rsid w:val="00C95CF9"/>
    <w:rsid w:val="00C96844"/>
    <w:rsid w:val="00C96B0F"/>
    <w:rsid w:val="00C96C43"/>
    <w:rsid w:val="00C970BA"/>
    <w:rsid w:val="00C970EC"/>
    <w:rsid w:val="00C97292"/>
    <w:rsid w:val="00C97FF5"/>
    <w:rsid w:val="00CA0264"/>
    <w:rsid w:val="00CA13CA"/>
    <w:rsid w:val="00CA13CF"/>
    <w:rsid w:val="00CA13F0"/>
    <w:rsid w:val="00CA1B8C"/>
    <w:rsid w:val="00CA2BAA"/>
    <w:rsid w:val="00CA2E41"/>
    <w:rsid w:val="00CA2E5B"/>
    <w:rsid w:val="00CA2FF3"/>
    <w:rsid w:val="00CA311D"/>
    <w:rsid w:val="00CA32C2"/>
    <w:rsid w:val="00CA47C3"/>
    <w:rsid w:val="00CA4ED9"/>
    <w:rsid w:val="00CA5900"/>
    <w:rsid w:val="00CA5CBB"/>
    <w:rsid w:val="00CA5D45"/>
    <w:rsid w:val="00CA5D96"/>
    <w:rsid w:val="00CA613C"/>
    <w:rsid w:val="00CA649E"/>
    <w:rsid w:val="00CA6A71"/>
    <w:rsid w:val="00CA6DE0"/>
    <w:rsid w:val="00CA7376"/>
    <w:rsid w:val="00CA7627"/>
    <w:rsid w:val="00CA7978"/>
    <w:rsid w:val="00CB007C"/>
    <w:rsid w:val="00CB1039"/>
    <w:rsid w:val="00CB10D6"/>
    <w:rsid w:val="00CB117A"/>
    <w:rsid w:val="00CB1202"/>
    <w:rsid w:val="00CB1206"/>
    <w:rsid w:val="00CB171A"/>
    <w:rsid w:val="00CB1C84"/>
    <w:rsid w:val="00CB1E92"/>
    <w:rsid w:val="00CB2247"/>
    <w:rsid w:val="00CB2342"/>
    <w:rsid w:val="00CB2A05"/>
    <w:rsid w:val="00CB2CB0"/>
    <w:rsid w:val="00CB2F9A"/>
    <w:rsid w:val="00CB2FB5"/>
    <w:rsid w:val="00CB38D9"/>
    <w:rsid w:val="00CB3B27"/>
    <w:rsid w:val="00CB3B81"/>
    <w:rsid w:val="00CB3ECD"/>
    <w:rsid w:val="00CB48B1"/>
    <w:rsid w:val="00CB546F"/>
    <w:rsid w:val="00CB55AD"/>
    <w:rsid w:val="00CB55DD"/>
    <w:rsid w:val="00CB5B2C"/>
    <w:rsid w:val="00CB5D4B"/>
    <w:rsid w:val="00CB6305"/>
    <w:rsid w:val="00CB65F1"/>
    <w:rsid w:val="00CB6768"/>
    <w:rsid w:val="00CB70B2"/>
    <w:rsid w:val="00CB70CC"/>
    <w:rsid w:val="00CB712A"/>
    <w:rsid w:val="00CB7C71"/>
    <w:rsid w:val="00CC085A"/>
    <w:rsid w:val="00CC151F"/>
    <w:rsid w:val="00CC15F7"/>
    <w:rsid w:val="00CC1A32"/>
    <w:rsid w:val="00CC1A8F"/>
    <w:rsid w:val="00CC1B3A"/>
    <w:rsid w:val="00CC1F8F"/>
    <w:rsid w:val="00CC21A9"/>
    <w:rsid w:val="00CC2251"/>
    <w:rsid w:val="00CC2352"/>
    <w:rsid w:val="00CC25EE"/>
    <w:rsid w:val="00CC298C"/>
    <w:rsid w:val="00CC2997"/>
    <w:rsid w:val="00CC2D01"/>
    <w:rsid w:val="00CC2F04"/>
    <w:rsid w:val="00CC3092"/>
    <w:rsid w:val="00CC386E"/>
    <w:rsid w:val="00CC3B56"/>
    <w:rsid w:val="00CC3C60"/>
    <w:rsid w:val="00CC42F5"/>
    <w:rsid w:val="00CC4333"/>
    <w:rsid w:val="00CC43CC"/>
    <w:rsid w:val="00CC4439"/>
    <w:rsid w:val="00CC4A0C"/>
    <w:rsid w:val="00CC4BEF"/>
    <w:rsid w:val="00CC4E97"/>
    <w:rsid w:val="00CC505D"/>
    <w:rsid w:val="00CC52B6"/>
    <w:rsid w:val="00CC5706"/>
    <w:rsid w:val="00CC5C30"/>
    <w:rsid w:val="00CC5FDA"/>
    <w:rsid w:val="00CC6021"/>
    <w:rsid w:val="00CC634F"/>
    <w:rsid w:val="00CC674B"/>
    <w:rsid w:val="00CC7455"/>
    <w:rsid w:val="00CC7723"/>
    <w:rsid w:val="00CC7AC3"/>
    <w:rsid w:val="00CC7F76"/>
    <w:rsid w:val="00CD032F"/>
    <w:rsid w:val="00CD0811"/>
    <w:rsid w:val="00CD1103"/>
    <w:rsid w:val="00CD1A58"/>
    <w:rsid w:val="00CD1BFF"/>
    <w:rsid w:val="00CD1C2A"/>
    <w:rsid w:val="00CD20AE"/>
    <w:rsid w:val="00CD219F"/>
    <w:rsid w:val="00CD2535"/>
    <w:rsid w:val="00CD2A9E"/>
    <w:rsid w:val="00CD2D43"/>
    <w:rsid w:val="00CD315C"/>
    <w:rsid w:val="00CD3223"/>
    <w:rsid w:val="00CD33C1"/>
    <w:rsid w:val="00CD3DC6"/>
    <w:rsid w:val="00CD4317"/>
    <w:rsid w:val="00CD4466"/>
    <w:rsid w:val="00CD52D7"/>
    <w:rsid w:val="00CD5B5D"/>
    <w:rsid w:val="00CD5B6A"/>
    <w:rsid w:val="00CD78E2"/>
    <w:rsid w:val="00CE0094"/>
    <w:rsid w:val="00CE039E"/>
    <w:rsid w:val="00CE0487"/>
    <w:rsid w:val="00CE0AEA"/>
    <w:rsid w:val="00CE0D9A"/>
    <w:rsid w:val="00CE1229"/>
    <w:rsid w:val="00CE1282"/>
    <w:rsid w:val="00CE1354"/>
    <w:rsid w:val="00CE137F"/>
    <w:rsid w:val="00CE2819"/>
    <w:rsid w:val="00CE2B59"/>
    <w:rsid w:val="00CE2BDF"/>
    <w:rsid w:val="00CE3274"/>
    <w:rsid w:val="00CE38E4"/>
    <w:rsid w:val="00CE3DC0"/>
    <w:rsid w:val="00CE427E"/>
    <w:rsid w:val="00CE454B"/>
    <w:rsid w:val="00CE5254"/>
    <w:rsid w:val="00CE5F61"/>
    <w:rsid w:val="00CE6000"/>
    <w:rsid w:val="00CE6723"/>
    <w:rsid w:val="00CE6F76"/>
    <w:rsid w:val="00CE7440"/>
    <w:rsid w:val="00CE770C"/>
    <w:rsid w:val="00CE7748"/>
    <w:rsid w:val="00CE7A4A"/>
    <w:rsid w:val="00CF0033"/>
    <w:rsid w:val="00CF03F4"/>
    <w:rsid w:val="00CF09B5"/>
    <w:rsid w:val="00CF0BCC"/>
    <w:rsid w:val="00CF0FE4"/>
    <w:rsid w:val="00CF121C"/>
    <w:rsid w:val="00CF1305"/>
    <w:rsid w:val="00CF1710"/>
    <w:rsid w:val="00CF1740"/>
    <w:rsid w:val="00CF1957"/>
    <w:rsid w:val="00CF1CBD"/>
    <w:rsid w:val="00CF23EF"/>
    <w:rsid w:val="00CF37D2"/>
    <w:rsid w:val="00CF3B96"/>
    <w:rsid w:val="00CF42FD"/>
    <w:rsid w:val="00CF5178"/>
    <w:rsid w:val="00CF560F"/>
    <w:rsid w:val="00CF57D3"/>
    <w:rsid w:val="00CF59C5"/>
    <w:rsid w:val="00CF5EC1"/>
    <w:rsid w:val="00CF6457"/>
    <w:rsid w:val="00CF669A"/>
    <w:rsid w:val="00CF70C1"/>
    <w:rsid w:val="00CF7395"/>
    <w:rsid w:val="00CF7856"/>
    <w:rsid w:val="00CF7871"/>
    <w:rsid w:val="00CF7AC7"/>
    <w:rsid w:val="00CF7B22"/>
    <w:rsid w:val="00CF7C8A"/>
    <w:rsid w:val="00CF7CBE"/>
    <w:rsid w:val="00D00123"/>
    <w:rsid w:val="00D003D9"/>
    <w:rsid w:val="00D00458"/>
    <w:rsid w:val="00D00903"/>
    <w:rsid w:val="00D00B64"/>
    <w:rsid w:val="00D01034"/>
    <w:rsid w:val="00D0136D"/>
    <w:rsid w:val="00D017B0"/>
    <w:rsid w:val="00D021B0"/>
    <w:rsid w:val="00D02647"/>
    <w:rsid w:val="00D0280E"/>
    <w:rsid w:val="00D036ED"/>
    <w:rsid w:val="00D03A4E"/>
    <w:rsid w:val="00D040EE"/>
    <w:rsid w:val="00D04446"/>
    <w:rsid w:val="00D04DCA"/>
    <w:rsid w:val="00D051A4"/>
    <w:rsid w:val="00D054B7"/>
    <w:rsid w:val="00D055A8"/>
    <w:rsid w:val="00D055AD"/>
    <w:rsid w:val="00D0596D"/>
    <w:rsid w:val="00D05B58"/>
    <w:rsid w:val="00D05E1C"/>
    <w:rsid w:val="00D05E64"/>
    <w:rsid w:val="00D05F63"/>
    <w:rsid w:val="00D06141"/>
    <w:rsid w:val="00D06366"/>
    <w:rsid w:val="00D06BF0"/>
    <w:rsid w:val="00D06CF7"/>
    <w:rsid w:val="00D06EA2"/>
    <w:rsid w:val="00D074D9"/>
    <w:rsid w:val="00D076E9"/>
    <w:rsid w:val="00D07771"/>
    <w:rsid w:val="00D07C49"/>
    <w:rsid w:val="00D07D0F"/>
    <w:rsid w:val="00D108F3"/>
    <w:rsid w:val="00D10F1E"/>
    <w:rsid w:val="00D11532"/>
    <w:rsid w:val="00D1177D"/>
    <w:rsid w:val="00D11879"/>
    <w:rsid w:val="00D12D2A"/>
    <w:rsid w:val="00D12E2C"/>
    <w:rsid w:val="00D13D0C"/>
    <w:rsid w:val="00D13D1F"/>
    <w:rsid w:val="00D13E89"/>
    <w:rsid w:val="00D140D4"/>
    <w:rsid w:val="00D14120"/>
    <w:rsid w:val="00D141B7"/>
    <w:rsid w:val="00D1447C"/>
    <w:rsid w:val="00D144F1"/>
    <w:rsid w:val="00D14FC6"/>
    <w:rsid w:val="00D152D4"/>
    <w:rsid w:val="00D153F9"/>
    <w:rsid w:val="00D1584C"/>
    <w:rsid w:val="00D1595C"/>
    <w:rsid w:val="00D15DAA"/>
    <w:rsid w:val="00D16167"/>
    <w:rsid w:val="00D16486"/>
    <w:rsid w:val="00D1708E"/>
    <w:rsid w:val="00D17330"/>
    <w:rsid w:val="00D17A62"/>
    <w:rsid w:val="00D17C33"/>
    <w:rsid w:val="00D2009D"/>
    <w:rsid w:val="00D208CD"/>
    <w:rsid w:val="00D20D29"/>
    <w:rsid w:val="00D20F3C"/>
    <w:rsid w:val="00D211C4"/>
    <w:rsid w:val="00D21C4D"/>
    <w:rsid w:val="00D21EE3"/>
    <w:rsid w:val="00D2207E"/>
    <w:rsid w:val="00D22130"/>
    <w:rsid w:val="00D221C6"/>
    <w:rsid w:val="00D222FE"/>
    <w:rsid w:val="00D22D64"/>
    <w:rsid w:val="00D23564"/>
    <w:rsid w:val="00D24738"/>
    <w:rsid w:val="00D24AC3"/>
    <w:rsid w:val="00D24CBC"/>
    <w:rsid w:val="00D250C9"/>
    <w:rsid w:val="00D250D1"/>
    <w:rsid w:val="00D254E8"/>
    <w:rsid w:val="00D2560C"/>
    <w:rsid w:val="00D2591F"/>
    <w:rsid w:val="00D25A62"/>
    <w:rsid w:val="00D25DF5"/>
    <w:rsid w:val="00D25FE1"/>
    <w:rsid w:val="00D26169"/>
    <w:rsid w:val="00D26550"/>
    <w:rsid w:val="00D26D65"/>
    <w:rsid w:val="00D27040"/>
    <w:rsid w:val="00D2722A"/>
    <w:rsid w:val="00D27336"/>
    <w:rsid w:val="00D273D4"/>
    <w:rsid w:val="00D27529"/>
    <w:rsid w:val="00D27EED"/>
    <w:rsid w:val="00D30224"/>
    <w:rsid w:val="00D30791"/>
    <w:rsid w:val="00D3085E"/>
    <w:rsid w:val="00D31386"/>
    <w:rsid w:val="00D315F9"/>
    <w:rsid w:val="00D31BC3"/>
    <w:rsid w:val="00D327C7"/>
    <w:rsid w:val="00D3293B"/>
    <w:rsid w:val="00D32C3F"/>
    <w:rsid w:val="00D32CBE"/>
    <w:rsid w:val="00D33054"/>
    <w:rsid w:val="00D3329C"/>
    <w:rsid w:val="00D3381F"/>
    <w:rsid w:val="00D33844"/>
    <w:rsid w:val="00D33E01"/>
    <w:rsid w:val="00D34020"/>
    <w:rsid w:val="00D34118"/>
    <w:rsid w:val="00D35E4F"/>
    <w:rsid w:val="00D35FF9"/>
    <w:rsid w:val="00D36AD3"/>
    <w:rsid w:val="00D36FEA"/>
    <w:rsid w:val="00D37514"/>
    <w:rsid w:val="00D3753D"/>
    <w:rsid w:val="00D3786E"/>
    <w:rsid w:val="00D40684"/>
    <w:rsid w:val="00D40D2C"/>
    <w:rsid w:val="00D41068"/>
    <w:rsid w:val="00D41557"/>
    <w:rsid w:val="00D41C98"/>
    <w:rsid w:val="00D41D7B"/>
    <w:rsid w:val="00D41EEC"/>
    <w:rsid w:val="00D42262"/>
    <w:rsid w:val="00D4235B"/>
    <w:rsid w:val="00D425C4"/>
    <w:rsid w:val="00D42A6D"/>
    <w:rsid w:val="00D432C0"/>
    <w:rsid w:val="00D434B7"/>
    <w:rsid w:val="00D43761"/>
    <w:rsid w:val="00D43AF2"/>
    <w:rsid w:val="00D44516"/>
    <w:rsid w:val="00D445B5"/>
    <w:rsid w:val="00D45C62"/>
    <w:rsid w:val="00D463BB"/>
    <w:rsid w:val="00D464D1"/>
    <w:rsid w:val="00D467F2"/>
    <w:rsid w:val="00D46A3E"/>
    <w:rsid w:val="00D46AA4"/>
    <w:rsid w:val="00D46E1B"/>
    <w:rsid w:val="00D47176"/>
    <w:rsid w:val="00D47B01"/>
    <w:rsid w:val="00D47BF8"/>
    <w:rsid w:val="00D5005D"/>
    <w:rsid w:val="00D500CB"/>
    <w:rsid w:val="00D5032A"/>
    <w:rsid w:val="00D50406"/>
    <w:rsid w:val="00D5083B"/>
    <w:rsid w:val="00D5119B"/>
    <w:rsid w:val="00D514B3"/>
    <w:rsid w:val="00D51568"/>
    <w:rsid w:val="00D51A62"/>
    <w:rsid w:val="00D51C42"/>
    <w:rsid w:val="00D51D4C"/>
    <w:rsid w:val="00D52320"/>
    <w:rsid w:val="00D53408"/>
    <w:rsid w:val="00D53BA1"/>
    <w:rsid w:val="00D53DB6"/>
    <w:rsid w:val="00D54948"/>
    <w:rsid w:val="00D54C17"/>
    <w:rsid w:val="00D5506C"/>
    <w:rsid w:val="00D55232"/>
    <w:rsid w:val="00D55403"/>
    <w:rsid w:val="00D55787"/>
    <w:rsid w:val="00D557D5"/>
    <w:rsid w:val="00D557F1"/>
    <w:rsid w:val="00D56337"/>
    <w:rsid w:val="00D5727D"/>
    <w:rsid w:val="00D5760F"/>
    <w:rsid w:val="00D57D6E"/>
    <w:rsid w:val="00D603D4"/>
    <w:rsid w:val="00D60A85"/>
    <w:rsid w:val="00D61C35"/>
    <w:rsid w:val="00D628A0"/>
    <w:rsid w:val="00D62A57"/>
    <w:rsid w:val="00D63202"/>
    <w:rsid w:val="00D63891"/>
    <w:rsid w:val="00D6401C"/>
    <w:rsid w:val="00D643DC"/>
    <w:rsid w:val="00D64AC5"/>
    <w:rsid w:val="00D65206"/>
    <w:rsid w:val="00D6523B"/>
    <w:rsid w:val="00D653C4"/>
    <w:rsid w:val="00D657CC"/>
    <w:rsid w:val="00D65E14"/>
    <w:rsid w:val="00D66B99"/>
    <w:rsid w:val="00D671CC"/>
    <w:rsid w:val="00D6723C"/>
    <w:rsid w:val="00D67E65"/>
    <w:rsid w:val="00D712EB"/>
    <w:rsid w:val="00D7151A"/>
    <w:rsid w:val="00D7198D"/>
    <w:rsid w:val="00D71998"/>
    <w:rsid w:val="00D71B3C"/>
    <w:rsid w:val="00D72189"/>
    <w:rsid w:val="00D7226E"/>
    <w:rsid w:val="00D724CD"/>
    <w:rsid w:val="00D72C8E"/>
    <w:rsid w:val="00D72E1D"/>
    <w:rsid w:val="00D73423"/>
    <w:rsid w:val="00D73F63"/>
    <w:rsid w:val="00D74152"/>
    <w:rsid w:val="00D753A3"/>
    <w:rsid w:val="00D75881"/>
    <w:rsid w:val="00D75A7D"/>
    <w:rsid w:val="00D75FD7"/>
    <w:rsid w:val="00D766D6"/>
    <w:rsid w:val="00D76CCF"/>
    <w:rsid w:val="00D76E8F"/>
    <w:rsid w:val="00D76FF0"/>
    <w:rsid w:val="00D7701A"/>
    <w:rsid w:val="00D77133"/>
    <w:rsid w:val="00D77494"/>
    <w:rsid w:val="00D77688"/>
    <w:rsid w:val="00D7782C"/>
    <w:rsid w:val="00D77F9C"/>
    <w:rsid w:val="00D809AE"/>
    <w:rsid w:val="00D81155"/>
    <w:rsid w:val="00D81965"/>
    <w:rsid w:val="00D81DFF"/>
    <w:rsid w:val="00D82809"/>
    <w:rsid w:val="00D82816"/>
    <w:rsid w:val="00D8367D"/>
    <w:rsid w:val="00D83850"/>
    <w:rsid w:val="00D83A48"/>
    <w:rsid w:val="00D83C21"/>
    <w:rsid w:val="00D83CD4"/>
    <w:rsid w:val="00D83FCA"/>
    <w:rsid w:val="00D843FE"/>
    <w:rsid w:val="00D84D15"/>
    <w:rsid w:val="00D85B06"/>
    <w:rsid w:val="00D8618E"/>
    <w:rsid w:val="00D876B9"/>
    <w:rsid w:val="00D876C6"/>
    <w:rsid w:val="00D87F35"/>
    <w:rsid w:val="00D902EA"/>
    <w:rsid w:val="00D90425"/>
    <w:rsid w:val="00D904A3"/>
    <w:rsid w:val="00D904B2"/>
    <w:rsid w:val="00D904C1"/>
    <w:rsid w:val="00D90638"/>
    <w:rsid w:val="00D90713"/>
    <w:rsid w:val="00D907B4"/>
    <w:rsid w:val="00D90D54"/>
    <w:rsid w:val="00D9101E"/>
    <w:rsid w:val="00D914B5"/>
    <w:rsid w:val="00D91D54"/>
    <w:rsid w:val="00D91F46"/>
    <w:rsid w:val="00D92112"/>
    <w:rsid w:val="00D92694"/>
    <w:rsid w:val="00D92712"/>
    <w:rsid w:val="00D92F5E"/>
    <w:rsid w:val="00D935B8"/>
    <w:rsid w:val="00D93739"/>
    <w:rsid w:val="00D93DA9"/>
    <w:rsid w:val="00D93DEB"/>
    <w:rsid w:val="00D93E18"/>
    <w:rsid w:val="00D94160"/>
    <w:rsid w:val="00D9494C"/>
    <w:rsid w:val="00D949EF"/>
    <w:rsid w:val="00D94C35"/>
    <w:rsid w:val="00D94F7F"/>
    <w:rsid w:val="00D95DEE"/>
    <w:rsid w:val="00D966E6"/>
    <w:rsid w:val="00D97025"/>
    <w:rsid w:val="00D9790B"/>
    <w:rsid w:val="00D97CE0"/>
    <w:rsid w:val="00DA00E5"/>
    <w:rsid w:val="00DA0724"/>
    <w:rsid w:val="00DA07C8"/>
    <w:rsid w:val="00DA091D"/>
    <w:rsid w:val="00DA1680"/>
    <w:rsid w:val="00DA1D79"/>
    <w:rsid w:val="00DA1FD4"/>
    <w:rsid w:val="00DA273D"/>
    <w:rsid w:val="00DA3259"/>
    <w:rsid w:val="00DA32F3"/>
    <w:rsid w:val="00DA3C8E"/>
    <w:rsid w:val="00DA43A9"/>
    <w:rsid w:val="00DA4748"/>
    <w:rsid w:val="00DA48BC"/>
    <w:rsid w:val="00DA4B5A"/>
    <w:rsid w:val="00DA4BEE"/>
    <w:rsid w:val="00DA4D4B"/>
    <w:rsid w:val="00DA503B"/>
    <w:rsid w:val="00DA629A"/>
    <w:rsid w:val="00DA6B11"/>
    <w:rsid w:val="00DA6C80"/>
    <w:rsid w:val="00DA6CD8"/>
    <w:rsid w:val="00DA7055"/>
    <w:rsid w:val="00DA7568"/>
    <w:rsid w:val="00DA7D85"/>
    <w:rsid w:val="00DB02DE"/>
    <w:rsid w:val="00DB0311"/>
    <w:rsid w:val="00DB07D4"/>
    <w:rsid w:val="00DB12B5"/>
    <w:rsid w:val="00DB1776"/>
    <w:rsid w:val="00DB17F9"/>
    <w:rsid w:val="00DB2C0D"/>
    <w:rsid w:val="00DB307D"/>
    <w:rsid w:val="00DB3523"/>
    <w:rsid w:val="00DB357E"/>
    <w:rsid w:val="00DB3CBB"/>
    <w:rsid w:val="00DB3D81"/>
    <w:rsid w:val="00DB4A50"/>
    <w:rsid w:val="00DB4AC5"/>
    <w:rsid w:val="00DB5203"/>
    <w:rsid w:val="00DB58A6"/>
    <w:rsid w:val="00DB5BB4"/>
    <w:rsid w:val="00DB60C0"/>
    <w:rsid w:val="00DB6827"/>
    <w:rsid w:val="00DB74FB"/>
    <w:rsid w:val="00DB7AD8"/>
    <w:rsid w:val="00DB7D1C"/>
    <w:rsid w:val="00DC0212"/>
    <w:rsid w:val="00DC0F06"/>
    <w:rsid w:val="00DC1350"/>
    <w:rsid w:val="00DC15DB"/>
    <w:rsid w:val="00DC16E1"/>
    <w:rsid w:val="00DC1752"/>
    <w:rsid w:val="00DC33EA"/>
    <w:rsid w:val="00DC3426"/>
    <w:rsid w:val="00DC3941"/>
    <w:rsid w:val="00DC4713"/>
    <w:rsid w:val="00DC4CAF"/>
    <w:rsid w:val="00DC5527"/>
    <w:rsid w:val="00DC55A8"/>
    <w:rsid w:val="00DC55DB"/>
    <w:rsid w:val="00DC62FF"/>
    <w:rsid w:val="00DC643B"/>
    <w:rsid w:val="00DC6A13"/>
    <w:rsid w:val="00DC6C4A"/>
    <w:rsid w:val="00DC7103"/>
    <w:rsid w:val="00DC7581"/>
    <w:rsid w:val="00DC75A8"/>
    <w:rsid w:val="00DC75ED"/>
    <w:rsid w:val="00DC7609"/>
    <w:rsid w:val="00DD0199"/>
    <w:rsid w:val="00DD04EE"/>
    <w:rsid w:val="00DD096D"/>
    <w:rsid w:val="00DD0BC1"/>
    <w:rsid w:val="00DD0BF6"/>
    <w:rsid w:val="00DD0E8D"/>
    <w:rsid w:val="00DD0F1D"/>
    <w:rsid w:val="00DD1053"/>
    <w:rsid w:val="00DD143A"/>
    <w:rsid w:val="00DD145B"/>
    <w:rsid w:val="00DD197F"/>
    <w:rsid w:val="00DD19E7"/>
    <w:rsid w:val="00DD2CAA"/>
    <w:rsid w:val="00DD2D53"/>
    <w:rsid w:val="00DD2E12"/>
    <w:rsid w:val="00DD3F4A"/>
    <w:rsid w:val="00DD4341"/>
    <w:rsid w:val="00DD45EB"/>
    <w:rsid w:val="00DD4626"/>
    <w:rsid w:val="00DD4BA2"/>
    <w:rsid w:val="00DD500D"/>
    <w:rsid w:val="00DD52DC"/>
    <w:rsid w:val="00DD56BC"/>
    <w:rsid w:val="00DD6094"/>
    <w:rsid w:val="00DD62BF"/>
    <w:rsid w:val="00DD631F"/>
    <w:rsid w:val="00DD63A1"/>
    <w:rsid w:val="00DD66AD"/>
    <w:rsid w:val="00DD6AF3"/>
    <w:rsid w:val="00DD7635"/>
    <w:rsid w:val="00DD79F9"/>
    <w:rsid w:val="00DD7CB9"/>
    <w:rsid w:val="00DE04C2"/>
    <w:rsid w:val="00DE04C9"/>
    <w:rsid w:val="00DE094A"/>
    <w:rsid w:val="00DE11A8"/>
    <w:rsid w:val="00DE1DDA"/>
    <w:rsid w:val="00DE21C7"/>
    <w:rsid w:val="00DE2242"/>
    <w:rsid w:val="00DE2640"/>
    <w:rsid w:val="00DE2974"/>
    <w:rsid w:val="00DE2A3A"/>
    <w:rsid w:val="00DE2FFE"/>
    <w:rsid w:val="00DE3982"/>
    <w:rsid w:val="00DE4116"/>
    <w:rsid w:val="00DE437D"/>
    <w:rsid w:val="00DE43DB"/>
    <w:rsid w:val="00DE452A"/>
    <w:rsid w:val="00DE4B0B"/>
    <w:rsid w:val="00DE4D31"/>
    <w:rsid w:val="00DE4DCA"/>
    <w:rsid w:val="00DE51BC"/>
    <w:rsid w:val="00DE545C"/>
    <w:rsid w:val="00DE61CF"/>
    <w:rsid w:val="00DE6292"/>
    <w:rsid w:val="00DE6328"/>
    <w:rsid w:val="00DE657A"/>
    <w:rsid w:val="00DE6862"/>
    <w:rsid w:val="00DE6D30"/>
    <w:rsid w:val="00DE728C"/>
    <w:rsid w:val="00DE72F7"/>
    <w:rsid w:val="00DE7806"/>
    <w:rsid w:val="00DE7F0F"/>
    <w:rsid w:val="00DF07D7"/>
    <w:rsid w:val="00DF07E5"/>
    <w:rsid w:val="00DF0E28"/>
    <w:rsid w:val="00DF123D"/>
    <w:rsid w:val="00DF19AF"/>
    <w:rsid w:val="00DF2144"/>
    <w:rsid w:val="00DF2518"/>
    <w:rsid w:val="00DF268B"/>
    <w:rsid w:val="00DF2D82"/>
    <w:rsid w:val="00DF3860"/>
    <w:rsid w:val="00DF3988"/>
    <w:rsid w:val="00DF4203"/>
    <w:rsid w:val="00DF429C"/>
    <w:rsid w:val="00DF4788"/>
    <w:rsid w:val="00DF4B94"/>
    <w:rsid w:val="00DF4D38"/>
    <w:rsid w:val="00DF4E16"/>
    <w:rsid w:val="00DF5140"/>
    <w:rsid w:val="00DF5A7C"/>
    <w:rsid w:val="00DF5C1B"/>
    <w:rsid w:val="00DF5E3B"/>
    <w:rsid w:val="00DF5F88"/>
    <w:rsid w:val="00DF6027"/>
    <w:rsid w:val="00DF6381"/>
    <w:rsid w:val="00DF657E"/>
    <w:rsid w:val="00DF674D"/>
    <w:rsid w:val="00DF6ADA"/>
    <w:rsid w:val="00DF6C49"/>
    <w:rsid w:val="00DF6E70"/>
    <w:rsid w:val="00DF6F45"/>
    <w:rsid w:val="00DF7560"/>
    <w:rsid w:val="00DF7953"/>
    <w:rsid w:val="00DF796A"/>
    <w:rsid w:val="00DF7CE5"/>
    <w:rsid w:val="00E00025"/>
    <w:rsid w:val="00E00081"/>
    <w:rsid w:val="00E0008E"/>
    <w:rsid w:val="00E006BA"/>
    <w:rsid w:val="00E00C6F"/>
    <w:rsid w:val="00E011B9"/>
    <w:rsid w:val="00E014B5"/>
    <w:rsid w:val="00E01F4E"/>
    <w:rsid w:val="00E0201B"/>
    <w:rsid w:val="00E026D0"/>
    <w:rsid w:val="00E02CFE"/>
    <w:rsid w:val="00E02F06"/>
    <w:rsid w:val="00E02F15"/>
    <w:rsid w:val="00E031FD"/>
    <w:rsid w:val="00E03AB7"/>
    <w:rsid w:val="00E03D7D"/>
    <w:rsid w:val="00E05206"/>
    <w:rsid w:val="00E05BAF"/>
    <w:rsid w:val="00E05C34"/>
    <w:rsid w:val="00E05C98"/>
    <w:rsid w:val="00E05FBB"/>
    <w:rsid w:val="00E06800"/>
    <w:rsid w:val="00E06FC6"/>
    <w:rsid w:val="00E0709D"/>
    <w:rsid w:val="00E07236"/>
    <w:rsid w:val="00E0725B"/>
    <w:rsid w:val="00E073DD"/>
    <w:rsid w:val="00E0752F"/>
    <w:rsid w:val="00E07578"/>
    <w:rsid w:val="00E077D9"/>
    <w:rsid w:val="00E1088A"/>
    <w:rsid w:val="00E10DBA"/>
    <w:rsid w:val="00E10EF6"/>
    <w:rsid w:val="00E11B64"/>
    <w:rsid w:val="00E12889"/>
    <w:rsid w:val="00E12898"/>
    <w:rsid w:val="00E12F5F"/>
    <w:rsid w:val="00E13639"/>
    <w:rsid w:val="00E13640"/>
    <w:rsid w:val="00E137FD"/>
    <w:rsid w:val="00E13F03"/>
    <w:rsid w:val="00E14282"/>
    <w:rsid w:val="00E1436F"/>
    <w:rsid w:val="00E14624"/>
    <w:rsid w:val="00E14708"/>
    <w:rsid w:val="00E147B1"/>
    <w:rsid w:val="00E154AD"/>
    <w:rsid w:val="00E15C57"/>
    <w:rsid w:val="00E15E03"/>
    <w:rsid w:val="00E1689E"/>
    <w:rsid w:val="00E16CC9"/>
    <w:rsid w:val="00E16DD1"/>
    <w:rsid w:val="00E17886"/>
    <w:rsid w:val="00E17C97"/>
    <w:rsid w:val="00E17D37"/>
    <w:rsid w:val="00E20290"/>
    <w:rsid w:val="00E20CBC"/>
    <w:rsid w:val="00E21936"/>
    <w:rsid w:val="00E21C96"/>
    <w:rsid w:val="00E21EE1"/>
    <w:rsid w:val="00E21FA5"/>
    <w:rsid w:val="00E220C2"/>
    <w:rsid w:val="00E22272"/>
    <w:rsid w:val="00E22337"/>
    <w:rsid w:val="00E2366B"/>
    <w:rsid w:val="00E237A0"/>
    <w:rsid w:val="00E23E23"/>
    <w:rsid w:val="00E2413C"/>
    <w:rsid w:val="00E24540"/>
    <w:rsid w:val="00E24DF7"/>
    <w:rsid w:val="00E253AE"/>
    <w:rsid w:val="00E2551A"/>
    <w:rsid w:val="00E255C0"/>
    <w:rsid w:val="00E259C0"/>
    <w:rsid w:val="00E25C5B"/>
    <w:rsid w:val="00E2616D"/>
    <w:rsid w:val="00E26504"/>
    <w:rsid w:val="00E26D44"/>
    <w:rsid w:val="00E26FCD"/>
    <w:rsid w:val="00E27649"/>
    <w:rsid w:val="00E30098"/>
    <w:rsid w:val="00E304A8"/>
    <w:rsid w:val="00E30B84"/>
    <w:rsid w:val="00E30CAA"/>
    <w:rsid w:val="00E31397"/>
    <w:rsid w:val="00E31483"/>
    <w:rsid w:val="00E31BF5"/>
    <w:rsid w:val="00E31C3D"/>
    <w:rsid w:val="00E31DFF"/>
    <w:rsid w:val="00E32225"/>
    <w:rsid w:val="00E32799"/>
    <w:rsid w:val="00E32958"/>
    <w:rsid w:val="00E32A43"/>
    <w:rsid w:val="00E32D24"/>
    <w:rsid w:val="00E32E59"/>
    <w:rsid w:val="00E32F75"/>
    <w:rsid w:val="00E33571"/>
    <w:rsid w:val="00E3358F"/>
    <w:rsid w:val="00E33A35"/>
    <w:rsid w:val="00E33B76"/>
    <w:rsid w:val="00E33C38"/>
    <w:rsid w:val="00E33F19"/>
    <w:rsid w:val="00E34037"/>
    <w:rsid w:val="00E34795"/>
    <w:rsid w:val="00E34AC3"/>
    <w:rsid w:val="00E350FD"/>
    <w:rsid w:val="00E35B03"/>
    <w:rsid w:val="00E35D04"/>
    <w:rsid w:val="00E363B5"/>
    <w:rsid w:val="00E364E5"/>
    <w:rsid w:val="00E36F4F"/>
    <w:rsid w:val="00E372B2"/>
    <w:rsid w:val="00E37385"/>
    <w:rsid w:val="00E378D0"/>
    <w:rsid w:val="00E37EFF"/>
    <w:rsid w:val="00E4091D"/>
    <w:rsid w:val="00E40ACF"/>
    <w:rsid w:val="00E40CA7"/>
    <w:rsid w:val="00E411DF"/>
    <w:rsid w:val="00E4149F"/>
    <w:rsid w:val="00E41829"/>
    <w:rsid w:val="00E41E6B"/>
    <w:rsid w:val="00E41EFF"/>
    <w:rsid w:val="00E427D4"/>
    <w:rsid w:val="00E431BF"/>
    <w:rsid w:val="00E431C0"/>
    <w:rsid w:val="00E43305"/>
    <w:rsid w:val="00E43406"/>
    <w:rsid w:val="00E43A66"/>
    <w:rsid w:val="00E43BFA"/>
    <w:rsid w:val="00E43DA6"/>
    <w:rsid w:val="00E43F59"/>
    <w:rsid w:val="00E43FF4"/>
    <w:rsid w:val="00E44096"/>
    <w:rsid w:val="00E448E9"/>
    <w:rsid w:val="00E44E5F"/>
    <w:rsid w:val="00E45AF0"/>
    <w:rsid w:val="00E46538"/>
    <w:rsid w:val="00E46691"/>
    <w:rsid w:val="00E46848"/>
    <w:rsid w:val="00E46B47"/>
    <w:rsid w:val="00E46D53"/>
    <w:rsid w:val="00E4740E"/>
    <w:rsid w:val="00E47432"/>
    <w:rsid w:val="00E47AAC"/>
    <w:rsid w:val="00E47BF6"/>
    <w:rsid w:val="00E501E8"/>
    <w:rsid w:val="00E50401"/>
    <w:rsid w:val="00E50429"/>
    <w:rsid w:val="00E5046C"/>
    <w:rsid w:val="00E50898"/>
    <w:rsid w:val="00E513D3"/>
    <w:rsid w:val="00E51968"/>
    <w:rsid w:val="00E51C95"/>
    <w:rsid w:val="00E523F8"/>
    <w:rsid w:val="00E530F9"/>
    <w:rsid w:val="00E53647"/>
    <w:rsid w:val="00E53763"/>
    <w:rsid w:val="00E548CD"/>
    <w:rsid w:val="00E55729"/>
    <w:rsid w:val="00E557BC"/>
    <w:rsid w:val="00E55B81"/>
    <w:rsid w:val="00E55E21"/>
    <w:rsid w:val="00E55F18"/>
    <w:rsid w:val="00E56049"/>
    <w:rsid w:val="00E56769"/>
    <w:rsid w:val="00E56EE8"/>
    <w:rsid w:val="00E573E9"/>
    <w:rsid w:val="00E57A88"/>
    <w:rsid w:val="00E57E71"/>
    <w:rsid w:val="00E6003D"/>
    <w:rsid w:val="00E61621"/>
    <w:rsid w:val="00E6194C"/>
    <w:rsid w:val="00E61DE0"/>
    <w:rsid w:val="00E61E59"/>
    <w:rsid w:val="00E61EDC"/>
    <w:rsid w:val="00E62496"/>
    <w:rsid w:val="00E6255E"/>
    <w:rsid w:val="00E62EBD"/>
    <w:rsid w:val="00E6315B"/>
    <w:rsid w:val="00E635E1"/>
    <w:rsid w:val="00E6382A"/>
    <w:rsid w:val="00E63872"/>
    <w:rsid w:val="00E63D92"/>
    <w:rsid w:val="00E63E11"/>
    <w:rsid w:val="00E63EAD"/>
    <w:rsid w:val="00E64302"/>
    <w:rsid w:val="00E64CA8"/>
    <w:rsid w:val="00E65074"/>
    <w:rsid w:val="00E65384"/>
    <w:rsid w:val="00E65C6C"/>
    <w:rsid w:val="00E65E64"/>
    <w:rsid w:val="00E65F8D"/>
    <w:rsid w:val="00E66195"/>
    <w:rsid w:val="00E6634A"/>
    <w:rsid w:val="00E66A62"/>
    <w:rsid w:val="00E66EB6"/>
    <w:rsid w:val="00E673B9"/>
    <w:rsid w:val="00E6757F"/>
    <w:rsid w:val="00E67754"/>
    <w:rsid w:val="00E7038F"/>
    <w:rsid w:val="00E70CC7"/>
    <w:rsid w:val="00E71142"/>
    <w:rsid w:val="00E712FC"/>
    <w:rsid w:val="00E71867"/>
    <w:rsid w:val="00E7197D"/>
    <w:rsid w:val="00E72EC5"/>
    <w:rsid w:val="00E73113"/>
    <w:rsid w:val="00E73302"/>
    <w:rsid w:val="00E734BB"/>
    <w:rsid w:val="00E7357D"/>
    <w:rsid w:val="00E7380D"/>
    <w:rsid w:val="00E739BC"/>
    <w:rsid w:val="00E73E41"/>
    <w:rsid w:val="00E7406E"/>
    <w:rsid w:val="00E74912"/>
    <w:rsid w:val="00E74B3C"/>
    <w:rsid w:val="00E74BA2"/>
    <w:rsid w:val="00E74DE0"/>
    <w:rsid w:val="00E75055"/>
    <w:rsid w:val="00E750D2"/>
    <w:rsid w:val="00E7574A"/>
    <w:rsid w:val="00E75A5B"/>
    <w:rsid w:val="00E7639B"/>
    <w:rsid w:val="00E766FA"/>
    <w:rsid w:val="00E76808"/>
    <w:rsid w:val="00E80160"/>
    <w:rsid w:val="00E80299"/>
    <w:rsid w:val="00E80B36"/>
    <w:rsid w:val="00E8168B"/>
    <w:rsid w:val="00E8179D"/>
    <w:rsid w:val="00E81845"/>
    <w:rsid w:val="00E81940"/>
    <w:rsid w:val="00E81B44"/>
    <w:rsid w:val="00E81C2F"/>
    <w:rsid w:val="00E824D3"/>
    <w:rsid w:val="00E824EE"/>
    <w:rsid w:val="00E82AC6"/>
    <w:rsid w:val="00E8301C"/>
    <w:rsid w:val="00E837B5"/>
    <w:rsid w:val="00E83D3B"/>
    <w:rsid w:val="00E83E5E"/>
    <w:rsid w:val="00E83F80"/>
    <w:rsid w:val="00E848F9"/>
    <w:rsid w:val="00E8503B"/>
    <w:rsid w:val="00E85CB1"/>
    <w:rsid w:val="00E867C9"/>
    <w:rsid w:val="00E867D5"/>
    <w:rsid w:val="00E872A3"/>
    <w:rsid w:val="00E872DB"/>
    <w:rsid w:val="00E873FC"/>
    <w:rsid w:val="00E87EB8"/>
    <w:rsid w:val="00E90995"/>
    <w:rsid w:val="00E90C61"/>
    <w:rsid w:val="00E91439"/>
    <w:rsid w:val="00E91699"/>
    <w:rsid w:val="00E9191A"/>
    <w:rsid w:val="00E91D57"/>
    <w:rsid w:val="00E91EE1"/>
    <w:rsid w:val="00E91EED"/>
    <w:rsid w:val="00E92054"/>
    <w:rsid w:val="00E9208E"/>
    <w:rsid w:val="00E929A9"/>
    <w:rsid w:val="00E934FC"/>
    <w:rsid w:val="00E93B0C"/>
    <w:rsid w:val="00E93D8A"/>
    <w:rsid w:val="00E94190"/>
    <w:rsid w:val="00E943D8"/>
    <w:rsid w:val="00E94677"/>
    <w:rsid w:val="00E95A71"/>
    <w:rsid w:val="00E95AB9"/>
    <w:rsid w:val="00E963B3"/>
    <w:rsid w:val="00E965ED"/>
    <w:rsid w:val="00E96A89"/>
    <w:rsid w:val="00E96BBB"/>
    <w:rsid w:val="00E9721A"/>
    <w:rsid w:val="00E973E3"/>
    <w:rsid w:val="00E97800"/>
    <w:rsid w:val="00E97A69"/>
    <w:rsid w:val="00E97F2C"/>
    <w:rsid w:val="00EA09B0"/>
    <w:rsid w:val="00EA0A13"/>
    <w:rsid w:val="00EA0BA4"/>
    <w:rsid w:val="00EA0E21"/>
    <w:rsid w:val="00EA1352"/>
    <w:rsid w:val="00EA185E"/>
    <w:rsid w:val="00EA1A24"/>
    <w:rsid w:val="00EA28D1"/>
    <w:rsid w:val="00EA358D"/>
    <w:rsid w:val="00EA39A7"/>
    <w:rsid w:val="00EA3B8E"/>
    <w:rsid w:val="00EA3CC5"/>
    <w:rsid w:val="00EA4142"/>
    <w:rsid w:val="00EA44C0"/>
    <w:rsid w:val="00EA459C"/>
    <w:rsid w:val="00EA492B"/>
    <w:rsid w:val="00EA4B99"/>
    <w:rsid w:val="00EA4BC0"/>
    <w:rsid w:val="00EA4E71"/>
    <w:rsid w:val="00EA5323"/>
    <w:rsid w:val="00EA60AC"/>
    <w:rsid w:val="00EA688B"/>
    <w:rsid w:val="00EA6D35"/>
    <w:rsid w:val="00EA6D52"/>
    <w:rsid w:val="00EA6DBD"/>
    <w:rsid w:val="00EA7124"/>
    <w:rsid w:val="00EA7884"/>
    <w:rsid w:val="00EA79C6"/>
    <w:rsid w:val="00EA7AB2"/>
    <w:rsid w:val="00EA7AFD"/>
    <w:rsid w:val="00EA7C4C"/>
    <w:rsid w:val="00EA7D3C"/>
    <w:rsid w:val="00EA7DFD"/>
    <w:rsid w:val="00EB073B"/>
    <w:rsid w:val="00EB1B1A"/>
    <w:rsid w:val="00EB1BFA"/>
    <w:rsid w:val="00EB2110"/>
    <w:rsid w:val="00EB3728"/>
    <w:rsid w:val="00EB39E1"/>
    <w:rsid w:val="00EB3BC9"/>
    <w:rsid w:val="00EB3C47"/>
    <w:rsid w:val="00EB3C8F"/>
    <w:rsid w:val="00EB4855"/>
    <w:rsid w:val="00EB4B93"/>
    <w:rsid w:val="00EB4E92"/>
    <w:rsid w:val="00EB4F4E"/>
    <w:rsid w:val="00EB5115"/>
    <w:rsid w:val="00EB53A0"/>
    <w:rsid w:val="00EB5B88"/>
    <w:rsid w:val="00EB5C4C"/>
    <w:rsid w:val="00EB62A5"/>
    <w:rsid w:val="00EB67D2"/>
    <w:rsid w:val="00EB69DB"/>
    <w:rsid w:val="00EB69E3"/>
    <w:rsid w:val="00EB6DCA"/>
    <w:rsid w:val="00EB711A"/>
    <w:rsid w:val="00EB75B3"/>
    <w:rsid w:val="00EB7660"/>
    <w:rsid w:val="00EB78FD"/>
    <w:rsid w:val="00EB7ECE"/>
    <w:rsid w:val="00EC0732"/>
    <w:rsid w:val="00EC0DA9"/>
    <w:rsid w:val="00EC18FB"/>
    <w:rsid w:val="00EC1E00"/>
    <w:rsid w:val="00EC23EB"/>
    <w:rsid w:val="00EC25CF"/>
    <w:rsid w:val="00EC266F"/>
    <w:rsid w:val="00EC26E7"/>
    <w:rsid w:val="00EC273C"/>
    <w:rsid w:val="00EC2874"/>
    <w:rsid w:val="00EC29D4"/>
    <w:rsid w:val="00EC32A2"/>
    <w:rsid w:val="00EC3B77"/>
    <w:rsid w:val="00EC4480"/>
    <w:rsid w:val="00EC44FF"/>
    <w:rsid w:val="00EC53F7"/>
    <w:rsid w:val="00EC58EA"/>
    <w:rsid w:val="00EC59CF"/>
    <w:rsid w:val="00EC5BC1"/>
    <w:rsid w:val="00EC5D63"/>
    <w:rsid w:val="00EC63B7"/>
    <w:rsid w:val="00EC652F"/>
    <w:rsid w:val="00EC6CDE"/>
    <w:rsid w:val="00EC73A4"/>
    <w:rsid w:val="00EC7448"/>
    <w:rsid w:val="00EC77D9"/>
    <w:rsid w:val="00EC7A0A"/>
    <w:rsid w:val="00EC7D6D"/>
    <w:rsid w:val="00EC7EE0"/>
    <w:rsid w:val="00ED019E"/>
    <w:rsid w:val="00ED01E7"/>
    <w:rsid w:val="00ED0599"/>
    <w:rsid w:val="00ED09BB"/>
    <w:rsid w:val="00ED0D65"/>
    <w:rsid w:val="00ED0F31"/>
    <w:rsid w:val="00ED1721"/>
    <w:rsid w:val="00ED1A5B"/>
    <w:rsid w:val="00ED1E57"/>
    <w:rsid w:val="00ED2F6D"/>
    <w:rsid w:val="00ED30AE"/>
    <w:rsid w:val="00ED321E"/>
    <w:rsid w:val="00ED356D"/>
    <w:rsid w:val="00ED3C64"/>
    <w:rsid w:val="00ED3E62"/>
    <w:rsid w:val="00ED40DC"/>
    <w:rsid w:val="00ED4B59"/>
    <w:rsid w:val="00ED5901"/>
    <w:rsid w:val="00ED59E9"/>
    <w:rsid w:val="00ED6182"/>
    <w:rsid w:val="00ED6D1A"/>
    <w:rsid w:val="00ED76AB"/>
    <w:rsid w:val="00EE0159"/>
    <w:rsid w:val="00EE0C21"/>
    <w:rsid w:val="00EE124F"/>
    <w:rsid w:val="00EE12DE"/>
    <w:rsid w:val="00EE1342"/>
    <w:rsid w:val="00EE14F7"/>
    <w:rsid w:val="00EE1740"/>
    <w:rsid w:val="00EE1877"/>
    <w:rsid w:val="00EE19B5"/>
    <w:rsid w:val="00EE1FF3"/>
    <w:rsid w:val="00EE215D"/>
    <w:rsid w:val="00EE2DFE"/>
    <w:rsid w:val="00EE2E61"/>
    <w:rsid w:val="00EE31F2"/>
    <w:rsid w:val="00EE3CCE"/>
    <w:rsid w:val="00EE4278"/>
    <w:rsid w:val="00EE489A"/>
    <w:rsid w:val="00EE5E00"/>
    <w:rsid w:val="00EE61A0"/>
    <w:rsid w:val="00EE6906"/>
    <w:rsid w:val="00EE6B04"/>
    <w:rsid w:val="00EE756A"/>
    <w:rsid w:val="00EF05A9"/>
    <w:rsid w:val="00EF0730"/>
    <w:rsid w:val="00EF1353"/>
    <w:rsid w:val="00EF142C"/>
    <w:rsid w:val="00EF1666"/>
    <w:rsid w:val="00EF1E66"/>
    <w:rsid w:val="00EF2022"/>
    <w:rsid w:val="00EF21F8"/>
    <w:rsid w:val="00EF2324"/>
    <w:rsid w:val="00EF334F"/>
    <w:rsid w:val="00EF3637"/>
    <w:rsid w:val="00EF3F5F"/>
    <w:rsid w:val="00EF4363"/>
    <w:rsid w:val="00EF4DD3"/>
    <w:rsid w:val="00EF4EF7"/>
    <w:rsid w:val="00EF51A7"/>
    <w:rsid w:val="00EF52C1"/>
    <w:rsid w:val="00EF55E8"/>
    <w:rsid w:val="00EF56B7"/>
    <w:rsid w:val="00EF5C03"/>
    <w:rsid w:val="00EF653F"/>
    <w:rsid w:val="00EF6705"/>
    <w:rsid w:val="00EF6952"/>
    <w:rsid w:val="00EF70A5"/>
    <w:rsid w:val="00EF73DA"/>
    <w:rsid w:val="00EF7573"/>
    <w:rsid w:val="00F0013F"/>
    <w:rsid w:val="00F006D5"/>
    <w:rsid w:val="00F00C54"/>
    <w:rsid w:val="00F00D85"/>
    <w:rsid w:val="00F02191"/>
    <w:rsid w:val="00F0248D"/>
    <w:rsid w:val="00F025A7"/>
    <w:rsid w:val="00F0265D"/>
    <w:rsid w:val="00F02999"/>
    <w:rsid w:val="00F02BDF"/>
    <w:rsid w:val="00F034E6"/>
    <w:rsid w:val="00F03944"/>
    <w:rsid w:val="00F03BE0"/>
    <w:rsid w:val="00F03E67"/>
    <w:rsid w:val="00F04221"/>
    <w:rsid w:val="00F046F6"/>
    <w:rsid w:val="00F04725"/>
    <w:rsid w:val="00F049CD"/>
    <w:rsid w:val="00F049FD"/>
    <w:rsid w:val="00F055CC"/>
    <w:rsid w:val="00F058F7"/>
    <w:rsid w:val="00F05A04"/>
    <w:rsid w:val="00F05DA9"/>
    <w:rsid w:val="00F05DCF"/>
    <w:rsid w:val="00F05F38"/>
    <w:rsid w:val="00F05FDE"/>
    <w:rsid w:val="00F06232"/>
    <w:rsid w:val="00F066B6"/>
    <w:rsid w:val="00F06E70"/>
    <w:rsid w:val="00F06F49"/>
    <w:rsid w:val="00F07043"/>
    <w:rsid w:val="00F07462"/>
    <w:rsid w:val="00F079CC"/>
    <w:rsid w:val="00F07CFF"/>
    <w:rsid w:val="00F07E2F"/>
    <w:rsid w:val="00F1009D"/>
    <w:rsid w:val="00F10201"/>
    <w:rsid w:val="00F105B5"/>
    <w:rsid w:val="00F10AC3"/>
    <w:rsid w:val="00F10CE9"/>
    <w:rsid w:val="00F10D00"/>
    <w:rsid w:val="00F11144"/>
    <w:rsid w:val="00F123E5"/>
    <w:rsid w:val="00F129C2"/>
    <w:rsid w:val="00F12E7A"/>
    <w:rsid w:val="00F1372C"/>
    <w:rsid w:val="00F138E6"/>
    <w:rsid w:val="00F1398D"/>
    <w:rsid w:val="00F13A20"/>
    <w:rsid w:val="00F13E66"/>
    <w:rsid w:val="00F1408E"/>
    <w:rsid w:val="00F143EF"/>
    <w:rsid w:val="00F14509"/>
    <w:rsid w:val="00F148B7"/>
    <w:rsid w:val="00F14C20"/>
    <w:rsid w:val="00F152A3"/>
    <w:rsid w:val="00F15EF0"/>
    <w:rsid w:val="00F15FA1"/>
    <w:rsid w:val="00F16334"/>
    <w:rsid w:val="00F16854"/>
    <w:rsid w:val="00F1727B"/>
    <w:rsid w:val="00F177B3"/>
    <w:rsid w:val="00F17DBE"/>
    <w:rsid w:val="00F17F63"/>
    <w:rsid w:val="00F20C7B"/>
    <w:rsid w:val="00F20F23"/>
    <w:rsid w:val="00F213A1"/>
    <w:rsid w:val="00F2184F"/>
    <w:rsid w:val="00F21F81"/>
    <w:rsid w:val="00F22A50"/>
    <w:rsid w:val="00F22C00"/>
    <w:rsid w:val="00F2324F"/>
    <w:rsid w:val="00F236BB"/>
    <w:rsid w:val="00F239C2"/>
    <w:rsid w:val="00F24338"/>
    <w:rsid w:val="00F248E2"/>
    <w:rsid w:val="00F24AFB"/>
    <w:rsid w:val="00F24CBF"/>
    <w:rsid w:val="00F25B56"/>
    <w:rsid w:val="00F25C5B"/>
    <w:rsid w:val="00F25FA9"/>
    <w:rsid w:val="00F26C20"/>
    <w:rsid w:val="00F26CBE"/>
    <w:rsid w:val="00F273A4"/>
    <w:rsid w:val="00F27512"/>
    <w:rsid w:val="00F27800"/>
    <w:rsid w:val="00F27AD2"/>
    <w:rsid w:val="00F305A2"/>
    <w:rsid w:val="00F306F1"/>
    <w:rsid w:val="00F3087B"/>
    <w:rsid w:val="00F30926"/>
    <w:rsid w:val="00F30A24"/>
    <w:rsid w:val="00F30AA6"/>
    <w:rsid w:val="00F30C4A"/>
    <w:rsid w:val="00F32058"/>
    <w:rsid w:val="00F320FF"/>
    <w:rsid w:val="00F32245"/>
    <w:rsid w:val="00F3236D"/>
    <w:rsid w:val="00F325B0"/>
    <w:rsid w:val="00F32635"/>
    <w:rsid w:val="00F329C1"/>
    <w:rsid w:val="00F32A4E"/>
    <w:rsid w:val="00F32F8F"/>
    <w:rsid w:val="00F331F5"/>
    <w:rsid w:val="00F33239"/>
    <w:rsid w:val="00F3374E"/>
    <w:rsid w:val="00F33E83"/>
    <w:rsid w:val="00F345C8"/>
    <w:rsid w:val="00F34848"/>
    <w:rsid w:val="00F349E8"/>
    <w:rsid w:val="00F34A1C"/>
    <w:rsid w:val="00F34C32"/>
    <w:rsid w:val="00F34FB8"/>
    <w:rsid w:val="00F352EF"/>
    <w:rsid w:val="00F359F9"/>
    <w:rsid w:val="00F35AE2"/>
    <w:rsid w:val="00F35B3B"/>
    <w:rsid w:val="00F35F56"/>
    <w:rsid w:val="00F3683F"/>
    <w:rsid w:val="00F36874"/>
    <w:rsid w:val="00F36AFC"/>
    <w:rsid w:val="00F36CF7"/>
    <w:rsid w:val="00F37006"/>
    <w:rsid w:val="00F370E5"/>
    <w:rsid w:val="00F3734E"/>
    <w:rsid w:val="00F37449"/>
    <w:rsid w:val="00F374DA"/>
    <w:rsid w:val="00F37738"/>
    <w:rsid w:val="00F37952"/>
    <w:rsid w:val="00F37CEC"/>
    <w:rsid w:val="00F400F4"/>
    <w:rsid w:val="00F40495"/>
    <w:rsid w:val="00F41348"/>
    <w:rsid w:val="00F4163C"/>
    <w:rsid w:val="00F418B6"/>
    <w:rsid w:val="00F4226B"/>
    <w:rsid w:val="00F4292D"/>
    <w:rsid w:val="00F42A07"/>
    <w:rsid w:val="00F42BD4"/>
    <w:rsid w:val="00F42F6B"/>
    <w:rsid w:val="00F430A0"/>
    <w:rsid w:val="00F43207"/>
    <w:rsid w:val="00F4363B"/>
    <w:rsid w:val="00F43D29"/>
    <w:rsid w:val="00F43E36"/>
    <w:rsid w:val="00F443D5"/>
    <w:rsid w:val="00F443EE"/>
    <w:rsid w:val="00F4457C"/>
    <w:rsid w:val="00F44BBD"/>
    <w:rsid w:val="00F44D7E"/>
    <w:rsid w:val="00F44FBA"/>
    <w:rsid w:val="00F4537A"/>
    <w:rsid w:val="00F4570F"/>
    <w:rsid w:val="00F45EF3"/>
    <w:rsid w:val="00F46C1F"/>
    <w:rsid w:val="00F472AC"/>
    <w:rsid w:val="00F47A3B"/>
    <w:rsid w:val="00F50674"/>
    <w:rsid w:val="00F50828"/>
    <w:rsid w:val="00F50BA0"/>
    <w:rsid w:val="00F50EE2"/>
    <w:rsid w:val="00F511B4"/>
    <w:rsid w:val="00F5188D"/>
    <w:rsid w:val="00F51F21"/>
    <w:rsid w:val="00F522B2"/>
    <w:rsid w:val="00F5248F"/>
    <w:rsid w:val="00F52BCB"/>
    <w:rsid w:val="00F533CB"/>
    <w:rsid w:val="00F535E1"/>
    <w:rsid w:val="00F5386E"/>
    <w:rsid w:val="00F5394C"/>
    <w:rsid w:val="00F53AAE"/>
    <w:rsid w:val="00F53C88"/>
    <w:rsid w:val="00F5420F"/>
    <w:rsid w:val="00F54336"/>
    <w:rsid w:val="00F54B54"/>
    <w:rsid w:val="00F5519E"/>
    <w:rsid w:val="00F556ED"/>
    <w:rsid w:val="00F55861"/>
    <w:rsid w:val="00F55E5D"/>
    <w:rsid w:val="00F564C3"/>
    <w:rsid w:val="00F568EF"/>
    <w:rsid w:val="00F56CC1"/>
    <w:rsid w:val="00F56DDA"/>
    <w:rsid w:val="00F57150"/>
    <w:rsid w:val="00F5731E"/>
    <w:rsid w:val="00F57841"/>
    <w:rsid w:val="00F57E89"/>
    <w:rsid w:val="00F57FE9"/>
    <w:rsid w:val="00F60526"/>
    <w:rsid w:val="00F60708"/>
    <w:rsid w:val="00F60BD0"/>
    <w:rsid w:val="00F60C26"/>
    <w:rsid w:val="00F60D09"/>
    <w:rsid w:val="00F60DA4"/>
    <w:rsid w:val="00F60E40"/>
    <w:rsid w:val="00F61026"/>
    <w:rsid w:val="00F61089"/>
    <w:rsid w:val="00F613AB"/>
    <w:rsid w:val="00F61A00"/>
    <w:rsid w:val="00F61A99"/>
    <w:rsid w:val="00F61CBC"/>
    <w:rsid w:val="00F621BF"/>
    <w:rsid w:val="00F625FF"/>
    <w:rsid w:val="00F6267B"/>
    <w:rsid w:val="00F62DCB"/>
    <w:rsid w:val="00F63EE9"/>
    <w:rsid w:val="00F6445F"/>
    <w:rsid w:val="00F64875"/>
    <w:rsid w:val="00F64A41"/>
    <w:rsid w:val="00F64B34"/>
    <w:rsid w:val="00F64D54"/>
    <w:rsid w:val="00F64DCA"/>
    <w:rsid w:val="00F65245"/>
    <w:rsid w:val="00F65AFF"/>
    <w:rsid w:val="00F65BBC"/>
    <w:rsid w:val="00F663F3"/>
    <w:rsid w:val="00F66556"/>
    <w:rsid w:val="00F66B7E"/>
    <w:rsid w:val="00F67BFD"/>
    <w:rsid w:val="00F7014A"/>
    <w:rsid w:val="00F70766"/>
    <w:rsid w:val="00F70DC5"/>
    <w:rsid w:val="00F70FCA"/>
    <w:rsid w:val="00F7117E"/>
    <w:rsid w:val="00F7166F"/>
    <w:rsid w:val="00F7188B"/>
    <w:rsid w:val="00F71A08"/>
    <w:rsid w:val="00F71F16"/>
    <w:rsid w:val="00F7220F"/>
    <w:rsid w:val="00F72762"/>
    <w:rsid w:val="00F736E0"/>
    <w:rsid w:val="00F73EFE"/>
    <w:rsid w:val="00F744D3"/>
    <w:rsid w:val="00F74EE2"/>
    <w:rsid w:val="00F755A8"/>
    <w:rsid w:val="00F75D73"/>
    <w:rsid w:val="00F76A48"/>
    <w:rsid w:val="00F7705D"/>
    <w:rsid w:val="00F77196"/>
    <w:rsid w:val="00F77231"/>
    <w:rsid w:val="00F77724"/>
    <w:rsid w:val="00F77757"/>
    <w:rsid w:val="00F7791E"/>
    <w:rsid w:val="00F809FC"/>
    <w:rsid w:val="00F80DD3"/>
    <w:rsid w:val="00F80DEC"/>
    <w:rsid w:val="00F81218"/>
    <w:rsid w:val="00F81248"/>
    <w:rsid w:val="00F8206A"/>
    <w:rsid w:val="00F82191"/>
    <w:rsid w:val="00F824D8"/>
    <w:rsid w:val="00F82D05"/>
    <w:rsid w:val="00F82D1E"/>
    <w:rsid w:val="00F8353B"/>
    <w:rsid w:val="00F837F3"/>
    <w:rsid w:val="00F8384A"/>
    <w:rsid w:val="00F83EBE"/>
    <w:rsid w:val="00F84775"/>
    <w:rsid w:val="00F848E7"/>
    <w:rsid w:val="00F84A90"/>
    <w:rsid w:val="00F84CD5"/>
    <w:rsid w:val="00F852B2"/>
    <w:rsid w:val="00F85596"/>
    <w:rsid w:val="00F85C0C"/>
    <w:rsid w:val="00F86342"/>
    <w:rsid w:val="00F865C4"/>
    <w:rsid w:val="00F86894"/>
    <w:rsid w:val="00F86D36"/>
    <w:rsid w:val="00F87108"/>
    <w:rsid w:val="00F871E2"/>
    <w:rsid w:val="00F8779A"/>
    <w:rsid w:val="00F878A7"/>
    <w:rsid w:val="00F90518"/>
    <w:rsid w:val="00F909C0"/>
    <w:rsid w:val="00F90CD4"/>
    <w:rsid w:val="00F90F27"/>
    <w:rsid w:val="00F92083"/>
    <w:rsid w:val="00F922BD"/>
    <w:rsid w:val="00F92865"/>
    <w:rsid w:val="00F92D29"/>
    <w:rsid w:val="00F92D3A"/>
    <w:rsid w:val="00F92EEE"/>
    <w:rsid w:val="00F9375C"/>
    <w:rsid w:val="00F9406D"/>
    <w:rsid w:val="00F945D8"/>
    <w:rsid w:val="00F94775"/>
    <w:rsid w:val="00F9587A"/>
    <w:rsid w:val="00F95A7A"/>
    <w:rsid w:val="00F95A98"/>
    <w:rsid w:val="00F95C9D"/>
    <w:rsid w:val="00F95D41"/>
    <w:rsid w:val="00F95F88"/>
    <w:rsid w:val="00F960D7"/>
    <w:rsid w:val="00F96311"/>
    <w:rsid w:val="00F96478"/>
    <w:rsid w:val="00F970F4"/>
    <w:rsid w:val="00F97347"/>
    <w:rsid w:val="00F97A27"/>
    <w:rsid w:val="00FA05CF"/>
    <w:rsid w:val="00FA061F"/>
    <w:rsid w:val="00FA0BCE"/>
    <w:rsid w:val="00FA0C2A"/>
    <w:rsid w:val="00FA0E12"/>
    <w:rsid w:val="00FA0EA8"/>
    <w:rsid w:val="00FA134C"/>
    <w:rsid w:val="00FA19EF"/>
    <w:rsid w:val="00FA1B72"/>
    <w:rsid w:val="00FA1D0D"/>
    <w:rsid w:val="00FA1E22"/>
    <w:rsid w:val="00FA1EE5"/>
    <w:rsid w:val="00FA1FFE"/>
    <w:rsid w:val="00FA2176"/>
    <w:rsid w:val="00FA378E"/>
    <w:rsid w:val="00FA4875"/>
    <w:rsid w:val="00FA5049"/>
    <w:rsid w:val="00FA5D5A"/>
    <w:rsid w:val="00FA68A3"/>
    <w:rsid w:val="00FA6989"/>
    <w:rsid w:val="00FA72B7"/>
    <w:rsid w:val="00FA73D7"/>
    <w:rsid w:val="00FA7D68"/>
    <w:rsid w:val="00FB1A1D"/>
    <w:rsid w:val="00FB1CF6"/>
    <w:rsid w:val="00FB1E4C"/>
    <w:rsid w:val="00FB201E"/>
    <w:rsid w:val="00FB24E7"/>
    <w:rsid w:val="00FB26CB"/>
    <w:rsid w:val="00FB2A82"/>
    <w:rsid w:val="00FB3D74"/>
    <w:rsid w:val="00FB3E07"/>
    <w:rsid w:val="00FB4567"/>
    <w:rsid w:val="00FB46C3"/>
    <w:rsid w:val="00FB49F9"/>
    <w:rsid w:val="00FB527A"/>
    <w:rsid w:val="00FB564A"/>
    <w:rsid w:val="00FB57C3"/>
    <w:rsid w:val="00FB6394"/>
    <w:rsid w:val="00FB67D1"/>
    <w:rsid w:val="00FB694D"/>
    <w:rsid w:val="00FB6C1F"/>
    <w:rsid w:val="00FB6D12"/>
    <w:rsid w:val="00FB6F11"/>
    <w:rsid w:val="00FB701E"/>
    <w:rsid w:val="00FB71A8"/>
    <w:rsid w:val="00FB73C5"/>
    <w:rsid w:val="00FB7681"/>
    <w:rsid w:val="00FB7909"/>
    <w:rsid w:val="00FB7F54"/>
    <w:rsid w:val="00FC028B"/>
    <w:rsid w:val="00FC02F6"/>
    <w:rsid w:val="00FC1993"/>
    <w:rsid w:val="00FC2290"/>
    <w:rsid w:val="00FC2741"/>
    <w:rsid w:val="00FC27C9"/>
    <w:rsid w:val="00FC3409"/>
    <w:rsid w:val="00FC376F"/>
    <w:rsid w:val="00FC3CC7"/>
    <w:rsid w:val="00FC4752"/>
    <w:rsid w:val="00FC4ACF"/>
    <w:rsid w:val="00FC4EBB"/>
    <w:rsid w:val="00FC5112"/>
    <w:rsid w:val="00FC57DD"/>
    <w:rsid w:val="00FC5DCE"/>
    <w:rsid w:val="00FC5DDB"/>
    <w:rsid w:val="00FC5E57"/>
    <w:rsid w:val="00FC72A9"/>
    <w:rsid w:val="00FC75BD"/>
    <w:rsid w:val="00FC7ACA"/>
    <w:rsid w:val="00FC7CFE"/>
    <w:rsid w:val="00FD0332"/>
    <w:rsid w:val="00FD0616"/>
    <w:rsid w:val="00FD06E5"/>
    <w:rsid w:val="00FD0927"/>
    <w:rsid w:val="00FD0A8E"/>
    <w:rsid w:val="00FD0DF4"/>
    <w:rsid w:val="00FD0F8B"/>
    <w:rsid w:val="00FD1B9A"/>
    <w:rsid w:val="00FD2B87"/>
    <w:rsid w:val="00FD2CD2"/>
    <w:rsid w:val="00FD2E15"/>
    <w:rsid w:val="00FD3844"/>
    <w:rsid w:val="00FD3A86"/>
    <w:rsid w:val="00FD43E0"/>
    <w:rsid w:val="00FD449D"/>
    <w:rsid w:val="00FD4A23"/>
    <w:rsid w:val="00FD4BA1"/>
    <w:rsid w:val="00FD5046"/>
    <w:rsid w:val="00FD55DA"/>
    <w:rsid w:val="00FD5B87"/>
    <w:rsid w:val="00FD5DA4"/>
    <w:rsid w:val="00FD6004"/>
    <w:rsid w:val="00FD62E3"/>
    <w:rsid w:val="00FD63C2"/>
    <w:rsid w:val="00FD64E6"/>
    <w:rsid w:val="00FD7955"/>
    <w:rsid w:val="00FD7D98"/>
    <w:rsid w:val="00FE0092"/>
    <w:rsid w:val="00FE04B5"/>
    <w:rsid w:val="00FE0CB8"/>
    <w:rsid w:val="00FE130E"/>
    <w:rsid w:val="00FE174B"/>
    <w:rsid w:val="00FE1B3C"/>
    <w:rsid w:val="00FE1EA3"/>
    <w:rsid w:val="00FE1FF9"/>
    <w:rsid w:val="00FE22E4"/>
    <w:rsid w:val="00FE2312"/>
    <w:rsid w:val="00FE267E"/>
    <w:rsid w:val="00FE303C"/>
    <w:rsid w:val="00FE3063"/>
    <w:rsid w:val="00FE318F"/>
    <w:rsid w:val="00FE435C"/>
    <w:rsid w:val="00FE4395"/>
    <w:rsid w:val="00FE4684"/>
    <w:rsid w:val="00FE4DF2"/>
    <w:rsid w:val="00FE544C"/>
    <w:rsid w:val="00FE56AA"/>
    <w:rsid w:val="00FE6379"/>
    <w:rsid w:val="00FE675A"/>
    <w:rsid w:val="00FE68D9"/>
    <w:rsid w:val="00FE7BA1"/>
    <w:rsid w:val="00FE7DA6"/>
    <w:rsid w:val="00FF0B86"/>
    <w:rsid w:val="00FF0C49"/>
    <w:rsid w:val="00FF135C"/>
    <w:rsid w:val="00FF1410"/>
    <w:rsid w:val="00FF1652"/>
    <w:rsid w:val="00FF1B44"/>
    <w:rsid w:val="00FF1F3D"/>
    <w:rsid w:val="00FF2254"/>
    <w:rsid w:val="00FF24DA"/>
    <w:rsid w:val="00FF24F5"/>
    <w:rsid w:val="00FF283D"/>
    <w:rsid w:val="00FF2932"/>
    <w:rsid w:val="00FF3190"/>
    <w:rsid w:val="00FF31FE"/>
    <w:rsid w:val="00FF341B"/>
    <w:rsid w:val="00FF3D53"/>
    <w:rsid w:val="00FF40D2"/>
    <w:rsid w:val="00FF4243"/>
    <w:rsid w:val="00FF4380"/>
    <w:rsid w:val="00FF49C8"/>
    <w:rsid w:val="00FF4BA6"/>
    <w:rsid w:val="00FF5089"/>
    <w:rsid w:val="00FF518B"/>
    <w:rsid w:val="00FF51EA"/>
    <w:rsid w:val="00FF5A01"/>
    <w:rsid w:val="00FF60F4"/>
    <w:rsid w:val="00FF627B"/>
    <w:rsid w:val="00FF642A"/>
    <w:rsid w:val="00FF6BCA"/>
    <w:rsid w:val="00FF7961"/>
    <w:rsid w:val="00FF7D67"/>
    <w:rsid w:val="00FF7DBE"/>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06" style="mso-position-horizontal:center;mso-position-horizontal-relative:margin;mso-position-vertical:center;mso-position-vertical-relative:margin" fill="f" fillcolor="#a6a6a6" stroke="f">
      <v:fill color="#a6a6a6" on="f"/>
      <v:stroke on="f"/>
      <v:shadow color="#868686"/>
      <o:colormru v:ext="edit" colors="#ffc"/>
    </o:shapedefaults>
    <o:shapelayout v:ext="edit">
      <o:idmap v:ext="edit" data="1"/>
    </o:shapelayout>
  </w:shapeDefaults>
  <w:decimalSymbol w:val="."/>
  <w:listSeparator w:val=","/>
  <w14:docId w14:val="0D5CF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05DA9"/>
    <w:pPr>
      <w:jc w:val="both"/>
    </w:pPr>
    <w:rPr>
      <w:rFonts w:ascii="Arial" w:hAnsi="Arial"/>
      <w:sz w:val="22"/>
      <w:lang w:eastAsia="de-DE"/>
    </w:rPr>
  </w:style>
  <w:style w:type="paragraph" w:styleId="Heading1">
    <w:name w:val="heading 1"/>
    <w:basedOn w:val="Normal"/>
    <w:next w:val="Normal"/>
    <w:link w:val="Heading1Char"/>
    <w:qFormat/>
    <w:rsid w:val="00971E74"/>
    <w:pPr>
      <w:keepNext/>
      <w:keepLines/>
      <w:spacing w:before="480"/>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Heading2">
    <w:name w:val="heading 2"/>
    <w:basedOn w:val="Normal"/>
    <w:next w:val="Normal"/>
    <w:link w:val="Heading2Char"/>
    <w:unhideWhenUsed/>
    <w:qFormat/>
    <w:rsid w:val="00971E74"/>
    <w:pPr>
      <w:keepNext/>
      <w:keepLines/>
      <w:spacing w:before="200"/>
      <w:outlineLvl w:val="1"/>
    </w:pPr>
    <w:rPr>
      <w:rFonts w:asciiTheme="majorHAnsi" w:eastAsiaTheme="majorEastAsia" w:hAnsiTheme="majorHAnsi" w:cstheme="majorBidi"/>
      <w:b/>
      <w:bCs/>
      <w:color w:val="4F81BD" w:themeColor="accent1"/>
      <w:sz w:val="26"/>
      <w:szCs w:val="26"/>
      <w:lang w:val="en-US" w:eastAsia="en-US"/>
    </w:rPr>
  </w:style>
  <w:style w:type="paragraph" w:styleId="Heading3">
    <w:name w:val="heading 3"/>
    <w:basedOn w:val="Normal"/>
    <w:next w:val="Normal"/>
    <w:link w:val="Heading3Char"/>
    <w:unhideWhenUsed/>
    <w:qFormat/>
    <w:rsid w:val="00971E74"/>
    <w:pPr>
      <w:keepNext/>
      <w:keepLines/>
      <w:spacing w:before="200"/>
      <w:outlineLvl w:val="2"/>
    </w:pPr>
    <w:rPr>
      <w:rFonts w:asciiTheme="majorHAnsi" w:eastAsiaTheme="majorEastAsia" w:hAnsiTheme="majorHAnsi" w:cstheme="majorBidi"/>
      <w:b/>
      <w:bCs/>
      <w:color w:val="4F81BD" w:themeColor="accent1"/>
      <w:sz w:val="24"/>
      <w:szCs w:val="24"/>
      <w:lang w:val="en-US" w:eastAsia="en-US"/>
    </w:rPr>
  </w:style>
  <w:style w:type="paragraph" w:styleId="Heading4">
    <w:name w:val="heading 4"/>
    <w:basedOn w:val="Normal"/>
    <w:next w:val="Normal"/>
    <w:link w:val="Heading4Char"/>
    <w:unhideWhenUsed/>
    <w:qFormat/>
    <w:rsid w:val="00971E74"/>
    <w:pPr>
      <w:keepNext/>
      <w:keepLines/>
      <w:spacing w:before="200"/>
      <w:outlineLvl w:val="3"/>
    </w:pPr>
    <w:rPr>
      <w:rFonts w:asciiTheme="majorHAnsi" w:eastAsiaTheme="majorEastAsia" w:hAnsiTheme="majorHAnsi" w:cstheme="majorBidi"/>
      <w:b/>
      <w:bCs/>
      <w:i/>
      <w:iCs/>
      <w:color w:val="4F81BD" w:themeColor="accent1"/>
      <w:sz w:val="24"/>
      <w:szCs w:val="24"/>
      <w:lang w:val="en-US" w:eastAsia="en-US"/>
    </w:rPr>
  </w:style>
  <w:style w:type="paragraph" w:styleId="Heading5">
    <w:name w:val="heading 5"/>
    <w:basedOn w:val="Normal"/>
    <w:next w:val="Normal"/>
    <w:link w:val="Heading5Char"/>
    <w:unhideWhenUsed/>
    <w:qFormat/>
    <w:rsid w:val="00971E74"/>
    <w:pPr>
      <w:keepNext/>
      <w:keepLines/>
      <w:spacing w:before="200"/>
      <w:outlineLvl w:val="4"/>
    </w:pPr>
    <w:rPr>
      <w:rFonts w:asciiTheme="majorHAnsi" w:eastAsiaTheme="majorEastAsia" w:hAnsiTheme="majorHAnsi" w:cstheme="majorBidi"/>
      <w:color w:val="243F60" w:themeColor="accent1" w:themeShade="7F"/>
      <w:sz w:val="24"/>
      <w:szCs w:val="24"/>
      <w:lang w:val="en-US" w:eastAsia="en-US"/>
    </w:rPr>
  </w:style>
  <w:style w:type="paragraph" w:styleId="Heading6">
    <w:name w:val="heading 6"/>
    <w:basedOn w:val="Normal"/>
    <w:next w:val="Normal"/>
    <w:link w:val="Heading6Char"/>
    <w:unhideWhenUsed/>
    <w:qFormat/>
    <w:rsid w:val="00971E74"/>
    <w:pPr>
      <w:keepNext/>
      <w:keepLines/>
      <w:spacing w:before="200"/>
      <w:outlineLvl w:val="5"/>
    </w:pPr>
    <w:rPr>
      <w:rFonts w:asciiTheme="majorHAnsi" w:eastAsiaTheme="majorEastAsia" w:hAnsiTheme="majorHAnsi" w:cstheme="majorBidi"/>
      <w:i/>
      <w:iCs/>
      <w:color w:val="243F60" w:themeColor="accent1" w:themeShade="7F"/>
      <w:sz w:val="24"/>
      <w:szCs w:val="24"/>
      <w:lang w:val="en-US" w:eastAsia="en-US"/>
    </w:rPr>
  </w:style>
  <w:style w:type="paragraph" w:styleId="Heading7">
    <w:name w:val="heading 7"/>
    <w:basedOn w:val="Normal"/>
    <w:next w:val="Normal"/>
    <w:link w:val="Heading7Char"/>
    <w:unhideWhenUsed/>
    <w:qFormat/>
    <w:rsid w:val="00971E74"/>
    <w:pPr>
      <w:keepNext/>
      <w:keepLines/>
      <w:spacing w:before="200"/>
      <w:outlineLvl w:val="6"/>
    </w:pPr>
    <w:rPr>
      <w:rFonts w:asciiTheme="majorHAnsi" w:eastAsiaTheme="majorEastAsia" w:hAnsiTheme="majorHAnsi" w:cstheme="majorBidi"/>
      <w:i/>
      <w:iCs/>
      <w:color w:val="404040" w:themeColor="text1" w:themeTint="BF"/>
      <w:sz w:val="24"/>
      <w:szCs w:val="24"/>
      <w:lang w:val="en-US" w:eastAsia="en-US"/>
    </w:rPr>
  </w:style>
  <w:style w:type="paragraph" w:styleId="Heading8">
    <w:name w:val="heading 8"/>
    <w:basedOn w:val="Normal"/>
    <w:next w:val="Normal"/>
    <w:link w:val="Heading8Char"/>
    <w:unhideWhenUsed/>
    <w:qFormat/>
    <w:rsid w:val="00971E74"/>
    <w:pPr>
      <w:keepNext/>
      <w:keepLines/>
      <w:spacing w:before="200"/>
      <w:outlineLvl w:val="7"/>
    </w:pPr>
    <w:rPr>
      <w:rFonts w:asciiTheme="majorHAnsi" w:eastAsiaTheme="majorEastAsia" w:hAnsiTheme="majorHAnsi" w:cstheme="majorBidi"/>
      <w:color w:val="404040" w:themeColor="text1" w:themeTint="BF"/>
      <w:sz w:val="20"/>
      <w:lang w:val="en-US" w:eastAsia="en-US"/>
    </w:rPr>
  </w:style>
  <w:style w:type="paragraph" w:styleId="Heading9">
    <w:name w:val="heading 9"/>
    <w:basedOn w:val="Normal"/>
    <w:next w:val="Normal"/>
    <w:link w:val="Heading9Char"/>
    <w:unhideWhenUsed/>
    <w:qFormat/>
    <w:rsid w:val="00971E74"/>
    <w:pPr>
      <w:keepNext/>
      <w:keepLines/>
      <w:spacing w:before="200"/>
      <w:outlineLvl w:val="8"/>
    </w:pPr>
    <w:rPr>
      <w:rFonts w:asciiTheme="majorHAnsi" w:eastAsiaTheme="majorEastAsia" w:hAnsiTheme="majorHAnsi" w:cstheme="majorBidi"/>
      <w:i/>
      <w:iCs/>
      <w:color w:val="404040" w:themeColor="text1" w:themeTint="BF"/>
      <w:sz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TOC3">
    <w:name w:val="toc 3"/>
    <w:basedOn w:val="TOC1"/>
    <w:link w:val="TOC3Char"/>
    <w:uiPriority w:val="39"/>
    <w:rsid w:val="00791F32"/>
    <w:pPr>
      <w:ind w:left="1843" w:right="1985" w:hanging="709"/>
    </w:pPr>
    <w:rPr>
      <w:b w:val="0"/>
      <w:caps w:val="0"/>
    </w:rPr>
  </w:style>
  <w:style w:type="paragraph" w:styleId="TOC2">
    <w:name w:val="toc 2"/>
    <w:basedOn w:val="TOC1"/>
    <w:link w:val="TOC2Char"/>
    <w:uiPriority w:val="39"/>
    <w:rsid w:val="001A600D"/>
    <w:pPr>
      <w:ind w:left="1134"/>
    </w:pPr>
    <w:rPr>
      <w:b w:val="0"/>
      <w:caps w:val="0"/>
    </w:rPr>
  </w:style>
  <w:style w:type="paragraph" w:styleId="TOC1">
    <w:name w:val="toc 1"/>
    <w:basedOn w:val="Normal"/>
    <w:link w:val="TOC1Char"/>
    <w:uiPriority w:val="39"/>
    <w:rsid w:val="00544848"/>
    <w:pPr>
      <w:tabs>
        <w:tab w:val="left" w:leader="dot" w:pos="7088"/>
        <w:tab w:val="right" w:pos="9356"/>
      </w:tabs>
      <w:spacing w:before="180"/>
      <w:ind w:left="567" w:right="2552" w:hanging="567"/>
      <w:jc w:val="left"/>
    </w:pPr>
    <w:rPr>
      <w:rFonts w:cs="Arial"/>
      <w:b/>
      <w:caps/>
      <w:sz w:val="21"/>
      <w:szCs w:val="21"/>
    </w:rPr>
  </w:style>
  <w:style w:type="paragraph" w:styleId="FootnoteText">
    <w:name w:val="footnote text"/>
    <w:basedOn w:val="Normal"/>
    <w:link w:val="FootnoteTextChar"/>
    <w:rsid w:val="00F27AD2"/>
    <w:pPr>
      <w:keepLines/>
      <w:spacing w:before="120" w:after="60"/>
      <w:ind w:left="130" w:hanging="130"/>
    </w:pPr>
    <w:rPr>
      <w:sz w:val="20"/>
    </w:rPr>
  </w:style>
  <w:style w:type="paragraph" w:customStyle="1" w:styleId="MainTitle">
    <w:name w:val="MainTitle"/>
    <w:basedOn w:val="Normal"/>
    <w:pPr>
      <w:jc w:val="center"/>
    </w:pPr>
    <w:rPr>
      <w:b/>
      <w:sz w:val="28"/>
    </w:rPr>
  </w:style>
  <w:style w:type="character" w:styleId="Hyperlink">
    <w:name w:val="Hyperlink"/>
    <w:uiPriority w:val="99"/>
    <w:rPr>
      <w:color w:val="0000FF"/>
      <w:u w:val="single"/>
    </w:rPr>
  </w:style>
  <w:style w:type="paragraph" w:styleId="EndnoteText">
    <w:name w:val="endnote text"/>
    <w:basedOn w:val="Normal"/>
    <w:rsid w:val="00CC25EE"/>
    <w:rPr>
      <w:rFonts w:eastAsia="MS Mincho"/>
      <w:lang w:eastAsia="en-US"/>
    </w:rPr>
  </w:style>
  <w:style w:type="paragraph" w:styleId="CommentText">
    <w:name w:val="annotation text"/>
    <w:basedOn w:val="Normal"/>
    <w:rsid w:val="00CC25EE"/>
    <w:rPr>
      <w:rFonts w:eastAsia="MS Mincho"/>
      <w:sz w:val="20"/>
      <w:lang w:eastAsia="en-US"/>
    </w:rPr>
  </w:style>
  <w:style w:type="paragraph" w:customStyle="1" w:styleId="TableColumnHeading">
    <w:name w:val="TableColumnHeading"/>
    <w:basedOn w:val="Normal"/>
    <w:rsid w:val="004E568C"/>
    <w:pPr>
      <w:numPr>
        <w:numId w:val="1"/>
      </w:numPr>
      <w:spacing w:before="40" w:after="40"/>
      <w:jc w:val="center"/>
    </w:pPr>
    <w:rPr>
      <w:b/>
    </w:rPr>
  </w:style>
  <w:style w:type="paragraph" w:styleId="Caption">
    <w:name w:val="caption"/>
    <w:basedOn w:val="Normal"/>
    <w:qFormat/>
    <w:rsid w:val="003B4E4E"/>
    <w:pPr>
      <w:keepNext/>
      <w:keepLines/>
      <w:tabs>
        <w:tab w:val="left" w:pos="1134"/>
        <w:tab w:val="left" w:pos="1956"/>
        <w:tab w:val="left" w:pos="2126"/>
        <w:tab w:val="left" w:pos="2693"/>
        <w:tab w:val="left" w:pos="3260"/>
      </w:tabs>
      <w:spacing w:before="320" w:after="120"/>
      <w:ind w:left="1956" w:hanging="1247"/>
    </w:pPr>
    <w:rPr>
      <w:b/>
      <w:bCs/>
      <w:sz w:val="20"/>
    </w:rPr>
  </w:style>
  <w:style w:type="paragraph" w:styleId="TOC9">
    <w:name w:val="toc 9"/>
    <w:basedOn w:val="Normal"/>
    <w:next w:val="Normal"/>
    <w:autoRedefine/>
    <w:rsid w:val="00FF135C"/>
    <w:pPr>
      <w:ind w:left="1760"/>
    </w:pPr>
  </w:style>
  <w:style w:type="paragraph" w:styleId="CommentSubject">
    <w:name w:val="annotation subject"/>
    <w:basedOn w:val="CommentText"/>
    <w:next w:val="CommentText"/>
    <w:rsid w:val="00A14BC6"/>
    <w:rPr>
      <w:rFonts w:eastAsia="Times New Roman"/>
      <w:b/>
      <w:bCs/>
      <w:lang w:eastAsia="de-DE"/>
    </w:rPr>
  </w:style>
  <w:style w:type="paragraph" w:styleId="IndexHeading">
    <w:name w:val="index heading"/>
    <w:basedOn w:val="Normal"/>
    <w:next w:val="Normal"/>
    <w:rsid w:val="00A14BC6"/>
    <w:rPr>
      <w:rFonts w:cs="Arial"/>
      <w:b/>
      <w:bCs/>
    </w:rPr>
  </w:style>
  <w:style w:type="paragraph" w:styleId="TableofAuthorities">
    <w:name w:val="table of authorities"/>
    <w:basedOn w:val="Normal"/>
    <w:next w:val="Normal"/>
    <w:rsid w:val="00A14BC6"/>
    <w:pPr>
      <w:ind w:left="220" w:hanging="220"/>
    </w:pPr>
  </w:style>
  <w:style w:type="paragraph" w:styleId="TableofFigures">
    <w:name w:val="table of figures"/>
    <w:basedOn w:val="Normal"/>
    <w:next w:val="Normal"/>
    <w:rsid w:val="00A14BC6"/>
  </w:style>
  <w:style w:type="paragraph" w:styleId="TOAHeading">
    <w:name w:val="toa heading"/>
    <w:basedOn w:val="Normal"/>
    <w:next w:val="Normal"/>
    <w:rsid w:val="00A14BC6"/>
    <w:pPr>
      <w:spacing w:before="120"/>
    </w:pPr>
    <w:rPr>
      <w:rFonts w:cs="Arial"/>
      <w:b/>
      <w:bCs/>
      <w:sz w:val="24"/>
      <w:szCs w:val="24"/>
    </w:rPr>
  </w:style>
  <w:style w:type="paragraph" w:styleId="TOC4">
    <w:name w:val="toc 4"/>
    <w:basedOn w:val="TOC1"/>
    <w:uiPriority w:val="39"/>
    <w:rsid w:val="00791F32"/>
    <w:pPr>
      <w:ind w:left="2722" w:right="1985" w:hanging="879"/>
    </w:pPr>
    <w:rPr>
      <w:b w:val="0"/>
      <w:caps w:val="0"/>
      <w:noProof/>
    </w:rPr>
  </w:style>
  <w:style w:type="paragraph" w:styleId="TOC5">
    <w:name w:val="toc 5"/>
    <w:basedOn w:val="TOC1"/>
    <w:uiPriority w:val="39"/>
    <w:rsid w:val="00791F32"/>
    <w:pPr>
      <w:ind w:left="3743" w:right="1985" w:hanging="1021"/>
    </w:pPr>
    <w:rPr>
      <w:b w:val="0"/>
      <w:caps w:val="0"/>
      <w:noProof/>
    </w:rPr>
  </w:style>
  <w:style w:type="paragraph" w:styleId="TOC6">
    <w:name w:val="toc 6"/>
    <w:basedOn w:val="Normal"/>
    <w:next w:val="Normal"/>
    <w:autoRedefine/>
    <w:rsid w:val="00A14BC6"/>
    <w:pPr>
      <w:ind w:left="1100"/>
    </w:pPr>
  </w:style>
  <w:style w:type="paragraph" w:styleId="TOC7">
    <w:name w:val="toc 7"/>
    <w:basedOn w:val="Normal"/>
    <w:next w:val="Normal"/>
    <w:autoRedefine/>
    <w:rsid w:val="00A14BC6"/>
    <w:pPr>
      <w:ind w:left="1320"/>
    </w:pPr>
  </w:style>
  <w:style w:type="paragraph" w:styleId="TOC8">
    <w:name w:val="toc 8"/>
    <w:basedOn w:val="Normal"/>
    <w:next w:val="Normal"/>
    <w:autoRedefine/>
    <w:rsid w:val="00A14BC6"/>
    <w:pPr>
      <w:ind w:left="1540"/>
    </w:pPr>
  </w:style>
  <w:style w:type="paragraph" w:customStyle="1" w:styleId="SDMTiHead">
    <w:name w:val="SDMTiHead"/>
    <w:basedOn w:val="Header"/>
    <w:rsid w:val="00287B65"/>
    <w:pPr>
      <w:ind w:left="-330" w:firstLine="330"/>
    </w:pPr>
    <w:rPr>
      <w:rFonts w:cs="Arial"/>
      <w:caps/>
      <w:szCs w:val="19"/>
    </w:rPr>
  </w:style>
  <w:style w:type="paragraph" w:customStyle="1" w:styleId="SDMTitle2">
    <w:name w:val="SDMTitle2"/>
    <w:basedOn w:val="Normal"/>
    <w:rsid w:val="009E24B3"/>
    <w:pPr>
      <w:spacing w:after="600"/>
      <w:jc w:val="left"/>
    </w:pPr>
    <w:rPr>
      <w:rFonts w:cs="Arial"/>
      <w:sz w:val="48"/>
      <w:szCs w:val="48"/>
    </w:rPr>
  </w:style>
  <w:style w:type="paragraph" w:customStyle="1" w:styleId="SDMTitle1">
    <w:name w:val="SDMTitle1"/>
    <w:basedOn w:val="Normal"/>
    <w:rsid w:val="002B570D"/>
    <w:pPr>
      <w:pBdr>
        <w:bottom w:val="single" w:sz="12" w:space="7" w:color="auto"/>
      </w:pBdr>
      <w:spacing w:before="1800" w:after="200"/>
      <w:jc w:val="left"/>
    </w:pPr>
    <w:rPr>
      <w:rFonts w:cs="Arial"/>
      <w:sz w:val="48"/>
      <w:szCs w:val="48"/>
    </w:rPr>
  </w:style>
  <w:style w:type="paragraph" w:customStyle="1" w:styleId="SDMTiInfo">
    <w:name w:val="SDMTiInfo"/>
    <w:basedOn w:val="Normal"/>
    <w:rsid w:val="004B2991"/>
    <w:pPr>
      <w:spacing w:before="300"/>
    </w:pPr>
    <w:rPr>
      <w:rFonts w:cs="Arial"/>
      <w:szCs w:val="22"/>
    </w:rPr>
  </w:style>
  <w:style w:type="paragraph" w:customStyle="1" w:styleId="SDMHead1">
    <w:name w:val="SDMHead1"/>
    <w:basedOn w:val="Normal"/>
    <w:link w:val="SDMHead1Char"/>
    <w:rsid w:val="00670750"/>
    <w:pPr>
      <w:keepNext/>
      <w:keepLines/>
      <w:numPr>
        <w:numId w:val="17"/>
      </w:numPr>
      <w:suppressAutoHyphens/>
      <w:spacing w:before="240" w:after="60"/>
      <w:outlineLvl w:val="0"/>
    </w:pPr>
    <w:rPr>
      <w:rFonts w:cs="Arial"/>
      <w:b/>
      <w:sz w:val="32"/>
      <w:szCs w:val="32"/>
    </w:rPr>
  </w:style>
  <w:style w:type="paragraph" w:customStyle="1" w:styleId="SDMHead2">
    <w:name w:val="SDMHead2"/>
    <w:basedOn w:val="Normal"/>
    <w:rsid w:val="00670750"/>
    <w:pPr>
      <w:keepNext/>
      <w:keepLines/>
      <w:numPr>
        <w:ilvl w:val="1"/>
        <w:numId w:val="17"/>
      </w:numPr>
      <w:suppressAutoHyphens/>
      <w:spacing w:before="240" w:after="60"/>
      <w:outlineLvl w:val="1"/>
    </w:pPr>
    <w:rPr>
      <w:rFonts w:cs="Arial"/>
      <w:b/>
      <w:sz w:val="24"/>
      <w:szCs w:val="24"/>
    </w:rPr>
  </w:style>
  <w:style w:type="paragraph" w:customStyle="1" w:styleId="SDMHead3">
    <w:name w:val="SDMHead3"/>
    <w:basedOn w:val="Normal"/>
    <w:rsid w:val="00670750"/>
    <w:pPr>
      <w:keepNext/>
      <w:keepLines/>
      <w:numPr>
        <w:ilvl w:val="2"/>
        <w:numId w:val="17"/>
      </w:numPr>
      <w:suppressAutoHyphens/>
      <w:spacing w:before="240" w:after="60"/>
      <w:outlineLvl w:val="2"/>
    </w:pPr>
    <w:rPr>
      <w:rFonts w:cs="Arial"/>
      <w:b/>
      <w:szCs w:val="24"/>
    </w:rPr>
  </w:style>
  <w:style w:type="paragraph" w:customStyle="1" w:styleId="SDMHead4">
    <w:name w:val="SDMHead4"/>
    <w:basedOn w:val="Normal"/>
    <w:rsid w:val="00670750"/>
    <w:pPr>
      <w:keepNext/>
      <w:keepLines/>
      <w:numPr>
        <w:ilvl w:val="3"/>
        <w:numId w:val="17"/>
      </w:numPr>
      <w:suppressAutoHyphens/>
      <w:spacing w:before="240" w:after="60"/>
      <w:outlineLvl w:val="3"/>
    </w:pPr>
    <w:rPr>
      <w:rFonts w:cs="Arial"/>
      <w:b/>
      <w:szCs w:val="24"/>
    </w:rPr>
  </w:style>
  <w:style w:type="paragraph" w:customStyle="1" w:styleId="SDMHead5">
    <w:name w:val="SDMHead5"/>
    <w:basedOn w:val="Normal"/>
    <w:rsid w:val="00670750"/>
    <w:pPr>
      <w:keepNext/>
      <w:keepLines/>
      <w:numPr>
        <w:ilvl w:val="4"/>
        <w:numId w:val="17"/>
      </w:numPr>
      <w:suppressAutoHyphens/>
      <w:spacing w:before="240" w:after="60"/>
      <w:outlineLvl w:val="4"/>
    </w:pPr>
    <w:rPr>
      <w:rFonts w:cs="Arial"/>
      <w:b/>
      <w:szCs w:val="24"/>
    </w:rPr>
  </w:style>
  <w:style w:type="character" w:customStyle="1" w:styleId="SDMHead1Char">
    <w:name w:val="SDMHead1 Char"/>
    <w:link w:val="SDMHead1"/>
    <w:rsid w:val="00670750"/>
    <w:rPr>
      <w:rFonts w:ascii="Arial" w:hAnsi="Arial" w:cs="Arial"/>
      <w:b/>
      <w:sz w:val="32"/>
      <w:szCs w:val="32"/>
      <w:lang w:eastAsia="de-DE"/>
    </w:rPr>
  </w:style>
  <w:style w:type="paragraph" w:customStyle="1" w:styleId="SDMPara">
    <w:name w:val="SDMPara"/>
    <w:basedOn w:val="Normal"/>
    <w:rsid w:val="00AC2C95"/>
    <w:pPr>
      <w:numPr>
        <w:numId w:val="10"/>
      </w:numPr>
      <w:spacing w:before="180"/>
    </w:pPr>
    <w:rPr>
      <w:rFonts w:cs="Arial"/>
      <w:szCs w:val="22"/>
    </w:rPr>
  </w:style>
  <w:style w:type="paragraph" w:customStyle="1" w:styleId="SDMSubPara1">
    <w:name w:val="SDMSubPara1"/>
    <w:basedOn w:val="Normal"/>
    <w:rsid w:val="008F5CDF"/>
    <w:pPr>
      <w:numPr>
        <w:ilvl w:val="1"/>
        <w:numId w:val="10"/>
      </w:numPr>
      <w:spacing w:before="180"/>
    </w:pPr>
    <w:rPr>
      <w:rFonts w:cs="Arial"/>
      <w:szCs w:val="22"/>
    </w:rPr>
  </w:style>
  <w:style w:type="paragraph" w:customStyle="1" w:styleId="SDMSubPara2">
    <w:name w:val="SDMSubPara2"/>
    <w:basedOn w:val="Normal"/>
    <w:rsid w:val="008F5CDF"/>
    <w:pPr>
      <w:numPr>
        <w:ilvl w:val="2"/>
        <w:numId w:val="10"/>
      </w:numPr>
      <w:spacing w:before="180"/>
    </w:pPr>
    <w:rPr>
      <w:rFonts w:cs="Arial"/>
      <w:szCs w:val="22"/>
    </w:rPr>
  </w:style>
  <w:style w:type="character" w:customStyle="1" w:styleId="FootnoteTextChar">
    <w:name w:val="Footnote Text Char"/>
    <w:link w:val="FootnoteText"/>
    <w:rsid w:val="00F27AD2"/>
    <w:rPr>
      <w:rFonts w:ascii="Arial" w:hAnsi="Arial"/>
      <w:lang w:eastAsia="de-DE"/>
    </w:rPr>
  </w:style>
  <w:style w:type="table" w:customStyle="1" w:styleId="SDMTable">
    <w:name w:val="SDMTable"/>
    <w:basedOn w:val="TableNormal"/>
    <w:rsid w:val="00B52653"/>
    <w:rPr>
      <w:rFonts w:ascii="Arial" w:hAnsi="Arial"/>
      <w:sz w:val="22"/>
    </w:rPr>
    <w:tblPr>
      <w:tblStyleRow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SDMFooter">
    <w:name w:val="SDMFooter"/>
    <w:basedOn w:val="Footer"/>
    <w:rsid w:val="00555299"/>
    <w:pPr>
      <w:jc w:val="center"/>
    </w:pPr>
    <w:rPr>
      <w:rFonts w:cs="Arial"/>
      <w:sz w:val="20"/>
    </w:rPr>
  </w:style>
  <w:style w:type="table" w:customStyle="1" w:styleId="SDMTableDocInfo">
    <w:name w:val="SDMTableDocInfo"/>
    <w:basedOn w:val="TableNormal"/>
    <w:rsid w:val="00632B37"/>
    <w:pPr>
      <w:keepNext/>
      <w:spacing w:before="80" w:after="80"/>
    </w:pPr>
    <w:rPr>
      <w:rFonts w:ascii="Arial" w:hAnsi="Arial"/>
    </w:rPr>
    <w:tblPr>
      <w:tblInd w:w="0" w:type="dxa"/>
      <w:tblCellMar>
        <w:top w:w="0" w:type="dxa"/>
        <w:left w:w="108" w:type="dxa"/>
        <w:bottom w:w="0" w:type="dxa"/>
        <w:right w:w="108" w:type="dxa"/>
      </w:tblCellMar>
    </w:tblPr>
    <w:trPr>
      <w:cantSplit/>
    </w:trPr>
    <w:tblStylePr w:type="firstRow">
      <w:rPr>
        <w:rFonts w:ascii="Arial" w:hAnsi="Arial"/>
        <w:i/>
        <w:sz w:val="16"/>
      </w:rPr>
      <w:tblPr/>
      <w:trPr>
        <w:cantSplit w:val="0"/>
        <w:tblHeader/>
      </w:trPr>
      <w:tcPr>
        <w:tcBorders>
          <w:top w:val="single" w:sz="4" w:space="0" w:color="auto"/>
          <w:left w:val="nil"/>
          <w:bottom w:val="single" w:sz="12" w:space="0" w:color="auto"/>
          <w:right w:val="nil"/>
          <w:insideV w:val="nil"/>
        </w:tcBorders>
        <w:tcMar>
          <w:top w:w="80" w:type="dxa"/>
          <w:left w:w="0" w:type="nil"/>
          <w:bottom w:w="80" w:type="dxa"/>
          <w:right w:w="0" w:type="nil"/>
        </w:tcMar>
        <w:vAlign w:val="center"/>
      </w:tcPr>
    </w:tblStylePr>
    <w:tblStylePr w:type="lastRow">
      <w:tblPr/>
      <w:trPr>
        <w:cantSplit w:val="0"/>
      </w:trPr>
      <w:tcPr>
        <w:tcBorders>
          <w:top w:val="single" w:sz="4" w:space="0" w:color="auto"/>
          <w:left w:val="nil"/>
          <w:bottom w:val="single" w:sz="12" w:space="0" w:color="auto"/>
          <w:right w:val="nil"/>
          <w:insideH w:val="nil"/>
          <w:insideV w:val="nil"/>
          <w:tl2br w:val="nil"/>
          <w:tr2bl w:val="nil"/>
        </w:tcBorders>
        <w:vAlign w:val="center"/>
      </w:tcPr>
    </w:tblStylePr>
  </w:style>
  <w:style w:type="paragraph" w:customStyle="1" w:styleId="SDMDocInfoText">
    <w:name w:val="SDMDocInfoText"/>
    <w:basedOn w:val="Normal"/>
    <w:link w:val="SDMDocInfoTextChar"/>
    <w:rsid w:val="00286BC4"/>
    <w:pPr>
      <w:keepNext/>
      <w:keepLines/>
      <w:spacing w:before="80" w:after="80"/>
    </w:pPr>
    <w:rPr>
      <w:rFonts w:cs="Arial"/>
      <w:sz w:val="20"/>
    </w:rPr>
  </w:style>
  <w:style w:type="character" w:customStyle="1" w:styleId="SDMDocInfoTextChar">
    <w:name w:val="SDMDocInfoText Char"/>
    <w:link w:val="SDMDocInfoText"/>
    <w:rsid w:val="00286BC4"/>
    <w:rPr>
      <w:rFonts w:ascii="Arial" w:hAnsi="Arial" w:cs="Arial"/>
      <w:lang w:eastAsia="de-DE"/>
    </w:rPr>
  </w:style>
  <w:style w:type="paragraph" w:customStyle="1" w:styleId="SDMDocInfoTitle">
    <w:name w:val="SDMDocInfoTitle"/>
    <w:basedOn w:val="Normal"/>
    <w:rsid w:val="00B0050F"/>
    <w:pPr>
      <w:keepNext/>
      <w:keepLines/>
      <w:spacing w:before="480" w:after="240"/>
      <w:jc w:val="center"/>
    </w:pPr>
    <w:rPr>
      <w:rFonts w:cs="Arial"/>
      <w:b/>
      <w:szCs w:val="22"/>
    </w:rPr>
  </w:style>
  <w:style w:type="paragraph" w:customStyle="1" w:styleId="SDMSubPara3">
    <w:name w:val="SDMSubPara3"/>
    <w:basedOn w:val="Normal"/>
    <w:rsid w:val="008F5CDF"/>
    <w:pPr>
      <w:numPr>
        <w:ilvl w:val="3"/>
        <w:numId w:val="10"/>
      </w:numPr>
      <w:spacing w:before="180"/>
    </w:pPr>
  </w:style>
  <w:style w:type="paragraph" w:customStyle="1" w:styleId="SDMSubPara4">
    <w:name w:val="SDMSubPara4"/>
    <w:basedOn w:val="Normal"/>
    <w:rsid w:val="008F5CDF"/>
    <w:pPr>
      <w:numPr>
        <w:ilvl w:val="4"/>
        <w:numId w:val="10"/>
      </w:numPr>
      <w:spacing w:before="180"/>
    </w:pPr>
  </w:style>
  <w:style w:type="character" w:customStyle="1" w:styleId="TOC1Char">
    <w:name w:val="TOC 1 Char"/>
    <w:link w:val="TOC1"/>
    <w:uiPriority w:val="39"/>
    <w:rsid w:val="00544848"/>
    <w:rPr>
      <w:rFonts w:ascii="Arial" w:hAnsi="Arial" w:cs="Arial"/>
      <w:b/>
      <w:caps/>
      <w:sz w:val="21"/>
      <w:szCs w:val="21"/>
      <w:lang w:eastAsia="de-DE"/>
    </w:rPr>
  </w:style>
  <w:style w:type="character" w:customStyle="1" w:styleId="TOC2Char">
    <w:name w:val="TOC 2 Char"/>
    <w:link w:val="TOC2"/>
    <w:uiPriority w:val="39"/>
    <w:rsid w:val="001A600D"/>
    <w:rPr>
      <w:rFonts w:ascii="Arial" w:hAnsi="Arial" w:cs="Arial"/>
      <w:sz w:val="21"/>
      <w:szCs w:val="21"/>
      <w:lang w:eastAsia="de-DE"/>
    </w:rPr>
  </w:style>
  <w:style w:type="character" w:customStyle="1" w:styleId="TOC3Char">
    <w:name w:val="TOC 3 Char"/>
    <w:link w:val="TOC3"/>
    <w:uiPriority w:val="39"/>
    <w:rsid w:val="00791F32"/>
    <w:rPr>
      <w:rFonts w:ascii="Arial" w:hAnsi="Arial" w:cs="Arial"/>
      <w:b/>
      <w:caps/>
      <w:sz w:val="21"/>
      <w:szCs w:val="21"/>
      <w:lang w:val="en-GB" w:eastAsia="de-DE" w:bidi="ar-SA"/>
    </w:rPr>
  </w:style>
  <w:style w:type="character" w:customStyle="1" w:styleId="TOC3CharChar">
    <w:name w:val="TOC 3 Char Char"/>
    <w:rsid w:val="004817C9"/>
    <w:rPr>
      <w:rFonts w:ascii="Arial" w:hAnsi="Arial" w:cs="Arial"/>
      <w:b/>
      <w:caps/>
      <w:sz w:val="21"/>
      <w:szCs w:val="21"/>
      <w:lang w:val="en-GB" w:eastAsia="de-DE" w:bidi="ar-SA"/>
    </w:rPr>
  </w:style>
  <w:style w:type="paragraph" w:customStyle="1" w:styleId="SDMHeader">
    <w:name w:val="SDMHeader"/>
    <w:basedOn w:val="Header"/>
    <w:rsid w:val="00C478DA"/>
    <w:pPr>
      <w:pBdr>
        <w:bottom w:val="single" w:sz="4" w:space="10" w:color="auto"/>
      </w:pBdr>
      <w:tabs>
        <w:tab w:val="clear" w:pos="4320"/>
        <w:tab w:val="clear" w:pos="8640"/>
        <w:tab w:val="right" w:pos="9356"/>
        <w:tab w:val="right" w:pos="14288"/>
      </w:tabs>
    </w:pPr>
    <w:rPr>
      <w:rFonts w:cs="Arial"/>
      <w:sz w:val="20"/>
      <w:szCs w:val="16"/>
    </w:rPr>
  </w:style>
  <w:style w:type="paragraph" w:customStyle="1" w:styleId="SDMDocInfoHeadRow">
    <w:name w:val="SDMDocInfoHeadRow"/>
    <w:basedOn w:val="Normal"/>
    <w:rsid w:val="001B7FE6"/>
    <w:pPr>
      <w:keepNext/>
      <w:keepLines/>
    </w:pPr>
    <w:rPr>
      <w:rFonts w:cs="Arial"/>
      <w:i/>
      <w:sz w:val="16"/>
      <w:szCs w:val="16"/>
    </w:rPr>
  </w:style>
  <w:style w:type="table" w:customStyle="1" w:styleId="SDMBox">
    <w:name w:val="SDMBox"/>
    <w:basedOn w:val="TableNormal"/>
    <w:rsid w:val="009649F1"/>
    <w:rPr>
      <w:rFonts w:ascii="Arial" w:hAnsi="Arial"/>
    </w:rPr>
    <w:tblPr>
      <w:tblInd w:w="822" w:type="dxa"/>
      <w:tblBorders>
        <w:top w:val="single" w:sz="4" w:space="0" w:color="auto"/>
        <w:left w:val="single" w:sz="4" w:space="0" w:color="auto"/>
        <w:bottom w:val="single" w:sz="4" w:space="0" w:color="auto"/>
        <w:right w:val="single" w:sz="4" w:space="0" w:color="auto"/>
      </w:tblBorders>
      <w:tblCellMar>
        <w:top w:w="28" w:type="dxa"/>
        <w:left w:w="108" w:type="dxa"/>
        <w:bottom w:w="28" w:type="dxa"/>
        <w:right w:w="108" w:type="dxa"/>
      </w:tblCellMar>
    </w:tblPr>
    <w:trPr>
      <w:cantSplit/>
    </w:trPr>
    <w:tcPr>
      <w:shd w:val="clear" w:color="auto" w:fill="E6E6E6"/>
    </w:tcPr>
    <w:tblStylePr w:type="firstRow">
      <w:pPr>
        <w:keepNext/>
        <w:keepLines/>
        <w:wordWrap/>
      </w:pPr>
      <w:rPr>
        <w:b/>
      </w:rPr>
      <w:tblPr/>
      <w:tcPr>
        <w:tcMar>
          <w:top w:w="57" w:type="dxa"/>
          <w:left w:w="0" w:type="nil"/>
          <w:bottom w:w="57" w:type="dxa"/>
          <w:right w:w="0" w:type="nil"/>
        </w:tcMar>
      </w:tcPr>
    </w:tblStylePr>
    <w:tblStylePr w:type="lastRow">
      <w:pPr>
        <w:keepNext w:val="0"/>
        <w:wordWrap/>
      </w:pPr>
    </w:tblStylePr>
  </w:style>
  <w:style w:type="numbering" w:customStyle="1" w:styleId="SDMParaList">
    <w:name w:val="SDMParaList"/>
    <w:rsid w:val="0067415B"/>
    <w:pPr>
      <w:numPr>
        <w:numId w:val="2"/>
      </w:numPr>
    </w:pPr>
  </w:style>
  <w:style w:type="numbering" w:customStyle="1" w:styleId="SDMHeadList">
    <w:name w:val="SDMHeadList"/>
    <w:uiPriority w:val="99"/>
    <w:rsid w:val="00670750"/>
    <w:pPr>
      <w:numPr>
        <w:numId w:val="5"/>
      </w:numPr>
    </w:pPr>
  </w:style>
  <w:style w:type="numbering" w:customStyle="1" w:styleId="SDMTableBoxParaList">
    <w:name w:val="SDMTable&amp;BoxParaList"/>
    <w:rsid w:val="009934B6"/>
    <w:pPr>
      <w:numPr>
        <w:numId w:val="3"/>
      </w:numPr>
    </w:pPr>
  </w:style>
  <w:style w:type="paragraph" w:customStyle="1" w:styleId="SDMAppTitle">
    <w:name w:val="SDMAppTitle"/>
    <w:basedOn w:val="SDMHead1"/>
    <w:qFormat/>
    <w:rsid w:val="00DD62BF"/>
    <w:pPr>
      <w:pageBreakBefore/>
      <w:numPr>
        <w:numId w:val="12"/>
      </w:numPr>
      <w:spacing w:before="120" w:after="600"/>
    </w:pPr>
  </w:style>
  <w:style w:type="paragraph" w:customStyle="1" w:styleId="SDMApp1">
    <w:name w:val="SDMApp1"/>
    <w:basedOn w:val="SDMHead2"/>
    <w:qFormat/>
    <w:rsid w:val="00EC5BC1"/>
    <w:pPr>
      <w:numPr>
        <w:numId w:val="12"/>
      </w:numPr>
      <w:ind w:left="709" w:hanging="709"/>
      <w:outlineLvl w:val="9"/>
    </w:pPr>
  </w:style>
  <w:style w:type="paragraph" w:customStyle="1" w:styleId="SDMApp2">
    <w:name w:val="SDMApp2"/>
    <w:basedOn w:val="SDMHead3"/>
    <w:qFormat/>
    <w:rsid w:val="00EC5BC1"/>
    <w:pPr>
      <w:numPr>
        <w:numId w:val="12"/>
      </w:numPr>
      <w:tabs>
        <w:tab w:val="left" w:pos="709"/>
      </w:tabs>
      <w:ind w:left="709" w:hanging="709"/>
      <w:outlineLvl w:val="9"/>
    </w:pPr>
  </w:style>
  <w:style w:type="paragraph" w:customStyle="1" w:styleId="SDMApp3">
    <w:name w:val="SDMApp3"/>
    <w:basedOn w:val="SDMHead4"/>
    <w:qFormat/>
    <w:rsid w:val="00EC5BC1"/>
    <w:pPr>
      <w:numPr>
        <w:numId w:val="12"/>
      </w:numPr>
      <w:ind w:left="709" w:hanging="709"/>
      <w:outlineLvl w:val="9"/>
    </w:pPr>
  </w:style>
  <w:style w:type="paragraph" w:customStyle="1" w:styleId="SDMApp4">
    <w:name w:val="SDMApp4"/>
    <w:basedOn w:val="SDMHead5"/>
    <w:qFormat/>
    <w:rsid w:val="00EC5BC1"/>
    <w:pPr>
      <w:numPr>
        <w:numId w:val="12"/>
      </w:numPr>
      <w:ind w:left="1418" w:hanging="1418"/>
      <w:outlineLvl w:val="9"/>
    </w:pPr>
  </w:style>
  <w:style w:type="numbering" w:customStyle="1" w:styleId="SDMAppHeadList">
    <w:name w:val="SDMAppHeadList"/>
    <w:uiPriority w:val="99"/>
    <w:rsid w:val="0019463F"/>
    <w:pPr>
      <w:numPr>
        <w:numId w:val="4"/>
      </w:numPr>
    </w:pPr>
  </w:style>
  <w:style w:type="paragraph" w:customStyle="1" w:styleId="SDMDocRef">
    <w:name w:val="SDMDocRef"/>
    <w:basedOn w:val="Normal"/>
    <w:qFormat/>
    <w:rsid w:val="001F4D32"/>
    <w:pPr>
      <w:spacing w:before="100"/>
    </w:pPr>
    <w:rPr>
      <w:b/>
      <w:caps/>
      <w:sz w:val="28"/>
    </w:rPr>
  </w:style>
  <w:style w:type="paragraph" w:customStyle="1" w:styleId="SDMApp5">
    <w:name w:val="SDMApp5"/>
    <w:basedOn w:val="SDMApp4"/>
    <w:qFormat/>
    <w:rsid w:val="00EC5BC1"/>
    <w:pPr>
      <w:numPr>
        <w:ilvl w:val="5"/>
      </w:numPr>
      <w:tabs>
        <w:tab w:val="left" w:pos="1418"/>
      </w:tabs>
      <w:ind w:left="1418" w:hanging="1418"/>
    </w:pPr>
  </w:style>
  <w:style w:type="paragraph" w:customStyle="1" w:styleId="SDMTableBoxFigureFootnote">
    <w:name w:val="SDMTableBoxFigureFootnote"/>
    <w:basedOn w:val="Normal"/>
    <w:qFormat/>
    <w:rsid w:val="001E7136"/>
    <w:pPr>
      <w:numPr>
        <w:numId w:val="16"/>
      </w:numPr>
      <w:spacing w:before="120"/>
    </w:pPr>
    <w:rPr>
      <w:sz w:val="20"/>
    </w:rPr>
  </w:style>
  <w:style w:type="paragraph" w:customStyle="1" w:styleId="SDMCovNoteTitle">
    <w:name w:val="SDMCovNoteTitle"/>
    <w:basedOn w:val="Normal"/>
    <w:qFormat/>
    <w:rsid w:val="00BE377E"/>
    <w:pPr>
      <w:keepNext/>
      <w:keepLines/>
      <w:suppressAutoHyphens/>
      <w:spacing w:before="240" w:after="840"/>
      <w:jc w:val="center"/>
    </w:pPr>
    <w:rPr>
      <w:b/>
      <w:caps/>
      <w:sz w:val="32"/>
    </w:rPr>
  </w:style>
  <w:style w:type="numbering" w:customStyle="1" w:styleId="SDMCovNoteHeadList">
    <w:name w:val="SDMCovNoteHeadList"/>
    <w:uiPriority w:val="99"/>
    <w:rsid w:val="00567E70"/>
    <w:pPr>
      <w:numPr>
        <w:numId w:val="6"/>
      </w:numPr>
    </w:pPr>
  </w:style>
  <w:style w:type="paragraph" w:customStyle="1" w:styleId="SDMCovNoteHead1">
    <w:name w:val="SDMCovNoteHead1"/>
    <w:basedOn w:val="Normal"/>
    <w:rsid w:val="00D25DF5"/>
    <w:pPr>
      <w:keepNext/>
      <w:keepLines/>
      <w:numPr>
        <w:numId w:val="8"/>
      </w:numPr>
      <w:suppressAutoHyphens/>
      <w:spacing w:before="240" w:after="60"/>
    </w:pPr>
    <w:rPr>
      <w:b/>
      <w:sz w:val="24"/>
    </w:rPr>
  </w:style>
  <w:style w:type="paragraph" w:customStyle="1" w:styleId="SDMCovNoteHead2">
    <w:name w:val="SDMCovNoteHead2"/>
    <w:basedOn w:val="Normal"/>
    <w:rsid w:val="00D25DF5"/>
    <w:pPr>
      <w:keepNext/>
      <w:keepLines/>
      <w:numPr>
        <w:ilvl w:val="1"/>
        <w:numId w:val="8"/>
      </w:numPr>
      <w:spacing w:before="240" w:after="60"/>
    </w:pPr>
    <w:rPr>
      <w:b/>
    </w:rPr>
  </w:style>
  <w:style w:type="paragraph" w:customStyle="1" w:styleId="SDMCovNoteHead3">
    <w:name w:val="SDMCovNoteHead3"/>
    <w:basedOn w:val="Normal"/>
    <w:rsid w:val="00D25DF5"/>
    <w:pPr>
      <w:keepNext/>
      <w:keepLines/>
      <w:numPr>
        <w:ilvl w:val="2"/>
        <w:numId w:val="8"/>
      </w:numPr>
      <w:spacing w:before="240" w:after="60"/>
    </w:pPr>
    <w:rPr>
      <w:b/>
    </w:rPr>
  </w:style>
  <w:style w:type="paragraph" w:styleId="NoSpacing">
    <w:name w:val="No Spacing"/>
    <w:link w:val="NoSpacingChar"/>
    <w:uiPriority w:val="1"/>
    <w:qFormat/>
    <w:rsid w:val="00A12E1C"/>
    <w:rPr>
      <w:rFonts w:ascii="Calibri" w:eastAsia="MS Mincho" w:hAnsi="Calibri" w:cs="Arial"/>
      <w:sz w:val="22"/>
      <w:szCs w:val="22"/>
      <w:lang w:val="en-US" w:eastAsia="ja-JP"/>
    </w:rPr>
  </w:style>
  <w:style w:type="character" w:customStyle="1" w:styleId="NoSpacingChar">
    <w:name w:val="No Spacing Char"/>
    <w:link w:val="NoSpacing"/>
    <w:uiPriority w:val="1"/>
    <w:rsid w:val="00A12E1C"/>
    <w:rPr>
      <w:rFonts w:ascii="Calibri" w:eastAsia="MS Mincho" w:hAnsi="Calibri" w:cs="Arial"/>
      <w:sz w:val="22"/>
      <w:szCs w:val="22"/>
      <w:lang w:val="en-US" w:eastAsia="ja-JP"/>
    </w:rPr>
  </w:style>
  <w:style w:type="paragraph" w:customStyle="1" w:styleId="SDMTOCHeading">
    <w:name w:val="SDMTOCHeading"/>
    <w:basedOn w:val="Normal"/>
    <w:qFormat/>
    <w:rsid w:val="00036902"/>
    <w:pPr>
      <w:keepNext/>
      <w:keepLines/>
      <w:pageBreakBefore/>
      <w:tabs>
        <w:tab w:val="right" w:pos="9356"/>
      </w:tabs>
      <w:spacing w:before="240" w:after="600"/>
    </w:pPr>
    <w:rPr>
      <w:rFonts w:cs="Arial"/>
      <w:b/>
      <w:szCs w:val="22"/>
    </w:rPr>
  </w:style>
  <w:style w:type="numbering" w:customStyle="1" w:styleId="SDMTableBoxFigureFootnoteList">
    <w:name w:val="SDMTableBoxFigureFootnoteList"/>
    <w:uiPriority w:val="99"/>
    <w:rsid w:val="001E7136"/>
    <w:pPr>
      <w:numPr>
        <w:numId w:val="7"/>
      </w:numPr>
    </w:pPr>
  </w:style>
  <w:style w:type="paragraph" w:customStyle="1" w:styleId="SDMTableBoxFigureFootnoteSL1">
    <w:name w:val="SDMTableBoxFigureFootnoteSL1"/>
    <w:basedOn w:val="SDMTableBoxFigureFootnote"/>
    <w:qFormat/>
    <w:rsid w:val="001E7136"/>
    <w:pPr>
      <w:numPr>
        <w:ilvl w:val="1"/>
      </w:numPr>
      <w:spacing w:before="40"/>
    </w:pPr>
  </w:style>
  <w:style w:type="paragraph" w:customStyle="1" w:styleId="SDMTableBoxFigureFootnoteSL2">
    <w:name w:val="SDMTableBoxFigureFootnoteSL2"/>
    <w:basedOn w:val="SDMTableBoxFigureFootnote"/>
    <w:qFormat/>
    <w:rsid w:val="001E7136"/>
    <w:pPr>
      <w:numPr>
        <w:ilvl w:val="2"/>
      </w:numPr>
      <w:spacing w:before="40"/>
    </w:pPr>
  </w:style>
  <w:style w:type="paragraph" w:customStyle="1" w:styleId="SDMTableBoxFigureFootnoteSL3">
    <w:name w:val="SDMTableBoxFigureFootnoteSL3"/>
    <w:basedOn w:val="SDMTableBoxFigureFootnote"/>
    <w:qFormat/>
    <w:rsid w:val="001E7136"/>
    <w:pPr>
      <w:numPr>
        <w:ilvl w:val="3"/>
      </w:numPr>
      <w:spacing w:before="40"/>
    </w:pPr>
  </w:style>
  <w:style w:type="paragraph" w:customStyle="1" w:styleId="SDMTableBoxFigureFootnoteSL4">
    <w:name w:val="SDMTableBoxFigureFootnoteSL4"/>
    <w:basedOn w:val="SDMTableBoxFigureFootnote"/>
    <w:qFormat/>
    <w:rsid w:val="001E7136"/>
    <w:pPr>
      <w:numPr>
        <w:ilvl w:val="4"/>
      </w:numPr>
      <w:spacing w:before="40"/>
    </w:pPr>
  </w:style>
  <w:style w:type="paragraph" w:customStyle="1" w:styleId="SDMTableBoxFigureFootnoteSL5">
    <w:name w:val="SDMTableBoxFigureFootnoteSL5"/>
    <w:basedOn w:val="SDMTableBoxFigureFootnote"/>
    <w:qFormat/>
    <w:rsid w:val="001E7136"/>
    <w:pPr>
      <w:numPr>
        <w:ilvl w:val="5"/>
      </w:numPr>
      <w:spacing w:before="40"/>
    </w:pPr>
  </w:style>
  <w:style w:type="character" w:styleId="PlaceholderText">
    <w:name w:val="Placeholder Text"/>
    <w:basedOn w:val="DefaultParagraphFont"/>
    <w:uiPriority w:val="99"/>
    <w:semiHidden/>
    <w:rsid w:val="00515747"/>
    <w:rPr>
      <w:color w:val="808080"/>
    </w:rPr>
  </w:style>
  <w:style w:type="paragraph" w:styleId="BalloonText">
    <w:name w:val="Balloon Text"/>
    <w:basedOn w:val="Normal"/>
    <w:link w:val="BalloonTextChar"/>
    <w:rsid w:val="00515747"/>
    <w:rPr>
      <w:rFonts w:ascii="Tahoma" w:hAnsi="Tahoma" w:cs="Tahoma"/>
      <w:sz w:val="16"/>
      <w:szCs w:val="16"/>
    </w:rPr>
  </w:style>
  <w:style w:type="character" w:customStyle="1" w:styleId="BalloonTextChar">
    <w:name w:val="Balloon Text Char"/>
    <w:basedOn w:val="DefaultParagraphFont"/>
    <w:link w:val="BalloonText"/>
    <w:rsid w:val="00515747"/>
    <w:rPr>
      <w:rFonts w:ascii="Tahoma" w:hAnsi="Tahoma" w:cs="Tahoma"/>
      <w:sz w:val="16"/>
      <w:szCs w:val="16"/>
      <w:lang w:eastAsia="de-DE"/>
    </w:rPr>
  </w:style>
  <w:style w:type="paragraph" w:styleId="Date">
    <w:name w:val="Date"/>
    <w:basedOn w:val="Normal"/>
    <w:next w:val="Normal"/>
    <w:link w:val="DateChar"/>
    <w:rsid w:val="00C764CD"/>
  </w:style>
  <w:style w:type="character" w:customStyle="1" w:styleId="DateChar">
    <w:name w:val="Date Char"/>
    <w:basedOn w:val="DefaultParagraphFont"/>
    <w:link w:val="Date"/>
    <w:rsid w:val="00C764CD"/>
    <w:rPr>
      <w:rFonts w:ascii="Arial" w:hAnsi="Arial"/>
      <w:sz w:val="22"/>
      <w:lang w:eastAsia="de-DE"/>
    </w:rPr>
  </w:style>
  <w:style w:type="paragraph" w:customStyle="1" w:styleId="SDMConfidentialMark">
    <w:name w:val="SDMConfidentialMark"/>
    <w:basedOn w:val="Normal"/>
    <w:qFormat/>
    <w:rsid w:val="00B40106"/>
    <w:pPr>
      <w:spacing w:before="1200"/>
      <w:jc w:val="right"/>
    </w:pPr>
    <w:rPr>
      <w:b/>
      <w:caps/>
      <w:spacing w:val="10"/>
      <w:sz w:val="32"/>
    </w:rPr>
  </w:style>
  <w:style w:type="character" w:customStyle="1" w:styleId="Heading1Char">
    <w:name w:val="Heading 1 Char"/>
    <w:basedOn w:val="DefaultParagraphFont"/>
    <w:link w:val="Heading1"/>
    <w:rsid w:val="00971E74"/>
    <w:rPr>
      <w:rFonts w:asciiTheme="majorHAnsi" w:eastAsiaTheme="majorEastAsia" w:hAnsiTheme="majorHAnsi" w:cstheme="majorBidi"/>
      <w:b/>
      <w:bCs/>
      <w:color w:val="365F91" w:themeColor="accent1" w:themeShade="BF"/>
      <w:sz w:val="28"/>
      <w:szCs w:val="28"/>
      <w:lang w:val="en-US" w:eastAsia="en-US"/>
    </w:rPr>
  </w:style>
  <w:style w:type="character" w:customStyle="1" w:styleId="Heading2Char">
    <w:name w:val="Heading 2 Char"/>
    <w:basedOn w:val="DefaultParagraphFont"/>
    <w:link w:val="Heading2"/>
    <w:rsid w:val="00971E74"/>
    <w:rPr>
      <w:rFonts w:asciiTheme="majorHAnsi" w:eastAsiaTheme="majorEastAsia" w:hAnsiTheme="majorHAnsi" w:cstheme="majorBidi"/>
      <w:b/>
      <w:bCs/>
      <w:color w:val="4F81BD" w:themeColor="accent1"/>
      <w:sz w:val="26"/>
      <w:szCs w:val="26"/>
      <w:lang w:val="en-US" w:eastAsia="en-US"/>
    </w:rPr>
  </w:style>
  <w:style w:type="character" w:customStyle="1" w:styleId="Heading3Char">
    <w:name w:val="Heading 3 Char"/>
    <w:basedOn w:val="DefaultParagraphFont"/>
    <w:link w:val="Heading3"/>
    <w:rsid w:val="00971E74"/>
    <w:rPr>
      <w:rFonts w:asciiTheme="majorHAnsi" w:eastAsiaTheme="majorEastAsia" w:hAnsiTheme="majorHAnsi" w:cstheme="majorBidi"/>
      <w:b/>
      <w:bCs/>
      <w:color w:val="4F81BD" w:themeColor="accent1"/>
      <w:sz w:val="24"/>
      <w:szCs w:val="24"/>
      <w:lang w:val="en-US" w:eastAsia="en-US"/>
    </w:rPr>
  </w:style>
  <w:style w:type="character" w:customStyle="1" w:styleId="Heading4Char">
    <w:name w:val="Heading 4 Char"/>
    <w:basedOn w:val="DefaultParagraphFont"/>
    <w:link w:val="Heading4"/>
    <w:rsid w:val="00971E74"/>
    <w:rPr>
      <w:rFonts w:asciiTheme="majorHAnsi" w:eastAsiaTheme="majorEastAsia" w:hAnsiTheme="majorHAnsi" w:cstheme="majorBidi"/>
      <w:b/>
      <w:bCs/>
      <w:i/>
      <w:iCs/>
      <w:color w:val="4F81BD" w:themeColor="accent1"/>
      <w:sz w:val="24"/>
      <w:szCs w:val="24"/>
      <w:lang w:val="en-US" w:eastAsia="en-US"/>
    </w:rPr>
  </w:style>
  <w:style w:type="character" w:customStyle="1" w:styleId="Heading5Char">
    <w:name w:val="Heading 5 Char"/>
    <w:basedOn w:val="DefaultParagraphFont"/>
    <w:link w:val="Heading5"/>
    <w:rsid w:val="00971E74"/>
    <w:rPr>
      <w:rFonts w:asciiTheme="majorHAnsi" w:eastAsiaTheme="majorEastAsia" w:hAnsiTheme="majorHAnsi" w:cstheme="majorBidi"/>
      <w:color w:val="243F60" w:themeColor="accent1" w:themeShade="7F"/>
      <w:sz w:val="24"/>
      <w:szCs w:val="24"/>
      <w:lang w:val="en-US" w:eastAsia="en-US"/>
    </w:rPr>
  </w:style>
  <w:style w:type="character" w:customStyle="1" w:styleId="Heading6Char">
    <w:name w:val="Heading 6 Char"/>
    <w:basedOn w:val="DefaultParagraphFont"/>
    <w:link w:val="Heading6"/>
    <w:rsid w:val="00971E74"/>
    <w:rPr>
      <w:rFonts w:asciiTheme="majorHAnsi" w:eastAsiaTheme="majorEastAsia" w:hAnsiTheme="majorHAnsi" w:cstheme="majorBidi"/>
      <w:i/>
      <w:iCs/>
      <w:color w:val="243F60" w:themeColor="accent1" w:themeShade="7F"/>
      <w:sz w:val="24"/>
      <w:szCs w:val="24"/>
      <w:lang w:val="en-US" w:eastAsia="en-US"/>
    </w:rPr>
  </w:style>
  <w:style w:type="character" w:customStyle="1" w:styleId="Heading7Char">
    <w:name w:val="Heading 7 Char"/>
    <w:basedOn w:val="DefaultParagraphFont"/>
    <w:link w:val="Heading7"/>
    <w:rsid w:val="00971E74"/>
    <w:rPr>
      <w:rFonts w:asciiTheme="majorHAnsi" w:eastAsiaTheme="majorEastAsia" w:hAnsiTheme="majorHAnsi" w:cstheme="majorBidi"/>
      <w:i/>
      <w:iCs/>
      <w:color w:val="404040" w:themeColor="text1" w:themeTint="BF"/>
      <w:sz w:val="24"/>
      <w:szCs w:val="24"/>
      <w:lang w:val="en-US" w:eastAsia="en-US"/>
    </w:rPr>
  </w:style>
  <w:style w:type="character" w:customStyle="1" w:styleId="Heading8Char">
    <w:name w:val="Heading 8 Char"/>
    <w:basedOn w:val="DefaultParagraphFont"/>
    <w:link w:val="Heading8"/>
    <w:rsid w:val="00971E74"/>
    <w:rPr>
      <w:rFonts w:asciiTheme="majorHAnsi" w:eastAsiaTheme="majorEastAsia" w:hAnsiTheme="majorHAnsi" w:cstheme="majorBidi"/>
      <w:color w:val="404040" w:themeColor="text1" w:themeTint="BF"/>
      <w:lang w:val="en-US" w:eastAsia="en-US"/>
    </w:rPr>
  </w:style>
  <w:style w:type="character" w:customStyle="1" w:styleId="Heading9Char">
    <w:name w:val="Heading 9 Char"/>
    <w:basedOn w:val="DefaultParagraphFont"/>
    <w:link w:val="Heading9"/>
    <w:rsid w:val="00971E74"/>
    <w:rPr>
      <w:rFonts w:asciiTheme="majorHAnsi" w:eastAsiaTheme="majorEastAsia" w:hAnsiTheme="majorHAnsi" w:cstheme="majorBidi"/>
      <w:i/>
      <w:iCs/>
      <w:color w:val="404040" w:themeColor="text1" w:themeTint="BF"/>
      <w:lang w:val="en-US" w:eastAsia="en-US"/>
    </w:rPr>
  </w:style>
  <w:style w:type="table" w:customStyle="1" w:styleId="SDMMethTableEmmissions">
    <w:name w:val="SDMMethTableEmmissions"/>
    <w:basedOn w:val="TableNormal"/>
    <w:uiPriority w:val="99"/>
    <w:rsid w:val="00894945"/>
    <w:rPr>
      <w:rFonts w:ascii="Arial" w:hAnsi="Arial"/>
      <w:sz w:val="22"/>
    </w:rPr>
    <w:tblPr>
      <w:tblStyleRowBandSize w:val="3"/>
      <w:tblStyleCol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cPr>
      <w:vAlign w:val="center"/>
    </w:tcPr>
    <w:tblStylePr w:type="firstRow">
      <w:pPr>
        <w:keepNext/>
        <w:keepLines/>
        <w:wordWrap/>
        <w:jc w:val="center"/>
      </w:pPr>
      <w:rPr>
        <w:rFonts w:ascii="Arial" w:hAnsi="Arial"/>
        <w:b/>
        <w:sz w:val="22"/>
        <w:u w:val="none"/>
      </w:rPr>
      <w:tblPr/>
      <w:trPr>
        <w:tblHeader/>
      </w:trPr>
      <w:tcPr>
        <w:tcBorders>
          <w:top w:val="single" w:sz="4" w:space="0" w:color="auto"/>
          <w:left w:val="single" w:sz="4" w:space="0" w:color="auto"/>
          <w:bottom w:val="single" w:sz="12" w:space="0" w:color="auto"/>
          <w:right w:val="single" w:sz="4" w:space="0" w:color="auto"/>
          <w:insideH w:val="nil"/>
          <w:insideV w:val="single" w:sz="4" w:space="0" w:color="auto"/>
          <w:tl2br w:val="nil"/>
          <w:tr2bl w:val="nil"/>
        </w:tcBorders>
        <w:shd w:val="clear" w:color="auto" w:fill="E6E6E6"/>
        <w:tcMar>
          <w:top w:w="113" w:type="dxa"/>
          <w:left w:w="0" w:type="nil"/>
          <w:bottom w:w="113" w:type="dxa"/>
          <w:right w:w="0" w:type="nil"/>
        </w:tcMar>
      </w:tcPr>
    </w:tblStylePr>
    <w:tblStylePr w:type="firstCol">
      <w:pPr>
        <w:keepLines/>
        <w:wordWrap/>
        <w:jc w:val="center"/>
      </w:pPr>
      <w:rPr>
        <w:b/>
      </w:rPr>
    </w:tblStylePr>
    <w:tblStylePr w:type="band2Horz">
      <w:tblPr/>
      <w:tcPr>
        <w:shd w:val="clear" w:color="auto" w:fill="E6E6E6"/>
      </w:tcPr>
    </w:tblStylePr>
  </w:style>
  <w:style w:type="table" w:customStyle="1" w:styleId="SDMMethTableDataParameter">
    <w:name w:val="SDMMethTableDataParameter"/>
    <w:basedOn w:val="TableNormal"/>
    <w:uiPriority w:val="99"/>
    <w:rsid w:val="007E2A44"/>
    <w:rPr>
      <w:rFonts w:ascii="Arial" w:hAnsi="Arial"/>
      <w:sz w:val="22"/>
    </w:rPr>
    <w:tblPr>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pPr>
      <w:rPr>
        <w:b/>
      </w:rPr>
      <w:tblPr/>
      <w:tcPr>
        <w:tcMar>
          <w:top w:w="62" w:type="dxa"/>
          <w:left w:w="0" w:type="nil"/>
          <w:bottom w:w="62" w:type="dxa"/>
          <w:right w:w="0" w:type="nil"/>
        </w:tcMar>
      </w:tcPr>
    </w:tblStylePr>
    <w:tblStylePr w:type="firstCol">
      <w:tblPr/>
      <w:tcPr>
        <w:shd w:val="clear" w:color="auto" w:fill="E6E6E6"/>
      </w:tcPr>
    </w:tblStylePr>
  </w:style>
  <w:style w:type="paragraph" w:customStyle="1" w:styleId="SDMMethCaptionNestedTableDataParameter">
    <w:name w:val="SDMMethCaptionNestedTableDataParameter"/>
    <w:basedOn w:val="Caption"/>
    <w:qFormat/>
    <w:rsid w:val="00EE4278"/>
    <w:pPr>
      <w:ind w:left="1531"/>
    </w:pPr>
  </w:style>
  <w:style w:type="table" w:customStyle="1" w:styleId="SDMMethTable">
    <w:name w:val="SDMMethTable"/>
    <w:basedOn w:val="SDMTable"/>
    <w:uiPriority w:val="99"/>
    <w:rsid w:val="00C843A6"/>
    <w:tblPr>
      <w:tblStyleRow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EquationParameters">
    <w:name w:val="SDMMethTableEquationParameters"/>
    <w:basedOn w:val="TableNormal"/>
    <w:uiPriority w:val="99"/>
    <w:rsid w:val="007D575E"/>
    <w:rPr>
      <w:rFonts w:ascii="Arial" w:hAnsi="Arial"/>
      <w:sz w:val="22"/>
    </w:rPr>
    <w:tblPr>
      <w:tblInd w:w="680" w:type="dxa"/>
      <w:tblCellMar>
        <w:top w:w="85" w:type="dxa"/>
        <w:left w:w="108" w:type="dxa"/>
        <w:bottom w:w="28" w:type="dxa"/>
        <w:right w:w="108" w:type="dxa"/>
      </w:tblCellMar>
    </w:tblPr>
    <w:trPr>
      <w:cantSplit/>
    </w:trPr>
    <w:tcPr>
      <w:vAlign w:val="center"/>
    </w:tcPr>
  </w:style>
  <w:style w:type="paragraph" w:customStyle="1" w:styleId="SDMMethCaptionEquationParametersTable">
    <w:name w:val="SDMMethCaptionEquationParametersTable"/>
    <w:basedOn w:val="Caption"/>
    <w:qFormat/>
    <w:rsid w:val="00A3375B"/>
    <w:pPr>
      <w:spacing w:before="180" w:after="0"/>
    </w:pPr>
    <w:rPr>
      <w:b w:val="0"/>
      <w:sz w:val="22"/>
    </w:rPr>
  </w:style>
  <w:style w:type="paragraph" w:customStyle="1" w:styleId="SDMMethEquation">
    <w:name w:val="SDMMethEquation"/>
    <w:basedOn w:val="SDMPara"/>
    <w:qFormat/>
    <w:rsid w:val="003C73C2"/>
    <w:pPr>
      <w:keepLines/>
      <w:numPr>
        <w:numId w:val="0"/>
      </w:numPr>
      <w:spacing w:before="360" w:line="360" w:lineRule="auto"/>
    </w:pPr>
  </w:style>
  <w:style w:type="table" w:customStyle="1" w:styleId="SDMMethTableEquation">
    <w:name w:val="SDMMethTableEquation"/>
    <w:basedOn w:val="TableNormal"/>
    <w:uiPriority w:val="99"/>
    <w:rsid w:val="0083540F"/>
    <w:rPr>
      <w:rFonts w:ascii="Arial" w:hAnsi="Arial"/>
      <w:sz w:val="22"/>
    </w:rPr>
    <w:tblPr>
      <w:tblInd w:w="680" w:type="dxa"/>
      <w:tblCellMar>
        <w:top w:w="0" w:type="dxa"/>
        <w:left w:w="108" w:type="dxa"/>
        <w:bottom w:w="0" w:type="dxa"/>
        <w:right w:w="108" w:type="dxa"/>
      </w:tblCellMar>
    </w:tblPr>
    <w:trPr>
      <w:cantSplit/>
    </w:trPr>
    <w:tcPr>
      <w:vAlign w:val="center"/>
    </w:tcPr>
  </w:style>
  <w:style w:type="paragraph" w:customStyle="1" w:styleId="SDMTableBoxParaNotNumbered">
    <w:name w:val="SDMTable&amp;BoxParaNotNumbered"/>
    <w:basedOn w:val="Normal"/>
    <w:qFormat/>
    <w:rsid w:val="002904CE"/>
    <w:pPr>
      <w:jc w:val="left"/>
    </w:pPr>
  </w:style>
  <w:style w:type="paragraph" w:customStyle="1" w:styleId="SDMTableBoxParaNumbered">
    <w:name w:val="SDMTable&amp;BoxParaNumbered"/>
    <w:basedOn w:val="Normal"/>
    <w:qFormat/>
    <w:rsid w:val="002904CE"/>
    <w:pPr>
      <w:numPr>
        <w:numId w:val="3"/>
      </w:numPr>
      <w:jc w:val="left"/>
    </w:pPr>
  </w:style>
  <w:style w:type="paragraph" w:customStyle="1" w:styleId="SDMMethEquationNr">
    <w:name w:val="SDMMethEquationNr"/>
    <w:basedOn w:val="SDMMethEquation"/>
    <w:qFormat/>
    <w:rsid w:val="006E5800"/>
    <w:pPr>
      <w:keepNext/>
      <w:numPr>
        <w:numId w:val="15"/>
      </w:numPr>
      <w:jc w:val="right"/>
    </w:pPr>
    <w:rPr>
      <w:sz w:val="20"/>
    </w:rPr>
  </w:style>
  <w:style w:type="numbering" w:customStyle="1" w:styleId="SDMMethEquationNumberingList">
    <w:name w:val="SDMMethEquationNumberingList"/>
    <w:uiPriority w:val="99"/>
    <w:rsid w:val="00725BB6"/>
    <w:pPr>
      <w:numPr>
        <w:numId w:val="14"/>
      </w:numPr>
    </w:pPr>
  </w:style>
  <w:style w:type="paragraph" w:styleId="ListParagraph">
    <w:name w:val="List Paragraph"/>
    <w:basedOn w:val="Normal"/>
    <w:uiPriority w:val="34"/>
    <w:qFormat/>
    <w:rsid w:val="002B6960"/>
    <w:pPr>
      <w:ind w:left="720"/>
      <w:contextualSpacing/>
    </w:pPr>
  </w:style>
  <w:style w:type="table" w:customStyle="1" w:styleId="SDMTableLandscape">
    <w:name w:val="SDMTableLandscape"/>
    <w:basedOn w:val="SDMTable"/>
    <w:uiPriority w:val="99"/>
    <w:rsid w:val="00A27F63"/>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Landscape">
    <w:name w:val="SDMMethTableLandscape"/>
    <w:basedOn w:val="SDMMethTable"/>
    <w:uiPriority w:val="99"/>
    <w:rsid w:val="00A27F63"/>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CaptionLandscape">
    <w:name w:val="CaptionLandscape"/>
    <w:basedOn w:val="Caption"/>
    <w:qFormat/>
    <w:rsid w:val="00C170E5"/>
    <w:pPr>
      <w:ind w:left="0" w:firstLine="0"/>
    </w:pPr>
  </w:style>
  <w:style w:type="character" w:styleId="CommentReference">
    <w:name w:val="annotation reference"/>
    <w:basedOn w:val="DefaultParagraphFont"/>
    <w:rsid w:val="00F56CC1"/>
    <w:rPr>
      <w:sz w:val="16"/>
      <w:szCs w:val="16"/>
    </w:rPr>
  </w:style>
  <w:style w:type="paragraph" w:styleId="Revision">
    <w:name w:val="Revision"/>
    <w:hidden/>
    <w:uiPriority w:val="99"/>
    <w:semiHidden/>
    <w:rsid w:val="005B5FFC"/>
    <w:rPr>
      <w:rFonts w:ascii="Arial" w:hAnsi="Arial"/>
      <w:sz w:val="22"/>
      <w:lang w:eastAsia="de-DE"/>
    </w:rPr>
  </w:style>
  <w:style w:type="character" w:styleId="FootnoteReference">
    <w:name w:val="footnote reference"/>
    <w:basedOn w:val="DefaultParagraphFont"/>
    <w:rsid w:val="00365191"/>
    <w:rPr>
      <w:rFonts w:cs="Times New Roman"/>
      <w:vertAlign w:val="superscript"/>
    </w:rPr>
  </w:style>
  <w:style w:type="paragraph" w:styleId="DocumentMap">
    <w:name w:val="Document Map"/>
    <w:basedOn w:val="Normal"/>
    <w:link w:val="DocumentMapChar"/>
    <w:rsid w:val="00497D72"/>
    <w:rPr>
      <w:rFonts w:ascii="Lucida Grande" w:hAnsi="Lucida Grande" w:cs="Lucida Grande"/>
      <w:sz w:val="24"/>
      <w:szCs w:val="24"/>
    </w:rPr>
  </w:style>
  <w:style w:type="character" w:customStyle="1" w:styleId="DocumentMapChar">
    <w:name w:val="Document Map Char"/>
    <w:basedOn w:val="DefaultParagraphFont"/>
    <w:link w:val="DocumentMap"/>
    <w:rsid w:val="00497D72"/>
    <w:rPr>
      <w:rFonts w:ascii="Lucida Grande" w:hAnsi="Lucida Grande" w:cs="Lucida Grande"/>
      <w:sz w:val="24"/>
      <w:szCs w:val="24"/>
      <w:lang w:eastAsia="de-DE"/>
    </w:rPr>
  </w:style>
  <w:style w:type="character" w:customStyle="1" w:styleId="FooterChar">
    <w:name w:val="Footer Char"/>
    <w:basedOn w:val="DefaultParagraphFont"/>
    <w:link w:val="Footer"/>
    <w:uiPriority w:val="99"/>
    <w:rsid w:val="00FF60F4"/>
    <w:rPr>
      <w:rFonts w:ascii="Arial" w:hAnsi="Arial"/>
      <w:sz w:val="22"/>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05DA9"/>
    <w:pPr>
      <w:jc w:val="both"/>
    </w:pPr>
    <w:rPr>
      <w:rFonts w:ascii="Arial" w:hAnsi="Arial"/>
      <w:sz w:val="22"/>
      <w:lang w:eastAsia="de-DE"/>
    </w:rPr>
  </w:style>
  <w:style w:type="paragraph" w:styleId="Heading1">
    <w:name w:val="heading 1"/>
    <w:basedOn w:val="Normal"/>
    <w:next w:val="Normal"/>
    <w:link w:val="Heading1Char"/>
    <w:qFormat/>
    <w:rsid w:val="00971E74"/>
    <w:pPr>
      <w:keepNext/>
      <w:keepLines/>
      <w:spacing w:before="480"/>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Heading2">
    <w:name w:val="heading 2"/>
    <w:basedOn w:val="Normal"/>
    <w:next w:val="Normal"/>
    <w:link w:val="Heading2Char"/>
    <w:unhideWhenUsed/>
    <w:qFormat/>
    <w:rsid w:val="00971E74"/>
    <w:pPr>
      <w:keepNext/>
      <w:keepLines/>
      <w:spacing w:before="200"/>
      <w:outlineLvl w:val="1"/>
    </w:pPr>
    <w:rPr>
      <w:rFonts w:asciiTheme="majorHAnsi" w:eastAsiaTheme="majorEastAsia" w:hAnsiTheme="majorHAnsi" w:cstheme="majorBidi"/>
      <w:b/>
      <w:bCs/>
      <w:color w:val="4F81BD" w:themeColor="accent1"/>
      <w:sz w:val="26"/>
      <w:szCs w:val="26"/>
      <w:lang w:val="en-US" w:eastAsia="en-US"/>
    </w:rPr>
  </w:style>
  <w:style w:type="paragraph" w:styleId="Heading3">
    <w:name w:val="heading 3"/>
    <w:basedOn w:val="Normal"/>
    <w:next w:val="Normal"/>
    <w:link w:val="Heading3Char"/>
    <w:unhideWhenUsed/>
    <w:qFormat/>
    <w:rsid w:val="00971E74"/>
    <w:pPr>
      <w:keepNext/>
      <w:keepLines/>
      <w:spacing w:before="200"/>
      <w:outlineLvl w:val="2"/>
    </w:pPr>
    <w:rPr>
      <w:rFonts w:asciiTheme="majorHAnsi" w:eastAsiaTheme="majorEastAsia" w:hAnsiTheme="majorHAnsi" w:cstheme="majorBidi"/>
      <w:b/>
      <w:bCs/>
      <w:color w:val="4F81BD" w:themeColor="accent1"/>
      <w:sz w:val="24"/>
      <w:szCs w:val="24"/>
      <w:lang w:val="en-US" w:eastAsia="en-US"/>
    </w:rPr>
  </w:style>
  <w:style w:type="paragraph" w:styleId="Heading4">
    <w:name w:val="heading 4"/>
    <w:basedOn w:val="Normal"/>
    <w:next w:val="Normal"/>
    <w:link w:val="Heading4Char"/>
    <w:unhideWhenUsed/>
    <w:qFormat/>
    <w:rsid w:val="00971E74"/>
    <w:pPr>
      <w:keepNext/>
      <w:keepLines/>
      <w:spacing w:before="200"/>
      <w:outlineLvl w:val="3"/>
    </w:pPr>
    <w:rPr>
      <w:rFonts w:asciiTheme="majorHAnsi" w:eastAsiaTheme="majorEastAsia" w:hAnsiTheme="majorHAnsi" w:cstheme="majorBidi"/>
      <w:b/>
      <w:bCs/>
      <w:i/>
      <w:iCs/>
      <w:color w:val="4F81BD" w:themeColor="accent1"/>
      <w:sz w:val="24"/>
      <w:szCs w:val="24"/>
      <w:lang w:val="en-US" w:eastAsia="en-US"/>
    </w:rPr>
  </w:style>
  <w:style w:type="paragraph" w:styleId="Heading5">
    <w:name w:val="heading 5"/>
    <w:basedOn w:val="Normal"/>
    <w:next w:val="Normal"/>
    <w:link w:val="Heading5Char"/>
    <w:unhideWhenUsed/>
    <w:qFormat/>
    <w:rsid w:val="00971E74"/>
    <w:pPr>
      <w:keepNext/>
      <w:keepLines/>
      <w:spacing w:before="200"/>
      <w:outlineLvl w:val="4"/>
    </w:pPr>
    <w:rPr>
      <w:rFonts w:asciiTheme="majorHAnsi" w:eastAsiaTheme="majorEastAsia" w:hAnsiTheme="majorHAnsi" w:cstheme="majorBidi"/>
      <w:color w:val="243F60" w:themeColor="accent1" w:themeShade="7F"/>
      <w:sz w:val="24"/>
      <w:szCs w:val="24"/>
      <w:lang w:val="en-US" w:eastAsia="en-US"/>
    </w:rPr>
  </w:style>
  <w:style w:type="paragraph" w:styleId="Heading6">
    <w:name w:val="heading 6"/>
    <w:basedOn w:val="Normal"/>
    <w:next w:val="Normal"/>
    <w:link w:val="Heading6Char"/>
    <w:unhideWhenUsed/>
    <w:qFormat/>
    <w:rsid w:val="00971E74"/>
    <w:pPr>
      <w:keepNext/>
      <w:keepLines/>
      <w:spacing w:before="200"/>
      <w:outlineLvl w:val="5"/>
    </w:pPr>
    <w:rPr>
      <w:rFonts w:asciiTheme="majorHAnsi" w:eastAsiaTheme="majorEastAsia" w:hAnsiTheme="majorHAnsi" w:cstheme="majorBidi"/>
      <w:i/>
      <w:iCs/>
      <w:color w:val="243F60" w:themeColor="accent1" w:themeShade="7F"/>
      <w:sz w:val="24"/>
      <w:szCs w:val="24"/>
      <w:lang w:val="en-US" w:eastAsia="en-US"/>
    </w:rPr>
  </w:style>
  <w:style w:type="paragraph" w:styleId="Heading7">
    <w:name w:val="heading 7"/>
    <w:basedOn w:val="Normal"/>
    <w:next w:val="Normal"/>
    <w:link w:val="Heading7Char"/>
    <w:unhideWhenUsed/>
    <w:qFormat/>
    <w:rsid w:val="00971E74"/>
    <w:pPr>
      <w:keepNext/>
      <w:keepLines/>
      <w:spacing w:before="200"/>
      <w:outlineLvl w:val="6"/>
    </w:pPr>
    <w:rPr>
      <w:rFonts w:asciiTheme="majorHAnsi" w:eastAsiaTheme="majorEastAsia" w:hAnsiTheme="majorHAnsi" w:cstheme="majorBidi"/>
      <w:i/>
      <w:iCs/>
      <w:color w:val="404040" w:themeColor="text1" w:themeTint="BF"/>
      <w:sz w:val="24"/>
      <w:szCs w:val="24"/>
      <w:lang w:val="en-US" w:eastAsia="en-US"/>
    </w:rPr>
  </w:style>
  <w:style w:type="paragraph" w:styleId="Heading8">
    <w:name w:val="heading 8"/>
    <w:basedOn w:val="Normal"/>
    <w:next w:val="Normal"/>
    <w:link w:val="Heading8Char"/>
    <w:unhideWhenUsed/>
    <w:qFormat/>
    <w:rsid w:val="00971E74"/>
    <w:pPr>
      <w:keepNext/>
      <w:keepLines/>
      <w:spacing w:before="200"/>
      <w:outlineLvl w:val="7"/>
    </w:pPr>
    <w:rPr>
      <w:rFonts w:asciiTheme="majorHAnsi" w:eastAsiaTheme="majorEastAsia" w:hAnsiTheme="majorHAnsi" w:cstheme="majorBidi"/>
      <w:color w:val="404040" w:themeColor="text1" w:themeTint="BF"/>
      <w:sz w:val="20"/>
      <w:lang w:val="en-US" w:eastAsia="en-US"/>
    </w:rPr>
  </w:style>
  <w:style w:type="paragraph" w:styleId="Heading9">
    <w:name w:val="heading 9"/>
    <w:basedOn w:val="Normal"/>
    <w:next w:val="Normal"/>
    <w:link w:val="Heading9Char"/>
    <w:unhideWhenUsed/>
    <w:qFormat/>
    <w:rsid w:val="00971E74"/>
    <w:pPr>
      <w:keepNext/>
      <w:keepLines/>
      <w:spacing w:before="200"/>
      <w:outlineLvl w:val="8"/>
    </w:pPr>
    <w:rPr>
      <w:rFonts w:asciiTheme="majorHAnsi" w:eastAsiaTheme="majorEastAsia" w:hAnsiTheme="majorHAnsi" w:cstheme="majorBidi"/>
      <w:i/>
      <w:iCs/>
      <w:color w:val="404040" w:themeColor="text1" w:themeTint="BF"/>
      <w:sz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TOC3">
    <w:name w:val="toc 3"/>
    <w:basedOn w:val="TOC1"/>
    <w:link w:val="TOC3Char"/>
    <w:uiPriority w:val="39"/>
    <w:rsid w:val="00791F32"/>
    <w:pPr>
      <w:ind w:left="1843" w:right="1985" w:hanging="709"/>
    </w:pPr>
    <w:rPr>
      <w:b w:val="0"/>
      <w:caps w:val="0"/>
    </w:rPr>
  </w:style>
  <w:style w:type="paragraph" w:styleId="TOC2">
    <w:name w:val="toc 2"/>
    <w:basedOn w:val="TOC1"/>
    <w:link w:val="TOC2Char"/>
    <w:uiPriority w:val="39"/>
    <w:rsid w:val="001A600D"/>
    <w:pPr>
      <w:ind w:left="1134"/>
    </w:pPr>
    <w:rPr>
      <w:b w:val="0"/>
      <w:caps w:val="0"/>
    </w:rPr>
  </w:style>
  <w:style w:type="paragraph" w:styleId="TOC1">
    <w:name w:val="toc 1"/>
    <w:basedOn w:val="Normal"/>
    <w:link w:val="TOC1Char"/>
    <w:uiPriority w:val="39"/>
    <w:rsid w:val="00544848"/>
    <w:pPr>
      <w:tabs>
        <w:tab w:val="left" w:leader="dot" w:pos="7088"/>
        <w:tab w:val="right" w:pos="9356"/>
      </w:tabs>
      <w:spacing w:before="180"/>
      <w:ind w:left="567" w:right="2552" w:hanging="567"/>
      <w:jc w:val="left"/>
    </w:pPr>
    <w:rPr>
      <w:rFonts w:cs="Arial"/>
      <w:b/>
      <w:caps/>
      <w:sz w:val="21"/>
      <w:szCs w:val="21"/>
    </w:rPr>
  </w:style>
  <w:style w:type="paragraph" w:styleId="FootnoteText">
    <w:name w:val="footnote text"/>
    <w:basedOn w:val="Normal"/>
    <w:link w:val="FootnoteTextChar"/>
    <w:rsid w:val="00F27AD2"/>
    <w:pPr>
      <w:keepLines/>
      <w:spacing w:before="120" w:after="60"/>
      <w:ind w:left="130" w:hanging="130"/>
    </w:pPr>
    <w:rPr>
      <w:sz w:val="20"/>
    </w:rPr>
  </w:style>
  <w:style w:type="paragraph" w:customStyle="1" w:styleId="MainTitle">
    <w:name w:val="MainTitle"/>
    <w:basedOn w:val="Normal"/>
    <w:pPr>
      <w:jc w:val="center"/>
    </w:pPr>
    <w:rPr>
      <w:b/>
      <w:sz w:val="28"/>
    </w:rPr>
  </w:style>
  <w:style w:type="character" w:styleId="Hyperlink">
    <w:name w:val="Hyperlink"/>
    <w:uiPriority w:val="99"/>
    <w:rPr>
      <w:color w:val="0000FF"/>
      <w:u w:val="single"/>
    </w:rPr>
  </w:style>
  <w:style w:type="paragraph" w:styleId="EndnoteText">
    <w:name w:val="endnote text"/>
    <w:basedOn w:val="Normal"/>
    <w:rsid w:val="00CC25EE"/>
    <w:rPr>
      <w:rFonts w:eastAsia="MS Mincho"/>
      <w:lang w:eastAsia="en-US"/>
    </w:rPr>
  </w:style>
  <w:style w:type="paragraph" w:styleId="CommentText">
    <w:name w:val="annotation text"/>
    <w:basedOn w:val="Normal"/>
    <w:rsid w:val="00CC25EE"/>
    <w:rPr>
      <w:rFonts w:eastAsia="MS Mincho"/>
      <w:sz w:val="20"/>
      <w:lang w:eastAsia="en-US"/>
    </w:rPr>
  </w:style>
  <w:style w:type="paragraph" w:customStyle="1" w:styleId="TableColumnHeading">
    <w:name w:val="TableColumnHeading"/>
    <w:basedOn w:val="Normal"/>
    <w:rsid w:val="004E568C"/>
    <w:pPr>
      <w:numPr>
        <w:numId w:val="1"/>
      </w:numPr>
      <w:spacing w:before="40" w:after="40"/>
      <w:jc w:val="center"/>
    </w:pPr>
    <w:rPr>
      <w:b/>
    </w:rPr>
  </w:style>
  <w:style w:type="paragraph" w:styleId="Caption">
    <w:name w:val="caption"/>
    <w:basedOn w:val="Normal"/>
    <w:qFormat/>
    <w:rsid w:val="003B4E4E"/>
    <w:pPr>
      <w:keepNext/>
      <w:keepLines/>
      <w:tabs>
        <w:tab w:val="left" w:pos="1134"/>
        <w:tab w:val="left" w:pos="1956"/>
        <w:tab w:val="left" w:pos="2126"/>
        <w:tab w:val="left" w:pos="2693"/>
        <w:tab w:val="left" w:pos="3260"/>
      </w:tabs>
      <w:spacing w:before="320" w:after="120"/>
      <w:ind w:left="1956" w:hanging="1247"/>
    </w:pPr>
    <w:rPr>
      <w:b/>
      <w:bCs/>
      <w:sz w:val="20"/>
    </w:rPr>
  </w:style>
  <w:style w:type="paragraph" w:styleId="TOC9">
    <w:name w:val="toc 9"/>
    <w:basedOn w:val="Normal"/>
    <w:next w:val="Normal"/>
    <w:autoRedefine/>
    <w:rsid w:val="00FF135C"/>
    <w:pPr>
      <w:ind w:left="1760"/>
    </w:pPr>
  </w:style>
  <w:style w:type="paragraph" w:styleId="CommentSubject">
    <w:name w:val="annotation subject"/>
    <w:basedOn w:val="CommentText"/>
    <w:next w:val="CommentText"/>
    <w:rsid w:val="00A14BC6"/>
    <w:rPr>
      <w:rFonts w:eastAsia="Times New Roman"/>
      <w:b/>
      <w:bCs/>
      <w:lang w:eastAsia="de-DE"/>
    </w:rPr>
  </w:style>
  <w:style w:type="paragraph" w:styleId="IndexHeading">
    <w:name w:val="index heading"/>
    <w:basedOn w:val="Normal"/>
    <w:next w:val="Normal"/>
    <w:rsid w:val="00A14BC6"/>
    <w:rPr>
      <w:rFonts w:cs="Arial"/>
      <w:b/>
      <w:bCs/>
    </w:rPr>
  </w:style>
  <w:style w:type="paragraph" w:styleId="TableofAuthorities">
    <w:name w:val="table of authorities"/>
    <w:basedOn w:val="Normal"/>
    <w:next w:val="Normal"/>
    <w:rsid w:val="00A14BC6"/>
    <w:pPr>
      <w:ind w:left="220" w:hanging="220"/>
    </w:pPr>
  </w:style>
  <w:style w:type="paragraph" w:styleId="TableofFigures">
    <w:name w:val="table of figures"/>
    <w:basedOn w:val="Normal"/>
    <w:next w:val="Normal"/>
    <w:rsid w:val="00A14BC6"/>
  </w:style>
  <w:style w:type="paragraph" w:styleId="TOAHeading">
    <w:name w:val="toa heading"/>
    <w:basedOn w:val="Normal"/>
    <w:next w:val="Normal"/>
    <w:rsid w:val="00A14BC6"/>
    <w:pPr>
      <w:spacing w:before="120"/>
    </w:pPr>
    <w:rPr>
      <w:rFonts w:cs="Arial"/>
      <w:b/>
      <w:bCs/>
      <w:sz w:val="24"/>
      <w:szCs w:val="24"/>
    </w:rPr>
  </w:style>
  <w:style w:type="paragraph" w:styleId="TOC4">
    <w:name w:val="toc 4"/>
    <w:basedOn w:val="TOC1"/>
    <w:uiPriority w:val="39"/>
    <w:rsid w:val="00791F32"/>
    <w:pPr>
      <w:ind w:left="2722" w:right="1985" w:hanging="879"/>
    </w:pPr>
    <w:rPr>
      <w:b w:val="0"/>
      <w:caps w:val="0"/>
      <w:noProof/>
    </w:rPr>
  </w:style>
  <w:style w:type="paragraph" w:styleId="TOC5">
    <w:name w:val="toc 5"/>
    <w:basedOn w:val="TOC1"/>
    <w:uiPriority w:val="39"/>
    <w:rsid w:val="00791F32"/>
    <w:pPr>
      <w:ind w:left="3743" w:right="1985" w:hanging="1021"/>
    </w:pPr>
    <w:rPr>
      <w:b w:val="0"/>
      <w:caps w:val="0"/>
      <w:noProof/>
    </w:rPr>
  </w:style>
  <w:style w:type="paragraph" w:styleId="TOC6">
    <w:name w:val="toc 6"/>
    <w:basedOn w:val="Normal"/>
    <w:next w:val="Normal"/>
    <w:autoRedefine/>
    <w:rsid w:val="00A14BC6"/>
    <w:pPr>
      <w:ind w:left="1100"/>
    </w:pPr>
  </w:style>
  <w:style w:type="paragraph" w:styleId="TOC7">
    <w:name w:val="toc 7"/>
    <w:basedOn w:val="Normal"/>
    <w:next w:val="Normal"/>
    <w:autoRedefine/>
    <w:rsid w:val="00A14BC6"/>
    <w:pPr>
      <w:ind w:left="1320"/>
    </w:pPr>
  </w:style>
  <w:style w:type="paragraph" w:styleId="TOC8">
    <w:name w:val="toc 8"/>
    <w:basedOn w:val="Normal"/>
    <w:next w:val="Normal"/>
    <w:autoRedefine/>
    <w:rsid w:val="00A14BC6"/>
    <w:pPr>
      <w:ind w:left="1540"/>
    </w:pPr>
  </w:style>
  <w:style w:type="paragraph" w:customStyle="1" w:styleId="SDMTiHead">
    <w:name w:val="SDMTiHead"/>
    <w:basedOn w:val="Header"/>
    <w:rsid w:val="00287B65"/>
    <w:pPr>
      <w:ind w:left="-330" w:firstLine="330"/>
    </w:pPr>
    <w:rPr>
      <w:rFonts w:cs="Arial"/>
      <w:caps/>
      <w:szCs w:val="19"/>
    </w:rPr>
  </w:style>
  <w:style w:type="paragraph" w:customStyle="1" w:styleId="SDMTitle2">
    <w:name w:val="SDMTitle2"/>
    <w:basedOn w:val="Normal"/>
    <w:rsid w:val="009E24B3"/>
    <w:pPr>
      <w:spacing w:after="600"/>
      <w:jc w:val="left"/>
    </w:pPr>
    <w:rPr>
      <w:rFonts w:cs="Arial"/>
      <w:sz w:val="48"/>
      <w:szCs w:val="48"/>
    </w:rPr>
  </w:style>
  <w:style w:type="paragraph" w:customStyle="1" w:styleId="SDMTitle1">
    <w:name w:val="SDMTitle1"/>
    <w:basedOn w:val="Normal"/>
    <w:rsid w:val="002B570D"/>
    <w:pPr>
      <w:pBdr>
        <w:bottom w:val="single" w:sz="12" w:space="7" w:color="auto"/>
      </w:pBdr>
      <w:spacing w:before="1800" w:after="200"/>
      <w:jc w:val="left"/>
    </w:pPr>
    <w:rPr>
      <w:rFonts w:cs="Arial"/>
      <w:sz w:val="48"/>
      <w:szCs w:val="48"/>
    </w:rPr>
  </w:style>
  <w:style w:type="paragraph" w:customStyle="1" w:styleId="SDMTiInfo">
    <w:name w:val="SDMTiInfo"/>
    <w:basedOn w:val="Normal"/>
    <w:rsid w:val="004B2991"/>
    <w:pPr>
      <w:spacing w:before="300"/>
    </w:pPr>
    <w:rPr>
      <w:rFonts w:cs="Arial"/>
      <w:szCs w:val="22"/>
    </w:rPr>
  </w:style>
  <w:style w:type="paragraph" w:customStyle="1" w:styleId="SDMHead1">
    <w:name w:val="SDMHead1"/>
    <w:basedOn w:val="Normal"/>
    <w:link w:val="SDMHead1Char"/>
    <w:rsid w:val="00670750"/>
    <w:pPr>
      <w:keepNext/>
      <w:keepLines/>
      <w:numPr>
        <w:numId w:val="17"/>
      </w:numPr>
      <w:suppressAutoHyphens/>
      <w:spacing w:before="240" w:after="60"/>
      <w:outlineLvl w:val="0"/>
    </w:pPr>
    <w:rPr>
      <w:rFonts w:cs="Arial"/>
      <w:b/>
      <w:sz w:val="32"/>
      <w:szCs w:val="32"/>
    </w:rPr>
  </w:style>
  <w:style w:type="paragraph" w:customStyle="1" w:styleId="SDMHead2">
    <w:name w:val="SDMHead2"/>
    <w:basedOn w:val="Normal"/>
    <w:rsid w:val="00670750"/>
    <w:pPr>
      <w:keepNext/>
      <w:keepLines/>
      <w:numPr>
        <w:ilvl w:val="1"/>
        <w:numId w:val="17"/>
      </w:numPr>
      <w:suppressAutoHyphens/>
      <w:spacing w:before="240" w:after="60"/>
      <w:outlineLvl w:val="1"/>
    </w:pPr>
    <w:rPr>
      <w:rFonts w:cs="Arial"/>
      <w:b/>
      <w:sz w:val="24"/>
      <w:szCs w:val="24"/>
    </w:rPr>
  </w:style>
  <w:style w:type="paragraph" w:customStyle="1" w:styleId="SDMHead3">
    <w:name w:val="SDMHead3"/>
    <w:basedOn w:val="Normal"/>
    <w:rsid w:val="00670750"/>
    <w:pPr>
      <w:keepNext/>
      <w:keepLines/>
      <w:numPr>
        <w:ilvl w:val="2"/>
        <w:numId w:val="17"/>
      </w:numPr>
      <w:suppressAutoHyphens/>
      <w:spacing w:before="240" w:after="60"/>
      <w:outlineLvl w:val="2"/>
    </w:pPr>
    <w:rPr>
      <w:rFonts w:cs="Arial"/>
      <w:b/>
      <w:szCs w:val="24"/>
    </w:rPr>
  </w:style>
  <w:style w:type="paragraph" w:customStyle="1" w:styleId="SDMHead4">
    <w:name w:val="SDMHead4"/>
    <w:basedOn w:val="Normal"/>
    <w:rsid w:val="00670750"/>
    <w:pPr>
      <w:keepNext/>
      <w:keepLines/>
      <w:numPr>
        <w:ilvl w:val="3"/>
        <w:numId w:val="17"/>
      </w:numPr>
      <w:suppressAutoHyphens/>
      <w:spacing w:before="240" w:after="60"/>
      <w:outlineLvl w:val="3"/>
    </w:pPr>
    <w:rPr>
      <w:rFonts w:cs="Arial"/>
      <w:b/>
      <w:szCs w:val="24"/>
    </w:rPr>
  </w:style>
  <w:style w:type="paragraph" w:customStyle="1" w:styleId="SDMHead5">
    <w:name w:val="SDMHead5"/>
    <w:basedOn w:val="Normal"/>
    <w:rsid w:val="00670750"/>
    <w:pPr>
      <w:keepNext/>
      <w:keepLines/>
      <w:numPr>
        <w:ilvl w:val="4"/>
        <w:numId w:val="17"/>
      </w:numPr>
      <w:suppressAutoHyphens/>
      <w:spacing w:before="240" w:after="60"/>
      <w:outlineLvl w:val="4"/>
    </w:pPr>
    <w:rPr>
      <w:rFonts w:cs="Arial"/>
      <w:b/>
      <w:szCs w:val="24"/>
    </w:rPr>
  </w:style>
  <w:style w:type="character" w:customStyle="1" w:styleId="SDMHead1Char">
    <w:name w:val="SDMHead1 Char"/>
    <w:link w:val="SDMHead1"/>
    <w:rsid w:val="00670750"/>
    <w:rPr>
      <w:rFonts w:ascii="Arial" w:hAnsi="Arial" w:cs="Arial"/>
      <w:b/>
      <w:sz w:val="32"/>
      <w:szCs w:val="32"/>
      <w:lang w:eastAsia="de-DE"/>
    </w:rPr>
  </w:style>
  <w:style w:type="paragraph" w:customStyle="1" w:styleId="SDMPara">
    <w:name w:val="SDMPara"/>
    <w:basedOn w:val="Normal"/>
    <w:rsid w:val="00AC2C95"/>
    <w:pPr>
      <w:numPr>
        <w:numId w:val="10"/>
      </w:numPr>
      <w:spacing w:before="180"/>
    </w:pPr>
    <w:rPr>
      <w:rFonts w:cs="Arial"/>
      <w:szCs w:val="22"/>
    </w:rPr>
  </w:style>
  <w:style w:type="paragraph" w:customStyle="1" w:styleId="SDMSubPara1">
    <w:name w:val="SDMSubPara1"/>
    <w:basedOn w:val="Normal"/>
    <w:rsid w:val="008F5CDF"/>
    <w:pPr>
      <w:numPr>
        <w:ilvl w:val="1"/>
        <w:numId w:val="10"/>
      </w:numPr>
      <w:spacing w:before="180"/>
    </w:pPr>
    <w:rPr>
      <w:rFonts w:cs="Arial"/>
      <w:szCs w:val="22"/>
    </w:rPr>
  </w:style>
  <w:style w:type="paragraph" w:customStyle="1" w:styleId="SDMSubPara2">
    <w:name w:val="SDMSubPara2"/>
    <w:basedOn w:val="Normal"/>
    <w:rsid w:val="008F5CDF"/>
    <w:pPr>
      <w:numPr>
        <w:ilvl w:val="2"/>
        <w:numId w:val="10"/>
      </w:numPr>
      <w:spacing w:before="180"/>
    </w:pPr>
    <w:rPr>
      <w:rFonts w:cs="Arial"/>
      <w:szCs w:val="22"/>
    </w:rPr>
  </w:style>
  <w:style w:type="character" w:customStyle="1" w:styleId="FootnoteTextChar">
    <w:name w:val="Footnote Text Char"/>
    <w:link w:val="FootnoteText"/>
    <w:rsid w:val="00F27AD2"/>
    <w:rPr>
      <w:rFonts w:ascii="Arial" w:hAnsi="Arial"/>
      <w:lang w:eastAsia="de-DE"/>
    </w:rPr>
  </w:style>
  <w:style w:type="table" w:customStyle="1" w:styleId="SDMTable">
    <w:name w:val="SDMTable"/>
    <w:basedOn w:val="TableNormal"/>
    <w:rsid w:val="00B52653"/>
    <w:rPr>
      <w:rFonts w:ascii="Arial" w:hAnsi="Arial"/>
      <w:sz w:val="22"/>
    </w:rPr>
    <w:tblPr>
      <w:tblStyleRow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SDMFooter">
    <w:name w:val="SDMFooter"/>
    <w:basedOn w:val="Footer"/>
    <w:rsid w:val="00555299"/>
    <w:pPr>
      <w:jc w:val="center"/>
    </w:pPr>
    <w:rPr>
      <w:rFonts w:cs="Arial"/>
      <w:sz w:val="20"/>
    </w:rPr>
  </w:style>
  <w:style w:type="table" w:customStyle="1" w:styleId="SDMTableDocInfo">
    <w:name w:val="SDMTableDocInfo"/>
    <w:basedOn w:val="TableNormal"/>
    <w:rsid w:val="00632B37"/>
    <w:pPr>
      <w:keepNext/>
      <w:spacing w:before="80" w:after="80"/>
    </w:pPr>
    <w:rPr>
      <w:rFonts w:ascii="Arial" w:hAnsi="Arial"/>
    </w:rPr>
    <w:tblPr>
      <w:tblInd w:w="0" w:type="dxa"/>
      <w:tblCellMar>
        <w:top w:w="0" w:type="dxa"/>
        <w:left w:w="108" w:type="dxa"/>
        <w:bottom w:w="0" w:type="dxa"/>
        <w:right w:w="108" w:type="dxa"/>
      </w:tblCellMar>
    </w:tblPr>
    <w:trPr>
      <w:cantSplit/>
    </w:trPr>
    <w:tblStylePr w:type="firstRow">
      <w:rPr>
        <w:rFonts w:ascii="Arial" w:hAnsi="Arial"/>
        <w:i/>
        <w:sz w:val="16"/>
      </w:rPr>
      <w:tblPr/>
      <w:trPr>
        <w:cantSplit w:val="0"/>
        <w:tblHeader/>
      </w:trPr>
      <w:tcPr>
        <w:tcBorders>
          <w:top w:val="single" w:sz="4" w:space="0" w:color="auto"/>
          <w:left w:val="nil"/>
          <w:bottom w:val="single" w:sz="12" w:space="0" w:color="auto"/>
          <w:right w:val="nil"/>
          <w:insideV w:val="nil"/>
        </w:tcBorders>
        <w:tcMar>
          <w:top w:w="80" w:type="dxa"/>
          <w:left w:w="0" w:type="nil"/>
          <w:bottom w:w="80" w:type="dxa"/>
          <w:right w:w="0" w:type="nil"/>
        </w:tcMar>
        <w:vAlign w:val="center"/>
      </w:tcPr>
    </w:tblStylePr>
    <w:tblStylePr w:type="lastRow">
      <w:tblPr/>
      <w:trPr>
        <w:cantSplit w:val="0"/>
      </w:trPr>
      <w:tcPr>
        <w:tcBorders>
          <w:top w:val="single" w:sz="4" w:space="0" w:color="auto"/>
          <w:left w:val="nil"/>
          <w:bottom w:val="single" w:sz="12" w:space="0" w:color="auto"/>
          <w:right w:val="nil"/>
          <w:insideH w:val="nil"/>
          <w:insideV w:val="nil"/>
          <w:tl2br w:val="nil"/>
          <w:tr2bl w:val="nil"/>
        </w:tcBorders>
        <w:vAlign w:val="center"/>
      </w:tcPr>
    </w:tblStylePr>
  </w:style>
  <w:style w:type="paragraph" w:customStyle="1" w:styleId="SDMDocInfoText">
    <w:name w:val="SDMDocInfoText"/>
    <w:basedOn w:val="Normal"/>
    <w:link w:val="SDMDocInfoTextChar"/>
    <w:rsid w:val="00286BC4"/>
    <w:pPr>
      <w:keepNext/>
      <w:keepLines/>
      <w:spacing w:before="80" w:after="80"/>
    </w:pPr>
    <w:rPr>
      <w:rFonts w:cs="Arial"/>
      <w:sz w:val="20"/>
    </w:rPr>
  </w:style>
  <w:style w:type="character" w:customStyle="1" w:styleId="SDMDocInfoTextChar">
    <w:name w:val="SDMDocInfoText Char"/>
    <w:link w:val="SDMDocInfoText"/>
    <w:rsid w:val="00286BC4"/>
    <w:rPr>
      <w:rFonts w:ascii="Arial" w:hAnsi="Arial" w:cs="Arial"/>
      <w:lang w:eastAsia="de-DE"/>
    </w:rPr>
  </w:style>
  <w:style w:type="paragraph" w:customStyle="1" w:styleId="SDMDocInfoTitle">
    <w:name w:val="SDMDocInfoTitle"/>
    <w:basedOn w:val="Normal"/>
    <w:rsid w:val="00B0050F"/>
    <w:pPr>
      <w:keepNext/>
      <w:keepLines/>
      <w:spacing w:before="480" w:after="240"/>
      <w:jc w:val="center"/>
    </w:pPr>
    <w:rPr>
      <w:rFonts w:cs="Arial"/>
      <w:b/>
      <w:szCs w:val="22"/>
    </w:rPr>
  </w:style>
  <w:style w:type="paragraph" w:customStyle="1" w:styleId="SDMSubPara3">
    <w:name w:val="SDMSubPara3"/>
    <w:basedOn w:val="Normal"/>
    <w:rsid w:val="008F5CDF"/>
    <w:pPr>
      <w:numPr>
        <w:ilvl w:val="3"/>
        <w:numId w:val="10"/>
      </w:numPr>
      <w:spacing w:before="180"/>
    </w:pPr>
  </w:style>
  <w:style w:type="paragraph" w:customStyle="1" w:styleId="SDMSubPara4">
    <w:name w:val="SDMSubPara4"/>
    <w:basedOn w:val="Normal"/>
    <w:rsid w:val="008F5CDF"/>
    <w:pPr>
      <w:numPr>
        <w:ilvl w:val="4"/>
        <w:numId w:val="10"/>
      </w:numPr>
      <w:spacing w:before="180"/>
    </w:pPr>
  </w:style>
  <w:style w:type="character" w:customStyle="1" w:styleId="TOC1Char">
    <w:name w:val="TOC 1 Char"/>
    <w:link w:val="TOC1"/>
    <w:uiPriority w:val="39"/>
    <w:rsid w:val="00544848"/>
    <w:rPr>
      <w:rFonts w:ascii="Arial" w:hAnsi="Arial" w:cs="Arial"/>
      <w:b/>
      <w:caps/>
      <w:sz w:val="21"/>
      <w:szCs w:val="21"/>
      <w:lang w:eastAsia="de-DE"/>
    </w:rPr>
  </w:style>
  <w:style w:type="character" w:customStyle="1" w:styleId="TOC2Char">
    <w:name w:val="TOC 2 Char"/>
    <w:link w:val="TOC2"/>
    <w:uiPriority w:val="39"/>
    <w:rsid w:val="001A600D"/>
    <w:rPr>
      <w:rFonts w:ascii="Arial" w:hAnsi="Arial" w:cs="Arial"/>
      <w:sz w:val="21"/>
      <w:szCs w:val="21"/>
      <w:lang w:eastAsia="de-DE"/>
    </w:rPr>
  </w:style>
  <w:style w:type="character" w:customStyle="1" w:styleId="TOC3Char">
    <w:name w:val="TOC 3 Char"/>
    <w:link w:val="TOC3"/>
    <w:uiPriority w:val="39"/>
    <w:rsid w:val="00791F32"/>
    <w:rPr>
      <w:rFonts w:ascii="Arial" w:hAnsi="Arial" w:cs="Arial"/>
      <w:b/>
      <w:caps/>
      <w:sz w:val="21"/>
      <w:szCs w:val="21"/>
      <w:lang w:val="en-GB" w:eastAsia="de-DE" w:bidi="ar-SA"/>
    </w:rPr>
  </w:style>
  <w:style w:type="character" w:customStyle="1" w:styleId="TOC3CharChar">
    <w:name w:val="TOC 3 Char Char"/>
    <w:rsid w:val="004817C9"/>
    <w:rPr>
      <w:rFonts w:ascii="Arial" w:hAnsi="Arial" w:cs="Arial"/>
      <w:b/>
      <w:caps/>
      <w:sz w:val="21"/>
      <w:szCs w:val="21"/>
      <w:lang w:val="en-GB" w:eastAsia="de-DE" w:bidi="ar-SA"/>
    </w:rPr>
  </w:style>
  <w:style w:type="paragraph" w:customStyle="1" w:styleId="SDMHeader">
    <w:name w:val="SDMHeader"/>
    <w:basedOn w:val="Header"/>
    <w:rsid w:val="00C478DA"/>
    <w:pPr>
      <w:pBdr>
        <w:bottom w:val="single" w:sz="4" w:space="10" w:color="auto"/>
      </w:pBdr>
      <w:tabs>
        <w:tab w:val="clear" w:pos="4320"/>
        <w:tab w:val="clear" w:pos="8640"/>
        <w:tab w:val="right" w:pos="9356"/>
        <w:tab w:val="right" w:pos="14288"/>
      </w:tabs>
    </w:pPr>
    <w:rPr>
      <w:rFonts w:cs="Arial"/>
      <w:sz w:val="20"/>
      <w:szCs w:val="16"/>
    </w:rPr>
  </w:style>
  <w:style w:type="paragraph" w:customStyle="1" w:styleId="SDMDocInfoHeadRow">
    <w:name w:val="SDMDocInfoHeadRow"/>
    <w:basedOn w:val="Normal"/>
    <w:rsid w:val="001B7FE6"/>
    <w:pPr>
      <w:keepNext/>
      <w:keepLines/>
    </w:pPr>
    <w:rPr>
      <w:rFonts w:cs="Arial"/>
      <w:i/>
      <w:sz w:val="16"/>
      <w:szCs w:val="16"/>
    </w:rPr>
  </w:style>
  <w:style w:type="table" w:customStyle="1" w:styleId="SDMBox">
    <w:name w:val="SDMBox"/>
    <w:basedOn w:val="TableNormal"/>
    <w:rsid w:val="009649F1"/>
    <w:rPr>
      <w:rFonts w:ascii="Arial" w:hAnsi="Arial"/>
    </w:rPr>
    <w:tblPr>
      <w:tblInd w:w="822" w:type="dxa"/>
      <w:tblBorders>
        <w:top w:val="single" w:sz="4" w:space="0" w:color="auto"/>
        <w:left w:val="single" w:sz="4" w:space="0" w:color="auto"/>
        <w:bottom w:val="single" w:sz="4" w:space="0" w:color="auto"/>
        <w:right w:val="single" w:sz="4" w:space="0" w:color="auto"/>
      </w:tblBorders>
      <w:tblCellMar>
        <w:top w:w="28" w:type="dxa"/>
        <w:left w:w="108" w:type="dxa"/>
        <w:bottom w:w="28" w:type="dxa"/>
        <w:right w:w="108" w:type="dxa"/>
      </w:tblCellMar>
    </w:tblPr>
    <w:trPr>
      <w:cantSplit/>
    </w:trPr>
    <w:tcPr>
      <w:shd w:val="clear" w:color="auto" w:fill="E6E6E6"/>
    </w:tcPr>
    <w:tblStylePr w:type="firstRow">
      <w:pPr>
        <w:keepNext/>
        <w:keepLines/>
        <w:wordWrap/>
      </w:pPr>
      <w:rPr>
        <w:b/>
      </w:rPr>
      <w:tblPr/>
      <w:tcPr>
        <w:tcMar>
          <w:top w:w="57" w:type="dxa"/>
          <w:left w:w="0" w:type="nil"/>
          <w:bottom w:w="57" w:type="dxa"/>
          <w:right w:w="0" w:type="nil"/>
        </w:tcMar>
      </w:tcPr>
    </w:tblStylePr>
    <w:tblStylePr w:type="lastRow">
      <w:pPr>
        <w:keepNext w:val="0"/>
        <w:wordWrap/>
      </w:pPr>
    </w:tblStylePr>
  </w:style>
  <w:style w:type="numbering" w:customStyle="1" w:styleId="SDMParaList">
    <w:name w:val="SDMParaList"/>
    <w:rsid w:val="0067415B"/>
    <w:pPr>
      <w:numPr>
        <w:numId w:val="2"/>
      </w:numPr>
    </w:pPr>
  </w:style>
  <w:style w:type="numbering" w:customStyle="1" w:styleId="SDMHeadList">
    <w:name w:val="SDMHeadList"/>
    <w:uiPriority w:val="99"/>
    <w:rsid w:val="00670750"/>
    <w:pPr>
      <w:numPr>
        <w:numId w:val="5"/>
      </w:numPr>
    </w:pPr>
  </w:style>
  <w:style w:type="numbering" w:customStyle="1" w:styleId="SDMTableBoxParaList">
    <w:name w:val="SDMTable&amp;BoxParaList"/>
    <w:rsid w:val="009934B6"/>
    <w:pPr>
      <w:numPr>
        <w:numId w:val="3"/>
      </w:numPr>
    </w:pPr>
  </w:style>
  <w:style w:type="paragraph" w:customStyle="1" w:styleId="SDMAppTitle">
    <w:name w:val="SDMAppTitle"/>
    <w:basedOn w:val="SDMHead1"/>
    <w:qFormat/>
    <w:rsid w:val="00DD62BF"/>
    <w:pPr>
      <w:pageBreakBefore/>
      <w:numPr>
        <w:numId w:val="12"/>
      </w:numPr>
      <w:spacing w:before="120" w:after="600"/>
    </w:pPr>
  </w:style>
  <w:style w:type="paragraph" w:customStyle="1" w:styleId="SDMApp1">
    <w:name w:val="SDMApp1"/>
    <w:basedOn w:val="SDMHead2"/>
    <w:qFormat/>
    <w:rsid w:val="00EC5BC1"/>
    <w:pPr>
      <w:numPr>
        <w:numId w:val="12"/>
      </w:numPr>
      <w:ind w:left="709" w:hanging="709"/>
      <w:outlineLvl w:val="9"/>
    </w:pPr>
  </w:style>
  <w:style w:type="paragraph" w:customStyle="1" w:styleId="SDMApp2">
    <w:name w:val="SDMApp2"/>
    <w:basedOn w:val="SDMHead3"/>
    <w:qFormat/>
    <w:rsid w:val="00EC5BC1"/>
    <w:pPr>
      <w:numPr>
        <w:numId w:val="12"/>
      </w:numPr>
      <w:tabs>
        <w:tab w:val="left" w:pos="709"/>
      </w:tabs>
      <w:ind w:left="709" w:hanging="709"/>
      <w:outlineLvl w:val="9"/>
    </w:pPr>
  </w:style>
  <w:style w:type="paragraph" w:customStyle="1" w:styleId="SDMApp3">
    <w:name w:val="SDMApp3"/>
    <w:basedOn w:val="SDMHead4"/>
    <w:qFormat/>
    <w:rsid w:val="00EC5BC1"/>
    <w:pPr>
      <w:numPr>
        <w:numId w:val="12"/>
      </w:numPr>
      <w:ind w:left="709" w:hanging="709"/>
      <w:outlineLvl w:val="9"/>
    </w:pPr>
  </w:style>
  <w:style w:type="paragraph" w:customStyle="1" w:styleId="SDMApp4">
    <w:name w:val="SDMApp4"/>
    <w:basedOn w:val="SDMHead5"/>
    <w:qFormat/>
    <w:rsid w:val="00EC5BC1"/>
    <w:pPr>
      <w:numPr>
        <w:numId w:val="12"/>
      </w:numPr>
      <w:ind w:left="1418" w:hanging="1418"/>
      <w:outlineLvl w:val="9"/>
    </w:pPr>
  </w:style>
  <w:style w:type="numbering" w:customStyle="1" w:styleId="SDMAppHeadList">
    <w:name w:val="SDMAppHeadList"/>
    <w:uiPriority w:val="99"/>
    <w:rsid w:val="0019463F"/>
    <w:pPr>
      <w:numPr>
        <w:numId w:val="4"/>
      </w:numPr>
    </w:pPr>
  </w:style>
  <w:style w:type="paragraph" w:customStyle="1" w:styleId="SDMDocRef">
    <w:name w:val="SDMDocRef"/>
    <w:basedOn w:val="Normal"/>
    <w:qFormat/>
    <w:rsid w:val="001F4D32"/>
    <w:pPr>
      <w:spacing w:before="100"/>
    </w:pPr>
    <w:rPr>
      <w:b/>
      <w:caps/>
      <w:sz w:val="28"/>
    </w:rPr>
  </w:style>
  <w:style w:type="paragraph" w:customStyle="1" w:styleId="SDMApp5">
    <w:name w:val="SDMApp5"/>
    <w:basedOn w:val="SDMApp4"/>
    <w:qFormat/>
    <w:rsid w:val="00EC5BC1"/>
    <w:pPr>
      <w:numPr>
        <w:ilvl w:val="5"/>
      </w:numPr>
      <w:tabs>
        <w:tab w:val="left" w:pos="1418"/>
      </w:tabs>
      <w:ind w:left="1418" w:hanging="1418"/>
    </w:pPr>
  </w:style>
  <w:style w:type="paragraph" w:customStyle="1" w:styleId="SDMTableBoxFigureFootnote">
    <w:name w:val="SDMTableBoxFigureFootnote"/>
    <w:basedOn w:val="Normal"/>
    <w:qFormat/>
    <w:rsid w:val="001E7136"/>
    <w:pPr>
      <w:numPr>
        <w:numId w:val="16"/>
      </w:numPr>
      <w:spacing w:before="120"/>
    </w:pPr>
    <w:rPr>
      <w:sz w:val="20"/>
    </w:rPr>
  </w:style>
  <w:style w:type="paragraph" w:customStyle="1" w:styleId="SDMCovNoteTitle">
    <w:name w:val="SDMCovNoteTitle"/>
    <w:basedOn w:val="Normal"/>
    <w:qFormat/>
    <w:rsid w:val="00BE377E"/>
    <w:pPr>
      <w:keepNext/>
      <w:keepLines/>
      <w:suppressAutoHyphens/>
      <w:spacing w:before="240" w:after="840"/>
      <w:jc w:val="center"/>
    </w:pPr>
    <w:rPr>
      <w:b/>
      <w:caps/>
      <w:sz w:val="32"/>
    </w:rPr>
  </w:style>
  <w:style w:type="numbering" w:customStyle="1" w:styleId="SDMCovNoteHeadList">
    <w:name w:val="SDMCovNoteHeadList"/>
    <w:uiPriority w:val="99"/>
    <w:rsid w:val="00567E70"/>
    <w:pPr>
      <w:numPr>
        <w:numId w:val="6"/>
      </w:numPr>
    </w:pPr>
  </w:style>
  <w:style w:type="paragraph" w:customStyle="1" w:styleId="SDMCovNoteHead1">
    <w:name w:val="SDMCovNoteHead1"/>
    <w:basedOn w:val="Normal"/>
    <w:rsid w:val="00D25DF5"/>
    <w:pPr>
      <w:keepNext/>
      <w:keepLines/>
      <w:numPr>
        <w:numId w:val="8"/>
      </w:numPr>
      <w:suppressAutoHyphens/>
      <w:spacing w:before="240" w:after="60"/>
    </w:pPr>
    <w:rPr>
      <w:b/>
      <w:sz w:val="24"/>
    </w:rPr>
  </w:style>
  <w:style w:type="paragraph" w:customStyle="1" w:styleId="SDMCovNoteHead2">
    <w:name w:val="SDMCovNoteHead2"/>
    <w:basedOn w:val="Normal"/>
    <w:rsid w:val="00D25DF5"/>
    <w:pPr>
      <w:keepNext/>
      <w:keepLines/>
      <w:numPr>
        <w:ilvl w:val="1"/>
        <w:numId w:val="8"/>
      </w:numPr>
      <w:spacing w:before="240" w:after="60"/>
    </w:pPr>
    <w:rPr>
      <w:b/>
    </w:rPr>
  </w:style>
  <w:style w:type="paragraph" w:customStyle="1" w:styleId="SDMCovNoteHead3">
    <w:name w:val="SDMCovNoteHead3"/>
    <w:basedOn w:val="Normal"/>
    <w:rsid w:val="00D25DF5"/>
    <w:pPr>
      <w:keepNext/>
      <w:keepLines/>
      <w:numPr>
        <w:ilvl w:val="2"/>
        <w:numId w:val="8"/>
      </w:numPr>
      <w:spacing w:before="240" w:after="60"/>
    </w:pPr>
    <w:rPr>
      <w:b/>
    </w:rPr>
  </w:style>
  <w:style w:type="paragraph" w:styleId="NoSpacing">
    <w:name w:val="No Spacing"/>
    <w:link w:val="NoSpacingChar"/>
    <w:uiPriority w:val="1"/>
    <w:qFormat/>
    <w:rsid w:val="00A12E1C"/>
    <w:rPr>
      <w:rFonts w:ascii="Calibri" w:eastAsia="MS Mincho" w:hAnsi="Calibri" w:cs="Arial"/>
      <w:sz w:val="22"/>
      <w:szCs w:val="22"/>
      <w:lang w:val="en-US" w:eastAsia="ja-JP"/>
    </w:rPr>
  </w:style>
  <w:style w:type="character" w:customStyle="1" w:styleId="NoSpacingChar">
    <w:name w:val="No Spacing Char"/>
    <w:link w:val="NoSpacing"/>
    <w:uiPriority w:val="1"/>
    <w:rsid w:val="00A12E1C"/>
    <w:rPr>
      <w:rFonts w:ascii="Calibri" w:eastAsia="MS Mincho" w:hAnsi="Calibri" w:cs="Arial"/>
      <w:sz w:val="22"/>
      <w:szCs w:val="22"/>
      <w:lang w:val="en-US" w:eastAsia="ja-JP"/>
    </w:rPr>
  </w:style>
  <w:style w:type="paragraph" w:customStyle="1" w:styleId="SDMTOCHeading">
    <w:name w:val="SDMTOCHeading"/>
    <w:basedOn w:val="Normal"/>
    <w:qFormat/>
    <w:rsid w:val="00036902"/>
    <w:pPr>
      <w:keepNext/>
      <w:keepLines/>
      <w:pageBreakBefore/>
      <w:tabs>
        <w:tab w:val="right" w:pos="9356"/>
      </w:tabs>
      <w:spacing w:before="240" w:after="600"/>
    </w:pPr>
    <w:rPr>
      <w:rFonts w:cs="Arial"/>
      <w:b/>
      <w:szCs w:val="22"/>
    </w:rPr>
  </w:style>
  <w:style w:type="numbering" w:customStyle="1" w:styleId="SDMTableBoxFigureFootnoteList">
    <w:name w:val="SDMTableBoxFigureFootnoteList"/>
    <w:uiPriority w:val="99"/>
    <w:rsid w:val="001E7136"/>
    <w:pPr>
      <w:numPr>
        <w:numId w:val="7"/>
      </w:numPr>
    </w:pPr>
  </w:style>
  <w:style w:type="paragraph" w:customStyle="1" w:styleId="SDMTableBoxFigureFootnoteSL1">
    <w:name w:val="SDMTableBoxFigureFootnoteSL1"/>
    <w:basedOn w:val="SDMTableBoxFigureFootnote"/>
    <w:qFormat/>
    <w:rsid w:val="001E7136"/>
    <w:pPr>
      <w:numPr>
        <w:ilvl w:val="1"/>
      </w:numPr>
      <w:spacing w:before="40"/>
    </w:pPr>
  </w:style>
  <w:style w:type="paragraph" w:customStyle="1" w:styleId="SDMTableBoxFigureFootnoteSL2">
    <w:name w:val="SDMTableBoxFigureFootnoteSL2"/>
    <w:basedOn w:val="SDMTableBoxFigureFootnote"/>
    <w:qFormat/>
    <w:rsid w:val="001E7136"/>
    <w:pPr>
      <w:numPr>
        <w:ilvl w:val="2"/>
      </w:numPr>
      <w:spacing w:before="40"/>
    </w:pPr>
  </w:style>
  <w:style w:type="paragraph" w:customStyle="1" w:styleId="SDMTableBoxFigureFootnoteSL3">
    <w:name w:val="SDMTableBoxFigureFootnoteSL3"/>
    <w:basedOn w:val="SDMTableBoxFigureFootnote"/>
    <w:qFormat/>
    <w:rsid w:val="001E7136"/>
    <w:pPr>
      <w:numPr>
        <w:ilvl w:val="3"/>
      </w:numPr>
      <w:spacing w:before="40"/>
    </w:pPr>
  </w:style>
  <w:style w:type="paragraph" w:customStyle="1" w:styleId="SDMTableBoxFigureFootnoteSL4">
    <w:name w:val="SDMTableBoxFigureFootnoteSL4"/>
    <w:basedOn w:val="SDMTableBoxFigureFootnote"/>
    <w:qFormat/>
    <w:rsid w:val="001E7136"/>
    <w:pPr>
      <w:numPr>
        <w:ilvl w:val="4"/>
      </w:numPr>
      <w:spacing w:before="40"/>
    </w:pPr>
  </w:style>
  <w:style w:type="paragraph" w:customStyle="1" w:styleId="SDMTableBoxFigureFootnoteSL5">
    <w:name w:val="SDMTableBoxFigureFootnoteSL5"/>
    <w:basedOn w:val="SDMTableBoxFigureFootnote"/>
    <w:qFormat/>
    <w:rsid w:val="001E7136"/>
    <w:pPr>
      <w:numPr>
        <w:ilvl w:val="5"/>
      </w:numPr>
      <w:spacing w:before="40"/>
    </w:pPr>
  </w:style>
  <w:style w:type="character" w:styleId="PlaceholderText">
    <w:name w:val="Placeholder Text"/>
    <w:basedOn w:val="DefaultParagraphFont"/>
    <w:uiPriority w:val="99"/>
    <w:semiHidden/>
    <w:rsid w:val="00515747"/>
    <w:rPr>
      <w:color w:val="808080"/>
    </w:rPr>
  </w:style>
  <w:style w:type="paragraph" w:styleId="BalloonText">
    <w:name w:val="Balloon Text"/>
    <w:basedOn w:val="Normal"/>
    <w:link w:val="BalloonTextChar"/>
    <w:rsid w:val="00515747"/>
    <w:rPr>
      <w:rFonts w:ascii="Tahoma" w:hAnsi="Tahoma" w:cs="Tahoma"/>
      <w:sz w:val="16"/>
      <w:szCs w:val="16"/>
    </w:rPr>
  </w:style>
  <w:style w:type="character" w:customStyle="1" w:styleId="BalloonTextChar">
    <w:name w:val="Balloon Text Char"/>
    <w:basedOn w:val="DefaultParagraphFont"/>
    <w:link w:val="BalloonText"/>
    <w:rsid w:val="00515747"/>
    <w:rPr>
      <w:rFonts w:ascii="Tahoma" w:hAnsi="Tahoma" w:cs="Tahoma"/>
      <w:sz w:val="16"/>
      <w:szCs w:val="16"/>
      <w:lang w:eastAsia="de-DE"/>
    </w:rPr>
  </w:style>
  <w:style w:type="paragraph" w:styleId="Date">
    <w:name w:val="Date"/>
    <w:basedOn w:val="Normal"/>
    <w:next w:val="Normal"/>
    <w:link w:val="DateChar"/>
    <w:rsid w:val="00C764CD"/>
  </w:style>
  <w:style w:type="character" w:customStyle="1" w:styleId="DateChar">
    <w:name w:val="Date Char"/>
    <w:basedOn w:val="DefaultParagraphFont"/>
    <w:link w:val="Date"/>
    <w:rsid w:val="00C764CD"/>
    <w:rPr>
      <w:rFonts w:ascii="Arial" w:hAnsi="Arial"/>
      <w:sz w:val="22"/>
      <w:lang w:eastAsia="de-DE"/>
    </w:rPr>
  </w:style>
  <w:style w:type="paragraph" w:customStyle="1" w:styleId="SDMConfidentialMark">
    <w:name w:val="SDMConfidentialMark"/>
    <w:basedOn w:val="Normal"/>
    <w:qFormat/>
    <w:rsid w:val="00B40106"/>
    <w:pPr>
      <w:spacing w:before="1200"/>
      <w:jc w:val="right"/>
    </w:pPr>
    <w:rPr>
      <w:b/>
      <w:caps/>
      <w:spacing w:val="10"/>
      <w:sz w:val="32"/>
    </w:rPr>
  </w:style>
  <w:style w:type="character" w:customStyle="1" w:styleId="Heading1Char">
    <w:name w:val="Heading 1 Char"/>
    <w:basedOn w:val="DefaultParagraphFont"/>
    <w:link w:val="Heading1"/>
    <w:rsid w:val="00971E74"/>
    <w:rPr>
      <w:rFonts w:asciiTheme="majorHAnsi" w:eastAsiaTheme="majorEastAsia" w:hAnsiTheme="majorHAnsi" w:cstheme="majorBidi"/>
      <w:b/>
      <w:bCs/>
      <w:color w:val="365F91" w:themeColor="accent1" w:themeShade="BF"/>
      <w:sz w:val="28"/>
      <w:szCs w:val="28"/>
      <w:lang w:val="en-US" w:eastAsia="en-US"/>
    </w:rPr>
  </w:style>
  <w:style w:type="character" w:customStyle="1" w:styleId="Heading2Char">
    <w:name w:val="Heading 2 Char"/>
    <w:basedOn w:val="DefaultParagraphFont"/>
    <w:link w:val="Heading2"/>
    <w:rsid w:val="00971E74"/>
    <w:rPr>
      <w:rFonts w:asciiTheme="majorHAnsi" w:eastAsiaTheme="majorEastAsia" w:hAnsiTheme="majorHAnsi" w:cstheme="majorBidi"/>
      <w:b/>
      <w:bCs/>
      <w:color w:val="4F81BD" w:themeColor="accent1"/>
      <w:sz w:val="26"/>
      <w:szCs w:val="26"/>
      <w:lang w:val="en-US" w:eastAsia="en-US"/>
    </w:rPr>
  </w:style>
  <w:style w:type="character" w:customStyle="1" w:styleId="Heading3Char">
    <w:name w:val="Heading 3 Char"/>
    <w:basedOn w:val="DefaultParagraphFont"/>
    <w:link w:val="Heading3"/>
    <w:rsid w:val="00971E74"/>
    <w:rPr>
      <w:rFonts w:asciiTheme="majorHAnsi" w:eastAsiaTheme="majorEastAsia" w:hAnsiTheme="majorHAnsi" w:cstheme="majorBidi"/>
      <w:b/>
      <w:bCs/>
      <w:color w:val="4F81BD" w:themeColor="accent1"/>
      <w:sz w:val="24"/>
      <w:szCs w:val="24"/>
      <w:lang w:val="en-US" w:eastAsia="en-US"/>
    </w:rPr>
  </w:style>
  <w:style w:type="character" w:customStyle="1" w:styleId="Heading4Char">
    <w:name w:val="Heading 4 Char"/>
    <w:basedOn w:val="DefaultParagraphFont"/>
    <w:link w:val="Heading4"/>
    <w:rsid w:val="00971E74"/>
    <w:rPr>
      <w:rFonts w:asciiTheme="majorHAnsi" w:eastAsiaTheme="majorEastAsia" w:hAnsiTheme="majorHAnsi" w:cstheme="majorBidi"/>
      <w:b/>
      <w:bCs/>
      <w:i/>
      <w:iCs/>
      <w:color w:val="4F81BD" w:themeColor="accent1"/>
      <w:sz w:val="24"/>
      <w:szCs w:val="24"/>
      <w:lang w:val="en-US" w:eastAsia="en-US"/>
    </w:rPr>
  </w:style>
  <w:style w:type="character" w:customStyle="1" w:styleId="Heading5Char">
    <w:name w:val="Heading 5 Char"/>
    <w:basedOn w:val="DefaultParagraphFont"/>
    <w:link w:val="Heading5"/>
    <w:rsid w:val="00971E74"/>
    <w:rPr>
      <w:rFonts w:asciiTheme="majorHAnsi" w:eastAsiaTheme="majorEastAsia" w:hAnsiTheme="majorHAnsi" w:cstheme="majorBidi"/>
      <w:color w:val="243F60" w:themeColor="accent1" w:themeShade="7F"/>
      <w:sz w:val="24"/>
      <w:szCs w:val="24"/>
      <w:lang w:val="en-US" w:eastAsia="en-US"/>
    </w:rPr>
  </w:style>
  <w:style w:type="character" w:customStyle="1" w:styleId="Heading6Char">
    <w:name w:val="Heading 6 Char"/>
    <w:basedOn w:val="DefaultParagraphFont"/>
    <w:link w:val="Heading6"/>
    <w:rsid w:val="00971E74"/>
    <w:rPr>
      <w:rFonts w:asciiTheme="majorHAnsi" w:eastAsiaTheme="majorEastAsia" w:hAnsiTheme="majorHAnsi" w:cstheme="majorBidi"/>
      <w:i/>
      <w:iCs/>
      <w:color w:val="243F60" w:themeColor="accent1" w:themeShade="7F"/>
      <w:sz w:val="24"/>
      <w:szCs w:val="24"/>
      <w:lang w:val="en-US" w:eastAsia="en-US"/>
    </w:rPr>
  </w:style>
  <w:style w:type="character" w:customStyle="1" w:styleId="Heading7Char">
    <w:name w:val="Heading 7 Char"/>
    <w:basedOn w:val="DefaultParagraphFont"/>
    <w:link w:val="Heading7"/>
    <w:rsid w:val="00971E74"/>
    <w:rPr>
      <w:rFonts w:asciiTheme="majorHAnsi" w:eastAsiaTheme="majorEastAsia" w:hAnsiTheme="majorHAnsi" w:cstheme="majorBidi"/>
      <w:i/>
      <w:iCs/>
      <w:color w:val="404040" w:themeColor="text1" w:themeTint="BF"/>
      <w:sz w:val="24"/>
      <w:szCs w:val="24"/>
      <w:lang w:val="en-US" w:eastAsia="en-US"/>
    </w:rPr>
  </w:style>
  <w:style w:type="character" w:customStyle="1" w:styleId="Heading8Char">
    <w:name w:val="Heading 8 Char"/>
    <w:basedOn w:val="DefaultParagraphFont"/>
    <w:link w:val="Heading8"/>
    <w:rsid w:val="00971E74"/>
    <w:rPr>
      <w:rFonts w:asciiTheme="majorHAnsi" w:eastAsiaTheme="majorEastAsia" w:hAnsiTheme="majorHAnsi" w:cstheme="majorBidi"/>
      <w:color w:val="404040" w:themeColor="text1" w:themeTint="BF"/>
      <w:lang w:val="en-US" w:eastAsia="en-US"/>
    </w:rPr>
  </w:style>
  <w:style w:type="character" w:customStyle="1" w:styleId="Heading9Char">
    <w:name w:val="Heading 9 Char"/>
    <w:basedOn w:val="DefaultParagraphFont"/>
    <w:link w:val="Heading9"/>
    <w:rsid w:val="00971E74"/>
    <w:rPr>
      <w:rFonts w:asciiTheme="majorHAnsi" w:eastAsiaTheme="majorEastAsia" w:hAnsiTheme="majorHAnsi" w:cstheme="majorBidi"/>
      <w:i/>
      <w:iCs/>
      <w:color w:val="404040" w:themeColor="text1" w:themeTint="BF"/>
      <w:lang w:val="en-US" w:eastAsia="en-US"/>
    </w:rPr>
  </w:style>
  <w:style w:type="table" w:customStyle="1" w:styleId="SDMMethTableEmmissions">
    <w:name w:val="SDMMethTableEmmissions"/>
    <w:basedOn w:val="TableNormal"/>
    <w:uiPriority w:val="99"/>
    <w:rsid w:val="00894945"/>
    <w:rPr>
      <w:rFonts w:ascii="Arial" w:hAnsi="Arial"/>
      <w:sz w:val="22"/>
    </w:rPr>
    <w:tblPr>
      <w:tblStyleRowBandSize w:val="3"/>
      <w:tblStyleCol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cPr>
      <w:vAlign w:val="center"/>
    </w:tcPr>
    <w:tblStylePr w:type="firstRow">
      <w:pPr>
        <w:keepNext/>
        <w:keepLines/>
        <w:wordWrap/>
        <w:jc w:val="center"/>
      </w:pPr>
      <w:rPr>
        <w:rFonts w:ascii="Arial" w:hAnsi="Arial"/>
        <w:b/>
        <w:sz w:val="22"/>
        <w:u w:val="none"/>
      </w:rPr>
      <w:tblPr/>
      <w:trPr>
        <w:tblHeader/>
      </w:trPr>
      <w:tcPr>
        <w:tcBorders>
          <w:top w:val="single" w:sz="4" w:space="0" w:color="auto"/>
          <w:left w:val="single" w:sz="4" w:space="0" w:color="auto"/>
          <w:bottom w:val="single" w:sz="12" w:space="0" w:color="auto"/>
          <w:right w:val="single" w:sz="4" w:space="0" w:color="auto"/>
          <w:insideH w:val="nil"/>
          <w:insideV w:val="single" w:sz="4" w:space="0" w:color="auto"/>
          <w:tl2br w:val="nil"/>
          <w:tr2bl w:val="nil"/>
        </w:tcBorders>
        <w:shd w:val="clear" w:color="auto" w:fill="E6E6E6"/>
        <w:tcMar>
          <w:top w:w="113" w:type="dxa"/>
          <w:left w:w="0" w:type="nil"/>
          <w:bottom w:w="113" w:type="dxa"/>
          <w:right w:w="0" w:type="nil"/>
        </w:tcMar>
      </w:tcPr>
    </w:tblStylePr>
    <w:tblStylePr w:type="firstCol">
      <w:pPr>
        <w:keepLines/>
        <w:wordWrap/>
        <w:jc w:val="center"/>
      </w:pPr>
      <w:rPr>
        <w:b/>
      </w:rPr>
    </w:tblStylePr>
    <w:tblStylePr w:type="band2Horz">
      <w:tblPr/>
      <w:tcPr>
        <w:shd w:val="clear" w:color="auto" w:fill="E6E6E6"/>
      </w:tcPr>
    </w:tblStylePr>
  </w:style>
  <w:style w:type="table" w:customStyle="1" w:styleId="SDMMethTableDataParameter">
    <w:name w:val="SDMMethTableDataParameter"/>
    <w:basedOn w:val="TableNormal"/>
    <w:uiPriority w:val="99"/>
    <w:rsid w:val="007E2A44"/>
    <w:rPr>
      <w:rFonts w:ascii="Arial" w:hAnsi="Arial"/>
      <w:sz w:val="22"/>
    </w:rPr>
    <w:tblPr>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pPr>
      <w:rPr>
        <w:b/>
      </w:rPr>
      <w:tblPr/>
      <w:tcPr>
        <w:tcMar>
          <w:top w:w="62" w:type="dxa"/>
          <w:left w:w="0" w:type="nil"/>
          <w:bottom w:w="62" w:type="dxa"/>
          <w:right w:w="0" w:type="nil"/>
        </w:tcMar>
      </w:tcPr>
    </w:tblStylePr>
    <w:tblStylePr w:type="firstCol">
      <w:tblPr/>
      <w:tcPr>
        <w:shd w:val="clear" w:color="auto" w:fill="E6E6E6"/>
      </w:tcPr>
    </w:tblStylePr>
  </w:style>
  <w:style w:type="paragraph" w:customStyle="1" w:styleId="SDMMethCaptionNestedTableDataParameter">
    <w:name w:val="SDMMethCaptionNestedTableDataParameter"/>
    <w:basedOn w:val="Caption"/>
    <w:qFormat/>
    <w:rsid w:val="00EE4278"/>
    <w:pPr>
      <w:ind w:left="1531"/>
    </w:pPr>
  </w:style>
  <w:style w:type="table" w:customStyle="1" w:styleId="SDMMethTable">
    <w:name w:val="SDMMethTable"/>
    <w:basedOn w:val="SDMTable"/>
    <w:uiPriority w:val="99"/>
    <w:rsid w:val="00C843A6"/>
    <w:tblPr>
      <w:tblStyleRow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EquationParameters">
    <w:name w:val="SDMMethTableEquationParameters"/>
    <w:basedOn w:val="TableNormal"/>
    <w:uiPriority w:val="99"/>
    <w:rsid w:val="007D575E"/>
    <w:rPr>
      <w:rFonts w:ascii="Arial" w:hAnsi="Arial"/>
      <w:sz w:val="22"/>
    </w:rPr>
    <w:tblPr>
      <w:tblInd w:w="680" w:type="dxa"/>
      <w:tblCellMar>
        <w:top w:w="85" w:type="dxa"/>
        <w:left w:w="108" w:type="dxa"/>
        <w:bottom w:w="28" w:type="dxa"/>
        <w:right w:w="108" w:type="dxa"/>
      </w:tblCellMar>
    </w:tblPr>
    <w:trPr>
      <w:cantSplit/>
    </w:trPr>
    <w:tcPr>
      <w:vAlign w:val="center"/>
    </w:tcPr>
  </w:style>
  <w:style w:type="paragraph" w:customStyle="1" w:styleId="SDMMethCaptionEquationParametersTable">
    <w:name w:val="SDMMethCaptionEquationParametersTable"/>
    <w:basedOn w:val="Caption"/>
    <w:qFormat/>
    <w:rsid w:val="00A3375B"/>
    <w:pPr>
      <w:spacing w:before="180" w:after="0"/>
    </w:pPr>
    <w:rPr>
      <w:b w:val="0"/>
      <w:sz w:val="22"/>
    </w:rPr>
  </w:style>
  <w:style w:type="paragraph" w:customStyle="1" w:styleId="SDMMethEquation">
    <w:name w:val="SDMMethEquation"/>
    <w:basedOn w:val="SDMPara"/>
    <w:qFormat/>
    <w:rsid w:val="003C73C2"/>
    <w:pPr>
      <w:keepLines/>
      <w:numPr>
        <w:numId w:val="0"/>
      </w:numPr>
      <w:spacing w:before="360" w:line="360" w:lineRule="auto"/>
    </w:pPr>
  </w:style>
  <w:style w:type="table" w:customStyle="1" w:styleId="SDMMethTableEquation">
    <w:name w:val="SDMMethTableEquation"/>
    <w:basedOn w:val="TableNormal"/>
    <w:uiPriority w:val="99"/>
    <w:rsid w:val="0083540F"/>
    <w:rPr>
      <w:rFonts w:ascii="Arial" w:hAnsi="Arial"/>
      <w:sz w:val="22"/>
    </w:rPr>
    <w:tblPr>
      <w:tblInd w:w="680" w:type="dxa"/>
      <w:tblCellMar>
        <w:top w:w="0" w:type="dxa"/>
        <w:left w:w="108" w:type="dxa"/>
        <w:bottom w:w="0" w:type="dxa"/>
        <w:right w:w="108" w:type="dxa"/>
      </w:tblCellMar>
    </w:tblPr>
    <w:trPr>
      <w:cantSplit/>
    </w:trPr>
    <w:tcPr>
      <w:vAlign w:val="center"/>
    </w:tcPr>
  </w:style>
  <w:style w:type="paragraph" w:customStyle="1" w:styleId="SDMTableBoxParaNotNumbered">
    <w:name w:val="SDMTable&amp;BoxParaNotNumbered"/>
    <w:basedOn w:val="Normal"/>
    <w:qFormat/>
    <w:rsid w:val="002904CE"/>
    <w:pPr>
      <w:jc w:val="left"/>
    </w:pPr>
  </w:style>
  <w:style w:type="paragraph" w:customStyle="1" w:styleId="SDMTableBoxParaNumbered">
    <w:name w:val="SDMTable&amp;BoxParaNumbered"/>
    <w:basedOn w:val="Normal"/>
    <w:qFormat/>
    <w:rsid w:val="002904CE"/>
    <w:pPr>
      <w:numPr>
        <w:numId w:val="3"/>
      </w:numPr>
      <w:jc w:val="left"/>
    </w:pPr>
  </w:style>
  <w:style w:type="paragraph" w:customStyle="1" w:styleId="SDMMethEquationNr">
    <w:name w:val="SDMMethEquationNr"/>
    <w:basedOn w:val="SDMMethEquation"/>
    <w:qFormat/>
    <w:rsid w:val="006E5800"/>
    <w:pPr>
      <w:keepNext/>
      <w:numPr>
        <w:numId w:val="15"/>
      </w:numPr>
      <w:jc w:val="right"/>
    </w:pPr>
    <w:rPr>
      <w:sz w:val="20"/>
    </w:rPr>
  </w:style>
  <w:style w:type="numbering" w:customStyle="1" w:styleId="SDMMethEquationNumberingList">
    <w:name w:val="SDMMethEquationNumberingList"/>
    <w:uiPriority w:val="99"/>
    <w:rsid w:val="00725BB6"/>
    <w:pPr>
      <w:numPr>
        <w:numId w:val="14"/>
      </w:numPr>
    </w:pPr>
  </w:style>
  <w:style w:type="paragraph" w:styleId="ListParagraph">
    <w:name w:val="List Paragraph"/>
    <w:basedOn w:val="Normal"/>
    <w:uiPriority w:val="34"/>
    <w:qFormat/>
    <w:rsid w:val="002B6960"/>
    <w:pPr>
      <w:ind w:left="720"/>
      <w:contextualSpacing/>
    </w:pPr>
  </w:style>
  <w:style w:type="table" w:customStyle="1" w:styleId="SDMTableLandscape">
    <w:name w:val="SDMTableLandscape"/>
    <w:basedOn w:val="SDMTable"/>
    <w:uiPriority w:val="99"/>
    <w:rsid w:val="00A27F63"/>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Landscape">
    <w:name w:val="SDMMethTableLandscape"/>
    <w:basedOn w:val="SDMMethTable"/>
    <w:uiPriority w:val="99"/>
    <w:rsid w:val="00A27F63"/>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CaptionLandscape">
    <w:name w:val="CaptionLandscape"/>
    <w:basedOn w:val="Caption"/>
    <w:qFormat/>
    <w:rsid w:val="00C170E5"/>
    <w:pPr>
      <w:ind w:left="0" w:firstLine="0"/>
    </w:pPr>
  </w:style>
  <w:style w:type="character" w:styleId="CommentReference">
    <w:name w:val="annotation reference"/>
    <w:basedOn w:val="DefaultParagraphFont"/>
    <w:rsid w:val="00F56CC1"/>
    <w:rPr>
      <w:sz w:val="16"/>
      <w:szCs w:val="16"/>
    </w:rPr>
  </w:style>
  <w:style w:type="paragraph" w:styleId="Revision">
    <w:name w:val="Revision"/>
    <w:hidden/>
    <w:uiPriority w:val="99"/>
    <w:semiHidden/>
    <w:rsid w:val="005B5FFC"/>
    <w:rPr>
      <w:rFonts w:ascii="Arial" w:hAnsi="Arial"/>
      <w:sz w:val="22"/>
      <w:lang w:eastAsia="de-DE"/>
    </w:rPr>
  </w:style>
  <w:style w:type="character" w:styleId="FootnoteReference">
    <w:name w:val="footnote reference"/>
    <w:basedOn w:val="DefaultParagraphFont"/>
    <w:rsid w:val="00365191"/>
    <w:rPr>
      <w:rFonts w:cs="Times New Roman"/>
      <w:vertAlign w:val="superscript"/>
    </w:rPr>
  </w:style>
  <w:style w:type="paragraph" w:styleId="DocumentMap">
    <w:name w:val="Document Map"/>
    <w:basedOn w:val="Normal"/>
    <w:link w:val="DocumentMapChar"/>
    <w:rsid w:val="00497D72"/>
    <w:rPr>
      <w:rFonts w:ascii="Lucida Grande" w:hAnsi="Lucida Grande" w:cs="Lucida Grande"/>
      <w:sz w:val="24"/>
      <w:szCs w:val="24"/>
    </w:rPr>
  </w:style>
  <w:style w:type="character" w:customStyle="1" w:styleId="DocumentMapChar">
    <w:name w:val="Document Map Char"/>
    <w:basedOn w:val="DefaultParagraphFont"/>
    <w:link w:val="DocumentMap"/>
    <w:rsid w:val="00497D72"/>
    <w:rPr>
      <w:rFonts w:ascii="Lucida Grande" w:hAnsi="Lucida Grande" w:cs="Lucida Grande"/>
      <w:sz w:val="24"/>
      <w:szCs w:val="24"/>
      <w:lang w:eastAsia="de-DE"/>
    </w:rPr>
  </w:style>
  <w:style w:type="character" w:customStyle="1" w:styleId="FooterChar">
    <w:name w:val="Footer Char"/>
    <w:basedOn w:val="DefaultParagraphFont"/>
    <w:link w:val="Footer"/>
    <w:uiPriority w:val="99"/>
    <w:rsid w:val="00FF60F4"/>
    <w:rPr>
      <w:rFonts w:ascii="Arial" w:hAnsi="Arial"/>
      <w:sz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980747">
      <w:bodyDiv w:val="1"/>
      <w:marLeft w:val="0"/>
      <w:marRight w:val="0"/>
      <w:marTop w:val="0"/>
      <w:marBottom w:val="0"/>
      <w:divBdr>
        <w:top w:val="none" w:sz="0" w:space="0" w:color="auto"/>
        <w:left w:val="none" w:sz="0" w:space="0" w:color="auto"/>
        <w:bottom w:val="none" w:sz="0" w:space="0" w:color="auto"/>
        <w:right w:val="none" w:sz="0" w:space="0" w:color="auto"/>
      </w:divBdr>
    </w:div>
    <w:div w:id="934942610">
      <w:bodyDiv w:val="1"/>
      <w:marLeft w:val="0"/>
      <w:marRight w:val="0"/>
      <w:marTop w:val="0"/>
      <w:marBottom w:val="0"/>
      <w:divBdr>
        <w:top w:val="none" w:sz="0" w:space="0" w:color="auto"/>
        <w:left w:val="none" w:sz="0" w:space="0" w:color="auto"/>
        <w:bottom w:val="none" w:sz="0" w:space="0" w:color="auto"/>
        <w:right w:val="none" w:sz="0" w:space="0" w:color="auto"/>
      </w:divBdr>
    </w:div>
    <w:div w:id="1245455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SDM\Clean%20Development%20Mechanism%20(CDM)\CDM07-Official%20Documents%20(CDM)\Templates\CDM_Methodology.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4D37D8DE09C4B8DB2F1D7CED111B5AF"/>
        <w:category>
          <w:name w:val="General"/>
          <w:gallery w:val="placeholder"/>
        </w:category>
        <w:types>
          <w:type w:val="bbPlcHdr"/>
        </w:types>
        <w:behaviors>
          <w:behavior w:val="content"/>
        </w:behaviors>
        <w:guid w:val="{40148800-937E-4A22-B498-DE8091F6DA80}"/>
      </w:docPartPr>
      <w:docPartBody>
        <w:p w:rsidR="004025A0" w:rsidRDefault="004025A0">
          <w:pPr>
            <w:pStyle w:val="14D37D8DE09C4B8DB2F1D7CED111B5AF"/>
          </w:pPr>
          <w:r>
            <w:t>222</w:t>
          </w:r>
          <w:r w:rsidRPr="008721FC">
            <w:rPr>
              <w:rStyle w:val="PlaceholderText"/>
            </w:rPr>
            <w:t>Document reference number</w:t>
          </w:r>
        </w:p>
      </w:docPartBody>
    </w:docPart>
    <w:docPart>
      <w:docPartPr>
        <w:name w:val="F2472827301248AC8C9BA05E11AAD056"/>
        <w:category>
          <w:name w:val="General"/>
          <w:gallery w:val="placeholder"/>
        </w:category>
        <w:types>
          <w:type w:val="bbPlcHdr"/>
        </w:types>
        <w:behaviors>
          <w:behavior w:val="content"/>
        </w:behaviors>
        <w:guid w:val="{46D98E9B-DB16-47C3-9FDC-C98614F1D3B7}"/>
      </w:docPartPr>
      <w:docPartBody>
        <w:p w:rsidR="004025A0" w:rsidRDefault="004025A0">
          <w:pPr>
            <w:pStyle w:val="F2472827301248AC8C9BA05E11AAD056"/>
          </w:pPr>
          <w:r w:rsidRPr="00773362">
            <w:rPr>
              <w:rStyle w:val="PlaceholderText"/>
              <w:lang w:val="de-DE"/>
            </w:rPr>
            <w:t>Wählen Sie ein Element aus.</w:t>
          </w:r>
        </w:p>
      </w:docPartBody>
    </w:docPart>
    <w:docPart>
      <w:docPartPr>
        <w:name w:val="D12182457343410FB9CDD320013890A4"/>
        <w:category>
          <w:name w:val="General"/>
          <w:gallery w:val="placeholder"/>
        </w:category>
        <w:types>
          <w:type w:val="bbPlcHdr"/>
        </w:types>
        <w:behaviors>
          <w:behavior w:val="content"/>
        </w:behaviors>
        <w:guid w:val="{FBA5E8B9-CBF9-471F-BBAB-29EE50A3E465}"/>
      </w:docPartPr>
      <w:docPartBody>
        <w:p w:rsidR="004025A0" w:rsidRDefault="004025A0">
          <w:pPr>
            <w:pStyle w:val="D12182457343410FB9CDD320013890A4"/>
          </w:pPr>
          <w:r w:rsidRPr="0019515F">
            <w:rPr>
              <w:rStyle w:val="PlaceholderText"/>
            </w:rPr>
            <w:t>Klicken Sie hier, um Text einzugeben.</w:t>
          </w:r>
        </w:p>
      </w:docPartBody>
    </w:docPart>
    <w:docPart>
      <w:docPartPr>
        <w:name w:val="A0976A699B8749439E86A60DF318D8B9"/>
        <w:category>
          <w:name w:val="General"/>
          <w:gallery w:val="placeholder"/>
        </w:category>
        <w:types>
          <w:type w:val="bbPlcHdr"/>
        </w:types>
        <w:behaviors>
          <w:behavior w:val="content"/>
        </w:behaviors>
        <w:guid w:val="{92FA0EAA-6C05-4D55-B36E-DF500D5A9B7C}"/>
      </w:docPartPr>
      <w:docPartBody>
        <w:p w:rsidR="004025A0" w:rsidRDefault="004025A0">
          <w:pPr>
            <w:pStyle w:val="A0976A699B8749439E86A60DF318D8B9"/>
          </w:pPr>
          <w:r w:rsidRPr="001B3E66">
            <w:rPr>
              <w:rStyle w:val="PlaceholderText"/>
            </w:rPr>
            <w:t>Choose an item.</w:t>
          </w:r>
        </w:p>
      </w:docPartBody>
    </w:docPart>
    <w:docPart>
      <w:docPartPr>
        <w:name w:val="4FCB2E5AAA3042BABA2F9FCCB1811F8F"/>
        <w:category>
          <w:name w:val="General"/>
          <w:gallery w:val="placeholder"/>
        </w:category>
        <w:types>
          <w:type w:val="bbPlcHdr"/>
        </w:types>
        <w:behaviors>
          <w:behavior w:val="content"/>
        </w:behaviors>
        <w:guid w:val="{873DA731-41D5-4B18-A8BE-12A0889D0CB2}"/>
      </w:docPartPr>
      <w:docPartBody>
        <w:p w:rsidR="004025A0" w:rsidRDefault="004025A0">
          <w:pPr>
            <w:pStyle w:val="4FCB2E5AAA3042BABA2F9FCCB1811F8F"/>
          </w:pPr>
          <w:r>
            <w:rPr>
              <w:rStyle w:val="PlaceholderText"/>
            </w:rPr>
            <w:t>Content title</w:t>
          </w:r>
        </w:p>
      </w:docPartBody>
    </w:docPart>
    <w:docPart>
      <w:docPartPr>
        <w:name w:val="8138536A53D3410F8C4CC00D11ED4FC3"/>
        <w:category>
          <w:name w:val="General"/>
          <w:gallery w:val="placeholder"/>
        </w:category>
        <w:types>
          <w:type w:val="bbPlcHdr"/>
        </w:types>
        <w:behaviors>
          <w:behavior w:val="content"/>
        </w:behaviors>
        <w:guid w:val="{B6FC8919-760A-4BCF-81A5-974659AFF410}"/>
      </w:docPartPr>
      <w:docPartBody>
        <w:p w:rsidR="004025A0" w:rsidRDefault="004025A0">
          <w:pPr>
            <w:pStyle w:val="8138536A53D3410F8C4CC00D11ED4FC3"/>
          </w:pPr>
          <w:r>
            <w:t>##.#</w:t>
          </w:r>
        </w:p>
      </w:docPartBody>
    </w:docPart>
    <w:docPart>
      <w:docPartPr>
        <w:name w:val="90610979C7E146518067FC1886C4481A"/>
        <w:category>
          <w:name w:val="General"/>
          <w:gallery w:val="placeholder"/>
        </w:category>
        <w:types>
          <w:type w:val="bbPlcHdr"/>
        </w:types>
        <w:behaviors>
          <w:behavior w:val="content"/>
        </w:behaviors>
        <w:guid w:val="{67A0C551-060A-414C-BD97-BDDBD7D1213F}"/>
      </w:docPartPr>
      <w:docPartBody>
        <w:p w:rsidR="00A86257" w:rsidRDefault="006F38F6" w:rsidP="006F38F6">
          <w:pPr>
            <w:pStyle w:val="90610979C7E146518067FC1886C4481A"/>
          </w:pPr>
          <w:r w:rsidRPr="0019515F">
            <w:rPr>
              <w:rStyle w:val="PlaceholderText"/>
            </w:rPr>
            <w:t>Klicken Sie hier, um Text einzugeben.</w:t>
          </w:r>
        </w:p>
      </w:docPartBody>
    </w:docPart>
    <w:docPart>
      <w:docPartPr>
        <w:name w:val="5B0EE51A01C44735B98B396EDA1310D6"/>
        <w:category>
          <w:name w:val="General"/>
          <w:gallery w:val="placeholder"/>
        </w:category>
        <w:types>
          <w:type w:val="bbPlcHdr"/>
        </w:types>
        <w:behaviors>
          <w:behavior w:val="content"/>
        </w:behaviors>
        <w:guid w:val="{6AC6AB39-C6DF-4154-9BD1-4E3445ED873D}"/>
      </w:docPartPr>
      <w:docPartBody>
        <w:p w:rsidR="00000000" w:rsidRDefault="00F207DD" w:rsidP="00F207DD">
          <w:pPr>
            <w:pStyle w:val="5B0EE51A01C44735B98B396EDA1310D6"/>
          </w:pPr>
          <w:r>
            <w:t>222</w:t>
          </w:r>
          <w:r w:rsidRPr="008721FC">
            <w:rPr>
              <w:rStyle w:val="PlaceholderText"/>
            </w:rPr>
            <w:t>Document reference number</w:t>
          </w:r>
        </w:p>
      </w:docPartBody>
    </w:docPart>
    <w:docPart>
      <w:docPartPr>
        <w:name w:val="AE57F1FD65254047AC78E67A078CFB9E"/>
        <w:category>
          <w:name w:val="General"/>
          <w:gallery w:val="placeholder"/>
        </w:category>
        <w:types>
          <w:type w:val="bbPlcHdr"/>
        </w:types>
        <w:behaviors>
          <w:behavior w:val="content"/>
        </w:behaviors>
        <w:guid w:val="{DBF4D989-1FFF-4775-976A-1E21E537EF20}"/>
      </w:docPartPr>
      <w:docPartBody>
        <w:p w:rsidR="00000000" w:rsidRDefault="00F207DD" w:rsidP="00F207DD">
          <w:pPr>
            <w:pStyle w:val="AE57F1FD65254047AC78E67A078CFB9E"/>
          </w:pPr>
          <w:r w:rsidRPr="00773362">
            <w:rPr>
              <w:rStyle w:val="PlaceholderText"/>
              <w:lang w:val="de-DE"/>
            </w:rPr>
            <w:t>Wählen Sie ein Element aus.</w:t>
          </w:r>
        </w:p>
      </w:docPartBody>
    </w:docPart>
    <w:docPart>
      <w:docPartPr>
        <w:name w:val="A092A8EA16EC435A9FFD0A61922BE72C"/>
        <w:category>
          <w:name w:val="General"/>
          <w:gallery w:val="placeholder"/>
        </w:category>
        <w:types>
          <w:type w:val="bbPlcHdr"/>
        </w:types>
        <w:behaviors>
          <w:behavior w:val="content"/>
        </w:behaviors>
        <w:guid w:val="{22DA2B6E-EEC6-462D-8E91-FB8B6CF5C4D8}"/>
      </w:docPartPr>
      <w:docPartBody>
        <w:p w:rsidR="00000000" w:rsidRDefault="00F207DD" w:rsidP="00F207DD">
          <w:pPr>
            <w:pStyle w:val="A092A8EA16EC435A9FFD0A61922BE72C"/>
          </w:pPr>
          <w:r w:rsidRPr="0019515F">
            <w:rPr>
              <w:rStyle w:val="PlaceholderText"/>
            </w:rPr>
            <w:t>Klicken Sie hier, um Text einzugeben.</w:t>
          </w:r>
        </w:p>
      </w:docPartBody>
    </w:docPart>
    <w:docPart>
      <w:docPartPr>
        <w:name w:val="425841BEE5CF41189AA974370C1FD4EE"/>
        <w:category>
          <w:name w:val="General"/>
          <w:gallery w:val="placeholder"/>
        </w:category>
        <w:types>
          <w:type w:val="bbPlcHdr"/>
        </w:types>
        <w:behaviors>
          <w:behavior w:val="content"/>
        </w:behaviors>
        <w:guid w:val="{4FD73124-8C2E-4FCD-82C8-F82F09144213}"/>
      </w:docPartPr>
      <w:docPartBody>
        <w:p w:rsidR="00000000" w:rsidRDefault="00F207DD" w:rsidP="00F207DD">
          <w:pPr>
            <w:pStyle w:val="425841BEE5CF41189AA974370C1FD4EE"/>
          </w:pPr>
          <w:r w:rsidRPr="001B3E66">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080E0000" w:usb2="00000010"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20"/>
  <w:characterSpacingControl w:val="doNotCompress"/>
  <w:compat>
    <w:useFELayout/>
    <w:compatSetting w:name="compatibilityMode" w:uri="http://schemas.microsoft.com/office/word" w:val="12"/>
  </w:compat>
  <w:rsids>
    <w:rsidRoot w:val="004025A0"/>
    <w:rsid w:val="0001168A"/>
    <w:rsid w:val="00017CDE"/>
    <w:rsid w:val="0006084B"/>
    <w:rsid w:val="000A6A86"/>
    <w:rsid w:val="000B4F9A"/>
    <w:rsid w:val="0011722C"/>
    <w:rsid w:val="0012447D"/>
    <w:rsid w:val="00130544"/>
    <w:rsid w:val="00260F33"/>
    <w:rsid w:val="00275B7E"/>
    <w:rsid w:val="00281CEA"/>
    <w:rsid w:val="002A6241"/>
    <w:rsid w:val="003816AD"/>
    <w:rsid w:val="00382655"/>
    <w:rsid w:val="003B3BC8"/>
    <w:rsid w:val="004025A0"/>
    <w:rsid w:val="0045242A"/>
    <w:rsid w:val="005D1C6E"/>
    <w:rsid w:val="005E7269"/>
    <w:rsid w:val="0060071D"/>
    <w:rsid w:val="006B3D5A"/>
    <w:rsid w:val="006D3886"/>
    <w:rsid w:val="006F38F6"/>
    <w:rsid w:val="00700908"/>
    <w:rsid w:val="007A4EFC"/>
    <w:rsid w:val="007F4441"/>
    <w:rsid w:val="00810E3D"/>
    <w:rsid w:val="00833368"/>
    <w:rsid w:val="008938F0"/>
    <w:rsid w:val="00A55B6B"/>
    <w:rsid w:val="00A86257"/>
    <w:rsid w:val="00A87D7D"/>
    <w:rsid w:val="00B253C7"/>
    <w:rsid w:val="00C86F61"/>
    <w:rsid w:val="00CA2C1F"/>
    <w:rsid w:val="00D42C20"/>
    <w:rsid w:val="00D91B45"/>
    <w:rsid w:val="00D94253"/>
    <w:rsid w:val="00DA42B4"/>
    <w:rsid w:val="00E25216"/>
    <w:rsid w:val="00E703A7"/>
    <w:rsid w:val="00EA4926"/>
    <w:rsid w:val="00F207DD"/>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03A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F207DD"/>
    <w:rPr>
      <w:color w:val="808080"/>
    </w:rPr>
  </w:style>
  <w:style w:type="paragraph" w:customStyle="1" w:styleId="14D37D8DE09C4B8DB2F1D7CED111B5AF">
    <w:name w:val="14D37D8DE09C4B8DB2F1D7CED111B5AF"/>
    <w:rsid w:val="00E703A7"/>
  </w:style>
  <w:style w:type="paragraph" w:customStyle="1" w:styleId="F2472827301248AC8C9BA05E11AAD056">
    <w:name w:val="F2472827301248AC8C9BA05E11AAD056"/>
    <w:rsid w:val="00E703A7"/>
  </w:style>
  <w:style w:type="paragraph" w:customStyle="1" w:styleId="D12182457343410FB9CDD320013890A4">
    <w:name w:val="D12182457343410FB9CDD320013890A4"/>
    <w:rsid w:val="00E703A7"/>
  </w:style>
  <w:style w:type="paragraph" w:customStyle="1" w:styleId="A0976A699B8749439E86A60DF318D8B9">
    <w:name w:val="A0976A699B8749439E86A60DF318D8B9"/>
    <w:rsid w:val="00E703A7"/>
  </w:style>
  <w:style w:type="paragraph" w:customStyle="1" w:styleId="4FCB2E5AAA3042BABA2F9FCCB1811F8F">
    <w:name w:val="4FCB2E5AAA3042BABA2F9FCCB1811F8F"/>
    <w:rsid w:val="00E703A7"/>
  </w:style>
  <w:style w:type="paragraph" w:customStyle="1" w:styleId="8138536A53D3410F8C4CC00D11ED4FC3">
    <w:name w:val="8138536A53D3410F8C4CC00D11ED4FC3"/>
    <w:rsid w:val="00E703A7"/>
  </w:style>
  <w:style w:type="paragraph" w:customStyle="1" w:styleId="5A55E74A129B4FAC95D9EC69ACA96EC9">
    <w:name w:val="5A55E74A129B4FAC95D9EC69ACA96EC9"/>
    <w:rsid w:val="00E703A7"/>
  </w:style>
  <w:style w:type="paragraph" w:customStyle="1" w:styleId="6E6D211A9FE844F4B458AE6F12503E87">
    <w:name w:val="6E6D211A9FE844F4B458AE6F12503E87"/>
    <w:rsid w:val="00E703A7"/>
  </w:style>
  <w:style w:type="paragraph" w:customStyle="1" w:styleId="5DD8F6D8E0E742CFA04AD67F82463E8E">
    <w:name w:val="5DD8F6D8E0E742CFA04AD67F82463E8E"/>
    <w:rsid w:val="00E703A7"/>
  </w:style>
  <w:style w:type="paragraph" w:customStyle="1" w:styleId="45EEE9E6125945EAB6F38A02C86747C3">
    <w:name w:val="45EEE9E6125945EAB6F38A02C86747C3"/>
    <w:rsid w:val="00E703A7"/>
  </w:style>
  <w:style w:type="paragraph" w:customStyle="1" w:styleId="AC22CEFBA50644C683DA12F07D3A965A">
    <w:name w:val="AC22CEFBA50644C683DA12F07D3A965A"/>
    <w:rsid w:val="00E703A7"/>
  </w:style>
  <w:style w:type="paragraph" w:customStyle="1" w:styleId="7209EAD5BED74E3783FECF7F7C2C00A4">
    <w:name w:val="7209EAD5BED74E3783FECF7F7C2C00A4"/>
    <w:rsid w:val="00E703A7"/>
  </w:style>
  <w:style w:type="paragraph" w:customStyle="1" w:styleId="4F4FBA0B6F9043BEB15C55B84F055BAB">
    <w:name w:val="4F4FBA0B6F9043BEB15C55B84F055BAB"/>
    <w:rsid w:val="00E703A7"/>
  </w:style>
  <w:style w:type="paragraph" w:customStyle="1" w:styleId="2BC1C7B6EC014AB3AB09325F2A6FA319">
    <w:name w:val="2BC1C7B6EC014AB3AB09325F2A6FA319"/>
    <w:rsid w:val="00E703A7"/>
  </w:style>
  <w:style w:type="paragraph" w:customStyle="1" w:styleId="9FA3FE9049FD4E22A6175D3223E59080">
    <w:name w:val="9FA3FE9049FD4E22A6175D3223E59080"/>
    <w:rsid w:val="004025A0"/>
  </w:style>
  <w:style w:type="paragraph" w:customStyle="1" w:styleId="EE791996272B46379FBAA5BD798D8765">
    <w:name w:val="EE791996272B46379FBAA5BD798D8765"/>
    <w:rsid w:val="004025A0"/>
  </w:style>
  <w:style w:type="paragraph" w:customStyle="1" w:styleId="D14218043FCC47108CB6083D08311F28">
    <w:name w:val="D14218043FCC47108CB6083D08311F28"/>
    <w:rsid w:val="004025A0"/>
  </w:style>
  <w:style w:type="paragraph" w:customStyle="1" w:styleId="545C6E94D8E242D494BD42786E1D60C9">
    <w:name w:val="545C6E94D8E242D494BD42786E1D60C9"/>
    <w:rsid w:val="004025A0"/>
  </w:style>
  <w:style w:type="paragraph" w:customStyle="1" w:styleId="5DE81F82BFA248288062108DD735F31B">
    <w:name w:val="5DE81F82BFA248288062108DD735F31B"/>
    <w:rsid w:val="004025A0"/>
  </w:style>
  <w:style w:type="paragraph" w:customStyle="1" w:styleId="BF9589BDE3BF4606A795CE0A21DD5D8C">
    <w:name w:val="BF9589BDE3BF4606A795CE0A21DD5D8C"/>
    <w:rsid w:val="004025A0"/>
  </w:style>
  <w:style w:type="paragraph" w:customStyle="1" w:styleId="BE509BFD556648939580EF8236512B02">
    <w:name w:val="BE509BFD556648939580EF8236512B02"/>
    <w:rsid w:val="004025A0"/>
  </w:style>
  <w:style w:type="paragraph" w:customStyle="1" w:styleId="F28B835CCAFE497C9C9D67CA8437B459">
    <w:name w:val="F28B835CCAFE497C9C9D67CA8437B459"/>
    <w:rsid w:val="004025A0"/>
  </w:style>
  <w:style w:type="paragraph" w:customStyle="1" w:styleId="0010D24D2AAC4E919550F74031FB8C42">
    <w:name w:val="0010D24D2AAC4E919550F74031FB8C42"/>
    <w:rsid w:val="004025A0"/>
  </w:style>
  <w:style w:type="paragraph" w:customStyle="1" w:styleId="E503B0BE51C446EFAF1673638450A25E">
    <w:name w:val="E503B0BE51C446EFAF1673638450A25E"/>
    <w:rsid w:val="004025A0"/>
  </w:style>
  <w:style w:type="paragraph" w:customStyle="1" w:styleId="4E68841AC6A24969B27D72457A0B287B">
    <w:name w:val="4E68841AC6A24969B27D72457A0B287B"/>
    <w:rsid w:val="004025A0"/>
  </w:style>
  <w:style w:type="paragraph" w:customStyle="1" w:styleId="76E6CF6C85A14F6291E970BD663976CB">
    <w:name w:val="76E6CF6C85A14F6291E970BD663976CB"/>
    <w:rsid w:val="004025A0"/>
  </w:style>
  <w:style w:type="paragraph" w:customStyle="1" w:styleId="A3A37010052A48038869C02E6F4245ED">
    <w:name w:val="A3A37010052A48038869C02E6F4245ED"/>
    <w:rsid w:val="004025A0"/>
  </w:style>
  <w:style w:type="paragraph" w:customStyle="1" w:styleId="5170E4E5A5584C71B781494EACFD9683">
    <w:name w:val="5170E4E5A5584C71B781494EACFD9683"/>
    <w:rsid w:val="004025A0"/>
  </w:style>
  <w:style w:type="paragraph" w:customStyle="1" w:styleId="3D4C2D6E965645ECA2790CE334717E2B">
    <w:name w:val="3D4C2D6E965645ECA2790CE334717E2B"/>
    <w:rsid w:val="004025A0"/>
  </w:style>
  <w:style w:type="paragraph" w:customStyle="1" w:styleId="258E3BB500424EAFA94832A7E5B937E5">
    <w:name w:val="258E3BB500424EAFA94832A7E5B937E5"/>
    <w:rsid w:val="004025A0"/>
  </w:style>
  <w:style w:type="paragraph" w:customStyle="1" w:styleId="17345C4A0F984BC9B312B199A3277E5F">
    <w:name w:val="17345C4A0F984BC9B312B199A3277E5F"/>
    <w:rsid w:val="004025A0"/>
  </w:style>
  <w:style w:type="paragraph" w:customStyle="1" w:styleId="36C46A6BF8B54F45BBE4300C223719B2">
    <w:name w:val="36C46A6BF8B54F45BBE4300C223719B2"/>
    <w:rsid w:val="004025A0"/>
  </w:style>
  <w:style w:type="paragraph" w:customStyle="1" w:styleId="E0DCA9148401489C9A0C877AC8166E55">
    <w:name w:val="E0DCA9148401489C9A0C877AC8166E55"/>
    <w:rsid w:val="004025A0"/>
  </w:style>
  <w:style w:type="paragraph" w:customStyle="1" w:styleId="DF8FD3946EA34819ADA62AA5168D9395">
    <w:name w:val="DF8FD3946EA34819ADA62AA5168D9395"/>
    <w:rsid w:val="004025A0"/>
  </w:style>
  <w:style w:type="paragraph" w:customStyle="1" w:styleId="374C81CEE3F54329A7CA3C5BC6BFD50D">
    <w:name w:val="374C81CEE3F54329A7CA3C5BC6BFD50D"/>
    <w:rsid w:val="004025A0"/>
  </w:style>
  <w:style w:type="paragraph" w:customStyle="1" w:styleId="0D2A32F0A78D40EAA8A38C806518DB6A">
    <w:name w:val="0D2A32F0A78D40EAA8A38C806518DB6A"/>
    <w:rsid w:val="004025A0"/>
  </w:style>
  <w:style w:type="paragraph" w:customStyle="1" w:styleId="38117BBFDB5D4035B313EB876AAB8474">
    <w:name w:val="38117BBFDB5D4035B313EB876AAB8474"/>
    <w:rsid w:val="004025A0"/>
  </w:style>
  <w:style w:type="paragraph" w:customStyle="1" w:styleId="C013A4A734304336A1BBCE56C6BDD8F1">
    <w:name w:val="C013A4A734304336A1BBCE56C6BDD8F1"/>
    <w:rsid w:val="004025A0"/>
  </w:style>
  <w:style w:type="paragraph" w:customStyle="1" w:styleId="3EE4D0B3D2954DA7B9E8E65A4B74E65E">
    <w:name w:val="3EE4D0B3D2954DA7B9E8E65A4B74E65E"/>
    <w:rsid w:val="004025A0"/>
  </w:style>
  <w:style w:type="paragraph" w:customStyle="1" w:styleId="803A885F5D5443E084A44B85979AEA2F">
    <w:name w:val="803A885F5D5443E084A44B85979AEA2F"/>
    <w:rsid w:val="004025A0"/>
  </w:style>
  <w:style w:type="paragraph" w:customStyle="1" w:styleId="7EDBD178F525474DA04FC18F0E8E8C25">
    <w:name w:val="7EDBD178F525474DA04FC18F0E8E8C25"/>
    <w:rsid w:val="004025A0"/>
  </w:style>
  <w:style w:type="paragraph" w:customStyle="1" w:styleId="BF32A5A2DA4D43A6BBEC92F64F40E81C">
    <w:name w:val="BF32A5A2DA4D43A6BBEC92F64F40E81C"/>
    <w:rsid w:val="004025A0"/>
  </w:style>
  <w:style w:type="paragraph" w:customStyle="1" w:styleId="675F1DC388EB45E9A3478745FED9255B">
    <w:name w:val="675F1DC388EB45E9A3478745FED9255B"/>
    <w:rsid w:val="004025A0"/>
  </w:style>
  <w:style w:type="paragraph" w:customStyle="1" w:styleId="A2D37BBB78274398A3ED097640F4D69C">
    <w:name w:val="A2D37BBB78274398A3ED097640F4D69C"/>
    <w:rsid w:val="004025A0"/>
  </w:style>
  <w:style w:type="paragraph" w:customStyle="1" w:styleId="C74AD1C743814AE38AD60270552ADC82">
    <w:name w:val="C74AD1C743814AE38AD60270552ADC82"/>
    <w:rsid w:val="004025A0"/>
  </w:style>
  <w:style w:type="paragraph" w:customStyle="1" w:styleId="2BAFDE78D777436EB65E9DA1A59EE012">
    <w:name w:val="2BAFDE78D777436EB65E9DA1A59EE012"/>
    <w:rsid w:val="004025A0"/>
  </w:style>
  <w:style w:type="paragraph" w:customStyle="1" w:styleId="1B5C8C80E9CF404C9670B8F2EE8383E6">
    <w:name w:val="1B5C8C80E9CF404C9670B8F2EE8383E6"/>
    <w:rsid w:val="004025A0"/>
  </w:style>
  <w:style w:type="paragraph" w:customStyle="1" w:styleId="306F558BBF664CB29DABD0FDE63C8660">
    <w:name w:val="306F558BBF664CB29DABD0FDE63C8660"/>
    <w:rsid w:val="004025A0"/>
  </w:style>
  <w:style w:type="paragraph" w:customStyle="1" w:styleId="94859560BF6947188EBEEE0E585C3599">
    <w:name w:val="94859560BF6947188EBEEE0E585C3599"/>
    <w:rsid w:val="004025A0"/>
  </w:style>
  <w:style w:type="paragraph" w:customStyle="1" w:styleId="AA0A7855A7AE49269ED628239A72E564">
    <w:name w:val="AA0A7855A7AE49269ED628239A72E564"/>
    <w:rsid w:val="004025A0"/>
  </w:style>
  <w:style w:type="paragraph" w:customStyle="1" w:styleId="7260759779854E5BAE30E530A07308E6">
    <w:name w:val="7260759779854E5BAE30E530A07308E6"/>
    <w:rsid w:val="004025A0"/>
  </w:style>
  <w:style w:type="paragraph" w:customStyle="1" w:styleId="E025F053DD474F50AFE216282E2B6577">
    <w:name w:val="E025F053DD474F50AFE216282E2B6577"/>
    <w:rsid w:val="004025A0"/>
  </w:style>
  <w:style w:type="paragraph" w:customStyle="1" w:styleId="A70FA4501F0045C89900B314069EAF2C">
    <w:name w:val="A70FA4501F0045C89900B314069EAF2C"/>
    <w:rsid w:val="004025A0"/>
  </w:style>
  <w:style w:type="paragraph" w:customStyle="1" w:styleId="1C1110ED2C34428A9643321BD0534DDC">
    <w:name w:val="1C1110ED2C34428A9643321BD0534DDC"/>
    <w:rsid w:val="004025A0"/>
  </w:style>
  <w:style w:type="paragraph" w:customStyle="1" w:styleId="8E9AA45D363143AA9F29D64AE97C5F9A">
    <w:name w:val="8E9AA45D363143AA9F29D64AE97C5F9A"/>
    <w:rsid w:val="004025A0"/>
  </w:style>
  <w:style w:type="paragraph" w:customStyle="1" w:styleId="0D7FA28830DA44FA9F5C5323AD4BA090">
    <w:name w:val="0D7FA28830DA44FA9F5C5323AD4BA090"/>
    <w:rsid w:val="004025A0"/>
  </w:style>
  <w:style w:type="paragraph" w:customStyle="1" w:styleId="23A1AD02E6DC49A4A772D526FA413144">
    <w:name w:val="23A1AD02E6DC49A4A772D526FA413144"/>
    <w:rsid w:val="004025A0"/>
  </w:style>
  <w:style w:type="paragraph" w:customStyle="1" w:styleId="29F52C0DAA3C412BAA2DDA39D098E4AD">
    <w:name w:val="29F52C0DAA3C412BAA2DDA39D098E4AD"/>
    <w:rsid w:val="004025A0"/>
  </w:style>
  <w:style w:type="paragraph" w:customStyle="1" w:styleId="CB04BCF19FB042EDA6439A802D8943B7">
    <w:name w:val="CB04BCF19FB042EDA6439A802D8943B7"/>
    <w:rsid w:val="004025A0"/>
  </w:style>
  <w:style w:type="paragraph" w:customStyle="1" w:styleId="3D1A13F55253432A85AE17F22CFF4794">
    <w:name w:val="3D1A13F55253432A85AE17F22CFF4794"/>
    <w:rsid w:val="004025A0"/>
  </w:style>
  <w:style w:type="paragraph" w:customStyle="1" w:styleId="723ED4D2E96C43648B0B6136B5F1B1B5">
    <w:name w:val="723ED4D2E96C43648B0B6136B5F1B1B5"/>
    <w:rsid w:val="004025A0"/>
  </w:style>
  <w:style w:type="paragraph" w:customStyle="1" w:styleId="9BFD773E61994DEA905BB01646EE7FD3">
    <w:name w:val="9BFD773E61994DEA905BB01646EE7FD3"/>
    <w:rsid w:val="004025A0"/>
  </w:style>
  <w:style w:type="paragraph" w:customStyle="1" w:styleId="90610979C7E146518067FC1886C4481A">
    <w:name w:val="90610979C7E146518067FC1886C4481A"/>
    <w:rsid w:val="006F38F6"/>
  </w:style>
  <w:style w:type="paragraph" w:customStyle="1" w:styleId="45527F24657B40CEB3977594BBA51503">
    <w:name w:val="45527F24657B40CEB3977594BBA51503"/>
    <w:rsid w:val="000A6A86"/>
  </w:style>
  <w:style w:type="paragraph" w:customStyle="1" w:styleId="C238564CD13042ADA7272D7A22CB0016">
    <w:name w:val="C238564CD13042ADA7272D7A22CB0016"/>
    <w:rsid w:val="000A6A86"/>
  </w:style>
  <w:style w:type="paragraph" w:customStyle="1" w:styleId="248F9E5F71854C9BB6A9217261C83978">
    <w:name w:val="248F9E5F71854C9BB6A9217261C83978"/>
    <w:rsid w:val="000A6A86"/>
  </w:style>
  <w:style w:type="paragraph" w:customStyle="1" w:styleId="7D80A39D8AFE497590A5A4B64CE760E9">
    <w:name w:val="7D80A39D8AFE497590A5A4B64CE760E9"/>
    <w:rsid w:val="000A6A86"/>
  </w:style>
  <w:style w:type="paragraph" w:customStyle="1" w:styleId="09F11F4C39534BD38190622B6457AAB2">
    <w:name w:val="09F11F4C39534BD38190622B6457AAB2"/>
    <w:rsid w:val="000A6A86"/>
  </w:style>
  <w:style w:type="paragraph" w:customStyle="1" w:styleId="3F9AEF70BDCF47ADB3DF728146F80513">
    <w:name w:val="3F9AEF70BDCF47ADB3DF728146F80513"/>
    <w:rsid w:val="000A6A86"/>
  </w:style>
  <w:style w:type="paragraph" w:customStyle="1" w:styleId="A98D9417AFE54AF9BEE2106D7C37E314">
    <w:name w:val="A98D9417AFE54AF9BEE2106D7C37E314"/>
    <w:rsid w:val="000A6A86"/>
  </w:style>
  <w:style w:type="paragraph" w:customStyle="1" w:styleId="7A7FDA8D7077415598B0B19D154B4D58">
    <w:name w:val="7A7FDA8D7077415598B0B19D154B4D58"/>
    <w:rsid w:val="000A6A86"/>
  </w:style>
  <w:style w:type="paragraph" w:customStyle="1" w:styleId="0C0C062D912E40D792A29962434F0863">
    <w:name w:val="0C0C062D912E40D792A29962434F0863"/>
    <w:rsid w:val="000A6A86"/>
  </w:style>
  <w:style w:type="paragraph" w:customStyle="1" w:styleId="6CBFCB419F03493DBCD3706BBD3B6456">
    <w:name w:val="6CBFCB419F03493DBCD3706BBD3B6456"/>
    <w:rsid w:val="000A6A86"/>
  </w:style>
  <w:style w:type="paragraph" w:customStyle="1" w:styleId="3B0B524A3EA247D3AD9822B07CE6CD01">
    <w:name w:val="3B0B524A3EA247D3AD9822B07CE6CD01"/>
    <w:rsid w:val="000A6A86"/>
  </w:style>
  <w:style w:type="paragraph" w:customStyle="1" w:styleId="B306B0F6F22F4BDB8ADB44E552CA04E2">
    <w:name w:val="B306B0F6F22F4BDB8ADB44E552CA04E2"/>
    <w:rsid w:val="000A6A86"/>
  </w:style>
  <w:style w:type="paragraph" w:customStyle="1" w:styleId="A0CBFD879B2F4C83AEB2EECEAAE21F0B">
    <w:name w:val="A0CBFD879B2F4C83AEB2EECEAAE21F0B"/>
    <w:rsid w:val="000A6A86"/>
  </w:style>
  <w:style w:type="paragraph" w:customStyle="1" w:styleId="83435AEF269046C780EB776F4C097DB0">
    <w:name w:val="83435AEF269046C780EB776F4C097DB0"/>
    <w:rsid w:val="000A6A86"/>
  </w:style>
  <w:style w:type="paragraph" w:customStyle="1" w:styleId="ADA183A090AE4212AAE3F15A7E212ACF">
    <w:name w:val="ADA183A090AE4212AAE3F15A7E212ACF"/>
    <w:rsid w:val="000A6A86"/>
  </w:style>
  <w:style w:type="paragraph" w:customStyle="1" w:styleId="6E042710286540DCA1F8D0CC5AFD8410">
    <w:name w:val="6E042710286540DCA1F8D0CC5AFD8410"/>
    <w:rsid w:val="000A6A86"/>
  </w:style>
  <w:style w:type="paragraph" w:customStyle="1" w:styleId="D41D2CF0B58C46A9ADBD3AAE08C1903B">
    <w:name w:val="D41D2CF0B58C46A9ADBD3AAE08C1903B"/>
    <w:rsid w:val="000A6A86"/>
  </w:style>
  <w:style w:type="paragraph" w:customStyle="1" w:styleId="7BD42D99E8434C8DA29E54061AA9511E">
    <w:name w:val="7BD42D99E8434C8DA29E54061AA9511E"/>
    <w:rsid w:val="000A6A86"/>
  </w:style>
  <w:style w:type="paragraph" w:customStyle="1" w:styleId="6F736D8B952248828BEBA7BE3F50CF18">
    <w:name w:val="6F736D8B952248828BEBA7BE3F50CF18"/>
    <w:rsid w:val="000A6A86"/>
  </w:style>
  <w:style w:type="paragraph" w:customStyle="1" w:styleId="059DDDF1742D47FC85C502B8AC93E522">
    <w:name w:val="059DDDF1742D47FC85C502B8AC93E522"/>
    <w:rsid w:val="000A6A86"/>
  </w:style>
  <w:style w:type="paragraph" w:customStyle="1" w:styleId="4B102ECD8D364FD28858BED1F9DA8D29">
    <w:name w:val="4B102ECD8D364FD28858BED1F9DA8D29"/>
    <w:rsid w:val="000A6A86"/>
  </w:style>
  <w:style w:type="paragraph" w:customStyle="1" w:styleId="DC467500EE0344C8A965718C9A07303B">
    <w:name w:val="DC467500EE0344C8A965718C9A07303B"/>
    <w:rsid w:val="000A6A86"/>
  </w:style>
  <w:style w:type="paragraph" w:customStyle="1" w:styleId="AE541D682E214B5CB10CDC8FFE04D6A5">
    <w:name w:val="AE541D682E214B5CB10CDC8FFE04D6A5"/>
    <w:rsid w:val="000A6A86"/>
  </w:style>
  <w:style w:type="paragraph" w:customStyle="1" w:styleId="A4375BCE1A5042FDAA3C4BE21A375852">
    <w:name w:val="A4375BCE1A5042FDAA3C4BE21A375852"/>
    <w:rsid w:val="000A6A86"/>
  </w:style>
  <w:style w:type="paragraph" w:customStyle="1" w:styleId="00FADBFB3C2E4F0C8E21F035711602FF">
    <w:name w:val="00FADBFB3C2E4F0C8E21F035711602FF"/>
    <w:rsid w:val="000A6A86"/>
  </w:style>
  <w:style w:type="paragraph" w:customStyle="1" w:styleId="3AF8DB341B174FEEADEE9B315AAD343B">
    <w:name w:val="3AF8DB341B174FEEADEE9B315AAD343B"/>
    <w:rsid w:val="000A6A86"/>
  </w:style>
  <w:style w:type="paragraph" w:customStyle="1" w:styleId="F4EFA4076F004FAEB6B9E0E181BD11D9">
    <w:name w:val="F4EFA4076F004FAEB6B9E0E181BD11D9"/>
    <w:rsid w:val="000A6A86"/>
  </w:style>
  <w:style w:type="paragraph" w:customStyle="1" w:styleId="C6DAC600CF824196BB3936A3809F7C32">
    <w:name w:val="C6DAC600CF824196BB3936A3809F7C32"/>
    <w:rsid w:val="000A6A86"/>
  </w:style>
  <w:style w:type="paragraph" w:customStyle="1" w:styleId="F0BDDC7668034D71B638A2DAC82693C7">
    <w:name w:val="F0BDDC7668034D71B638A2DAC82693C7"/>
    <w:rsid w:val="00EA4926"/>
  </w:style>
  <w:style w:type="paragraph" w:customStyle="1" w:styleId="3D442ACA36EF46A0A4B492485C9A870A">
    <w:name w:val="3D442ACA36EF46A0A4B492485C9A870A"/>
    <w:rsid w:val="00EA4926"/>
  </w:style>
  <w:style w:type="paragraph" w:customStyle="1" w:styleId="5EB9066D89D14C8099441988775D0077">
    <w:name w:val="5EB9066D89D14C8099441988775D0077"/>
    <w:rsid w:val="00EA4926"/>
  </w:style>
  <w:style w:type="paragraph" w:customStyle="1" w:styleId="DD10C798A4BB4B8A96E37838B55BED31">
    <w:name w:val="DD10C798A4BB4B8A96E37838B55BED31"/>
    <w:rsid w:val="00EA4926"/>
  </w:style>
  <w:style w:type="paragraph" w:customStyle="1" w:styleId="D7D6B12E35014A6F9437D77051361302">
    <w:name w:val="D7D6B12E35014A6F9437D77051361302"/>
    <w:rsid w:val="00EA4926"/>
  </w:style>
  <w:style w:type="paragraph" w:customStyle="1" w:styleId="1461A0CD51274CE4A2F945EA8218B61F">
    <w:name w:val="1461A0CD51274CE4A2F945EA8218B61F"/>
    <w:rsid w:val="00EA4926"/>
  </w:style>
  <w:style w:type="paragraph" w:customStyle="1" w:styleId="BF4FF949C7A34E21AEF3A429D319B6A3">
    <w:name w:val="BF4FF949C7A34E21AEF3A429D319B6A3"/>
    <w:rsid w:val="00EA4926"/>
  </w:style>
  <w:style w:type="paragraph" w:customStyle="1" w:styleId="40E5A8FFFF494208941BC6BAD5731BD5">
    <w:name w:val="40E5A8FFFF494208941BC6BAD5731BD5"/>
    <w:rsid w:val="00EA4926"/>
  </w:style>
  <w:style w:type="paragraph" w:customStyle="1" w:styleId="1318EAD815364A4BB22C31715E66376D">
    <w:name w:val="1318EAD815364A4BB22C31715E66376D"/>
    <w:rsid w:val="00EA4926"/>
  </w:style>
  <w:style w:type="paragraph" w:customStyle="1" w:styleId="5F8D313217604DE0A11755FC251DC1FF">
    <w:name w:val="5F8D313217604DE0A11755FC251DC1FF"/>
    <w:rsid w:val="00EA4926"/>
  </w:style>
  <w:style w:type="paragraph" w:customStyle="1" w:styleId="397CAAFA45EF493B84D9522720797E0B">
    <w:name w:val="397CAAFA45EF493B84D9522720797E0B"/>
    <w:rsid w:val="00EA4926"/>
  </w:style>
  <w:style w:type="paragraph" w:customStyle="1" w:styleId="EC7F65BD1FC14A5BB2FFF01076F5664F">
    <w:name w:val="EC7F65BD1FC14A5BB2FFF01076F5664F"/>
    <w:rsid w:val="00EA4926"/>
  </w:style>
  <w:style w:type="paragraph" w:customStyle="1" w:styleId="254BC6CBE75F42EB89823F14F768F0E8">
    <w:name w:val="254BC6CBE75F42EB89823F14F768F0E8"/>
    <w:rsid w:val="00EA4926"/>
  </w:style>
  <w:style w:type="paragraph" w:customStyle="1" w:styleId="6C5BD3FEC2D745848A470E7630D6BD0C">
    <w:name w:val="6C5BD3FEC2D745848A470E7630D6BD0C"/>
    <w:rsid w:val="00EA4926"/>
  </w:style>
  <w:style w:type="paragraph" w:customStyle="1" w:styleId="76629C31F08E4D1C8FE743CFE159094C">
    <w:name w:val="76629C31F08E4D1C8FE743CFE159094C"/>
    <w:rsid w:val="00EA4926"/>
  </w:style>
  <w:style w:type="paragraph" w:customStyle="1" w:styleId="8E86DBFF5BC94974B1AF88E6669CFCE2">
    <w:name w:val="8E86DBFF5BC94974B1AF88E6669CFCE2"/>
    <w:rsid w:val="00EA4926"/>
  </w:style>
  <w:style w:type="paragraph" w:customStyle="1" w:styleId="0E7F547B9A7449BDB4B5E7BF3A35EA67">
    <w:name w:val="0E7F547B9A7449BDB4B5E7BF3A35EA67"/>
    <w:rsid w:val="00EA4926"/>
  </w:style>
  <w:style w:type="paragraph" w:customStyle="1" w:styleId="103EDFB11A344504A3A4145F6660D08D">
    <w:name w:val="103EDFB11A344504A3A4145F6660D08D"/>
    <w:rsid w:val="00EA4926"/>
  </w:style>
  <w:style w:type="paragraph" w:customStyle="1" w:styleId="B6AB2E01710D4339A9765BFC95266815">
    <w:name w:val="B6AB2E01710D4339A9765BFC95266815"/>
    <w:rsid w:val="00EA4926"/>
  </w:style>
  <w:style w:type="paragraph" w:customStyle="1" w:styleId="80EA10F6FD164D3AABD4C48D53825FD8">
    <w:name w:val="80EA10F6FD164D3AABD4C48D53825FD8"/>
    <w:rsid w:val="00EA4926"/>
  </w:style>
  <w:style w:type="paragraph" w:customStyle="1" w:styleId="53CC14BB02D3462C99680BB66132C7C4">
    <w:name w:val="53CC14BB02D3462C99680BB66132C7C4"/>
    <w:rsid w:val="00EA4926"/>
  </w:style>
  <w:style w:type="paragraph" w:customStyle="1" w:styleId="5EAB6100EACB4591B3453F2B81754618">
    <w:name w:val="5EAB6100EACB4591B3453F2B81754618"/>
    <w:rsid w:val="00EA4926"/>
  </w:style>
  <w:style w:type="paragraph" w:customStyle="1" w:styleId="5EDAF433663F47CE99045C87BBF432D1">
    <w:name w:val="5EDAF433663F47CE99045C87BBF432D1"/>
    <w:rsid w:val="00EA4926"/>
  </w:style>
  <w:style w:type="paragraph" w:customStyle="1" w:styleId="E67D505158464314A9A3015FCC5876F6">
    <w:name w:val="E67D505158464314A9A3015FCC5876F6"/>
    <w:rsid w:val="00EA4926"/>
  </w:style>
  <w:style w:type="paragraph" w:customStyle="1" w:styleId="4147A4327702414E9968F0BA4DE45180">
    <w:name w:val="4147A4327702414E9968F0BA4DE45180"/>
    <w:rsid w:val="00EA4926"/>
  </w:style>
  <w:style w:type="paragraph" w:customStyle="1" w:styleId="D1039F687DF941858078A5D7C1856FC4">
    <w:name w:val="D1039F687DF941858078A5D7C1856FC4"/>
    <w:rsid w:val="00EA4926"/>
  </w:style>
  <w:style w:type="paragraph" w:customStyle="1" w:styleId="D35B8DF7BD68465DA42BDD141A6A183A">
    <w:name w:val="D35B8DF7BD68465DA42BDD141A6A183A"/>
    <w:rsid w:val="00EA4926"/>
  </w:style>
  <w:style w:type="paragraph" w:customStyle="1" w:styleId="21C1B6EE2A4C4D5380A71999467CFA7B">
    <w:name w:val="21C1B6EE2A4C4D5380A71999467CFA7B"/>
    <w:rsid w:val="00EA4926"/>
  </w:style>
  <w:style w:type="paragraph" w:customStyle="1" w:styleId="9701FC8B2F2E410482F910CBC8142FE7">
    <w:name w:val="9701FC8B2F2E410482F910CBC8142FE7"/>
    <w:rsid w:val="00EA4926"/>
  </w:style>
  <w:style w:type="paragraph" w:customStyle="1" w:styleId="F0423C32FF5E4FEE84BD0F34B46389B8">
    <w:name w:val="F0423C32FF5E4FEE84BD0F34B46389B8"/>
    <w:rsid w:val="00EA4926"/>
  </w:style>
  <w:style w:type="paragraph" w:customStyle="1" w:styleId="9D4B76DDDC964D30B906705F1C51388E">
    <w:name w:val="9D4B76DDDC964D30B906705F1C51388E"/>
    <w:rsid w:val="00EA4926"/>
  </w:style>
  <w:style w:type="paragraph" w:customStyle="1" w:styleId="F3F294C6FA58447485EA9D6538D5F287">
    <w:name w:val="F3F294C6FA58447485EA9D6538D5F287"/>
    <w:rsid w:val="00EA4926"/>
  </w:style>
  <w:style w:type="paragraph" w:customStyle="1" w:styleId="5536C9FEB76E4722A58F62B906467A6D">
    <w:name w:val="5536C9FEB76E4722A58F62B906467A6D"/>
    <w:rsid w:val="00EA4926"/>
  </w:style>
  <w:style w:type="paragraph" w:customStyle="1" w:styleId="446BE1CAFE644B1D840E73865AA08BE0">
    <w:name w:val="446BE1CAFE644B1D840E73865AA08BE0"/>
    <w:rsid w:val="00EA4926"/>
  </w:style>
  <w:style w:type="paragraph" w:customStyle="1" w:styleId="178A23283E4044C9AEE8B9E3FAD67EA5">
    <w:name w:val="178A23283E4044C9AEE8B9E3FAD67EA5"/>
    <w:rsid w:val="00D42C20"/>
  </w:style>
  <w:style w:type="paragraph" w:customStyle="1" w:styleId="86ECCFE5CCC941F48C68FB08A256E1C9">
    <w:name w:val="86ECCFE5CCC941F48C68FB08A256E1C9"/>
    <w:rsid w:val="00D42C20"/>
  </w:style>
  <w:style w:type="paragraph" w:customStyle="1" w:styleId="6BFBE62F83B84CD8962E9C6AE0525284">
    <w:name w:val="6BFBE62F83B84CD8962E9C6AE0525284"/>
    <w:rsid w:val="00D42C20"/>
  </w:style>
  <w:style w:type="paragraph" w:customStyle="1" w:styleId="97AF7E34ADCC432D886343BC7008BDC2">
    <w:name w:val="97AF7E34ADCC432D886343BC7008BDC2"/>
    <w:rsid w:val="00D42C20"/>
  </w:style>
  <w:style w:type="paragraph" w:customStyle="1" w:styleId="F024A93B1697490A8119F8DF6E6DBD9C">
    <w:name w:val="F024A93B1697490A8119F8DF6E6DBD9C"/>
    <w:rsid w:val="00D42C20"/>
  </w:style>
  <w:style w:type="paragraph" w:customStyle="1" w:styleId="D5212AEE9D1E48288004674A13EDE1DA">
    <w:name w:val="D5212AEE9D1E48288004674A13EDE1DA"/>
    <w:rsid w:val="00D42C20"/>
  </w:style>
  <w:style w:type="paragraph" w:customStyle="1" w:styleId="E7BAFED1D295415CA318ED75B4C7B8DC">
    <w:name w:val="E7BAFED1D295415CA318ED75B4C7B8DC"/>
    <w:rsid w:val="00D42C20"/>
  </w:style>
  <w:style w:type="paragraph" w:customStyle="1" w:styleId="DD836D53383946458116EE02264E84EF">
    <w:name w:val="DD836D53383946458116EE02264E84EF"/>
    <w:rsid w:val="00D42C20"/>
  </w:style>
  <w:style w:type="paragraph" w:customStyle="1" w:styleId="056E21F92F234F1384AB11963AC5BC52">
    <w:name w:val="056E21F92F234F1384AB11963AC5BC52"/>
    <w:rsid w:val="00D42C20"/>
  </w:style>
  <w:style w:type="paragraph" w:customStyle="1" w:styleId="5A6DFABA6F694575B8FC0AC80A624F29">
    <w:name w:val="5A6DFABA6F694575B8FC0AC80A624F29"/>
    <w:rsid w:val="007F4441"/>
  </w:style>
  <w:style w:type="paragraph" w:customStyle="1" w:styleId="958FB48CD60047BA8B52223009F961DD">
    <w:name w:val="958FB48CD60047BA8B52223009F961DD"/>
    <w:rsid w:val="007F4441"/>
  </w:style>
  <w:style w:type="paragraph" w:customStyle="1" w:styleId="740493E8A6EC4E939D814737089382D9">
    <w:name w:val="740493E8A6EC4E939D814737089382D9"/>
    <w:rsid w:val="007F4441"/>
  </w:style>
  <w:style w:type="paragraph" w:customStyle="1" w:styleId="40DD37EA64864B9BA5EF3575DEB99854">
    <w:name w:val="40DD37EA64864B9BA5EF3575DEB99854"/>
    <w:rsid w:val="007F4441"/>
  </w:style>
  <w:style w:type="paragraph" w:customStyle="1" w:styleId="D0DD8F15018F44C8AE4BDABC4BA35DD7">
    <w:name w:val="D0DD8F15018F44C8AE4BDABC4BA35DD7"/>
    <w:rsid w:val="007F4441"/>
  </w:style>
  <w:style w:type="paragraph" w:customStyle="1" w:styleId="61DE3DB1375E44D09EF8C2E5BF39439D">
    <w:name w:val="61DE3DB1375E44D09EF8C2E5BF39439D"/>
    <w:rsid w:val="007F4441"/>
  </w:style>
  <w:style w:type="paragraph" w:customStyle="1" w:styleId="C9A31696F3664AB0B06D4685EB2A1D25">
    <w:name w:val="C9A31696F3664AB0B06D4685EB2A1D25"/>
    <w:rsid w:val="007F4441"/>
  </w:style>
  <w:style w:type="paragraph" w:customStyle="1" w:styleId="74A3A412A80B4250865ACA959A8E79C1">
    <w:name w:val="74A3A412A80B4250865ACA959A8E79C1"/>
    <w:rsid w:val="007F4441"/>
  </w:style>
  <w:style w:type="paragraph" w:customStyle="1" w:styleId="AB6FE6AF7A1F4803B7823AC2F7B90A8C">
    <w:name w:val="AB6FE6AF7A1F4803B7823AC2F7B90A8C"/>
    <w:rsid w:val="007F4441"/>
  </w:style>
  <w:style w:type="paragraph" w:customStyle="1" w:styleId="2272249F347C467BA9DD96F8B19D555C">
    <w:name w:val="2272249F347C467BA9DD96F8B19D555C"/>
    <w:rsid w:val="007F4441"/>
  </w:style>
  <w:style w:type="paragraph" w:customStyle="1" w:styleId="96CDC6F9BAFA46BA9D83892F6022C377">
    <w:name w:val="96CDC6F9BAFA46BA9D83892F6022C377"/>
    <w:rsid w:val="007F4441"/>
  </w:style>
  <w:style w:type="paragraph" w:customStyle="1" w:styleId="3FCA59A719C647A28493F2B8132125FD">
    <w:name w:val="3FCA59A719C647A28493F2B8132125FD"/>
    <w:rsid w:val="007F4441"/>
  </w:style>
  <w:style w:type="paragraph" w:customStyle="1" w:styleId="2E18DB854BBB48F3B05233B3D57854C4">
    <w:name w:val="2E18DB854BBB48F3B05233B3D57854C4"/>
    <w:rsid w:val="007F4441"/>
  </w:style>
  <w:style w:type="paragraph" w:customStyle="1" w:styleId="BD1AAE61B8EE46D1B7057691C8886E85">
    <w:name w:val="BD1AAE61B8EE46D1B7057691C8886E85"/>
    <w:rsid w:val="007F4441"/>
  </w:style>
  <w:style w:type="paragraph" w:customStyle="1" w:styleId="539ABA6A8EDE4E3BA73544ADB5B3377D">
    <w:name w:val="539ABA6A8EDE4E3BA73544ADB5B3377D"/>
    <w:rsid w:val="007F4441"/>
  </w:style>
  <w:style w:type="paragraph" w:customStyle="1" w:styleId="6CC03BA6C4C143E88589D82492AF11A0">
    <w:name w:val="6CC03BA6C4C143E88589D82492AF11A0"/>
    <w:rsid w:val="007F4441"/>
  </w:style>
  <w:style w:type="paragraph" w:customStyle="1" w:styleId="C56FD3BA3D794B4E9AC31EE8DF1F18EE">
    <w:name w:val="C56FD3BA3D794B4E9AC31EE8DF1F18EE"/>
    <w:rsid w:val="007F4441"/>
  </w:style>
  <w:style w:type="paragraph" w:customStyle="1" w:styleId="C24F3775BB394871AF7F8328C49BBE0C">
    <w:name w:val="C24F3775BB394871AF7F8328C49BBE0C"/>
    <w:rsid w:val="007F4441"/>
  </w:style>
  <w:style w:type="paragraph" w:customStyle="1" w:styleId="B2D3B84744C14F2C8891C131D5B324E9">
    <w:name w:val="B2D3B84744C14F2C8891C131D5B324E9"/>
    <w:rsid w:val="007F4441"/>
  </w:style>
  <w:style w:type="paragraph" w:customStyle="1" w:styleId="C9F90907062648B2A9FB522A6AAE5C42">
    <w:name w:val="C9F90907062648B2A9FB522A6AAE5C42"/>
    <w:rsid w:val="007F4441"/>
  </w:style>
  <w:style w:type="paragraph" w:customStyle="1" w:styleId="E5EE370277CD4F978C93FF74F314610B">
    <w:name w:val="E5EE370277CD4F978C93FF74F314610B"/>
    <w:rsid w:val="007F4441"/>
  </w:style>
  <w:style w:type="paragraph" w:customStyle="1" w:styleId="66ED77C88FBB4A07B1E26740E2A4F43B">
    <w:name w:val="66ED77C88FBB4A07B1E26740E2A4F43B"/>
    <w:rsid w:val="007F4441"/>
  </w:style>
  <w:style w:type="paragraph" w:customStyle="1" w:styleId="B7BBE4021000476D9A529D47CD7F4D6E">
    <w:name w:val="B7BBE4021000476D9A529D47CD7F4D6E"/>
    <w:rsid w:val="007F4441"/>
  </w:style>
  <w:style w:type="paragraph" w:customStyle="1" w:styleId="DA7A786106BF464C9F78C4C39461F546">
    <w:name w:val="DA7A786106BF464C9F78C4C39461F546"/>
    <w:rsid w:val="007F4441"/>
  </w:style>
  <w:style w:type="paragraph" w:customStyle="1" w:styleId="3252722383A847FCAA6B00EAC8B7661E">
    <w:name w:val="3252722383A847FCAA6B00EAC8B7661E"/>
    <w:rsid w:val="007F4441"/>
  </w:style>
  <w:style w:type="paragraph" w:customStyle="1" w:styleId="A548C067049945B2966D12F5C52150FB">
    <w:name w:val="A548C067049945B2966D12F5C52150FB"/>
    <w:rsid w:val="007F4441"/>
  </w:style>
  <w:style w:type="paragraph" w:customStyle="1" w:styleId="4227FF27CA46448B800715D958226186">
    <w:name w:val="4227FF27CA46448B800715D958226186"/>
    <w:rsid w:val="007F4441"/>
  </w:style>
  <w:style w:type="paragraph" w:customStyle="1" w:styleId="FF66D6ECE47D48C99C52C2C3345136D4">
    <w:name w:val="FF66D6ECE47D48C99C52C2C3345136D4"/>
    <w:rsid w:val="007F4441"/>
  </w:style>
  <w:style w:type="paragraph" w:customStyle="1" w:styleId="FCE2535E47B64F7EA2A6DE09E7EC68DF">
    <w:name w:val="FCE2535E47B64F7EA2A6DE09E7EC68DF"/>
    <w:rsid w:val="007F4441"/>
  </w:style>
  <w:style w:type="paragraph" w:customStyle="1" w:styleId="E8A9ECD7034F4C83892C47C0D7BF995F">
    <w:name w:val="E8A9ECD7034F4C83892C47C0D7BF995F"/>
    <w:rsid w:val="007F4441"/>
  </w:style>
  <w:style w:type="paragraph" w:customStyle="1" w:styleId="7C7DAFA08C274850BDE6AFC7E6258CC9">
    <w:name w:val="7C7DAFA08C274850BDE6AFC7E6258CC9"/>
    <w:rsid w:val="007F4441"/>
  </w:style>
  <w:style w:type="paragraph" w:customStyle="1" w:styleId="D4E6D3D7B0E9425186263513F00C6F8E">
    <w:name w:val="D4E6D3D7B0E9425186263513F00C6F8E"/>
    <w:rsid w:val="007F4441"/>
  </w:style>
  <w:style w:type="paragraph" w:customStyle="1" w:styleId="F75EEFC6ADC348989CAFE8591B4262F6">
    <w:name w:val="F75EEFC6ADC348989CAFE8591B4262F6"/>
    <w:rsid w:val="007F4441"/>
  </w:style>
  <w:style w:type="paragraph" w:customStyle="1" w:styleId="1F977A1607B24114B334AE9A7E52AAF8">
    <w:name w:val="1F977A1607B24114B334AE9A7E52AAF8"/>
    <w:rsid w:val="007F4441"/>
  </w:style>
  <w:style w:type="paragraph" w:customStyle="1" w:styleId="3880F91F1DA545FE88DE41FF52973579">
    <w:name w:val="3880F91F1DA545FE88DE41FF52973579"/>
    <w:rsid w:val="00DA42B4"/>
    <w:rPr>
      <w:lang w:eastAsia="zh-CN"/>
    </w:rPr>
  </w:style>
  <w:style w:type="paragraph" w:customStyle="1" w:styleId="97ABDA51DA4F4DD0A23078F02C3E30C5">
    <w:name w:val="97ABDA51DA4F4DD0A23078F02C3E30C5"/>
    <w:rsid w:val="00DA42B4"/>
    <w:rPr>
      <w:lang w:eastAsia="zh-CN"/>
    </w:rPr>
  </w:style>
  <w:style w:type="paragraph" w:customStyle="1" w:styleId="E67BC9E0DD354122A2F73A531D016697">
    <w:name w:val="E67BC9E0DD354122A2F73A531D016697"/>
    <w:rsid w:val="00DA42B4"/>
    <w:rPr>
      <w:lang w:eastAsia="zh-CN"/>
    </w:rPr>
  </w:style>
  <w:style w:type="paragraph" w:customStyle="1" w:styleId="0467E672687243B88BC2554479BB2961">
    <w:name w:val="0467E672687243B88BC2554479BB2961"/>
    <w:rsid w:val="00DA42B4"/>
    <w:rPr>
      <w:lang w:eastAsia="zh-CN"/>
    </w:rPr>
  </w:style>
  <w:style w:type="paragraph" w:customStyle="1" w:styleId="4565185368FB4CF59585ED79D1D3B675">
    <w:name w:val="4565185368FB4CF59585ED79D1D3B675"/>
    <w:rsid w:val="00DA42B4"/>
    <w:rPr>
      <w:lang w:eastAsia="zh-CN"/>
    </w:rPr>
  </w:style>
  <w:style w:type="paragraph" w:customStyle="1" w:styleId="9F29070C2BA6404F933D1AC86BB27872">
    <w:name w:val="9F29070C2BA6404F933D1AC86BB27872"/>
    <w:rsid w:val="00DA42B4"/>
    <w:rPr>
      <w:lang w:eastAsia="zh-CN"/>
    </w:rPr>
  </w:style>
  <w:style w:type="paragraph" w:customStyle="1" w:styleId="8EDEE1C79AA2434DB3C3E0F7D530516B">
    <w:name w:val="8EDEE1C79AA2434DB3C3E0F7D530516B"/>
    <w:rsid w:val="00DA42B4"/>
    <w:rPr>
      <w:lang w:eastAsia="zh-CN"/>
    </w:rPr>
  </w:style>
  <w:style w:type="paragraph" w:customStyle="1" w:styleId="78F3A088D6D0427DBCA39808E406C084">
    <w:name w:val="78F3A088D6D0427DBCA39808E406C084"/>
    <w:rsid w:val="00DA42B4"/>
    <w:rPr>
      <w:lang w:eastAsia="zh-CN"/>
    </w:rPr>
  </w:style>
  <w:style w:type="paragraph" w:customStyle="1" w:styleId="3CF48EC2556442EC8D221D259E28A98F">
    <w:name w:val="3CF48EC2556442EC8D221D259E28A98F"/>
    <w:rsid w:val="00DA42B4"/>
    <w:rPr>
      <w:lang w:eastAsia="zh-CN"/>
    </w:rPr>
  </w:style>
  <w:style w:type="paragraph" w:customStyle="1" w:styleId="B0F7113F698F4C6E9AF193676014E140">
    <w:name w:val="B0F7113F698F4C6E9AF193676014E140"/>
    <w:rsid w:val="00DA42B4"/>
    <w:rPr>
      <w:lang w:eastAsia="zh-CN"/>
    </w:rPr>
  </w:style>
  <w:style w:type="paragraph" w:customStyle="1" w:styleId="5F097687688A403A9018313E4ACADF4C">
    <w:name w:val="5F097687688A403A9018313E4ACADF4C"/>
    <w:rsid w:val="00DA42B4"/>
    <w:rPr>
      <w:lang w:eastAsia="zh-CN"/>
    </w:rPr>
  </w:style>
  <w:style w:type="paragraph" w:customStyle="1" w:styleId="5A2630288FD34F0FB176F11F643E5ABD">
    <w:name w:val="5A2630288FD34F0FB176F11F643E5ABD"/>
    <w:rsid w:val="00DA42B4"/>
    <w:rPr>
      <w:lang w:eastAsia="zh-CN"/>
    </w:rPr>
  </w:style>
  <w:style w:type="paragraph" w:customStyle="1" w:styleId="4898809A239C4476AA3ABD6BC77C04BA">
    <w:name w:val="4898809A239C4476AA3ABD6BC77C04BA"/>
    <w:rsid w:val="00DA42B4"/>
    <w:rPr>
      <w:lang w:eastAsia="zh-CN"/>
    </w:rPr>
  </w:style>
  <w:style w:type="paragraph" w:customStyle="1" w:styleId="459383B45D084C059E69D1B9FB14196D">
    <w:name w:val="459383B45D084C059E69D1B9FB14196D"/>
    <w:rsid w:val="00DA42B4"/>
    <w:rPr>
      <w:lang w:eastAsia="zh-CN"/>
    </w:rPr>
  </w:style>
  <w:style w:type="paragraph" w:customStyle="1" w:styleId="839EB752EC94483F898518BBE3452DF0">
    <w:name w:val="839EB752EC94483F898518BBE3452DF0"/>
    <w:rsid w:val="00DA42B4"/>
    <w:rPr>
      <w:lang w:eastAsia="zh-CN"/>
    </w:rPr>
  </w:style>
  <w:style w:type="paragraph" w:customStyle="1" w:styleId="F9E57BBD20FC4F97B6F2631E51B6537D">
    <w:name w:val="F9E57BBD20FC4F97B6F2631E51B6537D"/>
    <w:rsid w:val="00DA42B4"/>
    <w:rPr>
      <w:lang w:eastAsia="zh-CN"/>
    </w:rPr>
  </w:style>
  <w:style w:type="paragraph" w:customStyle="1" w:styleId="250224EEFAC34B1AB1679DCDFE245ED3">
    <w:name w:val="250224EEFAC34B1AB1679DCDFE245ED3"/>
    <w:rsid w:val="00DA42B4"/>
    <w:rPr>
      <w:lang w:eastAsia="zh-CN"/>
    </w:rPr>
  </w:style>
  <w:style w:type="paragraph" w:customStyle="1" w:styleId="03F711B0370B4F3394490F9660AD4D4E">
    <w:name w:val="03F711B0370B4F3394490F9660AD4D4E"/>
    <w:rsid w:val="00DA42B4"/>
    <w:rPr>
      <w:lang w:eastAsia="zh-CN"/>
    </w:rPr>
  </w:style>
  <w:style w:type="paragraph" w:customStyle="1" w:styleId="05CFE83EE145451998A596FB3C5F910D">
    <w:name w:val="05CFE83EE145451998A596FB3C5F910D"/>
    <w:rsid w:val="00DA42B4"/>
    <w:rPr>
      <w:lang w:eastAsia="zh-CN"/>
    </w:rPr>
  </w:style>
  <w:style w:type="paragraph" w:customStyle="1" w:styleId="2537FCE5C69D4D16AECE9C97CE942C6F">
    <w:name w:val="2537FCE5C69D4D16AECE9C97CE942C6F"/>
    <w:rsid w:val="00DA42B4"/>
    <w:rPr>
      <w:lang w:eastAsia="zh-CN"/>
    </w:rPr>
  </w:style>
  <w:style w:type="paragraph" w:customStyle="1" w:styleId="63DD47600EE348DEB74B59AEB583E7EA">
    <w:name w:val="63DD47600EE348DEB74B59AEB583E7EA"/>
    <w:rsid w:val="00DA42B4"/>
    <w:rPr>
      <w:lang w:eastAsia="zh-CN"/>
    </w:rPr>
  </w:style>
  <w:style w:type="paragraph" w:customStyle="1" w:styleId="B5BB39C9DC074DF387CF36F674899CA6">
    <w:name w:val="B5BB39C9DC074DF387CF36F674899CA6"/>
    <w:rsid w:val="00DA42B4"/>
    <w:rPr>
      <w:lang w:eastAsia="zh-CN"/>
    </w:rPr>
  </w:style>
  <w:style w:type="paragraph" w:customStyle="1" w:styleId="A290380B1A234B6AAB1FF8244BDDE6BC">
    <w:name w:val="A290380B1A234B6AAB1FF8244BDDE6BC"/>
    <w:rsid w:val="00DA42B4"/>
    <w:rPr>
      <w:lang w:eastAsia="zh-CN"/>
    </w:rPr>
  </w:style>
  <w:style w:type="paragraph" w:customStyle="1" w:styleId="1E44836806E747558E4C0D4B9CD5BEAF">
    <w:name w:val="1E44836806E747558E4C0D4B9CD5BEAF"/>
    <w:rsid w:val="00DA42B4"/>
    <w:rPr>
      <w:lang w:eastAsia="zh-CN"/>
    </w:rPr>
  </w:style>
  <w:style w:type="paragraph" w:customStyle="1" w:styleId="0DBD39CEA1A54F2CBEEABE24101AD824">
    <w:name w:val="0DBD39CEA1A54F2CBEEABE24101AD824"/>
    <w:rsid w:val="00DA42B4"/>
    <w:rPr>
      <w:lang w:eastAsia="zh-CN"/>
    </w:rPr>
  </w:style>
  <w:style w:type="paragraph" w:customStyle="1" w:styleId="042D671D268A4356A4328B6900B362B9">
    <w:name w:val="042D671D268A4356A4328B6900B362B9"/>
    <w:rsid w:val="00DA42B4"/>
    <w:rPr>
      <w:lang w:eastAsia="zh-CN"/>
    </w:rPr>
  </w:style>
  <w:style w:type="paragraph" w:customStyle="1" w:styleId="BEED0B0B94454111AEFA645BD7953293">
    <w:name w:val="BEED0B0B94454111AEFA645BD7953293"/>
    <w:rsid w:val="00DA42B4"/>
    <w:rPr>
      <w:lang w:eastAsia="zh-CN"/>
    </w:rPr>
  </w:style>
  <w:style w:type="paragraph" w:customStyle="1" w:styleId="1CDE482995FE41E9BDE5013E89BE298E">
    <w:name w:val="1CDE482995FE41E9BDE5013E89BE298E"/>
    <w:rsid w:val="00DA42B4"/>
    <w:rPr>
      <w:lang w:eastAsia="zh-CN"/>
    </w:rPr>
  </w:style>
  <w:style w:type="paragraph" w:customStyle="1" w:styleId="B643F7CDA3F84868A59D8B4323A0F527">
    <w:name w:val="B643F7CDA3F84868A59D8B4323A0F527"/>
    <w:rsid w:val="00DA42B4"/>
    <w:rPr>
      <w:lang w:eastAsia="zh-CN"/>
    </w:rPr>
  </w:style>
  <w:style w:type="paragraph" w:customStyle="1" w:styleId="1A4B9EE7E60A4C4F88C7EF4EF00D9984">
    <w:name w:val="1A4B9EE7E60A4C4F88C7EF4EF00D9984"/>
    <w:rsid w:val="00DA42B4"/>
    <w:rPr>
      <w:lang w:eastAsia="zh-CN"/>
    </w:rPr>
  </w:style>
  <w:style w:type="paragraph" w:customStyle="1" w:styleId="DF2027EF35134B4487DF6EFB3A06CFE5">
    <w:name w:val="DF2027EF35134B4487DF6EFB3A06CFE5"/>
    <w:rsid w:val="00DA42B4"/>
    <w:rPr>
      <w:lang w:eastAsia="zh-CN"/>
    </w:rPr>
  </w:style>
  <w:style w:type="paragraph" w:customStyle="1" w:styleId="923C72824EA34F02A9D0405E0A077CA1">
    <w:name w:val="923C72824EA34F02A9D0405E0A077CA1"/>
    <w:rsid w:val="00DA42B4"/>
    <w:rPr>
      <w:lang w:eastAsia="zh-CN"/>
    </w:rPr>
  </w:style>
  <w:style w:type="paragraph" w:customStyle="1" w:styleId="3F97FA2A4D494B95B7403A6F2711659C">
    <w:name w:val="3F97FA2A4D494B95B7403A6F2711659C"/>
    <w:rsid w:val="00DA42B4"/>
    <w:rPr>
      <w:lang w:eastAsia="zh-CN"/>
    </w:rPr>
  </w:style>
  <w:style w:type="paragraph" w:customStyle="1" w:styleId="EA55377201F94DB5BA7E2D70A2914D91">
    <w:name w:val="EA55377201F94DB5BA7E2D70A2914D91"/>
    <w:rsid w:val="00DA42B4"/>
    <w:rPr>
      <w:lang w:eastAsia="zh-CN"/>
    </w:rPr>
  </w:style>
  <w:style w:type="paragraph" w:customStyle="1" w:styleId="0DF04937C4404300ABA4CBDDEF27928F">
    <w:name w:val="0DF04937C4404300ABA4CBDDEF27928F"/>
    <w:rsid w:val="00DA42B4"/>
    <w:rPr>
      <w:lang w:eastAsia="zh-CN"/>
    </w:rPr>
  </w:style>
  <w:style w:type="paragraph" w:customStyle="1" w:styleId="E7265AAD05444CB38AC5F51299AE5359">
    <w:name w:val="E7265AAD05444CB38AC5F51299AE5359"/>
    <w:rsid w:val="00DA42B4"/>
    <w:rPr>
      <w:lang w:eastAsia="zh-CN"/>
    </w:rPr>
  </w:style>
  <w:style w:type="paragraph" w:customStyle="1" w:styleId="52DF4B48010A4FA89C429602DB19037A">
    <w:name w:val="52DF4B48010A4FA89C429602DB19037A"/>
    <w:rsid w:val="00DA42B4"/>
    <w:rPr>
      <w:lang w:eastAsia="zh-CN"/>
    </w:rPr>
  </w:style>
  <w:style w:type="paragraph" w:customStyle="1" w:styleId="A7966ED30302405CBD904D6E3F2D4654">
    <w:name w:val="A7966ED30302405CBD904D6E3F2D4654"/>
    <w:rsid w:val="00DA42B4"/>
    <w:rPr>
      <w:lang w:eastAsia="zh-CN"/>
    </w:rPr>
  </w:style>
  <w:style w:type="paragraph" w:customStyle="1" w:styleId="F5A11C09E8344D138D834934FC942FDE">
    <w:name w:val="F5A11C09E8344D138D834934FC942FDE"/>
    <w:rsid w:val="00DA42B4"/>
    <w:rPr>
      <w:lang w:eastAsia="zh-CN"/>
    </w:rPr>
  </w:style>
  <w:style w:type="paragraph" w:customStyle="1" w:styleId="5C7C203A444C46FBA88530A719B44400">
    <w:name w:val="5C7C203A444C46FBA88530A719B44400"/>
    <w:rsid w:val="00DA42B4"/>
    <w:rPr>
      <w:lang w:eastAsia="zh-CN"/>
    </w:rPr>
  </w:style>
  <w:style w:type="paragraph" w:customStyle="1" w:styleId="7EB22175C3C74F458AA7C5C56C5443E6">
    <w:name w:val="7EB22175C3C74F458AA7C5C56C5443E6"/>
    <w:rsid w:val="00DA42B4"/>
    <w:rPr>
      <w:lang w:eastAsia="zh-CN"/>
    </w:rPr>
  </w:style>
  <w:style w:type="paragraph" w:customStyle="1" w:styleId="44511CD5F8314D4F96BF652B540182A3">
    <w:name w:val="44511CD5F8314D4F96BF652B540182A3"/>
    <w:rsid w:val="00DA42B4"/>
    <w:rPr>
      <w:lang w:eastAsia="zh-CN"/>
    </w:rPr>
  </w:style>
  <w:style w:type="paragraph" w:customStyle="1" w:styleId="37F6FA624D684A949005BF062C3921F7">
    <w:name w:val="37F6FA624D684A949005BF062C3921F7"/>
    <w:rsid w:val="00DA42B4"/>
    <w:rPr>
      <w:lang w:eastAsia="zh-CN"/>
    </w:rPr>
  </w:style>
  <w:style w:type="paragraph" w:customStyle="1" w:styleId="45C6DD7F0DD444958067CE7A947FAB98">
    <w:name w:val="45C6DD7F0DD444958067CE7A947FAB98"/>
    <w:rsid w:val="00DA42B4"/>
    <w:rPr>
      <w:lang w:eastAsia="zh-CN"/>
    </w:rPr>
  </w:style>
  <w:style w:type="paragraph" w:customStyle="1" w:styleId="4C8EA953211043ACA907FA9C8B9C049B">
    <w:name w:val="4C8EA953211043ACA907FA9C8B9C049B"/>
    <w:rsid w:val="002A6241"/>
  </w:style>
  <w:style w:type="paragraph" w:customStyle="1" w:styleId="B8FFB657224F4E40B90F4C1E74E06C4B">
    <w:name w:val="B8FFB657224F4E40B90F4C1E74E06C4B"/>
    <w:rsid w:val="002A6241"/>
  </w:style>
  <w:style w:type="paragraph" w:customStyle="1" w:styleId="5182E2079C6645108469C35CD03EF522">
    <w:name w:val="5182E2079C6645108469C35CD03EF522"/>
    <w:rsid w:val="002A6241"/>
  </w:style>
  <w:style w:type="paragraph" w:customStyle="1" w:styleId="30D73301A4C3414DB497C8813973CA61">
    <w:name w:val="30D73301A4C3414DB497C8813973CA61"/>
    <w:rsid w:val="002A6241"/>
  </w:style>
  <w:style w:type="paragraph" w:customStyle="1" w:styleId="13C14D491D57473BBBB078B6C9A6DC37">
    <w:name w:val="13C14D491D57473BBBB078B6C9A6DC37"/>
    <w:rsid w:val="002A6241"/>
  </w:style>
  <w:style w:type="paragraph" w:customStyle="1" w:styleId="514E305043564D589AB6B4BD211878AB">
    <w:name w:val="514E305043564D589AB6B4BD211878AB"/>
    <w:rsid w:val="002A6241"/>
  </w:style>
  <w:style w:type="paragraph" w:customStyle="1" w:styleId="5B13A1AB0E2348B0A399BC4F78E02BC7">
    <w:name w:val="5B13A1AB0E2348B0A399BC4F78E02BC7"/>
    <w:rsid w:val="002A6241"/>
  </w:style>
  <w:style w:type="paragraph" w:customStyle="1" w:styleId="5F68BE05FD2F436E883390D327C0A773">
    <w:name w:val="5F68BE05FD2F436E883390D327C0A773"/>
    <w:rsid w:val="002A6241"/>
  </w:style>
  <w:style w:type="paragraph" w:customStyle="1" w:styleId="8534457FD5134CB8BDD3047CAF0EAF77">
    <w:name w:val="8534457FD5134CB8BDD3047CAF0EAF77"/>
    <w:rsid w:val="002A6241"/>
  </w:style>
  <w:style w:type="paragraph" w:customStyle="1" w:styleId="3FB9950F38854E898BAAAE353B61B3AC">
    <w:name w:val="3FB9950F38854E898BAAAE353B61B3AC"/>
    <w:rsid w:val="002A6241"/>
  </w:style>
  <w:style w:type="paragraph" w:customStyle="1" w:styleId="5F29B3D6AE724B81988CA1DDDFC11A92">
    <w:name w:val="5F29B3D6AE724B81988CA1DDDFC11A92"/>
    <w:rsid w:val="002A6241"/>
  </w:style>
  <w:style w:type="paragraph" w:customStyle="1" w:styleId="5245CF2C8559411BAF36C72E58AAE9BF">
    <w:name w:val="5245CF2C8559411BAF36C72E58AAE9BF"/>
    <w:rsid w:val="002A6241"/>
  </w:style>
  <w:style w:type="paragraph" w:customStyle="1" w:styleId="C98F9C29572B447EB6D78967D1F3860F">
    <w:name w:val="C98F9C29572B447EB6D78967D1F3860F"/>
    <w:rsid w:val="002A6241"/>
  </w:style>
  <w:style w:type="paragraph" w:customStyle="1" w:styleId="454979895931489AB8679A48F5FACD40">
    <w:name w:val="454979895931489AB8679A48F5FACD40"/>
    <w:rsid w:val="002A6241"/>
  </w:style>
  <w:style w:type="paragraph" w:customStyle="1" w:styleId="A4CE6902565D4772BC8F9EA559D98929">
    <w:name w:val="A4CE6902565D4772BC8F9EA559D98929"/>
    <w:rsid w:val="002A6241"/>
  </w:style>
  <w:style w:type="paragraph" w:customStyle="1" w:styleId="AD10B23E11664A38AC2078BCB0F1A44F">
    <w:name w:val="AD10B23E11664A38AC2078BCB0F1A44F"/>
    <w:rsid w:val="002A6241"/>
  </w:style>
  <w:style w:type="paragraph" w:customStyle="1" w:styleId="200C727BAA8A43CBAF362C4A9CF13BC4">
    <w:name w:val="200C727BAA8A43CBAF362C4A9CF13BC4"/>
    <w:rsid w:val="002A6241"/>
  </w:style>
  <w:style w:type="paragraph" w:customStyle="1" w:styleId="D851CE897BFF47B8B912340650470009">
    <w:name w:val="D851CE897BFF47B8B912340650470009"/>
    <w:rsid w:val="002A6241"/>
  </w:style>
  <w:style w:type="paragraph" w:customStyle="1" w:styleId="5E256B4568314B4CBFF8A64E60F47787">
    <w:name w:val="5E256B4568314B4CBFF8A64E60F47787"/>
    <w:rsid w:val="002A6241"/>
  </w:style>
  <w:style w:type="paragraph" w:customStyle="1" w:styleId="8307ADB8E4AA4976B51CC0AEEC49433E">
    <w:name w:val="8307ADB8E4AA4976B51CC0AEEC49433E"/>
    <w:rsid w:val="002A6241"/>
  </w:style>
  <w:style w:type="paragraph" w:customStyle="1" w:styleId="EA63D6F0305246FF8E5A3095D09DDA0D">
    <w:name w:val="EA63D6F0305246FF8E5A3095D09DDA0D"/>
    <w:rsid w:val="002A6241"/>
  </w:style>
  <w:style w:type="paragraph" w:customStyle="1" w:styleId="9AA19BF6AB5C4E4EB2459811B8B40F6F">
    <w:name w:val="9AA19BF6AB5C4E4EB2459811B8B40F6F"/>
    <w:rsid w:val="002A6241"/>
  </w:style>
  <w:style w:type="paragraph" w:customStyle="1" w:styleId="916E6DBDFC9D4884A20171F006922084">
    <w:name w:val="916E6DBDFC9D4884A20171F006922084"/>
    <w:rsid w:val="002A6241"/>
  </w:style>
  <w:style w:type="paragraph" w:customStyle="1" w:styleId="6E6BBC1A91A4411BA6C98A9058945439">
    <w:name w:val="6E6BBC1A91A4411BA6C98A9058945439"/>
    <w:rsid w:val="002A6241"/>
  </w:style>
  <w:style w:type="paragraph" w:customStyle="1" w:styleId="CC6897882B794AA5B298BCD8C5FD1594">
    <w:name w:val="CC6897882B794AA5B298BCD8C5FD1594"/>
    <w:rsid w:val="002A6241"/>
  </w:style>
  <w:style w:type="paragraph" w:customStyle="1" w:styleId="83A95073CEFB479CB92AE1A687497B4B">
    <w:name w:val="83A95073CEFB479CB92AE1A687497B4B"/>
    <w:rsid w:val="002A6241"/>
  </w:style>
  <w:style w:type="paragraph" w:customStyle="1" w:styleId="D50C771C5EDC4D27A1774E2ED7AD848D">
    <w:name w:val="D50C771C5EDC4D27A1774E2ED7AD848D"/>
    <w:rsid w:val="002A6241"/>
  </w:style>
  <w:style w:type="paragraph" w:customStyle="1" w:styleId="1D2E3389D3B44E4BBD05056E807444E8">
    <w:name w:val="1D2E3389D3B44E4BBD05056E807444E8"/>
    <w:rsid w:val="002A6241"/>
  </w:style>
  <w:style w:type="paragraph" w:customStyle="1" w:styleId="BD4D4D3D6B7A4D73B69AA56CC2FC2150">
    <w:name w:val="BD4D4D3D6B7A4D73B69AA56CC2FC2150"/>
    <w:rsid w:val="002A6241"/>
  </w:style>
  <w:style w:type="paragraph" w:customStyle="1" w:styleId="F0151D7C43DF4A1F9BED8AC3FBB46D65">
    <w:name w:val="F0151D7C43DF4A1F9BED8AC3FBB46D65"/>
    <w:rsid w:val="002A6241"/>
  </w:style>
  <w:style w:type="paragraph" w:customStyle="1" w:styleId="0602904717C64A83A1B92238A755C1A0">
    <w:name w:val="0602904717C64A83A1B92238A755C1A0"/>
    <w:rsid w:val="002A6241"/>
  </w:style>
  <w:style w:type="paragraph" w:customStyle="1" w:styleId="AE280075D91F42C28F1AADFBAE83B7E6">
    <w:name w:val="AE280075D91F42C28F1AADFBAE83B7E6"/>
    <w:rsid w:val="002A6241"/>
  </w:style>
  <w:style w:type="paragraph" w:customStyle="1" w:styleId="C2E2DE1C7A0345D9AB1F6F74F21F187E">
    <w:name w:val="C2E2DE1C7A0345D9AB1F6F74F21F187E"/>
    <w:rsid w:val="002A6241"/>
  </w:style>
  <w:style w:type="paragraph" w:customStyle="1" w:styleId="E21DB0E72E8F431391304B9B0B1A6A14">
    <w:name w:val="E21DB0E72E8F431391304B9B0B1A6A14"/>
    <w:rsid w:val="002A6241"/>
  </w:style>
  <w:style w:type="paragraph" w:customStyle="1" w:styleId="1EDEE90CAFDA4D1AB2407F0F33AC5661">
    <w:name w:val="1EDEE90CAFDA4D1AB2407F0F33AC5661"/>
    <w:rsid w:val="002A6241"/>
  </w:style>
  <w:style w:type="paragraph" w:customStyle="1" w:styleId="CE600094D88946ADAE4176B50E3563A6">
    <w:name w:val="CE600094D88946ADAE4176B50E3563A6"/>
    <w:rsid w:val="002A6241"/>
  </w:style>
  <w:style w:type="paragraph" w:customStyle="1" w:styleId="34ED02A662F54015839E0BEAF0EE1D6B">
    <w:name w:val="34ED02A662F54015839E0BEAF0EE1D6B"/>
    <w:rsid w:val="002A6241"/>
  </w:style>
  <w:style w:type="paragraph" w:customStyle="1" w:styleId="89281C118FF542E295B0DEE36B597762">
    <w:name w:val="89281C118FF542E295B0DEE36B597762"/>
    <w:rsid w:val="002A6241"/>
  </w:style>
  <w:style w:type="paragraph" w:customStyle="1" w:styleId="4471DF66B4DC4F21B553A539845B4268">
    <w:name w:val="4471DF66B4DC4F21B553A539845B4268"/>
    <w:rsid w:val="002A6241"/>
  </w:style>
  <w:style w:type="paragraph" w:customStyle="1" w:styleId="67926192621C4AA09B1F84D1D1997B60">
    <w:name w:val="67926192621C4AA09B1F84D1D1997B60"/>
    <w:rsid w:val="002A6241"/>
  </w:style>
  <w:style w:type="paragraph" w:customStyle="1" w:styleId="6D72C00BAAF04D428E965081AC299862">
    <w:name w:val="6D72C00BAAF04D428E965081AC299862"/>
    <w:rsid w:val="002A6241"/>
  </w:style>
  <w:style w:type="paragraph" w:customStyle="1" w:styleId="F8A621AB99494ECCBF11590C6927C208">
    <w:name w:val="F8A621AB99494ECCBF11590C6927C208"/>
    <w:rsid w:val="002A6241"/>
  </w:style>
  <w:style w:type="paragraph" w:customStyle="1" w:styleId="6A571F9D7A5943E38C10BB32821A0974">
    <w:name w:val="6A571F9D7A5943E38C10BB32821A0974"/>
    <w:rsid w:val="002A6241"/>
  </w:style>
  <w:style w:type="paragraph" w:customStyle="1" w:styleId="C985D056321F4CB59030B90BD3D1F894">
    <w:name w:val="C985D056321F4CB59030B90BD3D1F894"/>
    <w:rsid w:val="002A6241"/>
  </w:style>
  <w:style w:type="paragraph" w:customStyle="1" w:styleId="F7962BB421B6472993ED18E49D028F07">
    <w:name w:val="F7962BB421B6472993ED18E49D028F07"/>
    <w:rsid w:val="002A6241"/>
  </w:style>
  <w:style w:type="paragraph" w:customStyle="1" w:styleId="8953276D08614478945CD97565A8B022">
    <w:name w:val="8953276D08614478945CD97565A8B022"/>
    <w:rsid w:val="002A6241"/>
  </w:style>
  <w:style w:type="paragraph" w:customStyle="1" w:styleId="6CD841EC43DF47B2BE835BF8C0709EEB">
    <w:name w:val="6CD841EC43DF47B2BE835BF8C0709EEB"/>
    <w:rsid w:val="002A6241"/>
  </w:style>
  <w:style w:type="paragraph" w:customStyle="1" w:styleId="4994F413BABF4BCA94F746FB0605240E">
    <w:name w:val="4994F413BABF4BCA94F746FB0605240E"/>
    <w:rsid w:val="002A6241"/>
  </w:style>
  <w:style w:type="paragraph" w:customStyle="1" w:styleId="D89DB486981D4D4BBE9B00FEA6A78279">
    <w:name w:val="D89DB486981D4D4BBE9B00FEA6A78279"/>
    <w:rsid w:val="002A6241"/>
  </w:style>
  <w:style w:type="paragraph" w:customStyle="1" w:styleId="931D1AEB6B9644CCA7565324796DF909">
    <w:name w:val="931D1AEB6B9644CCA7565324796DF909"/>
    <w:rsid w:val="002A6241"/>
  </w:style>
  <w:style w:type="paragraph" w:customStyle="1" w:styleId="7CC3F21A180F4E3E92AED8326A00FB0D">
    <w:name w:val="7CC3F21A180F4E3E92AED8326A00FB0D"/>
    <w:rsid w:val="002A6241"/>
  </w:style>
  <w:style w:type="paragraph" w:customStyle="1" w:styleId="31E8119260EC44318D5FCBCE1E1605A6">
    <w:name w:val="31E8119260EC44318D5FCBCE1E1605A6"/>
    <w:rsid w:val="002A6241"/>
  </w:style>
  <w:style w:type="paragraph" w:customStyle="1" w:styleId="454551A66F9C4D349C2C75B461A323AA">
    <w:name w:val="454551A66F9C4D349C2C75B461A323AA"/>
    <w:rsid w:val="002A6241"/>
  </w:style>
  <w:style w:type="paragraph" w:customStyle="1" w:styleId="01B8BE4CD669444AA520BB6D4AFEC9B0">
    <w:name w:val="01B8BE4CD669444AA520BB6D4AFEC9B0"/>
    <w:rsid w:val="002A6241"/>
  </w:style>
  <w:style w:type="paragraph" w:customStyle="1" w:styleId="0F1FE986236C4BB4BCE7627D3900E01C">
    <w:name w:val="0F1FE986236C4BB4BCE7627D3900E01C"/>
    <w:rsid w:val="005D1C6E"/>
  </w:style>
  <w:style w:type="paragraph" w:customStyle="1" w:styleId="0907FFD06E2A4CEC87541DBD10C370C4">
    <w:name w:val="0907FFD06E2A4CEC87541DBD10C370C4"/>
    <w:rsid w:val="005D1C6E"/>
  </w:style>
  <w:style w:type="paragraph" w:customStyle="1" w:styleId="FD35A23D9889431FA429B4E83CBFA089">
    <w:name w:val="FD35A23D9889431FA429B4E83CBFA089"/>
    <w:rsid w:val="005D1C6E"/>
  </w:style>
  <w:style w:type="paragraph" w:customStyle="1" w:styleId="813FC9A50C9642B29159C7FC2DC5A3FD">
    <w:name w:val="813FC9A50C9642B29159C7FC2DC5A3FD"/>
    <w:rsid w:val="005D1C6E"/>
  </w:style>
  <w:style w:type="paragraph" w:customStyle="1" w:styleId="3D7C8B210FD34CAD9B46672BF72CE66E">
    <w:name w:val="3D7C8B210FD34CAD9B46672BF72CE66E"/>
    <w:rsid w:val="005D1C6E"/>
  </w:style>
  <w:style w:type="paragraph" w:customStyle="1" w:styleId="1BABD746394945E4BF7DF76C179A46B4">
    <w:name w:val="1BABD746394945E4BF7DF76C179A46B4"/>
    <w:rsid w:val="005D1C6E"/>
  </w:style>
  <w:style w:type="paragraph" w:customStyle="1" w:styleId="E8FE58AADE50415B8306B78DE3AA3F96">
    <w:name w:val="E8FE58AADE50415B8306B78DE3AA3F96"/>
    <w:rsid w:val="005D1C6E"/>
  </w:style>
  <w:style w:type="paragraph" w:customStyle="1" w:styleId="58021DEE69004E9EBA4C91193ECE7344">
    <w:name w:val="58021DEE69004E9EBA4C91193ECE7344"/>
    <w:rsid w:val="005D1C6E"/>
  </w:style>
  <w:style w:type="paragraph" w:customStyle="1" w:styleId="92D8CEC6206D4E0DA19B542919C7D6C8">
    <w:name w:val="92D8CEC6206D4E0DA19B542919C7D6C8"/>
    <w:rsid w:val="005D1C6E"/>
  </w:style>
  <w:style w:type="paragraph" w:customStyle="1" w:styleId="2544D865FDFE421A899ECF9CD6846520">
    <w:name w:val="2544D865FDFE421A899ECF9CD6846520"/>
    <w:rsid w:val="005D1C6E"/>
  </w:style>
  <w:style w:type="paragraph" w:customStyle="1" w:styleId="67C944EFC74444E096F9A6FC711B8611">
    <w:name w:val="67C944EFC74444E096F9A6FC711B8611"/>
    <w:rsid w:val="005D1C6E"/>
  </w:style>
  <w:style w:type="paragraph" w:customStyle="1" w:styleId="95F25029BB7B4BCBB8CC880A678F905E">
    <w:name w:val="95F25029BB7B4BCBB8CC880A678F905E"/>
    <w:rsid w:val="005D1C6E"/>
  </w:style>
  <w:style w:type="paragraph" w:customStyle="1" w:styleId="D71BF21CBCC144A2919256CEDFFDA9E1">
    <w:name w:val="D71BF21CBCC144A2919256CEDFFDA9E1"/>
    <w:rsid w:val="005D1C6E"/>
  </w:style>
  <w:style w:type="paragraph" w:customStyle="1" w:styleId="0E49B1FCFACF4B80B4D153064B2F8048">
    <w:name w:val="0E49B1FCFACF4B80B4D153064B2F8048"/>
    <w:rsid w:val="005D1C6E"/>
  </w:style>
  <w:style w:type="paragraph" w:customStyle="1" w:styleId="28B9006EE97E4F469259832029DB7217">
    <w:name w:val="28B9006EE97E4F469259832029DB7217"/>
    <w:rsid w:val="00810E3D"/>
  </w:style>
  <w:style w:type="paragraph" w:customStyle="1" w:styleId="FFAD7C7CDADF484B822EDEEDAFCB8C2D">
    <w:name w:val="FFAD7C7CDADF484B822EDEEDAFCB8C2D"/>
    <w:rsid w:val="00810E3D"/>
  </w:style>
  <w:style w:type="paragraph" w:customStyle="1" w:styleId="CFAD4DB653E04BBA98F6A03BC584E9AB">
    <w:name w:val="CFAD4DB653E04BBA98F6A03BC584E9AB"/>
    <w:rsid w:val="00810E3D"/>
  </w:style>
  <w:style w:type="paragraph" w:customStyle="1" w:styleId="A146C107C91F496DA68718C7753C5C6D">
    <w:name w:val="A146C107C91F496DA68718C7753C5C6D"/>
    <w:rsid w:val="00810E3D"/>
  </w:style>
  <w:style w:type="paragraph" w:customStyle="1" w:styleId="42F121C24D044B54BBC8ED4182AD02DA">
    <w:name w:val="42F121C24D044B54BBC8ED4182AD02DA"/>
    <w:rsid w:val="00810E3D"/>
  </w:style>
  <w:style w:type="paragraph" w:customStyle="1" w:styleId="6E54F538D34C4C8A9A860A8F96A0A896">
    <w:name w:val="6E54F538D34C4C8A9A860A8F96A0A896"/>
    <w:rsid w:val="00810E3D"/>
  </w:style>
  <w:style w:type="paragraph" w:customStyle="1" w:styleId="EBC77CBE45E940A18F2159FD34FC9F54">
    <w:name w:val="EBC77CBE45E940A18F2159FD34FC9F54"/>
    <w:rsid w:val="00810E3D"/>
  </w:style>
  <w:style w:type="paragraph" w:customStyle="1" w:styleId="D71F59E387994C328263D3BA9741D923">
    <w:name w:val="D71F59E387994C328263D3BA9741D923"/>
    <w:rsid w:val="00810E3D"/>
  </w:style>
  <w:style w:type="paragraph" w:customStyle="1" w:styleId="9813725C834941A6B97DF0F794A76E08">
    <w:name w:val="9813725C834941A6B97DF0F794A76E08"/>
    <w:rsid w:val="00810E3D"/>
  </w:style>
  <w:style w:type="paragraph" w:customStyle="1" w:styleId="08231303135D431F8C09B0DCB1B8572B">
    <w:name w:val="08231303135D431F8C09B0DCB1B8572B"/>
    <w:rsid w:val="00810E3D"/>
  </w:style>
  <w:style w:type="paragraph" w:customStyle="1" w:styleId="DCD5909699314347A5F1FB08D1F46560">
    <w:name w:val="DCD5909699314347A5F1FB08D1F46560"/>
    <w:rsid w:val="00810E3D"/>
  </w:style>
  <w:style w:type="paragraph" w:customStyle="1" w:styleId="0A852BCF83F340FCBEAD0098E073EB11">
    <w:name w:val="0A852BCF83F340FCBEAD0098E073EB11"/>
    <w:rsid w:val="00810E3D"/>
  </w:style>
  <w:style w:type="paragraph" w:customStyle="1" w:styleId="A6A9B90792EB463BBE5F4CDC0F4B8E17">
    <w:name w:val="A6A9B90792EB463BBE5F4CDC0F4B8E17"/>
    <w:rsid w:val="00810E3D"/>
  </w:style>
  <w:style w:type="paragraph" w:customStyle="1" w:styleId="A9F1140E952341BEA12564DF08641F77">
    <w:name w:val="A9F1140E952341BEA12564DF08641F77"/>
    <w:rsid w:val="00810E3D"/>
  </w:style>
  <w:style w:type="paragraph" w:customStyle="1" w:styleId="4C9F9C4A7A064E2DB9DE1F7B62C0D208">
    <w:name w:val="4C9F9C4A7A064E2DB9DE1F7B62C0D208"/>
    <w:rsid w:val="00810E3D"/>
  </w:style>
  <w:style w:type="paragraph" w:customStyle="1" w:styleId="F2357DFC32B348039F3FA7FE49B09099">
    <w:name w:val="F2357DFC32B348039F3FA7FE49B09099"/>
    <w:rsid w:val="00810E3D"/>
  </w:style>
  <w:style w:type="paragraph" w:customStyle="1" w:styleId="BDC5FD6B460548FE8D371F24A0C1F0A8">
    <w:name w:val="BDC5FD6B460548FE8D371F24A0C1F0A8"/>
    <w:rsid w:val="00810E3D"/>
  </w:style>
  <w:style w:type="paragraph" w:customStyle="1" w:styleId="5877763201E54E02BE92CC96686E45F3">
    <w:name w:val="5877763201E54E02BE92CC96686E45F3"/>
    <w:rsid w:val="00833368"/>
  </w:style>
  <w:style w:type="paragraph" w:customStyle="1" w:styleId="4FC57FE9D20F4D8E85FAEE0E63F68886">
    <w:name w:val="4FC57FE9D20F4D8E85FAEE0E63F68886"/>
    <w:rsid w:val="00833368"/>
  </w:style>
  <w:style w:type="paragraph" w:customStyle="1" w:styleId="C071B0716B414E3FB4B7A1D712BD8389">
    <w:name w:val="C071B0716B414E3FB4B7A1D712BD8389"/>
    <w:rsid w:val="00833368"/>
  </w:style>
  <w:style w:type="paragraph" w:customStyle="1" w:styleId="93CCC116DD204622A9BE19124B5C97DD">
    <w:name w:val="93CCC116DD204622A9BE19124B5C97DD"/>
    <w:rsid w:val="00833368"/>
  </w:style>
  <w:style w:type="paragraph" w:customStyle="1" w:styleId="50DFEF18C7394F658F1D8E8B9930AD47">
    <w:name w:val="50DFEF18C7394F658F1D8E8B9930AD47"/>
    <w:rsid w:val="00833368"/>
  </w:style>
  <w:style w:type="paragraph" w:customStyle="1" w:styleId="88789D660B2E43DCA36CF88248DF289C">
    <w:name w:val="88789D660B2E43DCA36CF88248DF289C"/>
    <w:rsid w:val="00833368"/>
  </w:style>
  <w:style w:type="paragraph" w:customStyle="1" w:styleId="37A8AD300584488385F50AEFD3E8A84C">
    <w:name w:val="37A8AD300584488385F50AEFD3E8A84C"/>
    <w:rsid w:val="00833368"/>
  </w:style>
  <w:style w:type="paragraph" w:customStyle="1" w:styleId="53E72309C89B4BE99A6B18CF3EA3B1EA">
    <w:name w:val="53E72309C89B4BE99A6B18CF3EA3B1EA"/>
    <w:rsid w:val="00833368"/>
  </w:style>
  <w:style w:type="paragraph" w:customStyle="1" w:styleId="54E77FD405584C659C4CCB4D459E8CB5">
    <w:name w:val="54E77FD405584C659C4CCB4D459E8CB5"/>
    <w:rsid w:val="00833368"/>
  </w:style>
  <w:style w:type="paragraph" w:customStyle="1" w:styleId="2AC5F57C015C42A7A9E35528E28714B2">
    <w:name w:val="2AC5F57C015C42A7A9E35528E28714B2"/>
    <w:rsid w:val="00833368"/>
  </w:style>
  <w:style w:type="paragraph" w:customStyle="1" w:styleId="DA0B26ACA14D4072A80270DA8D04B686">
    <w:name w:val="DA0B26ACA14D4072A80270DA8D04B686"/>
    <w:rsid w:val="00833368"/>
  </w:style>
  <w:style w:type="paragraph" w:customStyle="1" w:styleId="45C45FF08F734611BB3BBAFCBF39E954">
    <w:name w:val="45C45FF08F734611BB3BBAFCBF39E954"/>
    <w:rsid w:val="00833368"/>
  </w:style>
  <w:style w:type="paragraph" w:customStyle="1" w:styleId="CCDB18861C6046289D99E4F086799E9D">
    <w:name w:val="CCDB18861C6046289D99E4F086799E9D"/>
    <w:rsid w:val="00833368"/>
  </w:style>
  <w:style w:type="paragraph" w:customStyle="1" w:styleId="FC1B95A4FACE464C8D3F8EE8567A71DE">
    <w:name w:val="FC1B95A4FACE464C8D3F8EE8567A71DE"/>
    <w:rsid w:val="00833368"/>
  </w:style>
  <w:style w:type="paragraph" w:customStyle="1" w:styleId="778352170E7D40E1A4844AF8B2DE5936">
    <w:name w:val="778352170E7D40E1A4844AF8B2DE5936"/>
    <w:rsid w:val="00833368"/>
  </w:style>
  <w:style w:type="paragraph" w:customStyle="1" w:styleId="5F975C2789FB46A0AEEA686D424DA054">
    <w:name w:val="5F975C2789FB46A0AEEA686D424DA054"/>
    <w:rsid w:val="00833368"/>
  </w:style>
  <w:style w:type="paragraph" w:customStyle="1" w:styleId="F06D266EAE4A4A46BEEBAC71AA2D3805">
    <w:name w:val="F06D266EAE4A4A46BEEBAC71AA2D3805"/>
    <w:rsid w:val="00833368"/>
  </w:style>
  <w:style w:type="paragraph" w:customStyle="1" w:styleId="883A74065FF845EF8677B7F63F00C0C7">
    <w:name w:val="883A74065FF845EF8677B7F63F00C0C7"/>
    <w:rsid w:val="00281CEA"/>
  </w:style>
  <w:style w:type="paragraph" w:customStyle="1" w:styleId="1E70C4A4DCAB4016B89C064F1B7B429E">
    <w:name w:val="1E70C4A4DCAB4016B89C064F1B7B429E"/>
    <w:rsid w:val="00281CEA"/>
  </w:style>
  <w:style w:type="paragraph" w:customStyle="1" w:styleId="1E26EDFBBDCD44759EAD3E1072CCFD71">
    <w:name w:val="1E26EDFBBDCD44759EAD3E1072CCFD71"/>
    <w:rsid w:val="00281CEA"/>
  </w:style>
  <w:style w:type="paragraph" w:customStyle="1" w:styleId="660D373CF6304E46A84BC509B172F84B">
    <w:name w:val="660D373CF6304E46A84BC509B172F84B"/>
    <w:rsid w:val="00281CEA"/>
  </w:style>
  <w:style w:type="paragraph" w:customStyle="1" w:styleId="75978BC2AF5947EBA14F53E4A8C0FECD">
    <w:name w:val="75978BC2AF5947EBA14F53E4A8C0FECD"/>
    <w:rsid w:val="00281CEA"/>
  </w:style>
  <w:style w:type="paragraph" w:customStyle="1" w:styleId="4551175DE5FE47A993C497C63CEABFD0">
    <w:name w:val="4551175DE5FE47A993C497C63CEABFD0"/>
    <w:rsid w:val="00281CEA"/>
  </w:style>
  <w:style w:type="paragraph" w:customStyle="1" w:styleId="7B9D269EB5D24FB4AF1ABEF65AE99D5F">
    <w:name w:val="7B9D269EB5D24FB4AF1ABEF65AE99D5F"/>
    <w:rsid w:val="00281CEA"/>
  </w:style>
  <w:style w:type="paragraph" w:customStyle="1" w:styleId="E0D2B7DDC0F048C2993D74A91564AC2D">
    <w:name w:val="E0D2B7DDC0F048C2993D74A91564AC2D"/>
    <w:rsid w:val="00281CEA"/>
  </w:style>
  <w:style w:type="paragraph" w:customStyle="1" w:styleId="C584A9507FEF4C319B358523A2261EE8">
    <w:name w:val="C584A9507FEF4C319B358523A2261EE8"/>
    <w:rsid w:val="00281CEA"/>
  </w:style>
  <w:style w:type="paragraph" w:customStyle="1" w:styleId="7165F792BFF448F982E66B59BFC3937D">
    <w:name w:val="7165F792BFF448F982E66B59BFC3937D"/>
    <w:rsid w:val="00281CEA"/>
  </w:style>
  <w:style w:type="paragraph" w:customStyle="1" w:styleId="00D5890EF8774F9A96079A024EBE4B4D">
    <w:name w:val="00D5890EF8774F9A96079A024EBE4B4D"/>
    <w:rsid w:val="00281CEA"/>
  </w:style>
  <w:style w:type="paragraph" w:customStyle="1" w:styleId="24F5FE87EED74927BD656AD5F626DEDF">
    <w:name w:val="24F5FE87EED74927BD656AD5F626DEDF"/>
    <w:rsid w:val="00281CEA"/>
  </w:style>
  <w:style w:type="paragraph" w:customStyle="1" w:styleId="B393B68F63604072B14554B1DC4D73CB">
    <w:name w:val="B393B68F63604072B14554B1DC4D73CB"/>
    <w:rsid w:val="00281CEA"/>
  </w:style>
  <w:style w:type="paragraph" w:customStyle="1" w:styleId="0E7CC796F5CB48C09CF6E8E6552D35B0">
    <w:name w:val="0E7CC796F5CB48C09CF6E8E6552D35B0"/>
    <w:rsid w:val="00281CEA"/>
  </w:style>
  <w:style w:type="paragraph" w:customStyle="1" w:styleId="83292427AEE74625809B97127D826AA1">
    <w:name w:val="83292427AEE74625809B97127D826AA1"/>
    <w:rsid w:val="00281CEA"/>
  </w:style>
  <w:style w:type="paragraph" w:customStyle="1" w:styleId="9EC036A657B54EC881F9216403C7796D">
    <w:name w:val="9EC036A657B54EC881F9216403C7796D"/>
    <w:rsid w:val="00281CEA"/>
  </w:style>
  <w:style w:type="paragraph" w:customStyle="1" w:styleId="35E2105934A044CAA0FAF4B00B5EDE39">
    <w:name w:val="35E2105934A044CAA0FAF4B00B5EDE39"/>
    <w:rsid w:val="00281CEA"/>
  </w:style>
  <w:style w:type="paragraph" w:customStyle="1" w:styleId="12D13615252C45098CD10431FE3C9A87">
    <w:name w:val="12D13615252C45098CD10431FE3C9A87"/>
    <w:rsid w:val="00281CEA"/>
  </w:style>
  <w:style w:type="paragraph" w:customStyle="1" w:styleId="021B330FF4464A8EAA4964FB1955CF9D">
    <w:name w:val="021B330FF4464A8EAA4964FB1955CF9D"/>
    <w:rsid w:val="00281CEA"/>
  </w:style>
  <w:style w:type="paragraph" w:customStyle="1" w:styleId="6380EB6A3DAC455B84E3B20FADDBD09D">
    <w:name w:val="6380EB6A3DAC455B84E3B20FADDBD09D"/>
    <w:rsid w:val="00281CEA"/>
  </w:style>
  <w:style w:type="paragraph" w:customStyle="1" w:styleId="71E704D5C48E4476B7EB250E1976241B">
    <w:name w:val="71E704D5C48E4476B7EB250E1976241B"/>
    <w:rsid w:val="00281CEA"/>
  </w:style>
  <w:style w:type="paragraph" w:customStyle="1" w:styleId="B1327A410A1A4A20B88FE62916C690A1">
    <w:name w:val="B1327A410A1A4A20B88FE62916C690A1"/>
    <w:rsid w:val="00281CEA"/>
  </w:style>
  <w:style w:type="paragraph" w:customStyle="1" w:styleId="6C88E43C92424DD6AEBE5EC0A447C24C">
    <w:name w:val="6C88E43C92424DD6AEBE5EC0A447C24C"/>
    <w:rsid w:val="00281CEA"/>
  </w:style>
  <w:style w:type="paragraph" w:customStyle="1" w:styleId="A185B4E4DEDC4344A7FD3C475741D22D">
    <w:name w:val="A185B4E4DEDC4344A7FD3C475741D22D"/>
    <w:rsid w:val="00281CEA"/>
  </w:style>
  <w:style w:type="paragraph" w:customStyle="1" w:styleId="14569A17FF324F30AB56D6C4A926C287">
    <w:name w:val="14569A17FF324F30AB56D6C4A926C287"/>
    <w:rsid w:val="00281CEA"/>
  </w:style>
  <w:style w:type="paragraph" w:customStyle="1" w:styleId="F464692719AF4040BFCABA93FEC20109">
    <w:name w:val="F464692719AF4040BFCABA93FEC20109"/>
    <w:rsid w:val="00281CEA"/>
  </w:style>
  <w:style w:type="paragraph" w:customStyle="1" w:styleId="3088F3188A0D4E8981FCE03B74DF9A5E">
    <w:name w:val="3088F3188A0D4E8981FCE03B74DF9A5E"/>
    <w:rsid w:val="00281CEA"/>
  </w:style>
  <w:style w:type="paragraph" w:customStyle="1" w:styleId="997B2750A56347398CB85CA43E68DE79">
    <w:name w:val="997B2750A56347398CB85CA43E68DE79"/>
    <w:rsid w:val="00281CEA"/>
  </w:style>
  <w:style w:type="paragraph" w:customStyle="1" w:styleId="ABDE11A7A9264AFCAFD6B674133E355F">
    <w:name w:val="ABDE11A7A9264AFCAFD6B674133E355F"/>
    <w:rsid w:val="00281CEA"/>
  </w:style>
  <w:style w:type="paragraph" w:customStyle="1" w:styleId="491BD6E8566641A48E4D0EE6CC74E5AC">
    <w:name w:val="491BD6E8566641A48E4D0EE6CC74E5AC"/>
    <w:rsid w:val="00281CEA"/>
  </w:style>
  <w:style w:type="paragraph" w:customStyle="1" w:styleId="5F085DAA93254B899F4508E66E604FAF">
    <w:name w:val="5F085DAA93254B899F4508E66E604FAF"/>
    <w:rsid w:val="00281CEA"/>
  </w:style>
  <w:style w:type="paragraph" w:customStyle="1" w:styleId="14E2844ABD3746508FBEE80D4120CDE5">
    <w:name w:val="14E2844ABD3746508FBEE80D4120CDE5"/>
    <w:rsid w:val="00281CEA"/>
  </w:style>
  <w:style w:type="paragraph" w:customStyle="1" w:styleId="B74AA4F4E5634893A381D9D7CCA19F5B">
    <w:name w:val="B74AA4F4E5634893A381D9D7CCA19F5B"/>
    <w:rsid w:val="00281CEA"/>
  </w:style>
  <w:style w:type="paragraph" w:customStyle="1" w:styleId="D02FC886343A473CBE0DE8F8008B5BF0">
    <w:name w:val="D02FC886343A473CBE0DE8F8008B5BF0"/>
    <w:rsid w:val="00281CEA"/>
  </w:style>
  <w:style w:type="paragraph" w:customStyle="1" w:styleId="AAF3D5315CCF4EE6A49FAFA15149C655">
    <w:name w:val="AAF3D5315CCF4EE6A49FAFA15149C655"/>
    <w:rsid w:val="00281CEA"/>
  </w:style>
  <w:style w:type="paragraph" w:customStyle="1" w:styleId="5DFA732C83F6451EA3BFE3EB54365B7A">
    <w:name w:val="5DFA732C83F6451EA3BFE3EB54365B7A"/>
    <w:rsid w:val="00281CEA"/>
  </w:style>
  <w:style w:type="paragraph" w:customStyle="1" w:styleId="12ED66D82B3A47FB8C634E053DDF0E2F">
    <w:name w:val="12ED66D82B3A47FB8C634E053DDF0E2F"/>
    <w:rsid w:val="00281CEA"/>
  </w:style>
  <w:style w:type="paragraph" w:customStyle="1" w:styleId="C15B97EADB7541F7BA0EE9DC09FFF614">
    <w:name w:val="C15B97EADB7541F7BA0EE9DC09FFF614"/>
    <w:rsid w:val="00281CEA"/>
  </w:style>
  <w:style w:type="paragraph" w:customStyle="1" w:styleId="425CC98E3E994E198760AC7EB6ADA55E">
    <w:name w:val="425CC98E3E994E198760AC7EB6ADA55E"/>
    <w:rsid w:val="00281CEA"/>
  </w:style>
  <w:style w:type="paragraph" w:customStyle="1" w:styleId="44B7BDC8F46B4A41A792193D9427C20A">
    <w:name w:val="44B7BDC8F46B4A41A792193D9427C20A"/>
    <w:rsid w:val="00281CEA"/>
  </w:style>
  <w:style w:type="paragraph" w:customStyle="1" w:styleId="2301EC72EF2246689F8A1C82EFCBB194">
    <w:name w:val="2301EC72EF2246689F8A1C82EFCBB194"/>
    <w:rsid w:val="00281CEA"/>
  </w:style>
  <w:style w:type="paragraph" w:customStyle="1" w:styleId="198AFBDD36D8498D9153583095E18F9C">
    <w:name w:val="198AFBDD36D8498D9153583095E18F9C"/>
    <w:rsid w:val="00281CEA"/>
  </w:style>
  <w:style w:type="paragraph" w:customStyle="1" w:styleId="65BC66B27035446D8386DDDE09904EA0">
    <w:name w:val="65BC66B27035446D8386DDDE09904EA0"/>
    <w:rsid w:val="00281CEA"/>
  </w:style>
  <w:style w:type="paragraph" w:customStyle="1" w:styleId="8DC8E565E54E436BAB2DD9420B067834">
    <w:name w:val="8DC8E565E54E436BAB2DD9420B067834"/>
    <w:rsid w:val="00281CEA"/>
  </w:style>
  <w:style w:type="paragraph" w:customStyle="1" w:styleId="F50266D563D443CBB07510747E5B982A">
    <w:name w:val="F50266D563D443CBB07510747E5B982A"/>
    <w:rsid w:val="00281CEA"/>
  </w:style>
  <w:style w:type="paragraph" w:customStyle="1" w:styleId="7522135D2107415288E690EB48E41164">
    <w:name w:val="7522135D2107415288E690EB48E41164"/>
    <w:rsid w:val="00281CEA"/>
  </w:style>
  <w:style w:type="paragraph" w:customStyle="1" w:styleId="74DE6D199A3345298E320B05EAA5B71F">
    <w:name w:val="74DE6D199A3345298E320B05EAA5B71F"/>
    <w:rsid w:val="00281CEA"/>
  </w:style>
  <w:style w:type="paragraph" w:customStyle="1" w:styleId="138B818ECFCA43F18BED855C49D7CF88">
    <w:name w:val="138B818ECFCA43F18BED855C49D7CF88"/>
    <w:rsid w:val="00281CEA"/>
  </w:style>
  <w:style w:type="paragraph" w:customStyle="1" w:styleId="D7171B456A8948A3ADCB2171447188E0">
    <w:name w:val="D7171B456A8948A3ADCB2171447188E0"/>
    <w:rsid w:val="00281CEA"/>
  </w:style>
  <w:style w:type="paragraph" w:customStyle="1" w:styleId="CA153DF1C5994BE4B4BF8EE526A19893">
    <w:name w:val="CA153DF1C5994BE4B4BF8EE526A19893"/>
    <w:rsid w:val="00281CEA"/>
  </w:style>
  <w:style w:type="paragraph" w:customStyle="1" w:styleId="B79197DC6C5541C48A77D7E76C7153A1">
    <w:name w:val="B79197DC6C5541C48A77D7E76C7153A1"/>
    <w:rsid w:val="00281CEA"/>
  </w:style>
  <w:style w:type="paragraph" w:customStyle="1" w:styleId="DB0A76BF37034A649B94086B29F49CBA">
    <w:name w:val="DB0A76BF37034A649B94086B29F49CBA"/>
    <w:rsid w:val="00281CEA"/>
  </w:style>
  <w:style w:type="paragraph" w:customStyle="1" w:styleId="9A255C9A61E54F7092C062C06F235A50">
    <w:name w:val="9A255C9A61E54F7092C062C06F235A50"/>
    <w:rsid w:val="00281CEA"/>
  </w:style>
  <w:style w:type="paragraph" w:customStyle="1" w:styleId="7C3CFF80D8AD4A82840200382FB2245D">
    <w:name w:val="7C3CFF80D8AD4A82840200382FB2245D"/>
    <w:rsid w:val="00281CEA"/>
  </w:style>
  <w:style w:type="paragraph" w:customStyle="1" w:styleId="614754EFA17E4D9F8B117E7DE7EBD812">
    <w:name w:val="614754EFA17E4D9F8B117E7DE7EBD812"/>
    <w:rsid w:val="00281CEA"/>
  </w:style>
  <w:style w:type="paragraph" w:customStyle="1" w:styleId="F528F98F53C64F7F81B88B02287F413E">
    <w:name w:val="F528F98F53C64F7F81B88B02287F413E"/>
    <w:rsid w:val="00281CEA"/>
  </w:style>
  <w:style w:type="paragraph" w:customStyle="1" w:styleId="0D59D84F58D442DB81DDDAC28DE707D7">
    <w:name w:val="0D59D84F58D442DB81DDDAC28DE707D7"/>
    <w:rsid w:val="00281CEA"/>
  </w:style>
  <w:style w:type="paragraph" w:customStyle="1" w:styleId="E54FD390417943C396B7EF4C9F560F4C">
    <w:name w:val="E54FD390417943C396B7EF4C9F560F4C"/>
    <w:rsid w:val="00281CEA"/>
  </w:style>
  <w:style w:type="paragraph" w:customStyle="1" w:styleId="0A64411F79624D1EB1D5C454F8092E13">
    <w:name w:val="0A64411F79624D1EB1D5C454F8092E13"/>
    <w:rsid w:val="00281CEA"/>
  </w:style>
  <w:style w:type="paragraph" w:customStyle="1" w:styleId="A065831DCC0F4B3A8BE9E9DB0E906FFF">
    <w:name w:val="A065831DCC0F4B3A8BE9E9DB0E906FFF"/>
    <w:rsid w:val="00281CEA"/>
  </w:style>
  <w:style w:type="paragraph" w:customStyle="1" w:styleId="A5CA01D71A9246C5AEBFD08CD97BD8F6">
    <w:name w:val="A5CA01D71A9246C5AEBFD08CD97BD8F6"/>
    <w:rsid w:val="00281CEA"/>
  </w:style>
  <w:style w:type="paragraph" w:customStyle="1" w:styleId="7F0F708D6C144D0EABC39E9AB448CD43">
    <w:name w:val="7F0F708D6C144D0EABC39E9AB448CD43"/>
    <w:rsid w:val="00281CEA"/>
  </w:style>
  <w:style w:type="paragraph" w:customStyle="1" w:styleId="9E491806F6154D538AC21AEB4A425E81">
    <w:name w:val="9E491806F6154D538AC21AEB4A425E81"/>
    <w:rsid w:val="00281CEA"/>
  </w:style>
  <w:style w:type="paragraph" w:customStyle="1" w:styleId="1FDF637AAD5B4F3FB7C9219F631A3206">
    <w:name w:val="1FDF637AAD5B4F3FB7C9219F631A3206"/>
    <w:rsid w:val="00281CEA"/>
  </w:style>
  <w:style w:type="paragraph" w:customStyle="1" w:styleId="A1722AE0AE714215A7DE6893F7FDFC59">
    <w:name w:val="A1722AE0AE714215A7DE6893F7FDFC59"/>
    <w:rsid w:val="00281CEA"/>
  </w:style>
  <w:style w:type="paragraph" w:customStyle="1" w:styleId="A0A0D48545F5433F8CA1E41F37DC235A">
    <w:name w:val="A0A0D48545F5433F8CA1E41F37DC235A"/>
    <w:rsid w:val="00281CEA"/>
  </w:style>
  <w:style w:type="paragraph" w:customStyle="1" w:styleId="202F7C6EE2494B43862F7E78308E9383">
    <w:name w:val="202F7C6EE2494B43862F7E78308E9383"/>
    <w:rsid w:val="00281CEA"/>
  </w:style>
  <w:style w:type="paragraph" w:customStyle="1" w:styleId="13ED28D37864419A9DB30B0F930BC632">
    <w:name w:val="13ED28D37864419A9DB30B0F930BC632"/>
    <w:rsid w:val="00281CEA"/>
  </w:style>
  <w:style w:type="paragraph" w:customStyle="1" w:styleId="B68B96C7A294456DBD78B5292BA98B1E">
    <w:name w:val="B68B96C7A294456DBD78B5292BA98B1E"/>
    <w:rsid w:val="00281CEA"/>
  </w:style>
  <w:style w:type="paragraph" w:customStyle="1" w:styleId="2B4234F621574F62852C8E20E07F45F9">
    <w:name w:val="2B4234F621574F62852C8E20E07F45F9"/>
    <w:rsid w:val="00281CEA"/>
  </w:style>
  <w:style w:type="paragraph" w:customStyle="1" w:styleId="78005B74070045F98717659D3964A435">
    <w:name w:val="78005B74070045F98717659D3964A435"/>
    <w:rsid w:val="00281CEA"/>
  </w:style>
  <w:style w:type="paragraph" w:customStyle="1" w:styleId="DD12919D03354A5D92383E57E15EB7BC">
    <w:name w:val="DD12919D03354A5D92383E57E15EB7BC"/>
    <w:rsid w:val="00281CEA"/>
  </w:style>
  <w:style w:type="paragraph" w:customStyle="1" w:styleId="E5B250C59597439FBEBEE2554166A91A">
    <w:name w:val="E5B250C59597439FBEBEE2554166A91A"/>
    <w:rsid w:val="00281CEA"/>
  </w:style>
  <w:style w:type="paragraph" w:customStyle="1" w:styleId="AC8BB0742B8F4F0E9EA1B0CEA5770516">
    <w:name w:val="AC8BB0742B8F4F0E9EA1B0CEA5770516"/>
    <w:rsid w:val="00281CEA"/>
  </w:style>
  <w:style w:type="paragraph" w:customStyle="1" w:styleId="F474F5C0FA9842B1BD39D3137678E7B6">
    <w:name w:val="F474F5C0FA9842B1BD39D3137678E7B6"/>
    <w:rsid w:val="00281CEA"/>
  </w:style>
  <w:style w:type="paragraph" w:customStyle="1" w:styleId="590504706D744C58979A3BD04FDD816F">
    <w:name w:val="590504706D744C58979A3BD04FDD816F"/>
    <w:rsid w:val="00281CEA"/>
  </w:style>
  <w:style w:type="paragraph" w:customStyle="1" w:styleId="7C022C5210154E70A94DEFD6711A9545">
    <w:name w:val="7C022C5210154E70A94DEFD6711A9545"/>
    <w:rsid w:val="00281CEA"/>
  </w:style>
  <w:style w:type="paragraph" w:customStyle="1" w:styleId="C452676DFDCA4D70BD8F01DF29CBA7CE">
    <w:name w:val="C452676DFDCA4D70BD8F01DF29CBA7CE"/>
    <w:rsid w:val="00281CEA"/>
  </w:style>
  <w:style w:type="paragraph" w:customStyle="1" w:styleId="D16F04F3A7F447DC89059EC682E638FE">
    <w:name w:val="D16F04F3A7F447DC89059EC682E638FE"/>
    <w:rsid w:val="00281CEA"/>
  </w:style>
  <w:style w:type="paragraph" w:customStyle="1" w:styleId="E49899FD87A54A379E7D878B5F77E3F3">
    <w:name w:val="E49899FD87A54A379E7D878B5F77E3F3"/>
    <w:rsid w:val="00281CEA"/>
  </w:style>
  <w:style w:type="paragraph" w:customStyle="1" w:styleId="61AC9F3D6C094F9AB72A8A03A60D4D33">
    <w:name w:val="61AC9F3D6C094F9AB72A8A03A60D4D33"/>
    <w:rsid w:val="00281CEA"/>
  </w:style>
  <w:style w:type="paragraph" w:customStyle="1" w:styleId="733237D8863B49A4A58CD1431AEC2851">
    <w:name w:val="733237D8863B49A4A58CD1431AEC2851"/>
    <w:rsid w:val="00281CEA"/>
  </w:style>
  <w:style w:type="paragraph" w:customStyle="1" w:styleId="7BA19E3930F94BB2964AA7F5AA385FB8">
    <w:name w:val="7BA19E3930F94BB2964AA7F5AA385FB8"/>
    <w:rsid w:val="00281CEA"/>
  </w:style>
  <w:style w:type="paragraph" w:customStyle="1" w:styleId="A50F237E98C348FEBCC11DC94027D4BF">
    <w:name w:val="A50F237E98C348FEBCC11DC94027D4BF"/>
    <w:rsid w:val="00281CEA"/>
  </w:style>
  <w:style w:type="paragraph" w:customStyle="1" w:styleId="0E8E3DD6614947DC8153188D6BE12400">
    <w:name w:val="0E8E3DD6614947DC8153188D6BE12400"/>
    <w:rsid w:val="00281CEA"/>
  </w:style>
  <w:style w:type="paragraph" w:customStyle="1" w:styleId="53C5C9ADE8384FEB8380B2389B3872F3">
    <w:name w:val="53C5C9ADE8384FEB8380B2389B3872F3"/>
    <w:rsid w:val="00281CEA"/>
  </w:style>
  <w:style w:type="paragraph" w:customStyle="1" w:styleId="27052FCDA69A44179BCF31A12AA0DCC2">
    <w:name w:val="27052FCDA69A44179BCF31A12AA0DCC2"/>
    <w:rsid w:val="00281CEA"/>
  </w:style>
  <w:style w:type="paragraph" w:customStyle="1" w:styleId="100FEADCF38744D791ABC3BF520D1EB3">
    <w:name w:val="100FEADCF38744D791ABC3BF520D1EB3"/>
    <w:rsid w:val="00281CEA"/>
  </w:style>
  <w:style w:type="paragraph" w:customStyle="1" w:styleId="821417FE91BB438788DAAC796DEA5598">
    <w:name w:val="821417FE91BB438788DAAC796DEA5598"/>
    <w:rsid w:val="00281CEA"/>
  </w:style>
  <w:style w:type="paragraph" w:customStyle="1" w:styleId="8DBCE3A873EC44E0A06474B39860A1A3">
    <w:name w:val="8DBCE3A873EC44E0A06474B39860A1A3"/>
    <w:rsid w:val="00281CEA"/>
  </w:style>
  <w:style w:type="paragraph" w:customStyle="1" w:styleId="32CE38A0A0E149279780E1FF5BAC8FCB">
    <w:name w:val="32CE38A0A0E149279780E1FF5BAC8FCB"/>
    <w:rsid w:val="00281CEA"/>
  </w:style>
  <w:style w:type="paragraph" w:customStyle="1" w:styleId="DAE8101DEF7B442D80954E513E0B090C">
    <w:name w:val="DAE8101DEF7B442D80954E513E0B090C"/>
    <w:rsid w:val="00281CEA"/>
  </w:style>
  <w:style w:type="paragraph" w:customStyle="1" w:styleId="4BE94581C64142D3840CCEC850F2F894">
    <w:name w:val="4BE94581C64142D3840CCEC850F2F894"/>
    <w:rsid w:val="00281CEA"/>
  </w:style>
  <w:style w:type="paragraph" w:customStyle="1" w:styleId="F26A67C569364888A2993A75AB15F140">
    <w:name w:val="F26A67C569364888A2993A75AB15F140"/>
    <w:rsid w:val="00281CEA"/>
  </w:style>
  <w:style w:type="paragraph" w:customStyle="1" w:styleId="73B726759E754A71B5E28C9E11C9195B">
    <w:name w:val="73B726759E754A71B5E28C9E11C9195B"/>
    <w:rsid w:val="00281CEA"/>
  </w:style>
  <w:style w:type="paragraph" w:customStyle="1" w:styleId="2BB7E42B8E28445CA640F384DE83C5A3">
    <w:name w:val="2BB7E42B8E28445CA640F384DE83C5A3"/>
    <w:rsid w:val="00281CEA"/>
  </w:style>
  <w:style w:type="paragraph" w:customStyle="1" w:styleId="CD8DB1DF83ED4DC78759CF7AB9DA4ECF">
    <w:name w:val="CD8DB1DF83ED4DC78759CF7AB9DA4ECF"/>
    <w:rsid w:val="00281CEA"/>
  </w:style>
  <w:style w:type="paragraph" w:customStyle="1" w:styleId="4AEE63953D8C45ACB432A8B02132ADDB">
    <w:name w:val="4AEE63953D8C45ACB432A8B02132ADDB"/>
    <w:rsid w:val="00281CEA"/>
  </w:style>
  <w:style w:type="paragraph" w:customStyle="1" w:styleId="7BBA8D98D0CE421689AC42BBFC5105AA">
    <w:name w:val="7BBA8D98D0CE421689AC42BBFC5105AA"/>
    <w:rsid w:val="00281CEA"/>
  </w:style>
  <w:style w:type="paragraph" w:customStyle="1" w:styleId="B0B8A16F275D492BADC3A12905EF3C0F">
    <w:name w:val="B0B8A16F275D492BADC3A12905EF3C0F"/>
    <w:rsid w:val="00281CEA"/>
  </w:style>
  <w:style w:type="paragraph" w:customStyle="1" w:styleId="A0419DB9962048D588E48D94F0E4AA3D">
    <w:name w:val="A0419DB9962048D588E48D94F0E4AA3D"/>
    <w:rsid w:val="00281CEA"/>
  </w:style>
  <w:style w:type="paragraph" w:customStyle="1" w:styleId="184750C9AE67454E9E472EACCF67D54B">
    <w:name w:val="184750C9AE67454E9E472EACCF67D54B"/>
    <w:rsid w:val="00281CEA"/>
  </w:style>
  <w:style w:type="paragraph" w:customStyle="1" w:styleId="425101516B8A4705BD7183D28D55EA59">
    <w:name w:val="425101516B8A4705BD7183D28D55EA59"/>
    <w:rsid w:val="00281CEA"/>
  </w:style>
  <w:style w:type="paragraph" w:customStyle="1" w:styleId="7FCAE6E9EA444CF0888703D3FD1E676A">
    <w:name w:val="7FCAE6E9EA444CF0888703D3FD1E676A"/>
    <w:rsid w:val="00281CEA"/>
  </w:style>
  <w:style w:type="paragraph" w:customStyle="1" w:styleId="2EE748DD18EB44A5B01B0DB1C07ED4D0">
    <w:name w:val="2EE748DD18EB44A5B01B0DB1C07ED4D0"/>
    <w:rsid w:val="00281CEA"/>
  </w:style>
  <w:style w:type="paragraph" w:customStyle="1" w:styleId="75A2AC61B46142FA950FAA29D8ECA09F">
    <w:name w:val="75A2AC61B46142FA950FAA29D8ECA09F"/>
    <w:rsid w:val="00281CEA"/>
  </w:style>
  <w:style w:type="paragraph" w:customStyle="1" w:styleId="6080FD7ADA17421FBB8E6848964785DB">
    <w:name w:val="6080FD7ADA17421FBB8E6848964785DB"/>
    <w:rsid w:val="00281CEA"/>
  </w:style>
  <w:style w:type="paragraph" w:customStyle="1" w:styleId="EE27B626D68543DCA058322559FF7C90">
    <w:name w:val="EE27B626D68543DCA058322559FF7C90"/>
    <w:rsid w:val="00281CEA"/>
  </w:style>
  <w:style w:type="paragraph" w:customStyle="1" w:styleId="DF0B21968F604D378F40FF25A1B116C0">
    <w:name w:val="DF0B21968F604D378F40FF25A1B116C0"/>
    <w:rsid w:val="00281CEA"/>
  </w:style>
  <w:style w:type="paragraph" w:customStyle="1" w:styleId="CAC5F8FD2F414AC9860367DF956CC13D">
    <w:name w:val="CAC5F8FD2F414AC9860367DF956CC13D"/>
    <w:rsid w:val="00281CEA"/>
  </w:style>
  <w:style w:type="paragraph" w:customStyle="1" w:styleId="9D6B920F51AF4F5EBF38D7D44BBF2BF4">
    <w:name w:val="9D6B920F51AF4F5EBF38D7D44BBF2BF4"/>
    <w:rsid w:val="00281CEA"/>
  </w:style>
  <w:style w:type="paragraph" w:customStyle="1" w:styleId="A8C9BEC78F9F4EB3A33FDF8C25842A29">
    <w:name w:val="A8C9BEC78F9F4EB3A33FDF8C25842A29"/>
    <w:rsid w:val="00281CEA"/>
  </w:style>
  <w:style w:type="paragraph" w:customStyle="1" w:styleId="71943091B7A942858949BD98C0745049">
    <w:name w:val="71943091B7A942858949BD98C0745049"/>
    <w:rsid w:val="00281CEA"/>
  </w:style>
  <w:style w:type="paragraph" w:customStyle="1" w:styleId="6B0D97B9FDE24D01AB8461B85DD03137">
    <w:name w:val="6B0D97B9FDE24D01AB8461B85DD03137"/>
    <w:rsid w:val="00281CEA"/>
  </w:style>
  <w:style w:type="paragraph" w:customStyle="1" w:styleId="643B0F6E3B8D44A081380D188BF76DD7">
    <w:name w:val="643B0F6E3B8D44A081380D188BF76DD7"/>
    <w:rsid w:val="00281CEA"/>
  </w:style>
  <w:style w:type="paragraph" w:customStyle="1" w:styleId="52915B4C10C4412981658B4D54CE25E8">
    <w:name w:val="52915B4C10C4412981658B4D54CE25E8"/>
    <w:rsid w:val="00281CEA"/>
  </w:style>
  <w:style w:type="paragraph" w:customStyle="1" w:styleId="04D2995F39DE400BA479236BFE47650E">
    <w:name w:val="04D2995F39DE400BA479236BFE47650E"/>
    <w:rsid w:val="00281CEA"/>
  </w:style>
  <w:style w:type="paragraph" w:customStyle="1" w:styleId="C3FE9ECBA11047F3BBCA4AD2B53B97D1">
    <w:name w:val="C3FE9ECBA11047F3BBCA4AD2B53B97D1"/>
    <w:rsid w:val="00281CEA"/>
  </w:style>
  <w:style w:type="paragraph" w:customStyle="1" w:styleId="44AAD3D1C42B4338AC2AD81F122054AB">
    <w:name w:val="44AAD3D1C42B4338AC2AD81F122054AB"/>
    <w:rsid w:val="00281CEA"/>
  </w:style>
  <w:style w:type="paragraph" w:customStyle="1" w:styleId="3C3909E8E81F46B4BC47EE4051BF3BD1">
    <w:name w:val="3C3909E8E81F46B4BC47EE4051BF3BD1"/>
    <w:rsid w:val="00281CEA"/>
  </w:style>
  <w:style w:type="paragraph" w:customStyle="1" w:styleId="90EECA710C8D4E6A9989AEF619A2FAC4">
    <w:name w:val="90EECA710C8D4E6A9989AEF619A2FAC4"/>
    <w:rsid w:val="00281CEA"/>
  </w:style>
  <w:style w:type="paragraph" w:customStyle="1" w:styleId="0BB47620BA344CF091A2D43B6953D7D0">
    <w:name w:val="0BB47620BA344CF091A2D43B6953D7D0"/>
    <w:rsid w:val="00281CEA"/>
  </w:style>
  <w:style w:type="paragraph" w:customStyle="1" w:styleId="C6D64D1A04264B1F8C217FA82008A606">
    <w:name w:val="C6D64D1A04264B1F8C217FA82008A606"/>
    <w:rsid w:val="00281CEA"/>
  </w:style>
  <w:style w:type="paragraph" w:customStyle="1" w:styleId="CE7F2081F03A4590A3D3C4BDFDEF87E8">
    <w:name w:val="CE7F2081F03A4590A3D3C4BDFDEF87E8"/>
    <w:rsid w:val="00281CEA"/>
  </w:style>
  <w:style w:type="paragraph" w:customStyle="1" w:styleId="B1322071191D46C3B4BDBEE72A0E9FEA">
    <w:name w:val="B1322071191D46C3B4BDBEE72A0E9FEA"/>
    <w:rsid w:val="00281CEA"/>
  </w:style>
  <w:style w:type="paragraph" w:customStyle="1" w:styleId="590DFD7398CD4DAC83CA1760418DE0AA">
    <w:name w:val="590DFD7398CD4DAC83CA1760418DE0AA"/>
    <w:rsid w:val="00281CEA"/>
  </w:style>
  <w:style w:type="paragraph" w:customStyle="1" w:styleId="84D4B491EF5247BBB6A3B85C166AE8DE">
    <w:name w:val="84D4B491EF5247BBB6A3B85C166AE8DE"/>
    <w:rsid w:val="00281CEA"/>
  </w:style>
  <w:style w:type="paragraph" w:customStyle="1" w:styleId="9FF454AC8F0F425C9E6DFEFBD4BC38F7">
    <w:name w:val="9FF454AC8F0F425C9E6DFEFBD4BC38F7"/>
    <w:rsid w:val="00281CEA"/>
  </w:style>
  <w:style w:type="paragraph" w:customStyle="1" w:styleId="6A4783424E7D4D8CB22515B5A96F5CBB">
    <w:name w:val="6A4783424E7D4D8CB22515B5A96F5CBB"/>
    <w:rsid w:val="00281CEA"/>
  </w:style>
  <w:style w:type="paragraph" w:customStyle="1" w:styleId="FEC031055715460F9503623436B6C9CB">
    <w:name w:val="FEC031055715460F9503623436B6C9CB"/>
    <w:rsid w:val="0060071D"/>
  </w:style>
  <w:style w:type="paragraph" w:customStyle="1" w:styleId="454A9C0946A94C8BB089580A9FAAA7AC">
    <w:name w:val="454A9C0946A94C8BB089580A9FAAA7AC"/>
    <w:rsid w:val="0060071D"/>
  </w:style>
  <w:style w:type="paragraph" w:customStyle="1" w:styleId="D9D2FF6681414B9492F045483D5A4BD9">
    <w:name w:val="D9D2FF6681414B9492F045483D5A4BD9"/>
    <w:rsid w:val="0060071D"/>
  </w:style>
  <w:style w:type="paragraph" w:customStyle="1" w:styleId="9EB0833C676247EC9E44C245F7EF3C3A">
    <w:name w:val="9EB0833C676247EC9E44C245F7EF3C3A"/>
    <w:rsid w:val="0060071D"/>
  </w:style>
  <w:style w:type="paragraph" w:customStyle="1" w:styleId="5CA9072F9E0244A394541ED6AA062962">
    <w:name w:val="5CA9072F9E0244A394541ED6AA062962"/>
    <w:rsid w:val="0060071D"/>
  </w:style>
  <w:style w:type="paragraph" w:customStyle="1" w:styleId="3C3E93D279BA4230836FBF5686D85512">
    <w:name w:val="3C3E93D279BA4230836FBF5686D85512"/>
    <w:rsid w:val="0060071D"/>
  </w:style>
  <w:style w:type="paragraph" w:customStyle="1" w:styleId="DF2CEE95E27B4B7D9084E3C66619DE28">
    <w:name w:val="DF2CEE95E27B4B7D9084E3C66619DE28"/>
    <w:rsid w:val="0060071D"/>
  </w:style>
  <w:style w:type="paragraph" w:customStyle="1" w:styleId="C0A3530548384703BAE171FC9EC9C94E">
    <w:name w:val="C0A3530548384703BAE171FC9EC9C94E"/>
    <w:rsid w:val="0060071D"/>
  </w:style>
  <w:style w:type="paragraph" w:customStyle="1" w:styleId="0A458B72055241DFB00B855632155608">
    <w:name w:val="0A458B72055241DFB00B855632155608"/>
    <w:rsid w:val="0060071D"/>
  </w:style>
  <w:style w:type="paragraph" w:customStyle="1" w:styleId="EAB29366FF954FB1BDBF1B8AAB6CE85F">
    <w:name w:val="EAB29366FF954FB1BDBF1B8AAB6CE85F"/>
    <w:rsid w:val="0060071D"/>
  </w:style>
  <w:style w:type="paragraph" w:customStyle="1" w:styleId="00290AF1C7D541399FFD29EF09DBA0BB">
    <w:name w:val="00290AF1C7D541399FFD29EF09DBA0BB"/>
    <w:rsid w:val="0060071D"/>
  </w:style>
  <w:style w:type="paragraph" w:customStyle="1" w:styleId="9514EC4BCA474EDDB439F1EB2A11BC14">
    <w:name w:val="9514EC4BCA474EDDB439F1EB2A11BC14"/>
    <w:rsid w:val="0060071D"/>
  </w:style>
  <w:style w:type="paragraph" w:customStyle="1" w:styleId="14134E70C8104DE0A8C6E42214521323">
    <w:name w:val="14134E70C8104DE0A8C6E42214521323"/>
    <w:rsid w:val="0060071D"/>
  </w:style>
  <w:style w:type="paragraph" w:customStyle="1" w:styleId="C017C0BD97254A1A8BA07E00EF4BD46F">
    <w:name w:val="C017C0BD97254A1A8BA07E00EF4BD46F"/>
    <w:rsid w:val="0060071D"/>
  </w:style>
  <w:style w:type="paragraph" w:customStyle="1" w:styleId="ADB3FF68E1144358916C7A640B61628B">
    <w:name w:val="ADB3FF68E1144358916C7A640B61628B"/>
    <w:rsid w:val="0060071D"/>
  </w:style>
  <w:style w:type="paragraph" w:customStyle="1" w:styleId="E98776F2B3E74FE4B075AF052833C733">
    <w:name w:val="E98776F2B3E74FE4B075AF052833C733"/>
    <w:rsid w:val="0060071D"/>
  </w:style>
  <w:style w:type="paragraph" w:customStyle="1" w:styleId="205AC356171E4F6B83ADEF9FB9E9B9C6">
    <w:name w:val="205AC356171E4F6B83ADEF9FB9E9B9C6"/>
    <w:rsid w:val="0060071D"/>
  </w:style>
  <w:style w:type="paragraph" w:customStyle="1" w:styleId="57488B356E844221A7A3848424DA6F62">
    <w:name w:val="57488B356E844221A7A3848424DA6F62"/>
    <w:rsid w:val="0060071D"/>
  </w:style>
  <w:style w:type="paragraph" w:customStyle="1" w:styleId="C724DCF8B9DA4E60B690B5FC88819925">
    <w:name w:val="C724DCF8B9DA4E60B690B5FC88819925"/>
    <w:rsid w:val="000B4F9A"/>
  </w:style>
  <w:style w:type="paragraph" w:customStyle="1" w:styleId="49148C48DD024855ADB2DB89B3F010B6">
    <w:name w:val="49148C48DD024855ADB2DB89B3F010B6"/>
    <w:rsid w:val="000B4F9A"/>
  </w:style>
  <w:style w:type="paragraph" w:customStyle="1" w:styleId="27C7BBB683624352A4D47F6C184C7EBD">
    <w:name w:val="27C7BBB683624352A4D47F6C184C7EBD"/>
    <w:rsid w:val="000B4F9A"/>
  </w:style>
  <w:style w:type="paragraph" w:customStyle="1" w:styleId="F24F9B8FF842452384C371AF4CD4CC9C">
    <w:name w:val="F24F9B8FF842452384C371AF4CD4CC9C"/>
    <w:rsid w:val="000B4F9A"/>
  </w:style>
  <w:style w:type="paragraph" w:customStyle="1" w:styleId="100E54169B4A4B368EF1B943FC0610FF">
    <w:name w:val="100E54169B4A4B368EF1B943FC0610FF"/>
    <w:rsid w:val="000B4F9A"/>
  </w:style>
  <w:style w:type="paragraph" w:customStyle="1" w:styleId="37148A405D78423AB4A5AD63AE9D5F84">
    <w:name w:val="37148A405D78423AB4A5AD63AE9D5F84"/>
    <w:rsid w:val="000B4F9A"/>
  </w:style>
  <w:style w:type="paragraph" w:customStyle="1" w:styleId="793A10A5D608403E9358904422A4F332">
    <w:name w:val="793A10A5D608403E9358904422A4F332"/>
    <w:rsid w:val="000B4F9A"/>
  </w:style>
  <w:style w:type="paragraph" w:customStyle="1" w:styleId="B301BBCD64EB45F5B23EC38074AA1A9C">
    <w:name w:val="B301BBCD64EB45F5B23EC38074AA1A9C"/>
    <w:rsid w:val="000B4F9A"/>
  </w:style>
  <w:style w:type="paragraph" w:customStyle="1" w:styleId="703773A2410A49C49572776796F1FDEF">
    <w:name w:val="703773A2410A49C49572776796F1FDEF"/>
    <w:rsid w:val="000B4F9A"/>
  </w:style>
  <w:style w:type="paragraph" w:customStyle="1" w:styleId="698C838392D2490EB200AB5A1CADC8D6">
    <w:name w:val="698C838392D2490EB200AB5A1CADC8D6"/>
    <w:rsid w:val="00D94253"/>
  </w:style>
  <w:style w:type="paragraph" w:customStyle="1" w:styleId="2F776433AA6E431FB251B2C6D950C34D">
    <w:name w:val="2F776433AA6E431FB251B2C6D950C34D"/>
    <w:rsid w:val="00D94253"/>
  </w:style>
  <w:style w:type="paragraph" w:customStyle="1" w:styleId="476F96994F14443CAE2E6C02245F4941">
    <w:name w:val="476F96994F14443CAE2E6C02245F4941"/>
    <w:rsid w:val="00D94253"/>
  </w:style>
  <w:style w:type="paragraph" w:customStyle="1" w:styleId="94C9E3985BF84C9D8FF9637F847AB4E2">
    <w:name w:val="94C9E3985BF84C9D8FF9637F847AB4E2"/>
    <w:rsid w:val="00D94253"/>
  </w:style>
  <w:style w:type="paragraph" w:customStyle="1" w:styleId="9F8CACF55CCC46AAB09EFE3FB5E4A600">
    <w:name w:val="9F8CACF55CCC46AAB09EFE3FB5E4A600"/>
    <w:rsid w:val="00D94253"/>
  </w:style>
  <w:style w:type="paragraph" w:customStyle="1" w:styleId="6682766A256248559BD0ED89868C0A71">
    <w:name w:val="6682766A256248559BD0ED89868C0A71"/>
    <w:rsid w:val="00D94253"/>
  </w:style>
  <w:style w:type="paragraph" w:customStyle="1" w:styleId="149587CAD78A41C5B68030A61EC044E9">
    <w:name w:val="149587CAD78A41C5B68030A61EC044E9"/>
    <w:rsid w:val="00D94253"/>
  </w:style>
  <w:style w:type="paragraph" w:customStyle="1" w:styleId="DA077F1801C243829BBF8C509E801DDB">
    <w:name w:val="DA077F1801C243829BBF8C509E801DDB"/>
    <w:rsid w:val="00D94253"/>
  </w:style>
  <w:style w:type="paragraph" w:customStyle="1" w:styleId="9320AADDA8AE498BA7859D47EE946A21">
    <w:name w:val="9320AADDA8AE498BA7859D47EE946A21"/>
    <w:rsid w:val="00D94253"/>
  </w:style>
  <w:style w:type="paragraph" w:customStyle="1" w:styleId="E3F0379F2F914BEF8119483255476406">
    <w:name w:val="E3F0379F2F914BEF8119483255476406"/>
    <w:rsid w:val="00D94253"/>
  </w:style>
  <w:style w:type="paragraph" w:customStyle="1" w:styleId="6487A1AB9A1B4CBEBFA921E3F835E2DC">
    <w:name w:val="6487A1AB9A1B4CBEBFA921E3F835E2DC"/>
    <w:rsid w:val="00D94253"/>
  </w:style>
  <w:style w:type="paragraph" w:customStyle="1" w:styleId="95408BC8A2F04AF095852459740CA2EA">
    <w:name w:val="95408BC8A2F04AF095852459740CA2EA"/>
    <w:rsid w:val="00D94253"/>
  </w:style>
  <w:style w:type="paragraph" w:customStyle="1" w:styleId="5DFC80E5D18D4CA29C059A91FE26082F">
    <w:name w:val="5DFC80E5D18D4CA29C059A91FE26082F"/>
    <w:rsid w:val="00D94253"/>
  </w:style>
  <w:style w:type="paragraph" w:customStyle="1" w:styleId="6CCB03C4B6194206AFE7A5CD5D002C22">
    <w:name w:val="6CCB03C4B6194206AFE7A5CD5D002C22"/>
    <w:rsid w:val="00D94253"/>
  </w:style>
  <w:style w:type="paragraph" w:customStyle="1" w:styleId="5C6AC52A42214C34BB898C585689CACC">
    <w:name w:val="5C6AC52A42214C34BB898C585689CACC"/>
    <w:rsid w:val="00D94253"/>
  </w:style>
  <w:style w:type="paragraph" w:customStyle="1" w:styleId="D87E4B2DCB7046C7A53EC6D85D89DA19">
    <w:name w:val="D87E4B2DCB7046C7A53EC6D85D89DA19"/>
    <w:rsid w:val="00D94253"/>
  </w:style>
  <w:style w:type="paragraph" w:customStyle="1" w:styleId="88E14AF3134A4809AA1A598682C9D966">
    <w:name w:val="88E14AF3134A4809AA1A598682C9D966"/>
    <w:rsid w:val="00D94253"/>
  </w:style>
  <w:style w:type="paragraph" w:customStyle="1" w:styleId="2FF8BA0F8BFB4A9AA705F70B27E86A4D">
    <w:name w:val="2FF8BA0F8BFB4A9AA705F70B27E86A4D"/>
    <w:rsid w:val="00D94253"/>
  </w:style>
  <w:style w:type="paragraph" w:customStyle="1" w:styleId="0642FBB4A7464CCEAED1228E22DE9918">
    <w:name w:val="0642FBB4A7464CCEAED1228E22DE9918"/>
    <w:rsid w:val="00D94253"/>
  </w:style>
  <w:style w:type="paragraph" w:customStyle="1" w:styleId="3A0216DF0EEC4B929713F55595BD825A">
    <w:name w:val="3A0216DF0EEC4B929713F55595BD825A"/>
    <w:rsid w:val="00D94253"/>
  </w:style>
  <w:style w:type="paragraph" w:customStyle="1" w:styleId="3AD18EDE7D74485FB06EA18DAFF7E9B0">
    <w:name w:val="3AD18EDE7D74485FB06EA18DAFF7E9B0"/>
    <w:rsid w:val="00D94253"/>
  </w:style>
  <w:style w:type="paragraph" w:customStyle="1" w:styleId="6145626F719043538E420E7EC02C4714">
    <w:name w:val="6145626F719043538E420E7EC02C4714"/>
    <w:rsid w:val="00D94253"/>
  </w:style>
  <w:style w:type="paragraph" w:customStyle="1" w:styleId="05304A3E7A014E9D9140F1DE4F477FD6">
    <w:name w:val="05304A3E7A014E9D9140F1DE4F477FD6"/>
    <w:rsid w:val="00D94253"/>
  </w:style>
  <w:style w:type="paragraph" w:customStyle="1" w:styleId="F1DAD83EA00C4A258BDA13C8A02C8F50">
    <w:name w:val="F1DAD83EA00C4A258BDA13C8A02C8F50"/>
    <w:rsid w:val="00D94253"/>
  </w:style>
  <w:style w:type="paragraph" w:customStyle="1" w:styleId="D2AB95809DD04F81A1258A4360675986">
    <w:name w:val="D2AB95809DD04F81A1258A4360675986"/>
    <w:rsid w:val="00D94253"/>
  </w:style>
  <w:style w:type="paragraph" w:customStyle="1" w:styleId="2A0AE8E64C1849A589F78DE2E5E74D1B">
    <w:name w:val="2A0AE8E64C1849A589F78DE2E5E74D1B"/>
    <w:rsid w:val="00D94253"/>
  </w:style>
  <w:style w:type="paragraph" w:customStyle="1" w:styleId="08D973610F784261A06A8BF0D3211AB4">
    <w:name w:val="08D973610F784261A06A8BF0D3211AB4"/>
    <w:rsid w:val="00D94253"/>
  </w:style>
  <w:style w:type="paragraph" w:customStyle="1" w:styleId="8EC5FDF619D840FFAB098E538E207E3C">
    <w:name w:val="8EC5FDF619D840FFAB098E538E207E3C"/>
    <w:rsid w:val="00A87D7D"/>
  </w:style>
  <w:style w:type="paragraph" w:customStyle="1" w:styleId="BDBA2B9D2300448AB4A941F77CF11DD3">
    <w:name w:val="BDBA2B9D2300448AB4A941F77CF11DD3"/>
    <w:rsid w:val="00A87D7D"/>
  </w:style>
  <w:style w:type="paragraph" w:customStyle="1" w:styleId="B8B10D87996D4738BD2CF6ECAD4AF862">
    <w:name w:val="B8B10D87996D4738BD2CF6ECAD4AF862"/>
    <w:rsid w:val="007A4EFC"/>
  </w:style>
  <w:style w:type="paragraph" w:customStyle="1" w:styleId="9013A159C55C4CA7B8493D43AAC5D5F1">
    <w:name w:val="9013A159C55C4CA7B8493D43AAC5D5F1"/>
    <w:rsid w:val="007A4EFC"/>
  </w:style>
  <w:style w:type="paragraph" w:customStyle="1" w:styleId="5353FE6024B14B5E9E44C42C63C21EED">
    <w:name w:val="5353FE6024B14B5E9E44C42C63C21EED"/>
    <w:rsid w:val="007A4EFC"/>
  </w:style>
  <w:style w:type="paragraph" w:customStyle="1" w:styleId="5C5F6FAAEF484E5F951A9078372CE10B">
    <w:name w:val="5C5F6FAAEF484E5F951A9078372CE10B"/>
    <w:rsid w:val="007A4EFC"/>
  </w:style>
  <w:style w:type="paragraph" w:customStyle="1" w:styleId="31CBA8204EAB4BE783817EACA5730E41">
    <w:name w:val="31CBA8204EAB4BE783817EACA5730E41"/>
    <w:rsid w:val="007A4EFC"/>
  </w:style>
  <w:style w:type="paragraph" w:customStyle="1" w:styleId="003B27B413F646ED9F4AC82385CCF2C9">
    <w:name w:val="003B27B413F646ED9F4AC82385CCF2C9"/>
    <w:rsid w:val="007A4EFC"/>
  </w:style>
  <w:style w:type="paragraph" w:customStyle="1" w:styleId="8C47BBE29F6A460F9461B4CAFC12F638">
    <w:name w:val="8C47BBE29F6A460F9461B4CAFC12F638"/>
    <w:rsid w:val="007A4EFC"/>
  </w:style>
  <w:style w:type="paragraph" w:customStyle="1" w:styleId="6205F4DF952F4F45B251CECB265DD543">
    <w:name w:val="6205F4DF952F4F45B251CECB265DD543"/>
    <w:rsid w:val="007A4EFC"/>
  </w:style>
  <w:style w:type="paragraph" w:customStyle="1" w:styleId="536229BD4FED412088A464F08B104972">
    <w:name w:val="536229BD4FED412088A464F08B104972"/>
    <w:rsid w:val="007A4EFC"/>
  </w:style>
  <w:style w:type="paragraph" w:customStyle="1" w:styleId="6C50DF4E354D455B8DF7F5950A997E86">
    <w:name w:val="6C50DF4E354D455B8DF7F5950A997E86"/>
    <w:rsid w:val="007A4EFC"/>
  </w:style>
  <w:style w:type="paragraph" w:customStyle="1" w:styleId="0678E42FD2864018824B6E88AB0B069A">
    <w:name w:val="0678E42FD2864018824B6E88AB0B069A"/>
    <w:rsid w:val="007A4EFC"/>
  </w:style>
  <w:style w:type="paragraph" w:customStyle="1" w:styleId="9A733D0699B64D9FA48BC6794C0BEE7F">
    <w:name w:val="9A733D0699B64D9FA48BC6794C0BEE7F"/>
    <w:rsid w:val="006B3D5A"/>
  </w:style>
  <w:style w:type="paragraph" w:customStyle="1" w:styleId="027527AAF67B4F029AAD13BAF6B17C1E">
    <w:name w:val="027527AAF67B4F029AAD13BAF6B17C1E"/>
    <w:rsid w:val="006B3D5A"/>
  </w:style>
  <w:style w:type="paragraph" w:customStyle="1" w:styleId="A4BEACE836C042448520B7AB91A75AF8">
    <w:name w:val="A4BEACE836C042448520B7AB91A75AF8"/>
    <w:rsid w:val="006B3D5A"/>
  </w:style>
  <w:style w:type="paragraph" w:customStyle="1" w:styleId="FF9994522A364A47ABE4D3ED33DE3912">
    <w:name w:val="FF9994522A364A47ABE4D3ED33DE3912"/>
    <w:rsid w:val="006B3D5A"/>
  </w:style>
  <w:style w:type="paragraph" w:customStyle="1" w:styleId="84DE5FC6968B4E289F61B14F54B6A974">
    <w:name w:val="84DE5FC6968B4E289F61B14F54B6A974"/>
    <w:rsid w:val="006B3D5A"/>
  </w:style>
  <w:style w:type="paragraph" w:customStyle="1" w:styleId="7252DD83C970480B96619A3CD5ED118F">
    <w:name w:val="7252DD83C970480B96619A3CD5ED118F"/>
    <w:rsid w:val="006B3D5A"/>
  </w:style>
  <w:style w:type="paragraph" w:customStyle="1" w:styleId="E01A67BE545E4B91BC3C7ED222CDD918">
    <w:name w:val="E01A67BE545E4B91BC3C7ED222CDD918"/>
    <w:rsid w:val="006B3D5A"/>
  </w:style>
  <w:style w:type="paragraph" w:customStyle="1" w:styleId="2472F2C84E5F403C962C0F968932E92F">
    <w:name w:val="2472F2C84E5F403C962C0F968932E92F"/>
    <w:rsid w:val="006B3D5A"/>
  </w:style>
  <w:style w:type="paragraph" w:customStyle="1" w:styleId="B8B0505EF53D47A3AD570A423909954A">
    <w:name w:val="B8B0505EF53D47A3AD570A423909954A"/>
    <w:rsid w:val="006B3D5A"/>
  </w:style>
  <w:style w:type="paragraph" w:customStyle="1" w:styleId="BB059A2ACBB14AAC9A1EE3810C6428D0">
    <w:name w:val="BB059A2ACBB14AAC9A1EE3810C6428D0"/>
    <w:rsid w:val="00130544"/>
  </w:style>
  <w:style w:type="paragraph" w:customStyle="1" w:styleId="2D0E783E784948FEA4781B157A485243">
    <w:name w:val="2D0E783E784948FEA4781B157A485243"/>
    <w:rsid w:val="00130544"/>
  </w:style>
  <w:style w:type="paragraph" w:customStyle="1" w:styleId="52ACFDAF50564525810532820AA992C5">
    <w:name w:val="52ACFDAF50564525810532820AA992C5"/>
    <w:rsid w:val="00130544"/>
  </w:style>
  <w:style w:type="paragraph" w:customStyle="1" w:styleId="7611DD470648492EBD599D8E88B37146">
    <w:name w:val="7611DD470648492EBD599D8E88B37146"/>
    <w:rsid w:val="00130544"/>
  </w:style>
  <w:style w:type="paragraph" w:customStyle="1" w:styleId="16880062A92C4272976B869EF97AB5A3">
    <w:name w:val="16880062A92C4272976B869EF97AB5A3"/>
    <w:rsid w:val="00130544"/>
  </w:style>
  <w:style w:type="paragraph" w:customStyle="1" w:styleId="03FEE8095496489881F7D29F0538F760">
    <w:name w:val="03FEE8095496489881F7D29F0538F760"/>
    <w:rsid w:val="00130544"/>
  </w:style>
  <w:style w:type="paragraph" w:customStyle="1" w:styleId="B15550C44AC440D181B875223F56543D">
    <w:name w:val="B15550C44AC440D181B875223F56543D"/>
    <w:rsid w:val="00130544"/>
  </w:style>
  <w:style w:type="paragraph" w:customStyle="1" w:styleId="8D020ACEE71445338BD7C24E6A68C97E">
    <w:name w:val="8D020ACEE71445338BD7C24E6A68C97E"/>
    <w:rsid w:val="00130544"/>
  </w:style>
  <w:style w:type="paragraph" w:customStyle="1" w:styleId="C73976381DCE4CD38852E1F0E7F3D3E2">
    <w:name w:val="C73976381DCE4CD38852E1F0E7F3D3E2"/>
    <w:rsid w:val="00130544"/>
  </w:style>
  <w:style w:type="paragraph" w:customStyle="1" w:styleId="38727127C7F54B25B9559E5287D941C2">
    <w:name w:val="38727127C7F54B25B9559E5287D941C2"/>
    <w:rsid w:val="00130544"/>
  </w:style>
  <w:style w:type="paragraph" w:customStyle="1" w:styleId="2E8506E312DD4B219B5537D1F1943BB1">
    <w:name w:val="2E8506E312DD4B219B5537D1F1943BB1"/>
    <w:rsid w:val="00130544"/>
  </w:style>
  <w:style w:type="paragraph" w:customStyle="1" w:styleId="D82C1166EC4C4302B8832319656BBB48">
    <w:name w:val="D82C1166EC4C4302B8832319656BBB48"/>
    <w:rsid w:val="00130544"/>
  </w:style>
  <w:style w:type="paragraph" w:customStyle="1" w:styleId="313F724BEC7741C2B769002BE419046A">
    <w:name w:val="313F724BEC7741C2B769002BE419046A"/>
    <w:rsid w:val="00130544"/>
  </w:style>
  <w:style w:type="paragraph" w:customStyle="1" w:styleId="8B5C48EDC4C04B7DA540528BE59DD5BF">
    <w:name w:val="8B5C48EDC4C04B7DA540528BE59DD5BF"/>
    <w:rsid w:val="00130544"/>
  </w:style>
  <w:style w:type="paragraph" w:customStyle="1" w:styleId="B90DA0C9EC6D4087802D3F343F874927">
    <w:name w:val="B90DA0C9EC6D4087802D3F343F874927"/>
    <w:rsid w:val="00130544"/>
  </w:style>
  <w:style w:type="paragraph" w:customStyle="1" w:styleId="35DED82166A9493BBC64AD884CBEB714">
    <w:name w:val="35DED82166A9493BBC64AD884CBEB714"/>
    <w:rsid w:val="00130544"/>
  </w:style>
  <w:style w:type="paragraph" w:customStyle="1" w:styleId="E24EE96CEFE249C8926C2404114218E5">
    <w:name w:val="E24EE96CEFE249C8926C2404114218E5"/>
    <w:rsid w:val="00130544"/>
  </w:style>
  <w:style w:type="paragraph" w:customStyle="1" w:styleId="58497C33FC1F4B659750E04EBBDAFF5E">
    <w:name w:val="58497C33FC1F4B659750E04EBBDAFF5E"/>
    <w:rsid w:val="00130544"/>
  </w:style>
  <w:style w:type="paragraph" w:customStyle="1" w:styleId="277D8D4C8A574F428494E1E1A4541210">
    <w:name w:val="277D8D4C8A574F428494E1E1A4541210"/>
    <w:rsid w:val="00130544"/>
  </w:style>
  <w:style w:type="paragraph" w:customStyle="1" w:styleId="386BCC6E76EC46C58B4298203550A74C">
    <w:name w:val="386BCC6E76EC46C58B4298203550A74C"/>
    <w:rsid w:val="00130544"/>
  </w:style>
  <w:style w:type="paragraph" w:customStyle="1" w:styleId="791D3A96AFB342E487213C56482CF5ED">
    <w:name w:val="791D3A96AFB342E487213C56482CF5ED"/>
    <w:rsid w:val="00130544"/>
  </w:style>
  <w:style w:type="paragraph" w:customStyle="1" w:styleId="A9B36AA7580B451EAA9A9C7AFC0FE8C0">
    <w:name w:val="A9B36AA7580B451EAA9A9C7AFC0FE8C0"/>
    <w:rsid w:val="00130544"/>
  </w:style>
  <w:style w:type="paragraph" w:customStyle="1" w:styleId="88D3C0F0FBDC4DD6BDB16F92046474EB">
    <w:name w:val="88D3C0F0FBDC4DD6BDB16F92046474EB"/>
    <w:rsid w:val="00130544"/>
  </w:style>
  <w:style w:type="paragraph" w:customStyle="1" w:styleId="97423781C69F408BAC9CAC4A0A01EAE2">
    <w:name w:val="97423781C69F408BAC9CAC4A0A01EAE2"/>
    <w:rsid w:val="00130544"/>
  </w:style>
  <w:style w:type="paragraph" w:customStyle="1" w:styleId="1BEC65FDDCD24E8593740F57AE3E834A">
    <w:name w:val="1BEC65FDDCD24E8593740F57AE3E834A"/>
    <w:rsid w:val="00130544"/>
  </w:style>
  <w:style w:type="paragraph" w:customStyle="1" w:styleId="612FAC793A53496CA91707735C40BF51">
    <w:name w:val="612FAC793A53496CA91707735C40BF51"/>
    <w:rsid w:val="00130544"/>
  </w:style>
  <w:style w:type="paragraph" w:customStyle="1" w:styleId="A2DBBFBEFF8D4120B3AC4033DC543F06">
    <w:name w:val="A2DBBFBEFF8D4120B3AC4033DC543F06"/>
    <w:rsid w:val="00130544"/>
  </w:style>
  <w:style w:type="paragraph" w:customStyle="1" w:styleId="B77264E2D9BB48F1936491C88D34D2F6">
    <w:name w:val="B77264E2D9BB48F1936491C88D34D2F6"/>
    <w:rsid w:val="00130544"/>
  </w:style>
  <w:style w:type="paragraph" w:customStyle="1" w:styleId="CC7E65E7E1C149C49F54200C52F019DD">
    <w:name w:val="CC7E65E7E1C149C49F54200C52F019DD"/>
    <w:rsid w:val="00130544"/>
  </w:style>
  <w:style w:type="paragraph" w:customStyle="1" w:styleId="015618E869504240B34D537F40ACFD79">
    <w:name w:val="015618E869504240B34D537F40ACFD79"/>
    <w:rsid w:val="00130544"/>
  </w:style>
  <w:style w:type="paragraph" w:customStyle="1" w:styleId="795158F4F96241289E5594E4D8164A30">
    <w:name w:val="795158F4F96241289E5594E4D8164A30"/>
    <w:rsid w:val="00130544"/>
  </w:style>
  <w:style w:type="paragraph" w:customStyle="1" w:styleId="8EF8C5C473D8406988EAF9357771AB77">
    <w:name w:val="8EF8C5C473D8406988EAF9357771AB77"/>
    <w:rsid w:val="00130544"/>
  </w:style>
  <w:style w:type="paragraph" w:customStyle="1" w:styleId="917457ECE45440DD91618F59A627B46E">
    <w:name w:val="917457ECE45440DD91618F59A627B46E"/>
    <w:rsid w:val="00130544"/>
  </w:style>
  <w:style w:type="paragraph" w:customStyle="1" w:styleId="26085A708AA64C6598346AEC5BC06C3A">
    <w:name w:val="26085A708AA64C6598346AEC5BC06C3A"/>
    <w:rsid w:val="00130544"/>
  </w:style>
  <w:style w:type="paragraph" w:customStyle="1" w:styleId="8A1A4E4DB0004BD389857B1DB741CA0B">
    <w:name w:val="8A1A4E4DB0004BD389857B1DB741CA0B"/>
    <w:rsid w:val="00130544"/>
  </w:style>
  <w:style w:type="paragraph" w:customStyle="1" w:styleId="8C4653EA0FCC44669EB4775F239383B8">
    <w:name w:val="8C4653EA0FCC44669EB4775F239383B8"/>
    <w:rsid w:val="00130544"/>
  </w:style>
  <w:style w:type="paragraph" w:customStyle="1" w:styleId="6494C253B1374961A4395156A87D184B">
    <w:name w:val="6494C253B1374961A4395156A87D184B"/>
    <w:rsid w:val="00130544"/>
  </w:style>
  <w:style w:type="paragraph" w:customStyle="1" w:styleId="6D6E1536D7AD4C0CBEC9F7721E123798">
    <w:name w:val="6D6E1536D7AD4C0CBEC9F7721E123798"/>
    <w:rsid w:val="00130544"/>
  </w:style>
  <w:style w:type="paragraph" w:customStyle="1" w:styleId="8E2DC5F83F7148A5A34F720F2C52C777">
    <w:name w:val="8E2DC5F83F7148A5A34F720F2C52C777"/>
    <w:rsid w:val="00130544"/>
  </w:style>
  <w:style w:type="paragraph" w:customStyle="1" w:styleId="A7C4D24DA75540EEB6F4A02E46B2DB45">
    <w:name w:val="A7C4D24DA75540EEB6F4A02E46B2DB45"/>
    <w:rsid w:val="00130544"/>
  </w:style>
  <w:style w:type="paragraph" w:customStyle="1" w:styleId="30A3080334CF47F0B918985861B42FAE">
    <w:name w:val="30A3080334CF47F0B918985861B42FAE"/>
    <w:rsid w:val="00130544"/>
  </w:style>
  <w:style w:type="paragraph" w:customStyle="1" w:styleId="A9973C7DAB1F4D8F99683E2A5ECC4345">
    <w:name w:val="A9973C7DAB1F4D8F99683E2A5ECC4345"/>
    <w:rsid w:val="00130544"/>
  </w:style>
  <w:style w:type="paragraph" w:customStyle="1" w:styleId="791C2928B271411AB08E7A5D8451AE58">
    <w:name w:val="791C2928B271411AB08E7A5D8451AE58"/>
    <w:rsid w:val="00130544"/>
  </w:style>
  <w:style w:type="paragraph" w:customStyle="1" w:styleId="24D8CA31B1E4464EADF87823D370C6E3">
    <w:name w:val="24D8CA31B1E4464EADF87823D370C6E3"/>
    <w:rsid w:val="00130544"/>
  </w:style>
  <w:style w:type="paragraph" w:customStyle="1" w:styleId="4A6959803CA64C8885ED8826CECE6627">
    <w:name w:val="4A6959803CA64C8885ED8826CECE6627"/>
    <w:rsid w:val="00130544"/>
  </w:style>
  <w:style w:type="paragraph" w:customStyle="1" w:styleId="7049B636341E48BAA03DC2B9267502E0">
    <w:name w:val="7049B636341E48BAA03DC2B9267502E0"/>
    <w:rsid w:val="00130544"/>
  </w:style>
  <w:style w:type="paragraph" w:customStyle="1" w:styleId="05E983A2060449B9B6BEB55A1129174B">
    <w:name w:val="05E983A2060449B9B6BEB55A1129174B"/>
    <w:rsid w:val="00130544"/>
  </w:style>
  <w:style w:type="paragraph" w:customStyle="1" w:styleId="6D4D8886CCAE4A7B863624F45078D17B">
    <w:name w:val="6D4D8886CCAE4A7B863624F45078D17B"/>
    <w:rsid w:val="00130544"/>
  </w:style>
  <w:style w:type="paragraph" w:customStyle="1" w:styleId="493760B29FFA4B568E01752B74CF6B0D">
    <w:name w:val="493760B29FFA4B568E01752B74CF6B0D"/>
    <w:rsid w:val="00130544"/>
  </w:style>
  <w:style w:type="paragraph" w:customStyle="1" w:styleId="C2C324836E784A4B83266F0130727050">
    <w:name w:val="C2C324836E784A4B83266F0130727050"/>
    <w:rsid w:val="00130544"/>
  </w:style>
  <w:style w:type="paragraph" w:customStyle="1" w:styleId="9B4E8F5AB5AA40A59B33FB31FA0F7ADD">
    <w:name w:val="9B4E8F5AB5AA40A59B33FB31FA0F7ADD"/>
    <w:rsid w:val="00130544"/>
  </w:style>
  <w:style w:type="paragraph" w:customStyle="1" w:styleId="3E787D08DF054F2BB7DF87DB1DC99BB2">
    <w:name w:val="3E787D08DF054F2BB7DF87DB1DC99BB2"/>
    <w:rsid w:val="00130544"/>
  </w:style>
  <w:style w:type="paragraph" w:customStyle="1" w:styleId="C3D5E4CB428C420EA2C2549E1F65A21F">
    <w:name w:val="C3D5E4CB428C420EA2C2549E1F65A21F"/>
    <w:rsid w:val="00130544"/>
  </w:style>
  <w:style w:type="paragraph" w:customStyle="1" w:styleId="EFCE6370150C4072811E418FA80CBB47">
    <w:name w:val="EFCE6370150C4072811E418FA80CBB47"/>
    <w:rsid w:val="00130544"/>
  </w:style>
  <w:style w:type="paragraph" w:customStyle="1" w:styleId="BDA607B980AA49599832B2110EF16DBF">
    <w:name w:val="BDA607B980AA49599832B2110EF16DBF"/>
    <w:rsid w:val="00130544"/>
  </w:style>
  <w:style w:type="paragraph" w:customStyle="1" w:styleId="A82ABEEF3CF34A3E8D68EC5C8356B406">
    <w:name w:val="A82ABEEF3CF34A3E8D68EC5C8356B406"/>
    <w:rsid w:val="00130544"/>
  </w:style>
  <w:style w:type="paragraph" w:customStyle="1" w:styleId="48ADE485412E41BDBF5F27CAE7DD4B76">
    <w:name w:val="48ADE485412E41BDBF5F27CAE7DD4B76"/>
    <w:rsid w:val="00130544"/>
  </w:style>
  <w:style w:type="paragraph" w:customStyle="1" w:styleId="560E3C7BE44F40BE93745A3FD688CF67">
    <w:name w:val="560E3C7BE44F40BE93745A3FD688CF67"/>
    <w:rsid w:val="00130544"/>
  </w:style>
  <w:style w:type="paragraph" w:customStyle="1" w:styleId="9B41206736A8440DB9A0D30E1B08C5FC">
    <w:name w:val="9B41206736A8440DB9A0D30E1B08C5FC"/>
    <w:rsid w:val="00130544"/>
  </w:style>
  <w:style w:type="paragraph" w:customStyle="1" w:styleId="C7F6E5AF79564ADB9F3EC8341FAE2D50">
    <w:name w:val="C7F6E5AF79564ADB9F3EC8341FAE2D50"/>
    <w:rsid w:val="00130544"/>
  </w:style>
  <w:style w:type="paragraph" w:customStyle="1" w:styleId="DA22553CE5FE4381BE6DE52351901F72">
    <w:name w:val="DA22553CE5FE4381BE6DE52351901F72"/>
    <w:rsid w:val="00130544"/>
  </w:style>
  <w:style w:type="paragraph" w:customStyle="1" w:styleId="63557EFC6FD243F08DAFD6F42A8AA3D1">
    <w:name w:val="63557EFC6FD243F08DAFD6F42A8AA3D1"/>
    <w:rsid w:val="00130544"/>
  </w:style>
  <w:style w:type="paragraph" w:customStyle="1" w:styleId="208A82BC6F9B45FDA94C09A9341C0FDA">
    <w:name w:val="208A82BC6F9B45FDA94C09A9341C0FDA"/>
    <w:rsid w:val="00130544"/>
  </w:style>
  <w:style w:type="paragraph" w:customStyle="1" w:styleId="82A61CEFE7D646F29E0ECC4FDB8F7DFF">
    <w:name w:val="82A61CEFE7D646F29E0ECC4FDB8F7DFF"/>
    <w:rsid w:val="00130544"/>
  </w:style>
  <w:style w:type="paragraph" w:customStyle="1" w:styleId="807F0FC669F442B9A9D54A3F065EFD88">
    <w:name w:val="807F0FC669F442B9A9D54A3F065EFD88"/>
    <w:rsid w:val="00130544"/>
  </w:style>
  <w:style w:type="paragraph" w:customStyle="1" w:styleId="2C1DBA440C754E7EA32CAA674CE03A07">
    <w:name w:val="2C1DBA440C754E7EA32CAA674CE03A07"/>
    <w:rsid w:val="00130544"/>
  </w:style>
  <w:style w:type="paragraph" w:customStyle="1" w:styleId="94A0ECAEC7524252A14B9165C28FAE2C">
    <w:name w:val="94A0ECAEC7524252A14B9165C28FAE2C"/>
    <w:rsid w:val="00130544"/>
  </w:style>
  <w:style w:type="paragraph" w:customStyle="1" w:styleId="FFDFD149AB9A48EF816C84C03CBFFDC0">
    <w:name w:val="FFDFD149AB9A48EF816C84C03CBFFDC0"/>
    <w:rsid w:val="00E25216"/>
  </w:style>
  <w:style w:type="paragraph" w:customStyle="1" w:styleId="76F8886127BB40778BA0E3B598B42A0E">
    <w:name w:val="76F8886127BB40778BA0E3B598B42A0E"/>
    <w:rsid w:val="00E25216"/>
  </w:style>
  <w:style w:type="paragraph" w:customStyle="1" w:styleId="EA8C078D8AC24D3D90AA5DF64758AAFF">
    <w:name w:val="EA8C078D8AC24D3D90AA5DF64758AAFF"/>
    <w:rsid w:val="00E25216"/>
  </w:style>
  <w:style w:type="paragraph" w:customStyle="1" w:styleId="069F2E0AFB7747F28FDF96B2204D49D1">
    <w:name w:val="069F2E0AFB7747F28FDF96B2204D49D1"/>
    <w:rsid w:val="00E25216"/>
  </w:style>
  <w:style w:type="paragraph" w:customStyle="1" w:styleId="9D095039DF824819A81A4CEC2B98D8B2">
    <w:name w:val="9D095039DF824819A81A4CEC2B98D8B2"/>
    <w:rsid w:val="00E25216"/>
  </w:style>
  <w:style w:type="paragraph" w:customStyle="1" w:styleId="FD87B599D2454607A74CC10D40DD826E">
    <w:name w:val="FD87B599D2454607A74CC10D40DD826E"/>
    <w:rsid w:val="00E25216"/>
  </w:style>
  <w:style w:type="paragraph" w:customStyle="1" w:styleId="1F6983DFB27B4984AC48096110B577DE">
    <w:name w:val="1F6983DFB27B4984AC48096110B577DE"/>
    <w:rsid w:val="00E25216"/>
  </w:style>
  <w:style w:type="paragraph" w:customStyle="1" w:styleId="4B8F7813E8D148858E88631C5FAA9CDC">
    <w:name w:val="4B8F7813E8D148858E88631C5FAA9CDC"/>
    <w:rsid w:val="00E25216"/>
  </w:style>
  <w:style w:type="paragraph" w:customStyle="1" w:styleId="2C7464A9E28F41F6AC7725CFC4874BCC">
    <w:name w:val="2C7464A9E28F41F6AC7725CFC4874BCC"/>
    <w:rsid w:val="00E25216"/>
  </w:style>
  <w:style w:type="paragraph" w:customStyle="1" w:styleId="9643B04780DA4F509AB4326DAF223A01">
    <w:name w:val="9643B04780DA4F509AB4326DAF223A01"/>
    <w:rsid w:val="00E25216"/>
  </w:style>
  <w:style w:type="paragraph" w:customStyle="1" w:styleId="AC9A465CD28B416EACC057CE3D319308">
    <w:name w:val="AC9A465CD28B416EACC057CE3D319308"/>
    <w:rsid w:val="00E25216"/>
  </w:style>
  <w:style w:type="paragraph" w:customStyle="1" w:styleId="3246B94E6F0746F2B3408396162F9FF4">
    <w:name w:val="3246B94E6F0746F2B3408396162F9FF4"/>
    <w:rsid w:val="00E25216"/>
  </w:style>
  <w:style w:type="paragraph" w:customStyle="1" w:styleId="BCA3AF7B767F4A2099BD2014E0F045F6">
    <w:name w:val="BCA3AF7B767F4A2099BD2014E0F045F6"/>
    <w:rsid w:val="00E25216"/>
  </w:style>
  <w:style w:type="paragraph" w:customStyle="1" w:styleId="DD41F6B8C24C4DDCA603F35D1C574800">
    <w:name w:val="DD41F6B8C24C4DDCA603F35D1C574800"/>
    <w:rsid w:val="00E25216"/>
  </w:style>
  <w:style w:type="paragraph" w:customStyle="1" w:styleId="319F74350A344D97A4D9257F9E0007E0">
    <w:name w:val="319F74350A344D97A4D9257F9E0007E0"/>
    <w:rsid w:val="00E25216"/>
  </w:style>
  <w:style w:type="paragraph" w:customStyle="1" w:styleId="39D4FFCE33EE4412BE03DB41E2EA6D39">
    <w:name w:val="39D4FFCE33EE4412BE03DB41E2EA6D39"/>
    <w:rsid w:val="00E25216"/>
  </w:style>
  <w:style w:type="paragraph" w:customStyle="1" w:styleId="C37D7CE9E26C4B729BCB043B02A0A672">
    <w:name w:val="C37D7CE9E26C4B729BCB043B02A0A672"/>
    <w:rsid w:val="00E25216"/>
  </w:style>
  <w:style w:type="paragraph" w:customStyle="1" w:styleId="67A3EC1D67AF4134B4F6FCDB5D3F247E">
    <w:name w:val="67A3EC1D67AF4134B4F6FCDB5D3F247E"/>
    <w:rsid w:val="0012447D"/>
  </w:style>
  <w:style w:type="paragraph" w:customStyle="1" w:styleId="37516D5A807448E7B3E1DF3B661B3BCB">
    <w:name w:val="37516D5A807448E7B3E1DF3B661B3BCB"/>
    <w:rsid w:val="0012447D"/>
  </w:style>
  <w:style w:type="paragraph" w:customStyle="1" w:styleId="7AE6B5C705BE495DA057D2A302CA7E17">
    <w:name w:val="7AE6B5C705BE495DA057D2A302CA7E17"/>
    <w:rsid w:val="0012447D"/>
  </w:style>
  <w:style w:type="paragraph" w:customStyle="1" w:styleId="ACAA732AB2244E74BD622B8E7E2E1D4E">
    <w:name w:val="ACAA732AB2244E74BD622B8E7E2E1D4E"/>
    <w:rsid w:val="0012447D"/>
  </w:style>
  <w:style w:type="paragraph" w:customStyle="1" w:styleId="8F1D8AFC8CFD4F44957978DC0335EFEE">
    <w:name w:val="8F1D8AFC8CFD4F44957978DC0335EFEE"/>
    <w:rsid w:val="0012447D"/>
  </w:style>
  <w:style w:type="paragraph" w:customStyle="1" w:styleId="10774EC1125E42CCA4D8911B21003544">
    <w:name w:val="10774EC1125E42CCA4D8911B21003544"/>
    <w:rsid w:val="0012447D"/>
  </w:style>
  <w:style w:type="paragraph" w:customStyle="1" w:styleId="2B8A11280B00495C9EF09DE5092DDC6F">
    <w:name w:val="2B8A11280B00495C9EF09DE5092DDC6F"/>
    <w:rsid w:val="0012447D"/>
  </w:style>
  <w:style w:type="paragraph" w:customStyle="1" w:styleId="2B37FD10CE0F4CC1AC88FE60CC2C51F5">
    <w:name w:val="2B37FD10CE0F4CC1AC88FE60CC2C51F5"/>
    <w:rsid w:val="0012447D"/>
  </w:style>
  <w:style w:type="paragraph" w:customStyle="1" w:styleId="1B5AF1ABDC454028B628157466F87458">
    <w:name w:val="1B5AF1ABDC454028B628157466F87458"/>
    <w:rsid w:val="0012447D"/>
  </w:style>
  <w:style w:type="paragraph" w:customStyle="1" w:styleId="5B0EE51A01C44735B98B396EDA1310D6">
    <w:name w:val="5B0EE51A01C44735B98B396EDA1310D6"/>
    <w:rsid w:val="00F207DD"/>
  </w:style>
  <w:style w:type="paragraph" w:customStyle="1" w:styleId="AE57F1FD65254047AC78E67A078CFB9E">
    <w:name w:val="AE57F1FD65254047AC78E67A078CFB9E"/>
    <w:rsid w:val="00F207DD"/>
  </w:style>
  <w:style w:type="paragraph" w:customStyle="1" w:styleId="A092A8EA16EC435A9FFD0A61922BE72C">
    <w:name w:val="A092A8EA16EC435A9FFD0A61922BE72C"/>
    <w:rsid w:val="00F207DD"/>
  </w:style>
  <w:style w:type="paragraph" w:customStyle="1" w:styleId="425841BEE5CF41189AA974370C1FD4EE">
    <w:name w:val="425841BEE5CF41189AA974370C1FD4EE"/>
    <w:rsid w:val="00F207DD"/>
  </w:style>
  <w:style w:type="paragraph" w:customStyle="1" w:styleId="0124609AD44544369D7AF1497DF9818E">
    <w:name w:val="0124609AD44544369D7AF1497DF9818E"/>
    <w:rsid w:val="00F207DD"/>
  </w:style>
  <w:style w:type="paragraph" w:customStyle="1" w:styleId="C4A35C7D056A4B04A2EB830A644E758F">
    <w:name w:val="C4A35C7D056A4B04A2EB830A644E758F"/>
    <w:rsid w:val="00F207DD"/>
  </w:style>
  <w:style w:type="paragraph" w:customStyle="1" w:styleId="27D0DCA50EFD49DFA4685096ABD125EF">
    <w:name w:val="27D0DCA50EFD49DFA4685096ABD125EF"/>
    <w:rsid w:val="00F207DD"/>
  </w:style>
  <w:style w:type="paragraph" w:customStyle="1" w:styleId="7040C139979B46CF89BB7FCD52B07902">
    <w:name w:val="7040C139979B46CF89BB7FCD52B07902"/>
    <w:rsid w:val="00F207DD"/>
  </w:style>
  <w:style w:type="paragraph" w:customStyle="1" w:styleId="1EADDFC9E3754CA880C28755A3E05E33">
    <w:name w:val="1EADDFC9E3754CA880C28755A3E05E33"/>
    <w:rsid w:val="00F207D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043F07-7C44-44BA-AAAA-97C992FB7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CDM_Methodology.dotm</Template>
  <TotalTime>0</TotalTime>
  <Pages>9</Pages>
  <Words>2895</Words>
  <Characters>16502</Characters>
  <Application>Microsoft Office Word</Application>
  <DocSecurity>0</DocSecurity>
  <Lines>137</Lines>
  <Paragraphs>38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19359</CharactersWithSpaces>
  <SharedDoc>false</SharedDoc>
  <HLinks>
    <vt:vector size="12" baseType="variant">
      <vt:variant>
        <vt:i4>1048637</vt:i4>
      </vt:variant>
      <vt:variant>
        <vt:i4>8</vt:i4>
      </vt:variant>
      <vt:variant>
        <vt:i4>0</vt:i4>
      </vt:variant>
      <vt:variant>
        <vt:i4>5</vt:i4>
      </vt:variant>
      <vt:variant>
        <vt:lpwstr/>
      </vt:variant>
      <vt:variant>
        <vt:lpwstr>_Toc328404657</vt:lpwstr>
      </vt:variant>
      <vt:variant>
        <vt:i4>1048637</vt:i4>
      </vt:variant>
      <vt:variant>
        <vt:i4>2</vt:i4>
      </vt:variant>
      <vt:variant>
        <vt:i4>0</vt:i4>
      </vt:variant>
      <vt:variant>
        <vt:i4>5</vt:i4>
      </vt:variant>
      <vt:variant>
        <vt:lpwstr/>
      </vt:variant>
      <vt:variant>
        <vt:lpwstr>_Toc328404656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dc:creator>
  <cp:lastModifiedBy>Jane Stickdorn</cp:lastModifiedBy>
  <cp:revision>2</cp:revision>
  <cp:lastPrinted>2013-06-03T07:01:00Z</cp:lastPrinted>
  <dcterms:created xsi:type="dcterms:W3CDTF">2013-06-03T12:03:00Z</dcterms:created>
  <dcterms:modified xsi:type="dcterms:W3CDTF">2013-06-03T12:03:00Z</dcterms:modified>
</cp:coreProperties>
</file>