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DMDocRef"/>
    <w:bookmarkStart w:id="1" w:name="_GoBack"/>
    <w:bookmarkEnd w:id="1"/>
    <w:p w:rsidR="00A12E1C" w:rsidRPr="00F64875" w:rsidRDefault="001F50D8" w:rsidP="00850D41">
      <w:pPr>
        <w:pStyle w:val="SDMDocRef"/>
      </w:pPr>
      <w:sdt>
        <w:sdtPr>
          <w:alias w:val="SDMDocRef"/>
          <w:tag w:val="SDMDocRef"/>
          <w:id w:val="1716379491"/>
          <w:placeholder>
            <w:docPart w:val="277AA26E5A9B41E391A011F87BC136EA"/>
          </w:placeholder>
        </w:sdtPr>
        <w:sdtEndPr/>
        <w:sdtContent>
          <w:r w:rsidR="008D098D">
            <w:t>AM0028</w:t>
          </w:r>
        </w:sdtContent>
      </w:sdt>
      <w:bookmarkEnd w:id="0"/>
    </w:p>
    <w:bookmarkStart w:id="2" w:name="SDMConfidentialMark" w:displacedByCustomXml="next"/>
    <w:sdt>
      <w:sdtPr>
        <w:alias w:val="SDMConfidentialMark"/>
        <w:tag w:val="SDMConfidentialMark"/>
        <w:id w:val="174698408"/>
        <w:lock w:val="sdtLocked"/>
        <w:placeholder>
          <w:docPart w:val="ED7E4136FF844245A9416C720D7E68A3"/>
        </w:placeholder>
        <w:dropDownList>
          <w:listItem w:displayText="Confidential" w:value="Confidential"/>
          <w:listItem w:displayText=" " w:value="  "/>
        </w:dropDownList>
      </w:sdtPr>
      <w:sdtEndPr/>
      <w:sdtContent>
        <w:p w:rsidR="00B527EA" w:rsidRPr="00312CAA" w:rsidRDefault="00B940E2" w:rsidP="00802CB9">
          <w:pPr>
            <w:pStyle w:val="SDMConfidentialMark"/>
            <w:tabs>
              <w:tab w:val="left" w:pos="1843"/>
            </w:tabs>
          </w:pPr>
          <w:r>
            <w:t xml:space="preserve"> </w:t>
          </w:r>
        </w:p>
      </w:sdtContent>
    </w:sdt>
    <w:bookmarkEnd w:id="2" w:displacedByCustomXml="prev"/>
    <w:bookmarkStart w:id="3" w:name="SDMTitle1" w:displacedByCustomXml="next"/>
    <w:sdt>
      <w:sdtPr>
        <w:alias w:val="SDMTitle1"/>
        <w:tag w:val="SDMTitle1"/>
        <w:id w:val="-2079670800"/>
        <w:lock w:val="sdtLocked"/>
        <w:placeholder>
          <w:docPart w:val="4FD18F3DA53A4C0FBC8A794499EC7807"/>
        </w:placeholder>
      </w:sdtPr>
      <w:sdtEndPr/>
      <w:sdtContent>
        <w:bookmarkStart w:id="4" w:name="SDMDocType" w:displacedByCustomXml="prev"/>
        <w:p w:rsidR="001A1BDD" w:rsidRPr="00D7151A" w:rsidRDefault="00B940E2" w:rsidP="00705EF6">
          <w:pPr>
            <w:pStyle w:val="SDMTitle1"/>
          </w:pPr>
          <w:r>
            <w:t>Large-</w:t>
          </w:r>
          <w:r w:rsidR="006347F6">
            <w:t>s</w:t>
          </w:r>
          <w:r>
            <w:t>cale</w:t>
          </w:r>
          <w:r w:rsidR="004A59DB">
            <w:t xml:space="preserve"> </w:t>
          </w:r>
          <w:sdt>
            <w:sdtPr>
              <w:alias w:val="SDMDocType"/>
              <w:tag w:val="SDMDocType"/>
              <w:id w:val="-1347470451"/>
              <w:lock w:val="sdtContentLocked"/>
              <w:placeholder>
                <w:docPart w:val="D20C78469185435BAA6E6CB1E29FBB8C"/>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700F03">
                <w:t>Methodology</w:t>
              </w:r>
            </w:sdtContent>
          </w:sdt>
        </w:p>
        <w:bookmarkEnd w:id="4" w:displacedByCustomXml="next"/>
      </w:sdtContent>
    </w:sdt>
    <w:bookmarkEnd w:id="3" w:displacedByCustomXml="prev"/>
    <w:bookmarkStart w:id="5" w:name="SDMTitle2" w:displacedByCustomXml="next"/>
    <w:sdt>
      <w:sdtPr>
        <w:alias w:val="SDMTitle2"/>
        <w:tag w:val="SDMTitle2"/>
        <w:id w:val="-873765024"/>
        <w:lock w:val="sdtLocked"/>
        <w:placeholder>
          <w:docPart w:val="5AA7BC9EDA254ABCB87B7B8C482B1F07"/>
        </w:placeholder>
      </w:sdtPr>
      <w:sdtEndPr/>
      <w:sdtContent>
        <w:p w:rsidR="001A1BDD" w:rsidRPr="00152FB5" w:rsidRDefault="008D098D" w:rsidP="001A1BDD">
          <w:pPr>
            <w:pStyle w:val="SDMTitle2"/>
          </w:pPr>
          <w:r w:rsidRPr="008D098D">
            <w:t>N</w:t>
          </w:r>
          <w:r w:rsidRPr="008D098D">
            <w:rPr>
              <w:vertAlign w:val="subscript"/>
            </w:rPr>
            <w:t>2</w:t>
          </w:r>
          <w:r w:rsidRPr="008D098D">
            <w:t xml:space="preserve">O destruction in the tail gas </w:t>
          </w:r>
          <w:r>
            <w:t>of Caprolactam production plants</w:t>
          </w:r>
        </w:p>
      </w:sdtContent>
    </w:sdt>
    <w:bookmarkEnd w:id="5" w:displacedByCustomXml="prev"/>
    <w:sdt>
      <w:sdtPr>
        <w:id w:val="-1145814208"/>
        <w:placeholder>
          <w:docPart w:val="4FD18F3DA53A4C0FBC8A794499EC7807"/>
        </w:placeholder>
      </w:sdtPr>
      <w:sdtEndPr/>
      <w:sdtContent>
        <w:bookmarkStart w:id="6" w:name="SDMDocVerExt" w:displacedByCustomXml="next"/>
        <w:sdt>
          <w:sdtPr>
            <w:alias w:val="SDMDocVerExt"/>
            <w:tag w:val="SDMDocVerExt"/>
            <w:id w:val="1342886451"/>
            <w:lock w:val="sdtLocked"/>
            <w:placeholder>
              <w:docPart w:val="4FD18F3DA53A4C0FBC8A794499EC7807"/>
            </w:placeholder>
          </w:sdtPr>
          <w:sdtEndPr/>
          <w:sdtContent>
            <w:p w:rsidR="001F76B9" w:rsidRPr="00152FB5" w:rsidRDefault="001F50D8" w:rsidP="001F76B9">
              <w:pPr>
                <w:pStyle w:val="SDMTiInfo"/>
              </w:pPr>
              <w:sdt>
                <w:sdtPr>
                  <w:alias w:val="SDMDocVersionLabel"/>
                  <w:tag w:val="SDMDocVersionLabel"/>
                  <w:id w:val="-334845484"/>
                  <w:lock w:val="sdtContentLocked"/>
                  <w:placeholder>
                    <w:docPart w:val="4FD18F3DA53A4C0FBC8A794499EC7807"/>
                  </w:placeholder>
                </w:sdtPr>
                <w:sdtEndPr/>
                <w:sdtContent>
                  <w:r w:rsidR="00387CC9" w:rsidRPr="00152FB5">
                    <w:t>Version</w:t>
                  </w:r>
                </w:sdtContent>
              </w:sdt>
              <w:r w:rsidR="00387CC9" w:rsidRPr="00152FB5">
                <w:t xml:space="preserve"> </w:t>
              </w:r>
              <w:bookmarkStart w:id="7" w:name="SDMDocVer"/>
              <w:sdt>
                <w:sdtPr>
                  <w:alias w:val="SDMDocVer"/>
                  <w:tag w:val="SDMDocVer"/>
                  <w:id w:val="-2119430389"/>
                  <w:lock w:val="sdtLocked"/>
                  <w:placeholder>
                    <w:docPart w:val="E4650C05AF034E62A2065233837FA807"/>
                  </w:placeholder>
                </w:sdtPr>
                <w:sdtEndPr/>
                <w:sdtContent>
                  <w:r w:rsidR="005F36F7">
                    <w:t>0</w:t>
                  </w:r>
                  <w:r w:rsidR="005E71BB" w:rsidRPr="005E71BB">
                    <w:t>6</w:t>
                  </w:r>
                  <w:r w:rsidR="004C4BD2" w:rsidRPr="005E71BB">
                    <w:t>.0</w:t>
                  </w:r>
                </w:sdtContent>
              </w:sdt>
            </w:p>
            <w:bookmarkEnd w:id="7" w:displacedByCustomXml="next"/>
          </w:sdtContent>
        </w:sdt>
        <w:bookmarkEnd w:id="6" w:displacedByCustomXml="next"/>
      </w:sdtContent>
    </w:sdt>
    <w:sdt>
      <w:sdtPr>
        <w:id w:val="-1353872360"/>
        <w:placeholder>
          <w:docPart w:val="60A3A53247714384A560E7A06D7E209D"/>
        </w:placeholder>
      </w:sdtPr>
      <w:sdtEndPr/>
      <w:sdtContent>
        <w:sdt>
          <w:sdtPr>
            <w:alias w:val="Sectoral scope"/>
            <w:tag w:val="Sectoral scope"/>
            <w:id w:val="-645436085"/>
            <w:placeholder>
              <w:docPart w:val="60A3A53247714384A560E7A06D7E209D"/>
            </w:placeholder>
          </w:sdtPr>
          <w:sdtEndPr/>
          <w:sdtContent>
            <w:p w:rsidR="003E5EB8" w:rsidRPr="00152FB5" w:rsidRDefault="001F50D8" w:rsidP="003E5EB8">
              <w:pPr>
                <w:pStyle w:val="SDMTiInfo"/>
              </w:pPr>
              <w:sdt>
                <w:sdtPr>
                  <w:alias w:val="Sectoral scope"/>
                  <w:tag w:val="Sectoral scope"/>
                  <w:id w:val="1004096762"/>
                  <w:lock w:val="contentLocked"/>
                  <w:placeholder>
                    <w:docPart w:val="60A3A53247714384A560E7A06D7E209D"/>
                  </w:placeholder>
                </w:sdtPr>
                <w:sdtEndPr/>
                <w:sdtContent>
                  <w:r w:rsidR="003E5EB8">
                    <w:t>Sectoral scope(s):</w:t>
                  </w:r>
                </w:sdtContent>
              </w:sdt>
              <w:r w:rsidR="003E5EB8" w:rsidRPr="00152FB5">
                <w:t xml:space="preserve"> </w:t>
              </w:r>
              <w:r w:rsidR="00B940E2">
                <w:t>05</w:t>
              </w:r>
            </w:p>
          </w:sdtContent>
        </w:sdt>
      </w:sdtContent>
    </w:sdt>
    <w:p w:rsidR="003E5EB8" w:rsidRPr="00260651" w:rsidRDefault="003E5EB8" w:rsidP="00426CA3">
      <w:pPr>
        <w:rPr>
          <w:vanish/>
          <w:specVanish/>
        </w:rPr>
      </w:pPr>
    </w:p>
    <w:p w:rsidR="001445E7" w:rsidRDefault="001445E7" w:rsidP="001E266E"/>
    <w:p w:rsidR="001445E7" w:rsidRPr="001445E7" w:rsidRDefault="001445E7" w:rsidP="001445E7"/>
    <w:p w:rsidR="001445E7" w:rsidRDefault="001445E7" w:rsidP="001445E7"/>
    <w:p w:rsidR="001445E7" w:rsidRDefault="001445E7" w:rsidP="001445E7"/>
    <w:p w:rsidR="001445E7" w:rsidRDefault="001445E7" w:rsidP="001445E7"/>
    <w:p w:rsidR="001445E7" w:rsidRDefault="001445E7" w:rsidP="001445E7"/>
    <w:p w:rsidR="001445E7" w:rsidRDefault="001445E7" w:rsidP="001445E7"/>
    <w:p w:rsidR="001445E7" w:rsidRDefault="001445E7" w:rsidP="001445E7">
      <w:pPr>
        <w:jc w:val="center"/>
      </w:pPr>
    </w:p>
    <w:p w:rsidR="001445E7" w:rsidRDefault="001445E7" w:rsidP="001445E7"/>
    <w:p w:rsidR="006F5B88" w:rsidRPr="001445E7" w:rsidRDefault="006F5B88" w:rsidP="001445E7">
      <w:pPr>
        <w:sectPr w:rsidR="006F5B88" w:rsidRPr="001445E7" w:rsidSect="00585ED9">
          <w:headerReference w:type="default" r:id="rId9"/>
          <w:footerReference w:type="default" r:id="rId10"/>
          <w:headerReference w:type="first" r:id="rId11"/>
          <w:footerReference w:type="first" r:id="rId12"/>
          <w:pgSz w:w="11907" w:h="16840" w:code="9"/>
          <w:pgMar w:top="1985" w:right="1134" w:bottom="1418" w:left="1418" w:header="1418" w:footer="1418" w:gutter="0"/>
          <w:cols w:space="720"/>
          <w:titlePg/>
          <w:docGrid w:linePitch="299"/>
        </w:sectPr>
      </w:pPr>
    </w:p>
    <w:p w:rsidR="00235FD4" w:rsidRPr="00216E5B" w:rsidRDefault="009F4007" w:rsidP="00B86493">
      <w:pPr>
        <w:pStyle w:val="SDMTOCHeading"/>
      </w:pPr>
      <w:r w:rsidRPr="000E63FD">
        <w:lastRenderedPageBreak/>
        <w:t>TABLE OF CONTENTS</w:t>
      </w:r>
      <w:r w:rsidR="007344BA" w:rsidRPr="00216E5B">
        <w:tab/>
      </w:r>
      <w:r w:rsidR="00A37ABA" w:rsidRPr="00216E5B">
        <w:t>Page</w:t>
      </w:r>
    </w:p>
    <w:p w:rsidR="00976851" w:rsidRDefault="003F34BB">
      <w:pPr>
        <w:pStyle w:val="TOC1"/>
        <w:rPr>
          <w:rFonts w:asciiTheme="minorHAnsi" w:eastAsiaTheme="minorEastAsia" w:hAnsiTheme="minorHAnsi" w:cstheme="minorBidi"/>
          <w:b w:val="0"/>
          <w:caps w:val="0"/>
          <w:noProof/>
          <w:sz w:val="22"/>
          <w:szCs w:val="22"/>
          <w:lang w:eastAsia="en-GB"/>
        </w:rPr>
      </w:pPr>
      <w:r>
        <w:fldChar w:fldCharType="begin"/>
      </w:r>
      <w:r>
        <w:instrText xml:space="preserve"> TOC \o "2-3" </w:instrText>
      </w:r>
      <w:r w:rsidRPr="005F322B">
        <w:rPr>
          <w:b w:val="0"/>
        </w:rPr>
        <w:instrText>\h \</w:instrText>
      </w:r>
      <w:r>
        <w:instrText xml:space="preserve">z \t "Heading 1,1,SDMHead1,1,SDMAppTitle,6" </w:instrText>
      </w:r>
      <w:r>
        <w:fldChar w:fldCharType="separate"/>
      </w:r>
      <w:hyperlink w:anchor="_Toc358026509" w:history="1">
        <w:r w:rsidR="00976851" w:rsidRPr="00F74B4B">
          <w:rPr>
            <w:rStyle w:val="Hyperlink"/>
            <w:noProof/>
          </w:rPr>
          <w:t>1.</w:t>
        </w:r>
        <w:r w:rsidR="00976851">
          <w:rPr>
            <w:rFonts w:asciiTheme="minorHAnsi" w:eastAsiaTheme="minorEastAsia" w:hAnsiTheme="minorHAnsi" w:cstheme="minorBidi"/>
            <w:b w:val="0"/>
            <w:caps w:val="0"/>
            <w:noProof/>
            <w:sz w:val="22"/>
            <w:szCs w:val="22"/>
            <w:lang w:eastAsia="en-GB"/>
          </w:rPr>
          <w:tab/>
        </w:r>
        <w:r w:rsidR="00976851" w:rsidRPr="00F74B4B">
          <w:rPr>
            <w:rStyle w:val="Hyperlink"/>
            <w:noProof/>
          </w:rPr>
          <w:t>Introduction</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_Toc358026509 \h </w:instrText>
        </w:r>
        <w:r w:rsidR="00976851">
          <w:rPr>
            <w:noProof/>
            <w:webHidden/>
          </w:rPr>
        </w:r>
        <w:r w:rsidR="00976851">
          <w:rPr>
            <w:noProof/>
            <w:webHidden/>
          </w:rPr>
          <w:fldChar w:fldCharType="separate"/>
        </w:r>
        <w:r w:rsidR="001F50D8">
          <w:rPr>
            <w:noProof/>
            <w:webHidden/>
          </w:rPr>
          <w:t>3</w:t>
        </w:r>
        <w:r w:rsidR="00976851">
          <w:rPr>
            <w:noProof/>
            <w:webHidden/>
          </w:rPr>
          <w:fldChar w:fldCharType="end"/>
        </w:r>
      </w:hyperlink>
    </w:p>
    <w:p w:rsidR="00976851" w:rsidRDefault="001F50D8">
      <w:pPr>
        <w:pStyle w:val="TOC1"/>
        <w:rPr>
          <w:rFonts w:asciiTheme="minorHAnsi" w:eastAsiaTheme="minorEastAsia" w:hAnsiTheme="minorHAnsi" w:cstheme="minorBidi"/>
          <w:b w:val="0"/>
          <w:caps w:val="0"/>
          <w:noProof/>
          <w:sz w:val="22"/>
          <w:szCs w:val="22"/>
          <w:lang w:eastAsia="en-GB"/>
        </w:rPr>
      </w:pPr>
      <w:hyperlink w:anchor="_Toc358026510" w:history="1">
        <w:r w:rsidR="00976851" w:rsidRPr="00F74B4B">
          <w:rPr>
            <w:rStyle w:val="Hyperlink"/>
            <w:noProof/>
          </w:rPr>
          <w:t>2.</w:t>
        </w:r>
        <w:r w:rsidR="00976851">
          <w:rPr>
            <w:rFonts w:asciiTheme="minorHAnsi" w:eastAsiaTheme="minorEastAsia" w:hAnsiTheme="minorHAnsi" w:cstheme="minorBidi"/>
            <w:b w:val="0"/>
            <w:caps w:val="0"/>
            <w:noProof/>
            <w:sz w:val="22"/>
            <w:szCs w:val="22"/>
            <w:lang w:eastAsia="en-GB"/>
          </w:rPr>
          <w:tab/>
        </w:r>
        <w:r w:rsidR="00976851" w:rsidRPr="00F74B4B">
          <w:rPr>
            <w:rStyle w:val="Hyperlink"/>
            <w:noProof/>
          </w:rPr>
          <w:t>Scope, applicability, and entry into force</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_Toc358026510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11" w:history="1">
        <w:r w:rsidR="00976851" w:rsidRPr="00F74B4B">
          <w:rPr>
            <w:rStyle w:val="Hyperlink"/>
            <w:noProof/>
          </w:rPr>
          <w:t>2.1.</w:t>
        </w:r>
        <w:r w:rsidR="00976851">
          <w:rPr>
            <w:rFonts w:asciiTheme="minorHAnsi" w:eastAsiaTheme="minorEastAsia" w:hAnsiTheme="minorHAnsi" w:cstheme="minorBidi"/>
            <w:noProof/>
            <w:sz w:val="22"/>
            <w:szCs w:val="22"/>
            <w:lang w:eastAsia="en-GB"/>
          </w:rPr>
          <w:tab/>
        </w:r>
        <w:r w:rsidR="00976851" w:rsidRPr="00F74B4B">
          <w:rPr>
            <w:rStyle w:val="Hyperlink"/>
            <w:noProof/>
          </w:rPr>
          <w:t>Scope</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_Toc358026511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12" w:history="1">
        <w:r w:rsidR="00976851" w:rsidRPr="00F74B4B">
          <w:rPr>
            <w:rStyle w:val="Hyperlink"/>
            <w:noProof/>
          </w:rPr>
          <w:t>2.2.</w:t>
        </w:r>
        <w:r w:rsidR="00976851">
          <w:rPr>
            <w:rFonts w:asciiTheme="minorHAnsi" w:eastAsiaTheme="minorEastAsia" w:hAnsiTheme="minorHAnsi" w:cstheme="minorBidi"/>
            <w:noProof/>
            <w:sz w:val="22"/>
            <w:szCs w:val="22"/>
            <w:lang w:eastAsia="en-GB"/>
          </w:rPr>
          <w:tab/>
        </w:r>
        <w:r w:rsidR="00976851" w:rsidRPr="00F74B4B">
          <w:rPr>
            <w:rStyle w:val="Hyperlink"/>
            <w:noProof/>
          </w:rPr>
          <w:t>Applicability</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_Toc358026512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13" w:history="1">
        <w:r w:rsidR="00976851" w:rsidRPr="00F74B4B">
          <w:rPr>
            <w:rStyle w:val="Hyperlink"/>
            <w:noProof/>
          </w:rPr>
          <w:t>2.3.</w:t>
        </w:r>
        <w:r w:rsidR="00976851">
          <w:rPr>
            <w:rFonts w:asciiTheme="minorHAnsi" w:eastAsiaTheme="minorEastAsia" w:hAnsiTheme="minorHAnsi" w:cstheme="minorBidi"/>
            <w:noProof/>
            <w:sz w:val="22"/>
            <w:szCs w:val="22"/>
            <w:lang w:eastAsia="en-GB"/>
          </w:rPr>
          <w:tab/>
        </w:r>
        <w:r w:rsidR="00976851" w:rsidRPr="00F74B4B">
          <w:rPr>
            <w:rStyle w:val="Hyperlink"/>
            <w:noProof/>
          </w:rPr>
          <w:t>Entry into force</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_Toc358026513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1"/>
        <w:rPr>
          <w:rFonts w:asciiTheme="minorHAnsi" w:eastAsiaTheme="minorEastAsia" w:hAnsiTheme="minorHAnsi" w:cstheme="minorBidi"/>
          <w:b w:val="0"/>
          <w:caps w:val="0"/>
          <w:noProof/>
          <w:sz w:val="22"/>
          <w:szCs w:val="22"/>
          <w:lang w:eastAsia="en-GB"/>
        </w:rPr>
      </w:pPr>
      <w:hyperlink w:anchor="_Toc358026514" w:history="1">
        <w:r w:rsidR="00976851" w:rsidRPr="00F74B4B">
          <w:rPr>
            <w:rStyle w:val="Hyperlink"/>
            <w:noProof/>
          </w:rPr>
          <w:t>3.</w:t>
        </w:r>
        <w:r w:rsidR="00976851">
          <w:rPr>
            <w:rFonts w:asciiTheme="minorHAnsi" w:eastAsiaTheme="minorEastAsia" w:hAnsiTheme="minorHAnsi" w:cstheme="minorBidi"/>
            <w:b w:val="0"/>
            <w:caps w:val="0"/>
            <w:noProof/>
            <w:sz w:val="22"/>
            <w:szCs w:val="22"/>
            <w:lang w:eastAsia="en-GB"/>
          </w:rPr>
          <w:tab/>
        </w:r>
        <w:r w:rsidR="00976851" w:rsidRPr="00F74B4B">
          <w:rPr>
            <w:rStyle w:val="Hyperlink"/>
            <w:noProof/>
          </w:rPr>
          <w:t>Normative references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_Toc358026514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1"/>
        <w:rPr>
          <w:rFonts w:asciiTheme="minorHAnsi" w:eastAsiaTheme="minorEastAsia" w:hAnsiTheme="minorHAnsi" w:cstheme="minorBidi"/>
          <w:b w:val="0"/>
          <w:caps w:val="0"/>
          <w:noProof/>
          <w:sz w:val="22"/>
          <w:szCs w:val="22"/>
          <w:lang w:eastAsia="en-GB"/>
        </w:rPr>
      </w:pPr>
      <w:hyperlink w:anchor="_Toc358026515" w:history="1">
        <w:r w:rsidR="00976851" w:rsidRPr="00F74B4B">
          <w:rPr>
            <w:rStyle w:val="Hyperlink"/>
            <w:noProof/>
          </w:rPr>
          <w:t>4.</w:t>
        </w:r>
        <w:r w:rsidR="00976851">
          <w:rPr>
            <w:rFonts w:asciiTheme="minorHAnsi" w:eastAsiaTheme="minorEastAsia" w:hAnsiTheme="minorHAnsi" w:cstheme="minorBidi"/>
            <w:b w:val="0"/>
            <w:caps w:val="0"/>
            <w:noProof/>
            <w:sz w:val="22"/>
            <w:szCs w:val="22"/>
            <w:lang w:eastAsia="en-GB"/>
          </w:rPr>
          <w:tab/>
        </w:r>
        <w:r w:rsidR="00976851" w:rsidRPr="00F74B4B">
          <w:rPr>
            <w:rStyle w:val="Hyperlink"/>
            <w:noProof/>
          </w:rPr>
          <w:t>Definitions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_Toc358026515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1"/>
        <w:rPr>
          <w:rFonts w:asciiTheme="minorHAnsi" w:eastAsiaTheme="minorEastAsia" w:hAnsiTheme="minorHAnsi" w:cstheme="minorBidi"/>
          <w:b w:val="0"/>
          <w:caps w:val="0"/>
          <w:noProof/>
          <w:sz w:val="22"/>
          <w:szCs w:val="22"/>
          <w:lang w:eastAsia="en-GB"/>
        </w:rPr>
      </w:pPr>
      <w:hyperlink w:anchor="_Toc358026516" w:history="1">
        <w:r w:rsidR="00976851" w:rsidRPr="00F74B4B">
          <w:rPr>
            <w:rStyle w:val="Hyperlink"/>
            <w:noProof/>
          </w:rPr>
          <w:t>5.</w:t>
        </w:r>
        <w:r w:rsidR="00976851">
          <w:rPr>
            <w:rFonts w:asciiTheme="minorHAnsi" w:eastAsiaTheme="minorEastAsia" w:hAnsiTheme="minorHAnsi" w:cstheme="minorBidi"/>
            <w:b w:val="0"/>
            <w:caps w:val="0"/>
            <w:noProof/>
            <w:sz w:val="22"/>
            <w:szCs w:val="22"/>
            <w:lang w:eastAsia="en-GB"/>
          </w:rPr>
          <w:tab/>
        </w:r>
        <w:r w:rsidR="00976851" w:rsidRPr="00F74B4B">
          <w:rPr>
            <w:rStyle w:val="Hyperlink"/>
            <w:noProof/>
          </w:rPr>
          <w:t>Baseline methodology</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_Toc358026516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17" w:history="1">
        <w:r w:rsidR="00976851" w:rsidRPr="00F74B4B">
          <w:rPr>
            <w:rStyle w:val="Hyperlink"/>
            <w:noProof/>
          </w:rPr>
          <w:t>5.1.</w:t>
        </w:r>
        <w:r w:rsidR="00976851">
          <w:rPr>
            <w:rFonts w:asciiTheme="minorHAnsi" w:eastAsiaTheme="minorEastAsia" w:hAnsiTheme="minorHAnsi" w:cstheme="minorBidi"/>
            <w:noProof/>
            <w:sz w:val="22"/>
            <w:szCs w:val="22"/>
            <w:lang w:eastAsia="en-GB"/>
          </w:rPr>
          <w:tab/>
        </w:r>
        <w:r w:rsidR="00976851" w:rsidRPr="00F74B4B">
          <w:rPr>
            <w:rStyle w:val="Hyperlink"/>
            <w:noProof/>
          </w:rPr>
          <w:t>Project boundary</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_Toc358026517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18" w:history="1">
        <w:r w:rsidR="00976851" w:rsidRPr="00F74B4B">
          <w:rPr>
            <w:rStyle w:val="Hyperlink"/>
            <w:noProof/>
          </w:rPr>
          <w:t>5.1.1.</w:t>
        </w:r>
        <w:r w:rsidR="00976851">
          <w:rPr>
            <w:rFonts w:asciiTheme="minorHAnsi" w:eastAsiaTheme="minorEastAsia" w:hAnsiTheme="minorHAnsi" w:cstheme="minorBidi"/>
            <w:noProof/>
            <w:sz w:val="22"/>
            <w:szCs w:val="22"/>
            <w:lang w:eastAsia="en-GB"/>
          </w:rPr>
          <w:tab/>
        </w:r>
        <w:r w:rsidR="00976851" w:rsidRPr="00F74B4B">
          <w:rPr>
            <w:rStyle w:val="Hyperlink"/>
            <w:noProof/>
          </w:rPr>
          <w:t>Step 1: Identify technically feasible baseline scenario alternatives to the project activity</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_Toc358026518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19" w:history="1">
        <w:r w:rsidR="00976851" w:rsidRPr="00F74B4B">
          <w:rPr>
            <w:rStyle w:val="Hyperlink"/>
            <w:noProof/>
          </w:rPr>
          <w:t>5.1.2.</w:t>
        </w:r>
        <w:r w:rsidR="00976851">
          <w:rPr>
            <w:rFonts w:asciiTheme="minorHAnsi" w:eastAsiaTheme="minorEastAsia" w:hAnsiTheme="minorHAnsi" w:cstheme="minorBidi"/>
            <w:noProof/>
            <w:sz w:val="22"/>
            <w:szCs w:val="22"/>
            <w:lang w:eastAsia="en-GB"/>
          </w:rPr>
          <w:tab/>
        </w:r>
        <w:r w:rsidR="00976851" w:rsidRPr="00F74B4B">
          <w:rPr>
            <w:rStyle w:val="Hyperlink"/>
            <w:noProof/>
          </w:rPr>
          <w:t>Step 2: Eliminate baseline alternatives that do not comply with legal or regulatory requirements: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_Toc358026519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20" w:history="1">
        <w:r w:rsidR="00976851" w:rsidRPr="00F74B4B">
          <w:rPr>
            <w:rStyle w:val="Hyperlink"/>
            <w:noProof/>
          </w:rPr>
          <w:t>5.1.3.</w:t>
        </w:r>
        <w:r w:rsidR="00976851">
          <w:rPr>
            <w:rFonts w:asciiTheme="minorHAnsi" w:eastAsiaTheme="minorEastAsia" w:hAnsiTheme="minorHAnsi" w:cstheme="minorBidi"/>
            <w:noProof/>
            <w:sz w:val="22"/>
            <w:szCs w:val="22"/>
            <w:lang w:eastAsia="en-GB"/>
          </w:rPr>
          <w:tab/>
        </w:r>
        <w:r w:rsidR="00976851" w:rsidRPr="00F74B4B">
          <w:rPr>
            <w:rStyle w:val="Hyperlink"/>
            <w:noProof/>
          </w:rPr>
          <w:t>Step 3: Eliminate baseline alternatives that face prohibitive barriers (barrier analysis)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_Toc358026520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21" w:history="1">
        <w:r w:rsidR="00976851" w:rsidRPr="00F74B4B">
          <w:rPr>
            <w:rStyle w:val="Hyperlink"/>
            <w:noProof/>
          </w:rPr>
          <w:t>5.1.4.</w:t>
        </w:r>
        <w:r w:rsidR="00976851">
          <w:rPr>
            <w:rFonts w:asciiTheme="minorHAnsi" w:eastAsiaTheme="minorEastAsia" w:hAnsiTheme="minorHAnsi" w:cstheme="minorBidi"/>
            <w:noProof/>
            <w:sz w:val="22"/>
            <w:szCs w:val="22"/>
            <w:lang w:eastAsia="en-GB"/>
          </w:rPr>
          <w:tab/>
        </w:r>
        <w:r w:rsidR="00976851" w:rsidRPr="00F74B4B">
          <w:rPr>
            <w:rStyle w:val="Hyperlink"/>
            <w:noProof/>
          </w:rPr>
          <w:t>Step 4: Identify the most economically attractive baseline scenario alternative</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_Toc358026521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22" w:history="1">
        <w:r w:rsidR="00976851" w:rsidRPr="00F74B4B">
          <w:rPr>
            <w:rStyle w:val="Hyperlink"/>
            <w:noProof/>
          </w:rPr>
          <w:t>5.1.5.</w:t>
        </w:r>
        <w:r w:rsidR="00976851">
          <w:rPr>
            <w:rFonts w:asciiTheme="minorHAnsi" w:eastAsiaTheme="minorEastAsia" w:hAnsiTheme="minorHAnsi" w:cstheme="minorBidi"/>
            <w:noProof/>
            <w:sz w:val="22"/>
            <w:szCs w:val="22"/>
            <w:lang w:eastAsia="en-GB"/>
          </w:rPr>
          <w:tab/>
        </w:r>
        <w:r w:rsidR="00976851" w:rsidRPr="00F74B4B">
          <w:rPr>
            <w:rStyle w:val="Hyperlink"/>
            <w:noProof/>
          </w:rPr>
          <w:t>Step 5: Re-assessment of baseline scenario in course of proposed project activity’s lifetime</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_Toc358026522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23" w:history="1">
        <w:r w:rsidR="00976851" w:rsidRPr="00F74B4B">
          <w:rPr>
            <w:rStyle w:val="Hyperlink"/>
            <w:noProof/>
          </w:rPr>
          <w:t>5.2.</w:t>
        </w:r>
        <w:r w:rsidR="00976851">
          <w:rPr>
            <w:rFonts w:asciiTheme="minorHAnsi" w:eastAsiaTheme="minorEastAsia" w:hAnsiTheme="minorHAnsi" w:cstheme="minorBidi"/>
            <w:noProof/>
            <w:sz w:val="22"/>
            <w:szCs w:val="22"/>
            <w:lang w:eastAsia="en-GB"/>
          </w:rPr>
          <w:tab/>
        </w:r>
        <w:r w:rsidR="00976851" w:rsidRPr="00F74B4B">
          <w:rPr>
            <w:rStyle w:val="Hyperlink"/>
            <w:noProof/>
          </w:rPr>
          <w:t>Additionality</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_Toc358026523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24" w:history="1">
        <w:r w:rsidR="00976851" w:rsidRPr="00F74B4B">
          <w:rPr>
            <w:rStyle w:val="Hyperlink"/>
            <w:noProof/>
          </w:rPr>
          <w:t>5.3.</w:t>
        </w:r>
        <w:r w:rsidR="00976851">
          <w:rPr>
            <w:rFonts w:asciiTheme="minorHAnsi" w:eastAsiaTheme="minorEastAsia" w:hAnsiTheme="minorHAnsi" w:cstheme="minorBidi"/>
            <w:noProof/>
            <w:sz w:val="22"/>
            <w:szCs w:val="22"/>
            <w:lang w:eastAsia="en-GB"/>
          </w:rPr>
          <w:tab/>
        </w:r>
        <w:r w:rsidR="00976851" w:rsidRPr="00F74B4B">
          <w:rPr>
            <w:rStyle w:val="Hyperlink"/>
            <w:noProof/>
          </w:rPr>
          <w:t>Project emissions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_Toc358026524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25" w:history="1">
        <w:r w:rsidR="00976851" w:rsidRPr="00F74B4B">
          <w:rPr>
            <w:rStyle w:val="Hyperlink"/>
            <w:noProof/>
          </w:rPr>
          <w:t>5.3.1.</w:t>
        </w:r>
        <w:r w:rsidR="00976851">
          <w:rPr>
            <w:rFonts w:asciiTheme="minorHAnsi" w:eastAsiaTheme="minorEastAsia" w:hAnsiTheme="minorHAnsi" w:cstheme="minorBidi"/>
            <w:noProof/>
            <w:sz w:val="22"/>
            <w:szCs w:val="22"/>
            <w:lang w:eastAsia="en-GB"/>
          </w:rPr>
          <w:tab/>
        </w:r>
        <w:r w:rsidR="00976851" w:rsidRPr="00F74B4B">
          <w:rPr>
            <w:rStyle w:val="Hyperlink"/>
            <w:noProof/>
          </w:rPr>
          <w:t>N</w:t>
        </w:r>
        <w:r w:rsidR="00976851" w:rsidRPr="00F74B4B">
          <w:rPr>
            <w:rStyle w:val="Hyperlink"/>
            <w:noProof/>
            <w:vertAlign w:val="subscript"/>
          </w:rPr>
          <w:t>2</w:t>
        </w:r>
        <w:r w:rsidR="00976851" w:rsidRPr="00F74B4B">
          <w:rPr>
            <w:rStyle w:val="Hyperlink"/>
            <w:noProof/>
          </w:rPr>
          <w:t>O emissions not destroyed by the project activity</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_Toc358026525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26" w:history="1">
        <w:r w:rsidR="00976851" w:rsidRPr="00F74B4B">
          <w:rPr>
            <w:rStyle w:val="Hyperlink"/>
            <w:noProof/>
          </w:rPr>
          <w:t>5.3.2.</w:t>
        </w:r>
        <w:r w:rsidR="00976851">
          <w:rPr>
            <w:rFonts w:asciiTheme="minorHAnsi" w:eastAsiaTheme="minorEastAsia" w:hAnsiTheme="minorHAnsi" w:cstheme="minorBidi"/>
            <w:noProof/>
            <w:sz w:val="22"/>
            <w:szCs w:val="22"/>
            <w:lang w:eastAsia="en-GB"/>
          </w:rPr>
          <w:tab/>
        </w:r>
        <w:r w:rsidR="00976851" w:rsidRPr="00F74B4B">
          <w:rPr>
            <w:rStyle w:val="Hyperlink"/>
            <w:noProof/>
          </w:rPr>
          <w:t>Project emissions from the operation of the destruction facility</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_Toc358026526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27" w:history="1">
        <w:r w:rsidR="00976851" w:rsidRPr="00F74B4B">
          <w:rPr>
            <w:rStyle w:val="Hyperlink"/>
            <w:noProof/>
          </w:rPr>
          <w:t>5.4.</w:t>
        </w:r>
        <w:r w:rsidR="00976851">
          <w:rPr>
            <w:rFonts w:asciiTheme="minorHAnsi" w:eastAsiaTheme="minorEastAsia" w:hAnsiTheme="minorHAnsi" w:cstheme="minorBidi"/>
            <w:noProof/>
            <w:sz w:val="22"/>
            <w:szCs w:val="22"/>
            <w:lang w:eastAsia="en-GB"/>
          </w:rPr>
          <w:tab/>
        </w:r>
        <w:r w:rsidR="00976851" w:rsidRPr="00F74B4B">
          <w:rPr>
            <w:rStyle w:val="Hyperlink"/>
            <w:noProof/>
          </w:rPr>
          <w:t>Baseline emissions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_Toc358026527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28" w:history="1">
        <w:r w:rsidR="00976851" w:rsidRPr="00F74B4B">
          <w:rPr>
            <w:rStyle w:val="Hyperlink"/>
            <w:noProof/>
          </w:rPr>
          <w:t>5.4.1.</w:t>
        </w:r>
        <w:r w:rsidR="00976851">
          <w:rPr>
            <w:rFonts w:asciiTheme="minorHAnsi" w:eastAsiaTheme="minorEastAsia" w:hAnsiTheme="minorHAnsi" w:cstheme="minorBidi"/>
            <w:noProof/>
            <w:sz w:val="22"/>
            <w:szCs w:val="22"/>
            <w:lang w:eastAsia="en-GB"/>
          </w:rPr>
          <w:tab/>
        </w:r>
        <w:r w:rsidR="00976851" w:rsidRPr="00F74B4B">
          <w:rPr>
            <w:rStyle w:val="Hyperlink"/>
            <w:noProof/>
          </w:rPr>
          <w:t>Case 1: The most plausible baseline scenario is that no N</w:t>
        </w:r>
        <w:r w:rsidR="00976851" w:rsidRPr="00F74B4B">
          <w:rPr>
            <w:rStyle w:val="Hyperlink"/>
            <w:noProof/>
            <w:vertAlign w:val="subscript"/>
          </w:rPr>
          <w:t>2</w:t>
        </w:r>
        <w:r w:rsidR="00976851" w:rsidRPr="00F74B4B">
          <w:rPr>
            <w:rStyle w:val="Hyperlink"/>
            <w:noProof/>
          </w:rPr>
          <w:t>O would be abated in the absence of the project activity (i.e. no secondary or tertiary reductions measures and no NSCR De-NO</w:t>
        </w:r>
        <w:r w:rsidR="00976851" w:rsidRPr="00F74B4B">
          <w:rPr>
            <w:rStyle w:val="Hyperlink"/>
            <w:noProof/>
            <w:vertAlign w:val="subscript"/>
          </w:rPr>
          <w:t>X</w:t>
        </w:r>
        <w:r w:rsidR="00976851" w:rsidRPr="00F74B4B">
          <w:rPr>
            <w:rStyle w:val="Hyperlink"/>
            <w:noProof/>
          </w:rPr>
          <w:t xml:space="preserve"> unit would be installed)</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_Toc358026528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29" w:history="1">
        <w:r w:rsidR="00976851" w:rsidRPr="00F74B4B">
          <w:rPr>
            <w:rStyle w:val="Hyperlink"/>
            <w:noProof/>
          </w:rPr>
          <w:t>5.4.2.</w:t>
        </w:r>
        <w:r w:rsidR="00976851">
          <w:rPr>
            <w:rFonts w:asciiTheme="minorHAnsi" w:eastAsiaTheme="minorEastAsia" w:hAnsiTheme="minorHAnsi" w:cstheme="minorBidi"/>
            <w:noProof/>
            <w:sz w:val="22"/>
            <w:szCs w:val="22"/>
            <w:lang w:eastAsia="en-GB"/>
          </w:rPr>
          <w:tab/>
        </w:r>
        <w:r w:rsidR="00976851" w:rsidRPr="00F74B4B">
          <w:rPr>
            <w:rStyle w:val="Hyperlink"/>
            <w:noProof/>
          </w:rPr>
          <w:t>Case 2: Legal regulations for N</w:t>
        </w:r>
        <w:r w:rsidR="00976851" w:rsidRPr="00F74B4B">
          <w:rPr>
            <w:rStyle w:val="Hyperlink"/>
            <w:noProof/>
            <w:vertAlign w:val="subscript"/>
          </w:rPr>
          <w:t>2</w:t>
        </w:r>
        <w:r w:rsidR="00976851" w:rsidRPr="00F74B4B">
          <w:rPr>
            <w:rStyle w:val="Hyperlink"/>
            <w:noProof/>
          </w:rPr>
          <w:t>O are implemented</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_Toc358026529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30" w:history="1">
        <w:r w:rsidR="00976851" w:rsidRPr="00F74B4B">
          <w:rPr>
            <w:rStyle w:val="Hyperlink"/>
            <w:noProof/>
          </w:rPr>
          <w:t>5.5.</w:t>
        </w:r>
        <w:r w:rsidR="00976851">
          <w:rPr>
            <w:rFonts w:asciiTheme="minorHAnsi" w:eastAsiaTheme="minorEastAsia" w:hAnsiTheme="minorHAnsi" w:cstheme="minorBidi"/>
            <w:noProof/>
            <w:sz w:val="22"/>
            <w:szCs w:val="22"/>
            <w:lang w:eastAsia="en-GB"/>
          </w:rPr>
          <w:tab/>
        </w:r>
        <w:r w:rsidR="00976851" w:rsidRPr="00F74B4B">
          <w:rPr>
            <w:rStyle w:val="Hyperlink"/>
            <w:noProof/>
          </w:rPr>
          <w:t>Procedures used to determine the permitted operating conditions of the caprolactam production plant in order to avoid “overestimation of emission reductions”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_Toc358026530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31" w:history="1">
        <w:r w:rsidR="00976851" w:rsidRPr="00F74B4B">
          <w:rPr>
            <w:rStyle w:val="Hyperlink"/>
            <w:noProof/>
          </w:rPr>
          <w:t>5.5.1.</w:t>
        </w:r>
        <w:r w:rsidR="00976851">
          <w:rPr>
            <w:rFonts w:asciiTheme="minorHAnsi" w:eastAsiaTheme="minorEastAsia" w:hAnsiTheme="minorHAnsi" w:cstheme="minorBidi"/>
            <w:noProof/>
            <w:sz w:val="22"/>
            <w:szCs w:val="22"/>
            <w:lang w:eastAsia="en-GB"/>
          </w:rPr>
          <w:tab/>
        </w:r>
        <w:r w:rsidR="00976851" w:rsidRPr="00F74B4B">
          <w:rPr>
            <w:rStyle w:val="Hyperlink"/>
            <w:noProof/>
          </w:rPr>
          <w:t>Operating temperature and pressure of the ammonia oxidation reactor (AOR)</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_Toc358026531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32" w:history="1">
        <w:r w:rsidR="00976851" w:rsidRPr="00F74B4B">
          <w:rPr>
            <w:rStyle w:val="Hyperlink"/>
            <w:noProof/>
          </w:rPr>
          <w:t>5.5.2.</w:t>
        </w:r>
        <w:r w:rsidR="00976851">
          <w:rPr>
            <w:rFonts w:asciiTheme="minorHAnsi" w:eastAsiaTheme="minorEastAsia" w:hAnsiTheme="minorHAnsi" w:cstheme="minorBidi"/>
            <w:noProof/>
            <w:sz w:val="22"/>
            <w:szCs w:val="22"/>
            <w:lang w:eastAsia="en-GB"/>
          </w:rPr>
          <w:tab/>
        </w:r>
        <w:r w:rsidR="00976851" w:rsidRPr="00F74B4B">
          <w:rPr>
            <w:rStyle w:val="Hyperlink"/>
            <w:noProof/>
          </w:rPr>
          <w:t>Composition of ammonia oxidation catalyst</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_Toc358026532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33" w:history="1">
        <w:r w:rsidR="00976851" w:rsidRPr="00F74B4B">
          <w:rPr>
            <w:rStyle w:val="Hyperlink"/>
            <w:noProof/>
          </w:rPr>
          <w:t>5.5.3.</w:t>
        </w:r>
        <w:r w:rsidR="00976851">
          <w:rPr>
            <w:rFonts w:asciiTheme="minorHAnsi" w:eastAsiaTheme="minorEastAsia" w:hAnsiTheme="minorHAnsi" w:cstheme="minorBidi"/>
            <w:noProof/>
            <w:sz w:val="22"/>
            <w:szCs w:val="22"/>
            <w:lang w:eastAsia="en-GB"/>
          </w:rPr>
          <w:tab/>
        </w:r>
        <w:r w:rsidR="00976851" w:rsidRPr="00F74B4B">
          <w:rPr>
            <w:rStyle w:val="Hyperlink"/>
            <w:noProof/>
          </w:rPr>
          <w:t>Ammonia flow rate to the ammonia oxidation reactor</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_Toc358026533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34" w:history="1">
        <w:r w:rsidR="00976851" w:rsidRPr="00F74B4B">
          <w:rPr>
            <w:rStyle w:val="Hyperlink"/>
            <w:noProof/>
          </w:rPr>
          <w:t>5.6.</w:t>
        </w:r>
        <w:r w:rsidR="00976851">
          <w:rPr>
            <w:rFonts w:asciiTheme="minorHAnsi" w:eastAsiaTheme="minorEastAsia" w:hAnsiTheme="minorHAnsi" w:cstheme="minorBidi"/>
            <w:noProof/>
            <w:sz w:val="22"/>
            <w:szCs w:val="22"/>
            <w:lang w:eastAsia="en-GB"/>
          </w:rPr>
          <w:tab/>
        </w:r>
        <w:r w:rsidR="00976851" w:rsidRPr="00F74B4B">
          <w:rPr>
            <w:rStyle w:val="Hyperlink"/>
            <w:noProof/>
          </w:rPr>
          <w:t>Leakage</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_Toc358026534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35" w:history="1">
        <w:r w:rsidR="00976851" w:rsidRPr="00F74B4B">
          <w:rPr>
            <w:rStyle w:val="Hyperlink"/>
            <w:noProof/>
          </w:rPr>
          <w:t>5.7.</w:t>
        </w:r>
        <w:r w:rsidR="00976851">
          <w:rPr>
            <w:rFonts w:asciiTheme="minorHAnsi" w:eastAsiaTheme="minorEastAsia" w:hAnsiTheme="minorHAnsi" w:cstheme="minorBidi"/>
            <w:noProof/>
            <w:sz w:val="22"/>
            <w:szCs w:val="22"/>
            <w:lang w:eastAsia="en-GB"/>
          </w:rPr>
          <w:tab/>
        </w:r>
        <w:r w:rsidR="00976851" w:rsidRPr="00F74B4B">
          <w:rPr>
            <w:rStyle w:val="Hyperlink"/>
            <w:noProof/>
          </w:rPr>
          <w:t>Emission reductions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_Toc358026535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36" w:history="1">
        <w:r w:rsidR="00976851" w:rsidRPr="00F74B4B">
          <w:rPr>
            <w:rStyle w:val="Hyperlink"/>
            <w:noProof/>
          </w:rPr>
          <w:t>5.8.</w:t>
        </w:r>
        <w:r w:rsidR="00976851">
          <w:rPr>
            <w:rFonts w:asciiTheme="minorHAnsi" w:eastAsiaTheme="minorEastAsia" w:hAnsiTheme="minorHAnsi" w:cstheme="minorBidi"/>
            <w:noProof/>
            <w:sz w:val="22"/>
            <w:szCs w:val="22"/>
            <w:lang w:eastAsia="en-GB"/>
          </w:rPr>
          <w:tab/>
        </w:r>
        <w:r w:rsidR="00976851" w:rsidRPr="00F74B4B">
          <w:rPr>
            <w:rStyle w:val="Hyperlink"/>
            <w:noProof/>
          </w:rPr>
          <w:t>Data and parameters not monitored</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_Toc358026536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1"/>
        <w:rPr>
          <w:rFonts w:asciiTheme="minorHAnsi" w:eastAsiaTheme="minorEastAsia" w:hAnsiTheme="minorHAnsi" w:cstheme="minorBidi"/>
          <w:b w:val="0"/>
          <w:caps w:val="0"/>
          <w:noProof/>
          <w:sz w:val="22"/>
          <w:szCs w:val="22"/>
          <w:lang w:eastAsia="en-GB"/>
        </w:rPr>
      </w:pPr>
      <w:hyperlink w:anchor="_Toc358026537" w:history="1">
        <w:r w:rsidR="00976851" w:rsidRPr="00F74B4B">
          <w:rPr>
            <w:rStyle w:val="Hyperlink"/>
            <w:noProof/>
          </w:rPr>
          <w:t>6.</w:t>
        </w:r>
        <w:r w:rsidR="00976851">
          <w:rPr>
            <w:rFonts w:asciiTheme="minorHAnsi" w:eastAsiaTheme="minorEastAsia" w:hAnsiTheme="minorHAnsi" w:cstheme="minorBidi"/>
            <w:b w:val="0"/>
            <w:caps w:val="0"/>
            <w:noProof/>
            <w:sz w:val="22"/>
            <w:szCs w:val="22"/>
            <w:lang w:eastAsia="en-GB"/>
          </w:rPr>
          <w:tab/>
        </w:r>
        <w:r w:rsidR="00976851" w:rsidRPr="00F74B4B">
          <w:rPr>
            <w:rStyle w:val="Hyperlink"/>
            <w:noProof/>
          </w:rPr>
          <w:t>Monitoring methodology</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_Toc358026537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38" w:history="1">
        <w:r w:rsidR="00976851" w:rsidRPr="00F74B4B">
          <w:rPr>
            <w:rStyle w:val="Hyperlink"/>
            <w:noProof/>
          </w:rPr>
          <w:t>6.1.</w:t>
        </w:r>
        <w:r w:rsidR="00976851">
          <w:rPr>
            <w:rFonts w:asciiTheme="minorHAnsi" w:eastAsiaTheme="minorEastAsia" w:hAnsiTheme="minorHAnsi" w:cstheme="minorBidi"/>
            <w:noProof/>
            <w:sz w:val="22"/>
            <w:szCs w:val="22"/>
            <w:lang w:eastAsia="en-GB"/>
          </w:rPr>
          <w:tab/>
        </w:r>
        <w:r w:rsidR="00976851" w:rsidRPr="00F74B4B">
          <w:rPr>
            <w:rStyle w:val="Hyperlink"/>
            <w:noProof/>
          </w:rPr>
          <w:t>Archival of monitoring information</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_Toc358026538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39" w:history="1">
        <w:r w:rsidR="00976851" w:rsidRPr="00F74B4B">
          <w:rPr>
            <w:rStyle w:val="Hyperlink"/>
            <w:noProof/>
          </w:rPr>
          <w:t>6.2.</w:t>
        </w:r>
        <w:r w:rsidR="00976851">
          <w:rPr>
            <w:rFonts w:asciiTheme="minorHAnsi" w:eastAsiaTheme="minorEastAsia" w:hAnsiTheme="minorHAnsi" w:cstheme="minorBidi"/>
            <w:noProof/>
            <w:sz w:val="22"/>
            <w:szCs w:val="22"/>
            <w:lang w:eastAsia="en-GB"/>
          </w:rPr>
          <w:tab/>
        </w:r>
        <w:r w:rsidR="00976851" w:rsidRPr="00F74B4B">
          <w:rPr>
            <w:rStyle w:val="Hyperlink"/>
            <w:noProof/>
          </w:rPr>
          <w:t>Determination of conversion rates of hydrocarbons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_Toc358026539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40" w:history="1">
        <w:r w:rsidR="00976851" w:rsidRPr="00F74B4B">
          <w:rPr>
            <w:rStyle w:val="Hyperlink"/>
            <w:noProof/>
          </w:rPr>
          <w:t>6.2.1.</w:t>
        </w:r>
        <w:r w:rsidR="00976851">
          <w:rPr>
            <w:rFonts w:asciiTheme="minorHAnsi" w:eastAsiaTheme="minorEastAsia" w:hAnsiTheme="minorHAnsi" w:cstheme="minorBidi"/>
            <w:noProof/>
            <w:sz w:val="22"/>
            <w:szCs w:val="22"/>
            <w:lang w:eastAsia="en-GB"/>
          </w:rPr>
          <w:tab/>
        </w:r>
        <w:r w:rsidR="00976851" w:rsidRPr="00F74B4B">
          <w:rPr>
            <w:rStyle w:val="Hyperlink"/>
            <w:noProof/>
          </w:rPr>
          <w:t>Case 1: Fraction of methane not converted will be measured</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_Toc358026540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41" w:history="1">
        <w:r w:rsidR="00976851" w:rsidRPr="00F74B4B">
          <w:rPr>
            <w:rStyle w:val="Hyperlink"/>
            <w:noProof/>
          </w:rPr>
          <w:t>6.2.2.</w:t>
        </w:r>
        <w:r w:rsidR="00976851">
          <w:rPr>
            <w:rFonts w:asciiTheme="minorHAnsi" w:eastAsiaTheme="minorEastAsia" w:hAnsiTheme="minorHAnsi" w:cstheme="minorBidi"/>
            <w:noProof/>
            <w:sz w:val="22"/>
            <w:szCs w:val="22"/>
            <w:lang w:eastAsia="en-GB"/>
          </w:rPr>
          <w:tab/>
        </w:r>
        <w:r w:rsidR="00976851" w:rsidRPr="00F74B4B">
          <w:rPr>
            <w:rStyle w:val="Hyperlink"/>
            <w:noProof/>
          </w:rPr>
          <w:t>Case 2: Fraction of methane not converted will not be measured due to unreasonable costs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_Toc358026541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42" w:history="1">
        <w:r w:rsidR="00976851" w:rsidRPr="00F74B4B">
          <w:rPr>
            <w:rStyle w:val="Hyperlink"/>
            <w:noProof/>
          </w:rPr>
          <w:t>6.3.</w:t>
        </w:r>
        <w:r w:rsidR="00976851">
          <w:rPr>
            <w:rFonts w:asciiTheme="minorHAnsi" w:eastAsiaTheme="minorEastAsia" w:hAnsiTheme="minorHAnsi" w:cstheme="minorBidi"/>
            <w:noProof/>
            <w:sz w:val="22"/>
            <w:szCs w:val="22"/>
            <w:lang w:eastAsia="en-GB"/>
          </w:rPr>
          <w:tab/>
        </w:r>
        <w:r w:rsidR="00976851" w:rsidRPr="00F74B4B">
          <w:rPr>
            <w:rStyle w:val="Hyperlink"/>
            <w:noProof/>
          </w:rPr>
          <w:t>Data and parameters monitored</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_Toc358026542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43" w:history="1">
        <w:r w:rsidR="00976851" w:rsidRPr="00F74B4B">
          <w:rPr>
            <w:rStyle w:val="Hyperlink"/>
            <w:noProof/>
          </w:rPr>
          <w:t>6.3.1.</w:t>
        </w:r>
        <w:r w:rsidR="00976851">
          <w:rPr>
            <w:rFonts w:asciiTheme="minorHAnsi" w:eastAsiaTheme="minorEastAsia" w:hAnsiTheme="minorHAnsi" w:cstheme="minorBidi"/>
            <w:noProof/>
            <w:sz w:val="22"/>
            <w:szCs w:val="22"/>
            <w:lang w:eastAsia="en-GB"/>
          </w:rPr>
          <w:tab/>
        </w:r>
        <w:r w:rsidR="00976851" w:rsidRPr="00F74B4B">
          <w:rPr>
            <w:rStyle w:val="Hyperlink"/>
            <w:noProof/>
          </w:rPr>
          <w:t>Project emissions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_Toc358026543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44" w:history="1">
        <w:r w:rsidR="00976851" w:rsidRPr="00F74B4B">
          <w:rPr>
            <w:rStyle w:val="Hyperlink"/>
            <w:noProof/>
          </w:rPr>
          <w:t>6.3.2.</w:t>
        </w:r>
        <w:r w:rsidR="00976851">
          <w:rPr>
            <w:rFonts w:asciiTheme="minorHAnsi" w:eastAsiaTheme="minorEastAsia" w:hAnsiTheme="minorHAnsi" w:cstheme="minorBidi"/>
            <w:noProof/>
            <w:sz w:val="22"/>
            <w:szCs w:val="22"/>
            <w:lang w:eastAsia="en-GB"/>
          </w:rPr>
          <w:tab/>
        </w:r>
        <w:r w:rsidR="00976851" w:rsidRPr="00F74B4B">
          <w:rPr>
            <w:rStyle w:val="Hyperlink"/>
            <w:noProof/>
          </w:rPr>
          <w:t>Baseline emissions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_Toc358026544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3"/>
        <w:rPr>
          <w:rFonts w:asciiTheme="minorHAnsi" w:eastAsiaTheme="minorEastAsia" w:hAnsiTheme="minorHAnsi" w:cstheme="minorBidi"/>
          <w:noProof/>
          <w:sz w:val="22"/>
          <w:szCs w:val="22"/>
          <w:lang w:eastAsia="en-GB"/>
        </w:rPr>
      </w:pPr>
      <w:hyperlink w:anchor="_Toc358026545" w:history="1">
        <w:r w:rsidR="00976851" w:rsidRPr="00F74B4B">
          <w:rPr>
            <w:rStyle w:val="Hyperlink"/>
            <w:noProof/>
          </w:rPr>
          <w:t>6.3.3.</w:t>
        </w:r>
        <w:r w:rsidR="00976851">
          <w:rPr>
            <w:rFonts w:asciiTheme="minorHAnsi" w:eastAsiaTheme="minorEastAsia" w:hAnsiTheme="minorHAnsi" w:cstheme="minorBidi"/>
            <w:noProof/>
            <w:sz w:val="22"/>
            <w:szCs w:val="22"/>
            <w:lang w:eastAsia="en-GB"/>
          </w:rPr>
          <w:tab/>
        </w:r>
        <w:r w:rsidR="00976851" w:rsidRPr="00F74B4B">
          <w:rPr>
            <w:rStyle w:val="Hyperlink"/>
            <w:noProof/>
          </w:rPr>
          <w:t>Leakage emissions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_Toc358026545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976851" w:rsidRDefault="001F50D8">
      <w:pPr>
        <w:pStyle w:val="TOC2"/>
        <w:rPr>
          <w:rFonts w:asciiTheme="minorHAnsi" w:eastAsiaTheme="minorEastAsia" w:hAnsiTheme="minorHAnsi" w:cstheme="minorBidi"/>
          <w:noProof/>
          <w:sz w:val="22"/>
          <w:szCs w:val="22"/>
          <w:lang w:eastAsia="en-GB"/>
        </w:rPr>
      </w:pPr>
      <w:hyperlink w:anchor="_Toc358026546" w:history="1">
        <w:r w:rsidR="00976851" w:rsidRPr="00F74B4B">
          <w:rPr>
            <w:rStyle w:val="Hyperlink"/>
            <w:noProof/>
          </w:rPr>
          <w:t>6.4.</w:t>
        </w:r>
        <w:r w:rsidR="00976851">
          <w:rPr>
            <w:rFonts w:asciiTheme="minorHAnsi" w:eastAsiaTheme="minorEastAsia" w:hAnsiTheme="minorHAnsi" w:cstheme="minorBidi"/>
            <w:noProof/>
            <w:sz w:val="22"/>
            <w:szCs w:val="22"/>
            <w:lang w:eastAsia="en-GB"/>
          </w:rPr>
          <w:tab/>
        </w:r>
        <w:r w:rsidR="00976851" w:rsidRPr="00F74B4B">
          <w:rPr>
            <w:rStyle w:val="Hyperlink"/>
            <w:noProof/>
          </w:rPr>
          <w:t>Good monitoring practice and performance characteristics</w:t>
        </w:r>
        <w:r w:rsidR="00976851">
          <w:rPr>
            <w:noProof/>
            <w:webHidden/>
          </w:rPr>
          <w:tab/>
        </w:r>
        <w:r w:rsidR="00976851">
          <w:rPr>
            <w:rStyle w:val="Hyperlink"/>
            <w:noProof/>
          </w:rPr>
          <w:tab/>
        </w:r>
        <w:r w:rsidR="00976851">
          <w:rPr>
            <w:noProof/>
            <w:webHidden/>
          </w:rPr>
          <w:fldChar w:fldCharType="begin"/>
        </w:r>
        <w:r w:rsidR="00976851">
          <w:rPr>
            <w:noProof/>
            <w:webHidden/>
          </w:rPr>
          <w:instrText xml:space="preserve"> PAGEREF _Toc358026546 \h </w:instrText>
        </w:r>
        <w:r w:rsidR="00976851">
          <w:rPr>
            <w:noProof/>
            <w:webHidden/>
          </w:rPr>
        </w:r>
        <w:r w:rsidR="00976851">
          <w:rPr>
            <w:noProof/>
            <w:webHidden/>
          </w:rPr>
          <w:fldChar w:fldCharType="separate"/>
        </w:r>
        <w:r>
          <w:rPr>
            <w:noProof/>
            <w:webHidden/>
          </w:rPr>
          <w:t>3</w:t>
        </w:r>
        <w:r w:rsidR="00976851">
          <w:rPr>
            <w:noProof/>
            <w:webHidden/>
          </w:rPr>
          <w:fldChar w:fldCharType="end"/>
        </w:r>
      </w:hyperlink>
    </w:p>
    <w:p w:rsidR="00FD63C2" w:rsidRPr="00106EAA" w:rsidRDefault="003F34BB" w:rsidP="00E46691">
      <w:pPr>
        <w:pStyle w:val="TOC2"/>
      </w:pPr>
      <w:r>
        <w:fldChar w:fldCharType="end"/>
      </w:r>
    </w:p>
    <w:p w:rsidR="000E2C58" w:rsidRDefault="000E2C58">
      <w:pPr>
        <w:jc w:val="left"/>
      </w:pPr>
      <w:r>
        <w:br w:type="page"/>
      </w:r>
    </w:p>
    <w:p w:rsidR="00082F50" w:rsidRPr="0058739D" w:rsidRDefault="00082F50" w:rsidP="0058739D">
      <w:pPr>
        <w:sectPr w:rsidR="00082F50" w:rsidRPr="0058739D" w:rsidSect="003459F4">
          <w:headerReference w:type="default" r:id="rId13"/>
          <w:footerReference w:type="default" r:id="rId14"/>
          <w:pgSz w:w="11907" w:h="16840" w:code="9"/>
          <w:pgMar w:top="2552" w:right="1134" w:bottom="1418" w:left="1418" w:header="851" w:footer="567" w:gutter="0"/>
          <w:cols w:space="720"/>
          <w:formProt w:val="0"/>
          <w:docGrid w:linePitch="299"/>
        </w:sectPr>
      </w:pPr>
    </w:p>
    <w:p w:rsidR="00317DA7" w:rsidRPr="00936DEF" w:rsidRDefault="00317DA7" w:rsidP="00073D26">
      <w:pPr>
        <w:pStyle w:val="SDMHead1"/>
      </w:pPr>
      <w:bookmarkStart w:id="8" w:name="_Toc358026509"/>
      <w:r w:rsidRPr="00936DEF">
        <w:lastRenderedPageBreak/>
        <w:t>Introduction</w:t>
      </w:r>
      <w:bookmarkEnd w:id="8"/>
    </w:p>
    <w:p w:rsidR="00FE4DC3" w:rsidRPr="00936DEF" w:rsidRDefault="00FE4DC3" w:rsidP="009C4C2F">
      <w:pPr>
        <w:pStyle w:val="SDMPara"/>
        <w:numPr>
          <w:ilvl w:val="0"/>
          <w:numId w:val="7"/>
        </w:numPr>
      </w:pPr>
      <w:r w:rsidRPr="00936DEF">
        <w:t>The following table describes the key elements of the methodology:</w:t>
      </w:r>
    </w:p>
    <w:p w:rsidR="00FE4DC3" w:rsidRPr="00936DEF" w:rsidRDefault="00FE4DC3" w:rsidP="00FE4DC3">
      <w:pPr>
        <w:pStyle w:val="Caption"/>
      </w:pPr>
      <w:r w:rsidRPr="00936DEF">
        <w:t>Table </w:t>
      </w:r>
      <w:r w:rsidR="001F50D8">
        <w:fldChar w:fldCharType="begin"/>
      </w:r>
      <w:r w:rsidR="001F50D8">
        <w:instrText xml:space="preserve"> SEQ Table \* ARABIC </w:instrText>
      </w:r>
      <w:r w:rsidR="001F50D8">
        <w:fldChar w:fldCharType="separate"/>
      </w:r>
      <w:r w:rsidR="001F50D8">
        <w:rPr>
          <w:noProof/>
        </w:rPr>
        <w:t>1</w:t>
      </w:r>
      <w:r w:rsidR="001F50D8">
        <w:rPr>
          <w:noProof/>
        </w:rPr>
        <w:fldChar w:fldCharType="end"/>
      </w:r>
      <w:r w:rsidRPr="00936DEF">
        <w:rPr>
          <w:noProof/>
        </w:rPr>
        <w:t>.</w:t>
      </w:r>
      <w:r w:rsidRPr="00936DEF">
        <w:tab/>
        <w:t>Methodology key elements</w:t>
      </w:r>
    </w:p>
    <w:tbl>
      <w:tblPr>
        <w:tblStyle w:val="SDMMethTable"/>
        <w:tblW w:w="8642" w:type="dxa"/>
        <w:tblLayout w:type="fixed"/>
        <w:tblLook w:val="0620" w:firstRow="1" w:lastRow="0" w:firstColumn="0" w:lastColumn="0" w:noHBand="1" w:noVBand="1"/>
      </w:tblPr>
      <w:tblGrid>
        <w:gridCol w:w="2872"/>
        <w:gridCol w:w="5770"/>
      </w:tblGrid>
      <w:tr w:rsidR="00FE4DC3" w:rsidRPr="00936DEF" w:rsidTr="00FE4DC3">
        <w:trPr>
          <w:cnfStyle w:val="100000000000" w:firstRow="1" w:lastRow="0" w:firstColumn="0" w:lastColumn="0" w:oddVBand="0" w:evenVBand="0" w:oddHBand="0" w:evenHBand="0" w:firstRowFirstColumn="0" w:firstRowLastColumn="0" w:lastRowFirstColumn="0" w:lastRowLastColumn="0"/>
        </w:trPr>
        <w:tc>
          <w:tcPr>
            <w:tcW w:w="2872" w:type="dxa"/>
            <w:tcBorders>
              <w:bottom w:val="single" w:sz="4" w:space="0" w:color="auto"/>
              <w:right w:val="single" w:sz="4" w:space="0" w:color="auto"/>
            </w:tcBorders>
            <w:shd w:val="clear" w:color="auto" w:fill="auto"/>
            <w:vAlign w:val="top"/>
          </w:tcPr>
          <w:p w:rsidR="00FE4DC3" w:rsidRPr="00936DEF" w:rsidRDefault="00FE4DC3" w:rsidP="00FE4DC3">
            <w:pPr>
              <w:jc w:val="left"/>
              <w:rPr>
                <w:sz w:val="20"/>
              </w:rPr>
            </w:pPr>
            <w:r w:rsidRPr="00936DEF">
              <w:rPr>
                <w:sz w:val="20"/>
              </w:rPr>
              <w:t>Typical projects</w:t>
            </w:r>
          </w:p>
        </w:tc>
        <w:tc>
          <w:tcPr>
            <w:tcW w:w="5770" w:type="dxa"/>
            <w:tcBorders>
              <w:left w:val="single" w:sz="4" w:space="0" w:color="auto"/>
              <w:bottom w:val="single" w:sz="4" w:space="0" w:color="auto"/>
            </w:tcBorders>
            <w:shd w:val="clear" w:color="auto" w:fill="auto"/>
            <w:vAlign w:val="top"/>
          </w:tcPr>
          <w:p w:rsidR="002E5E8F" w:rsidRPr="00936DEF" w:rsidRDefault="002E5E8F" w:rsidP="002E5E8F">
            <w:pPr>
              <w:pStyle w:val="SDMTableBoxParaNotNumbered"/>
            </w:pPr>
            <w:r w:rsidRPr="002E5E8F">
              <w:rPr>
                <w:b w:val="0"/>
              </w:rPr>
              <w:t>Installation of a catalytic reduction unit to destroy N</w:t>
            </w:r>
            <w:r w:rsidRPr="002E5E8F">
              <w:rPr>
                <w:b w:val="0"/>
                <w:vertAlign w:val="subscript"/>
              </w:rPr>
              <w:t>2</w:t>
            </w:r>
            <w:r w:rsidRPr="002E5E8F">
              <w:rPr>
                <w:b w:val="0"/>
              </w:rPr>
              <w:t>O</w:t>
            </w:r>
            <w:r>
              <w:rPr>
                <w:b w:val="0"/>
              </w:rPr>
              <w:t xml:space="preserve"> </w:t>
            </w:r>
            <w:r w:rsidRPr="002E5E8F">
              <w:rPr>
                <w:b w:val="0"/>
              </w:rPr>
              <w:t>emissions in the tail gas of</w:t>
            </w:r>
            <w:r>
              <w:rPr>
                <w:b w:val="0"/>
              </w:rPr>
              <w:t xml:space="preserve"> </w:t>
            </w:r>
            <w:r w:rsidR="00DE62B9">
              <w:rPr>
                <w:b w:val="0"/>
              </w:rPr>
              <w:t>caprolactam production plants</w:t>
            </w:r>
          </w:p>
        </w:tc>
      </w:tr>
      <w:tr w:rsidR="00FE4DC3" w:rsidRPr="00936DEF" w:rsidTr="00FE4DC3">
        <w:tc>
          <w:tcPr>
            <w:tcW w:w="2872" w:type="dxa"/>
            <w:tcBorders>
              <w:top w:val="single" w:sz="4" w:space="0" w:color="auto"/>
            </w:tcBorders>
          </w:tcPr>
          <w:p w:rsidR="00FE4DC3" w:rsidRPr="00936DEF" w:rsidRDefault="00FE4DC3" w:rsidP="00FE4DC3">
            <w:pPr>
              <w:jc w:val="left"/>
              <w:rPr>
                <w:b/>
                <w:sz w:val="20"/>
              </w:rPr>
            </w:pPr>
            <w:r w:rsidRPr="00936DEF">
              <w:rPr>
                <w:b/>
                <w:sz w:val="20"/>
              </w:rPr>
              <w:t>Type of GHG emissions mitigation action</w:t>
            </w:r>
          </w:p>
        </w:tc>
        <w:tc>
          <w:tcPr>
            <w:tcW w:w="5770" w:type="dxa"/>
            <w:tcBorders>
              <w:top w:val="single" w:sz="4" w:space="0" w:color="auto"/>
            </w:tcBorders>
          </w:tcPr>
          <w:p w:rsidR="00FE4DC3" w:rsidRPr="00936DEF" w:rsidRDefault="00FE4DC3" w:rsidP="009C4C2F">
            <w:pPr>
              <w:pStyle w:val="SDMTableBoxParaNotNumbered"/>
              <w:numPr>
                <w:ilvl w:val="0"/>
                <w:numId w:val="8"/>
              </w:numPr>
              <w:ind w:hanging="720"/>
            </w:pPr>
            <w:r w:rsidRPr="00936DEF">
              <w:t>GHG destruction</w:t>
            </w:r>
            <w:r w:rsidR="00936DEF" w:rsidRPr="00936DEF">
              <w:t>.</w:t>
            </w:r>
          </w:p>
          <w:p w:rsidR="002E5E8F" w:rsidRPr="00936DEF" w:rsidRDefault="002E5E8F" w:rsidP="00FE4DC3">
            <w:pPr>
              <w:pStyle w:val="SDMTableBoxParaNotNumbered"/>
            </w:pPr>
            <w:r w:rsidRPr="002E5E8F">
              <w:t>Catalytic destruction of N</w:t>
            </w:r>
            <w:r w:rsidRPr="002E5E8F">
              <w:rPr>
                <w:vertAlign w:val="subscript"/>
              </w:rPr>
              <w:t>2</w:t>
            </w:r>
            <w:r w:rsidRPr="002E5E8F">
              <w:t>O emissions</w:t>
            </w:r>
          </w:p>
        </w:tc>
      </w:tr>
    </w:tbl>
    <w:p w:rsidR="00317DA7" w:rsidRPr="00936DEF" w:rsidRDefault="00317DA7" w:rsidP="00073D26">
      <w:pPr>
        <w:pStyle w:val="SDMHead1"/>
      </w:pPr>
      <w:bookmarkStart w:id="9" w:name="_Toc358026510"/>
      <w:r w:rsidRPr="00936DEF">
        <w:t>Scope, applicability, and entry into force</w:t>
      </w:r>
      <w:bookmarkEnd w:id="9"/>
    </w:p>
    <w:p w:rsidR="00317DA7" w:rsidRPr="00936DEF" w:rsidRDefault="00317DA7" w:rsidP="00073D26">
      <w:pPr>
        <w:pStyle w:val="SDMHead2"/>
      </w:pPr>
      <w:bookmarkStart w:id="10" w:name="_Toc358026511"/>
      <w:r w:rsidRPr="00936DEF">
        <w:t>Scope</w:t>
      </w:r>
      <w:bookmarkEnd w:id="10"/>
    </w:p>
    <w:p w:rsidR="00317DA7" w:rsidRPr="00936DEF" w:rsidRDefault="00C31B9A" w:rsidP="00DC3469">
      <w:pPr>
        <w:pStyle w:val="SDMPara"/>
        <w:numPr>
          <w:ilvl w:val="0"/>
          <w:numId w:val="7"/>
        </w:numPr>
      </w:pPr>
      <w:r w:rsidRPr="00936DEF">
        <w:t>The proposed methodology is applicable to project activities that destroy N</w:t>
      </w:r>
      <w:r w:rsidRPr="00DC3469">
        <w:rPr>
          <w:vertAlign w:val="subscript"/>
        </w:rPr>
        <w:t>2</w:t>
      </w:r>
      <w:r w:rsidRPr="00936DEF">
        <w:t>O emissions either by catalytic or thermal decomposition of N</w:t>
      </w:r>
      <w:r w:rsidRPr="00DC3469">
        <w:rPr>
          <w:vertAlign w:val="subscript"/>
        </w:rPr>
        <w:t>2</w:t>
      </w:r>
      <w:r w:rsidRPr="00936DEF">
        <w:t>O in the tail gas of caprolactam production</w:t>
      </w:r>
      <w:r w:rsidRPr="00936DEF">
        <w:rPr>
          <w:rStyle w:val="FootnoteReference"/>
        </w:rPr>
        <w:footnoteReference w:id="1"/>
      </w:r>
      <w:r w:rsidRPr="00936DEF">
        <w:t xml:space="preserve"> plants (i.e. tertiary destruction). </w:t>
      </w:r>
    </w:p>
    <w:p w:rsidR="00317DA7" w:rsidRDefault="006643ED" w:rsidP="00073D26">
      <w:pPr>
        <w:pStyle w:val="SDMHead2"/>
      </w:pPr>
      <w:bookmarkStart w:id="11" w:name="_Toc358026512"/>
      <w:r>
        <w:t>Applicability</w:t>
      </w:r>
      <w:bookmarkEnd w:id="11"/>
    </w:p>
    <w:p w:rsidR="00542752" w:rsidRDefault="00C31B9A" w:rsidP="00DC3469">
      <w:pPr>
        <w:pStyle w:val="SDMPara"/>
        <w:numPr>
          <w:ilvl w:val="0"/>
          <w:numId w:val="7"/>
        </w:numPr>
      </w:pPr>
      <w:r>
        <w:t>T</w:t>
      </w:r>
      <w:r w:rsidR="00542752">
        <w:t>he following conditions apply:</w:t>
      </w:r>
    </w:p>
    <w:p w:rsidR="00542752" w:rsidRDefault="00542752" w:rsidP="00DC3469">
      <w:pPr>
        <w:pStyle w:val="SDMSubPara1"/>
        <w:numPr>
          <w:ilvl w:val="1"/>
          <w:numId w:val="7"/>
        </w:numPr>
      </w:pPr>
      <w:r>
        <w:t>The applicability is limited to the existing production capacity measured in tonnes of caprolactam, where the commercial production had begun no later than 31 December 2005. The definition of "existing" production capacity is applied for the process with the existing ammonia oxidization reactor where N</w:t>
      </w:r>
      <w:r w:rsidRPr="00542752">
        <w:rPr>
          <w:vertAlign w:val="subscript"/>
        </w:rPr>
        <w:t>2</w:t>
      </w:r>
      <w:r>
        <w:t>O is generated and not for the process with new ammonia oxidizer. Existing production "capacity" is defined as the design capacity, measured in tonnes of caprolactam per year;</w:t>
      </w:r>
    </w:p>
    <w:p w:rsidR="00542752" w:rsidRDefault="00542752" w:rsidP="00DC3469">
      <w:pPr>
        <w:pStyle w:val="SDMSubPara1"/>
        <w:numPr>
          <w:ilvl w:val="1"/>
          <w:numId w:val="7"/>
        </w:numPr>
      </w:pPr>
      <w:r>
        <w:t>Existing caprolactam plants are limited to those employing the Raschig process not using any external sources of nitrogen compounds other than feed ammonia, or those employing the HPO® process that may use nitric acid as an external nitrogen source for caprolactam production in addition to feed ammonia;</w:t>
      </w:r>
    </w:p>
    <w:p w:rsidR="00542752" w:rsidRDefault="00542752" w:rsidP="00DC3469">
      <w:pPr>
        <w:pStyle w:val="SDMSubPara1"/>
        <w:numPr>
          <w:ilvl w:val="1"/>
          <w:numId w:val="7"/>
        </w:numPr>
      </w:pPr>
      <w:r>
        <w:t>The project activity will not result in shut down of an existing N</w:t>
      </w:r>
      <w:r w:rsidRPr="00542752">
        <w:rPr>
          <w:vertAlign w:val="subscript"/>
        </w:rPr>
        <w:t>2</w:t>
      </w:r>
      <w:r>
        <w:t>O destruction or abatement facility at the caprolactam production plant;</w:t>
      </w:r>
    </w:p>
    <w:p w:rsidR="00542752" w:rsidRDefault="00542752" w:rsidP="00DC3469">
      <w:pPr>
        <w:pStyle w:val="SDMSubPara1"/>
        <w:numPr>
          <w:ilvl w:val="1"/>
          <w:numId w:val="7"/>
        </w:numPr>
      </w:pPr>
      <w:r>
        <w:t>The project activity shall not affect the caprolactam production level;</w:t>
      </w:r>
    </w:p>
    <w:p w:rsidR="00542752" w:rsidRDefault="00542752" w:rsidP="00DC3469">
      <w:pPr>
        <w:pStyle w:val="SDMSubPara1"/>
        <w:numPr>
          <w:ilvl w:val="1"/>
          <w:numId w:val="7"/>
        </w:numPr>
      </w:pPr>
      <w:r>
        <w:t>The project activity will not cause an increase in NOX emissions;</w:t>
      </w:r>
    </w:p>
    <w:p w:rsidR="00542752" w:rsidRDefault="00542752" w:rsidP="00DC3469">
      <w:pPr>
        <w:pStyle w:val="SDMSubPara1"/>
        <w:numPr>
          <w:ilvl w:val="1"/>
          <w:numId w:val="7"/>
        </w:numPr>
      </w:pPr>
      <w:r>
        <w:t>In case a DeNOX unit is already installed prior to the start of the project activity, the installed De-NOX is a Selective Catalytic Reduction (SCR) De-NOX unit;</w:t>
      </w:r>
    </w:p>
    <w:p w:rsidR="00317DA7" w:rsidRDefault="00542752" w:rsidP="00DC3469">
      <w:pPr>
        <w:pStyle w:val="SDMSubPara1"/>
        <w:numPr>
          <w:ilvl w:val="1"/>
          <w:numId w:val="7"/>
        </w:numPr>
      </w:pPr>
      <w:r>
        <w:t>The N</w:t>
      </w:r>
      <w:r w:rsidRPr="002855C8">
        <w:rPr>
          <w:vertAlign w:val="subscript"/>
        </w:rPr>
        <w:t>2</w:t>
      </w:r>
      <w:r>
        <w:t>O concentration in the flow at the inlet and the outlet of the catalytic N</w:t>
      </w:r>
      <w:r w:rsidRPr="00542752">
        <w:rPr>
          <w:vertAlign w:val="subscript"/>
        </w:rPr>
        <w:t>2</w:t>
      </w:r>
      <w:r>
        <w:t xml:space="preserve">O destruction facility is measurable. Furthermore, for a caprolactam plant using the </w:t>
      </w:r>
      <w:r>
        <w:lastRenderedPageBreak/>
        <w:t>HPO® process, the N</w:t>
      </w:r>
      <w:r w:rsidRPr="00542752">
        <w:rPr>
          <w:vertAlign w:val="subscript"/>
        </w:rPr>
        <w:t>2</w:t>
      </w:r>
      <w:r>
        <w:t>O concentration in the gas flow between the ammonia oxidation reactor and the absorption column is also measurable, and the N</w:t>
      </w:r>
      <w:r w:rsidRPr="00542752">
        <w:rPr>
          <w:vertAlign w:val="subscript"/>
        </w:rPr>
        <w:t>2</w:t>
      </w:r>
      <w:r>
        <w:t>O in the product flow from the absorption column to the HPO® process area is quantifiable.</w:t>
      </w:r>
    </w:p>
    <w:p w:rsidR="00317DA7" w:rsidRDefault="006643ED" w:rsidP="00073D26">
      <w:pPr>
        <w:pStyle w:val="SDMHead2"/>
      </w:pPr>
      <w:bookmarkStart w:id="12" w:name="_Toc358026513"/>
      <w:r>
        <w:t>Entry into force</w:t>
      </w:r>
      <w:bookmarkEnd w:id="12"/>
    </w:p>
    <w:p w:rsidR="00197ED9" w:rsidRPr="00867049" w:rsidRDefault="003C4310" w:rsidP="00DC3469">
      <w:pPr>
        <w:pStyle w:val="SDMPara"/>
        <w:numPr>
          <w:ilvl w:val="0"/>
          <w:numId w:val="7"/>
        </w:numPr>
      </w:pPr>
      <w:r w:rsidRPr="00867049">
        <w:t>The date of entry into force of the revision is the date of the publication of the EB 7</w:t>
      </w:r>
      <w:r w:rsidR="005E71BB">
        <w:t>3</w:t>
      </w:r>
      <w:r w:rsidRPr="00867049">
        <w:t xml:space="preserve"> meeting report on </w:t>
      </w:r>
      <w:r w:rsidR="005E71BB">
        <w:t>31 May</w:t>
      </w:r>
      <w:r w:rsidRPr="00867049">
        <w:t xml:space="preserve"> 201</w:t>
      </w:r>
      <w:r w:rsidR="005E71BB">
        <w:t>3.</w:t>
      </w:r>
    </w:p>
    <w:p w:rsidR="00317DA7" w:rsidRDefault="00317DA7" w:rsidP="00073D26">
      <w:pPr>
        <w:pStyle w:val="SDMHead1"/>
      </w:pPr>
      <w:bookmarkStart w:id="13" w:name="_Toc358026514"/>
      <w:r>
        <w:t>Normative references</w:t>
      </w:r>
      <w:bookmarkEnd w:id="13"/>
    </w:p>
    <w:p w:rsidR="00542752" w:rsidRPr="00936DEF" w:rsidRDefault="00542752" w:rsidP="00DC3469">
      <w:pPr>
        <w:pStyle w:val="SDMPara"/>
        <w:numPr>
          <w:ilvl w:val="0"/>
          <w:numId w:val="7"/>
        </w:numPr>
      </w:pPr>
      <w:r w:rsidRPr="00542752">
        <w:t xml:space="preserve">This </w:t>
      </w:r>
      <w:r w:rsidRPr="00936DEF">
        <w:t>baseline and monitoring methodology is based on the following proposed new methodology:</w:t>
      </w:r>
    </w:p>
    <w:p w:rsidR="00542752" w:rsidRPr="00936DEF" w:rsidRDefault="00542752" w:rsidP="00DC3469">
      <w:pPr>
        <w:pStyle w:val="SDMSubPara1"/>
        <w:numPr>
          <w:ilvl w:val="1"/>
          <w:numId w:val="7"/>
        </w:numPr>
      </w:pPr>
      <w:r w:rsidRPr="00936DEF">
        <w:t>“NM0111</w:t>
      </w:r>
      <w:r w:rsidR="004C4BD2">
        <w:t>:</w:t>
      </w:r>
      <w:r w:rsidRPr="00936DEF">
        <w:t xml:space="preserve"> Baseline Methodology for catalytic N2O destruction in the tail gas of Nitric Acid Plants" submitted by Carbon Projektentwicklung GmbH</w:t>
      </w:r>
      <w:r w:rsidR="004C4BD2">
        <w:t>”.</w:t>
      </w:r>
    </w:p>
    <w:p w:rsidR="00542752" w:rsidRPr="00936DEF" w:rsidRDefault="00542752" w:rsidP="00DC3469">
      <w:pPr>
        <w:pStyle w:val="SDMPara"/>
        <w:numPr>
          <w:ilvl w:val="0"/>
          <w:numId w:val="7"/>
        </w:numPr>
      </w:pPr>
      <w:r w:rsidRPr="00936DEF">
        <w:t>This methodology also refers to the latest approved versions of the following tools:</w:t>
      </w:r>
    </w:p>
    <w:p w:rsidR="00542752" w:rsidRPr="00936DEF" w:rsidRDefault="00542752" w:rsidP="009C4C2F">
      <w:pPr>
        <w:pStyle w:val="SDMSubPara1"/>
        <w:numPr>
          <w:ilvl w:val="1"/>
          <w:numId w:val="5"/>
        </w:numPr>
      </w:pPr>
      <w:r w:rsidRPr="00936DEF">
        <w:t>"Tool for the demonstration and assessment of additionality</w:t>
      </w:r>
      <w:r w:rsidR="004C4BD2">
        <w:t>”;</w:t>
      </w:r>
    </w:p>
    <w:p w:rsidR="00542752" w:rsidRPr="00936DEF" w:rsidRDefault="00542752" w:rsidP="009C4C2F">
      <w:pPr>
        <w:pStyle w:val="SDMSubPara1"/>
        <w:numPr>
          <w:ilvl w:val="1"/>
          <w:numId w:val="5"/>
        </w:numPr>
      </w:pPr>
      <w:r w:rsidRPr="00936DEF">
        <w:t>"Tool to calculate project or leakage CO</w:t>
      </w:r>
      <w:r w:rsidRPr="00936DEF">
        <w:rPr>
          <w:vertAlign w:val="subscript"/>
        </w:rPr>
        <w:t>2</w:t>
      </w:r>
      <w:r w:rsidRPr="00936DEF">
        <w:t xml:space="preserve"> emissions from fossil fuel combustion</w:t>
      </w:r>
      <w:r w:rsidR="004C4BD2">
        <w:t>”.</w:t>
      </w:r>
    </w:p>
    <w:p w:rsidR="00542752" w:rsidRPr="002E667D" w:rsidRDefault="00542752" w:rsidP="00DC3469">
      <w:pPr>
        <w:pStyle w:val="SDMPara"/>
        <w:numPr>
          <w:ilvl w:val="0"/>
          <w:numId w:val="7"/>
        </w:numPr>
      </w:pPr>
      <w:r w:rsidRPr="002E667D">
        <w:t>For more information regarding the proposed new methodology and the tools, as well as their consideration by the</w:t>
      </w:r>
      <w:r w:rsidR="002E667D" w:rsidRPr="002E667D">
        <w:t xml:space="preserve"> </w:t>
      </w:r>
      <w:r w:rsidR="002E667D" w:rsidRPr="003C287E">
        <w:t>Executive Board (hereinafter referred to as the Board) of the clean development mechanism (CDM)</w:t>
      </w:r>
      <w:r w:rsidRPr="002E667D">
        <w:t xml:space="preserve"> please refer to </w:t>
      </w:r>
      <w:r w:rsidR="002E667D" w:rsidRPr="002E667D">
        <w:t>&lt;</w:t>
      </w:r>
      <w:r w:rsidR="002E667D" w:rsidRPr="004C4BD2">
        <w:t>http://cdm.unfccc.int/goto/MPappmeth</w:t>
      </w:r>
      <w:r w:rsidR="002E667D" w:rsidRPr="002E667D">
        <w:t xml:space="preserve">&gt;. </w:t>
      </w:r>
    </w:p>
    <w:p w:rsidR="00317DA7" w:rsidRPr="00AE010C" w:rsidRDefault="00317DA7" w:rsidP="00073D26">
      <w:pPr>
        <w:pStyle w:val="SDMHead1"/>
      </w:pPr>
      <w:bookmarkStart w:id="14" w:name="_Toc358026515"/>
      <w:r w:rsidRPr="00AE010C">
        <w:t>Definitions</w:t>
      </w:r>
      <w:bookmarkEnd w:id="14"/>
    </w:p>
    <w:p w:rsidR="00AC436E" w:rsidRPr="00AE010C" w:rsidRDefault="00317DA7" w:rsidP="00DC3469">
      <w:pPr>
        <w:pStyle w:val="SDMPara"/>
        <w:numPr>
          <w:ilvl w:val="0"/>
          <w:numId w:val="7"/>
        </w:numPr>
      </w:pPr>
      <w:r w:rsidRPr="00AE010C">
        <w:t>The definitions contained in the Glo</w:t>
      </w:r>
      <w:r w:rsidR="006643ED" w:rsidRPr="00AE010C">
        <w:t>ssary of CDM terms shall apply.</w:t>
      </w:r>
    </w:p>
    <w:p w:rsidR="00B940E2" w:rsidRDefault="002E667D" w:rsidP="008C3761">
      <w:pPr>
        <w:pStyle w:val="SDMHead1"/>
      </w:pPr>
      <w:bookmarkStart w:id="15" w:name="_Toc358026516"/>
      <w:r>
        <w:t>Baseline methodology</w:t>
      </w:r>
      <w:bookmarkEnd w:id="15"/>
    </w:p>
    <w:p w:rsidR="00B940E2" w:rsidRDefault="00B940E2" w:rsidP="00B940E2">
      <w:pPr>
        <w:pStyle w:val="SDMHead2"/>
      </w:pPr>
      <w:bookmarkStart w:id="16" w:name="_Toc358026517"/>
      <w:r>
        <w:t>Project boundary</w:t>
      </w:r>
      <w:bookmarkEnd w:id="16"/>
    </w:p>
    <w:p w:rsidR="00B940E2" w:rsidRDefault="00B940E2" w:rsidP="00DC3469">
      <w:pPr>
        <w:pStyle w:val="SDMPara"/>
        <w:numPr>
          <w:ilvl w:val="0"/>
          <w:numId w:val="7"/>
        </w:numPr>
      </w:pPr>
      <w:r>
        <w:t>For the purpose of determining project activity emissions, project participants shall include the followings in the project boundary:</w:t>
      </w:r>
    </w:p>
    <w:p w:rsidR="00B940E2" w:rsidRDefault="00B940E2" w:rsidP="00DC3469">
      <w:pPr>
        <w:pStyle w:val="SDMSubPara1"/>
        <w:numPr>
          <w:ilvl w:val="1"/>
          <w:numId w:val="7"/>
        </w:numPr>
      </w:pPr>
      <w:r>
        <w:t>N</w:t>
      </w:r>
      <w:r w:rsidRPr="00FF0176">
        <w:rPr>
          <w:vertAlign w:val="subscript"/>
        </w:rPr>
        <w:t>2</w:t>
      </w:r>
      <w:r>
        <w:t>O concentration in the flow stream of the tail gas;</w:t>
      </w:r>
    </w:p>
    <w:p w:rsidR="00B940E2" w:rsidRDefault="00B940E2" w:rsidP="00DC3469">
      <w:pPr>
        <w:pStyle w:val="SDMSubPara1"/>
        <w:numPr>
          <w:ilvl w:val="1"/>
          <w:numId w:val="7"/>
        </w:numPr>
      </w:pPr>
      <w:r>
        <w:t>In case no SCR DeNOX unit has been installed prior to the start of the project activity, GHG emissions related to the production of ammonia used for the NOX reduction will be considered as project emissions. In case a SCR DeNOX unit has been installed prior to the start of the project activity, GHG emissions related to the production of ammonia used for NO</w:t>
      </w:r>
      <w:r w:rsidRPr="00FF0176">
        <w:rPr>
          <w:vertAlign w:val="subscript"/>
        </w:rPr>
        <w:t>X</w:t>
      </w:r>
      <w:r>
        <w:t xml:space="preserve"> reduction will not be considered as project emissions;</w:t>
      </w:r>
    </w:p>
    <w:p w:rsidR="00B940E2" w:rsidRDefault="00B940E2" w:rsidP="00DC3469">
      <w:pPr>
        <w:pStyle w:val="SDMSubPara1"/>
        <w:numPr>
          <w:ilvl w:val="1"/>
          <w:numId w:val="7"/>
        </w:numPr>
      </w:pPr>
      <w:r>
        <w:t>Hydrocarbons as a reducing agent to enhance the efficiency of a N</w:t>
      </w:r>
      <w:r w:rsidRPr="00FF0176">
        <w:rPr>
          <w:vertAlign w:val="subscript"/>
        </w:rPr>
        <w:t>2</w:t>
      </w:r>
      <w:r>
        <w:t>O catalytic reduction facility.</w:t>
      </w:r>
    </w:p>
    <w:p w:rsidR="00B940E2" w:rsidRDefault="00B940E2" w:rsidP="00DC3469">
      <w:pPr>
        <w:pStyle w:val="SDMPara"/>
        <w:numPr>
          <w:ilvl w:val="0"/>
          <w:numId w:val="7"/>
        </w:numPr>
      </w:pPr>
      <w:r>
        <w:lastRenderedPageBreak/>
        <w:t>For the purpose of determining baseline emissions, project participants shall include the following emission sources:</w:t>
      </w:r>
    </w:p>
    <w:p w:rsidR="00B940E2" w:rsidRDefault="00B940E2" w:rsidP="00DC3469">
      <w:pPr>
        <w:pStyle w:val="SDMSubPara1"/>
        <w:numPr>
          <w:ilvl w:val="1"/>
          <w:numId w:val="7"/>
        </w:numPr>
      </w:pPr>
      <w:r>
        <w:t>N</w:t>
      </w:r>
      <w:r w:rsidRPr="00FF0176">
        <w:rPr>
          <w:vertAlign w:val="subscript"/>
        </w:rPr>
        <w:t>2</w:t>
      </w:r>
      <w:r>
        <w:t>O concentration in the flow stream of the tail gas insofar as the N</w:t>
      </w:r>
      <w:r w:rsidRPr="00FF0176">
        <w:rPr>
          <w:vertAlign w:val="subscript"/>
        </w:rPr>
        <w:t>2</w:t>
      </w:r>
      <w:r>
        <w:t>O is formed in the ammonia oxidation reactor;</w:t>
      </w:r>
    </w:p>
    <w:p w:rsidR="00B940E2" w:rsidRDefault="00B940E2" w:rsidP="00DC3469">
      <w:pPr>
        <w:pStyle w:val="SDMSubPara1"/>
        <w:numPr>
          <w:ilvl w:val="1"/>
          <w:numId w:val="7"/>
        </w:numPr>
      </w:pPr>
      <w:r>
        <w:t>In case no SCR DeNOX unit has been installed prior to the start of the project activity, GHG emissions related to the production of ammonia used for NOX reduction will be considered zero in the baseline. In case SCR DeNO</w:t>
      </w:r>
      <w:r w:rsidRPr="00FF0176">
        <w:rPr>
          <w:vertAlign w:val="subscript"/>
        </w:rPr>
        <w:t>X</w:t>
      </w:r>
      <w:r>
        <w:t xml:space="preserve"> unit has been installed prior to the start of the project activity, GHG emissions related to the production of ammonia used for NO</w:t>
      </w:r>
      <w:r w:rsidRPr="00FF0176">
        <w:rPr>
          <w:vertAlign w:val="subscript"/>
        </w:rPr>
        <w:t>X</w:t>
      </w:r>
      <w:r>
        <w:t xml:space="preserve"> reduction will not be considered.</w:t>
      </w:r>
    </w:p>
    <w:p w:rsidR="00B940E2" w:rsidRDefault="00B940E2" w:rsidP="00DC3469">
      <w:pPr>
        <w:pStyle w:val="SDMPara"/>
        <w:numPr>
          <w:ilvl w:val="0"/>
          <w:numId w:val="7"/>
        </w:numPr>
      </w:pPr>
      <w:r>
        <w:t xml:space="preserve">Table </w:t>
      </w:r>
      <w:r w:rsidR="00936DEF">
        <w:t>2</w:t>
      </w:r>
      <w:r>
        <w:t xml:space="preserve"> </w:t>
      </w:r>
      <w:r w:rsidR="000E2C58" w:rsidRPr="003C287E">
        <w:t>and 3</w:t>
      </w:r>
      <w:r w:rsidR="000E2C58">
        <w:t xml:space="preserve"> </w:t>
      </w:r>
      <w:r>
        <w:t>illustrates which emissions sources are included and which are excluded from the project boundary for determination of both baseline and project emissions.</w:t>
      </w:r>
    </w:p>
    <w:p w:rsidR="008C3761" w:rsidRDefault="008C3761" w:rsidP="000911F4">
      <w:pPr>
        <w:pStyle w:val="Caption"/>
      </w:pPr>
      <w:r>
        <w:t>Table </w:t>
      </w:r>
      <w:r w:rsidR="00936DEF">
        <w:t>2</w:t>
      </w:r>
      <w:r>
        <w:rPr>
          <w:noProof/>
        </w:rPr>
        <w:t>.</w:t>
      </w:r>
      <w:r>
        <w:tab/>
      </w:r>
      <w:r w:rsidR="005E74AA" w:rsidRPr="005E74AA">
        <w:t xml:space="preserve">Overview on </w:t>
      </w:r>
      <w:r w:rsidR="005E71BB">
        <w:t xml:space="preserve">baseline </w:t>
      </w:r>
      <w:r w:rsidR="005E74AA" w:rsidRPr="005E74AA">
        <w:t>emission sources included or excluded from the project boundary</w:t>
      </w:r>
    </w:p>
    <w:tbl>
      <w:tblPr>
        <w:tblStyle w:val="SDMTable"/>
        <w:tblW w:w="8642" w:type="dxa"/>
        <w:tblLayout w:type="fixed"/>
        <w:tblLook w:val="0620" w:firstRow="1" w:lastRow="0" w:firstColumn="0" w:lastColumn="0" w:noHBand="1" w:noVBand="1"/>
      </w:tblPr>
      <w:tblGrid>
        <w:gridCol w:w="2547"/>
        <w:gridCol w:w="803"/>
        <w:gridCol w:w="1559"/>
        <w:gridCol w:w="3733"/>
      </w:tblGrid>
      <w:tr w:rsidR="000911F4" w:rsidRPr="00911F51" w:rsidTr="0064187B">
        <w:trPr>
          <w:cnfStyle w:val="100000000000" w:firstRow="1" w:lastRow="0" w:firstColumn="0" w:lastColumn="0" w:oddVBand="0" w:evenVBand="0" w:oddHBand="0" w:evenHBand="0" w:firstRowFirstColumn="0" w:firstRowLastColumn="0" w:lastRowFirstColumn="0" w:lastRowLastColumn="0"/>
        </w:trPr>
        <w:tc>
          <w:tcPr>
            <w:tcW w:w="2547" w:type="dxa"/>
          </w:tcPr>
          <w:p w:rsidR="000911F4" w:rsidRPr="005E71BB" w:rsidRDefault="000911F4" w:rsidP="000911F4">
            <w:pPr>
              <w:rPr>
                <w:sz w:val="20"/>
              </w:rPr>
            </w:pPr>
            <w:r w:rsidRPr="005E71BB">
              <w:rPr>
                <w:sz w:val="20"/>
              </w:rPr>
              <w:t xml:space="preserve">Source </w:t>
            </w:r>
          </w:p>
        </w:tc>
        <w:tc>
          <w:tcPr>
            <w:tcW w:w="803" w:type="dxa"/>
          </w:tcPr>
          <w:p w:rsidR="000911F4" w:rsidRPr="005E71BB" w:rsidRDefault="000911F4" w:rsidP="000911F4">
            <w:pPr>
              <w:rPr>
                <w:sz w:val="20"/>
              </w:rPr>
            </w:pPr>
            <w:r w:rsidRPr="005E71BB">
              <w:rPr>
                <w:sz w:val="20"/>
              </w:rPr>
              <w:t xml:space="preserve">Gas </w:t>
            </w:r>
          </w:p>
        </w:tc>
        <w:tc>
          <w:tcPr>
            <w:tcW w:w="1559" w:type="dxa"/>
          </w:tcPr>
          <w:p w:rsidR="000911F4" w:rsidRPr="005E71BB" w:rsidRDefault="000911F4" w:rsidP="000911F4">
            <w:pPr>
              <w:rPr>
                <w:sz w:val="20"/>
              </w:rPr>
            </w:pPr>
          </w:p>
        </w:tc>
        <w:tc>
          <w:tcPr>
            <w:tcW w:w="3733" w:type="dxa"/>
          </w:tcPr>
          <w:p w:rsidR="000911F4" w:rsidRPr="005E71BB" w:rsidRDefault="000911F4" w:rsidP="000911F4">
            <w:pPr>
              <w:rPr>
                <w:sz w:val="20"/>
              </w:rPr>
            </w:pPr>
            <w:r w:rsidRPr="005E71BB">
              <w:rPr>
                <w:sz w:val="20"/>
              </w:rPr>
              <w:t>Justification/Explanation</w:t>
            </w:r>
          </w:p>
        </w:tc>
      </w:tr>
      <w:tr w:rsidR="005E74AA" w:rsidRPr="00DF22F0" w:rsidTr="0064187B">
        <w:tc>
          <w:tcPr>
            <w:tcW w:w="2547" w:type="dxa"/>
          </w:tcPr>
          <w:p w:rsidR="005E74AA" w:rsidRPr="00DF22F0" w:rsidRDefault="005E74AA" w:rsidP="003C287E">
            <w:pPr>
              <w:pStyle w:val="SDMTableBoxParaNumbered"/>
            </w:pPr>
            <w:r w:rsidRPr="00DF22F0">
              <w:t>Emissions of N</w:t>
            </w:r>
            <w:r w:rsidRPr="00DF22F0">
              <w:rPr>
                <w:rFonts w:cs="Arial"/>
                <w:vertAlign w:val="subscript"/>
              </w:rPr>
              <w:t>2</w:t>
            </w:r>
            <w:r w:rsidRPr="00DF22F0">
              <w:t>O as a result of side reaction to the ammonia oxidation in the caprolactam production process</w:t>
            </w:r>
          </w:p>
        </w:tc>
        <w:tc>
          <w:tcPr>
            <w:tcW w:w="803" w:type="dxa"/>
          </w:tcPr>
          <w:p w:rsidR="005E74AA" w:rsidRPr="00DF22F0" w:rsidRDefault="005E74AA" w:rsidP="000911F4">
            <w:pPr>
              <w:pStyle w:val="SDMTableBoxParaNumbered"/>
            </w:pPr>
            <w:r w:rsidRPr="00DF22F0">
              <w:t>N</w:t>
            </w:r>
            <w:r w:rsidRPr="00DF22F0">
              <w:rPr>
                <w:rFonts w:cs="Arial"/>
                <w:vertAlign w:val="subscript"/>
              </w:rPr>
              <w:t>2</w:t>
            </w:r>
            <w:r w:rsidRPr="00DF22F0">
              <w:t>O</w:t>
            </w:r>
          </w:p>
        </w:tc>
        <w:tc>
          <w:tcPr>
            <w:tcW w:w="1559" w:type="dxa"/>
          </w:tcPr>
          <w:p w:rsidR="005E74AA" w:rsidRPr="00DF22F0" w:rsidRDefault="005E74AA" w:rsidP="000911F4">
            <w:pPr>
              <w:pStyle w:val="SDMTableBoxParaNumbered"/>
            </w:pPr>
            <w:r w:rsidRPr="00DF22F0">
              <w:t>Included</w:t>
            </w:r>
          </w:p>
        </w:tc>
        <w:tc>
          <w:tcPr>
            <w:tcW w:w="3733" w:type="dxa"/>
          </w:tcPr>
          <w:p w:rsidR="005E74AA" w:rsidRPr="00DF22F0" w:rsidRDefault="005E74AA" w:rsidP="000911F4">
            <w:pPr>
              <w:pStyle w:val="SDMTableBoxParaNumbered"/>
            </w:pPr>
            <w:r w:rsidRPr="00DF22F0">
              <w:t>Main emission source, taking national N</w:t>
            </w:r>
            <w:r w:rsidRPr="00DF22F0">
              <w:rPr>
                <w:rFonts w:cs="Arial"/>
                <w:vertAlign w:val="subscript"/>
              </w:rPr>
              <w:t>2</w:t>
            </w:r>
            <w:r w:rsidRPr="00DF22F0">
              <w:t>O emission regulations into account</w:t>
            </w:r>
          </w:p>
        </w:tc>
      </w:tr>
      <w:tr w:rsidR="005E74AA" w:rsidRPr="00DF22F0" w:rsidTr="0064187B">
        <w:tc>
          <w:tcPr>
            <w:tcW w:w="2547" w:type="dxa"/>
          </w:tcPr>
          <w:p w:rsidR="005E74AA" w:rsidRPr="00DF22F0" w:rsidRDefault="005E74AA" w:rsidP="000911F4">
            <w:pPr>
              <w:pStyle w:val="SDMTableBoxParaNumbered"/>
            </w:pPr>
            <w:r w:rsidRPr="00DF22F0">
              <w:t>In an HPO® caprolactam production process, emissions of N</w:t>
            </w:r>
            <w:r w:rsidRPr="00DF22F0">
              <w:rPr>
                <w:rFonts w:cs="Arial"/>
                <w:vertAlign w:val="subscript"/>
              </w:rPr>
              <w:t>2</w:t>
            </w:r>
            <w:r w:rsidRPr="00DF22F0">
              <w:t>O as a result of the decomposition of hydroxylamine (hyam) in the absorption column</w:t>
            </w:r>
          </w:p>
        </w:tc>
        <w:tc>
          <w:tcPr>
            <w:tcW w:w="803" w:type="dxa"/>
          </w:tcPr>
          <w:p w:rsidR="005E74AA" w:rsidRPr="00DF22F0" w:rsidRDefault="005E74AA" w:rsidP="000911F4">
            <w:pPr>
              <w:pStyle w:val="SDMTableBoxParaNumbered"/>
            </w:pPr>
            <w:r w:rsidRPr="00DF22F0">
              <w:t>N</w:t>
            </w:r>
            <w:r w:rsidRPr="00DF22F0">
              <w:rPr>
                <w:rFonts w:cs="Arial"/>
                <w:vertAlign w:val="subscript"/>
              </w:rPr>
              <w:t>2</w:t>
            </w:r>
            <w:r w:rsidRPr="00DF22F0">
              <w:t>O</w:t>
            </w:r>
          </w:p>
        </w:tc>
        <w:tc>
          <w:tcPr>
            <w:tcW w:w="1559" w:type="dxa"/>
          </w:tcPr>
          <w:p w:rsidR="005E74AA" w:rsidRPr="00DF22F0" w:rsidRDefault="00CC698F" w:rsidP="000911F4">
            <w:pPr>
              <w:pStyle w:val="SDMTableBoxParaNumbered"/>
            </w:pPr>
            <w:r w:rsidRPr="00DF22F0">
              <w:t>Excluded</w:t>
            </w:r>
          </w:p>
        </w:tc>
        <w:tc>
          <w:tcPr>
            <w:tcW w:w="3733" w:type="dxa"/>
          </w:tcPr>
          <w:p w:rsidR="005E74AA" w:rsidRPr="00DF22F0" w:rsidRDefault="005E74AA" w:rsidP="000911F4">
            <w:pPr>
              <w:pStyle w:val="SDMTableBoxParaNumbered"/>
            </w:pPr>
            <w:r w:rsidRPr="00DF22F0">
              <w:t>The amount of hyam entering the absorption column from the HPO® process depends on circumstances in the rest of the HPO® process. Exclusion from the baseline emissions removes any incentive to manipulate this N</w:t>
            </w:r>
            <w:r w:rsidRPr="00DF22F0">
              <w:rPr>
                <w:rFonts w:cs="Arial"/>
                <w:vertAlign w:val="subscript"/>
              </w:rPr>
              <w:t>2</w:t>
            </w:r>
            <w:r w:rsidRPr="00DF22F0">
              <w:t>O formation</w:t>
            </w:r>
          </w:p>
        </w:tc>
      </w:tr>
      <w:tr w:rsidR="005E74AA" w:rsidRPr="00DF22F0" w:rsidTr="0064187B">
        <w:tc>
          <w:tcPr>
            <w:tcW w:w="2547" w:type="dxa"/>
          </w:tcPr>
          <w:p w:rsidR="00CC698F" w:rsidRPr="00DF22F0" w:rsidRDefault="005E74AA" w:rsidP="000911F4">
            <w:pPr>
              <w:pStyle w:val="SDMTableBoxParaNumbered"/>
            </w:pPr>
            <w:r w:rsidRPr="00DF22F0">
              <w:t>Emissions related to the production of ammonia used for NO</w:t>
            </w:r>
            <w:r w:rsidRPr="00DF22F0">
              <w:rPr>
                <w:rFonts w:cs="Arial"/>
                <w:vertAlign w:val="subscript"/>
              </w:rPr>
              <w:t>X</w:t>
            </w:r>
            <w:r w:rsidRPr="00DF22F0">
              <w:t xml:space="preserve"> reduction</w:t>
            </w:r>
          </w:p>
          <w:p w:rsidR="005E74AA" w:rsidRPr="00DF22F0" w:rsidRDefault="00CC698F" w:rsidP="000911F4">
            <w:pPr>
              <w:pStyle w:val="SDMTableBoxParaNumbered"/>
            </w:pPr>
            <w:r w:rsidRPr="00DF22F0">
              <w:t>(Attention: Ammonia used for NO</w:t>
            </w:r>
            <w:r w:rsidRPr="00DF22F0">
              <w:rPr>
                <w:rFonts w:cs="Arial"/>
                <w:vertAlign w:val="subscript"/>
              </w:rPr>
              <w:t>X</w:t>
            </w:r>
            <w:r w:rsidRPr="00DF22F0">
              <w:t>-reduction does not cause GHG emissions, only the production of ammonia causes GHG emissions)</w:t>
            </w:r>
          </w:p>
        </w:tc>
        <w:tc>
          <w:tcPr>
            <w:tcW w:w="803" w:type="dxa"/>
          </w:tcPr>
          <w:p w:rsidR="00CC698F" w:rsidRPr="00DF22F0" w:rsidRDefault="00CC698F" w:rsidP="00CC698F">
            <w:pPr>
              <w:pStyle w:val="SDMTableBoxParaNumbered"/>
            </w:pPr>
            <w:r w:rsidRPr="00DF22F0">
              <w:t>CO</w:t>
            </w:r>
            <w:r w:rsidRPr="00DF22F0">
              <w:rPr>
                <w:rFonts w:cs="Arial"/>
                <w:vertAlign w:val="subscript"/>
              </w:rPr>
              <w:t>2</w:t>
            </w:r>
          </w:p>
          <w:p w:rsidR="00CC698F" w:rsidRPr="00DF22F0" w:rsidRDefault="00CC698F" w:rsidP="00CC698F">
            <w:pPr>
              <w:pStyle w:val="SDMTableBoxParaNumbered"/>
            </w:pPr>
            <w:r w:rsidRPr="00DF22F0">
              <w:t>CH</w:t>
            </w:r>
            <w:r w:rsidRPr="00DF22F0">
              <w:rPr>
                <w:rFonts w:cs="Arial"/>
                <w:vertAlign w:val="subscript"/>
              </w:rPr>
              <w:t>4</w:t>
            </w:r>
          </w:p>
          <w:p w:rsidR="005E74AA" w:rsidRPr="00DF22F0" w:rsidRDefault="00CC698F" w:rsidP="00CC698F">
            <w:pPr>
              <w:pStyle w:val="SDMTableBoxParaNumbered"/>
            </w:pPr>
            <w:r w:rsidRPr="00DF22F0">
              <w:t>N</w:t>
            </w:r>
            <w:r w:rsidRPr="00DF22F0">
              <w:rPr>
                <w:rFonts w:cs="Arial"/>
                <w:vertAlign w:val="subscript"/>
              </w:rPr>
              <w:t>2</w:t>
            </w:r>
            <w:r w:rsidRPr="00DF22F0">
              <w:t>O</w:t>
            </w:r>
          </w:p>
        </w:tc>
        <w:tc>
          <w:tcPr>
            <w:tcW w:w="1559" w:type="dxa"/>
          </w:tcPr>
          <w:p w:rsidR="005E74AA" w:rsidRPr="00DF22F0" w:rsidRDefault="005E74AA" w:rsidP="000911F4">
            <w:pPr>
              <w:pStyle w:val="SDMTableBoxParaNumbered"/>
            </w:pPr>
            <w:r w:rsidRPr="00DF22F0">
              <w:t>Included</w:t>
            </w:r>
          </w:p>
        </w:tc>
        <w:tc>
          <w:tcPr>
            <w:tcW w:w="3733" w:type="dxa"/>
          </w:tcPr>
          <w:p w:rsidR="005E74AA" w:rsidRPr="00DF22F0" w:rsidRDefault="005E74AA" w:rsidP="00CC698F">
            <w:pPr>
              <w:pStyle w:val="SDMTableBoxParaNumbered"/>
            </w:pPr>
            <w:r w:rsidRPr="00DF22F0">
              <w:t>In case SCR DeNO</w:t>
            </w:r>
            <w:r w:rsidRPr="00DF22F0">
              <w:rPr>
                <w:rFonts w:cs="Arial"/>
                <w:vertAlign w:val="subscript"/>
              </w:rPr>
              <w:t>X</w:t>
            </w:r>
            <w:r w:rsidRPr="00DF22F0">
              <w:t xml:space="preserve"> unit is already installed prior to the project start: ammonia input for SCR is considered to be of the same magnitude to project related ammonia input for NO</w:t>
            </w:r>
            <w:r w:rsidRPr="00DF22F0">
              <w:rPr>
                <w:rFonts w:cs="Arial"/>
                <w:vertAlign w:val="subscript"/>
              </w:rPr>
              <w:t>X</w:t>
            </w:r>
            <w:r w:rsidRPr="00DF22F0">
              <w:t xml:space="preserve"> reduction. Baseline emissions and project emissions are similar and therefore not considered for calculation</w:t>
            </w:r>
            <w:r w:rsidR="00FF0176" w:rsidRPr="00DF22F0">
              <w:t>.</w:t>
            </w:r>
            <w:r w:rsidR="00CC698F" w:rsidRPr="00DF22F0">
              <w:t xml:space="preserve"> In case no SCR DeNO</w:t>
            </w:r>
            <w:r w:rsidR="00CC698F" w:rsidRPr="00DF22F0">
              <w:rPr>
                <w:rFonts w:cs="Arial"/>
                <w:vertAlign w:val="subscript"/>
              </w:rPr>
              <w:t>X</w:t>
            </w:r>
            <w:r w:rsidR="00CC698F" w:rsidRPr="00DF22F0">
              <w:t>-unit is already installed prior to the project start: ammonia input for NO</w:t>
            </w:r>
            <w:r w:rsidR="00CC698F" w:rsidRPr="00DF22F0">
              <w:rPr>
                <w:rFonts w:cs="Arial"/>
                <w:vertAlign w:val="subscript"/>
              </w:rPr>
              <w:t>X</w:t>
            </w:r>
            <w:r w:rsidR="00CC698F" w:rsidRPr="00DF22F0">
              <w:t xml:space="preserve"> reduction is considered 0 for baseline emissions</w:t>
            </w:r>
          </w:p>
        </w:tc>
      </w:tr>
      <w:tr w:rsidR="005E74AA" w:rsidRPr="00DF22F0" w:rsidTr="0064187B">
        <w:tc>
          <w:tcPr>
            <w:tcW w:w="2547" w:type="dxa"/>
          </w:tcPr>
          <w:p w:rsidR="005E74AA" w:rsidRPr="00DF22F0" w:rsidRDefault="00CC698F" w:rsidP="00CC698F">
            <w:pPr>
              <w:pStyle w:val="SDMTableBoxParaNumbered"/>
            </w:pPr>
            <w:r w:rsidRPr="00DF22F0">
              <w:t>N</w:t>
            </w:r>
            <w:r w:rsidRPr="00DF22F0">
              <w:rPr>
                <w:rFonts w:cs="Arial"/>
                <w:vertAlign w:val="subscript"/>
              </w:rPr>
              <w:t>2</w:t>
            </w:r>
            <w:r w:rsidRPr="00DF22F0">
              <w:t>O emissions from SCR DeNO</w:t>
            </w:r>
            <w:r w:rsidRPr="00DF22F0">
              <w:rPr>
                <w:rFonts w:cs="Arial"/>
                <w:vertAlign w:val="subscript"/>
              </w:rPr>
              <w:t>X</w:t>
            </w:r>
            <w:r w:rsidRPr="00DF22F0">
              <w:t>-unit</w:t>
            </w:r>
          </w:p>
        </w:tc>
        <w:tc>
          <w:tcPr>
            <w:tcW w:w="803" w:type="dxa"/>
          </w:tcPr>
          <w:p w:rsidR="005E74AA" w:rsidRPr="00DF22F0" w:rsidRDefault="00CC698F" w:rsidP="000911F4">
            <w:pPr>
              <w:pStyle w:val="SDMTableBoxParaNumbered"/>
            </w:pPr>
            <w:r w:rsidRPr="00DF22F0">
              <w:t>N</w:t>
            </w:r>
            <w:r w:rsidRPr="00DF22F0">
              <w:rPr>
                <w:rFonts w:cs="Arial"/>
                <w:vertAlign w:val="subscript"/>
              </w:rPr>
              <w:t>2</w:t>
            </w:r>
            <w:r w:rsidRPr="00DF22F0">
              <w:t>O</w:t>
            </w:r>
          </w:p>
        </w:tc>
        <w:tc>
          <w:tcPr>
            <w:tcW w:w="1559" w:type="dxa"/>
          </w:tcPr>
          <w:p w:rsidR="005E74AA" w:rsidRPr="00DF22F0" w:rsidRDefault="00CC698F" w:rsidP="000911F4">
            <w:pPr>
              <w:pStyle w:val="SDMTableBoxParaNumbered"/>
            </w:pPr>
            <w:r w:rsidRPr="00DF22F0">
              <w:t>Excluded</w:t>
            </w:r>
          </w:p>
        </w:tc>
        <w:tc>
          <w:tcPr>
            <w:tcW w:w="3733" w:type="dxa"/>
          </w:tcPr>
          <w:p w:rsidR="005E74AA" w:rsidRPr="00DF22F0" w:rsidRDefault="00CC698F" w:rsidP="00CC698F">
            <w:pPr>
              <w:pStyle w:val="SDMTableBoxParaNumbered"/>
            </w:pPr>
            <w:r w:rsidRPr="00DF22F0">
              <w:t>The presence of a SCR DeNOX unit tends to increase the N</w:t>
            </w:r>
            <w:r w:rsidRPr="00DF22F0">
              <w:rPr>
                <w:rFonts w:cs="Arial"/>
                <w:vertAlign w:val="subscript"/>
              </w:rPr>
              <w:t>2</w:t>
            </w:r>
            <w:r w:rsidRPr="00DF22F0">
              <w:t>O emissions. Therefore the ex post measurement of the baseline emissions at the inlet of the N</w:t>
            </w:r>
            <w:r w:rsidRPr="00DF22F0">
              <w:rPr>
                <w:rFonts w:cs="Arial"/>
                <w:vertAlign w:val="subscript"/>
              </w:rPr>
              <w:t>2</w:t>
            </w:r>
            <w:r w:rsidRPr="00DF22F0">
              <w:t>O destruction facility represents a conservative determination of the baseline N</w:t>
            </w:r>
            <w:r w:rsidRPr="00DF22F0">
              <w:rPr>
                <w:rFonts w:cs="Arial"/>
                <w:vertAlign w:val="subscript"/>
              </w:rPr>
              <w:t>2</w:t>
            </w:r>
            <w:r w:rsidRPr="00DF22F0">
              <w:t>O emissions</w:t>
            </w:r>
          </w:p>
        </w:tc>
      </w:tr>
    </w:tbl>
    <w:p w:rsidR="00780F07" w:rsidRPr="00DF22F0" w:rsidRDefault="005E71BB" w:rsidP="005E71BB">
      <w:pPr>
        <w:pStyle w:val="Caption"/>
      </w:pPr>
      <w:r w:rsidRPr="00DF22F0">
        <w:lastRenderedPageBreak/>
        <w:t xml:space="preserve">Table 3. </w:t>
      </w:r>
      <w:r w:rsidRPr="00DF22F0">
        <w:tab/>
        <w:t xml:space="preserve">Overview on project emission sources included or excluded from the project boundary </w:t>
      </w:r>
    </w:p>
    <w:tbl>
      <w:tblPr>
        <w:tblStyle w:val="SDMTable"/>
        <w:tblW w:w="8647" w:type="dxa"/>
        <w:tblInd w:w="817" w:type="dxa"/>
        <w:tblLayout w:type="fixed"/>
        <w:tblLook w:val="0620" w:firstRow="1" w:lastRow="0" w:firstColumn="0" w:lastColumn="0" w:noHBand="1" w:noVBand="1"/>
      </w:tblPr>
      <w:tblGrid>
        <w:gridCol w:w="2410"/>
        <w:gridCol w:w="850"/>
        <w:gridCol w:w="1701"/>
        <w:gridCol w:w="3686"/>
      </w:tblGrid>
      <w:tr w:rsidR="00780F07" w:rsidRPr="00DF22F0" w:rsidTr="0064187B">
        <w:trPr>
          <w:cnfStyle w:val="100000000000" w:firstRow="1" w:lastRow="0" w:firstColumn="0" w:lastColumn="0" w:oddVBand="0" w:evenVBand="0" w:oddHBand="0" w:evenHBand="0" w:firstRowFirstColumn="0" w:firstRowLastColumn="0" w:lastRowFirstColumn="0" w:lastRowLastColumn="0"/>
        </w:trPr>
        <w:tc>
          <w:tcPr>
            <w:tcW w:w="2410" w:type="dxa"/>
          </w:tcPr>
          <w:p w:rsidR="00780F07" w:rsidRPr="00DF22F0" w:rsidRDefault="00780F07" w:rsidP="0064187B">
            <w:pPr>
              <w:jc w:val="left"/>
              <w:rPr>
                <w:sz w:val="20"/>
              </w:rPr>
            </w:pPr>
            <w:r w:rsidRPr="00DF22F0">
              <w:rPr>
                <w:sz w:val="20"/>
              </w:rPr>
              <w:t xml:space="preserve">Source </w:t>
            </w:r>
          </w:p>
        </w:tc>
        <w:tc>
          <w:tcPr>
            <w:tcW w:w="850" w:type="dxa"/>
          </w:tcPr>
          <w:p w:rsidR="00780F07" w:rsidRPr="00DF22F0" w:rsidRDefault="00780F07" w:rsidP="00E526C2">
            <w:pPr>
              <w:rPr>
                <w:sz w:val="20"/>
              </w:rPr>
            </w:pPr>
            <w:r w:rsidRPr="00DF22F0">
              <w:rPr>
                <w:sz w:val="20"/>
              </w:rPr>
              <w:t xml:space="preserve">Gas </w:t>
            </w:r>
          </w:p>
        </w:tc>
        <w:tc>
          <w:tcPr>
            <w:tcW w:w="1701" w:type="dxa"/>
          </w:tcPr>
          <w:p w:rsidR="00780F07" w:rsidRPr="00DF22F0" w:rsidRDefault="00780F07" w:rsidP="00E526C2">
            <w:pPr>
              <w:rPr>
                <w:sz w:val="20"/>
              </w:rPr>
            </w:pPr>
          </w:p>
        </w:tc>
        <w:tc>
          <w:tcPr>
            <w:tcW w:w="3686" w:type="dxa"/>
          </w:tcPr>
          <w:p w:rsidR="00780F07" w:rsidRPr="00DF22F0" w:rsidRDefault="00780F07" w:rsidP="0064187B">
            <w:pPr>
              <w:jc w:val="left"/>
              <w:rPr>
                <w:sz w:val="20"/>
              </w:rPr>
            </w:pPr>
            <w:r w:rsidRPr="00DF22F0">
              <w:rPr>
                <w:sz w:val="20"/>
              </w:rPr>
              <w:t>Justification/Explanation</w:t>
            </w:r>
          </w:p>
        </w:tc>
      </w:tr>
      <w:tr w:rsidR="00D61521" w:rsidRPr="00DF22F0" w:rsidTr="0064187B">
        <w:tc>
          <w:tcPr>
            <w:tcW w:w="2410" w:type="dxa"/>
          </w:tcPr>
          <w:p w:rsidR="00D61521" w:rsidRPr="00DF22F0" w:rsidRDefault="00D61521" w:rsidP="003C287E">
            <w:pPr>
              <w:jc w:val="left"/>
              <w:rPr>
                <w:sz w:val="20"/>
              </w:rPr>
            </w:pPr>
            <w:r w:rsidRPr="00DF22F0">
              <w:rPr>
                <w:sz w:val="20"/>
              </w:rPr>
              <w:t>Emissions of N</w:t>
            </w:r>
            <w:r w:rsidRPr="00DF22F0">
              <w:rPr>
                <w:rFonts w:cs="Arial"/>
                <w:sz w:val="20"/>
                <w:vertAlign w:val="subscript"/>
              </w:rPr>
              <w:t>2</w:t>
            </w:r>
            <w:r w:rsidRPr="00DF22F0">
              <w:rPr>
                <w:sz w:val="20"/>
              </w:rPr>
              <w:t>O as a result of side reaction to the caprolactam production process</w:t>
            </w:r>
          </w:p>
        </w:tc>
        <w:tc>
          <w:tcPr>
            <w:tcW w:w="850" w:type="dxa"/>
          </w:tcPr>
          <w:p w:rsidR="00D61521" w:rsidRPr="00DF22F0" w:rsidRDefault="00D61521" w:rsidP="00E526C2">
            <w:pPr>
              <w:rPr>
                <w:sz w:val="20"/>
              </w:rPr>
            </w:pPr>
            <w:r w:rsidRPr="00DF22F0">
              <w:rPr>
                <w:sz w:val="20"/>
              </w:rPr>
              <w:t>N</w:t>
            </w:r>
            <w:r w:rsidRPr="00DF22F0">
              <w:rPr>
                <w:rFonts w:cs="Arial"/>
                <w:sz w:val="20"/>
                <w:vertAlign w:val="subscript"/>
              </w:rPr>
              <w:t>2</w:t>
            </w:r>
            <w:r w:rsidRPr="00DF22F0">
              <w:rPr>
                <w:sz w:val="20"/>
              </w:rPr>
              <w:t>O</w:t>
            </w:r>
          </w:p>
        </w:tc>
        <w:tc>
          <w:tcPr>
            <w:tcW w:w="1701" w:type="dxa"/>
          </w:tcPr>
          <w:p w:rsidR="00D61521" w:rsidRPr="00DF22F0" w:rsidRDefault="00D61521" w:rsidP="00E526C2">
            <w:pPr>
              <w:rPr>
                <w:sz w:val="20"/>
              </w:rPr>
            </w:pPr>
            <w:r w:rsidRPr="00DF22F0">
              <w:rPr>
                <w:sz w:val="20"/>
              </w:rPr>
              <w:t>Included</w:t>
            </w:r>
          </w:p>
        </w:tc>
        <w:tc>
          <w:tcPr>
            <w:tcW w:w="3686" w:type="dxa"/>
          </w:tcPr>
          <w:p w:rsidR="00D61521" w:rsidRPr="00DF22F0" w:rsidRDefault="00D61521" w:rsidP="0064187B">
            <w:pPr>
              <w:jc w:val="left"/>
              <w:rPr>
                <w:sz w:val="20"/>
              </w:rPr>
            </w:pPr>
            <w:r w:rsidRPr="00DF22F0">
              <w:rPr>
                <w:sz w:val="20"/>
              </w:rPr>
              <w:t>Main emission source, taking national N</w:t>
            </w:r>
            <w:r w:rsidRPr="00DF22F0">
              <w:rPr>
                <w:rFonts w:cs="Arial"/>
                <w:sz w:val="20"/>
                <w:vertAlign w:val="subscript"/>
              </w:rPr>
              <w:t>2</w:t>
            </w:r>
            <w:r w:rsidRPr="00DF22F0">
              <w:rPr>
                <w:sz w:val="20"/>
              </w:rPr>
              <w:t>O emission regulations into account</w:t>
            </w:r>
          </w:p>
        </w:tc>
      </w:tr>
      <w:tr w:rsidR="00D61521" w:rsidRPr="00DF22F0" w:rsidTr="0064187B">
        <w:tc>
          <w:tcPr>
            <w:tcW w:w="2410" w:type="dxa"/>
          </w:tcPr>
          <w:p w:rsidR="00D61521" w:rsidRPr="00DF22F0" w:rsidRDefault="00D61521" w:rsidP="0064187B">
            <w:pPr>
              <w:jc w:val="left"/>
              <w:rPr>
                <w:sz w:val="20"/>
              </w:rPr>
            </w:pPr>
            <w:r w:rsidRPr="00DF22F0">
              <w:rPr>
                <w:sz w:val="20"/>
              </w:rPr>
              <w:t>Emissions related to the production of ammonia used for NO</w:t>
            </w:r>
            <w:r w:rsidRPr="00DF22F0">
              <w:rPr>
                <w:rFonts w:cs="Arial"/>
                <w:sz w:val="20"/>
                <w:vertAlign w:val="subscript"/>
              </w:rPr>
              <w:t>X</w:t>
            </w:r>
            <w:r w:rsidRPr="00DF22F0">
              <w:rPr>
                <w:sz w:val="20"/>
              </w:rPr>
              <w:t xml:space="preserve"> reduction (Attention: Ammonia used for NO</w:t>
            </w:r>
            <w:r w:rsidRPr="00DF22F0">
              <w:rPr>
                <w:rFonts w:cs="Arial"/>
                <w:sz w:val="20"/>
                <w:vertAlign w:val="subscript"/>
              </w:rPr>
              <w:t>X</w:t>
            </w:r>
            <w:r w:rsidRPr="00DF22F0">
              <w:rPr>
                <w:sz w:val="20"/>
              </w:rPr>
              <w:t xml:space="preserve"> reduction does not cause GHG emissions, only the production of ammonia causes GHG emissions)</w:t>
            </w:r>
          </w:p>
        </w:tc>
        <w:tc>
          <w:tcPr>
            <w:tcW w:w="850" w:type="dxa"/>
          </w:tcPr>
          <w:p w:rsidR="00D61521" w:rsidRPr="00DF22F0" w:rsidRDefault="00D61521" w:rsidP="00E526C2">
            <w:pPr>
              <w:rPr>
                <w:sz w:val="20"/>
              </w:rPr>
            </w:pPr>
            <w:r w:rsidRPr="00DF22F0">
              <w:rPr>
                <w:sz w:val="20"/>
              </w:rPr>
              <w:t>CO</w:t>
            </w:r>
            <w:r w:rsidRPr="00DF22F0">
              <w:rPr>
                <w:rFonts w:cs="Arial"/>
                <w:sz w:val="20"/>
                <w:vertAlign w:val="subscript"/>
              </w:rPr>
              <w:t>2</w:t>
            </w:r>
            <w:r w:rsidRPr="00DF22F0">
              <w:rPr>
                <w:sz w:val="20"/>
              </w:rPr>
              <w:t xml:space="preserve"> </w:t>
            </w:r>
          </w:p>
          <w:p w:rsidR="00D61521" w:rsidRPr="00DF22F0" w:rsidRDefault="00D61521" w:rsidP="00E526C2">
            <w:pPr>
              <w:rPr>
                <w:sz w:val="20"/>
              </w:rPr>
            </w:pPr>
            <w:r w:rsidRPr="00DF22F0">
              <w:rPr>
                <w:sz w:val="20"/>
              </w:rPr>
              <w:t>CH</w:t>
            </w:r>
            <w:r w:rsidRPr="00DF22F0">
              <w:rPr>
                <w:rFonts w:cs="Arial"/>
                <w:sz w:val="20"/>
                <w:vertAlign w:val="subscript"/>
              </w:rPr>
              <w:t>4</w:t>
            </w:r>
          </w:p>
          <w:p w:rsidR="00D61521" w:rsidRPr="00DF22F0" w:rsidRDefault="00D61521" w:rsidP="00E526C2">
            <w:pPr>
              <w:rPr>
                <w:sz w:val="20"/>
              </w:rPr>
            </w:pPr>
            <w:r w:rsidRPr="00DF22F0">
              <w:rPr>
                <w:sz w:val="20"/>
              </w:rPr>
              <w:t>N</w:t>
            </w:r>
            <w:r w:rsidRPr="00DF22F0">
              <w:rPr>
                <w:rFonts w:cs="Arial"/>
                <w:sz w:val="20"/>
                <w:vertAlign w:val="subscript"/>
              </w:rPr>
              <w:t>2</w:t>
            </w:r>
            <w:r w:rsidRPr="00DF22F0">
              <w:rPr>
                <w:sz w:val="20"/>
              </w:rPr>
              <w:t>O</w:t>
            </w:r>
          </w:p>
        </w:tc>
        <w:tc>
          <w:tcPr>
            <w:tcW w:w="1701" w:type="dxa"/>
          </w:tcPr>
          <w:p w:rsidR="00D61521" w:rsidRPr="00DF22F0" w:rsidRDefault="00D61521" w:rsidP="00E526C2">
            <w:pPr>
              <w:rPr>
                <w:sz w:val="20"/>
              </w:rPr>
            </w:pPr>
            <w:r w:rsidRPr="00DF22F0">
              <w:rPr>
                <w:sz w:val="20"/>
              </w:rPr>
              <w:t>Included</w:t>
            </w:r>
          </w:p>
        </w:tc>
        <w:tc>
          <w:tcPr>
            <w:tcW w:w="3686" w:type="dxa"/>
          </w:tcPr>
          <w:p w:rsidR="00D61521" w:rsidRPr="00DF22F0" w:rsidRDefault="00D61521" w:rsidP="0064187B">
            <w:pPr>
              <w:jc w:val="left"/>
              <w:rPr>
                <w:sz w:val="20"/>
              </w:rPr>
            </w:pPr>
            <w:r w:rsidRPr="00DF22F0">
              <w:rPr>
                <w:sz w:val="20"/>
              </w:rPr>
              <w:t>In case SCR DeNO</w:t>
            </w:r>
            <w:r w:rsidRPr="00DF22F0">
              <w:rPr>
                <w:rFonts w:cs="Arial"/>
                <w:sz w:val="20"/>
                <w:vertAlign w:val="subscript"/>
              </w:rPr>
              <w:t>X</w:t>
            </w:r>
            <w:r w:rsidRPr="00DF22F0">
              <w:rPr>
                <w:sz w:val="20"/>
              </w:rPr>
              <w:t xml:space="preserve"> unit is already installed prior to the project start: ammonia input for SCR is considered to be of the same magnitude to project related ammonia input for NO</w:t>
            </w:r>
            <w:r w:rsidRPr="00DF22F0">
              <w:rPr>
                <w:rFonts w:cs="Arial"/>
                <w:sz w:val="20"/>
                <w:vertAlign w:val="subscript"/>
              </w:rPr>
              <w:t>X</w:t>
            </w:r>
            <w:r w:rsidRPr="00DF22F0">
              <w:rPr>
                <w:sz w:val="20"/>
              </w:rPr>
              <w:t xml:space="preserve"> reduction. Baseline emissions and project emissions are similar and therefore not considered for calculation. In case no SCR DeNO</w:t>
            </w:r>
            <w:r w:rsidRPr="00DF22F0">
              <w:rPr>
                <w:rFonts w:cs="Arial"/>
                <w:sz w:val="20"/>
                <w:vertAlign w:val="subscript"/>
              </w:rPr>
              <w:t>X</w:t>
            </w:r>
            <w:r w:rsidRPr="00DF22F0">
              <w:rPr>
                <w:sz w:val="20"/>
              </w:rPr>
              <w:t>-unit is already installed prior to the project start: ammonia input for NO</w:t>
            </w:r>
            <w:r w:rsidRPr="00DF22F0">
              <w:rPr>
                <w:rFonts w:cs="Arial"/>
                <w:sz w:val="20"/>
                <w:vertAlign w:val="subscript"/>
              </w:rPr>
              <w:t>X</w:t>
            </w:r>
            <w:r w:rsidRPr="00DF22F0">
              <w:rPr>
                <w:sz w:val="20"/>
              </w:rPr>
              <w:t xml:space="preserve"> reduction is considered zero for baseline emissions</w:t>
            </w:r>
          </w:p>
        </w:tc>
      </w:tr>
      <w:tr w:rsidR="00D61521" w:rsidRPr="00DF22F0" w:rsidTr="0064187B">
        <w:tc>
          <w:tcPr>
            <w:tcW w:w="2410" w:type="dxa"/>
          </w:tcPr>
          <w:p w:rsidR="00D61521" w:rsidRPr="00DF22F0" w:rsidRDefault="00D61521" w:rsidP="0064187B">
            <w:pPr>
              <w:jc w:val="left"/>
              <w:rPr>
                <w:sz w:val="20"/>
              </w:rPr>
            </w:pPr>
            <w:r w:rsidRPr="00DF22F0">
              <w:rPr>
                <w:sz w:val="20"/>
              </w:rPr>
              <w:t>In case of thermal N</w:t>
            </w:r>
            <w:r w:rsidRPr="00DF22F0">
              <w:rPr>
                <w:rFonts w:cs="Arial"/>
                <w:sz w:val="20"/>
                <w:vertAlign w:val="subscript"/>
              </w:rPr>
              <w:t>2</w:t>
            </w:r>
            <w:r w:rsidRPr="00DF22F0">
              <w:rPr>
                <w:sz w:val="20"/>
              </w:rPr>
              <w:t>O decomposition process installed: Emissions at the project site resulting from fuel combustion to maintain the required temperature in the reaction chamber</w:t>
            </w:r>
          </w:p>
        </w:tc>
        <w:tc>
          <w:tcPr>
            <w:tcW w:w="850" w:type="dxa"/>
          </w:tcPr>
          <w:p w:rsidR="00D61521" w:rsidRPr="00DF22F0" w:rsidRDefault="00D61521" w:rsidP="00E526C2">
            <w:pPr>
              <w:rPr>
                <w:sz w:val="20"/>
              </w:rPr>
            </w:pPr>
            <w:r w:rsidRPr="00DF22F0">
              <w:rPr>
                <w:sz w:val="20"/>
              </w:rPr>
              <w:t>CO</w:t>
            </w:r>
            <w:r w:rsidRPr="00DF22F0">
              <w:rPr>
                <w:rFonts w:cs="Arial"/>
                <w:sz w:val="20"/>
                <w:vertAlign w:val="subscript"/>
              </w:rPr>
              <w:t>2</w:t>
            </w:r>
          </w:p>
        </w:tc>
        <w:tc>
          <w:tcPr>
            <w:tcW w:w="1701" w:type="dxa"/>
          </w:tcPr>
          <w:p w:rsidR="00D61521" w:rsidRPr="00DF22F0" w:rsidRDefault="00D61521" w:rsidP="00780F07">
            <w:pPr>
              <w:pStyle w:val="SDMTableBoxParaNumbered"/>
            </w:pPr>
            <w:r w:rsidRPr="00DF22F0">
              <w:t>Included</w:t>
            </w:r>
          </w:p>
        </w:tc>
        <w:tc>
          <w:tcPr>
            <w:tcW w:w="3686" w:type="dxa"/>
          </w:tcPr>
          <w:p w:rsidR="00D61521" w:rsidRPr="00DF22F0" w:rsidRDefault="00D61521" w:rsidP="0064187B">
            <w:pPr>
              <w:jc w:val="left"/>
              <w:rPr>
                <w:sz w:val="20"/>
              </w:rPr>
            </w:pPr>
            <w:r w:rsidRPr="00DF22F0">
              <w:rPr>
                <w:sz w:val="20"/>
              </w:rPr>
              <w:t>Thermal destruction of N</w:t>
            </w:r>
            <w:r w:rsidRPr="00DF22F0">
              <w:rPr>
                <w:rFonts w:cs="Arial"/>
                <w:sz w:val="20"/>
                <w:vertAlign w:val="subscript"/>
              </w:rPr>
              <w:t>2</w:t>
            </w:r>
            <w:r w:rsidRPr="00DF22F0">
              <w:rPr>
                <w:sz w:val="20"/>
              </w:rPr>
              <w:t>O requires high temperatures in order to maintain the reaction. The heat is provided by a burner that uses fossil fuels. Emissions related to the combustion are considered in the project boundaries</w:t>
            </w:r>
          </w:p>
        </w:tc>
      </w:tr>
      <w:tr w:rsidR="00D61521" w:rsidRPr="00911F51" w:rsidTr="0064187B">
        <w:tc>
          <w:tcPr>
            <w:tcW w:w="2410" w:type="dxa"/>
          </w:tcPr>
          <w:p w:rsidR="00D61521" w:rsidRPr="00DF22F0" w:rsidRDefault="00D61521" w:rsidP="0064187B">
            <w:pPr>
              <w:jc w:val="left"/>
              <w:rPr>
                <w:sz w:val="20"/>
              </w:rPr>
            </w:pPr>
            <w:r w:rsidRPr="00DF22F0">
              <w:rPr>
                <w:sz w:val="20"/>
              </w:rPr>
              <w:t>In case of N</w:t>
            </w:r>
            <w:r w:rsidRPr="00DF22F0">
              <w:rPr>
                <w:rFonts w:cs="Arial"/>
                <w:sz w:val="20"/>
                <w:vertAlign w:val="subscript"/>
              </w:rPr>
              <w:t>2</w:t>
            </w:r>
            <w:r w:rsidRPr="00DF22F0">
              <w:rPr>
                <w:sz w:val="20"/>
              </w:rPr>
              <w:t>O reduction process installed: Emissions at the project site resulting from hydrocarbons used as reducing agent and/or re-heating the tail gas</w:t>
            </w:r>
          </w:p>
        </w:tc>
        <w:tc>
          <w:tcPr>
            <w:tcW w:w="850" w:type="dxa"/>
          </w:tcPr>
          <w:p w:rsidR="00D61521" w:rsidRPr="00DF22F0" w:rsidRDefault="00D61521" w:rsidP="00780F07">
            <w:pPr>
              <w:rPr>
                <w:sz w:val="20"/>
              </w:rPr>
            </w:pPr>
            <w:r w:rsidRPr="00DF22F0">
              <w:rPr>
                <w:sz w:val="20"/>
              </w:rPr>
              <w:t>CH</w:t>
            </w:r>
            <w:r w:rsidRPr="00DF22F0">
              <w:rPr>
                <w:rFonts w:cs="Arial"/>
                <w:sz w:val="20"/>
                <w:vertAlign w:val="subscript"/>
              </w:rPr>
              <w:t>4</w:t>
            </w:r>
          </w:p>
          <w:p w:rsidR="00D61521" w:rsidRPr="00DF22F0" w:rsidRDefault="00D61521" w:rsidP="00780F07">
            <w:pPr>
              <w:rPr>
                <w:sz w:val="20"/>
              </w:rPr>
            </w:pPr>
            <w:r w:rsidRPr="00DF22F0">
              <w:rPr>
                <w:sz w:val="20"/>
              </w:rPr>
              <w:t>and/or</w:t>
            </w:r>
          </w:p>
          <w:p w:rsidR="00D61521" w:rsidRPr="00DF22F0" w:rsidRDefault="00D61521" w:rsidP="00780F07">
            <w:pPr>
              <w:rPr>
                <w:sz w:val="20"/>
              </w:rPr>
            </w:pPr>
            <w:r w:rsidRPr="00DF22F0">
              <w:rPr>
                <w:sz w:val="20"/>
              </w:rPr>
              <w:t>CO</w:t>
            </w:r>
            <w:r w:rsidRPr="00DF22F0">
              <w:rPr>
                <w:rFonts w:cs="Arial"/>
                <w:sz w:val="20"/>
                <w:vertAlign w:val="subscript"/>
              </w:rPr>
              <w:t>2</w:t>
            </w:r>
          </w:p>
        </w:tc>
        <w:tc>
          <w:tcPr>
            <w:tcW w:w="1701" w:type="dxa"/>
          </w:tcPr>
          <w:p w:rsidR="00D61521" w:rsidRPr="00DF22F0" w:rsidRDefault="00D61521" w:rsidP="00780F07">
            <w:pPr>
              <w:pStyle w:val="SDMTableBoxParaNumbered"/>
            </w:pPr>
            <w:r w:rsidRPr="00DF22F0">
              <w:t>Included</w:t>
            </w:r>
          </w:p>
        </w:tc>
        <w:tc>
          <w:tcPr>
            <w:tcW w:w="3686" w:type="dxa"/>
          </w:tcPr>
          <w:p w:rsidR="00D61521" w:rsidRPr="00DF22F0" w:rsidRDefault="00D61521" w:rsidP="002E667D">
            <w:pPr>
              <w:jc w:val="left"/>
              <w:rPr>
                <w:sz w:val="20"/>
              </w:rPr>
            </w:pPr>
            <w:r w:rsidRPr="00DF22F0">
              <w:rPr>
                <w:sz w:val="20"/>
              </w:rPr>
              <w:t>Hydrocarbons are used as reducing agent and/or re-heating the tail gas to enhance the efficiency of a N</w:t>
            </w:r>
            <w:r w:rsidRPr="00DF22F0">
              <w:rPr>
                <w:rFonts w:cs="Arial"/>
                <w:sz w:val="20"/>
                <w:vertAlign w:val="subscript"/>
              </w:rPr>
              <w:t>2</w:t>
            </w:r>
            <w:r w:rsidRPr="00DF22F0">
              <w:rPr>
                <w:sz w:val="20"/>
              </w:rPr>
              <w:t>O catalytic reduction facility. In this case hydrocarbons are mainly converted to CO</w:t>
            </w:r>
            <w:r w:rsidRPr="00DF22F0">
              <w:rPr>
                <w:rFonts w:cs="Arial"/>
                <w:sz w:val="20"/>
                <w:vertAlign w:val="subscript"/>
              </w:rPr>
              <w:t>2</w:t>
            </w:r>
            <w:r w:rsidRPr="00DF22F0">
              <w:rPr>
                <w:sz w:val="20"/>
              </w:rPr>
              <w:t xml:space="preserve">, while some hydrocarbons may remain intact. Fractions of unconverted methane are either measured (monitored online) or all methane used as reducing agent is assumed as completely unconverted. All other hydrocarbons, with more than </w:t>
            </w:r>
            <w:r w:rsidR="002E667D" w:rsidRPr="00DF22F0">
              <w:rPr>
                <w:sz w:val="20"/>
              </w:rPr>
              <w:t xml:space="preserve">two </w:t>
            </w:r>
            <w:r w:rsidRPr="00DF22F0">
              <w:rPr>
                <w:sz w:val="20"/>
              </w:rPr>
              <w:t>molecules of carbon, are assumed to be completely converted to CO</w:t>
            </w:r>
            <w:r w:rsidRPr="00DF22F0">
              <w:rPr>
                <w:rFonts w:cs="Arial"/>
                <w:sz w:val="20"/>
                <w:vertAlign w:val="subscript"/>
              </w:rPr>
              <w:t>2</w:t>
            </w:r>
          </w:p>
        </w:tc>
      </w:tr>
      <w:tr w:rsidR="00D61521" w:rsidRPr="00911F51" w:rsidTr="0064187B">
        <w:tc>
          <w:tcPr>
            <w:tcW w:w="2410" w:type="dxa"/>
          </w:tcPr>
          <w:p w:rsidR="00D61521" w:rsidRPr="00DF22F0" w:rsidRDefault="00D61521" w:rsidP="0064187B">
            <w:pPr>
              <w:jc w:val="left"/>
              <w:rPr>
                <w:sz w:val="20"/>
              </w:rPr>
            </w:pPr>
            <w:r w:rsidRPr="00DF22F0">
              <w:rPr>
                <w:sz w:val="20"/>
              </w:rPr>
              <w:t>Emissions from electricity demand</w:t>
            </w:r>
          </w:p>
        </w:tc>
        <w:tc>
          <w:tcPr>
            <w:tcW w:w="850" w:type="dxa"/>
          </w:tcPr>
          <w:p w:rsidR="00D61521" w:rsidRPr="00DF22F0" w:rsidRDefault="00D61521" w:rsidP="00780F07">
            <w:pPr>
              <w:rPr>
                <w:sz w:val="20"/>
              </w:rPr>
            </w:pPr>
            <w:r w:rsidRPr="00DF22F0">
              <w:rPr>
                <w:sz w:val="20"/>
              </w:rPr>
              <w:t>CO</w:t>
            </w:r>
            <w:r w:rsidRPr="00DF22F0">
              <w:rPr>
                <w:rFonts w:cs="Arial"/>
                <w:sz w:val="20"/>
                <w:vertAlign w:val="subscript"/>
              </w:rPr>
              <w:t>2</w:t>
            </w:r>
            <w:r w:rsidRPr="00DF22F0">
              <w:rPr>
                <w:sz w:val="20"/>
              </w:rPr>
              <w:t xml:space="preserve"> </w:t>
            </w:r>
          </w:p>
          <w:p w:rsidR="00D61521" w:rsidRPr="00DF22F0" w:rsidRDefault="00D61521" w:rsidP="00780F07">
            <w:pPr>
              <w:rPr>
                <w:sz w:val="20"/>
              </w:rPr>
            </w:pPr>
            <w:r w:rsidRPr="00DF22F0">
              <w:rPr>
                <w:sz w:val="20"/>
              </w:rPr>
              <w:t>CH</w:t>
            </w:r>
            <w:r w:rsidRPr="00DF22F0">
              <w:rPr>
                <w:rFonts w:cs="Arial"/>
                <w:sz w:val="20"/>
                <w:vertAlign w:val="subscript"/>
              </w:rPr>
              <w:t>4</w:t>
            </w:r>
          </w:p>
          <w:p w:rsidR="00D61521" w:rsidRPr="00DF22F0" w:rsidRDefault="00D61521" w:rsidP="00780F07">
            <w:pPr>
              <w:rPr>
                <w:sz w:val="20"/>
              </w:rPr>
            </w:pPr>
            <w:r w:rsidRPr="00DF22F0">
              <w:rPr>
                <w:sz w:val="20"/>
              </w:rPr>
              <w:t>N</w:t>
            </w:r>
            <w:r w:rsidRPr="00DF22F0">
              <w:rPr>
                <w:rFonts w:cs="Arial"/>
                <w:sz w:val="20"/>
                <w:vertAlign w:val="subscript"/>
              </w:rPr>
              <w:t>2</w:t>
            </w:r>
            <w:r w:rsidRPr="00DF22F0">
              <w:rPr>
                <w:sz w:val="20"/>
              </w:rPr>
              <w:t>O</w:t>
            </w:r>
          </w:p>
        </w:tc>
        <w:tc>
          <w:tcPr>
            <w:tcW w:w="1701" w:type="dxa"/>
          </w:tcPr>
          <w:p w:rsidR="00D61521" w:rsidRPr="00DF22F0" w:rsidRDefault="00D61521" w:rsidP="00780F07">
            <w:pPr>
              <w:pStyle w:val="SDMTableBoxParaNumbered"/>
            </w:pPr>
            <w:r w:rsidRPr="00DF22F0">
              <w:t>Excluded</w:t>
            </w:r>
          </w:p>
        </w:tc>
        <w:tc>
          <w:tcPr>
            <w:tcW w:w="3686" w:type="dxa"/>
          </w:tcPr>
          <w:p w:rsidR="00D61521" w:rsidRPr="00DF22F0" w:rsidRDefault="00D61521" w:rsidP="0064187B">
            <w:pPr>
              <w:jc w:val="left"/>
              <w:rPr>
                <w:sz w:val="20"/>
              </w:rPr>
            </w:pPr>
            <w:r w:rsidRPr="00DF22F0">
              <w:rPr>
                <w:sz w:val="20"/>
              </w:rPr>
              <w:t>GHG emissions related to the electricity consumption are insignificant (&lt; 0.005%) and are excluded as monitoring would lead to unreasonable costs</w:t>
            </w:r>
          </w:p>
        </w:tc>
      </w:tr>
      <w:tr w:rsidR="00D61521" w:rsidRPr="00911F51" w:rsidTr="0064187B">
        <w:tc>
          <w:tcPr>
            <w:tcW w:w="2410" w:type="dxa"/>
          </w:tcPr>
          <w:p w:rsidR="00D61521" w:rsidRPr="00DF22F0" w:rsidRDefault="00D61521" w:rsidP="0064187B">
            <w:pPr>
              <w:jc w:val="left"/>
              <w:rPr>
                <w:sz w:val="20"/>
              </w:rPr>
            </w:pPr>
            <w:r w:rsidRPr="00DF22F0">
              <w:rPr>
                <w:sz w:val="20"/>
              </w:rPr>
              <w:lastRenderedPageBreak/>
              <w:t>Emissions related to the production of the hydrocarbons</w:t>
            </w:r>
          </w:p>
        </w:tc>
        <w:tc>
          <w:tcPr>
            <w:tcW w:w="850" w:type="dxa"/>
          </w:tcPr>
          <w:p w:rsidR="00D61521" w:rsidRPr="00DF22F0" w:rsidRDefault="00D61521" w:rsidP="00780F07">
            <w:pPr>
              <w:rPr>
                <w:sz w:val="20"/>
              </w:rPr>
            </w:pPr>
            <w:r w:rsidRPr="00DF22F0">
              <w:rPr>
                <w:sz w:val="20"/>
              </w:rPr>
              <w:t>CO</w:t>
            </w:r>
            <w:r w:rsidRPr="00DF22F0">
              <w:rPr>
                <w:rFonts w:cs="Arial"/>
                <w:sz w:val="20"/>
                <w:vertAlign w:val="subscript"/>
              </w:rPr>
              <w:t>2</w:t>
            </w:r>
            <w:r w:rsidRPr="00DF22F0">
              <w:rPr>
                <w:sz w:val="20"/>
              </w:rPr>
              <w:t xml:space="preserve"> </w:t>
            </w:r>
          </w:p>
          <w:p w:rsidR="00D61521" w:rsidRPr="00DF22F0" w:rsidRDefault="00D61521" w:rsidP="00780F07">
            <w:pPr>
              <w:rPr>
                <w:sz w:val="20"/>
              </w:rPr>
            </w:pPr>
            <w:r w:rsidRPr="00DF22F0">
              <w:rPr>
                <w:sz w:val="20"/>
              </w:rPr>
              <w:t>CH</w:t>
            </w:r>
            <w:r w:rsidRPr="00DF22F0">
              <w:rPr>
                <w:rFonts w:cs="Arial"/>
                <w:sz w:val="20"/>
                <w:vertAlign w:val="subscript"/>
              </w:rPr>
              <w:t>4</w:t>
            </w:r>
          </w:p>
          <w:p w:rsidR="00D61521" w:rsidRPr="00DF22F0" w:rsidRDefault="00D61521" w:rsidP="00780F07">
            <w:pPr>
              <w:rPr>
                <w:sz w:val="20"/>
              </w:rPr>
            </w:pPr>
            <w:r w:rsidRPr="00DF22F0">
              <w:rPr>
                <w:sz w:val="20"/>
              </w:rPr>
              <w:t>N</w:t>
            </w:r>
            <w:r w:rsidRPr="00DF22F0">
              <w:rPr>
                <w:rFonts w:cs="Arial"/>
                <w:sz w:val="20"/>
                <w:vertAlign w:val="subscript"/>
              </w:rPr>
              <w:t>2</w:t>
            </w:r>
            <w:r w:rsidRPr="00DF22F0">
              <w:rPr>
                <w:sz w:val="20"/>
              </w:rPr>
              <w:t>O</w:t>
            </w:r>
          </w:p>
        </w:tc>
        <w:tc>
          <w:tcPr>
            <w:tcW w:w="1701" w:type="dxa"/>
          </w:tcPr>
          <w:p w:rsidR="00D61521" w:rsidRPr="00DF22F0" w:rsidRDefault="00D61521" w:rsidP="00780F07">
            <w:pPr>
              <w:pStyle w:val="SDMTableBoxParaNumbered"/>
            </w:pPr>
            <w:r w:rsidRPr="00DF22F0">
              <w:t>Excluded</w:t>
            </w:r>
          </w:p>
        </w:tc>
        <w:tc>
          <w:tcPr>
            <w:tcW w:w="3686" w:type="dxa"/>
          </w:tcPr>
          <w:p w:rsidR="00D61521" w:rsidRPr="00DF22F0" w:rsidRDefault="00D61521" w:rsidP="0064187B">
            <w:pPr>
              <w:jc w:val="left"/>
              <w:rPr>
                <w:sz w:val="20"/>
              </w:rPr>
            </w:pPr>
            <w:r w:rsidRPr="00DF22F0">
              <w:rPr>
                <w:sz w:val="20"/>
              </w:rPr>
              <w:t>GHG emissions related to the production of hydrocarbons used as reducing agent represent less than 0.001% of expected emission reductions and will not be taken into account due to unreasonable costs for monitoring</w:t>
            </w:r>
          </w:p>
        </w:tc>
      </w:tr>
    </w:tbl>
    <w:p w:rsidR="00B940E2" w:rsidRDefault="00B940E2" w:rsidP="00DC3469">
      <w:pPr>
        <w:pStyle w:val="SDMPara"/>
        <w:numPr>
          <w:ilvl w:val="0"/>
          <w:numId w:val="7"/>
        </w:numPr>
      </w:pPr>
      <w:r>
        <w:t xml:space="preserve">As shown in Figure 1 (Destruction facility inside of the pressure zone, tail gas turbine </w:t>
      </w:r>
      <w:r w:rsidR="00E846D6" w:rsidRPr="003C287E">
        <w:t>upstream</w:t>
      </w:r>
      <w:r w:rsidR="00E846D6">
        <w:t xml:space="preserve"> </w:t>
      </w:r>
      <w:r>
        <w:t xml:space="preserve">of project) and Figure 2 (Destruction facility not in pressure zone, tail gas turbine located </w:t>
      </w:r>
      <w:r w:rsidR="00E846D6" w:rsidRPr="003C287E">
        <w:t>downstream</w:t>
      </w:r>
      <w:r>
        <w:t>), the spatial extent of the project boundary comprises:</w:t>
      </w:r>
    </w:p>
    <w:p w:rsidR="00B940E2" w:rsidRDefault="00B940E2" w:rsidP="00DC3469">
      <w:pPr>
        <w:pStyle w:val="SDMSubPara1"/>
        <w:numPr>
          <w:ilvl w:val="1"/>
          <w:numId w:val="7"/>
        </w:numPr>
      </w:pPr>
      <w:r>
        <w:t>The catalytic N</w:t>
      </w:r>
      <w:r w:rsidRPr="002E667D">
        <w:rPr>
          <w:vertAlign w:val="subscript"/>
        </w:rPr>
        <w:t>2</w:t>
      </w:r>
      <w:r>
        <w:t>O destruction facility including auxiliary ammonia and/or hydrocarbon input;</w:t>
      </w:r>
    </w:p>
    <w:p w:rsidR="00B940E2" w:rsidRDefault="00B940E2" w:rsidP="00DC3469">
      <w:pPr>
        <w:pStyle w:val="SDMSubPara1"/>
        <w:numPr>
          <w:ilvl w:val="1"/>
          <w:numId w:val="7"/>
        </w:numPr>
      </w:pPr>
      <w:r>
        <w:t>For caprolactam plants using the HPO® process, the flow of product gas of the ammonia oxidation reactor to the absorption column, and the flow of product liquid from the absorption column to the HPO® process area; and</w:t>
      </w:r>
    </w:p>
    <w:p w:rsidR="00B940E2" w:rsidRDefault="00B940E2" w:rsidP="00DC3469">
      <w:pPr>
        <w:pStyle w:val="SDMSubPara1"/>
        <w:numPr>
          <w:ilvl w:val="1"/>
          <w:numId w:val="7"/>
        </w:numPr>
      </w:pPr>
      <w:r>
        <w:t>For monitoring purposes only, the caprolactam production plant, to measure the caprolactam output and operating parameters of the ammonia oxidation reactor.</w:t>
      </w:r>
    </w:p>
    <w:p w:rsidR="00B940E2" w:rsidRDefault="004C4BD2" w:rsidP="009B3759">
      <w:pPr>
        <w:pStyle w:val="Caption"/>
      </w:pPr>
      <w:r>
        <w:t>Figure 1.</w:t>
      </w:r>
      <w:r w:rsidR="00B940E2">
        <w:t xml:space="preserve"> </w:t>
      </w:r>
      <w:r>
        <w:tab/>
      </w:r>
      <w:r w:rsidR="00B940E2">
        <w:t xml:space="preserve">Project boundary (destruction facility in </w:t>
      </w:r>
      <w:r w:rsidR="00E846D6">
        <w:t xml:space="preserve">the </w:t>
      </w:r>
      <w:r w:rsidR="00B940E2">
        <w:t>pressure zone, tail gas turbine upstream)</w:t>
      </w:r>
    </w:p>
    <w:p w:rsidR="00B940E2" w:rsidRDefault="009B3759" w:rsidP="004F1718">
      <w:pPr>
        <w:ind w:left="709"/>
      </w:pPr>
      <w:r>
        <w:rPr>
          <w:noProof/>
          <w:lang w:eastAsia="en-GB"/>
        </w:rPr>
        <w:drawing>
          <wp:inline distT="0" distB="0" distL="0" distR="0" wp14:anchorId="0BCE772C" wp14:editId="0ABE77DA">
            <wp:extent cx="5477878" cy="3681351"/>
            <wp:effectExtent l="0" t="0" r="889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84692" cy="3685930"/>
                    </a:xfrm>
                    <a:prstGeom prst="rect">
                      <a:avLst/>
                    </a:prstGeom>
                    <a:noFill/>
                    <a:ln>
                      <a:noFill/>
                    </a:ln>
                  </pic:spPr>
                </pic:pic>
              </a:graphicData>
            </a:graphic>
          </wp:inline>
        </w:drawing>
      </w:r>
    </w:p>
    <w:p w:rsidR="00B940E2" w:rsidRDefault="00B940E2" w:rsidP="009B3759">
      <w:pPr>
        <w:pStyle w:val="Caption"/>
      </w:pPr>
      <w:r>
        <w:lastRenderedPageBreak/>
        <w:t>Figure 2</w:t>
      </w:r>
      <w:r w:rsidR="00DE62B9">
        <w:t>.</w:t>
      </w:r>
      <w:r>
        <w:t xml:space="preserve"> </w:t>
      </w:r>
      <w:r w:rsidR="004C4BD2">
        <w:tab/>
      </w:r>
      <w:r>
        <w:t>Project boundary (destruction facility outside pressure zone, tail gas turbine downstream)</w:t>
      </w:r>
    </w:p>
    <w:p w:rsidR="00B940E2" w:rsidRDefault="004F1718" w:rsidP="004F1718">
      <w:pPr>
        <w:ind w:left="709"/>
      </w:pPr>
      <w:r>
        <w:rPr>
          <w:noProof/>
          <w:lang w:eastAsia="en-GB"/>
        </w:rPr>
        <w:drawing>
          <wp:inline distT="0" distB="0" distL="0" distR="0" wp14:anchorId="4808A7C2" wp14:editId="0F1894D9">
            <wp:extent cx="5477807" cy="3680135"/>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2790" cy="3683483"/>
                    </a:xfrm>
                    <a:prstGeom prst="rect">
                      <a:avLst/>
                    </a:prstGeom>
                    <a:noFill/>
                  </pic:spPr>
                </pic:pic>
              </a:graphicData>
            </a:graphic>
          </wp:inline>
        </w:drawing>
      </w:r>
    </w:p>
    <w:p w:rsidR="00B940E2" w:rsidRDefault="00B940E2" w:rsidP="00210680">
      <w:pPr>
        <w:pStyle w:val="SDMHead3"/>
      </w:pPr>
      <w:bookmarkStart w:id="17" w:name="_Toc358026518"/>
      <w:r>
        <w:t>Step 1: Identify technically feasible baseline scenario alternatives to the project activity</w:t>
      </w:r>
      <w:bookmarkEnd w:id="17"/>
    </w:p>
    <w:p w:rsidR="00B940E2" w:rsidRDefault="00B940E2" w:rsidP="00DC3469">
      <w:pPr>
        <w:pStyle w:val="SDMPara"/>
        <w:numPr>
          <w:ilvl w:val="0"/>
          <w:numId w:val="7"/>
        </w:numPr>
      </w:pPr>
      <w:r>
        <w:t>The baseline scenario alternatives should include all technically feasible options which are realistic and credible.</w:t>
      </w:r>
    </w:p>
    <w:p w:rsidR="00B940E2" w:rsidRDefault="00814AFB" w:rsidP="00210680">
      <w:pPr>
        <w:pStyle w:val="SDMHead4"/>
      </w:pPr>
      <w:r>
        <w:t>Sub-s</w:t>
      </w:r>
      <w:r w:rsidR="00B940E2">
        <w:t>tep 1a: The baseline scenario alternatives should include all possible options that are technically feasible to handle N</w:t>
      </w:r>
      <w:r w:rsidR="00B940E2" w:rsidRPr="0064187B">
        <w:rPr>
          <w:vertAlign w:val="subscript"/>
        </w:rPr>
        <w:t>2</w:t>
      </w:r>
      <w:r w:rsidR="00B940E2">
        <w:t>O emissions. These options are, inter alia:</w:t>
      </w:r>
    </w:p>
    <w:p w:rsidR="00B940E2" w:rsidRDefault="00B940E2" w:rsidP="00DC3469">
      <w:pPr>
        <w:pStyle w:val="SDMSubPara1"/>
        <w:numPr>
          <w:ilvl w:val="1"/>
          <w:numId w:val="7"/>
        </w:numPr>
      </w:pPr>
      <w:r>
        <w:t>Status quo: The continuation of the current situation, where there will be no installation of technology for the destruction or abatement of N</w:t>
      </w:r>
      <w:r w:rsidRPr="0064187B">
        <w:rPr>
          <w:vertAlign w:val="subscript"/>
        </w:rPr>
        <w:t>2</w:t>
      </w:r>
      <w:r>
        <w:t>O;</w:t>
      </w:r>
    </w:p>
    <w:p w:rsidR="00B940E2" w:rsidRDefault="00B940E2" w:rsidP="00DC3469">
      <w:pPr>
        <w:pStyle w:val="SDMSubPara1"/>
        <w:numPr>
          <w:ilvl w:val="1"/>
          <w:numId w:val="7"/>
        </w:numPr>
      </w:pPr>
      <w:r>
        <w:t>Switch to alternative production method not involving ammonia oxidation process;</w:t>
      </w:r>
    </w:p>
    <w:p w:rsidR="00B940E2" w:rsidRDefault="00B940E2" w:rsidP="00DC3469">
      <w:pPr>
        <w:pStyle w:val="SDMSubPara1"/>
        <w:numPr>
          <w:ilvl w:val="1"/>
          <w:numId w:val="7"/>
        </w:numPr>
      </w:pPr>
      <w:r>
        <w:t>Alternative use of N</w:t>
      </w:r>
      <w:r w:rsidRPr="0064187B">
        <w:rPr>
          <w:vertAlign w:val="subscript"/>
        </w:rPr>
        <w:t>2</w:t>
      </w:r>
      <w:r>
        <w:t>O such as:</w:t>
      </w:r>
    </w:p>
    <w:p w:rsidR="00B940E2" w:rsidRDefault="00B940E2" w:rsidP="00DC3469">
      <w:pPr>
        <w:pStyle w:val="SDMSubPara2"/>
        <w:numPr>
          <w:ilvl w:val="2"/>
          <w:numId w:val="7"/>
        </w:numPr>
      </w:pPr>
      <w:r>
        <w:t>Recycling of N</w:t>
      </w:r>
      <w:r w:rsidRPr="0064187B">
        <w:rPr>
          <w:vertAlign w:val="subscript"/>
        </w:rPr>
        <w:t>2</w:t>
      </w:r>
      <w:r>
        <w:t>O as a feedstock for the plant;</w:t>
      </w:r>
    </w:p>
    <w:p w:rsidR="00B940E2" w:rsidRDefault="00B940E2" w:rsidP="00DC3469">
      <w:pPr>
        <w:pStyle w:val="SDMSubPara2"/>
        <w:numPr>
          <w:ilvl w:val="2"/>
          <w:numId w:val="7"/>
        </w:numPr>
      </w:pPr>
      <w:r>
        <w:t>The use of N</w:t>
      </w:r>
      <w:r w:rsidRPr="0064187B">
        <w:rPr>
          <w:vertAlign w:val="subscript"/>
        </w:rPr>
        <w:t>2</w:t>
      </w:r>
      <w:r w:rsidR="002E667D">
        <w:t>O for external purposes;</w:t>
      </w:r>
    </w:p>
    <w:p w:rsidR="00B940E2" w:rsidRDefault="00B940E2" w:rsidP="00DC3469">
      <w:pPr>
        <w:pStyle w:val="SDMSubPara1"/>
        <w:numPr>
          <w:ilvl w:val="1"/>
          <w:numId w:val="7"/>
        </w:numPr>
      </w:pPr>
      <w:r>
        <w:t>Installation of a Non-Selective Catalytic Reduction (NSCR) DeNO</w:t>
      </w:r>
      <w:r w:rsidRPr="0064187B">
        <w:rPr>
          <w:vertAlign w:val="subscript"/>
        </w:rPr>
        <w:t>X</w:t>
      </w:r>
      <w:r>
        <w:t xml:space="preserve"> unit</w:t>
      </w:r>
      <w:r w:rsidR="002E667D">
        <w:t>;</w:t>
      </w:r>
      <w:r w:rsidR="00811F00">
        <w:rPr>
          <w:rStyle w:val="FootnoteReference"/>
        </w:rPr>
        <w:footnoteReference w:id="2"/>
      </w:r>
      <w:r>
        <w:t xml:space="preserve"> </w:t>
      </w:r>
    </w:p>
    <w:p w:rsidR="00B940E2" w:rsidRDefault="00B940E2" w:rsidP="00DC3469">
      <w:pPr>
        <w:pStyle w:val="SDMSubPara1"/>
        <w:numPr>
          <w:ilvl w:val="1"/>
          <w:numId w:val="7"/>
        </w:numPr>
      </w:pPr>
      <w:r>
        <w:lastRenderedPageBreak/>
        <w:t>The installation of an N</w:t>
      </w:r>
      <w:r w:rsidRPr="00400069">
        <w:rPr>
          <w:vertAlign w:val="subscript"/>
        </w:rPr>
        <w:t>2</w:t>
      </w:r>
      <w:r>
        <w:t>O destruction or abatement technology:</w:t>
      </w:r>
    </w:p>
    <w:p w:rsidR="00B940E2" w:rsidRDefault="00B940E2" w:rsidP="00DC3469">
      <w:pPr>
        <w:pStyle w:val="SDMSubPara2"/>
        <w:numPr>
          <w:ilvl w:val="2"/>
          <w:numId w:val="7"/>
        </w:numPr>
      </w:pPr>
      <w:r>
        <w:t>Tertiary measure for N</w:t>
      </w:r>
      <w:r w:rsidRPr="00400069">
        <w:rPr>
          <w:vertAlign w:val="subscript"/>
        </w:rPr>
        <w:t>2</w:t>
      </w:r>
      <w:r>
        <w:t>O destruction;</w:t>
      </w:r>
    </w:p>
    <w:p w:rsidR="00B940E2" w:rsidRDefault="00B940E2" w:rsidP="00DC3469">
      <w:pPr>
        <w:pStyle w:val="SDMSubPara2"/>
        <w:numPr>
          <w:ilvl w:val="2"/>
          <w:numId w:val="7"/>
        </w:numPr>
      </w:pPr>
      <w:r>
        <w:t>Primary or secondary measures for N</w:t>
      </w:r>
      <w:r w:rsidRPr="00400069">
        <w:rPr>
          <w:vertAlign w:val="subscript"/>
        </w:rPr>
        <w:t>2</w:t>
      </w:r>
      <w:r>
        <w:t>O destruction or abatement.</w:t>
      </w:r>
    </w:p>
    <w:p w:rsidR="00B940E2" w:rsidRDefault="00B940E2" w:rsidP="00DC3469">
      <w:pPr>
        <w:pStyle w:val="SDMPara"/>
        <w:numPr>
          <w:ilvl w:val="0"/>
          <w:numId w:val="7"/>
        </w:numPr>
      </w:pPr>
      <w:r>
        <w:t>These options should include the CDM project activity not implemented as a CDM project.</w:t>
      </w:r>
    </w:p>
    <w:p w:rsidR="00B940E2" w:rsidRDefault="00B940E2" w:rsidP="00210680">
      <w:pPr>
        <w:pStyle w:val="SDMHead4"/>
      </w:pPr>
      <w:r>
        <w:t>S</w:t>
      </w:r>
      <w:r w:rsidR="00814AFB">
        <w:t>ub-s</w:t>
      </w:r>
      <w:r>
        <w:t>tep 1b: In addition to the baseline scenario alternatives of Step 1a, all possible options that are technically feasible to handle NO</w:t>
      </w:r>
      <w:r w:rsidRPr="00400069">
        <w:rPr>
          <w:szCs w:val="22"/>
          <w:vertAlign w:val="subscript"/>
        </w:rPr>
        <w:t>X</w:t>
      </w:r>
      <w:r>
        <w:t xml:space="preserve"> emissions should be considered. The installation of a NSCR DeNOX unit could also cause N</w:t>
      </w:r>
      <w:r w:rsidRPr="00400069">
        <w:rPr>
          <w:szCs w:val="22"/>
          <w:vertAlign w:val="subscript"/>
        </w:rPr>
        <w:t>2</w:t>
      </w:r>
      <w:r>
        <w:t>O emission reduction. Therefore NO</w:t>
      </w:r>
      <w:r w:rsidRPr="00400069">
        <w:rPr>
          <w:szCs w:val="22"/>
          <w:vertAlign w:val="subscript"/>
        </w:rPr>
        <w:t>X</w:t>
      </w:r>
      <w:r>
        <w:t xml:space="preserve"> emission regulations have to be taken into account in determining the baseline scenario. The respective options are, inter alia:</w:t>
      </w:r>
    </w:p>
    <w:p w:rsidR="00B940E2" w:rsidRDefault="00B940E2" w:rsidP="00DC3469">
      <w:pPr>
        <w:pStyle w:val="SDMSubPara1"/>
        <w:numPr>
          <w:ilvl w:val="1"/>
          <w:numId w:val="7"/>
        </w:numPr>
      </w:pPr>
      <w:r>
        <w:t>The continuation of the current situation, where either a DeNO</w:t>
      </w:r>
      <w:r w:rsidRPr="00400069">
        <w:rPr>
          <w:vertAlign w:val="subscript"/>
        </w:rPr>
        <w:t>X</w:t>
      </w:r>
      <w:r>
        <w:t>-unit is installed or not;</w:t>
      </w:r>
    </w:p>
    <w:p w:rsidR="00B940E2" w:rsidRDefault="00B940E2" w:rsidP="00DC3469">
      <w:pPr>
        <w:pStyle w:val="SDMSubPara1"/>
        <w:numPr>
          <w:ilvl w:val="1"/>
          <w:numId w:val="7"/>
        </w:numPr>
      </w:pPr>
      <w:r>
        <w:t>Installation of a new Selective Catalytic Reduction (SCR) DeNO</w:t>
      </w:r>
      <w:r w:rsidRPr="00400069">
        <w:rPr>
          <w:vertAlign w:val="subscript"/>
        </w:rPr>
        <w:t>X</w:t>
      </w:r>
      <w:r>
        <w:t xml:space="preserve"> unit;</w:t>
      </w:r>
    </w:p>
    <w:p w:rsidR="00B940E2" w:rsidRDefault="00B940E2" w:rsidP="00DC3469">
      <w:pPr>
        <w:pStyle w:val="SDMSubPara1"/>
        <w:numPr>
          <w:ilvl w:val="1"/>
          <w:numId w:val="7"/>
        </w:numPr>
      </w:pPr>
      <w:r>
        <w:t>Installation of a new Non-Selective Catalytic Reduction (NSCR) DeNO</w:t>
      </w:r>
      <w:r w:rsidRPr="00400069">
        <w:rPr>
          <w:vertAlign w:val="subscript"/>
        </w:rPr>
        <w:t>X</w:t>
      </w:r>
      <w:r>
        <w:t xml:space="preserve"> unit;</w:t>
      </w:r>
    </w:p>
    <w:p w:rsidR="00B940E2" w:rsidRDefault="00B940E2" w:rsidP="00DC3469">
      <w:pPr>
        <w:pStyle w:val="SDMSubPara1"/>
        <w:numPr>
          <w:ilvl w:val="1"/>
          <w:numId w:val="7"/>
        </w:numPr>
      </w:pPr>
      <w:r>
        <w:t>Installation of a new tertiary measure that combines NOX and N</w:t>
      </w:r>
      <w:r w:rsidRPr="00400069">
        <w:rPr>
          <w:vertAlign w:val="subscript"/>
        </w:rPr>
        <w:t>2</w:t>
      </w:r>
      <w:r>
        <w:t>O emission reduction.</w:t>
      </w:r>
    </w:p>
    <w:p w:rsidR="00B940E2" w:rsidRDefault="00B940E2" w:rsidP="00210680">
      <w:pPr>
        <w:pStyle w:val="SDMHead3"/>
      </w:pPr>
      <w:bookmarkStart w:id="18" w:name="_Toc358026519"/>
      <w:r>
        <w:t>Step 2: Eliminate baseline alternatives that do not comply with legal or regulatory requirements</w:t>
      </w:r>
      <w:r w:rsidR="000E2C58">
        <w:t>:</w:t>
      </w:r>
      <w:bookmarkEnd w:id="18"/>
    </w:p>
    <w:p w:rsidR="00B940E2" w:rsidRDefault="00B940E2" w:rsidP="009C4C2F">
      <w:pPr>
        <w:pStyle w:val="SDMSubPara1"/>
        <w:numPr>
          <w:ilvl w:val="1"/>
          <w:numId w:val="4"/>
        </w:numPr>
      </w:pPr>
      <w:r>
        <w:t>The baseline alternatives shall be in compliance with all applicable legal and regulatory requirements, even if these laws and regulations have objectives other than GHG reductions (N</w:t>
      </w:r>
      <w:r w:rsidRPr="00400069">
        <w:rPr>
          <w:vertAlign w:val="subscript"/>
        </w:rPr>
        <w:t>2</w:t>
      </w:r>
      <w:r>
        <w:t>O), e.g. national or local NO</w:t>
      </w:r>
      <w:r w:rsidRPr="00400069">
        <w:rPr>
          <w:vertAlign w:val="subscript"/>
        </w:rPr>
        <w:t>X</w:t>
      </w:r>
      <w:r>
        <w:t xml:space="preserve"> regulations or by-product waste. This step does not consider national and local policies that do not have legally-binding status. Eliminate all baseline alternatives that do not comply with the legal and regulatory requirements on N</w:t>
      </w:r>
      <w:r w:rsidRPr="00400069">
        <w:rPr>
          <w:vertAlign w:val="subscript"/>
        </w:rPr>
        <w:t>2</w:t>
      </w:r>
      <w:r>
        <w:t>O and NO</w:t>
      </w:r>
      <w:r w:rsidRPr="00400069">
        <w:rPr>
          <w:vertAlign w:val="subscript"/>
        </w:rPr>
        <w:t>X</w:t>
      </w:r>
      <w:r>
        <w:t xml:space="preserve"> emissions;</w:t>
      </w:r>
    </w:p>
    <w:p w:rsidR="00B940E2" w:rsidRDefault="00B940E2" w:rsidP="009C4C2F">
      <w:pPr>
        <w:pStyle w:val="SDMSubPara1"/>
        <w:numPr>
          <w:ilvl w:val="1"/>
          <w:numId w:val="4"/>
        </w:numPr>
      </w:pPr>
      <w:r>
        <w:t>If an alternative does not comply with all applicable legislation and regulations, then show that, based on an examination of current practice in the country or region in which the law or regulation applies, those applicable legal or regulatory requirements are systematically not enforced and that non-compliance with those requirements is widespread in the country. If this cannot be shown, then eliminate the alternative from further consideration;</w:t>
      </w:r>
    </w:p>
    <w:p w:rsidR="00B940E2" w:rsidRDefault="00B940E2" w:rsidP="009C4C2F">
      <w:pPr>
        <w:pStyle w:val="SDMSubPara1"/>
        <w:numPr>
          <w:ilvl w:val="1"/>
          <w:numId w:val="4"/>
        </w:numPr>
      </w:pPr>
      <w:r>
        <w:t>If the proposed project activity is the only alternative amongst the ones considered by the project participants that is in compliance with all regulations with which there is general compliance, then the proposed project activity is the baseline scenario.</w:t>
      </w:r>
    </w:p>
    <w:p w:rsidR="00B940E2" w:rsidRDefault="00B940E2" w:rsidP="009C4C2F">
      <w:pPr>
        <w:pStyle w:val="SDMPara"/>
        <w:numPr>
          <w:ilvl w:val="0"/>
          <w:numId w:val="4"/>
        </w:numPr>
      </w:pPr>
      <w:r>
        <w:t>The following table shows potential baseline scenarios taking legal or regulatory requirements into account:</w:t>
      </w:r>
    </w:p>
    <w:p w:rsidR="00210680" w:rsidRPr="004D7AFF" w:rsidRDefault="00210680" w:rsidP="00E526C2">
      <w:pPr>
        <w:pStyle w:val="Caption"/>
      </w:pPr>
      <w:r w:rsidRPr="003C287E">
        <w:lastRenderedPageBreak/>
        <w:t>Table </w:t>
      </w:r>
      <w:r w:rsidR="005E71BB" w:rsidRPr="003C287E">
        <w:t>4</w:t>
      </w:r>
      <w:r w:rsidRPr="003C287E">
        <w:rPr>
          <w:noProof/>
        </w:rPr>
        <w:t>.</w:t>
      </w:r>
      <w:r w:rsidRPr="003C287E">
        <w:tab/>
      </w:r>
      <w:r w:rsidR="002855C8" w:rsidRPr="003C287E">
        <w:t>Potential baseline scenarios taking legal or regulatory requirements</w:t>
      </w:r>
    </w:p>
    <w:tbl>
      <w:tblPr>
        <w:tblStyle w:val="SDMTable"/>
        <w:tblW w:w="8618" w:type="dxa"/>
        <w:tblLayout w:type="fixed"/>
        <w:tblLook w:val="0620" w:firstRow="1" w:lastRow="0" w:firstColumn="0" w:lastColumn="0" w:noHBand="1" w:noVBand="1"/>
      </w:tblPr>
      <w:tblGrid>
        <w:gridCol w:w="2872"/>
        <w:gridCol w:w="2873"/>
        <w:gridCol w:w="2873"/>
      </w:tblGrid>
      <w:tr w:rsidR="00210680" w:rsidRPr="00911F51" w:rsidTr="00E526C2">
        <w:trPr>
          <w:cnfStyle w:val="100000000000" w:firstRow="1" w:lastRow="0" w:firstColumn="0" w:lastColumn="0" w:oddVBand="0" w:evenVBand="0" w:oddHBand="0" w:evenHBand="0" w:firstRowFirstColumn="0" w:firstRowLastColumn="0" w:lastRowFirstColumn="0" w:lastRowLastColumn="0"/>
        </w:trPr>
        <w:tc>
          <w:tcPr>
            <w:tcW w:w="2872" w:type="dxa"/>
          </w:tcPr>
          <w:p w:rsidR="00210680" w:rsidRPr="005E71BB" w:rsidRDefault="00210680" w:rsidP="00210680">
            <w:pPr>
              <w:pStyle w:val="SDMTableBoxParaNotNumbered"/>
            </w:pPr>
            <w:r w:rsidRPr="005E71BB">
              <w:t>Caprolactam production plant in compliance with N</w:t>
            </w:r>
            <w:r w:rsidRPr="005E71BB">
              <w:rPr>
                <w:vertAlign w:val="subscript"/>
              </w:rPr>
              <w:t>2</w:t>
            </w:r>
            <w:r w:rsidRPr="005E71BB">
              <w:t>O and NO</w:t>
            </w:r>
            <w:r w:rsidRPr="005E71BB">
              <w:rPr>
                <w:vertAlign w:val="subscript"/>
              </w:rPr>
              <w:t>X</w:t>
            </w:r>
            <w:r w:rsidRPr="005E71BB">
              <w:t xml:space="preserve"> regulation</w:t>
            </w:r>
          </w:p>
        </w:tc>
        <w:tc>
          <w:tcPr>
            <w:tcW w:w="2873" w:type="dxa"/>
          </w:tcPr>
          <w:p w:rsidR="00210680" w:rsidRPr="005E71BB" w:rsidRDefault="00210680" w:rsidP="00210680">
            <w:pPr>
              <w:pStyle w:val="SDMTableBoxParaNotNumbered"/>
            </w:pPr>
            <w:r w:rsidRPr="005E71BB">
              <w:t>Caprolactam production plant not in compliance with NO</w:t>
            </w:r>
            <w:r w:rsidRPr="005E71BB">
              <w:rPr>
                <w:vertAlign w:val="subscript"/>
              </w:rPr>
              <w:t>X</w:t>
            </w:r>
            <w:r w:rsidRPr="005E71BB">
              <w:t xml:space="preserve"> regulation</w:t>
            </w:r>
          </w:p>
        </w:tc>
        <w:tc>
          <w:tcPr>
            <w:tcW w:w="2873" w:type="dxa"/>
          </w:tcPr>
          <w:p w:rsidR="00210680" w:rsidRPr="005E71BB" w:rsidRDefault="00210680" w:rsidP="00210680">
            <w:pPr>
              <w:pStyle w:val="SDMTableBoxParaNotNumbered"/>
            </w:pPr>
            <w:r w:rsidRPr="005E71BB">
              <w:t>Caprolactam production plant not in compliance with N</w:t>
            </w:r>
            <w:r w:rsidRPr="005E71BB">
              <w:rPr>
                <w:vertAlign w:val="subscript"/>
              </w:rPr>
              <w:t>2</w:t>
            </w:r>
            <w:r w:rsidRPr="005E71BB">
              <w:t>O regulation</w:t>
            </w:r>
          </w:p>
        </w:tc>
      </w:tr>
      <w:tr w:rsidR="00811F00" w:rsidRPr="00911F51" w:rsidTr="00E526C2">
        <w:tc>
          <w:tcPr>
            <w:tcW w:w="2872" w:type="dxa"/>
          </w:tcPr>
          <w:p w:rsidR="00811F00" w:rsidRPr="008C2651" w:rsidRDefault="00811F00" w:rsidP="00811F00">
            <w:pPr>
              <w:pStyle w:val="SDMTableBoxParaNotNumbered"/>
            </w:pPr>
            <w:r w:rsidRPr="008C2651">
              <w:t xml:space="preserve">Continuation Status quo </w:t>
            </w:r>
          </w:p>
        </w:tc>
        <w:tc>
          <w:tcPr>
            <w:tcW w:w="2873" w:type="dxa"/>
          </w:tcPr>
          <w:p w:rsidR="00811F00" w:rsidRPr="008C2651" w:rsidRDefault="00811F00" w:rsidP="00811F00">
            <w:pPr>
              <w:pStyle w:val="SDMTableBoxParaNotNumbered"/>
            </w:pPr>
            <w:r w:rsidRPr="008C2651">
              <w:t>SCR DeNO</w:t>
            </w:r>
            <w:r w:rsidRPr="00400069">
              <w:rPr>
                <w:vertAlign w:val="subscript"/>
              </w:rPr>
              <w:t>X</w:t>
            </w:r>
            <w:r w:rsidRPr="008C2651">
              <w:t xml:space="preserve"> installation N</w:t>
            </w:r>
          </w:p>
        </w:tc>
        <w:tc>
          <w:tcPr>
            <w:tcW w:w="2873" w:type="dxa"/>
          </w:tcPr>
          <w:p w:rsidR="00811F00" w:rsidRPr="008C2651" w:rsidRDefault="00811F00" w:rsidP="00811F00">
            <w:pPr>
              <w:pStyle w:val="SDMTableBoxParaNotNumbered"/>
            </w:pPr>
            <w:r w:rsidRPr="008C2651">
              <w:t>SCR De-NO</w:t>
            </w:r>
            <w:r w:rsidRPr="00400069">
              <w:rPr>
                <w:vertAlign w:val="subscript"/>
              </w:rPr>
              <w:t>X</w:t>
            </w:r>
            <w:r w:rsidRPr="008C2651">
              <w:t xml:space="preserve"> installation that combines N</w:t>
            </w:r>
            <w:r w:rsidRPr="00400069">
              <w:rPr>
                <w:vertAlign w:val="subscript"/>
              </w:rPr>
              <w:t>2</w:t>
            </w:r>
            <w:r w:rsidRPr="008C2651">
              <w:t>O and NO</w:t>
            </w:r>
            <w:r w:rsidRPr="00400069">
              <w:rPr>
                <w:vertAlign w:val="subscript"/>
              </w:rPr>
              <w:t>X</w:t>
            </w:r>
            <w:r w:rsidRPr="008C2651">
              <w:t xml:space="preserve"> emission reduction</w:t>
            </w:r>
          </w:p>
        </w:tc>
      </w:tr>
      <w:tr w:rsidR="00811F00" w:rsidRPr="00911F51" w:rsidTr="00E526C2">
        <w:tc>
          <w:tcPr>
            <w:tcW w:w="2872" w:type="dxa"/>
          </w:tcPr>
          <w:p w:rsidR="00811F00" w:rsidRPr="008C2651" w:rsidRDefault="00811F00" w:rsidP="00811F00">
            <w:pPr>
              <w:pStyle w:val="SDMTableBoxParaNotNumbered"/>
            </w:pPr>
            <w:r w:rsidRPr="008C2651">
              <w:t>Installation of N</w:t>
            </w:r>
            <w:r w:rsidRPr="00400069">
              <w:rPr>
                <w:vertAlign w:val="subscript"/>
              </w:rPr>
              <w:t>2</w:t>
            </w:r>
            <w:r w:rsidRPr="008C2651">
              <w:t>O destruction or abatement technology</w:t>
            </w:r>
          </w:p>
        </w:tc>
        <w:tc>
          <w:tcPr>
            <w:tcW w:w="2873" w:type="dxa"/>
          </w:tcPr>
          <w:p w:rsidR="00811F00" w:rsidRPr="008C2651" w:rsidRDefault="00811F00" w:rsidP="00811F00">
            <w:pPr>
              <w:pStyle w:val="SDMTableBoxParaNotNumbered"/>
            </w:pPr>
            <w:r w:rsidRPr="008C2651">
              <w:t>NSCR De-NO</w:t>
            </w:r>
            <w:r w:rsidRPr="00400069">
              <w:rPr>
                <w:vertAlign w:val="subscript"/>
              </w:rPr>
              <w:t>X</w:t>
            </w:r>
            <w:r w:rsidRPr="008C2651">
              <w:t xml:space="preserve"> installation </w:t>
            </w:r>
          </w:p>
        </w:tc>
        <w:tc>
          <w:tcPr>
            <w:tcW w:w="2873" w:type="dxa"/>
          </w:tcPr>
          <w:p w:rsidR="00811F00" w:rsidRPr="008C2651" w:rsidRDefault="00811F00" w:rsidP="00811F00">
            <w:pPr>
              <w:pStyle w:val="SDMTableBoxParaNotNumbered"/>
            </w:pPr>
            <w:r w:rsidRPr="008C2651">
              <w:t>Installation of N</w:t>
            </w:r>
            <w:r w:rsidRPr="00400069">
              <w:rPr>
                <w:vertAlign w:val="subscript"/>
              </w:rPr>
              <w:t>2</w:t>
            </w:r>
            <w:r w:rsidRPr="008C2651">
              <w:t>O destruction or abatement technology</w:t>
            </w:r>
          </w:p>
        </w:tc>
      </w:tr>
      <w:tr w:rsidR="00811F00" w:rsidRPr="00911F51" w:rsidTr="00E526C2">
        <w:tc>
          <w:tcPr>
            <w:tcW w:w="2872" w:type="dxa"/>
          </w:tcPr>
          <w:p w:rsidR="00811F00" w:rsidRPr="008C2651" w:rsidRDefault="00811F00" w:rsidP="00811F00">
            <w:pPr>
              <w:pStyle w:val="SDMTableBoxParaNotNumbered"/>
            </w:pPr>
            <w:r w:rsidRPr="008C2651">
              <w:t>Alternative use of N</w:t>
            </w:r>
            <w:r w:rsidRPr="00400069">
              <w:rPr>
                <w:vertAlign w:val="subscript"/>
              </w:rPr>
              <w:t>2</w:t>
            </w:r>
            <w:r w:rsidRPr="008C2651">
              <w:t xml:space="preserve">O </w:t>
            </w:r>
          </w:p>
        </w:tc>
        <w:tc>
          <w:tcPr>
            <w:tcW w:w="2873" w:type="dxa"/>
          </w:tcPr>
          <w:p w:rsidR="00811F00" w:rsidRPr="008C2651" w:rsidRDefault="00811F00" w:rsidP="00811F00">
            <w:pPr>
              <w:pStyle w:val="SDMTableBoxParaNotNumbered"/>
            </w:pPr>
            <w:r w:rsidRPr="008C2651">
              <w:t>Tertiary measure that combines NO</w:t>
            </w:r>
            <w:r w:rsidRPr="00400069">
              <w:rPr>
                <w:vertAlign w:val="subscript"/>
              </w:rPr>
              <w:t>X</w:t>
            </w:r>
            <w:r w:rsidRPr="008C2651">
              <w:t xml:space="preserve"> and N</w:t>
            </w:r>
            <w:r w:rsidRPr="00400069">
              <w:rPr>
                <w:vertAlign w:val="subscript"/>
              </w:rPr>
              <w:t>2</w:t>
            </w:r>
            <w:r w:rsidRPr="008C2651">
              <w:t>O emission reduction</w:t>
            </w:r>
          </w:p>
        </w:tc>
        <w:tc>
          <w:tcPr>
            <w:tcW w:w="2873" w:type="dxa"/>
          </w:tcPr>
          <w:p w:rsidR="00811F00" w:rsidRDefault="00811F00" w:rsidP="00811F00">
            <w:pPr>
              <w:pStyle w:val="SDMTableBoxParaNotNumbered"/>
            </w:pPr>
            <w:r w:rsidRPr="008C2651">
              <w:t>Alternative use of N</w:t>
            </w:r>
            <w:r w:rsidRPr="00400069">
              <w:rPr>
                <w:vertAlign w:val="subscript"/>
              </w:rPr>
              <w:t>2</w:t>
            </w:r>
            <w:r w:rsidRPr="008C2651">
              <w:t>O</w:t>
            </w:r>
          </w:p>
        </w:tc>
      </w:tr>
    </w:tbl>
    <w:p w:rsidR="00B940E2" w:rsidRDefault="00B940E2" w:rsidP="00210680">
      <w:pPr>
        <w:pStyle w:val="SDMHead3"/>
      </w:pPr>
      <w:bookmarkStart w:id="19" w:name="_Toc358026520"/>
      <w:r>
        <w:t>Step 3: Eliminate baseline alternatives that face prohibitive barriers (barrier analysis)</w:t>
      </w:r>
      <w:bookmarkEnd w:id="19"/>
    </w:p>
    <w:p w:rsidR="00B940E2" w:rsidRDefault="00B940E2" w:rsidP="00274A37">
      <w:pPr>
        <w:pStyle w:val="SDMHead4"/>
      </w:pPr>
      <w:r>
        <w:t>Sub-</w:t>
      </w:r>
      <w:r w:rsidR="00936DEF">
        <w:t>s</w:t>
      </w:r>
      <w:r>
        <w:t>tep 3a: On the basis of the alternatives that are technically feasible and in compliance with all legal and regulatory requirements, the project participant should establish a complete list of barriers that would prevent alternatives to occur in the absence of CDM. Barriers should include, among others:</w:t>
      </w:r>
    </w:p>
    <w:p w:rsidR="00B940E2" w:rsidRDefault="00B940E2" w:rsidP="009C4C2F">
      <w:pPr>
        <w:pStyle w:val="SDMSubPara1"/>
        <w:numPr>
          <w:ilvl w:val="1"/>
          <w:numId w:val="4"/>
        </w:numPr>
      </w:pPr>
      <w:r>
        <w:t>Investment barriers, inter alia:</w:t>
      </w:r>
    </w:p>
    <w:p w:rsidR="00B940E2" w:rsidRDefault="00B940E2" w:rsidP="009C4C2F">
      <w:pPr>
        <w:pStyle w:val="SDMSubPara2"/>
        <w:numPr>
          <w:ilvl w:val="2"/>
          <w:numId w:val="4"/>
        </w:numPr>
      </w:pPr>
      <w:r>
        <w:t>Debt funding is not available for this type of innovative project activity;</w:t>
      </w:r>
    </w:p>
    <w:p w:rsidR="00B940E2" w:rsidRDefault="00C30C84" w:rsidP="009C4C2F">
      <w:pPr>
        <w:pStyle w:val="SDMSubPara2"/>
        <w:numPr>
          <w:ilvl w:val="2"/>
          <w:numId w:val="4"/>
        </w:numPr>
      </w:pPr>
      <w:r>
        <w:t>N</w:t>
      </w:r>
      <w:r w:rsidR="00B940E2">
        <w:t xml:space="preserve">o access to international capital markets due to real or perceived risks associated with domestic or foreign direct investment in the country where the project activity is to be </w:t>
      </w:r>
      <w:r w:rsidR="00E42FDE">
        <w:t>implemented;</w:t>
      </w:r>
    </w:p>
    <w:p w:rsidR="00B940E2" w:rsidRDefault="00B940E2" w:rsidP="009C4C2F">
      <w:pPr>
        <w:pStyle w:val="SDMSubPara1"/>
        <w:numPr>
          <w:ilvl w:val="1"/>
          <w:numId w:val="4"/>
        </w:numPr>
      </w:pPr>
      <w:r>
        <w:t>Technological barriers, inter alia:</w:t>
      </w:r>
    </w:p>
    <w:p w:rsidR="00B940E2" w:rsidRDefault="00B940E2" w:rsidP="009C4C2F">
      <w:pPr>
        <w:pStyle w:val="SDMSubPara2"/>
        <w:numPr>
          <w:ilvl w:val="2"/>
          <w:numId w:val="4"/>
        </w:numPr>
      </w:pPr>
      <w:r>
        <w:t>Technical and operational risks of alternatives;</w:t>
      </w:r>
    </w:p>
    <w:p w:rsidR="00B940E2" w:rsidRDefault="00B940E2" w:rsidP="009C4C2F">
      <w:pPr>
        <w:pStyle w:val="SDMSubPara2"/>
        <w:numPr>
          <w:ilvl w:val="2"/>
          <w:numId w:val="4"/>
        </w:numPr>
      </w:pPr>
      <w:r>
        <w:t>Technical efficiency of alternatives (e.g. N</w:t>
      </w:r>
      <w:r w:rsidRPr="00400069">
        <w:rPr>
          <w:rFonts w:cs="Times New Roman"/>
          <w:szCs w:val="20"/>
          <w:vertAlign w:val="subscript"/>
        </w:rPr>
        <w:t>2</w:t>
      </w:r>
      <w:r>
        <w:t>O destruction, abatement rate);</w:t>
      </w:r>
    </w:p>
    <w:p w:rsidR="00B940E2" w:rsidRDefault="00B940E2" w:rsidP="009C4C2F">
      <w:pPr>
        <w:pStyle w:val="SDMSubPara2"/>
        <w:numPr>
          <w:ilvl w:val="2"/>
          <w:numId w:val="4"/>
        </w:numPr>
      </w:pPr>
      <w:r>
        <w:t>Skilled and/or properly trained labour to operate and maintain the technology is not available and no education/training institution in the host country provides the needed skill, leading to equipment disrepair and malfunctioning;</w:t>
      </w:r>
    </w:p>
    <w:p w:rsidR="00B940E2" w:rsidRDefault="00B940E2" w:rsidP="009C4C2F">
      <w:pPr>
        <w:pStyle w:val="SDMSubPara2"/>
        <w:numPr>
          <w:ilvl w:val="2"/>
          <w:numId w:val="4"/>
        </w:numPr>
      </w:pPr>
      <w:r>
        <w:t>Lack of infrastructure for implementation of the technology</w:t>
      </w:r>
      <w:r w:rsidR="00DE62B9">
        <w:t>;</w:t>
      </w:r>
    </w:p>
    <w:p w:rsidR="00B940E2" w:rsidRDefault="00B940E2" w:rsidP="009C4C2F">
      <w:pPr>
        <w:pStyle w:val="SDMSubPara1"/>
        <w:numPr>
          <w:ilvl w:val="1"/>
          <w:numId w:val="4"/>
        </w:numPr>
      </w:pPr>
      <w:r>
        <w:t>Barriers due to prevailing practice, inter alia:</w:t>
      </w:r>
    </w:p>
    <w:p w:rsidR="00B940E2" w:rsidRDefault="00B940E2" w:rsidP="009C4C2F">
      <w:pPr>
        <w:pStyle w:val="SDMSubPara2"/>
        <w:numPr>
          <w:ilvl w:val="2"/>
          <w:numId w:val="4"/>
        </w:numPr>
      </w:pPr>
      <w:r>
        <w:t>The project activity is the “first of its kind”: No project activity of this type is currently operational in the host country or region.</w:t>
      </w:r>
    </w:p>
    <w:p w:rsidR="00B940E2" w:rsidRDefault="00B940E2" w:rsidP="009C4C2F">
      <w:pPr>
        <w:pStyle w:val="SDMPara"/>
        <w:numPr>
          <w:ilvl w:val="0"/>
          <w:numId w:val="4"/>
        </w:numPr>
      </w:pPr>
      <w:r>
        <w:t>Provide transparent and documented evidence, and offer conservative interpretations of this documented evidence, as to how it demonstrates the existence and significance of the identified barriers. Anecdotal evidence can be included, but alone is not sufficient proof of barriers. The type of evidence to be provided may include:</w:t>
      </w:r>
    </w:p>
    <w:p w:rsidR="00B940E2" w:rsidRDefault="00B940E2" w:rsidP="009C4C2F">
      <w:pPr>
        <w:pStyle w:val="SDMSubPara1"/>
        <w:numPr>
          <w:ilvl w:val="1"/>
          <w:numId w:val="4"/>
        </w:numPr>
      </w:pPr>
      <w:r>
        <w:lastRenderedPageBreak/>
        <w:t>Relevant legislation, regulatory information or industry norms;</w:t>
      </w:r>
    </w:p>
    <w:p w:rsidR="00B940E2" w:rsidRDefault="00B940E2" w:rsidP="009C4C2F">
      <w:pPr>
        <w:pStyle w:val="SDMSubPara1"/>
        <w:numPr>
          <w:ilvl w:val="1"/>
          <w:numId w:val="4"/>
        </w:numPr>
      </w:pPr>
      <w:r>
        <w:t>Relevant (sectoral) studies or surveys (e.g. market surveys, technology studies, etc.) undertaken by universities, research institutions, industry associations, companies, bilateral/multilateral institutions etc.;</w:t>
      </w:r>
    </w:p>
    <w:p w:rsidR="00B940E2" w:rsidRDefault="00C30C84" w:rsidP="009C4C2F">
      <w:pPr>
        <w:pStyle w:val="SDMSubPara1"/>
        <w:numPr>
          <w:ilvl w:val="1"/>
          <w:numId w:val="4"/>
        </w:numPr>
      </w:pPr>
      <w:r>
        <w:t>R</w:t>
      </w:r>
      <w:r w:rsidR="00B940E2">
        <w:t>elevant statistical data from national or international statistics;</w:t>
      </w:r>
    </w:p>
    <w:p w:rsidR="00B940E2" w:rsidRDefault="00B940E2" w:rsidP="009C4C2F">
      <w:pPr>
        <w:pStyle w:val="SDMSubPara1"/>
        <w:numPr>
          <w:ilvl w:val="1"/>
          <w:numId w:val="4"/>
        </w:numPr>
      </w:pPr>
      <w:r>
        <w:t>Documentation of relevant market data (e.g. market prices, tariffs, rules);</w:t>
      </w:r>
    </w:p>
    <w:p w:rsidR="00B940E2" w:rsidRDefault="00B940E2" w:rsidP="009C4C2F">
      <w:pPr>
        <w:pStyle w:val="SDMSubPara1"/>
        <w:numPr>
          <w:ilvl w:val="1"/>
          <w:numId w:val="4"/>
        </w:numPr>
      </w:pPr>
      <w:r>
        <w:t>Written documentation from the company or institution developing or implementing the CDM project activity or the CDM project developer, such as minutes from Board meetings, correspondence, feasibility studies, financial or budgetary information, etc.;</w:t>
      </w:r>
    </w:p>
    <w:p w:rsidR="00B940E2" w:rsidRDefault="00B940E2" w:rsidP="009C4C2F">
      <w:pPr>
        <w:pStyle w:val="SDMSubPara1"/>
        <w:numPr>
          <w:ilvl w:val="1"/>
          <w:numId w:val="4"/>
        </w:numPr>
      </w:pPr>
      <w:r>
        <w:t>Documents prepared by the project developer, contractors or project partners in the context of the proposed project activity or similar previous project implementations;</w:t>
      </w:r>
    </w:p>
    <w:p w:rsidR="00B940E2" w:rsidRDefault="00B940E2" w:rsidP="009C4C2F">
      <w:pPr>
        <w:pStyle w:val="SDMSubPara1"/>
        <w:numPr>
          <w:ilvl w:val="1"/>
          <w:numId w:val="4"/>
        </w:numPr>
      </w:pPr>
      <w:r>
        <w:t>Written documentation of an independent expert judgement from industry, educational institutions (e.g. universities, technical schools, training centers), industry associations and others.</w:t>
      </w:r>
    </w:p>
    <w:p w:rsidR="00B940E2" w:rsidRDefault="00400069" w:rsidP="00274A37">
      <w:pPr>
        <w:pStyle w:val="SDMHead4"/>
      </w:pPr>
      <w:r>
        <w:t>Sub-s</w:t>
      </w:r>
      <w:r w:rsidR="00B940E2">
        <w:t>tep 3b: Show that the identified barriers would not prevent the implementation of at least one of the alternatives (except the proposed CDM project activity)</w:t>
      </w:r>
    </w:p>
    <w:p w:rsidR="00B940E2" w:rsidRDefault="00B940E2" w:rsidP="009C4C2F">
      <w:pPr>
        <w:pStyle w:val="SDMPara"/>
        <w:numPr>
          <w:ilvl w:val="0"/>
          <w:numId w:val="4"/>
        </w:numPr>
      </w:pPr>
      <w:r>
        <w:t>If any of the baseline scenario alternatives face barriers that would prohibit them from being implemented, then these should be eliminated.</w:t>
      </w:r>
    </w:p>
    <w:p w:rsidR="00B940E2" w:rsidRDefault="00B940E2" w:rsidP="009C4C2F">
      <w:pPr>
        <w:pStyle w:val="SDMPara"/>
        <w:numPr>
          <w:ilvl w:val="0"/>
          <w:numId w:val="4"/>
        </w:numPr>
      </w:pPr>
      <w:r>
        <w:t>If all project alternatives are prevented by at least one barrier, either the proposed CDM project is itself the baseline or the set of project alternatives has to be completed to include the potential baseline.</w:t>
      </w:r>
    </w:p>
    <w:p w:rsidR="00B940E2" w:rsidRDefault="00B940E2" w:rsidP="009C4C2F">
      <w:pPr>
        <w:pStyle w:val="SDMPara"/>
        <w:numPr>
          <w:ilvl w:val="0"/>
          <w:numId w:val="4"/>
        </w:numPr>
      </w:pPr>
      <w:r>
        <w:t>If there are several potential baseline scenario candidates, either choose the most conservative alternative as a baseline scenario and go to Step 5, otherwise go to Step 4.</w:t>
      </w:r>
    </w:p>
    <w:p w:rsidR="00B940E2" w:rsidRDefault="00B940E2" w:rsidP="00274A37">
      <w:pPr>
        <w:pStyle w:val="SDMHead3"/>
      </w:pPr>
      <w:bookmarkStart w:id="20" w:name="_Toc358026521"/>
      <w:r>
        <w:t>Step 4: Identify the most economically attractive baseline scenario alternative</w:t>
      </w:r>
      <w:bookmarkEnd w:id="20"/>
    </w:p>
    <w:p w:rsidR="00B940E2" w:rsidRDefault="00B940E2" w:rsidP="009C4C2F">
      <w:pPr>
        <w:pStyle w:val="SDMPara"/>
        <w:numPr>
          <w:ilvl w:val="0"/>
          <w:numId w:val="4"/>
        </w:numPr>
      </w:pPr>
      <w:r>
        <w:t>Determine which of the remaining project alternatives that are not prevented by any barrier is the most economically or financially attractive.</w:t>
      </w:r>
    </w:p>
    <w:p w:rsidR="00B940E2" w:rsidRDefault="00B940E2" w:rsidP="009C4C2F">
      <w:pPr>
        <w:pStyle w:val="SDMPara"/>
        <w:numPr>
          <w:ilvl w:val="0"/>
          <w:numId w:val="4"/>
        </w:numPr>
      </w:pPr>
      <w:r>
        <w:t xml:space="preserve">To conduct the investment analysis, use the following </w:t>
      </w:r>
      <w:r w:rsidR="00E42FDE">
        <w:t>s</w:t>
      </w:r>
      <w:r>
        <w:t>ub-steps:</w:t>
      </w:r>
    </w:p>
    <w:p w:rsidR="00B940E2" w:rsidRDefault="00B940E2" w:rsidP="004D380B">
      <w:pPr>
        <w:pStyle w:val="SDMHead4"/>
      </w:pPr>
      <w:r>
        <w:t>Sub-step 4a: Determine appropriate analysis method</w:t>
      </w:r>
    </w:p>
    <w:p w:rsidR="00B940E2" w:rsidRDefault="00B940E2" w:rsidP="009C4C2F">
      <w:pPr>
        <w:pStyle w:val="SDMPara"/>
        <w:numPr>
          <w:ilvl w:val="0"/>
          <w:numId w:val="4"/>
        </w:numPr>
      </w:pPr>
      <w:r>
        <w:t>Determine whether to apply a simple cost analysis or an investment comparison analysis. If all remaining project alternatives generate no financial or economic benefits other than CDM related income, then apply the simple cost analysis (Option I). Otherwise, use the investment comparison analysis (Option II).</w:t>
      </w:r>
    </w:p>
    <w:p w:rsidR="00B940E2" w:rsidRDefault="00B940E2" w:rsidP="004D380B">
      <w:pPr>
        <w:pStyle w:val="SDMHead4"/>
      </w:pPr>
      <w:r>
        <w:lastRenderedPageBreak/>
        <w:t>Sub-step 4b: Option I: Apply simple cost analysis</w:t>
      </w:r>
    </w:p>
    <w:p w:rsidR="00B940E2" w:rsidRDefault="00B940E2" w:rsidP="009C4C2F">
      <w:pPr>
        <w:pStyle w:val="SDMPara"/>
        <w:numPr>
          <w:ilvl w:val="0"/>
          <w:numId w:val="4"/>
        </w:numPr>
      </w:pPr>
      <w:r w:rsidRPr="00274A37">
        <w:t>Document the costs associated with alternatives to the CDM project activity and demonstrate</w:t>
      </w:r>
      <w:r>
        <w:t xml:space="preserve"> that the corresponding activities produce no financial or economic benefits.</w:t>
      </w:r>
    </w:p>
    <w:p w:rsidR="00B940E2" w:rsidRDefault="00B940E2" w:rsidP="009C4C2F">
      <w:pPr>
        <w:pStyle w:val="SDMSubPara1"/>
        <w:numPr>
          <w:ilvl w:val="1"/>
          <w:numId w:val="4"/>
        </w:numPr>
      </w:pPr>
      <w:r>
        <w:t>If all alternatives do not generate any financial or economic benefits, then the least costly alternative among these alternative is pre-selected as the most plausible baseline scenario candidate;</w:t>
      </w:r>
    </w:p>
    <w:p w:rsidR="00B940E2" w:rsidRDefault="00B940E2" w:rsidP="009C4C2F">
      <w:pPr>
        <w:pStyle w:val="SDMSubPara1"/>
        <w:numPr>
          <w:ilvl w:val="1"/>
          <w:numId w:val="4"/>
        </w:numPr>
      </w:pPr>
      <w:r>
        <w:t>If one or more alternatives generate financial or economic benefits, then the simple cost analysis cannot be used to select the baseline scenario.</w:t>
      </w:r>
    </w:p>
    <w:p w:rsidR="00B940E2" w:rsidRDefault="00B940E2" w:rsidP="004D380B">
      <w:pPr>
        <w:pStyle w:val="SDMHead4"/>
      </w:pPr>
      <w:r>
        <w:t>Sub-step 4c: Option II: Apply investment comparison analysis</w:t>
      </w:r>
    </w:p>
    <w:p w:rsidR="00B940E2" w:rsidRDefault="00B940E2" w:rsidP="009C4C2F">
      <w:pPr>
        <w:pStyle w:val="SDMPara"/>
        <w:numPr>
          <w:ilvl w:val="0"/>
          <w:numId w:val="4"/>
        </w:numPr>
      </w:pPr>
      <w:r>
        <w:t>Identify the financial indicator, such as IRR,</w:t>
      </w:r>
      <w:r w:rsidR="005C599E">
        <w:rPr>
          <w:rStyle w:val="FootnoteReference"/>
        </w:rPr>
        <w:footnoteReference w:id="3"/>
      </w:r>
      <w:r>
        <w:t xml:space="preserve"> NPV, cost benefit ratio, or unit cost of service most suitable for the project type and decision-making context.</w:t>
      </w:r>
    </w:p>
    <w:p w:rsidR="00B940E2" w:rsidRDefault="00B940E2" w:rsidP="009C4C2F">
      <w:pPr>
        <w:pStyle w:val="SDMPara"/>
        <w:numPr>
          <w:ilvl w:val="0"/>
          <w:numId w:val="4"/>
        </w:numPr>
      </w:pPr>
      <w:r>
        <w:t>Calculate the suitable financial indicator for each of the project alternatives that have not been eliminated in Step 3 and include all relevant costs (including, for example, the investment cost, the operations and maintenance costs, financial costs, etc.) and revenues (including subsidies/fiscal incentives</w:t>
      </w:r>
      <w:r w:rsidR="00A27B81">
        <w:t>,</w:t>
      </w:r>
      <w:r w:rsidRPr="002855C8">
        <w:rPr>
          <w:vertAlign w:val="superscript"/>
        </w:rPr>
        <w:t>3</w:t>
      </w:r>
      <w:r>
        <w:t xml:space="preserve"> etc. where applicable), and, as appropriate, non-market costs and benefits in the case of public investors.</w:t>
      </w:r>
    </w:p>
    <w:p w:rsidR="00B940E2" w:rsidRDefault="00B940E2" w:rsidP="009C4C2F">
      <w:pPr>
        <w:pStyle w:val="SDMPara"/>
        <w:numPr>
          <w:ilvl w:val="0"/>
          <w:numId w:val="4"/>
        </w:numPr>
      </w:pPr>
      <w:r>
        <w:t>Present the investment analysis in a transparent manner and provide all the relevant assumptions in the CDM-PDD, so that a reader can reproduce the analysis and obtain the same results. Clearly present critical techno-economic parameters and assumptions (such as capital costs, fuel prices, lifetimes, and discount rate or cost of capital). Justify and/or cite assumptions in a manner that can be validated by the DOE. In calculating the financial indicator, the project’s risks can be included through the cash flow pattern, subject to project-specific expectations and assumptions (e.g. insurance premiums can be used in the calculation to reflect specific risk equivalents).</w:t>
      </w:r>
    </w:p>
    <w:p w:rsidR="00B940E2" w:rsidRDefault="00B940E2" w:rsidP="009C4C2F">
      <w:pPr>
        <w:pStyle w:val="SDMPara"/>
        <w:numPr>
          <w:ilvl w:val="0"/>
          <w:numId w:val="4"/>
        </w:numPr>
      </w:pPr>
      <w:r>
        <w:t>Assumptions and input data for the investment analysis shall not differ across the project activity and its alternatives, unless differences can be well substantiated.</w:t>
      </w:r>
    </w:p>
    <w:p w:rsidR="00B940E2" w:rsidRDefault="00B940E2" w:rsidP="009C4C2F">
      <w:pPr>
        <w:pStyle w:val="SDMPara"/>
        <w:numPr>
          <w:ilvl w:val="0"/>
          <w:numId w:val="4"/>
        </w:numPr>
      </w:pPr>
      <w:r>
        <w:t>Present in the CDM-PDD submitted for validation a clear comparison of the financial indicator for the proposed project alternative.</w:t>
      </w:r>
    </w:p>
    <w:p w:rsidR="00B940E2" w:rsidRDefault="00B940E2" w:rsidP="009C4C2F">
      <w:pPr>
        <w:pStyle w:val="SDMPara"/>
        <w:numPr>
          <w:ilvl w:val="0"/>
          <w:numId w:val="4"/>
        </w:numPr>
      </w:pPr>
      <w:r>
        <w:t>The alternative that has the best indicator (e.g. highest IRR) can be pre-selected as the most plausible baseline scenario candidate.</w:t>
      </w:r>
    </w:p>
    <w:p w:rsidR="00B940E2" w:rsidRDefault="00B940E2" w:rsidP="004D380B">
      <w:pPr>
        <w:pStyle w:val="SDMHead4"/>
      </w:pPr>
      <w:r>
        <w:t>Sub-step 4d: Sensitivity analysis (only applicable to Option II)</w:t>
      </w:r>
    </w:p>
    <w:p w:rsidR="00B940E2" w:rsidRDefault="00B940E2" w:rsidP="009C4C2F">
      <w:pPr>
        <w:pStyle w:val="SDMPara"/>
        <w:numPr>
          <w:ilvl w:val="0"/>
          <w:numId w:val="4"/>
        </w:numPr>
      </w:pPr>
      <w:r>
        <w:t xml:space="preserve">Include a sensitivity analysis that shows whether the conclusion regarding the financial attractiveness is robust to reasonable variations in the critical assumptions. The investment analysis provides a valid argument in selecting the baseline only if it </w:t>
      </w:r>
      <w:r>
        <w:lastRenderedPageBreak/>
        <w:t>consistently supports (for a realistic range of assumptions) the conclusion that the pre-selected baseline scenario candidate is likely to remain the most financially and/or economically attractive.</w:t>
      </w:r>
    </w:p>
    <w:p w:rsidR="00B940E2" w:rsidRDefault="00B940E2" w:rsidP="009C4C2F">
      <w:pPr>
        <w:pStyle w:val="SDMPara"/>
        <w:numPr>
          <w:ilvl w:val="0"/>
          <w:numId w:val="4"/>
        </w:numPr>
      </w:pPr>
      <w:r>
        <w:t>In case the sensitivity analysis is not fully conclusive, select the most conservative among the project alternatives that are the most financially and/or economically attractive according to both Steps 4.c and the sensitivity analysis in the Step 4.d, e.g. if the sensitivity analysis shows that one or more project alternatives compete with</w:t>
      </w:r>
      <w:r w:rsidR="00DE62B9">
        <w:t xml:space="preserve"> the one identified in Step 4.c</w:t>
      </w:r>
      <w:r>
        <w:t>, select the alternative with the lowest GHG emissions.</w:t>
      </w:r>
    </w:p>
    <w:p w:rsidR="00B940E2" w:rsidRDefault="00B940E2" w:rsidP="00274A37">
      <w:pPr>
        <w:pStyle w:val="SDMHead3"/>
      </w:pPr>
      <w:bookmarkStart w:id="21" w:name="_Toc358026522"/>
      <w:r>
        <w:t xml:space="preserve">Step 5: Re-assessment of </w:t>
      </w:r>
      <w:r w:rsidR="00E42FDE">
        <w:t>b</w:t>
      </w:r>
      <w:r>
        <w:t xml:space="preserve">aseline </w:t>
      </w:r>
      <w:r w:rsidR="00E42FDE">
        <w:t>s</w:t>
      </w:r>
      <w:r>
        <w:t>cenario in course of proposed project activity’s lifetime</w:t>
      </w:r>
      <w:bookmarkEnd w:id="21"/>
    </w:p>
    <w:p w:rsidR="00B940E2" w:rsidRDefault="00B940E2" w:rsidP="009C4C2F">
      <w:pPr>
        <w:pStyle w:val="SDMPara"/>
        <w:numPr>
          <w:ilvl w:val="0"/>
          <w:numId w:val="4"/>
        </w:numPr>
      </w:pPr>
      <w:r>
        <w:t>At the start of a crediting period, a re-assessment of the baseline scenario due to new or modified NO</w:t>
      </w:r>
      <w:r w:rsidRPr="00BF397C">
        <w:rPr>
          <w:vertAlign w:val="subscript"/>
        </w:rPr>
        <w:t>X</w:t>
      </w:r>
      <w:r>
        <w:t xml:space="preserve"> or N</w:t>
      </w:r>
      <w:r w:rsidRPr="00BF397C">
        <w:rPr>
          <w:vertAlign w:val="subscript"/>
        </w:rPr>
        <w:t>2</w:t>
      </w:r>
      <w:r>
        <w:t>O emission regulations should be executed as follows:</w:t>
      </w:r>
    </w:p>
    <w:p w:rsidR="00B940E2" w:rsidRDefault="00E42FDE" w:rsidP="004D380B">
      <w:pPr>
        <w:pStyle w:val="SDMHead4"/>
      </w:pPr>
      <w:r>
        <w:t>Sub-s</w:t>
      </w:r>
      <w:r w:rsidR="00B940E2">
        <w:t>tep 5a: New or modified NO</w:t>
      </w:r>
      <w:r w:rsidR="00B940E2" w:rsidRPr="00BF397C">
        <w:rPr>
          <w:vertAlign w:val="subscript"/>
        </w:rPr>
        <w:t>X</w:t>
      </w:r>
      <w:r w:rsidR="00B940E2">
        <w:t>-emission regulations</w:t>
      </w:r>
    </w:p>
    <w:p w:rsidR="00B940E2" w:rsidRDefault="00B940E2" w:rsidP="009C4C2F">
      <w:pPr>
        <w:pStyle w:val="SDMPara"/>
        <w:numPr>
          <w:ilvl w:val="0"/>
          <w:numId w:val="4"/>
        </w:numPr>
      </w:pPr>
      <w:r>
        <w:t>If new or modified NO</w:t>
      </w:r>
      <w:r w:rsidRPr="00BF397C">
        <w:rPr>
          <w:vertAlign w:val="subscript"/>
        </w:rPr>
        <w:t>X</w:t>
      </w:r>
      <w:r>
        <w:t xml:space="preserve"> emission regulations are introduced after the project start, determination of the baseline scenario will be re-assessed at the start of a crediting period. Baseline scenario alternatives to be analysed should include, inter alia:</w:t>
      </w:r>
    </w:p>
    <w:p w:rsidR="00B940E2" w:rsidRDefault="00B940E2" w:rsidP="009C4C2F">
      <w:pPr>
        <w:pStyle w:val="SDMSubPara1"/>
        <w:numPr>
          <w:ilvl w:val="1"/>
          <w:numId w:val="4"/>
        </w:numPr>
      </w:pPr>
      <w:r>
        <w:t>Selective Catalytic Reduction (SCR);</w:t>
      </w:r>
    </w:p>
    <w:p w:rsidR="00B940E2" w:rsidRDefault="00B940E2" w:rsidP="009C4C2F">
      <w:pPr>
        <w:pStyle w:val="SDMSubPara1"/>
        <w:numPr>
          <w:ilvl w:val="1"/>
          <w:numId w:val="4"/>
        </w:numPr>
      </w:pPr>
      <w:r>
        <w:t>Non-Selective Catalytic Reduction (NSCR);</w:t>
      </w:r>
    </w:p>
    <w:p w:rsidR="00B940E2" w:rsidRDefault="00B940E2" w:rsidP="009C4C2F">
      <w:pPr>
        <w:pStyle w:val="SDMSubPara1"/>
        <w:numPr>
          <w:ilvl w:val="1"/>
          <w:numId w:val="4"/>
        </w:numPr>
      </w:pPr>
      <w:r>
        <w:t>Tertiary measures incorporating a selective catalyst for destroying N</w:t>
      </w:r>
      <w:r w:rsidRPr="00BF397C">
        <w:rPr>
          <w:vertAlign w:val="subscript"/>
        </w:rPr>
        <w:t>2</w:t>
      </w:r>
      <w:r>
        <w:t>O and NO</w:t>
      </w:r>
      <w:r w:rsidRPr="00BF397C">
        <w:rPr>
          <w:vertAlign w:val="subscript"/>
        </w:rPr>
        <w:t>X</w:t>
      </w:r>
      <w:r>
        <w:t xml:space="preserve"> emissions;</w:t>
      </w:r>
    </w:p>
    <w:p w:rsidR="00B940E2" w:rsidRDefault="00B940E2" w:rsidP="009C4C2F">
      <w:pPr>
        <w:pStyle w:val="SDMSubPara1"/>
        <w:numPr>
          <w:ilvl w:val="1"/>
          <w:numId w:val="4"/>
        </w:numPr>
      </w:pPr>
      <w:r>
        <w:t>Continuation of baseline scenario.</w:t>
      </w:r>
    </w:p>
    <w:p w:rsidR="00B940E2" w:rsidRDefault="00B940E2" w:rsidP="009C4C2F">
      <w:pPr>
        <w:pStyle w:val="SDMPara"/>
        <w:numPr>
          <w:ilvl w:val="0"/>
          <w:numId w:val="4"/>
        </w:numPr>
      </w:pPr>
      <w:r>
        <w:t>For the determination of the adjusted baseline scenario the project participant should re-assess the baseline scenario and shall apply baseline determination process as stipulated above (Steps 1</w:t>
      </w:r>
      <w:r w:rsidR="00DE62B9">
        <w:t>–</w:t>
      </w:r>
      <w:r>
        <w:t>5).</w:t>
      </w:r>
    </w:p>
    <w:p w:rsidR="00A16C51" w:rsidRDefault="00A16C51" w:rsidP="00E526C2">
      <w:pPr>
        <w:pStyle w:val="Caption"/>
      </w:pPr>
      <w:r w:rsidRPr="003C287E">
        <w:t>Table </w:t>
      </w:r>
      <w:r w:rsidR="00A27B81" w:rsidRPr="003C287E">
        <w:t>5</w:t>
      </w:r>
      <w:r w:rsidRPr="003C287E">
        <w:rPr>
          <w:noProof/>
        </w:rPr>
        <w:t>.</w:t>
      </w:r>
      <w:r w:rsidRPr="003C287E">
        <w:tab/>
      </w:r>
      <w:r w:rsidR="00F62691" w:rsidRPr="003C287E">
        <w:t xml:space="preserve">Potential outcomes of the re-assessment of the </w:t>
      </w:r>
      <w:r w:rsidR="00936DEF" w:rsidRPr="003C287E">
        <w:t>b</w:t>
      </w:r>
      <w:r w:rsidR="00F62691" w:rsidRPr="003C287E">
        <w:t xml:space="preserve">aseline </w:t>
      </w:r>
      <w:r w:rsidR="00936DEF" w:rsidRPr="003C287E">
        <w:t>s</w:t>
      </w:r>
      <w:r w:rsidR="00F62691" w:rsidRPr="003C287E">
        <w:t>cenario (to be in line with NO</w:t>
      </w:r>
      <w:r w:rsidR="00F62691" w:rsidRPr="003C287E">
        <w:rPr>
          <w:vertAlign w:val="subscript"/>
        </w:rPr>
        <w:t>X</w:t>
      </w:r>
      <w:r w:rsidR="00F62691" w:rsidRPr="003C287E">
        <w:t xml:space="preserve"> regulation)</w:t>
      </w:r>
    </w:p>
    <w:tbl>
      <w:tblPr>
        <w:tblStyle w:val="SDMTable"/>
        <w:tblW w:w="8878" w:type="dxa"/>
        <w:tblLayout w:type="fixed"/>
        <w:tblLook w:val="04A0" w:firstRow="1" w:lastRow="0" w:firstColumn="1" w:lastColumn="0" w:noHBand="0" w:noVBand="1"/>
      </w:tblPr>
      <w:tblGrid>
        <w:gridCol w:w="3491"/>
        <w:gridCol w:w="5387"/>
      </w:tblGrid>
      <w:tr w:rsidR="00DE62B9" w:rsidRPr="00911F51" w:rsidTr="00DE62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78" w:type="dxa"/>
            <w:gridSpan w:val="2"/>
          </w:tcPr>
          <w:p w:rsidR="00DE62B9" w:rsidRPr="000E1C3D" w:rsidRDefault="00DE62B9" w:rsidP="00DE62B9">
            <w:pPr>
              <w:pStyle w:val="SDMTableBoxParaNotNumbered"/>
              <w:jc w:val="center"/>
            </w:pPr>
            <w:r>
              <w:t>Con</w:t>
            </w:r>
            <w:r w:rsidRPr="000E1C3D">
              <w:t>sequence</w:t>
            </w:r>
            <w:r>
              <w:t xml:space="preserve"> (adjusted baseline scenario)</w:t>
            </w:r>
          </w:p>
        </w:tc>
      </w:tr>
      <w:tr w:rsidR="00A16C51" w:rsidRPr="00A16C51" w:rsidTr="00BF397C">
        <w:tc>
          <w:tcPr>
            <w:cnfStyle w:val="001000000000" w:firstRow="0" w:lastRow="0" w:firstColumn="1" w:lastColumn="0" w:oddVBand="0" w:evenVBand="0" w:oddHBand="0" w:evenHBand="0" w:firstRowFirstColumn="0" w:firstRowLastColumn="0" w:lastRowFirstColumn="0" w:lastRowLastColumn="0"/>
            <w:tcW w:w="3491" w:type="dxa"/>
          </w:tcPr>
          <w:p w:rsidR="00A16C51" w:rsidRPr="00A16C51" w:rsidRDefault="00A16C51" w:rsidP="00BF397C">
            <w:pPr>
              <w:jc w:val="left"/>
              <w:rPr>
                <w:b w:val="0"/>
              </w:rPr>
            </w:pPr>
            <w:r w:rsidRPr="00A16C51">
              <w:rPr>
                <w:b w:val="0"/>
              </w:rPr>
              <w:t>SCR De-NO</w:t>
            </w:r>
            <w:r w:rsidRPr="00BF397C">
              <w:rPr>
                <w:b w:val="0"/>
                <w:vertAlign w:val="subscript"/>
              </w:rPr>
              <w:t>X</w:t>
            </w:r>
            <w:r w:rsidRPr="00A16C51">
              <w:rPr>
                <w:b w:val="0"/>
              </w:rPr>
              <w:t xml:space="preserve"> installation</w:t>
            </w:r>
          </w:p>
        </w:tc>
        <w:tc>
          <w:tcPr>
            <w:tcW w:w="5387" w:type="dxa"/>
          </w:tcPr>
          <w:p w:rsidR="00A16C51" w:rsidRPr="00A16C51" w:rsidRDefault="00A16C51" w:rsidP="00BF397C">
            <w:pPr>
              <w:jc w:val="left"/>
              <w:cnfStyle w:val="000000000000" w:firstRow="0" w:lastRow="0" w:firstColumn="0" w:lastColumn="0" w:oddVBand="0" w:evenVBand="0" w:oddHBand="0" w:evenHBand="0" w:firstRowFirstColumn="0" w:firstRowLastColumn="0" w:lastRowFirstColumn="0" w:lastRowLastColumn="0"/>
            </w:pPr>
            <w:r w:rsidRPr="00A16C51">
              <w:t>Continuation of original (N</w:t>
            </w:r>
            <w:r w:rsidRPr="00BF397C">
              <w:rPr>
                <w:vertAlign w:val="subscript"/>
              </w:rPr>
              <w:t>2</w:t>
            </w:r>
            <w:r w:rsidRPr="00A16C51">
              <w:t>O) baseline scenario</w:t>
            </w:r>
          </w:p>
        </w:tc>
      </w:tr>
      <w:tr w:rsidR="00A16C51" w:rsidRPr="00A16C51" w:rsidTr="00BF397C">
        <w:tc>
          <w:tcPr>
            <w:cnfStyle w:val="001000000000" w:firstRow="0" w:lastRow="0" w:firstColumn="1" w:lastColumn="0" w:oddVBand="0" w:evenVBand="0" w:oddHBand="0" w:evenHBand="0" w:firstRowFirstColumn="0" w:firstRowLastColumn="0" w:lastRowFirstColumn="0" w:lastRowLastColumn="0"/>
            <w:tcW w:w="3491" w:type="dxa"/>
          </w:tcPr>
          <w:p w:rsidR="00A16C51" w:rsidRPr="00A16C51" w:rsidRDefault="00A16C51" w:rsidP="00BF397C">
            <w:pPr>
              <w:jc w:val="left"/>
              <w:rPr>
                <w:b w:val="0"/>
              </w:rPr>
            </w:pPr>
            <w:r w:rsidRPr="00A16C51">
              <w:rPr>
                <w:b w:val="0"/>
              </w:rPr>
              <w:t>NSCR De-NO</w:t>
            </w:r>
            <w:r w:rsidRPr="00BF397C">
              <w:rPr>
                <w:b w:val="0"/>
                <w:vertAlign w:val="subscript"/>
              </w:rPr>
              <w:t>X</w:t>
            </w:r>
            <w:r w:rsidRPr="00A16C51">
              <w:rPr>
                <w:b w:val="0"/>
              </w:rPr>
              <w:t xml:space="preserve"> installation </w:t>
            </w:r>
          </w:p>
        </w:tc>
        <w:tc>
          <w:tcPr>
            <w:tcW w:w="5387" w:type="dxa"/>
          </w:tcPr>
          <w:p w:rsidR="00A16C51" w:rsidRPr="00A16C51" w:rsidRDefault="00A16C51" w:rsidP="00BF397C">
            <w:pPr>
              <w:jc w:val="left"/>
              <w:cnfStyle w:val="000000000000" w:firstRow="0" w:lastRow="0" w:firstColumn="0" w:lastColumn="0" w:oddVBand="0" w:evenVBand="0" w:oddHBand="0" w:evenHBand="0" w:firstRowFirstColumn="0" w:firstRowLastColumn="0" w:lastRowFirstColumn="0" w:lastRowLastColumn="0"/>
            </w:pPr>
            <w:r w:rsidRPr="00A16C51">
              <w:t>The N</w:t>
            </w:r>
            <w:r w:rsidRPr="00BF397C">
              <w:rPr>
                <w:vertAlign w:val="subscript"/>
              </w:rPr>
              <w:t>2</w:t>
            </w:r>
            <w:r w:rsidRPr="00A16C51">
              <w:t>O emissions outlet of NSCR become adjusted baseline N</w:t>
            </w:r>
            <w:r w:rsidRPr="00BF397C">
              <w:rPr>
                <w:vertAlign w:val="subscript"/>
              </w:rPr>
              <w:t>2</w:t>
            </w:r>
            <w:r w:rsidRPr="00A16C51">
              <w:t>O emissions, as NSCR may reduce N</w:t>
            </w:r>
            <w:r w:rsidRPr="00BF397C">
              <w:rPr>
                <w:vertAlign w:val="subscript"/>
              </w:rPr>
              <w:t>2</w:t>
            </w:r>
            <w:r w:rsidRPr="00A16C51">
              <w:t>O emissions as well as NO</w:t>
            </w:r>
            <w:r w:rsidRPr="00BF397C">
              <w:rPr>
                <w:vertAlign w:val="subscript"/>
              </w:rPr>
              <w:t>X</w:t>
            </w:r>
          </w:p>
        </w:tc>
      </w:tr>
      <w:tr w:rsidR="00A16C51" w:rsidRPr="00A16C51" w:rsidTr="00BF397C">
        <w:tc>
          <w:tcPr>
            <w:cnfStyle w:val="001000000000" w:firstRow="0" w:lastRow="0" w:firstColumn="1" w:lastColumn="0" w:oddVBand="0" w:evenVBand="0" w:oddHBand="0" w:evenHBand="0" w:firstRowFirstColumn="0" w:firstRowLastColumn="0" w:lastRowFirstColumn="0" w:lastRowLastColumn="0"/>
            <w:tcW w:w="3491" w:type="dxa"/>
          </w:tcPr>
          <w:p w:rsidR="00A16C51" w:rsidRPr="00A16C51" w:rsidRDefault="00A16C51" w:rsidP="00BF397C">
            <w:pPr>
              <w:jc w:val="left"/>
              <w:rPr>
                <w:b w:val="0"/>
              </w:rPr>
            </w:pPr>
            <w:r w:rsidRPr="00A16C51">
              <w:rPr>
                <w:b w:val="0"/>
              </w:rPr>
              <w:t>Tertiary measure that combines NO</w:t>
            </w:r>
            <w:r w:rsidRPr="00BF397C">
              <w:rPr>
                <w:b w:val="0"/>
                <w:vertAlign w:val="subscript"/>
              </w:rPr>
              <w:t>X</w:t>
            </w:r>
            <w:r w:rsidRPr="00A16C51">
              <w:rPr>
                <w:b w:val="0"/>
              </w:rPr>
              <w:t xml:space="preserve"> and N</w:t>
            </w:r>
            <w:r w:rsidRPr="00BF397C">
              <w:rPr>
                <w:b w:val="0"/>
                <w:vertAlign w:val="subscript"/>
              </w:rPr>
              <w:t>2</w:t>
            </w:r>
            <w:r w:rsidRPr="00A16C51">
              <w:rPr>
                <w:b w:val="0"/>
              </w:rPr>
              <w:t>O emission reduction</w:t>
            </w:r>
          </w:p>
        </w:tc>
        <w:tc>
          <w:tcPr>
            <w:tcW w:w="5387" w:type="dxa"/>
          </w:tcPr>
          <w:p w:rsidR="00A16C51" w:rsidRPr="00A16C51" w:rsidRDefault="00A16C51" w:rsidP="00BF397C">
            <w:pPr>
              <w:jc w:val="left"/>
              <w:cnfStyle w:val="000000000000" w:firstRow="0" w:lastRow="0" w:firstColumn="0" w:lastColumn="0" w:oddVBand="0" w:evenVBand="0" w:oddHBand="0" w:evenHBand="0" w:firstRowFirstColumn="0" w:firstRowLastColumn="0" w:lastRowFirstColumn="0" w:lastRowLastColumn="0"/>
            </w:pPr>
            <w:r w:rsidRPr="00A16C51">
              <w:t>Adjusted baseline scenario results in zero N</w:t>
            </w:r>
            <w:r w:rsidRPr="00BF397C">
              <w:rPr>
                <w:vertAlign w:val="subscript"/>
              </w:rPr>
              <w:t>2</w:t>
            </w:r>
            <w:r w:rsidRPr="00A16C51">
              <w:t>O emissions reduction</w:t>
            </w:r>
          </w:p>
        </w:tc>
      </w:tr>
      <w:tr w:rsidR="00A16C51" w:rsidRPr="00A16C51" w:rsidTr="00BF397C">
        <w:tc>
          <w:tcPr>
            <w:cnfStyle w:val="001000000000" w:firstRow="0" w:lastRow="0" w:firstColumn="1" w:lastColumn="0" w:oddVBand="0" w:evenVBand="0" w:oddHBand="0" w:evenHBand="0" w:firstRowFirstColumn="0" w:firstRowLastColumn="0" w:lastRowFirstColumn="0" w:lastRowLastColumn="0"/>
            <w:tcW w:w="3491" w:type="dxa"/>
          </w:tcPr>
          <w:p w:rsidR="00A16C51" w:rsidRPr="00A16C51" w:rsidRDefault="00A16C51" w:rsidP="00BF397C">
            <w:pPr>
              <w:jc w:val="left"/>
              <w:rPr>
                <w:b w:val="0"/>
              </w:rPr>
            </w:pPr>
            <w:r w:rsidRPr="00A16C51">
              <w:rPr>
                <w:b w:val="0"/>
              </w:rPr>
              <w:t>Continuation of original baseline scenario</w:t>
            </w:r>
          </w:p>
        </w:tc>
        <w:tc>
          <w:tcPr>
            <w:tcW w:w="5387" w:type="dxa"/>
          </w:tcPr>
          <w:p w:rsidR="00A16C51" w:rsidRPr="00A16C51" w:rsidRDefault="00A16C51" w:rsidP="00BF397C">
            <w:pPr>
              <w:jc w:val="left"/>
              <w:cnfStyle w:val="000000000000" w:firstRow="0" w:lastRow="0" w:firstColumn="0" w:lastColumn="0" w:oddVBand="0" w:evenVBand="0" w:oddHBand="0" w:evenHBand="0" w:firstRowFirstColumn="0" w:firstRowLastColumn="0" w:lastRowFirstColumn="0" w:lastRowLastColumn="0"/>
            </w:pPr>
            <w:r w:rsidRPr="00A16C51">
              <w:t>Continuation of original baseline scenario</w:t>
            </w:r>
          </w:p>
        </w:tc>
      </w:tr>
    </w:tbl>
    <w:p w:rsidR="00B940E2" w:rsidRDefault="00E42FDE" w:rsidP="004D380B">
      <w:pPr>
        <w:pStyle w:val="SDMHead4"/>
      </w:pPr>
      <w:r>
        <w:lastRenderedPageBreak/>
        <w:t>Sub-s</w:t>
      </w:r>
      <w:r w:rsidR="00B940E2">
        <w:t>tep 5b: New or modified N</w:t>
      </w:r>
      <w:r w:rsidR="00B940E2" w:rsidRPr="00C64050">
        <w:rPr>
          <w:vertAlign w:val="subscript"/>
        </w:rPr>
        <w:t>2</w:t>
      </w:r>
      <w:r w:rsidR="00B940E2">
        <w:t>O -</w:t>
      </w:r>
      <w:r>
        <w:t xml:space="preserve"> </w:t>
      </w:r>
      <w:r w:rsidR="00B940E2">
        <w:t>regulation</w:t>
      </w:r>
    </w:p>
    <w:p w:rsidR="00B940E2" w:rsidRDefault="00B940E2" w:rsidP="009C4C2F">
      <w:pPr>
        <w:pStyle w:val="SDMPara"/>
        <w:numPr>
          <w:ilvl w:val="0"/>
          <w:numId w:val="4"/>
        </w:numPr>
      </w:pPr>
      <w:r>
        <w:t>If legal regulations on N</w:t>
      </w:r>
      <w:r w:rsidRPr="00C64050">
        <w:rPr>
          <w:rFonts w:cs="Times New Roman"/>
          <w:szCs w:val="20"/>
          <w:vertAlign w:val="subscript"/>
        </w:rPr>
        <w:t>2</w:t>
      </w:r>
      <w:r>
        <w:t>O emissions are introduced or changed during the crediting period, the baseline emissions shall be adjusted at the time the legislation has to be legally implemented.</w:t>
      </w:r>
    </w:p>
    <w:p w:rsidR="00B940E2" w:rsidRDefault="00B940E2" w:rsidP="009C4C2F">
      <w:pPr>
        <w:pStyle w:val="SDMPara"/>
        <w:numPr>
          <w:ilvl w:val="0"/>
          <w:numId w:val="4"/>
        </w:numPr>
      </w:pPr>
      <w:r>
        <w:t>The methodology is applicable if the procedure to identify the baseline scenario results in that the most likely baseline scenario is the continuation of emitting N</w:t>
      </w:r>
      <w:r w:rsidRPr="00C64050">
        <w:rPr>
          <w:rFonts w:cs="Times New Roman"/>
          <w:szCs w:val="20"/>
          <w:vertAlign w:val="subscript"/>
        </w:rPr>
        <w:t>2</w:t>
      </w:r>
      <w:r>
        <w:t>O to the atmosphere, without the installation of N</w:t>
      </w:r>
      <w:r w:rsidRPr="00C64050">
        <w:rPr>
          <w:rFonts w:cs="Times New Roman"/>
          <w:szCs w:val="20"/>
          <w:vertAlign w:val="subscript"/>
        </w:rPr>
        <w:t>2</w:t>
      </w:r>
      <w:r>
        <w:t>O destruction or abatement technologies, including technologies that indirectly reduce N</w:t>
      </w:r>
      <w:r w:rsidRPr="00C64050">
        <w:rPr>
          <w:rFonts w:cs="Times New Roman"/>
          <w:szCs w:val="20"/>
          <w:vertAlign w:val="subscript"/>
        </w:rPr>
        <w:t>2</w:t>
      </w:r>
      <w:r>
        <w:t>O emissions (e.g. NSCR DeNO</w:t>
      </w:r>
      <w:r w:rsidRPr="00C64050">
        <w:rPr>
          <w:rFonts w:cs="Times New Roman"/>
          <w:szCs w:val="20"/>
          <w:vertAlign w:val="subscript"/>
        </w:rPr>
        <w:t>X</w:t>
      </w:r>
      <w:r>
        <w:t xml:space="preserve"> units).</w:t>
      </w:r>
    </w:p>
    <w:p w:rsidR="00B940E2" w:rsidRDefault="00B940E2" w:rsidP="00011478">
      <w:pPr>
        <w:pStyle w:val="SDMHead2"/>
      </w:pPr>
      <w:bookmarkStart w:id="22" w:name="_Toc358026523"/>
      <w:r>
        <w:t>Additionality</w:t>
      </w:r>
      <w:bookmarkEnd w:id="22"/>
    </w:p>
    <w:p w:rsidR="00B940E2" w:rsidRDefault="00B940E2" w:rsidP="009C4C2F">
      <w:pPr>
        <w:pStyle w:val="SDMPara"/>
        <w:numPr>
          <w:ilvl w:val="0"/>
          <w:numId w:val="4"/>
        </w:numPr>
      </w:pPr>
      <w:r>
        <w:t>The additionality of the project activity shall be demonstrated and assessed using the latest version of the “</w:t>
      </w:r>
      <w:r w:rsidRPr="00936DEF">
        <w:t>Tool for demonstration and assessment of additionality”</w:t>
      </w:r>
      <w:r>
        <w:t xml:space="preserve"> agreed by the Board.</w:t>
      </w:r>
    </w:p>
    <w:p w:rsidR="00B940E2" w:rsidRDefault="00B940E2" w:rsidP="009C4C2F">
      <w:pPr>
        <w:pStyle w:val="SDMPara"/>
        <w:numPr>
          <w:ilvl w:val="0"/>
          <w:numId w:val="4"/>
        </w:numPr>
      </w:pPr>
      <w:r>
        <w:t>Because of the similarity of both approaches used to determine the baseline scenario and the additionality tool, Step 1 of the “</w:t>
      </w:r>
      <w:r w:rsidRPr="00936DEF">
        <w:t xml:space="preserve">Tool for demonstration and assessment of additionality” </w:t>
      </w:r>
      <w:r>
        <w:t>can be ignored.</w:t>
      </w:r>
    </w:p>
    <w:p w:rsidR="00B940E2" w:rsidRDefault="00B940E2" w:rsidP="009C4C2F">
      <w:pPr>
        <w:pStyle w:val="SDMPara"/>
        <w:numPr>
          <w:ilvl w:val="0"/>
          <w:numId w:val="4"/>
        </w:numPr>
      </w:pPr>
      <w:r>
        <w:t>Consistency shall be ensured between the baseline scenario determination and additionality demonstration. The baseline scenario alternative selected in the previous section shall be used when applying Steps 2 to 5 of the “</w:t>
      </w:r>
      <w:r w:rsidRPr="00936DEF">
        <w:t>Tool for demonstration and assessment of additionality”</w:t>
      </w:r>
      <w:r>
        <w:t xml:space="preserve"> In case of re-assessment of baseline scenario (as a consequence of new NO</w:t>
      </w:r>
      <w:r w:rsidRPr="00C64050">
        <w:rPr>
          <w:rFonts w:cs="Times New Roman"/>
          <w:szCs w:val="20"/>
          <w:vertAlign w:val="subscript"/>
        </w:rPr>
        <w:t>X</w:t>
      </w:r>
      <w:r>
        <w:t xml:space="preserve"> regulations) in course of proposed project activity’s lifetime, the re-assessment has to be undertaken according to section 4. Furthermore, the additionality test shall be undertaken again.</w:t>
      </w:r>
    </w:p>
    <w:p w:rsidR="00B940E2" w:rsidRDefault="00B940E2" w:rsidP="00011478">
      <w:pPr>
        <w:pStyle w:val="SDMHead2"/>
      </w:pPr>
      <w:bookmarkStart w:id="23" w:name="_Toc358026524"/>
      <w:r>
        <w:t xml:space="preserve">Project </w:t>
      </w:r>
      <w:r w:rsidR="00E42FDE">
        <w:t>e</w:t>
      </w:r>
      <w:r>
        <w:t>missions</w:t>
      </w:r>
      <w:bookmarkEnd w:id="23"/>
    </w:p>
    <w:p w:rsidR="00B940E2" w:rsidRDefault="00B940E2" w:rsidP="009C4C2F">
      <w:pPr>
        <w:pStyle w:val="SDMPara"/>
        <w:numPr>
          <w:ilvl w:val="0"/>
          <w:numId w:val="4"/>
        </w:numPr>
      </w:pPr>
      <w:r>
        <w:t>The emissions due to the project activity are composed of</w:t>
      </w:r>
      <w:r w:rsidR="00E42FDE">
        <w:t>:</w:t>
      </w:r>
      <w:r>
        <w:t xml:space="preserve"> (a) the emissions of not destroyed N</w:t>
      </w:r>
      <w:r w:rsidRPr="00C64050">
        <w:rPr>
          <w:rFonts w:cs="Times New Roman"/>
          <w:szCs w:val="20"/>
          <w:vertAlign w:val="subscript"/>
        </w:rPr>
        <w:t>2</w:t>
      </w:r>
      <w:r>
        <w:t>O</w:t>
      </w:r>
      <w:r w:rsidR="00E42FDE">
        <w:t>;</w:t>
      </w:r>
      <w:r>
        <w:t xml:space="preserve"> and (b) emissions from auxiliary ammonia and hydrocarbons input resulting from the operation of the N</w:t>
      </w:r>
      <w:r w:rsidRPr="00C64050">
        <w:rPr>
          <w:rFonts w:cs="Times New Roman"/>
          <w:szCs w:val="20"/>
          <w:vertAlign w:val="subscript"/>
        </w:rPr>
        <w:t>2</w:t>
      </w:r>
      <w:r>
        <w:t>O destruction facility including the emissions from auxiliary fossil fuel combustion, if any in case of thermal decomposition of N</w:t>
      </w:r>
      <w:r w:rsidRPr="00C64050">
        <w:rPr>
          <w:rFonts w:cs="Times New Roman"/>
          <w:szCs w:val="20"/>
          <w:vertAlign w:val="subscript"/>
        </w:rPr>
        <w:t>2</w:t>
      </w:r>
      <w:r>
        <w:t>O. The procedure of determining the project N</w:t>
      </w:r>
      <w:r w:rsidRPr="00C64050">
        <w:rPr>
          <w:rFonts w:cs="Times New Roman"/>
          <w:szCs w:val="20"/>
          <w:vertAlign w:val="subscript"/>
        </w:rPr>
        <w:t>2</w:t>
      </w:r>
      <w:r>
        <w:t>O emissions is similar to that used for determining baseline emissions.</w:t>
      </w:r>
    </w:p>
    <w:p w:rsidR="00B940E2" w:rsidRDefault="00B940E2" w:rsidP="009C4C2F">
      <w:pPr>
        <w:pStyle w:val="SDMPara"/>
        <w:numPr>
          <w:ilvl w:val="0"/>
          <w:numId w:val="4"/>
        </w:numPr>
      </w:pPr>
      <w:r>
        <w:t>Project emissions are defined by the following equation:</w:t>
      </w:r>
    </w:p>
    <w:tbl>
      <w:tblPr>
        <w:tblStyle w:val="SDMMethTableEquation"/>
        <w:tblW w:w="8760" w:type="dxa"/>
        <w:tblLook w:val="0600" w:firstRow="0" w:lastRow="0" w:firstColumn="0" w:lastColumn="0" w:noHBand="1" w:noVBand="1"/>
      </w:tblPr>
      <w:tblGrid>
        <w:gridCol w:w="7091"/>
        <w:gridCol w:w="1669"/>
      </w:tblGrid>
      <w:tr w:rsidR="004B6F6C" w:rsidRPr="00DE62B9" w:rsidTr="009F1150">
        <w:tc>
          <w:tcPr>
            <w:tcW w:w="7091" w:type="dxa"/>
          </w:tcPr>
          <w:p w:rsidR="004B6F6C" w:rsidRPr="00DE62B9" w:rsidRDefault="001F50D8" w:rsidP="00CE46FF">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 xml:space="preserve">= </m:t>
                </m:r>
                <m:sSub>
                  <m:sSubPr>
                    <m:ctrlPr>
                      <w:rPr>
                        <w:rFonts w:ascii="Cambria Math" w:hAnsi="Cambria Math"/>
                        <w:i/>
                      </w:rPr>
                    </m:ctrlPr>
                  </m:sSubPr>
                  <m:e>
                    <m:r>
                      <w:rPr>
                        <w:rFonts w:ascii="Cambria Math" w:hAnsi="Cambria Math"/>
                      </w:rPr>
                      <m:t>PE</m:t>
                    </m:r>
                  </m:e>
                  <m:sub>
                    <m:r>
                      <w:rPr>
                        <w:rFonts w:ascii="Cambria Math" w:hAnsi="Cambria Math"/>
                      </w:rPr>
                      <m:t>ND,y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DF,y</m:t>
                    </m:r>
                  </m:sub>
                </m:sSub>
              </m:oMath>
            </m:oMathPara>
          </w:p>
        </w:tc>
        <w:tc>
          <w:tcPr>
            <w:tcW w:w="1669" w:type="dxa"/>
          </w:tcPr>
          <w:p w:rsidR="004B6F6C" w:rsidRPr="00DE62B9" w:rsidRDefault="004B6F6C" w:rsidP="00CE46FF">
            <w:pPr>
              <w:pStyle w:val="SDMMethEquationNr"/>
              <w:rPr>
                <w:sz w:val="22"/>
              </w:rPr>
            </w:pPr>
          </w:p>
        </w:tc>
      </w:tr>
    </w:tbl>
    <w:p w:rsidR="004B6F6C" w:rsidRPr="00DE62B9" w:rsidRDefault="004B6F6C" w:rsidP="00CE46FF">
      <w:pPr>
        <w:pStyle w:val="SDMMethCaptionEquationParametersTable"/>
        <w:rPr>
          <w:rFonts w:cs="Arial"/>
          <w:szCs w:val="22"/>
        </w:rPr>
      </w:pPr>
      <w:r w:rsidRPr="00DE62B9">
        <w:rPr>
          <w:rFonts w:cs="Arial"/>
          <w:szCs w:val="22"/>
        </w:rPr>
        <w:t>Where:</w:t>
      </w:r>
    </w:p>
    <w:tbl>
      <w:tblPr>
        <w:tblStyle w:val="SDMMethTableEquationParameters"/>
        <w:tblW w:w="8760" w:type="dxa"/>
        <w:tblLook w:val="04A0" w:firstRow="1" w:lastRow="0" w:firstColumn="1" w:lastColumn="0" w:noHBand="0" w:noVBand="1"/>
      </w:tblPr>
      <w:tblGrid>
        <w:gridCol w:w="1701"/>
        <w:gridCol w:w="345"/>
        <w:gridCol w:w="6714"/>
      </w:tblGrid>
      <w:tr w:rsidR="004B6F6C" w:rsidRPr="00DE62B9" w:rsidTr="00BB5CCE">
        <w:tc>
          <w:tcPr>
            <w:tcW w:w="1701" w:type="dxa"/>
            <w:vAlign w:val="top"/>
          </w:tcPr>
          <w:p w:rsidR="004B6F6C" w:rsidRPr="00DE62B9"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PE</m:t>
                    </m:r>
                  </m:e>
                  <m:sub>
                    <m:r>
                      <w:rPr>
                        <w:rFonts w:ascii="Cambria Math" w:hAnsi="Cambria Math" w:cs="Arial"/>
                        <w:sz w:val="22"/>
                        <w:szCs w:val="22"/>
                      </w:rPr>
                      <m:t>y</m:t>
                    </m:r>
                  </m:sub>
                </m:sSub>
              </m:oMath>
            </m:oMathPara>
          </w:p>
        </w:tc>
        <w:tc>
          <w:tcPr>
            <w:tcW w:w="345" w:type="dxa"/>
            <w:vAlign w:val="top"/>
          </w:tcPr>
          <w:p w:rsidR="004B6F6C" w:rsidRPr="00DE62B9" w:rsidRDefault="004B6F6C" w:rsidP="00BB5CCE">
            <w:pPr>
              <w:pStyle w:val="SDMTableBoxParaNotNumbered"/>
              <w:rPr>
                <w:rFonts w:cs="Arial"/>
                <w:sz w:val="22"/>
                <w:szCs w:val="22"/>
              </w:rPr>
            </w:pPr>
            <w:r w:rsidRPr="00DE62B9">
              <w:rPr>
                <w:rFonts w:cs="Arial"/>
                <w:sz w:val="22"/>
                <w:szCs w:val="22"/>
              </w:rPr>
              <w:t>=</w:t>
            </w:r>
          </w:p>
        </w:tc>
        <w:tc>
          <w:tcPr>
            <w:tcW w:w="0" w:type="auto"/>
            <w:vAlign w:val="top"/>
          </w:tcPr>
          <w:p w:rsidR="004B6F6C" w:rsidRPr="00DE62B9" w:rsidRDefault="009F1150" w:rsidP="00BB5CCE">
            <w:pPr>
              <w:pStyle w:val="SDMTableBoxParaNotNumbered"/>
              <w:rPr>
                <w:rFonts w:cs="Arial"/>
                <w:sz w:val="22"/>
                <w:szCs w:val="22"/>
              </w:rPr>
            </w:pPr>
            <w:r w:rsidRPr="00DE62B9">
              <w:rPr>
                <w:rFonts w:cs="Arial"/>
                <w:sz w:val="22"/>
                <w:szCs w:val="22"/>
              </w:rPr>
              <w:t xml:space="preserve">Project emissions in year </w:t>
            </w:r>
            <w:r w:rsidRPr="00DE62B9">
              <w:rPr>
                <w:rFonts w:cs="Arial"/>
                <w:i/>
                <w:sz w:val="22"/>
                <w:szCs w:val="22"/>
              </w:rPr>
              <w:t>y</w:t>
            </w:r>
            <w:r w:rsidRPr="00DE62B9">
              <w:rPr>
                <w:rFonts w:cs="Arial"/>
                <w:sz w:val="22"/>
                <w:szCs w:val="22"/>
              </w:rPr>
              <w:t xml:space="preserve"> (t CO</w:t>
            </w:r>
            <w:r w:rsidRPr="00DE62B9">
              <w:rPr>
                <w:rFonts w:cs="Arial"/>
                <w:sz w:val="22"/>
                <w:szCs w:val="22"/>
                <w:vertAlign w:val="subscript"/>
              </w:rPr>
              <w:t>2</w:t>
            </w:r>
            <w:r w:rsidRPr="00DE62B9">
              <w:rPr>
                <w:rFonts w:cs="Arial"/>
                <w:sz w:val="22"/>
                <w:szCs w:val="22"/>
              </w:rPr>
              <w:t>e)</w:t>
            </w:r>
          </w:p>
        </w:tc>
      </w:tr>
      <w:tr w:rsidR="004B6F6C" w:rsidRPr="00DE62B9" w:rsidTr="00BB5CCE">
        <w:tc>
          <w:tcPr>
            <w:tcW w:w="1701" w:type="dxa"/>
            <w:vAlign w:val="top"/>
          </w:tcPr>
          <w:p w:rsidR="004B6F6C" w:rsidRPr="00DE62B9"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PE</m:t>
                    </m:r>
                  </m:e>
                  <m:sub>
                    <m:r>
                      <w:rPr>
                        <w:rFonts w:ascii="Cambria Math" w:hAnsi="Cambria Math" w:cs="Arial"/>
                        <w:sz w:val="22"/>
                        <w:szCs w:val="22"/>
                      </w:rPr>
                      <m:t>ND,y</m:t>
                    </m:r>
                  </m:sub>
                </m:sSub>
              </m:oMath>
            </m:oMathPara>
          </w:p>
        </w:tc>
        <w:tc>
          <w:tcPr>
            <w:tcW w:w="345" w:type="dxa"/>
            <w:vAlign w:val="top"/>
          </w:tcPr>
          <w:p w:rsidR="004B6F6C" w:rsidRPr="00DE62B9" w:rsidRDefault="004B6F6C" w:rsidP="00BB5CCE">
            <w:pPr>
              <w:pStyle w:val="SDMTableBoxParaNotNumbered"/>
              <w:rPr>
                <w:rFonts w:cs="Arial"/>
                <w:sz w:val="22"/>
                <w:szCs w:val="22"/>
              </w:rPr>
            </w:pPr>
            <w:r w:rsidRPr="00DE62B9">
              <w:rPr>
                <w:rFonts w:cs="Arial"/>
                <w:sz w:val="22"/>
                <w:szCs w:val="22"/>
              </w:rPr>
              <w:t>=</w:t>
            </w:r>
          </w:p>
        </w:tc>
        <w:tc>
          <w:tcPr>
            <w:tcW w:w="0" w:type="auto"/>
            <w:vAlign w:val="top"/>
          </w:tcPr>
          <w:p w:rsidR="004B6F6C" w:rsidRPr="00DE62B9" w:rsidRDefault="009F1150" w:rsidP="00BB5CCE">
            <w:pPr>
              <w:pStyle w:val="SDMTableBoxParaNotNumbered"/>
              <w:rPr>
                <w:rFonts w:cs="Arial"/>
                <w:sz w:val="22"/>
                <w:szCs w:val="22"/>
              </w:rPr>
            </w:pPr>
            <w:r w:rsidRPr="00DE62B9">
              <w:rPr>
                <w:rFonts w:cs="Arial"/>
                <w:sz w:val="22"/>
                <w:szCs w:val="22"/>
              </w:rPr>
              <w:t>Project emissions from N</w:t>
            </w:r>
            <w:r w:rsidRPr="00DE62B9">
              <w:rPr>
                <w:rFonts w:cs="Arial"/>
                <w:sz w:val="22"/>
                <w:szCs w:val="22"/>
                <w:vertAlign w:val="subscript"/>
              </w:rPr>
              <w:t>2</w:t>
            </w:r>
            <w:r w:rsidRPr="00DE62B9">
              <w:rPr>
                <w:rFonts w:cs="Arial"/>
                <w:sz w:val="22"/>
                <w:szCs w:val="22"/>
              </w:rPr>
              <w:t xml:space="preserve">O not destroyed in year </w:t>
            </w:r>
            <w:r w:rsidRPr="00DE62B9">
              <w:rPr>
                <w:rFonts w:cs="Arial"/>
                <w:i/>
                <w:sz w:val="22"/>
                <w:szCs w:val="22"/>
              </w:rPr>
              <w:t>y</w:t>
            </w:r>
            <w:r w:rsidRPr="00DE62B9">
              <w:rPr>
                <w:rFonts w:cs="Arial"/>
                <w:sz w:val="22"/>
                <w:szCs w:val="22"/>
              </w:rPr>
              <w:t xml:space="preserve"> (t</w:t>
            </w:r>
            <w:r w:rsidR="00A27B81" w:rsidRPr="00DE62B9">
              <w:rPr>
                <w:rFonts w:cs="Arial"/>
                <w:sz w:val="22"/>
                <w:szCs w:val="22"/>
              </w:rPr>
              <w:t xml:space="preserve"> </w:t>
            </w:r>
            <w:r w:rsidRPr="00DE62B9">
              <w:rPr>
                <w:rFonts w:cs="Arial"/>
                <w:sz w:val="22"/>
                <w:szCs w:val="22"/>
              </w:rPr>
              <w:t>CO</w:t>
            </w:r>
            <w:r w:rsidRPr="00DE62B9">
              <w:rPr>
                <w:rFonts w:cs="Arial"/>
                <w:sz w:val="22"/>
                <w:szCs w:val="22"/>
                <w:vertAlign w:val="subscript"/>
              </w:rPr>
              <w:t>2</w:t>
            </w:r>
            <w:r w:rsidRPr="00DE62B9">
              <w:rPr>
                <w:rFonts w:cs="Arial"/>
                <w:sz w:val="22"/>
                <w:szCs w:val="22"/>
              </w:rPr>
              <w:t>e)</w:t>
            </w:r>
          </w:p>
        </w:tc>
      </w:tr>
      <w:tr w:rsidR="004B6F6C" w:rsidRPr="00DE62B9" w:rsidTr="00BB5CCE">
        <w:trPr>
          <w:trHeight w:val="68"/>
        </w:trPr>
        <w:tc>
          <w:tcPr>
            <w:tcW w:w="1701" w:type="dxa"/>
            <w:vAlign w:val="top"/>
          </w:tcPr>
          <w:p w:rsidR="004B6F6C" w:rsidRPr="00DE62B9"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PE</m:t>
                    </m:r>
                  </m:e>
                  <m:sub>
                    <m:r>
                      <w:rPr>
                        <w:rFonts w:ascii="Cambria Math" w:hAnsi="Cambria Math" w:cs="Arial"/>
                        <w:sz w:val="22"/>
                        <w:szCs w:val="22"/>
                      </w:rPr>
                      <m:t>DF,y</m:t>
                    </m:r>
                  </m:sub>
                </m:sSub>
              </m:oMath>
            </m:oMathPara>
          </w:p>
        </w:tc>
        <w:tc>
          <w:tcPr>
            <w:tcW w:w="345" w:type="dxa"/>
            <w:vAlign w:val="top"/>
          </w:tcPr>
          <w:p w:rsidR="004B6F6C" w:rsidRPr="00DE62B9" w:rsidRDefault="004B6F6C" w:rsidP="00BB5CCE">
            <w:pPr>
              <w:pStyle w:val="SDMTableBoxParaNotNumbered"/>
              <w:rPr>
                <w:rFonts w:cs="Arial"/>
                <w:sz w:val="22"/>
                <w:szCs w:val="22"/>
              </w:rPr>
            </w:pPr>
            <w:r w:rsidRPr="00DE62B9">
              <w:rPr>
                <w:rFonts w:cs="Arial"/>
                <w:sz w:val="22"/>
                <w:szCs w:val="22"/>
              </w:rPr>
              <w:t>=</w:t>
            </w:r>
          </w:p>
        </w:tc>
        <w:tc>
          <w:tcPr>
            <w:tcW w:w="0" w:type="auto"/>
            <w:vAlign w:val="top"/>
          </w:tcPr>
          <w:p w:rsidR="004B6F6C" w:rsidRPr="00DE62B9" w:rsidRDefault="009F1150" w:rsidP="00BB5CCE">
            <w:pPr>
              <w:pStyle w:val="SDMTableBoxParaNotNumbered"/>
              <w:rPr>
                <w:rFonts w:cs="Arial"/>
                <w:sz w:val="22"/>
                <w:szCs w:val="22"/>
              </w:rPr>
            </w:pPr>
            <w:r w:rsidRPr="00DE62B9">
              <w:rPr>
                <w:rFonts w:cs="Arial"/>
                <w:sz w:val="22"/>
                <w:szCs w:val="22"/>
              </w:rPr>
              <w:t xml:space="preserve">Project emissions related to the operation of the destruction facility in year </w:t>
            </w:r>
            <w:r w:rsidRPr="00DE62B9">
              <w:rPr>
                <w:rFonts w:cs="Arial"/>
                <w:i/>
                <w:sz w:val="22"/>
                <w:szCs w:val="22"/>
              </w:rPr>
              <w:t>y</w:t>
            </w:r>
            <w:r w:rsidRPr="00DE62B9">
              <w:rPr>
                <w:rFonts w:cs="Arial"/>
                <w:sz w:val="22"/>
                <w:szCs w:val="22"/>
              </w:rPr>
              <w:t xml:space="preserve"> (t</w:t>
            </w:r>
            <w:r w:rsidR="00A27B81" w:rsidRPr="00DE62B9">
              <w:rPr>
                <w:rFonts w:cs="Arial"/>
                <w:sz w:val="22"/>
                <w:szCs w:val="22"/>
              </w:rPr>
              <w:t xml:space="preserve"> </w:t>
            </w:r>
            <w:r w:rsidRPr="00DE62B9">
              <w:rPr>
                <w:rFonts w:cs="Arial"/>
                <w:sz w:val="22"/>
                <w:szCs w:val="22"/>
              </w:rPr>
              <w:t>CO</w:t>
            </w:r>
            <w:r w:rsidRPr="00DE62B9">
              <w:rPr>
                <w:rFonts w:cs="Arial"/>
                <w:sz w:val="22"/>
                <w:szCs w:val="22"/>
                <w:vertAlign w:val="subscript"/>
              </w:rPr>
              <w:t>2</w:t>
            </w:r>
            <w:r w:rsidRPr="00DE62B9">
              <w:rPr>
                <w:rFonts w:cs="Arial"/>
                <w:sz w:val="22"/>
                <w:szCs w:val="22"/>
              </w:rPr>
              <w:t>e)</w:t>
            </w:r>
          </w:p>
        </w:tc>
      </w:tr>
    </w:tbl>
    <w:p w:rsidR="00B940E2" w:rsidRDefault="00B940E2" w:rsidP="00011478">
      <w:pPr>
        <w:pStyle w:val="SDMHead3"/>
      </w:pPr>
      <w:bookmarkStart w:id="24" w:name="_Toc358026525"/>
      <w:r>
        <w:lastRenderedPageBreak/>
        <w:t>N</w:t>
      </w:r>
      <w:r w:rsidRPr="00C64050">
        <w:rPr>
          <w:vertAlign w:val="subscript"/>
        </w:rPr>
        <w:t>2</w:t>
      </w:r>
      <w:r>
        <w:t>O emissions not destroyed by the project activity</w:t>
      </w:r>
      <w:bookmarkEnd w:id="24"/>
    </w:p>
    <w:p w:rsidR="00B940E2" w:rsidRDefault="00B940E2" w:rsidP="009C4C2F">
      <w:pPr>
        <w:pStyle w:val="SDMPara"/>
        <w:numPr>
          <w:ilvl w:val="0"/>
          <w:numId w:val="4"/>
        </w:numPr>
      </w:pPr>
      <w:r>
        <w:t>N</w:t>
      </w:r>
      <w:r w:rsidRPr="00C64050">
        <w:rPr>
          <w:vertAlign w:val="subscript"/>
        </w:rPr>
        <w:t>2</w:t>
      </w:r>
      <w:r>
        <w:t>O emissions not destroyed by the project activity are calculated based on the continuous measurement of the N</w:t>
      </w:r>
      <w:r w:rsidRPr="00C64050">
        <w:rPr>
          <w:vertAlign w:val="subscript"/>
        </w:rPr>
        <w:t>2</w:t>
      </w:r>
      <w:r>
        <w:t>O concentration in the tail gas of the N</w:t>
      </w:r>
      <w:r w:rsidRPr="00C64050">
        <w:rPr>
          <w:vertAlign w:val="subscript"/>
        </w:rPr>
        <w:t>2</w:t>
      </w:r>
      <w:r>
        <w:t>O destruction facility and the volume flow rate of the tail gas stream.</w:t>
      </w:r>
    </w:p>
    <w:p w:rsidR="00B940E2" w:rsidRDefault="00B940E2" w:rsidP="009C4C2F">
      <w:pPr>
        <w:pStyle w:val="SDMPara"/>
        <w:numPr>
          <w:ilvl w:val="0"/>
          <w:numId w:val="4"/>
        </w:numPr>
      </w:pPr>
      <w:r>
        <w:t>The emissions of non destroyed N</w:t>
      </w:r>
      <w:r w:rsidRPr="00C64050">
        <w:rPr>
          <w:vertAlign w:val="subscript"/>
        </w:rPr>
        <w:t>2</w:t>
      </w:r>
      <w:r>
        <w:t>O are given by:</w:t>
      </w:r>
    </w:p>
    <w:tbl>
      <w:tblPr>
        <w:tblStyle w:val="SDMMethTableEquation"/>
        <w:tblW w:w="8760" w:type="dxa"/>
        <w:tblLook w:val="0600" w:firstRow="0" w:lastRow="0" w:firstColumn="0" w:lastColumn="0" w:noHBand="1" w:noVBand="1"/>
      </w:tblPr>
      <w:tblGrid>
        <w:gridCol w:w="7092"/>
        <w:gridCol w:w="1668"/>
      </w:tblGrid>
      <w:tr w:rsidR="004B6F6C" w:rsidRPr="00DE62B9" w:rsidTr="00CE46FF">
        <w:tc>
          <w:tcPr>
            <w:tcW w:w="7224" w:type="dxa"/>
          </w:tcPr>
          <w:p w:rsidR="004B6F6C" w:rsidRPr="00DE62B9" w:rsidRDefault="001F50D8" w:rsidP="00CE46FF">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ND,y</m:t>
                    </m:r>
                  </m:sub>
                </m:sSub>
                <m:r>
                  <w:rPr>
                    <w:rFonts w:ascii="Cambria Math" w:hAnsi="Cambria Math"/>
                  </w:rPr>
                  <m:t xml:space="preserve">= </m:t>
                </m:r>
                <m:sSub>
                  <m:sSubPr>
                    <m:ctrlPr>
                      <w:rPr>
                        <w:rFonts w:ascii="Cambria Math" w:hAnsi="Cambria Math"/>
                        <w:i/>
                      </w:rPr>
                    </m:ctrlPr>
                  </m:sSubPr>
                  <m:e>
                    <m:r>
                      <w:rPr>
                        <w:rFonts w:ascii="Cambria Math" w:hAnsi="Cambria Math"/>
                      </w:rPr>
                      <m:t>PE</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N2O</m:t>
                    </m:r>
                  </m:sub>
                </m:sSub>
              </m:oMath>
            </m:oMathPara>
          </w:p>
        </w:tc>
        <w:tc>
          <w:tcPr>
            <w:tcW w:w="1701" w:type="dxa"/>
          </w:tcPr>
          <w:p w:rsidR="004B6F6C" w:rsidRPr="00DE62B9" w:rsidRDefault="004B6F6C" w:rsidP="00CE46FF">
            <w:pPr>
              <w:pStyle w:val="SDMMethEquationNr"/>
            </w:pPr>
          </w:p>
        </w:tc>
      </w:tr>
    </w:tbl>
    <w:p w:rsidR="004B6F6C" w:rsidRPr="00DE62B9" w:rsidRDefault="004B6F6C" w:rsidP="00CE46FF">
      <w:pPr>
        <w:pStyle w:val="SDMMethCaptionEquationParametersTable"/>
        <w:rPr>
          <w:rFonts w:cs="Arial"/>
        </w:rPr>
      </w:pPr>
      <w:r w:rsidRPr="00DE62B9">
        <w:rPr>
          <w:rFonts w:cs="Arial"/>
        </w:rPr>
        <w:t>Where:</w:t>
      </w:r>
    </w:p>
    <w:tbl>
      <w:tblPr>
        <w:tblStyle w:val="SDMMethTableEquationParameters"/>
        <w:tblW w:w="8760" w:type="dxa"/>
        <w:tblLook w:val="04A0" w:firstRow="1" w:lastRow="0" w:firstColumn="1" w:lastColumn="0" w:noHBand="0" w:noVBand="1"/>
      </w:tblPr>
      <w:tblGrid>
        <w:gridCol w:w="1701"/>
        <w:gridCol w:w="345"/>
        <w:gridCol w:w="6714"/>
      </w:tblGrid>
      <w:tr w:rsidR="004B6F6C" w:rsidRPr="00DE62B9" w:rsidTr="00BB5CCE">
        <w:tc>
          <w:tcPr>
            <w:tcW w:w="1701" w:type="dxa"/>
            <w:vAlign w:val="top"/>
          </w:tcPr>
          <w:p w:rsidR="004B6F6C" w:rsidRPr="00DE62B9"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PE</m:t>
                    </m:r>
                  </m:e>
                  <m:sub>
                    <m:r>
                      <w:rPr>
                        <w:rFonts w:ascii="Cambria Math" w:hAnsi="Cambria Math" w:cs="Arial"/>
                        <w:sz w:val="22"/>
                        <w:szCs w:val="22"/>
                      </w:rPr>
                      <m:t>ND,y</m:t>
                    </m:r>
                  </m:sub>
                </m:sSub>
              </m:oMath>
            </m:oMathPara>
          </w:p>
        </w:tc>
        <w:tc>
          <w:tcPr>
            <w:tcW w:w="345" w:type="dxa"/>
            <w:vAlign w:val="top"/>
          </w:tcPr>
          <w:p w:rsidR="004B6F6C" w:rsidRPr="00DE62B9" w:rsidRDefault="004B6F6C" w:rsidP="00BB5CCE">
            <w:pPr>
              <w:pStyle w:val="SDMTableBoxParaNotNumbered"/>
              <w:rPr>
                <w:rFonts w:cs="Arial"/>
                <w:sz w:val="22"/>
                <w:szCs w:val="22"/>
              </w:rPr>
            </w:pPr>
            <w:r w:rsidRPr="00DE62B9">
              <w:rPr>
                <w:rFonts w:cs="Arial"/>
                <w:sz w:val="22"/>
                <w:szCs w:val="22"/>
              </w:rPr>
              <w:t>=</w:t>
            </w:r>
          </w:p>
        </w:tc>
        <w:tc>
          <w:tcPr>
            <w:tcW w:w="0" w:type="auto"/>
            <w:vAlign w:val="top"/>
          </w:tcPr>
          <w:p w:rsidR="004B6F6C" w:rsidRPr="00DE62B9" w:rsidRDefault="009F1150" w:rsidP="00BB5CCE">
            <w:pPr>
              <w:pStyle w:val="SDMTableBoxParaNotNumbered"/>
              <w:rPr>
                <w:rFonts w:cs="Arial"/>
                <w:sz w:val="22"/>
                <w:szCs w:val="22"/>
              </w:rPr>
            </w:pPr>
            <w:r w:rsidRPr="00DE62B9">
              <w:rPr>
                <w:rFonts w:cs="Arial"/>
                <w:sz w:val="22"/>
                <w:szCs w:val="22"/>
              </w:rPr>
              <w:t>Project emissions from N</w:t>
            </w:r>
            <w:r w:rsidRPr="00DE62B9">
              <w:rPr>
                <w:rFonts w:cs="Arial"/>
                <w:sz w:val="22"/>
                <w:szCs w:val="22"/>
                <w:vertAlign w:val="subscript"/>
              </w:rPr>
              <w:t>2</w:t>
            </w:r>
            <w:r w:rsidRPr="00DE62B9">
              <w:rPr>
                <w:rFonts w:cs="Arial"/>
                <w:sz w:val="22"/>
                <w:szCs w:val="22"/>
              </w:rPr>
              <w:t xml:space="preserve">O not destroyed in year </w:t>
            </w:r>
            <w:r w:rsidRPr="00DE62B9">
              <w:rPr>
                <w:rFonts w:cs="Arial"/>
                <w:i/>
                <w:sz w:val="22"/>
                <w:szCs w:val="22"/>
              </w:rPr>
              <w:t>y</w:t>
            </w:r>
            <w:r w:rsidRPr="00DE62B9">
              <w:rPr>
                <w:rFonts w:cs="Arial"/>
                <w:sz w:val="22"/>
                <w:szCs w:val="22"/>
              </w:rPr>
              <w:t xml:space="preserve"> (t CO</w:t>
            </w:r>
            <w:r w:rsidRPr="00DE62B9">
              <w:rPr>
                <w:rFonts w:cs="Arial"/>
                <w:sz w:val="22"/>
                <w:szCs w:val="22"/>
                <w:vertAlign w:val="subscript"/>
              </w:rPr>
              <w:t>2</w:t>
            </w:r>
            <w:r w:rsidRPr="00DE62B9">
              <w:rPr>
                <w:rFonts w:cs="Arial"/>
                <w:sz w:val="22"/>
                <w:szCs w:val="22"/>
              </w:rPr>
              <w:t>e)</w:t>
            </w:r>
          </w:p>
        </w:tc>
      </w:tr>
      <w:tr w:rsidR="004B6F6C" w:rsidRPr="00DE62B9" w:rsidTr="00BB5CCE">
        <w:tc>
          <w:tcPr>
            <w:tcW w:w="1701" w:type="dxa"/>
            <w:vAlign w:val="top"/>
          </w:tcPr>
          <w:p w:rsidR="004B6F6C" w:rsidRPr="00DE62B9"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PE</m:t>
                    </m:r>
                  </m:e>
                  <m:sub>
                    <m:r>
                      <w:rPr>
                        <w:rFonts w:ascii="Cambria Math" w:hAnsi="Cambria Math" w:cs="Arial"/>
                        <w:sz w:val="22"/>
                        <w:szCs w:val="22"/>
                      </w:rPr>
                      <m:t>N2O,y</m:t>
                    </m:r>
                  </m:sub>
                </m:sSub>
              </m:oMath>
            </m:oMathPara>
          </w:p>
        </w:tc>
        <w:tc>
          <w:tcPr>
            <w:tcW w:w="345" w:type="dxa"/>
            <w:vAlign w:val="top"/>
          </w:tcPr>
          <w:p w:rsidR="004B6F6C" w:rsidRPr="00DE62B9" w:rsidRDefault="004B6F6C" w:rsidP="00BB5CCE">
            <w:pPr>
              <w:pStyle w:val="SDMTableBoxParaNotNumbered"/>
              <w:rPr>
                <w:rFonts w:cs="Arial"/>
                <w:sz w:val="22"/>
                <w:szCs w:val="22"/>
              </w:rPr>
            </w:pPr>
            <w:r w:rsidRPr="00DE62B9">
              <w:rPr>
                <w:rFonts w:cs="Arial"/>
                <w:sz w:val="22"/>
                <w:szCs w:val="22"/>
              </w:rPr>
              <w:t>=</w:t>
            </w:r>
          </w:p>
        </w:tc>
        <w:tc>
          <w:tcPr>
            <w:tcW w:w="0" w:type="auto"/>
            <w:vAlign w:val="top"/>
          </w:tcPr>
          <w:p w:rsidR="004B6F6C" w:rsidRPr="00DE62B9" w:rsidRDefault="009F1150" w:rsidP="00BB5CCE">
            <w:pPr>
              <w:pStyle w:val="SDMTableBoxParaNotNumbered"/>
              <w:rPr>
                <w:rFonts w:cs="Arial"/>
                <w:sz w:val="22"/>
                <w:szCs w:val="22"/>
              </w:rPr>
            </w:pPr>
            <w:r w:rsidRPr="00DE62B9">
              <w:rPr>
                <w:rFonts w:cs="Arial"/>
                <w:sz w:val="22"/>
                <w:szCs w:val="22"/>
              </w:rPr>
              <w:t>Project emissions of N</w:t>
            </w:r>
            <w:r w:rsidRPr="00DE62B9">
              <w:rPr>
                <w:rFonts w:cs="Arial"/>
                <w:sz w:val="22"/>
                <w:szCs w:val="22"/>
                <w:vertAlign w:val="subscript"/>
              </w:rPr>
              <w:t>2</w:t>
            </w:r>
            <w:r w:rsidRPr="00DE62B9">
              <w:rPr>
                <w:rFonts w:cs="Arial"/>
                <w:sz w:val="22"/>
                <w:szCs w:val="22"/>
              </w:rPr>
              <w:t xml:space="preserve">O in year </w:t>
            </w:r>
            <w:r w:rsidRPr="00DE62B9">
              <w:rPr>
                <w:rFonts w:cs="Arial"/>
                <w:i/>
                <w:sz w:val="22"/>
                <w:szCs w:val="22"/>
              </w:rPr>
              <w:t>y</w:t>
            </w:r>
            <w:r w:rsidRPr="00DE62B9">
              <w:rPr>
                <w:rFonts w:cs="Arial"/>
                <w:sz w:val="22"/>
                <w:szCs w:val="22"/>
              </w:rPr>
              <w:t xml:space="preserve"> (tN</w:t>
            </w:r>
            <w:r w:rsidRPr="00DE62B9">
              <w:rPr>
                <w:rFonts w:cs="Arial"/>
                <w:sz w:val="22"/>
                <w:szCs w:val="22"/>
                <w:vertAlign w:val="subscript"/>
              </w:rPr>
              <w:t>2</w:t>
            </w:r>
            <w:r w:rsidRPr="00DE62B9">
              <w:rPr>
                <w:rFonts w:cs="Arial"/>
                <w:sz w:val="22"/>
                <w:szCs w:val="22"/>
              </w:rPr>
              <w:t>O)</w:t>
            </w:r>
          </w:p>
        </w:tc>
      </w:tr>
      <w:tr w:rsidR="004B6F6C" w:rsidRPr="00DE62B9" w:rsidTr="00BB5CCE">
        <w:tc>
          <w:tcPr>
            <w:tcW w:w="1701" w:type="dxa"/>
            <w:vAlign w:val="top"/>
          </w:tcPr>
          <w:p w:rsidR="004B6F6C" w:rsidRPr="00DE62B9"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GWP</m:t>
                    </m:r>
                  </m:e>
                  <m:sub>
                    <m:r>
                      <w:rPr>
                        <w:rFonts w:ascii="Cambria Math" w:hAnsi="Cambria Math" w:cs="Arial"/>
                        <w:sz w:val="22"/>
                        <w:szCs w:val="22"/>
                      </w:rPr>
                      <m:t>N2O</m:t>
                    </m:r>
                  </m:sub>
                </m:sSub>
              </m:oMath>
            </m:oMathPara>
          </w:p>
        </w:tc>
        <w:tc>
          <w:tcPr>
            <w:tcW w:w="345" w:type="dxa"/>
            <w:vAlign w:val="top"/>
          </w:tcPr>
          <w:p w:rsidR="004B6F6C" w:rsidRPr="00DE62B9" w:rsidRDefault="004B6F6C" w:rsidP="00BB5CCE">
            <w:pPr>
              <w:pStyle w:val="SDMTableBoxParaNotNumbered"/>
              <w:rPr>
                <w:rFonts w:cs="Arial"/>
                <w:sz w:val="22"/>
                <w:szCs w:val="22"/>
              </w:rPr>
            </w:pPr>
            <w:r w:rsidRPr="00DE62B9">
              <w:rPr>
                <w:rFonts w:cs="Arial"/>
                <w:sz w:val="22"/>
                <w:szCs w:val="22"/>
              </w:rPr>
              <w:t>=</w:t>
            </w:r>
          </w:p>
        </w:tc>
        <w:tc>
          <w:tcPr>
            <w:tcW w:w="0" w:type="auto"/>
            <w:vAlign w:val="top"/>
          </w:tcPr>
          <w:p w:rsidR="004B6F6C" w:rsidRPr="00DE62B9" w:rsidRDefault="009F1150" w:rsidP="00BB5CCE">
            <w:pPr>
              <w:pStyle w:val="SDMTableBoxParaNotNumbered"/>
              <w:rPr>
                <w:rFonts w:cs="Arial"/>
                <w:sz w:val="22"/>
                <w:szCs w:val="22"/>
              </w:rPr>
            </w:pPr>
            <w:r w:rsidRPr="00DE62B9">
              <w:rPr>
                <w:rFonts w:cs="Arial"/>
                <w:sz w:val="22"/>
                <w:szCs w:val="22"/>
              </w:rPr>
              <w:t>Global warming potential of N</w:t>
            </w:r>
            <w:r w:rsidRPr="00DE62B9">
              <w:rPr>
                <w:rFonts w:cs="Arial"/>
                <w:sz w:val="22"/>
                <w:szCs w:val="22"/>
                <w:vertAlign w:val="subscript"/>
              </w:rPr>
              <w:t>2</w:t>
            </w:r>
            <w:r w:rsidRPr="00DE62B9">
              <w:rPr>
                <w:rFonts w:cs="Arial"/>
                <w:sz w:val="22"/>
                <w:szCs w:val="22"/>
              </w:rPr>
              <w:t>O = 310</w:t>
            </w:r>
          </w:p>
        </w:tc>
      </w:tr>
    </w:tbl>
    <w:tbl>
      <w:tblPr>
        <w:tblStyle w:val="SDMMethTableEquation"/>
        <w:tblW w:w="8760" w:type="dxa"/>
        <w:tblLook w:val="0600" w:firstRow="0" w:lastRow="0" w:firstColumn="0" w:lastColumn="0" w:noHBand="1" w:noVBand="1"/>
      </w:tblPr>
      <w:tblGrid>
        <w:gridCol w:w="7092"/>
        <w:gridCol w:w="1668"/>
      </w:tblGrid>
      <w:tr w:rsidR="004B6F6C" w:rsidRPr="00E32F75" w:rsidTr="009F1150">
        <w:tc>
          <w:tcPr>
            <w:tcW w:w="7092" w:type="dxa"/>
          </w:tcPr>
          <w:p w:rsidR="004B6F6C" w:rsidRPr="00252AA4" w:rsidRDefault="001F50D8" w:rsidP="00CE46FF">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N2O, y</m:t>
                    </m:r>
                  </m:sub>
                </m:sSub>
                <m:r>
                  <w:rPr>
                    <w:rFonts w:ascii="Cambria Math" w:hAnsi="Cambria Math"/>
                  </w:rPr>
                  <m:t xml:space="preserve">= </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F</m:t>
                        </m:r>
                      </m:e>
                      <m:sub>
                        <m:r>
                          <w:rPr>
                            <w:rFonts w:ascii="Cambria Math" w:hAnsi="Cambria Math"/>
                          </w:rPr>
                          <m:t>TE,i</m:t>
                        </m:r>
                      </m:sub>
                    </m:sSub>
                  </m:e>
                </m:nary>
                <m:r>
                  <w:rPr>
                    <w:rFonts w:ascii="Cambria Math" w:hAnsi="Cambria Math"/>
                  </w:rPr>
                  <m:t>×</m:t>
                </m:r>
                <m:sSub>
                  <m:sSubPr>
                    <m:ctrlPr>
                      <w:rPr>
                        <w:rFonts w:ascii="Cambria Math" w:hAnsi="Cambria Math"/>
                        <w:i/>
                      </w:rPr>
                    </m:ctrlPr>
                  </m:sSubPr>
                  <m:e>
                    <m:r>
                      <w:rPr>
                        <w:rFonts w:ascii="Cambria Math" w:hAnsi="Cambria Math"/>
                      </w:rPr>
                      <m:t>CO</m:t>
                    </m:r>
                  </m:e>
                  <m:sub>
                    <m:r>
                      <w:rPr>
                        <w:rFonts w:ascii="Cambria Math" w:hAnsi="Cambria Math"/>
                      </w:rPr>
                      <m:t>N2O,i</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i</m:t>
                    </m:r>
                  </m:sub>
                </m:sSub>
              </m:oMath>
            </m:oMathPara>
          </w:p>
        </w:tc>
        <w:tc>
          <w:tcPr>
            <w:tcW w:w="1668" w:type="dxa"/>
          </w:tcPr>
          <w:p w:rsidR="004B6F6C" w:rsidRPr="002B6960" w:rsidRDefault="004B6F6C" w:rsidP="00CE46FF">
            <w:pPr>
              <w:pStyle w:val="SDMMethEquationNr"/>
            </w:pPr>
          </w:p>
        </w:tc>
      </w:tr>
    </w:tbl>
    <w:p w:rsidR="004B6F6C" w:rsidRDefault="004B6F6C" w:rsidP="00CE46FF">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4B6F6C" w:rsidRPr="00BB5CCE" w:rsidTr="00BB5CCE">
        <w:tc>
          <w:tcPr>
            <w:tcW w:w="1701" w:type="dxa"/>
            <w:vAlign w:val="top"/>
          </w:tcPr>
          <w:p w:rsidR="004B6F6C"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PE</m:t>
                    </m:r>
                  </m:e>
                  <m:sub>
                    <m:r>
                      <w:rPr>
                        <w:rFonts w:ascii="Cambria Math" w:hAnsi="Cambria Math" w:cs="Arial"/>
                        <w:sz w:val="22"/>
                        <w:szCs w:val="22"/>
                      </w:rPr>
                      <m:t>N2O, y</m:t>
                    </m:r>
                  </m:sub>
                </m:sSub>
              </m:oMath>
            </m:oMathPara>
          </w:p>
        </w:tc>
        <w:tc>
          <w:tcPr>
            <w:tcW w:w="345" w:type="dxa"/>
            <w:vAlign w:val="top"/>
          </w:tcPr>
          <w:p w:rsidR="004B6F6C" w:rsidRPr="00BB5CCE" w:rsidRDefault="004B6F6C" w:rsidP="00BB5CCE">
            <w:pPr>
              <w:pStyle w:val="SDMTableBoxParaNotNumbered"/>
              <w:rPr>
                <w:rFonts w:cs="Arial"/>
                <w:sz w:val="22"/>
                <w:szCs w:val="22"/>
              </w:rPr>
            </w:pPr>
            <w:r w:rsidRPr="00BB5CCE">
              <w:rPr>
                <w:rFonts w:cs="Arial"/>
                <w:sz w:val="22"/>
                <w:szCs w:val="22"/>
              </w:rPr>
              <w:t>=</w:t>
            </w:r>
          </w:p>
        </w:tc>
        <w:tc>
          <w:tcPr>
            <w:tcW w:w="0" w:type="auto"/>
            <w:vAlign w:val="top"/>
          </w:tcPr>
          <w:p w:rsidR="004B6F6C" w:rsidRPr="00BB5CCE" w:rsidRDefault="004B6F6C" w:rsidP="00BB5CCE">
            <w:pPr>
              <w:jc w:val="left"/>
              <w:rPr>
                <w:rFonts w:cs="Arial"/>
                <w:szCs w:val="22"/>
              </w:rPr>
            </w:pPr>
            <w:r w:rsidRPr="00BB5CCE">
              <w:rPr>
                <w:rFonts w:cs="Arial"/>
                <w:szCs w:val="22"/>
              </w:rPr>
              <w:t>Project emissions of N</w:t>
            </w:r>
            <w:r w:rsidRPr="00BB5CCE">
              <w:rPr>
                <w:rFonts w:cs="Arial"/>
                <w:szCs w:val="22"/>
                <w:vertAlign w:val="subscript"/>
              </w:rPr>
              <w:t>2</w:t>
            </w:r>
            <w:r w:rsidRPr="00BB5CCE">
              <w:rPr>
                <w:rFonts w:cs="Arial"/>
                <w:szCs w:val="22"/>
              </w:rPr>
              <w:t xml:space="preserve">O in year </w:t>
            </w:r>
            <w:r w:rsidRPr="00BB5CCE">
              <w:rPr>
                <w:rFonts w:cs="Arial"/>
                <w:i/>
                <w:szCs w:val="22"/>
              </w:rPr>
              <w:t xml:space="preserve">y </w:t>
            </w:r>
            <w:r w:rsidRPr="00BB5CCE">
              <w:rPr>
                <w:rFonts w:cs="Arial"/>
                <w:szCs w:val="22"/>
              </w:rPr>
              <w:t>(tN</w:t>
            </w:r>
            <w:r w:rsidRPr="00BB5CCE">
              <w:rPr>
                <w:rFonts w:cs="Arial"/>
                <w:szCs w:val="22"/>
                <w:vertAlign w:val="subscript"/>
              </w:rPr>
              <w:t>2</w:t>
            </w:r>
            <w:r w:rsidRPr="00BB5CCE">
              <w:rPr>
                <w:rFonts w:cs="Arial"/>
                <w:szCs w:val="22"/>
              </w:rPr>
              <w:t>O)</w:t>
            </w:r>
          </w:p>
        </w:tc>
      </w:tr>
      <w:tr w:rsidR="004B6F6C" w:rsidRPr="00BB5CCE" w:rsidTr="00BB5CCE">
        <w:tc>
          <w:tcPr>
            <w:tcW w:w="1701" w:type="dxa"/>
            <w:vAlign w:val="top"/>
          </w:tcPr>
          <w:p w:rsidR="004B6F6C"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TE,i</m:t>
                    </m:r>
                  </m:sub>
                </m:sSub>
              </m:oMath>
            </m:oMathPara>
          </w:p>
        </w:tc>
        <w:tc>
          <w:tcPr>
            <w:tcW w:w="345" w:type="dxa"/>
            <w:vAlign w:val="top"/>
          </w:tcPr>
          <w:p w:rsidR="004B6F6C" w:rsidRPr="00BB5CCE" w:rsidRDefault="004B6F6C" w:rsidP="00BB5CCE">
            <w:pPr>
              <w:pStyle w:val="SDMTableBoxParaNotNumbered"/>
              <w:rPr>
                <w:rFonts w:cs="Arial"/>
                <w:sz w:val="22"/>
                <w:szCs w:val="22"/>
              </w:rPr>
            </w:pPr>
            <w:r w:rsidRPr="00BB5CCE">
              <w:rPr>
                <w:rFonts w:cs="Arial"/>
                <w:sz w:val="22"/>
                <w:szCs w:val="22"/>
              </w:rPr>
              <w:t>=</w:t>
            </w:r>
          </w:p>
        </w:tc>
        <w:tc>
          <w:tcPr>
            <w:tcW w:w="0" w:type="auto"/>
            <w:vAlign w:val="top"/>
          </w:tcPr>
          <w:p w:rsidR="004B6F6C" w:rsidRPr="00BB5CCE" w:rsidRDefault="004B6F6C" w:rsidP="00BB5CCE">
            <w:pPr>
              <w:jc w:val="left"/>
              <w:rPr>
                <w:rFonts w:cs="Arial"/>
                <w:szCs w:val="22"/>
              </w:rPr>
            </w:pPr>
            <w:r w:rsidRPr="00BB5CCE">
              <w:rPr>
                <w:rFonts w:cs="Arial"/>
                <w:szCs w:val="22"/>
              </w:rPr>
              <w:t xml:space="preserve">Volume flow rate at the exit of the destruction facility during interval </w:t>
            </w:r>
            <w:r w:rsidRPr="00BB5CCE">
              <w:rPr>
                <w:rFonts w:cs="Arial"/>
                <w:i/>
                <w:szCs w:val="22"/>
              </w:rPr>
              <w:t xml:space="preserve">i </w:t>
            </w:r>
            <w:r w:rsidRPr="00BB5CCE">
              <w:rPr>
                <w:rFonts w:cs="Arial"/>
                <w:szCs w:val="22"/>
              </w:rPr>
              <w:t>(m</w:t>
            </w:r>
            <w:r w:rsidRPr="00BB5CCE">
              <w:rPr>
                <w:rFonts w:cs="Arial"/>
                <w:szCs w:val="22"/>
                <w:vertAlign w:val="superscript"/>
              </w:rPr>
              <w:t>3</w:t>
            </w:r>
            <w:r w:rsidRPr="00BB5CCE">
              <w:rPr>
                <w:rFonts w:cs="Arial"/>
                <w:szCs w:val="22"/>
              </w:rPr>
              <w:t>/h)</w:t>
            </w:r>
            <w:r w:rsidR="009F1150" w:rsidRPr="00BB5CCE">
              <w:rPr>
                <w:rStyle w:val="FootnoteReference"/>
                <w:rFonts w:cs="Arial"/>
                <w:szCs w:val="22"/>
              </w:rPr>
              <w:footnoteReference w:id="4"/>
            </w:r>
          </w:p>
        </w:tc>
      </w:tr>
      <w:tr w:rsidR="004B6F6C" w:rsidRPr="00BB5CCE" w:rsidTr="00BB5CCE">
        <w:tc>
          <w:tcPr>
            <w:tcW w:w="1701" w:type="dxa"/>
            <w:vAlign w:val="top"/>
          </w:tcPr>
          <w:p w:rsidR="004B6F6C"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CO</m:t>
                    </m:r>
                  </m:e>
                  <m:sub>
                    <m:r>
                      <w:rPr>
                        <w:rFonts w:ascii="Cambria Math" w:hAnsi="Cambria Math" w:cs="Arial"/>
                        <w:sz w:val="22"/>
                        <w:szCs w:val="22"/>
                      </w:rPr>
                      <m:t>N2O,i</m:t>
                    </m:r>
                  </m:sub>
                </m:sSub>
              </m:oMath>
            </m:oMathPara>
          </w:p>
        </w:tc>
        <w:tc>
          <w:tcPr>
            <w:tcW w:w="345" w:type="dxa"/>
            <w:vAlign w:val="top"/>
          </w:tcPr>
          <w:p w:rsidR="004B6F6C" w:rsidRPr="00BB5CCE" w:rsidRDefault="004B6F6C" w:rsidP="00BB5CCE">
            <w:pPr>
              <w:pStyle w:val="SDMTableBoxParaNotNumbered"/>
              <w:rPr>
                <w:rFonts w:cs="Arial"/>
                <w:sz w:val="22"/>
                <w:szCs w:val="22"/>
              </w:rPr>
            </w:pPr>
            <w:r w:rsidRPr="00BB5CCE">
              <w:rPr>
                <w:rFonts w:cs="Arial"/>
                <w:sz w:val="22"/>
                <w:szCs w:val="22"/>
              </w:rPr>
              <w:t>=</w:t>
            </w:r>
          </w:p>
        </w:tc>
        <w:tc>
          <w:tcPr>
            <w:tcW w:w="0" w:type="auto"/>
            <w:vAlign w:val="top"/>
          </w:tcPr>
          <w:p w:rsidR="004B6F6C" w:rsidRPr="00BB5CCE" w:rsidRDefault="004B6F6C" w:rsidP="00BB5CCE">
            <w:pPr>
              <w:jc w:val="left"/>
              <w:rPr>
                <w:rFonts w:cs="Arial"/>
                <w:szCs w:val="22"/>
              </w:rPr>
            </w:pPr>
            <w:r w:rsidRPr="00BB5CCE">
              <w:rPr>
                <w:rFonts w:cs="Arial"/>
                <w:szCs w:val="22"/>
              </w:rPr>
              <w:t>N</w:t>
            </w:r>
            <w:r w:rsidRPr="00BB5CCE">
              <w:rPr>
                <w:rFonts w:cs="Arial"/>
                <w:szCs w:val="22"/>
                <w:vertAlign w:val="subscript"/>
              </w:rPr>
              <w:t>2</w:t>
            </w:r>
            <w:r w:rsidRPr="00BB5CCE">
              <w:rPr>
                <w:rFonts w:cs="Arial"/>
                <w:szCs w:val="22"/>
              </w:rPr>
              <w:t>O concentration in the tail gas of the N</w:t>
            </w:r>
            <w:r w:rsidRPr="00BB5CCE">
              <w:rPr>
                <w:rFonts w:cs="Arial"/>
                <w:szCs w:val="22"/>
                <w:vertAlign w:val="subscript"/>
              </w:rPr>
              <w:t>2</w:t>
            </w:r>
            <w:r w:rsidRPr="00BB5CCE">
              <w:rPr>
                <w:rFonts w:cs="Arial"/>
                <w:szCs w:val="22"/>
              </w:rPr>
              <w:t xml:space="preserve">O destruction facility during interval </w:t>
            </w:r>
            <w:r w:rsidRPr="00BB5CCE">
              <w:rPr>
                <w:rFonts w:cs="Arial"/>
                <w:i/>
                <w:szCs w:val="22"/>
              </w:rPr>
              <w:t>i</w:t>
            </w:r>
            <w:r w:rsidRPr="00BB5CCE">
              <w:rPr>
                <w:rFonts w:cs="Arial"/>
                <w:szCs w:val="22"/>
              </w:rPr>
              <w:t xml:space="preserve"> (tN</w:t>
            </w:r>
            <w:r w:rsidRPr="00BB5CCE">
              <w:rPr>
                <w:rFonts w:cs="Arial"/>
                <w:szCs w:val="22"/>
                <w:vertAlign w:val="subscript"/>
              </w:rPr>
              <w:t>2</w:t>
            </w:r>
            <w:r w:rsidRPr="00BB5CCE">
              <w:rPr>
                <w:rFonts w:cs="Arial"/>
                <w:szCs w:val="22"/>
              </w:rPr>
              <w:t>O/m3)</w:t>
            </w:r>
          </w:p>
        </w:tc>
      </w:tr>
      <w:tr w:rsidR="009F1150" w:rsidRPr="00BB5CCE" w:rsidTr="00BB5CCE">
        <w:tc>
          <w:tcPr>
            <w:tcW w:w="1701" w:type="dxa"/>
            <w:vAlign w:val="top"/>
          </w:tcPr>
          <w:p w:rsidR="009F1150"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M</m:t>
                    </m:r>
                  </m:e>
                  <m:sub>
                    <m:r>
                      <w:rPr>
                        <w:rFonts w:ascii="Cambria Math" w:hAnsi="Cambria Math" w:cs="Arial"/>
                        <w:sz w:val="22"/>
                        <w:szCs w:val="22"/>
                      </w:rPr>
                      <m:t>i</m:t>
                    </m:r>
                  </m:sub>
                </m:sSub>
              </m:oMath>
            </m:oMathPara>
          </w:p>
        </w:tc>
        <w:tc>
          <w:tcPr>
            <w:tcW w:w="345" w:type="dxa"/>
            <w:vAlign w:val="top"/>
          </w:tcPr>
          <w:p w:rsidR="009F1150" w:rsidRPr="00BB5CCE" w:rsidRDefault="00CB4B44" w:rsidP="00BB5CCE">
            <w:pPr>
              <w:pStyle w:val="SDMTableBoxParaNotNumbered"/>
              <w:rPr>
                <w:rFonts w:cs="Arial"/>
                <w:sz w:val="22"/>
                <w:szCs w:val="22"/>
              </w:rPr>
            </w:pPr>
            <w:r w:rsidRPr="00BB5CCE">
              <w:rPr>
                <w:rFonts w:cs="Arial"/>
                <w:sz w:val="22"/>
                <w:szCs w:val="22"/>
              </w:rPr>
              <w:t>=</w:t>
            </w:r>
          </w:p>
        </w:tc>
        <w:tc>
          <w:tcPr>
            <w:tcW w:w="0" w:type="auto"/>
            <w:vAlign w:val="top"/>
          </w:tcPr>
          <w:p w:rsidR="009F1150" w:rsidRPr="00BB5CCE" w:rsidRDefault="009F1150" w:rsidP="00BB5CCE">
            <w:pPr>
              <w:jc w:val="left"/>
              <w:rPr>
                <w:rFonts w:cs="Arial"/>
                <w:szCs w:val="22"/>
              </w:rPr>
            </w:pPr>
            <w:r w:rsidRPr="00BB5CCE">
              <w:rPr>
                <w:rFonts w:cs="Arial"/>
                <w:szCs w:val="22"/>
              </w:rPr>
              <w:t xml:space="preserve">Length of measuring interval </w:t>
            </w:r>
            <w:r w:rsidRPr="00BB5CCE">
              <w:rPr>
                <w:rFonts w:cs="Arial"/>
                <w:i/>
                <w:szCs w:val="22"/>
              </w:rPr>
              <w:t>i</w:t>
            </w:r>
            <w:r w:rsidRPr="00BB5CCE">
              <w:rPr>
                <w:rFonts w:cs="Arial"/>
                <w:szCs w:val="22"/>
              </w:rPr>
              <w:t xml:space="preserve"> (h)</w:t>
            </w:r>
          </w:p>
        </w:tc>
      </w:tr>
      <w:tr w:rsidR="009F1150" w:rsidRPr="00BB5CCE" w:rsidTr="00BB5CCE">
        <w:tc>
          <w:tcPr>
            <w:tcW w:w="1701" w:type="dxa"/>
            <w:vAlign w:val="top"/>
          </w:tcPr>
          <w:p w:rsidR="009F1150" w:rsidRPr="00BB5CCE" w:rsidRDefault="009F1150" w:rsidP="00BB5CCE">
            <w:pPr>
              <w:pStyle w:val="SDMTableBoxParaNotNumbered"/>
              <w:rPr>
                <w:rFonts w:cs="Arial"/>
                <w:sz w:val="22"/>
                <w:szCs w:val="22"/>
              </w:rPr>
            </w:pPr>
            <m:oMathPara>
              <m:oMathParaPr>
                <m:jc m:val="left"/>
              </m:oMathParaPr>
              <m:oMath>
                <m:r>
                  <w:rPr>
                    <w:rFonts w:ascii="Cambria Math" w:hAnsi="Cambria Math" w:cs="Arial"/>
                    <w:sz w:val="22"/>
                    <w:szCs w:val="22"/>
                  </w:rPr>
                  <m:t>i</m:t>
                </m:r>
              </m:oMath>
            </m:oMathPara>
          </w:p>
        </w:tc>
        <w:tc>
          <w:tcPr>
            <w:tcW w:w="345" w:type="dxa"/>
            <w:vAlign w:val="top"/>
          </w:tcPr>
          <w:p w:rsidR="009F1150" w:rsidRPr="00BB5CCE" w:rsidRDefault="00CB4B44" w:rsidP="00BB5CCE">
            <w:pPr>
              <w:pStyle w:val="SDMTableBoxParaNotNumbered"/>
              <w:rPr>
                <w:rFonts w:cs="Arial"/>
                <w:sz w:val="22"/>
                <w:szCs w:val="22"/>
              </w:rPr>
            </w:pPr>
            <w:r w:rsidRPr="00BB5CCE">
              <w:rPr>
                <w:rFonts w:cs="Arial"/>
                <w:sz w:val="22"/>
                <w:szCs w:val="22"/>
              </w:rPr>
              <w:t>=</w:t>
            </w:r>
          </w:p>
        </w:tc>
        <w:tc>
          <w:tcPr>
            <w:tcW w:w="0" w:type="auto"/>
            <w:vAlign w:val="top"/>
          </w:tcPr>
          <w:p w:rsidR="009F1150" w:rsidRPr="00BB5CCE" w:rsidRDefault="009F1150" w:rsidP="00BB5CCE">
            <w:pPr>
              <w:jc w:val="left"/>
              <w:rPr>
                <w:rFonts w:cs="Arial"/>
                <w:szCs w:val="22"/>
              </w:rPr>
            </w:pPr>
            <w:r w:rsidRPr="00BB5CCE">
              <w:rPr>
                <w:rFonts w:cs="Arial"/>
                <w:szCs w:val="22"/>
              </w:rPr>
              <w:t>Interval</w:t>
            </w:r>
          </w:p>
        </w:tc>
      </w:tr>
      <w:tr w:rsidR="009F1150" w:rsidRPr="00BB5CCE" w:rsidTr="00BB5CCE">
        <w:tc>
          <w:tcPr>
            <w:tcW w:w="1701" w:type="dxa"/>
            <w:vAlign w:val="top"/>
          </w:tcPr>
          <w:p w:rsidR="009F1150" w:rsidRPr="00BB5CCE" w:rsidRDefault="009F1150" w:rsidP="00BB5CCE">
            <w:pPr>
              <w:pStyle w:val="SDMTableBoxParaNotNumbered"/>
              <w:rPr>
                <w:rFonts w:cs="Arial"/>
                <w:sz w:val="22"/>
                <w:szCs w:val="22"/>
              </w:rPr>
            </w:pPr>
            <m:oMathPara>
              <m:oMathParaPr>
                <m:jc m:val="left"/>
              </m:oMathParaPr>
              <m:oMath>
                <m:r>
                  <w:rPr>
                    <w:rFonts w:ascii="Cambria Math" w:hAnsi="Cambria Math" w:cs="Arial"/>
                    <w:sz w:val="22"/>
                    <w:szCs w:val="22"/>
                  </w:rPr>
                  <m:t>n</m:t>
                </m:r>
              </m:oMath>
            </m:oMathPara>
          </w:p>
        </w:tc>
        <w:tc>
          <w:tcPr>
            <w:tcW w:w="345" w:type="dxa"/>
            <w:vAlign w:val="top"/>
          </w:tcPr>
          <w:p w:rsidR="009F1150" w:rsidRPr="00BB5CCE" w:rsidRDefault="00936DEF" w:rsidP="00BB5CCE">
            <w:pPr>
              <w:pStyle w:val="SDMTableBoxParaNotNumbered"/>
              <w:rPr>
                <w:rFonts w:cs="Arial"/>
                <w:sz w:val="22"/>
                <w:szCs w:val="22"/>
              </w:rPr>
            </w:pPr>
            <w:r w:rsidRPr="00BB5CCE">
              <w:rPr>
                <w:rFonts w:cs="Arial"/>
                <w:sz w:val="22"/>
                <w:szCs w:val="22"/>
              </w:rPr>
              <w:t>=</w:t>
            </w:r>
          </w:p>
        </w:tc>
        <w:tc>
          <w:tcPr>
            <w:tcW w:w="0" w:type="auto"/>
            <w:vAlign w:val="top"/>
          </w:tcPr>
          <w:p w:rsidR="009F1150" w:rsidRPr="00BB5CCE" w:rsidRDefault="009F1150" w:rsidP="00BB5CCE">
            <w:pPr>
              <w:jc w:val="left"/>
              <w:rPr>
                <w:rFonts w:cs="Arial"/>
                <w:szCs w:val="22"/>
              </w:rPr>
            </w:pPr>
            <w:r w:rsidRPr="00BB5CCE">
              <w:rPr>
                <w:rFonts w:cs="Arial"/>
                <w:szCs w:val="22"/>
              </w:rPr>
              <w:t>Number of intervals during the year</w:t>
            </w:r>
          </w:p>
        </w:tc>
      </w:tr>
    </w:tbl>
    <w:p w:rsidR="00B940E2" w:rsidRDefault="00B940E2" w:rsidP="00011478">
      <w:pPr>
        <w:pStyle w:val="SDMHead3"/>
      </w:pPr>
      <w:bookmarkStart w:id="25" w:name="_Toc358026526"/>
      <w:r>
        <w:t>Project emissions from the operation of the destruction facility</w:t>
      </w:r>
      <w:bookmarkEnd w:id="25"/>
    </w:p>
    <w:p w:rsidR="00B940E2" w:rsidRDefault="00B940E2" w:rsidP="009C4C2F">
      <w:pPr>
        <w:pStyle w:val="SDMPara"/>
        <w:numPr>
          <w:ilvl w:val="0"/>
          <w:numId w:val="4"/>
        </w:numPr>
      </w:pPr>
      <w:r>
        <w:t>The operation of the N</w:t>
      </w:r>
      <w:r w:rsidRPr="00C64050">
        <w:rPr>
          <w:vertAlign w:val="subscript"/>
        </w:rPr>
        <w:t>2</w:t>
      </w:r>
      <w:r>
        <w:t>O destruction facility may require the use of ammonia (NH3)and hydrocarbons (HC) (e.g. natural gas, LPG, butane) as input streams and auxiliary fossil fuel to supplement heat input required for maintaining the desired temperature in case of thermal decomposition of N</w:t>
      </w:r>
      <w:r w:rsidR="00CE46FF" w:rsidRPr="00CE46FF">
        <w:rPr>
          <w:vertAlign w:val="subscript"/>
        </w:rPr>
        <w:t>2</w:t>
      </w:r>
      <w:r>
        <w:t>O.</w:t>
      </w:r>
    </w:p>
    <w:p w:rsidR="00B940E2" w:rsidRDefault="00B940E2" w:rsidP="009C4C2F">
      <w:pPr>
        <w:pStyle w:val="SDMPara"/>
        <w:numPr>
          <w:ilvl w:val="0"/>
          <w:numId w:val="4"/>
        </w:numPr>
      </w:pPr>
      <w:r>
        <w:t>The emissions related to the operation of the N</w:t>
      </w:r>
      <w:r w:rsidR="00CE46FF" w:rsidRPr="00CE46FF">
        <w:rPr>
          <w:vertAlign w:val="subscript"/>
        </w:rPr>
        <w:t>2</w:t>
      </w:r>
      <w:r>
        <w:t xml:space="preserve">O destruction facility are given by (1) upstream emissions related to the production of ammonia used as input; (2) on-site </w:t>
      </w:r>
      <w:r>
        <w:lastRenderedPageBreak/>
        <w:t>emissions due to the hydrocarbons use as input to the N</w:t>
      </w:r>
      <w:r w:rsidR="00CE46FF" w:rsidRPr="00CE46FF">
        <w:rPr>
          <w:vertAlign w:val="subscript"/>
        </w:rPr>
        <w:t>2</w:t>
      </w:r>
      <w:r>
        <w:t>O destruction facility; and (3) on-site emissions due to the fossil fuel (FF) use (e.g. natural gas, LPG, butane) as input to the N</w:t>
      </w:r>
      <w:r w:rsidR="00CE46FF" w:rsidRPr="00CE46FF">
        <w:rPr>
          <w:vertAlign w:val="subscript"/>
        </w:rPr>
        <w:t>2</w:t>
      </w:r>
      <w:r>
        <w:t>O destruction facility (thermal decomposition):</w:t>
      </w:r>
    </w:p>
    <w:tbl>
      <w:tblPr>
        <w:tblStyle w:val="SDMMethTableEquation"/>
        <w:tblW w:w="8760" w:type="dxa"/>
        <w:tblLook w:val="0600" w:firstRow="0" w:lastRow="0" w:firstColumn="0" w:lastColumn="0" w:noHBand="1" w:noVBand="1"/>
      </w:tblPr>
      <w:tblGrid>
        <w:gridCol w:w="7091"/>
        <w:gridCol w:w="1669"/>
      </w:tblGrid>
      <w:tr w:rsidR="00CE46FF" w:rsidRPr="00E32F75" w:rsidTr="00CE46FF">
        <w:tc>
          <w:tcPr>
            <w:tcW w:w="7224" w:type="dxa"/>
          </w:tcPr>
          <w:p w:rsidR="00CE46FF" w:rsidRPr="00252AA4" w:rsidRDefault="001F50D8" w:rsidP="00CE46FF">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DF,y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NH3,y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HC,y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FF,y</m:t>
                    </m:r>
                  </m:sub>
                </m:sSub>
              </m:oMath>
            </m:oMathPara>
          </w:p>
        </w:tc>
        <w:tc>
          <w:tcPr>
            <w:tcW w:w="1701" w:type="dxa"/>
          </w:tcPr>
          <w:p w:rsidR="00CE46FF" w:rsidRPr="002B6960" w:rsidRDefault="00CE46FF" w:rsidP="00CE46FF">
            <w:pPr>
              <w:pStyle w:val="SDMMethEquationNr"/>
            </w:pPr>
          </w:p>
        </w:tc>
      </w:tr>
    </w:tbl>
    <w:p w:rsidR="00CE46FF" w:rsidRDefault="00CE46FF" w:rsidP="00CE46FF">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CE46FF" w:rsidTr="00BB5CCE">
        <w:tc>
          <w:tcPr>
            <w:tcW w:w="1701" w:type="dxa"/>
            <w:vAlign w:val="top"/>
          </w:tcPr>
          <w:p w:rsidR="00CE46FF"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PE</m:t>
                    </m:r>
                  </m:e>
                  <m:sub>
                    <m:r>
                      <w:rPr>
                        <w:rFonts w:ascii="Cambria Math" w:hAnsi="Cambria Math" w:cs="Arial"/>
                        <w:sz w:val="22"/>
                        <w:szCs w:val="22"/>
                      </w:rPr>
                      <m:t>DF,y</m:t>
                    </m:r>
                  </m:sub>
                </m:sSub>
              </m:oMath>
            </m:oMathPara>
          </w:p>
        </w:tc>
        <w:tc>
          <w:tcPr>
            <w:tcW w:w="345" w:type="dxa"/>
            <w:vAlign w:val="top"/>
          </w:tcPr>
          <w:p w:rsidR="00CE46FF" w:rsidRPr="00BB5CCE" w:rsidRDefault="00CE46FF" w:rsidP="00BB5CCE">
            <w:pPr>
              <w:pStyle w:val="SDMTableBoxParaNotNumbered"/>
              <w:rPr>
                <w:rFonts w:cs="Arial"/>
                <w:sz w:val="22"/>
                <w:szCs w:val="22"/>
              </w:rPr>
            </w:pPr>
            <w:r w:rsidRPr="00BB5CCE">
              <w:rPr>
                <w:rFonts w:cs="Arial"/>
                <w:sz w:val="22"/>
                <w:szCs w:val="22"/>
              </w:rPr>
              <w:t>=</w:t>
            </w:r>
          </w:p>
        </w:tc>
        <w:tc>
          <w:tcPr>
            <w:tcW w:w="0" w:type="auto"/>
            <w:vAlign w:val="top"/>
          </w:tcPr>
          <w:p w:rsidR="00CE46FF" w:rsidRPr="00BB5CCE" w:rsidRDefault="00CE46FF" w:rsidP="00BB5CCE">
            <w:pPr>
              <w:pStyle w:val="SDMTableBoxParaNotNumbered"/>
              <w:rPr>
                <w:rFonts w:cs="Arial"/>
                <w:sz w:val="22"/>
                <w:szCs w:val="22"/>
              </w:rPr>
            </w:pPr>
            <w:r w:rsidRPr="00BB5CCE">
              <w:rPr>
                <w:rFonts w:cs="Arial"/>
                <w:sz w:val="22"/>
                <w:szCs w:val="22"/>
              </w:rPr>
              <w:t xml:space="preserve">Project emissions related to the operation of the destruction facility in year </w:t>
            </w:r>
            <w:r w:rsidRPr="00BB5CCE">
              <w:rPr>
                <w:rFonts w:cs="Arial"/>
                <w:i/>
                <w:sz w:val="22"/>
                <w:szCs w:val="22"/>
              </w:rPr>
              <w:t>y</w:t>
            </w:r>
            <w:r w:rsidRPr="00BB5CCE">
              <w:rPr>
                <w:rFonts w:cs="Arial"/>
                <w:sz w:val="22"/>
                <w:szCs w:val="22"/>
              </w:rPr>
              <w:t xml:space="preserve"> (t</w:t>
            </w:r>
            <w:r w:rsidR="00306D47" w:rsidRPr="00BB5CCE">
              <w:rPr>
                <w:rFonts w:cs="Arial"/>
                <w:sz w:val="22"/>
                <w:szCs w:val="22"/>
              </w:rPr>
              <w:t xml:space="preserve"> </w:t>
            </w:r>
            <w:r w:rsidRPr="00BB5CCE">
              <w:rPr>
                <w:rFonts w:cs="Arial"/>
                <w:sz w:val="22"/>
                <w:szCs w:val="22"/>
              </w:rPr>
              <w:t>CO</w:t>
            </w:r>
            <w:r w:rsidRPr="00BB5CCE">
              <w:rPr>
                <w:rFonts w:cs="Arial"/>
                <w:sz w:val="22"/>
                <w:szCs w:val="22"/>
                <w:vertAlign w:val="subscript"/>
              </w:rPr>
              <w:t>2</w:t>
            </w:r>
            <w:r w:rsidRPr="00BB5CCE">
              <w:rPr>
                <w:rFonts w:cs="Arial"/>
                <w:sz w:val="22"/>
                <w:szCs w:val="22"/>
              </w:rPr>
              <w:t>e)</w:t>
            </w:r>
          </w:p>
        </w:tc>
      </w:tr>
      <w:tr w:rsidR="00CE46FF" w:rsidTr="00BB5CCE">
        <w:tc>
          <w:tcPr>
            <w:tcW w:w="1701" w:type="dxa"/>
            <w:vAlign w:val="top"/>
          </w:tcPr>
          <w:p w:rsidR="00CE46FF"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PE</m:t>
                    </m:r>
                  </m:e>
                  <m:sub>
                    <m:r>
                      <w:rPr>
                        <w:rFonts w:ascii="Cambria Math" w:hAnsi="Cambria Math" w:cs="Arial"/>
                        <w:sz w:val="22"/>
                        <w:szCs w:val="22"/>
                      </w:rPr>
                      <m:t>NH3,y</m:t>
                    </m:r>
                  </m:sub>
                </m:sSub>
              </m:oMath>
            </m:oMathPara>
          </w:p>
        </w:tc>
        <w:tc>
          <w:tcPr>
            <w:tcW w:w="345" w:type="dxa"/>
            <w:vAlign w:val="top"/>
          </w:tcPr>
          <w:p w:rsidR="00CE46FF" w:rsidRPr="00BB5CCE" w:rsidRDefault="00CE46FF" w:rsidP="00BB5CCE">
            <w:pPr>
              <w:pStyle w:val="SDMTableBoxParaNotNumbered"/>
              <w:rPr>
                <w:rFonts w:cs="Arial"/>
                <w:sz w:val="22"/>
                <w:szCs w:val="22"/>
              </w:rPr>
            </w:pPr>
            <w:r w:rsidRPr="00BB5CCE">
              <w:rPr>
                <w:rFonts w:cs="Arial"/>
                <w:sz w:val="22"/>
                <w:szCs w:val="22"/>
              </w:rPr>
              <w:t>=</w:t>
            </w:r>
          </w:p>
        </w:tc>
        <w:tc>
          <w:tcPr>
            <w:tcW w:w="0" w:type="auto"/>
            <w:vAlign w:val="top"/>
          </w:tcPr>
          <w:p w:rsidR="00CE46FF" w:rsidRPr="00BB5CCE" w:rsidRDefault="00CE46FF" w:rsidP="00BB5CCE">
            <w:pPr>
              <w:pStyle w:val="SDMTableBoxParaNotNumbered"/>
              <w:rPr>
                <w:rFonts w:cs="Arial"/>
                <w:sz w:val="22"/>
                <w:szCs w:val="22"/>
              </w:rPr>
            </w:pPr>
            <w:r w:rsidRPr="00BB5CCE">
              <w:rPr>
                <w:rFonts w:cs="Arial"/>
                <w:sz w:val="22"/>
                <w:szCs w:val="22"/>
              </w:rPr>
              <w:t xml:space="preserve">Project emissions related to ammonia input to destruction facility in year </w:t>
            </w:r>
            <w:r w:rsidRPr="00BB5CCE">
              <w:rPr>
                <w:rFonts w:cs="Arial"/>
                <w:i/>
                <w:sz w:val="22"/>
                <w:szCs w:val="22"/>
              </w:rPr>
              <w:t>y</w:t>
            </w:r>
            <w:r w:rsidRPr="00BB5CCE">
              <w:rPr>
                <w:rFonts w:cs="Arial"/>
                <w:sz w:val="22"/>
                <w:szCs w:val="22"/>
              </w:rPr>
              <w:t xml:space="preserve"> (t CO</w:t>
            </w:r>
            <w:r w:rsidRPr="00BB5CCE">
              <w:rPr>
                <w:rFonts w:cs="Arial"/>
                <w:sz w:val="22"/>
                <w:szCs w:val="22"/>
                <w:vertAlign w:val="subscript"/>
              </w:rPr>
              <w:t>2</w:t>
            </w:r>
            <w:r w:rsidRPr="00BB5CCE">
              <w:rPr>
                <w:rFonts w:cs="Arial"/>
                <w:sz w:val="22"/>
                <w:szCs w:val="22"/>
              </w:rPr>
              <w:t>e)</w:t>
            </w:r>
          </w:p>
        </w:tc>
      </w:tr>
      <w:tr w:rsidR="00CE46FF" w:rsidTr="00BB5CCE">
        <w:tc>
          <w:tcPr>
            <w:tcW w:w="1701" w:type="dxa"/>
            <w:vAlign w:val="top"/>
          </w:tcPr>
          <w:p w:rsidR="00CE46FF"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PE</m:t>
                    </m:r>
                  </m:e>
                  <m:sub>
                    <m:r>
                      <w:rPr>
                        <w:rFonts w:ascii="Cambria Math" w:hAnsi="Cambria Math" w:cs="Arial"/>
                        <w:sz w:val="22"/>
                        <w:szCs w:val="22"/>
                      </w:rPr>
                      <m:t>HC,y</m:t>
                    </m:r>
                  </m:sub>
                </m:sSub>
              </m:oMath>
            </m:oMathPara>
          </w:p>
        </w:tc>
        <w:tc>
          <w:tcPr>
            <w:tcW w:w="345" w:type="dxa"/>
            <w:vAlign w:val="top"/>
          </w:tcPr>
          <w:p w:rsidR="00CE46FF" w:rsidRPr="00BB5CCE" w:rsidRDefault="00CE46FF" w:rsidP="00BB5CCE">
            <w:pPr>
              <w:pStyle w:val="SDMTableBoxParaNotNumbered"/>
              <w:rPr>
                <w:rFonts w:cs="Arial"/>
                <w:sz w:val="22"/>
                <w:szCs w:val="22"/>
              </w:rPr>
            </w:pPr>
            <w:r w:rsidRPr="00BB5CCE">
              <w:rPr>
                <w:rFonts w:cs="Arial"/>
                <w:sz w:val="22"/>
                <w:szCs w:val="22"/>
              </w:rPr>
              <w:t>=</w:t>
            </w:r>
          </w:p>
        </w:tc>
        <w:tc>
          <w:tcPr>
            <w:tcW w:w="0" w:type="auto"/>
            <w:vAlign w:val="top"/>
          </w:tcPr>
          <w:p w:rsidR="00CE46FF" w:rsidRPr="00BB5CCE" w:rsidRDefault="00CE46FF" w:rsidP="00BB5CCE">
            <w:pPr>
              <w:pStyle w:val="SDMTableBoxParaNotNumbered"/>
              <w:rPr>
                <w:rFonts w:cs="Arial"/>
                <w:sz w:val="22"/>
                <w:szCs w:val="22"/>
              </w:rPr>
            </w:pPr>
            <w:r w:rsidRPr="00BB5CCE">
              <w:rPr>
                <w:rFonts w:cs="Arial"/>
                <w:sz w:val="22"/>
                <w:szCs w:val="22"/>
              </w:rPr>
              <w:t xml:space="preserve">Project emissions related to hydrocarbon input to destruction facility and/or re-heater in year </w:t>
            </w:r>
            <w:r w:rsidRPr="00BB5CCE">
              <w:rPr>
                <w:rFonts w:cs="Arial"/>
                <w:i/>
                <w:sz w:val="22"/>
                <w:szCs w:val="22"/>
              </w:rPr>
              <w:t>y</w:t>
            </w:r>
            <w:r w:rsidRPr="00BB5CCE">
              <w:rPr>
                <w:rFonts w:cs="Arial"/>
                <w:sz w:val="22"/>
                <w:szCs w:val="22"/>
              </w:rPr>
              <w:t xml:space="preserve"> (t CO</w:t>
            </w:r>
            <w:r w:rsidRPr="00BB5CCE">
              <w:rPr>
                <w:rFonts w:cs="Arial"/>
                <w:sz w:val="22"/>
                <w:szCs w:val="22"/>
                <w:vertAlign w:val="subscript"/>
              </w:rPr>
              <w:t>2</w:t>
            </w:r>
            <w:r w:rsidRPr="00BB5CCE">
              <w:rPr>
                <w:rFonts w:cs="Arial"/>
                <w:sz w:val="22"/>
                <w:szCs w:val="22"/>
              </w:rPr>
              <w:t>e)</w:t>
            </w:r>
          </w:p>
        </w:tc>
      </w:tr>
      <w:tr w:rsidR="00CE46FF" w:rsidTr="00BB5CCE">
        <w:tc>
          <w:tcPr>
            <w:tcW w:w="1701" w:type="dxa"/>
            <w:vAlign w:val="top"/>
          </w:tcPr>
          <w:p w:rsidR="00CE46FF"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PE</m:t>
                    </m:r>
                  </m:e>
                  <m:sub>
                    <m:r>
                      <w:rPr>
                        <w:rFonts w:ascii="Cambria Math" w:hAnsi="Cambria Math" w:cs="Arial"/>
                        <w:sz w:val="22"/>
                        <w:szCs w:val="22"/>
                      </w:rPr>
                      <m:t>FF,y</m:t>
                    </m:r>
                  </m:sub>
                </m:sSub>
              </m:oMath>
            </m:oMathPara>
          </w:p>
        </w:tc>
        <w:tc>
          <w:tcPr>
            <w:tcW w:w="345" w:type="dxa"/>
            <w:vAlign w:val="top"/>
          </w:tcPr>
          <w:p w:rsidR="00CE46FF" w:rsidRPr="00BB5CCE" w:rsidRDefault="00CB4B44" w:rsidP="00BB5CCE">
            <w:pPr>
              <w:pStyle w:val="SDMTableBoxParaNotNumbered"/>
              <w:rPr>
                <w:rFonts w:cs="Arial"/>
                <w:sz w:val="22"/>
                <w:szCs w:val="22"/>
              </w:rPr>
            </w:pPr>
            <w:r w:rsidRPr="00BB5CCE">
              <w:rPr>
                <w:rFonts w:cs="Arial"/>
                <w:sz w:val="22"/>
                <w:szCs w:val="22"/>
              </w:rPr>
              <w:t>=</w:t>
            </w:r>
          </w:p>
        </w:tc>
        <w:tc>
          <w:tcPr>
            <w:tcW w:w="0" w:type="auto"/>
            <w:vAlign w:val="top"/>
          </w:tcPr>
          <w:p w:rsidR="00CE46FF" w:rsidRPr="00BB5CCE" w:rsidRDefault="00CE46FF" w:rsidP="00BB5CCE">
            <w:pPr>
              <w:pStyle w:val="SDMTableBoxParaNotNumbered"/>
              <w:rPr>
                <w:rFonts w:cs="Arial"/>
                <w:sz w:val="22"/>
                <w:szCs w:val="22"/>
              </w:rPr>
            </w:pPr>
            <w:r w:rsidRPr="00BB5CCE">
              <w:rPr>
                <w:rFonts w:cs="Arial"/>
                <w:sz w:val="22"/>
                <w:szCs w:val="22"/>
              </w:rPr>
              <w:t xml:space="preserve">Project emissions related to the combustion of fossil fuels in year </w:t>
            </w:r>
            <w:r w:rsidRPr="00BB5CCE">
              <w:rPr>
                <w:rFonts w:cs="Arial"/>
                <w:i/>
                <w:sz w:val="22"/>
                <w:szCs w:val="22"/>
              </w:rPr>
              <w:t>y</w:t>
            </w:r>
            <w:r w:rsidRPr="00BB5CCE">
              <w:rPr>
                <w:rFonts w:cs="Arial"/>
                <w:sz w:val="22"/>
                <w:szCs w:val="22"/>
              </w:rPr>
              <w:t xml:space="preserve"> (t</w:t>
            </w:r>
            <w:r w:rsidR="00A27B81" w:rsidRPr="00BB5CCE">
              <w:rPr>
                <w:rFonts w:cs="Arial"/>
                <w:sz w:val="22"/>
                <w:szCs w:val="22"/>
              </w:rPr>
              <w:t xml:space="preserve"> </w:t>
            </w:r>
            <w:r w:rsidRPr="00BB5CCE">
              <w:rPr>
                <w:rFonts w:cs="Arial"/>
                <w:sz w:val="22"/>
                <w:szCs w:val="22"/>
              </w:rPr>
              <w:t>CO</w:t>
            </w:r>
            <w:r w:rsidRPr="00BB5CCE">
              <w:rPr>
                <w:rFonts w:cs="Arial"/>
                <w:sz w:val="22"/>
                <w:szCs w:val="22"/>
                <w:vertAlign w:val="subscript"/>
              </w:rPr>
              <w:t>2</w:t>
            </w:r>
            <w:r w:rsidRPr="00BB5CCE">
              <w:rPr>
                <w:rFonts w:cs="Arial"/>
                <w:sz w:val="22"/>
                <w:szCs w:val="22"/>
              </w:rPr>
              <w:t>)</w:t>
            </w:r>
          </w:p>
        </w:tc>
      </w:tr>
    </w:tbl>
    <w:p w:rsidR="00B940E2" w:rsidRDefault="00B940E2" w:rsidP="00011478">
      <w:pPr>
        <w:pStyle w:val="SDMHead4"/>
      </w:pPr>
      <w:r>
        <w:t xml:space="preserve">Ammonia </w:t>
      </w:r>
      <w:r w:rsidR="00306D47">
        <w:t>i</w:t>
      </w:r>
      <w:r>
        <w:t>nput to the destruction facility</w:t>
      </w:r>
    </w:p>
    <w:p w:rsidR="00B940E2" w:rsidRDefault="00B940E2" w:rsidP="009C4C2F">
      <w:pPr>
        <w:pStyle w:val="SDMSubPara1"/>
        <w:numPr>
          <w:ilvl w:val="1"/>
          <w:numId w:val="4"/>
        </w:numPr>
      </w:pPr>
      <w:r>
        <w:t>In case an existing SCR DeNO</w:t>
      </w:r>
      <w:r w:rsidRPr="001219ED">
        <w:rPr>
          <w:vertAlign w:val="subscript"/>
        </w:rPr>
        <w:t>X</w:t>
      </w:r>
      <w:r>
        <w:t xml:space="preserve"> unit is already installed prior to the starting date of the project activity or has to be installed according to legal requirements, the project ammonia input will be considered equal to the ammonia input of the baseline scenario;</w:t>
      </w:r>
    </w:p>
    <w:p w:rsidR="00B940E2" w:rsidRDefault="00B940E2" w:rsidP="009C4C2F">
      <w:pPr>
        <w:pStyle w:val="SDMSubPara1"/>
        <w:numPr>
          <w:ilvl w:val="1"/>
          <w:numId w:val="4"/>
        </w:numPr>
      </w:pPr>
      <w:r>
        <w:t>Should no SCR DeNO</w:t>
      </w:r>
      <w:r w:rsidRPr="001219ED">
        <w:rPr>
          <w:vertAlign w:val="subscript"/>
        </w:rPr>
        <w:t>X</w:t>
      </w:r>
      <w:r>
        <w:t xml:space="preserve"> unit be installed prior to the starting date of the project activity, project emissions related to the production of ammonia are considered as follows:</w:t>
      </w:r>
    </w:p>
    <w:tbl>
      <w:tblPr>
        <w:tblStyle w:val="SDMMethTableEquation"/>
        <w:tblW w:w="8760" w:type="dxa"/>
        <w:tblLook w:val="0600" w:firstRow="0" w:lastRow="0" w:firstColumn="0" w:lastColumn="0" w:noHBand="1" w:noVBand="1"/>
      </w:tblPr>
      <w:tblGrid>
        <w:gridCol w:w="7091"/>
        <w:gridCol w:w="1669"/>
      </w:tblGrid>
      <w:tr w:rsidR="00814AFB" w:rsidRPr="00E32F75" w:rsidTr="009A6B70">
        <w:tc>
          <w:tcPr>
            <w:tcW w:w="7224" w:type="dxa"/>
          </w:tcPr>
          <w:p w:rsidR="00814AFB" w:rsidRPr="00252AA4" w:rsidRDefault="001F50D8" w:rsidP="00814AFB">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NH3,y</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NH3,y</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NH3</m:t>
                    </m:r>
                  </m:sub>
                </m:sSub>
              </m:oMath>
            </m:oMathPara>
          </w:p>
        </w:tc>
        <w:tc>
          <w:tcPr>
            <w:tcW w:w="1701" w:type="dxa"/>
          </w:tcPr>
          <w:p w:rsidR="00814AFB" w:rsidRPr="002B6960" w:rsidRDefault="00814AFB" w:rsidP="009A6B70">
            <w:pPr>
              <w:pStyle w:val="SDMMethEquationNr"/>
            </w:pPr>
          </w:p>
        </w:tc>
      </w:tr>
    </w:tbl>
    <w:p w:rsidR="00814AFB" w:rsidRDefault="00814AFB" w:rsidP="009A6B70">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814AFB" w:rsidRPr="00BB5CCE" w:rsidTr="00BB5CCE">
        <w:tc>
          <w:tcPr>
            <w:tcW w:w="1701" w:type="dxa"/>
            <w:vAlign w:val="top"/>
          </w:tcPr>
          <w:p w:rsidR="00814AFB"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PE</m:t>
                    </m:r>
                  </m:e>
                  <m:sub>
                    <m:r>
                      <w:rPr>
                        <w:rFonts w:ascii="Cambria Math" w:hAnsi="Cambria Math" w:cs="Arial"/>
                        <w:sz w:val="22"/>
                        <w:szCs w:val="22"/>
                      </w:rPr>
                      <m:t>NH3,y</m:t>
                    </m:r>
                  </m:sub>
                </m:sSub>
              </m:oMath>
            </m:oMathPara>
          </w:p>
        </w:tc>
        <w:tc>
          <w:tcPr>
            <w:tcW w:w="345" w:type="dxa"/>
            <w:vAlign w:val="top"/>
          </w:tcPr>
          <w:p w:rsidR="00814AFB" w:rsidRPr="00BB5CCE" w:rsidRDefault="00814AFB" w:rsidP="00BB5CCE">
            <w:pPr>
              <w:pStyle w:val="SDMTableBoxParaNotNumbered"/>
              <w:rPr>
                <w:rFonts w:cs="Arial"/>
                <w:sz w:val="22"/>
                <w:szCs w:val="22"/>
              </w:rPr>
            </w:pPr>
            <w:r w:rsidRPr="00BB5CCE">
              <w:rPr>
                <w:rFonts w:cs="Arial"/>
                <w:sz w:val="22"/>
                <w:szCs w:val="22"/>
              </w:rPr>
              <w:t>=</w:t>
            </w:r>
          </w:p>
        </w:tc>
        <w:tc>
          <w:tcPr>
            <w:tcW w:w="0" w:type="auto"/>
            <w:vAlign w:val="top"/>
          </w:tcPr>
          <w:p w:rsidR="00814AFB" w:rsidRPr="00BB5CCE" w:rsidRDefault="00814AFB" w:rsidP="00BB5CCE">
            <w:pPr>
              <w:pStyle w:val="SDMTableBoxParaNotNumbered"/>
              <w:rPr>
                <w:rFonts w:cs="Arial"/>
                <w:sz w:val="22"/>
                <w:szCs w:val="22"/>
              </w:rPr>
            </w:pPr>
            <w:r w:rsidRPr="00BB5CCE">
              <w:rPr>
                <w:rFonts w:cs="Arial"/>
                <w:sz w:val="22"/>
                <w:szCs w:val="22"/>
              </w:rPr>
              <w:t>Project emissions related to ammonia input to destruction facility in year</w:t>
            </w:r>
            <w:r w:rsidR="00C32F71" w:rsidRPr="00BB5CCE">
              <w:rPr>
                <w:rFonts w:cs="Arial"/>
                <w:sz w:val="22"/>
                <w:szCs w:val="22"/>
              </w:rPr>
              <w:t> </w:t>
            </w:r>
            <w:r w:rsidRPr="00BB5CCE">
              <w:rPr>
                <w:rFonts w:cs="Arial"/>
                <w:i/>
                <w:sz w:val="22"/>
                <w:szCs w:val="22"/>
              </w:rPr>
              <w:t>y</w:t>
            </w:r>
            <w:r w:rsidRPr="00BB5CCE">
              <w:rPr>
                <w:rFonts w:cs="Arial"/>
                <w:sz w:val="22"/>
                <w:szCs w:val="22"/>
              </w:rPr>
              <w:t xml:space="preserve"> (tCO</w:t>
            </w:r>
            <w:r w:rsidRPr="00BB5CCE">
              <w:rPr>
                <w:rFonts w:cs="Arial"/>
                <w:sz w:val="22"/>
                <w:szCs w:val="22"/>
                <w:vertAlign w:val="subscript"/>
              </w:rPr>
              <w:t>2</w:t>
            </w:r>
            <w:r w:rsidRPr="00BB5CCE">
              <w:rPr>
                <w:rFonts w:cs="Arial"/>
                <w:sz w:val="22"/>
                <w:szCs w:val="22"/>
              </w:rPr>
              <w:t>e)</w:t>
            </w:r>
          </w:p>
        </w:tc>
      </w:tr>
      <w:tr w:rsidR="00814AFB" w:rsidRPr="00BB5CCE" w:rsidTr="00BB5CCE">
        <w:tc>
          <w:tcPr>
            <w:tcW w:w="1701" w:type="dxa"/>
            <w:vAlign w:val="top"/>
          </w:tcPr>
          <w:p w:rsidR="00814AFB"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NH3,y</m:t>
                    </m:r>
                  </m:sub>
                </m:sSub>
              </m:oMath>
            </m:oMathPara>
          </w:p>
        </w:tc>
        <w:tc>
          <w:tcPr>
            <w:tcW w:w="345" w:type="dxa"/>
            <w:vAlign w:val="top"/>
          </w:tcPr>
          <w:p w:rsidR="00814AFB" w:rsidRPr="00BB5CCE" w:rsidRDefault="00814AFB" w:rsidP="00BB5CCE">
            <w:pPr>
              <w:pStyle w:val="SDMTableBoxParaNotNumbered"/>
              <w:rPr>
                <w:rFonts w:cs="Arial"/>
                <w:sz w:val="22"/>
                <w:szCs w:val="22"/>
              </w:rPr>
            </w:pPr>
            <w:r w:rsidRPr="00BB5CCE">
              <w:rPr>
                <w:rFonts w:cs="Arial"/>
                <w:sz w:val="22"/>
                <w:szCs w:val="22"/>
              </w:rPr>
              <w:t>=</w:t>
            </w:r>
          </w:p>
        </w:tc>
        <w:tc>
          <w:tcPr>
            <w:tcW w:w="0" w:type="auto"/>
            <w:vAlign w:val="top"/>
          </w:tcPr>
          <w:p w:rsidR="00814AFB" w:rsidRPr="00BB5CCE" w:rsidRDefault="00814AFB" w:rsidP="00BB5CCE">
            <w:pPr>
              <w:jc w:val="left"/>
              <w:rPr>
                <w:rFonts w:cs="Arial"/>
                <w:szCs w:val="22"/>
              </w:rPr>
            </w:pPr>
            <w:r w:rsidRPr="00BB5CCE">
              <w:rPr>
                <w:rFonts w:cs="Arial"/>
                <w:szCs w:val="22"/>
              </w:rPr>
              <w:t xml:space="preserve">Ammonia input to the destruction facility in year </w:t>
            </w:r>
            <w:r w:rsidRPr="00BB5CCE">
              <w:rPr>
                <w:rFonts w:cs="Arial"/>
                <w:i/>
                <w:szCs w:val="22"/>
              </w:rPr>
              <w:t>y</w:t>
            </w:r>
            <w:r w:rsidRPr="00BB5CCE">
              <w:rPr>
                <w:rFonts w:cs="Arial"/>
                <w:szCs w:val="22"/>
              </w:rPr>
              <w:t xml:space="preserve"> (tNH</w:t>
            </w:r>
            <w:r w:rsidRPr="00BB5CCE">
              <w:rPr>
                <w:rFonts w:cs="Arial"/>
                <w:szCs w:val="22"/>
                <w:vertAlign w:val="subscript"/>
              </w:rPr>
              <w:t>3</w:t>
            </w:r>
            <w:r w:rsidRPr="00BB5CCE">
              <w:rPr>
                <w:rFonts w:cs="Arial"/>
                <w:szCs w:val="22"/>
              </w:rPr>
              <w:t>)</w:t>
            </w:r>
          </w:p>
        </w:tc>
      </w:tr>
      <w:tr w:rsidR="00814AFB" w:rsidRPr="00BB5CCE" w:rsidTr="00BB5CCE">
        <w:tc>
          <w:tcPr>
            <w:tcW w:w="1701" w:type="dxa"/>
            <w:vAlign w:val="top"/>
          </w:tcPr>
          <w:p w:rsidR="00814AFB"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EF</m:t>
                    </m:r>
                  </m:e>
                  <m:sub>
                    <m:r>
                      <w:rPr>
                        <w:rFonts w:ascii="Cambria Math" w:hAnsi="Cambria Math" w:cs="Arial"/>
                        <w:sz w:val="22"/>
                        <w:szCs w:val="22"/>
                      </w:rPr>
                      <m:t>NH3</m:t>
                    </m:r>
                  </m:sub>
                </m:sSub>
              </m:oMath>
            </m:oMathPara>
          </w:p>
        </w:tc>
        <w:tc>
          <w:tcPr>
            <w:tcW w:w="345" w:type="dxa"/>
            <w:vAlign w:val="top"/>
          </w:tcPr>
          <w:p w:rsidR="00814AFB" w:rsidRPr="00BB5CCE" w:rsidRDefault="00814AFB" w:rsidP="00BB5CCE">
            <w:pPr>
              <w:pStyle w:val="SDMTableBoxParaNotNumbered"/>
              <w:rPr>
                <w:rFonts w:cs="Arial"/>
                <w:sz w:val="22"/>
                <w:szCs w:val="22"/>
              </w:rPr>
            </w:pPr>
            <w:r w:rsidRPr="00BB5CCE">
              <w:rPr>
                <w:rFonts w:cs="Arial"/>
                <w:sz w:val="22"/>
                <w:szCs w:val="22"/>
              </w:rPr>
              <w:t>=</w:t>
            </w:r>
          </w:p>
        </w:tc>
        <w:tc>
          <w:tcPr>
            <w:tcW w:w="0" w:type="auto"/>
            <w:vAlign w:val="top"/>
          </w:tcPr>
          <w:p w:rsidR="00814AFB" w:rsidRPr="00BB5CCE" w:rsidRDefault="00814AFB" w:rsidP="00BB5CCE">
            <w:pPr>
              <w:jc w:val="left"/>
              <w:rPr>
                <w:rFonts w:cs="Arial"/>
                <w:szCs w:val="22"/>
              </w:rPr>
            </w:pPr>
            <w:r w:rsidRPr="00BB5CCE">
              <w:rPr>
                <w:rFonts w:cs="Arial"/>
                <w:szCs w:val="22"/>
              </w:rPr>
              <w:t>GHG emissions factor for ammonia production (CO</w:t>
            </w:r>
            <w:r w:rsidRPr="00BB5CCE">
              <w:rPr>
                <w:rFonts w:cs="Arial"/>
                <w:szCs w:val="22"/>
                <w:vertAlign w:val="subscript"/>
              </w:rPr>
              <w:t>2</w:t>
            </w:r>
            <w:r w:rsidRPr="00BB5CCE">
              <w:rPr>
                <w:rFonts w:cs="Arial"/>
                <w:szCs w:val="22"/>
              </w:rPr>
              <w:t>e/tNH</w:t>
            </w:r>
            <w:r w:rsidRPr="00BB5CCE">
              <w:rPr>
                <w:rFonts w:cs="Arial"/>
                <w:szCs w:val="22"/>
                <w:vertAlign w:val="subscript"/>
              </w:rPr>
              <w:t>3</w:t>
            </w:r>
            <w:r w:rsidRPr="00BB5CCE">
              <w:rPr>
                <w:rFonts w:cs="Arial"/>
                <w:szCs w:val="22"/>
              </w:rPr>
              <w:t>)</w:t>
            </w:r>
          </w:p>
        </w:tc>
      </w:tr>
    </w:tbl>
    <w:p w:rsidR="00B940E2" w:rsidRDefault="00B940E2" w:rsidP="009C4C2F">
      <w:pPr>
        <w:pStyle w:val="SDMPara"/>
        <w:numPr>
          <w:ilvl w:val="0"/>
          <w:numId w:val="4"/>
        </w:numPr>
      </w:pPr>
      <w:r>
        <w:t>Please note: Ammonia input for NO</w:t>
      </w:r>
      <w:r w:rsidRPr="00814AFB">
        <w:rPr>
          <w:vertAlign w:val="subscript"/>
        </w:rPr>
        <w:t>X</w:t>
      </w:r>
      <w:r>
        <w:t xml:space="preserve"> emission reduction will not cause GHG emissions other than related to the production of ammonia.</w:t>
      </w:r>
    </w:p>
    <w:p w:rsidR="00B940E2" w:rsidRDefault="00B940E2" w:rsidP="009C4C2F">
      <w:pPr>
        <w:pStyle w:val="SDMPara"/>
        <w:numPr>
          <w:ilvl w:val="0"/>
          <w:numId w:val="4"/>
        </w:numPr>
      </w:pPr>
      <w:r>
        <w:t>A default factor of 2.14 t</w:t>
      </w:r>
      <w:r w:rsidR="00936DEF">
        <w:t xml:space="preserve"> </w:t>
      </w:r>
      <w:r>
        <w:t>CO</w:t>
      </w:r>
      <w:r w:rsidR="00CE46FF" w:rsidRPr="00CE46FF">
        <w:rPr>
          <w:vertAlign w:val="subscript"/>
        </w:rPr>
        <w:t>2</w:t>
      </w:r>
      <w:r>
        <w:t>e/tNH</w:t>
      </w:r>
      <w:r w:rsidRPr="001219ED">
        <w:rPr>
          <w:vertAlign w:val="subscript"/>
        </w:rPr>
        <w:t>3</w:t>
      </w:r>
      <w:r>
        <w:t xml:space="preserve"> is suggested (GEMIS 4.2).</w:t>
      </w:r>
    </w:p>
    <w:p w:rsidR="00B940E2" w:rsidRDefault="00B940E2" w:rsidP="00011478">
      <w:pPr>
        <w:pStyle w:val="SDMHead4"/>
      </w:pPr>
      <w:r>
        <w:t xml:space="preserve">Hydrocarbon </w:t>
      </w:r>
      <w:r w:rsidR="00306D47">
        <w:t>i</w:t>
      </w:r>
      <w:r>
        <w:t>nput</w:t>
      </w:r>
    </w:p>
    <w:p w:rsidR="00B940E2" w:rsidRDefault="00B940E2" w:rsidP="009C4C2F">
      <w:pPr>
        <w:pStyle w:val="SDMPara"/>
        <w:numPr>
          <w:ilvl w:val="0"/>
          <w:numId w:val="4"/>
        </w:numPr>
      </w:pPr>
      <w:r>
        <w:t>Hydrocarbons can be used as reducing agent and/or re-heating the tail gas to enhance the catalytic N</w:t>
      </w:r>
      <w:r w:rsidR="00CE46FF" w:rsidRPr="00CE46FF">
        <w:rPr>
          <w:vertAlign w:val="subscript"/>
        </w:rPr>
        <w:t>2</w:t>
      </w:r>
      <w:r>
        <w:t>O reduction efficiency. In this case hydrocarbons are mainly converted to CO</w:t>
      </w:r>
      <w:r w:rsidR="00CE46FF" w:rsidRPr="00CE46FF">
        <w:rPr>
          <w:vertAlign w:val="subscript"/>
        </w:rPr>
        <w:t>2</w:t>
      </w:r>
      <w:r>
        <w:t xml:space="preserve"> (</w:t>
      </w:r>
      <w:r w:rsidRPr="00306D47">
        <w:rPr>
          <w:i/>
        </w:rPr>
        <w:t>HCE</w:t>
      </w:r>
      <w:r w:rsidRPr="00306D47">
        <w:rPr>
          <w:i/>
          <w:vertAlign w:val="subscript"/>
        </w:rPr>
        <w:t>C,y</w:t>
      </w:r>
      <w:r w:rsidRPr="00306D47">
        <w:rPr>
          <w:i/>
        </w:rPr>
        <w:t>),</w:t>
      </w:r>
      <w:r>
        <w:t xml:space="preserve"> while some methane remain unconverted to CO</w:t>
      </w:r>
      <w:r w:rsidR="00CE46FF" w:rsidRPr="00CE46FF">
        <w:rPr>
          <w:vertAlign w:val="subscript"/>
        </w:rPr>
        <w:t>2</w:t>
      </w:r>
      <w:r>
        <w:t xml:space="preserve"> (</w:t>
      </w:r>
      <w:r w:rsidRPr="00306D47">
        <w:rPr>
          <w:i/>
        </w:rPr>
        <w:t>HCE</w:t>
      </w:r>
      <w:r w:rsidRPr="00306D47">
        <w:rPr>
          <w:i/>
          <w:vertAlign w:val="subscript"/>
        </w:rPr>
        <w:t>NC,y</w:t>
      </w:r>
      <w:r>
        <w:t>).</w:t>
      </w:r>
    </w:p>
    <w:p w:rsidR="00B940E2" w:rsidRDefault="00B940E2" w:rsidP="00DE62B9">
      <w:pPr>
        <w:pStyle w:val="SDMPara"/>
        <w:keepNext/>
        <w:numPr>
          <w:ilvl w:val="0"/>
          <w:numId w:val="4"/>
        </w:numPr>
      </w:pPr>
      <w:r>
        <w:lastRenderedPageBreak/>
        <w:t>The emissions from hydrocarbon input are:</w:t>
      </w:r>
    </w:p>
    <w:tbl>
      <w:tblPr>
        <w:tblStyle w:val="SDMMethTableEquation"/>
        <w:tblW w:w="8760" w:type="dxa"/>
        <w:tblLook w:val="0600" w:firstRow="0" w:lastRow="0" w:firstColumn="0" w:lastColumn="0" w:noHBand="1" w:noVBand="1"/>
      </w:tblPr>
      <w:tblGrid>
        <w:gridCol w:w="7092"/>
        <w:gridCol w:w="1668"/>
      </w:tblGrid>
      <w:tr w:rsidR="00E92605" w:rsidRPr="00E32F75" w:rsidTr="009A6B70">
        <w:tc>
          <w:tcPr>
            <w:tcW w:w="7224" w:type="dxa"/>
          </w:tcPr>
          <w:p w:rsidR="00E92605" w:rsidRPr="00252AA4" w:rsidRDefault="001F50D8" w:rsidP="009A6B70">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HC,y</m:t>
                    </m:r>
                  </m:sub>
                </m:sSub>
                <m:r>
                  <w:rPr>
                    <w:rFonts w:ascii="Cambria Math" w:hAnsi="Cambria Math"/>
                  </w:rPr>
                  <m:t>=</m:t>
                </m:r>
                <m:sSub>
                  <m:sSubPr>
                    <m:ctrlPr>
                      <w:rPr>
                        <w:rFonts w:ascii="Cambria Math" w:hAnsi="Cambria Math"/>
                        <w:i/>
                      </w:rPr>
                    </m:ctrlPr>
                  </m:sSubPr>
                  <m:e>
                    <m:r>
                      <w:rPr>
                        <w:rFonts w:ascii="Cambria Math" w:hAnsi="Cambria Math"/>
                      </w:rPr>
                      <m:t>HCE</m:t>
                    </m:r>
                  </m:e>
                  <m:sub>
                    <m:r>
                      <w:rPr>
                        <w:rFonts w:ascii="Cambria Math" w:hAnsi="Cambria Math"/>
                      </w:rPr>
                      <m:t>C,y</m:t>
                    </m:r>
                  </m:sub>
                </m:sSub>
                <m:r>
                  <w:rPr>
                    <w:rFonts w:ascii="Cambria Math" w:hAnsi="Cambria Math"/>
                  </w:rPr>
                  <m:t>+</m:t>
                </m:r>
                <m:sSub>
                  <m:sSubPr>
                    <m:ctrlPr>
                      <w:rPr>
                        <w:rFonts w:ascii="Cambria Math" w:hAnsi="Cambria Math"/>
                        <w:i/>
                      </w:rPr>
                    </m:ctrlPr>
                  </m:sSubPr>
                  <m:e>
                    <m:r>
                      <w:rPr>
                        <w:rFonts w:ascii="Cambria Math" w:hAnsi="Cambria Math"/>
                      </w:rPr>
                      <m:t>HCE</m:t>
                    </m:r>
                  </m:e>
                  <m:sub>
                    <m:r>
                      <w:rPr>
                        <w:rFonts w:ascii="Cambria Math" w:hAnsi="Cambria Math"/>
                      </w:rPr>
                      <m:t>NC, y</m:t>
                    </m:r>
                  </m:sub>
                </m:sSub>
              </m:oMath>
            </m:oMathPara>
          </w:p>
        </w:tc>
        <w:tc>
          <w:tcPr>
            <w:tcW w:w="1701" w:type="dxa"/>
          </w:tcPr>
          <w:p w:rsidR="00E92605" w:rsidRPr="002B6960" w:rsidRDefault="00E92605" w:rsidP="009A6B70">
            <w:pPr>
              <w:pStyle w:val="SDMMethEquationNr"/>
            </w:pPr>
          </w:p>
        </w:tc>
      </w:tr>
    </w:tbl>
    <w:p w:rsidR="00E92605" w:rsidRDefault="00E92605" w:rsidP="009A6B70">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E92605" w:rsidTr="00BB5CCE">
        <w:tc>
          <w:tcPr>
            <w:tcW w:w="1701" w:type="dxa"/>
            <w:vAlign w:val="top"/>
          </w:tcPr>
          <w:p w:rsidR="00E92605"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PE</m:t>
                    </m:r>
                  </m:e>
                  <m:sub>
                    <m:r>
                      <w:rPr>
                        <w:rFonts w:ascii="Cambria Math" w:hAnsi="Cambria Math" w:cs="Arial"/>
                        <w:sz w:val="22"/>
                        <w:szCs w:val="22"/>
                      </w:rPr>
                      <m:t>HC,y</m:t>
                    </m:r>
                  </m:sub>
                </m:sSub>
              </m:oMath>
            </m:oMathPara>
          </w:p>
        </w:tc>
        <w:tc>
          <w:tcPr>
            <w:tcW w:w="345" w:type="dxa"/>
            <w:vAlign w:val="top"/>
          </w:tcPr>
          <w:p w:rsidR="00E92605" w:rsidRPr="00BB5CCE" w:rsidRDefault="00E92605" w:rsidP="00BB5CCE">
            <w:pPr>
              <w:pStyle w:val="SDMTableBoxParaNotNumbered"/>
              <w:rPr>
                <w:rFonts w:cs="Arial"/>
                <w:sz w:val="22"/>
                <w:szCs w:val="22"/>
              </w:rPr>
            </w:pPr>
            <w:r w:rsidRPr="00BB5CCE">
              <w:rPr>
                <w:rFonts w:cs="Arial"/>
                <w:sz w:val="22"/>
                <w:szCs w:val="22"/>
              </w:rPr>
              <w:t>=</w:t>
            </w:r>
          </w:p>
        </w:tc>
        <w:tc>
          <w:tcPr>
            <w:tcW w:w="0" w:type="auto"/>
            <w:vAlign w:val="top"/>
          </w:tcPr>
          <w:p w:rsidR="00E92605" w:rsidRPr="00BB5CCE" w:rsidRDefault="00E92605" w:rsidP="00BB5CCE">
            <w:pPr>
              <w:pStyle w:val="SDMTableBoxParaNotNumbered"/>
              <w:rPr>
                <w:rFonts w:cs="Arial"/>
                <w:sz w:val="22"/>
                <w:szCs w:val="22"/>
              </w:rPr>
            </w:pPr>
            <w:r w:rsidRPr="00BB5CCE">
              <w:rPr>
                <w:rFonts w:cs="Arial"/>
                <w:sz w:val="22"/>
                <w:szCs w:val="22"/>
              </w:rPr>
              <w:t xml:space="preserve">Project emissions related to hydrocarbon input to destruction facility and/or re-heater in year </w:t>
            </w:r>
            <w:r w:rsidRPr="00BB5CCE">
              <w:rPr>
                <w:rFonts w:cs="Arial"/>
                <w:i/>
                <w:sz w:val="22"/>
                <w:szCs w:val="22"/>
              </w:rPr>
              <w:t>y</w:t>
            </w:r>
            <w:r w:rsidRPr="00BB5CCE">
              <w:rPr>
                <w:rFonts w:cs="Arial"/>
                <w:sz w:val="22"/>
                <w:szCs w:val="22"/>
              </w:rPr>
              <w:t xml:space="preserve"> (t</w:t>
            </w:r>
            <w:r w:rsidR="00306D47" w:rsidRPr="00BB5CCE">
              <w:rPr>
                <w:rFonts w:cs="Arial"/>
                <w:sz w:val="22"/>
                <w:szCs w:val="22"/>
              </w:rPr>
              <w:t xml:space="preserve"> </w:t>
            </w:r>
            <w:r w:rsidRPr="00BB5CCE">
              <w:rPr>
                <w:rFonts w:cs="Arial"/>
                <w:sz w:val="22"/>
                <w:szCs w:val="22"/>
              </w:rPr>
              <w:t>CO</w:t>
            </w:r>
            <w:r w:rsidRPr="00BB5CCE">
              <w:rPr>
                <w:rFonts w:cs="Arial"/>
                <w:sz w:val="22"/>
                <w:szCs w:val="22"/>
                <w:vertAlign w:val="subscript"/>
              </w:rPr>
              <w:t>2</w:t>
            </w:r>
            <w:r w:rsidRPr="00BB5CCE">
              <w:rPr>
                <w:rFonts w:cs="Arial"/>
                <w:sz w:val="22"/>
                <w:szCs w:val="22"/>
              </w:rPr>
              <w:t>e)</w:t>
            </w:r>
          </w:p>
        </w:tc>
      </w:tr>
      <w:tr w:rsidR="00E92605" w:rsidTr="00BB5CCE">
        <w:tc>
          <w:tcPr>
            <w:tcW w:w="1701" w:type="dxa"/>
            <w:vAlign w:val="top"/>
          </w:tcPr>
          <w:p w:rsidR="00E92605"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HCE</m:t>
                    </m:r>
                  </m:e>
                  <m:sub>
                    <m:r>
                      <w:rPr>
                        <w:rFonts w:ascii="Cambria Math" w:hAnsi="Cambria Math" w:cs="Arial"/>
                        <w:sz w:val="22"/>
                        <w:szCs w:val="22"/>
                      </w:rPr>
                      <m:t>C,y</m:t>
                    </m:r>
                  </m:sub>
                </m:sSub>
              </m:oMath>
            </m:oMathPara>
          </w:p>
        </w:tc>
        <w:tc>
          <w:tcPr>
            <w:tcW w:w="345" w:type="dxa"/>
            <w:vAlign w:val="top"/>
          </w:tcPr>
          <w:p w:rsidR="00E92605" w:rsidRPr="00BB5CCE" w:rsidRDefault="00E92605" w:rsidP="00BB5CCE">
            <w:pPr>
              <w:pStyle w:val="SDMTableBoxParaNotNumbered"/>
              <w:rPr>
                <w:rFonts w:cs="Arial"/>
                <w:sz w:val="22"/>
                <w:szCs w:val="22"/>
              </w:rPr>
            </w:pPr>
            <w:r w:rsidRPr="00BB5CCE">
              <w:rPr>
                <w:rFonts w:cs="Arial"/>
                <w:sz w:val="22"/>
                <w:szCs w:val="22"/>
              </w:rPr>
              <w:t>=</w:t>
            </w:r>
          </w:p>
        </w:tc>
        <w:tc>
          <w:tcPr>
            <w:tcW w:w="0" w:type="auto"/>
            <w:vAlign w:val="top"/>
          </w:tcPr>
          <w:p w:rsidR="00E92605" w:rsidRPr="00BB5CCE" w:rsidRDefault="00E92605" w:rsidP="00BB5CCE">
            <w:pPr>
              <w:pStyle w:val="SDMTableBoxParaNotNumbered"/>
              <w:rPr>
                <w:rFonts w:cs="Arial"/>
                <w:sz w:val="22"/>
                <w:szCs w:val="22"/>
              </w:rPr>
            </w:pPr>
            <w:r w:rsidRPr="00BB5CCE">
              <w:rPr>
                <w:rFonts w:cs="Arial"/>
                <w:sz w:val="22"/>
                <w:szCs w:val="22"/>
              </w:rPr>
              <w:t xml:space="preserve">Converted hydrocarbon emissions in year </w:t>
            </w:r>
            <w:r w:rsidRPr="00BB5CCE">
              <w:rPr>
                <w:rFonts w:cs="Arial"/>
                <w:i/>
                <w:sz w:val="22"/>
                <w:szCs w:val="22"/>
              </w:rPr>
              <w:t>y</w:t>
            </w:r>
            <w:r w:rsidRPr="00BB5CCE">
              <w:rPr>
                <w:rFonts w:cs="Arial"/>
                <w:sz w:val="22"/>
                <w:szCs w:val="22"/>
              </w:rPr>
              <w:t xml:space="preserve"> (t</w:t>
            </w:r>
            <w:r w:rsidR="00306D47" w:rsidRPr="00BB5CCE">
              <w:rPr>
                <w:rFonts w:cs="Arial"/>
                <w:sz w:val="22"/>
                <w:szCs w:val="22"/>
              </w:rPr>
              <w:t xml:space="preserve"> </w:t>
            </w:r>
            <w:r w:rsidRPr="00BB5CCE">
              <w:rPr>
                <w:rFonts w:cs="Arial"/>
                <w:sz w:val="22"/>
                <w:szCs w:val="22"/>
              </w:rPr>
              <w:t>CO</w:t>
            </w:r>
            <w:r w:rsidRPr="00BB5CCE">
              <w:rPr>
                <w:rFonts w:cs="Arial"/>
                <w:sz w:val="22"/>
                <w:szCs w:val="22"/>
                <w:vertAlign w:val="subscript"/>
              </w:rPr>
              <w:t>2</w:t>
            </w:r>
            <w:r w:rsidRPr="00BB5CCE">
              <w:rPr>
                <w:rFonts w:cs="Arial"/>
                <w:sz w:val="22"/>
                <w:szCs w:val="22"/>
              </w:rPr>
              <w:t>)</w:t>
            </w:r>
          </w:p>
        </w:tc>
      </w:tr>
      <w:tr w:rsidR="00E92605" w:rsidTr="00BB5CCE">
        <w:tc>
          <w:tcPr>
            <w:tcW w:w="1701" w:type="dxa"/>
            <w:vAlign w:val="top"/>
          </w:tcPr>
          <w:p w:rsidR="00E92605"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HCE</m:t>
                    </m:r>
                  </m:e>
                  <m:sub>
                    <m:r>
                      <w:rPr>
                        <w:rFonts w:ascii="Cambria Math" w:hAnsi="Cambria Math" w:cs="Arial"/>
                        <w:sz w:val="22"/>
                        <w:szCs w:val="22"/>
                      </w:rPr>
                      <m:t>NC, y</m:t>
                    </m:r>
                  </m:sub>
                </m:sSub>
              </m:oMath>
            </m:oMathPara>
          </w:p>
        </w:tc>
        <w:tc>
          <w:tcPr>
            <w:tcW w:w="345" w:type="dxa"/>
            <w:vAlign w:val="top"/>
          </w:tcPr>
          <w:p w:rsidR="00E92605" w:rsidRPr="00BB5CCE" w:rsidRDefault="00E92605" w:rsidP="00BB5CCE">
            <w:pPr>
              <w:pStyle w:val="SDMTableBoxParaNotNumbered"/>
              <w:rPr>
                <w:rFonts w:cs="Arial"/>
                <w:sz w:val="22"/>
                <w:szCs w:val="22"/>
              </w:rPr>
            </w:pPr>
            <w:r w:rsidRPr="00BB5CCE">
              <w:rPr>
                <w:rFonts w:cs="Arial"/>
                <w:sz w:val="22"/>
                <w:szCs w:val="22"/>
              </w:rPr>
              <w:t>=</w:t>
            </w:r>
          </w:p>
        </w:tc>
        <w:tc>
          <w:tcPr>
            <w:tcW w:w="0" w:type="auto"/>
            <w:vAlign w:val="top"/>
          </w:tcPr>
          <w:p w:rsidR="00E92605" w:rsidRPr="00BB5CCE" w:rsidRDefault="00E92605" w:rsidP="00BB5CCE">
            <w:pPr>
              <w:pStyle w:val="SDMTableBoxParaNotNumbered"/>
              <w:rPr>
                <w:rFonts w:cs="Arial"/>
                <w:sz w:val="22"/>
                <w:szCs w:val="22"/>
              </w:rPr>
            </w:pPr>
            <w:r w:rsidRPr="00BB5CCE">
              <w:rPr>
                <w:rFonts w:cs="Arial"/>
                <w:sz w:val="22"/>
                <w:szCs w:val="22"/>
              </w:rPr>
              <w:t xml:space="preserve">Methane emissions in year </w:t>
            </w:r>
            <w:r w:rsidRPr="00BB5CCE">
              <w:rPr>
                <w:rFonts w:cs="Arial"/>
                <w:i/>
                <w:sz w:val="22"/>
                <w:szCs w:val="22"/>
              </w:rPr>
              <w:t xml:space="preserve">y </w:t>
            </w:r>
            <w:r w:rsidRPr="00BB5CCE">
              <w:rPr>
                <w:rFonts w:cs="Arial"/>
                <w:sz w:val="22"/>
                <w:szCs w:val="22"/>
              </w:rPr>
              <w:t>(t</w:t>
            </w:r>
            <w:r w:rsidR="00306D47" w:rsidRPr="00BB5CCE">
              <w:rPr>
                <w:rFonts w:cs="Arial"/>
                <w:sz w:val="22"/>
                <w:szCs w:val="22"/>
              </w:rPr>
              <w:t xml:space="preserve"> </w:t>
            </w:r>
            <w:r w:rsidRPr="00BB5CCE">
              <w:rPr>
                <w:rFonts w:cs="Arial"/>
                <w:sz w:val="22"/>
                <w:szCs w:val="22"/>
              </w:rPr>
              <w:t>CO</w:t>
            </w:r>
            <w:r w:rsidRPr="00BB5CCE">
              <w:rPr>
                <w:rFonts w:cs="Arial"/>
                <w:sz w:val="22"/>
                <w:szCs w:val="22"/>
                <w:vertAlign w:val="subscript"/>
              </w:rPr>
              <w:t>2</w:t>
            </w:r>
            <w:r w:rsidRPr="00BB5CCE">
              <w:rPr>
                <w:rFonts w:cs="Arial"/>
                <w:sz w:val="22"/>
                <w:szCs w:val="22"/>
              </w:rPr>
              <w:t>e)</w:t>
            </w:r>
          </w:p>
        </w:tc>
      </w:tr>
    </w:tbl>
    <w:p w:rsidR="00B940E2" w:rsidRDefault="00B940E2" w:rsidP="009C4C2F">
      <w:pPr>
        <w:pStyle w:val="SDMPara"/>
        <w:numPr>
          <w:ilvl w:val="0"/>
          <w:numId w:val="4"/>
        </w:numPr>
      </w:pPr>
      <w:r>
        <w:t>For calculation of the GHG emissions related to the hydrocarbons converted and not converted, the following formulae are used:</w:t>
      </w:r>
    </w:p>
    <w:tbl>
      <w:tblPr>
        <w:tblStyle w:val="SDMMethTableEquation"/>
        <w:tblW w:w="8760" w:type="dxa"/>
        <w:tblLook w:val="0600" w:firstRow="0" w:lastRow="0" w:firstColumn="0" w:lastColumn="0" w:noHBand="1" w:noVBand="1"/>
      </w:tblPr>
      <w:tblGrid>
        <w:gridCol w:w="7092"/>
        <w:gridCol w:w="1668"/>
      </w:tblGrid>
      <w:tr w:rsidR="00E92605" w:rsidRPr="00E32F75" w:rsidTr="009A6B70">
        <w:tc>
          <w:tcPr>
            <w:tcW w:w="7224" w:type="dxa"/>
          </w:tcPr>
          <w:p w:rsidR="00E92605" w:rsidRPr="00252AA4" w:rsidRDefault="001F50D8" w:rsidP="009A6B70">
            <w:pPr>
              <w:pStyle w:val="SDMMethEquation"/>
            </w:pPr>
            <m:oMathPara>
              <m:oMathParaPr>
                <m:jc m:val="left"/>
              </m:oMathParaPr>
              <m:oMath>
                <m:sSub>
                  <m:sSubPr>
                    <m:ctrlPr>
                      <w:rPr>
                        <w:rFonts w:ascii="Cambria Math" w:hAnsi="Cambria Math"/>
                        <w:i/>
                      </w:rPr>
                    </m:ctrlPr>
                  </m:sSubPr>
                  <m:e>
                    <m:r>
                      <w:rPr>
                        <w:rFonts w:ascii="Cambria Math" w:hAnsi="Cambria Math"/>
                      </w:rPr>
                      <m:t>HCE</m:t>
                    </m:r>
                  </m:e>
                  <m:sub>
                    <m:r>
                      <w:rPr>
                        <w:rFonts w:ascii="Cambria Math" w:hAnsi="Cambria Math"/>
                      </w:rPr>
                      <m:t>NC,y</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CH4</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CH4,y</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CH4</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OXID</m:t>
                        </m:r>
                      </m:e>
                      <m:sub>
                        <m:r>
                          <w:rPr>
                            <w:rFonts w:ascii="Cambria Math" w:hAnsi="Cambria Math"/>
                          </w:rPr>
                          <m:t>CH4</m:t>
                        </m:r>
                      </m:sub>
                    </m:sSub>
                    <m:r>
                      <w:rPr>
                        <w:rFonts w:ascii="Cambria Math" w:hAnsi="Cambria Math"/>
                      </w:rPr>
                      <m:t>/100</m:t>
                    </m:r>
                  </m:e>
                </m:d>
              </m:oMath>
            </m:oMathPara>
          </w:p>
        </w:tc>
        <w:tc>
          <w:tcPr>
            <w:tcW w:w="1701" w:type="dxa"/>
          </w:tcPr>
          <w:p w:rsidR="00E92605" w:rsidRPr="002B6960" w:rsidRDefault="00E92605" w:rsidP="009A6B70">
            <w:pPr>
              <w:pStyle w:val="SDMMethEquationNr"/>
            </w:pPr>
          </w:p>
        </w:tc>
      </w:tr>
    </w:tbl>
    <w:p w:rsidR="00E92605" w:rsidRDefault="00E92605" w:rsidP="009A6B70">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E92605" w:rsidTr="00BB5CCE">
        <w:tc>
          <w:tcPr>
            <w:tcW w:w="1701" w:type="dxa"/>
            <w:vAlign w:val="top"/>
          </w:tcPr>
          <w:p w:rsidR="00E92605"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HCE</m:t>
                    </m:r>
                  </m:e>
                  <m:sub>
                    <m:r>
                      <w:rPr>
                        <w:rFonts w:ascii="Cambria Math" w:hAnsi="Cambria Math" w:cs="Arial"/>
                        <w:sz w:val="22"/>
                        <w:szCs w:val="22"/>
                      </w:rPr>
                      <m:t>NC,y</m:t>
                    </m:r>
                  </m:sub>
                </m:sSub>
              </m:oMath>
            </m:oMathPara>
          </w:p>
        </w:tc>
        <w:tc>
          <w:tcPr>
            <w:tcW w:w="345" w:type="dxa"/>
            <w:vAlign w:val="top"/>
          </w:tcPr>
          <w:p w:rsidR="00E92605" w:rsidRPr="00BB5CCE" w:rsidRDefault="00E92605" w:rsidP="00BB5CCE">
            <w:pPr>
              <w:pStyle w:val="SDMTableBoxParaNotNumbered"/>
              <w:rPr>
                <w:rFonts w:cs="Arial"/>
                <w:sz w:val="22"/>
                <w:szCs w:val="22"/>
              </w:rPr>
            </w:pPr>
            <w:r w:rsidRPr="00BB5CCE">
              <w:rPr>
                <w:rFonts w:cs="Arial"/>
                <w:sz w:val="22"/>
                <w:szCs w:val="22"/>
              </w:rPr>
              <w:t>=</w:t>
            </w:r>
          </w:p>
        </w:tc>
        <w:tc>
          <w:tcPr>
            <w:tcW w:w="0" w:type="auto"/>
            <w:vAlign w:val="top"/>
          </w:tcPr>
          <w:p w:rsidR="00E92605" w:rsidRPr="00BB5CCE" w:rsidRDefault="00CB4B44" w:rsidP="00BB5CCE">
            <w:pPr>
              <w:pStyle w:val="SDMTableBoxParaNotNumbered"/>
              <w:rPr>
                <w:rFonts w:cs="Arial"/>
                <w:sz w:val="22"/>
                <w:szCs w:val="22"/>
              </w:rPr>
            </w:pPr>
            <w:r w:rsidRPr="00BB5CCE">
              <w:rPr>
                <w:rFonts w:cs="Arial"/>
                <w:sz w:val="22"/>
                <w:szCs w:val="22"/>
              </w:rPr>
              <w:t xml:space="preserve">Methane emissions in year </w:t>
            </w:r>
            <w:r w:rsidRPr="00BB5CCE">
              <w:rPr>
                <w:rFonts w:cs="Arial"/>
                <w:i/>
                <w:sz w:val="22"/>
                <w:szCs w:val="22"/>
              </w:rPr>
              <w:t>y</w:t>
            </w:r>
            <w:r w:rsidRPr="00BB5CCE">
              <w:rPr>
                <w:rFonts w:cs="Arial"/>
                <w:sz w:val="22"/>
                <w:szCs w:val="22"/>
              </w:rPr>
              <w:t xml:space="preserve"> (t</w:t>
            </w:r>
            <w:r w:rsidR="00306D47" w:rsidRPr="00BB5CCE">
              <w:rPr>
                <w:rFonts w:cs="Arial"/>
                <w:sz w:val="22"/>
                <w:szCs w:val="22"/>
              </w:rPr>
              <w:t xml:space="preserve"> </w:t>
            </w:r>
            <w:r w:rsidRPr="00BB5CCE">
              <w:rPr>
                <w:rFonts w:cs="Arial"/>
                <w:sz w:val="22"/>
                <w:szCs w:val="22"/>
              </w:rPr>
              <w:t>CO</w:t>
            </w:r>
            <w:r w:rsidRPr="00BB5CCE">
              <w:rPr>
                <w:rFonts w:cs="Arial"/>
                <w:sz w:val="22"/>
                <w:szCs w:val="22"/>
                <w:vertAlign w:val="subscript"/>
              </w:rPr>
              <w:t>2</w:t>
            </w:r>
            <w:r w:rsidRPr="00BB5CCE">
              <w:rPr>
                <w:rFonts w:cs="Arial"/>
                <w:sz w:val="22"/>
                <w:szCs w:val="22"/>
              </w:rPr>
              <w:t>e)</w:t>
            </w:r>
          </w:p>
        </w:tc>
      </w:tr>
      <w:tr w:rsidR="00E92605" w:rsidTr="00BB5CCE">
        <w:tc>
          <w:tcPr>
            <w:tcW w:w="1701" w:type="dxa"/>
            <w:vAlign w:val="top"/>
          </w:tcPr>
          <w:p w:rsidR="00E92605"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ρ</m:t>
                    </m:r>
                  </m:e>
                  <m:sub>
                    <m:r>
                      <w:rPr>
                        <w:rFonts w:ascii="Cambria Math" w:hAnsi="Cambria Math" w:cs="Arial"/>
                        <w:sz w:val="22"/>
                        <w:szCs w:val="22"/>
                      </w:rPr>
                      <m:t>CH4</m:t>
                    </m:r>
                  </m:sub>
                </m:sSub>
              </m:oMath>
            </m:oMathPara>
          </w:p>
        </w:tc>
        <w:tc>
          <w:tcPr>
            <w:tcW w:w="345" w:type="dxa"/>
            <w:vAlign w:val="top"/>
          </w:tcPr>
          <w:p w:rsidR="00E92605" w:rsidRPr="00BB5CCE" w:rsidRDefault="00E92605" w:rsidP="00BB5CCE">
            <w:pPr>
              <w:pStyle w:val="SDMTableBoxParaNotNumbered"/>
              <w:rPr>
                <w:rFonts w:cs="Arial"/>
                <w:sz w:val="22"/>
                <w:szCs w:val="22"/>
              </w:rPr>
            </w:pPr>
            <w:r w:rsidRPr="00BB5CCE">
              <w:rPr>
                <w:rFonts w:cs="Arial"/>
                <w:sz w:val="22"/>
                <w:szCs w:val="22"/>
              </w:rPr>
              <w:t>=</w:t>
            </w:r>
          </w:p>
        </w:tc>
        <w:tc>
          <w:tcPr>
            <w:tcW w:w="0" w:type="auto"/>
            <w:vAlign w:val="top"/>
          </w:tcPr>
          <w:p w:rsidR="00E92605" w:rsidRPr="00BB5CCE" w:rsidRDefault="00CB4B44" w:rsidP="00BB5CCE">
            <w:pPr>
              <w:pStyle w:val="SDMTableBoxParaNotNumbered"/>
              <w:rPr>
                <w:rFonts w:cs="Arial"/>
                <w:sz w:val="22"/>
                <w:szCs w:val="22"/>
              </w:rPr>
            </w:pPr>
            <w:r w:rsidRPr="00BB5CCE">
              <w:rPr>
                <w:rFonts w:cs="Arial"/>
                <w:sz w:val="22"/>
                <w:szCs w:val="22"/>
              </w:rPr>
              <w:t>Methane density (t/m</w:t>
            </w:r>
            <w:r w:rsidRPr="00BB5CCE">
              <w:rPr>
                <w:rFonts w:cs="Arial"/>
                <w:sz w:val="22"/>
                <w:szCs w:val="22"/>
                <w:vertAlign w:val="superscript"/>
              </w:rPr>
              <w:t>3</w:t>
            </w:r>
            <w:r w:rsidRPr="00BB5CCE">
              <w:rPr>
                <w:rFonts w:cs="Arial"/>
                <w:sz w:val="22"/>
                <w:szCs w:val="22"/>
              </w:rPr>
              <w:t>)</w:t>
            </w:r>
          </w:p>
        </w:tc>
      </w:tr>
      <w:tr w:rsidR="00E92605" w:rsidTr="00BB5CCE">
        <w:tc>
          <w:tcPr>
            <w:tcW w:w="1701" w:type="dxa"/>
            <w:vAlign w:val="top"/>
          </w:tcPr>
          <w:p w:rsidR="00E92605"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CH4,y</m:t>
                    </m:r>
                  </m:sub>
                </m:sSub>
              </m:oMath>
            </m:oMathPara>
          </w:p>
        </w:tc>
        <w:tc>
          <w:tcPr>
            <w:tcW w:w="345" w:type="dxa"/>
            <w:vAlign w:val="top"/>
          </w:tcPr>
          <w:p w:rsidR="00E92605" w:rsidRPr="00BB5CCE" w:rsidRDefault="00E92605" w:rsidP="00BB5CCE">
            <w:pPr>
              <w:pStyle w:val="SDMTableBoxParaNotNumbered"/>
              <w:rPr>
                <w:rFonts w:cs="Arial"/>
                <w:sz w:val="22"/>
                <w:szCs w:val="22"/>
              </w:rPr>
            </w:pPr>
            <w:r w:rsidRPr="00BB5CCE">
              <w:rPr>
                <w:rFonts w:cs="Arial"/>
                <w:sz w:val="22"/>
                <w:szCs w:val="22"/>
              </w:rPr>
              <w:t>=</w:t>
            </w:r>
          </w:p>
        </w:tc>
        <w:tc>
          <w:tcPr>
            <w:tcW w:w="0" w:type="auto"/>
            <w:vAlign w:val="top"/>
          </w:tcPr>
          <w:p w:rsidR="00E92605" w:rsidRPr="00BB5CCE" w:rsidRDefault="00CB4B44" w:rsidP="00BB5CCE">
            <w:pPr>
              <w:pStyle w:val="SDMTableBoxParaNotNumbered"/>
              <w:rPr>
                <w:rFonts w:cs="Arial"/>
                <w:sz w:val="22"/>
                <w:szCs w:val="22"/>
              </w:rPr>
            </w:pPr>
            <w:r w:rsidRPr="00BB5CCE">
              <w:rPr>
                <w:rFonts w:cs="Arial"/>
                <w:sz w:val="22"/>
                <w:szCs w:val="22"/>
              </w:rPr>
              <w:t xml:space="preserve">Methane used in year </w:t>
            </w:r>
            <w:r w:rsidRPr="00BB5CCE">
              <w:rPr>
                <w:rFonts w:cs="Arial"/>
                <w:i/>
                <w:sz w:val="22"/>
                <w:szCs w:val="22"/>
              </w:rPr>
              <w:t>y</w:t>
            </w:r>
            <w:r w:rsidRPr="00BB5CCE">
              <w:rPr>
                <w:rFonts w:cs="Arial"/>
                <w:sz w:val="22"/>
                <w:szCs w:val="22"/>
              </w:rPr>
              <w:t xml:space="preserve"> (m</w:t>
            </w:r>
            <w:r w:rsidRPr="00BB5CCE">
              <w:rPr>
                <w:rFonts w:cs="Arial"/>
                <w:sz w:val="22"/>
                <w:szCs w:val="22"/>
                <w:vertAlign w:val="superscript"/>
              </w:rPr>
              <w:t>3</w:t>
            </w:r>
            <w:r w:rsidRPr="00BB5CCE">
              <w:rPr>
                <w:rFonts w:cs="Arial"/>
                <w:sz w:val="22"/>
                <w:szCs w:val="22"/>
              </w:rPr>
              <w:t>)</w:t>
            </w:r>
          </w:p>
        </w:tc>
      </w:tr>
      <w:tr w:rsidR="00CB4B44" w:rsidTr="00BB5CCE">
        <w:trPr>
          <w:trHeight w:val="29"/>
        </w:trPr>
        <w:tc>
          <w:tcPr>
            <w:tcW w:w="1701" w:type="dxa"/>
            <w:vAlign w:val="top"/>
          </w:tcPr>
          <w:p w:rsidR="00CB4B44"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GWP</m:t>
                    </m:r>
                  </m:e>
                  <m:sub>
                    <m:r>
                      <w:rPr>
                        <w:rFonts w:ascii="Cambria Math" w:hAnsi="Cambria Math" w:cs="Arial"/>
                        <w:sz w:val="22"/>
                        <w:szCs w:val="22"/>
                      </w:rPr>
                      <m:t>CH4</m:t>
                    </m:r>
                  </m:sub>
                </m:sSub>
              </m:oMath>
            </m:oMathPara>
          </w:p>
        </w:tc>
        <w:tc>
          <w:tcPr>
            <w:tcW w:w="345" w:type="dxa"/>
            <w:vAlign w:val="top"/>
          </w:tcPr>
          <w:p w:rsidR="00CB4B44" w:rsidRPr="00BB5CCE" w:rsidRDefault="00CB4B44" w:rsidP="00BB5CCE">
            <w:pPr>
              <w:pStyle w:val="SDMTableBoxParaNotNumbered"/>
              <w:rPr>
                <w:rFonts w:cs="Arial"/>
                <w:sz w:val="22"/>
                <w:szCs w:val="22"/>
              </w:rPr>
            </w:pPr>
            <w:r w:rsidRPr="00BB5CCE">
              <w:rPr>
                <w:rFonts w:cs="Arial"/>
                <w:sz w:val="22"/>
                <w:szCs w:val="22"/>
              </w:rPr>
              <w:t>=</w:t>
            </w:r>
          </w:p>
        </w:tc>
        <w:tc>
          <w:tcPr>
            <w:tcW w:w="0" w:type="auto"/>
            <w:vAlign w:val="top"/>
          </w:tcPr>
          <w:p w:rsidR="00CB4B44" w:rsidRPr="00BB5CCE" w:rsidRDefault="00CB4B44" w:rsidP="00BB5CCE">
            <w:pPr>
              <w:pStyle w:val="SDMTableBoxParaNotNumbered"/>
              <w:rPr>
                <w:rFonts w:cs="Arial"/>
                <w:sz w:val="22"/>
                <w:szCs w:val="22"/>
              </w:rPr>
            </w:pPr>
            <w:r w:rsidRPr="00BB5CCE">
              <w:rPr>
                <w:rFonts w:cs="Arial"/>
                <w:sz w:val="22"/>
                <w:szCs w:val="22"/>
              </w:rPr>
              <w:t>Global warming potential of methane</w:t>
            </w:r>
          </w:p>
        </w:tc>
      </w:tr>
      <w:tr w:rsidR="00CB4B44" w:rsidTr="00BB5CCE">
        <w:tc>
          <w:tcPr>
            <w:tcW w:w="1701" w:type="dxa"/>
            <w:vAlign w:val="top"/>
          </w:tcPr>
          <w:p w:rsidR="00CB4B44"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OXID</m:t>
                    </m:r>
                  </m:e>
                  <m:sub>
                    <m:r>
                      <w:rPr>
                        <w:rFonts w:ascii="Cambria Math" w:hAnsi="Cambria Math" w:cs="Arial"/>
                        <w:sz w:val="22"/>
                        <w:szCs w:val="22"/>
                      </w:rPr>
                      <m:t>CH4</m:t>
                    </m:r>
                  </m:sub>
                </m:sSub>
              </m:oMath>
            </m:oMathPara>
          </w:p>
        </w:tc>
        <w:tc>
          <w:tcPr>
            <w:tcW w:w="345" w:type="dxa"/>
            <w:vAlign w:val="top"/>
          </w:tcPr>
          <w:p w:rsidR="00CB4B44" w:rsidRPr="00BB5CCE" w:rsidRDefault="00CB4B44" w:rsidP="00BB5CCE">
            <w:pPr>
              <w:pStyle w:val="SDMTableBoxParaNotNumbered"/>
              <w:rPr>
                <w:rFonts w:cs="Arial"/>
                <w:sz w:val="22"/>
                <w:szCs w:val="22"/>
              </w:rPr>
            </w:pPr>
            <w:r w:rsidRPr="00BB5CCE">
              <w:rPr>
                <w:rFonts w:cs="Arial"/>
                <w:sz w:val="22"/>
                <w:szCs w:val="22"/>
              </w:rPr>
              <w:t>=</w:t>
            </w:r>
          </w:p>
        </w:tc>
        <w:tc>
          <w:tcPr>
            <w:tcW w:w="0" w:type="auto"/>
            <w:vAlign w:val="top"/>
          </w:tcPr>
          <w:p w:rsidR="00CB4B44" w:rsidRPr="00BB5CCE" w:rsidRDefault="00CB4B44" w:rsidP="00BB5CCE">
            <w:pPr>
              <w:pStyle w:val="SDMTableBoxParaNotNumbered"/>
              <w:rPr>
                <w:rFonts w:cs="Arial"/>
                <w:sz w:val="22"/>
                <w:szCs w:val="22"/>
              </w:rPr>
            </w:pPr>
            <w:r w:rsidRPr="00BB5CCE">
              <w:rPr>
                <w:rFonts w:cs="Arial"/>
                <w:sz w:val="22"/>
                <w:szCs w:val="22"/>
              </w:rPr>
              <w:t>Oxidation factor of methane (%)</w:t>
            </w:r>
          </w:p>
        </w:tc>
      </w:tr>
    </w:tbl>
    <w:tbl>
      <w:tblPr>
        <w:tblStyle w:val="SDMMethTableEquation"/>
        <w:tblW w:w="8760" w:type="dxa"/>
        <w:tblLook w:val="0600" w:firstRow="0" w:lastRow="0" w:firstColumn="0" w:lastColumn="0" w:noHBand="1" w:noVBand="1"/>
      </w:tblPr>
      <w:tblGrid>
        <w:gridCol w:w="7092"/>
        <w:gridCol w:w="1668"/>
      </w:tblGrid>
      <w:tr w:rsidR="00CB4B44" w:rsidRPr="00E32F75" w:rsidTr="009A6B70">
        <w:tc>
          <w:tcPr>
            <w:tcW w:w="7224" w:type="dxa"/>
          </w:tcPr>
          <w:p w:rsidR="00CB4B44" w:rsidRPr="00CB4B44" w:rsidRDefault="001F50D8" w:rsidP="009A6B70">
            <w:pPr>
              <w:pStyle w:val="SDMMethEquation"/>
              <w:rPr>
                <w:rFonts w:cs="Times New Roman"/>
              </w:rPr>
            </w:pPr>
            <m:oMathPara>
              <m:oMath>
                <m:sSub>
                  <m:sSubPr>
                    <m:ctrlPr>
                      <w:rPr>
                        <w:rFonts w:ascii="Cambria Math" w:hAnsi="Cambria Math"/>
                        <w:i/>
                      </w:rPr>
                    </m:ctrlPr>
                  </m:sSubPr>
                  <m:e>
                    <m:r>
                      <w:rPr>
                        <w:rFonts w:ascii="Cambria Math" w:hAnsi="Cambria Math"/>
                      </w:rPr>
                      <m:t>HCE</m:t>
                    </m:r>
                  </m:e>
                  <m:sub>
                    <m:r>
                      <w:rPr>
                        <w:rFonts w:ascii="Cambria Math" w:hAnsi="Cambria Math"/>
                      </w:rPr>
                      <m:t>C,y</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HC</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HC,y</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HC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OXID</m:t>
                        </m:r>
                      </m:e>
                      <m:sub>
                        <m:r>
                          <w:rPr>
                            <w:rFonts w:ascii="Cambria Math" w:hAnsi="Cambria Math"/>
                          </w:rPr>
                          <m:t>HC</m:t>
                        </m:r>
                      </m:sub>
                    </m:sSub>
                  </m:num>
                  <m:den>
                    <m:r>
                      <w:rPr>
                        <w:rFonts w:ascii="Cambria Math" w:hAnsi="Cambria Math"/>
                      </w:rPr>
                      <m:t>100</m:t>
                    </m:r>
                  </m:den>
                </m:f>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CH4</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CH4,y</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OXID</m:t>
                        </m:r>
                      </m:e>
                      <m:sub>
                        <m:r>
                          <w:rPr>
                            <w:rFonts w:ascii="Cambria Math" w:hAnsi="Cambria Math"/>
                          </w:rPr>
                          <m:t>CH4</m:t>
                        </m:r>
                      </m:sub>
                    </m:sSub>
                  </m:num>
                  <m:den>
                    <m:r>
                      <w:rPr>
                        <w:rFonts w:ascii="Cambria Math" w:hAnsi="Cambria Math"/>
                      </w:rPr>
                      <m:t>100</m:t>
                    </m:r>
                  </m:den>
                </m:f>
              </m:oMath>
            </m:oMathPara>
          </w:p>
        </w:tc>
        <w:tc>
          <w:tcPr>
            <w:tcW w:w="1701" w:type="dxa"/>
          </w:tcPr>
          <w:p w:rsidR="00CB4B44" w:rsidRPr="002B6960" w:rsidRDefault="00CB4B44" w:rsidP="009A6B70">
            <w:pPr>
              <w:pStyle w:val="SDMMethEquationNr"/>
            </w:pPr>
          </w:p>
        </w:tc>
      </w:tr>
    </w:tbl>
    <w:p w:rsidR="00CB4B44" w:rsidRDefault="00CB4B44" w:rsidP="009A6B70">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CB4B44" w:rsidTr="00BB5CCE">
        <w:tc>
          <w:tcPr>
            <w:tcW w:w="1701" w:type="dxa"/>
            <w:vAlign w:val="top"/>
          </w:tcPr>
          <w:p w:rsidR="00CB4B44"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HCE</m:t>
                    </m:r>
                  </m:e>
                  <m:sub>
                    <m:r>
                      <w:rPr>
                        <w:rFonts w:ascii="Cambria Math" w:hAnsi="Cambria Math" w:cs="Arial"/>
                        <w:sz w:val="22"/>
                        <w:szCs w:val="22"/>
                      </w:rPr>
                      <m:t>C,y</m:t>
                    </m:r>
                  </m:sub>
                </m:sSub>
              </m:oMath>
            </m:oMathPara>
          </w:p>
        </w:tc>
        <w:tc>
          <w:tcPr>
            <w:tcW w:w="345" w:type="dxa"/>
            <w:vAlign w:val="top"/>
          </w:tcPr>
          <w:p w:rsidR="00CB4B44" w:rsidRPr="00BB5CCE" w:rsidRDefault="00CB4B44" w:rsidP="00BB5CCE">
            <w:pPr>
              <w:pStyle w:val="SDMTableBoxParaNotNumbered"/>
              <w:rPr>
                <w:rFonts w:cs="Arial"/>
                <w:sz w:val="22"/>
                <w:szCs w:val="22"/>
              </w:rPr>
            </w:pPr>
            <w:r w:rsidRPr="00BB5CCE">
              <w:rPr>
                <w:rFonts w:cs="Arial"/>
                <w:sz w:val="22"/>
                <w:szCs w:val="22"/>
              </w:rPr>
              <w:t>=</w:t>
            </w:r>
          </w:p>
        </w:tc>
        <w:tc>
          <w:tcPr>
            <w:tcW w:w="0" w:type="auto"/>
            <w:vAlign w:val="top"/>
          </w:tcPr>
          <w:p w:rsidR="00CB4B44" w:rsidRPr="00BB5CCE" w:rsidRDefault="009A6B70" w:rsidP="00BB5CCE">
            <w:pPr>
              <w:pStyle w:val="SDMTableBoxParaNotNumbered"/>
              <w:rPr>
                <w:rFonts w:cs="Arial"/>
                <w:sz w:val="22"/>
                <w:szCs w:val="22"/>
              </w:rPr>
            </w:pPr>
            <w:r w:rsidRPr="00BB5CCE">
              <w:rPr>
                <w:rFonts w:cs="Arial"/>
                <w:sz w:val="22"/>
                <w:szCs w:val="22"/>
              </w:rPr>
              <w:t xml:space="preserve">Converted hydrocarbon emissions in year </w:t>
            </w:r>
            <w:r w:rsidRPr="00BB5CCE">
              <w:rPr>
                <w:rFonts w:cs="Arial"/>
                <w:i/>
                <w:sz w:val="22"/>
                <w:szCs w:val="22"/>
              </w:rPr>
              <w:t>y</w:t>
            </w:r>
            <w:r w:rsidRPr="00BB5CCE">
              <w:rPr>
                <w:rFonts w:cs="Arial"/>
                <w:sz w:val="22"/>
                <w:szCs w:val="22"/>
              </w:rPr>
              <w:t xml:space="preserve"> (t</w:t>
            </w:r>
            <w:r w:rsidR="00043E33" w:rsidRPr="00BB5CCE">
              <w:rPr>
                <w:rFonts w:cs="Arial"/>
                <w:sz w:val="22"/>
                <w:szCs w:val="22"/>
              </w:rPr>
              <w:t xml:space="preserve"> </w:t>
            </w:r>
            <w:r w:rsidRPr="00BB5CCE">
              <w:rPr>
                <w:rFonts w:cs="Arial"/>
                <w:sz w:val="22"/>
                <w:szCs w:val="22"/>
              </w:rPr>
              <w:t>CO</w:t>
            </w:r>
            <w:r w:rsidRPr="00BB5CCE">
              <w:rPr>
                <w:rFonts w:cs="Arial"/>
                <w:sz w:val="22"/>
                <w:szCs w:val="22"/>
                <w:vertAlign w:val="subscript"/>
              </w:rPr>
              <w:t>2</w:t>
            </w:r>
            <w:r w:rsidRPr="00BB5CCE">
              <w:rPr>
                <w:rFonts w:cs="Arial"/>
                <w:sz w:val="22"/>
                <w:szCs w:val="22"/>
              </w:rPr>
              <w:t>e)</w:t>
            </w:r>
          </w:p>
        </w:tc>
      </w:tr>
      <w:tr w:rsidR="00CB4B44" w:rsidTr="00BB5CCE">
        <w:tc>
          <w:tcPr>
            <w:tcW w:w="1701" w:type="dxa"/>
            <w:vAlign w:val="top"/>
          </w:tcPr>
          <w:p w:rsidR="00CB4B44"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ρ</m:t>
                    </m:r>
                  </m:e>
                  <m:sub>
                    <m:r>
                      <w:rPr>
                        <w:rFonts w:ascii="Cambria Math" w:hAnsi="Cambria Math" w:cs="Arial"/>
                        <w:sz w:val="22"/>
                        <w:szCs w:val="22"/>
                      </w:rPr>
                      <m:t>HC</m:t>
                    </m:r>
                  </m:sub>
                </m:sSub>
              </m:oMath>
            </m:oMathPara>
          </w:p>
        </w:tc>
        <w:tc>
          <w:tcPr>
            <w:tcW w:w="345" w:type="dxa"/>
            <w:vAlign w:val="top"/>
          </w:tcPr>
          <w:p w:rsidR="00CB4B44" w:rsidRPr="00BB5CCE" w:rsidRDefault="00CB4B44" w:rsidP="00BB5CCE">
            <w:pPr>
              <w:pStyle w:val="SDMTableBoxParaNotNumbered"/>
              <w:rPr>
                <w:rFonts w:cs="Arial"/>
                <w:sz w:val="22"/>
                <w:szCs w:val="22"/>
              </w:rPr>
            </w:pPr>
            <w:r w:rsidRPr="00BB5CCE">
              <w:rPr>
                <w:rFonts w:cs="Arial"/>
                <w:sz w:val="22"/>
                <w:szCs w:val="22"/>
              </w:rPr>
              <w:t>=</w:t>
            </w:r>
          </w:p>
        </w:tc>
        <w:tc>
          <w:tcPr>
            <w:tcW w:w="0" w:type="auto"/>
            <w:vAlign w:val="top"/>
          </w:tcPr>
          <w:p w:rsidR="00CB4B44" w:rsidRPr="00BB5CCE" w:rsidRDefault="009A6B70" w:rsidP="00BB5CCE">
            <w:pPr>
              <w:jc w:val="left"/>
              <w:rPr>
                <w:rFonts w:cs="Arial"/>
                <w:szCs w:val="22"/>
              </w:rPr>
            </w:pPr>
            <w:r w:rsidRPr="00BB5CCE">
              <w:rPr>
                <w:rFonts w:cs="Arial"/>
                <w:szCs w:val="22"/>
              </w:rPr>
              <w:t>Hydrocarbon density (t/m</w:t>
            </w:r>
            <w:r w:rsidRPr="00BB5CCE">
              <w:rPr>
                <w:rFonts w:cs="Arial"/>
                <w:szCs w:val="22"/>
                <w:vertAlign w:val="superscript"/>
              </w:rPr>
              <w:t>3</w:t>
            </w:r>
            <w:r w:rsidRPr="00BB5CCE">
              <w:rPr>
                <w:rFonts w:cs="Arial"/>
                <w:szCs w:val="22"/>
              </w:rPr>
              <w:t>)</w:t>
            </w:r>
          </w:p>
        </w:tc>
      </w:tr>
      <w:tr w:rsidR="00CB4B44" w:rsidTr="00BB5CCE">
        <w:tc>
          <w:tcPr>
            <w:tcW w:w="1701" w:type="dxa"/>
            <w:vAlign w:val="top"/>
          </w:tcPr>
          <w:p w:rsidR="00CB4B44"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HC,y</m:t>
                    </m:r>
                  </m:sub>
                </m:sSub>
              </m:oMath>
            </m:oMathPara>
          </w:p>
        </w:tc>
        <w:tc>
          <w:tcPr>
            <w:tcW w:w="345" w:type="dxa"/>
            <w:vAlign w:val="top"/>
          </w:tcPr>
          <w:p w:rsidR="00CB4B44" w:rsidRPr="00BB5CCE" w:rsidRDefault="00CB4B44" w:rsidP="00BB5CCE">
            <w:pPr>
              <w:pStyle w:val="SDMTableBoxParaNotNumbered"/>
              <w:rPr>
                <w:rFonts w:cs="Arial"/>
                <w:sz w:val="22"/>
                <w:szCs w:val="22"/>
              </w:rPr>
            </w:pPr>
            <w:r w:rsidRPr="00BB5CCE">
              <w:rPr>
                <w:rFonts w:cs="Arial"/>
                <w:sz w:val="22"/>
                <w:szCs w:val="22"/>
              </w:rPr>
              <w:t>=</w:t>
            </w:r>
          </w:p>
        </w:tc>
        <w:tc>
          <w:tcPr>
            <w:tcW w:w="0" w:type="auto"/>
            <w:vAlign w:val="top"/>
          </w:tcPr>
          <w:p w:rsidR="00CB4B44" w:rsidRPr="00BB5CCE" w:rsidRDefault="009A6B70" w:rsidP="00BB5CCE">
            <w:pPr>
              <w:pStyle w:val="SDMTableBoxParaNotNumbered"/>
              <w:rPr>
                <w:rFonts w:cs="Arial"/>
                <w:sz w:val="22"/>
                <w:szCs w:val="22"/>
              </w:rPr>
            </w:pPr>
            <w:r w:rsidRPr="00BB5CCE">
              <w:rPr>
                <w:rFonts w:cs="Arial"/>
                <w:sz w:val="22"/>
                <w:szCs w:val="22"/>
              </w:rPr>
              <w:t>Hydrocarbon, with two or more molecules of carbon, input in year</w:t>
            </w:r>
            <w:r w:rsidR="002F64A0" w:rsidRPr="00BB5CCE">
              <w:rPr>
                <w:rFonts w:cs="Arial"/>
                <w:sz w:val="22"/>
                <w:szCs w:val="22"/>
              </w:rPr>
              <w:t> </w:t>
            </w:r>
            <w:r w:rsidRPr="00BB5CCE">
              <w:rPr>
                <w:rFonts w:cs="Arial"/>
                <w:i/>
                <w:sz w:val="22"/>
                <w:szCs w:val="22"/>
              </w:rPr>
              <w:t>y</w:t>
            </w:r>
            <w:r w:rsidRPr="00BB5CCE">
              <w:rPr>
                <w:rFonts w:cs="Arial"/>
                <w:sz w:val="22"/>
                <w:szCs w:val="22"/>
              </w:rPr>
              <w:t xml:space="preserve"> (m</w:t>
            </w:r>
            <w:r w:rsidRPr="00BB5CCE">
              <w:rPr>
                <w:rFonts w:cs="Arial"/>
                <w:sz w:val="22"/>
                <w:szCs w:val="22"/>
                <w:vertAlign w:val="superscript"/>
              </w:rPr>
              <w:t>3</w:t>
            </w:r>
            <w:r w:rsidRPr="00BB5CCE">
              <w:rPr>
                <w:rFonts w:cs="Arial"/>
                <w:sz w:val="22"/>
                <w:szCs w:val="22"/>
              </w:rPr>
              <w:t>)</w:t>
            </w:r>
          </w:p>
        </w:tc>
      </w:tr>
      <w:tr w:rsidR="009A6B70" w:rsidTr="00BB5CCE">
        <w:tc>
          <w:tcPr>
            <w:tcW w:w="1701" w:type="dxa"/>
            <w:vAlign w:val="top"/>
          </w:tcPr>
          <w:p w:rsidR="009A6B70"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OXID</m:t>
                    </m:r>
                  </m:e>
                  <m:sub>
                    <m:r>
                      <w:rPr>
                        <w:rFonts w:ascii="Cambria Math" w:hAnsi="Cambria Math" w:cs="Arial"/>
                        <w:sz w:val="22"/>
                        <w:szCs w:val="22"/>
                      </w:rPr>
                      <m:t>HC</m:t>
                    </m:r>
                  </m:sub>
                </m:sSub>
              </m:oMath>
            </m:oMathPara>
          </w:p>
        </w:tc>
        <w:tc>
          <w:tcPr>
            <w:tcW w:w="345" w:type="dxa"/>
            <w:vAlign w:val="top"/>
          </w:tcPr>
          <w:p w:rsidR="009A6B70" w:rsidRPr="00BB5CCE" w:rsidRDefault="009A6B70" w:rsidP="00BB5CCE">
            <w:pPr>
              <w:pStyle w:val="SDMTableBoxParaNotNumbered"/>
              <w:rPr>
                <w:rFonts w:cs="Arial"/>
                <w:sz w:val="22"/>
                <w:szCs w:val="22"/>
              </w:rPr>
            </w:pPr>
            <w:r w:rsidRPr="00BB5CCE">
              <w:rPr>
                <w:rFonts w:cs="Arial"/>
                <w:sz w:val="22"/>
                <w:szCs w:val="22"/>
              </w:rPr>
              <w:t>=</w:t>
            </w:r>
          </w:p>
        </w:tc>
        <w:tc>
          <w:tcPr>
            <w:tcW w:w="0" w:type="auto"/>
            <w:vAlign w:val="top"/>
          </w:tcPr>
          <w:p w:rsidR="009A6B70" w:rsidRPr="00BB5CCE" w:rsidRDefault="009A6B70" w:rsidP="00BB5CCE">
            <w:pPr>
              <w:pStyle w:val="SDMTableBoxParaNotNumbered"/>
              <w:rPr>
                <w:rFonts w:cs="Arial"/>
                <w:sz w:val="22"/>
                <w:szCs w:val="22"/>
              </w:rPr>
            </w:pPr>
            <w:r w:rsidRPr="00BB5CCE">
              <w:rPr>
                <w:rFonts w:cs="Arial"/>
                <w:sz w:val="22"/>
                <w:szCs w:val="22"/>
              </w:rPr>
              <w:t>Oxidation factor of hydrocarbon (%), with two or more molecules of carbon</w:t>
            </w:r>
          </w:p>
        </w:tc>
      </w:tr>
      <w:tr w:rsidR="009A6B70" w:rsidTr="00BB5CCE">
        <w:tc>
          <w:tcPr>
            <w:tcW w:w="1701" w:type="dxa"/>
            <w:vAlign w:val="top"/>
          </w:tcPr>
          <w:p w:rsidR="009A6B70"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EF</m:t>
                    </m:r>
                  </m:e>
                  <m:sub>
                    <m:r>
                      <w:rPr>
                        <w:rFonts w:ascii="Cambria Math" w:hAnsi="Cambria Math" w:cs="Arial"/>
                        <w:sz w:val="22"/>
                        <w:szCs w:val="22"/>
                      </w:rPr>
                      <m:t>HC</m:t>
                    </m:r>
                  </m:sub>
                </m:sSub>
              </m:oMath>
            </m:oMathPara>
          </w:p>
        </w:tc>
        <w:tc>
          <w:tcPr>
            <w:tcW w:w="345" w:type="dxa"/>
            <w:vAlign w:val="top"/>
          </w:tcPr>
          <w:p w:rsidR="009A6B70" w:rsidRPr="00BB5CCE" w:rsidRDefault="000D128C" w:rsidP="00BB5CCE">
            <w:pPr>
              <w:pStyle w:val="SDMTableBoxParaNotNumbered"/>
              <w:rPr>
                <w:rFonts w:cs="Arial"/>
                <w:sz w:val="22"/>
                <w:szCs w:val="22"/>
              </w:rPr>
            </w:pPr>
            <w:r w:rsidRPr="00BB5CCE">
              <w:rPr>
                <w:rFonts w:cs="Arial"/>
                <w:sz w:val="22"/>
                <w:szCs w:val="22"/>
              </w:rPr>
              <w:t>=</w:t>
            </w:r>
          </w:p>
        </w:tc>
        <w:tc>
          <w:tcPr>
            <w:tcW w:w="0" w:type="auto"/>
            <w:vAlign w:val="top"/>
          </w:tcPr>
          <w:p w:rsidR="009A6B70" w:rsidRPr="00BB5CCE" w:rsidRDefault="009A6B70" w:rsidP="00BB5CCE">
            <w:pPr>
              <w:pStyle w:val="SDMTableBoxParaNotNumbered"/>
              <w:rPr>
                <w:rFonts w:cs="Arial"/>
                <w:sz w:val="22"/>
                <w:szCs w:val="22"/>
              </w:rPr>
            </w:pPr>
            <w:r w:rsidRPr="00BB5CCE">
              <w:rPr>
                <w:rFonts w:cs="Arial"/>
                <w:sz w:val="22"/>
                <w:szCs w:val="22"/>
              </w:rPr>
              <w:t>Carbon emissions factor of hydrocarbon (tCO</w:t>
            </w:r>
            <w:r w:rsidRPr="00BB5CCE">
              <w:rPr>
                <w:rFonts w:cs="Arial"/>
                <w:sz w:val="22"/>
                <w:szCs w:val="22"/>
                <w:vertAlign w:val="subscript"/>
              </w:rPr>
              <w:t>2</w:t>
            </w:r>
            <w:r w:rsidRPr="00BB5CCE">
              <w:rPr>
                <w:rFonts w:cs="Arial"/>
                <w:sz w:val="22"/>
                <w:szCs w:val="22"/>
              </w:rPr>
              <w:t>/t HC), with two or more molecules of carbon</w:t>
            </w:r>
          </w:p>
        </w:tc>
      </w:tr>
    </w:tbl>
    <w:p w:rsidR="00B940E2" w:rsidRDefault="00B940E2" w:rsidP="009C4C2F">
      <w:pPr>
        <w:pStyle w:val="SDMPara"/>
        <w:numPr>
          <w:ilvl w:val="0"/>
          <w:numId w:val="4"/>
        </w:numPr>
      </w:pPr>
      <w:r>
        <w:t>The hydrocarbon CO</w:t>
      </w:r>
      <w:r w:rsidR="00CE46FF" w:rsidRPr="00CE46FF">
        <w:rPr>
          <w:vertAlign w:val="subscript"/>
        </w:rPr>
        <w:t>2</w:t>
      </w:r>
      <w:r>
        <w:t xml:space="preserve"> emission factor is given by the molecular weights and the chemical reaction when hydrocarbons are converted (e.g. where CH</w:t>
      </w:r>
      <w:r w:rsidRPr="006373AE">
        <w:rPr>
          <w:vertAlign w:val="subscript"/>
        </w:rPr>
        <w:t>4</w:t>
      </w:r>
      <w:r>
        <w:t xml:space="preserve"> is used as hydrocarbon, each converted tonne of CH</w:t>
      </w:r>
      <w:r w:rsidRPr="006373AE">
        <w:rPr>
          <w:vertAlign w:val="subscript"/>
        </w:rPr>
        <w:t>4</w:t>
      </w:r>
      <w:r>
        <w:t xml:space="preserve"> results in 44/16 tonnes of CO</w:t>
      </w:r>
      <w:r w:rsidR="00CE46FF" w:rsidRPr="00CE46FF">
        <w:rPr>
          <w:vertAlign w:val="subscript"/>
        </w:rPr>
        <w:t>2</w:t>
      </w:r>
      <w:r>
        <w:t>, thus the hydrocarbon emission factor is 2.75).</w:t>
      </w:r>
    </w:p>
    <w:p w:rsidR="00B940E2" w:rsidRDefault="00B940E2" w:rsidP="009C4C2F">
      <w:pPr>
        <w:pStyle w:val="SDMPara"/>
        <w:numPr>
          <w:ilvl w:val="0"/>
          <w:numId w:val="4"/>
        </w:numPr>
      </w:pPr>
      <w:r>
        <w:t>Project emissions are limited to the design capacity of the existing caprolactam production plant. If the actual production of caprolactam (</w:t>
      </w:r>
      <w:r w:rsidRPr="00306D47">
        <w:rPr>
          <w:i/>
        </w:rPr>
        <w:t>P</w:t>
      </w:r>
      <w:r w:rsidRPr="00306D47">
        <w:rPr>
          <w:i/>
          <w:vertAlign w:val="subscript"/>
        </w:rPr>
        <w:t>product,y</w:t>
      </w:r>
      <w:r>
        <w:t xml:space="preserve">) exceeds the design </w:t>
      </w:r>
      <w:r>
        <w:lastRenderedPageBreak/>
        <w:t>capacity (</w:t>
      </w:r>
      <w:r w:rsidRPr="00306D47">
        <w:rPr>
          <w:i/>
        </w:rPr>
        <w:t>P</w:t>
      </w:r>
      <w:r w:rsidRPr="00306D47">
        <w:rPr>
          <w:i/>
          <w:vertAlign w:val="subscript"/>
        </w:rPr>
        <w:t>product,max</w:t>
      </w:r>
      <w:r>
        <w:t xml:space="preserve">) then emissions related to the production above </w:t>
      </w:r>
      <w:r w:rsidRPr="00306D47">
        <w:rPr>
          <w:i/>
        </w:rPr>
        <w:t>P</w:t>
      </w:r>
      <w:r w:rsidRPr="00306D47">
        <w:rPr>
          <w:i/>
          <w:vertAlign w:val="subscript"/>
        </w:rPr>
        <w:t>product,max</w:t>
      </w:r>
      <w:r>
        <w:t xml:space="preserve"> will neither be claimed for the baseline nor for the project scenario.</w:t>
      </w:r>
    </w:p>
    <w:p w:rsidR="00B940E2" w:rsidRDefault="00B940E2" w:rsidP="00011478">
      <w:pPr>
        <w:pStyle w:val="SDMHead4"/>
      </w:pPr>
      <w:r>
        <w:t>Combustion of fossil fuels</w:t>
      </w:r>
    </w:p>
    <w:p w:rsidR="00B940E2" w:rsidRPr="00936DEF" w:rsidRDefault="00B940E2" w:rsidP="009C4C2F">
      <w:pPr>
        <w:pStyle w:val="SDMPara"/>
        <w:numPr>
          <w:ilvl w:val="0"/>
          <w:numId w:val="4"/>
        </w:numPr>
      </w:pPr>
      <w:r>
        <w:t>In the thermal N</w:t>
      </w:r>
      <w:r w:rsidR="00CE46FF" w:rsidRPr="00CE46FF">
        <w:rPr>
          <w:vertAlign w:val="subscript"/>
        </w:rPr>
        <w:t>2</w:t>
      </w:r>
      <w:r>
        <w:t>O destruction process fossil fuels (e.g. natural gas) is combusted in a burner to supply the heat required to maintain the reaction. The calculation of project emissions from combustion of fossil fuels (</w:t>
      </w:r>
      <w:r w:rsidRPr="00306D47">
        <w:rPr>
          <w:i/>
        </w:rPr>
        <w:t>PE</w:t>
      </w:r>
      <w:r w:rsidRPr="00306D47">
        <w:rPr>
          <w:i/>
          <w:vertAlign w:val="subscript"/>
        </w:rPr>
        <w:t>FF,y</w:t>
      </w:r>
      <w:r>
        <w:t>) and the respective monitoring shall be done in accordance with the latest “</w:t>
      </w:r>
      <w:r w:rsidRPr="00936DEF">
        <w:t>Tool to calculate project or leakage CO</w:t>
      </w:r>
      <w:r w:rsidR="00CE46FF" w:rsidRPr="00936DEF">
        <w:rPr>
          <w:vertAlign w:val="subscript"/>
        </w:rPr>
        <w:t>2</w:t>
      </w:r>
      <w:r w:rsidRPr="00936DEF">
        <w:t xml:space="preserve"> emissions from fossil fuel combustion”.</w:t>
      </w:r>
    </w:p>
    <w:p w:rsidR="00B940E2" w:rsidRDefault="00B940E2" w:rsidP="009C4C2F">
      <w:pPr>
        <w:pStyle w:val="SDMPara"/>
        <w:numPr>
          <w:ilvl w:val="0"/>
          <w:numId w:val="4"/>
        </w:numPr>
      </w:pPr>
      <w:r>
        <w:t>If no fuel combustion is involved,</w:t>
      </w:r>
      <w:r w:rsidR="00A27B81">
        <w:t xml:space="preserve"> for example</w:t>
      </w:r>
      <w:r>
        <w:t xml:space="preserve"> in the case of catalytic N</w:t>
      </w:r>
      <w:r w:rsidR="00CE46FF" w:rsidRPr="00CE46FF">
        <w:rPr>
          <w:vertAlign w:val="subscript"/>
        </w:rPr>
        <w:t>2</w:t>
      </w:r>
      <w:r>
        <w:t xml:space="preserve">O destruction, the respective part in equation </w:t>
      </w:r>
      <w:r w:rsidR="00DE62B9">
        <w:t>(</w:t>
      </w:r>
      <w:r>
        <w:t>4</w:t>
      </w:r>
      <w:r w:rsidR="00DE62B9">
        <w:t>)</w:t>
      </w:r>
      <w:r>
        <w:t xml:space="preserve"> is set to zero.</w:t>
      </w:r>
    </w:p>
    <w:p w:rsidR="00B940E2" w:rsidRDefault="00B940E2" w:rsidP="00011478">
      <w:pPr>
        <w:pStyle w:val="SDMHead2"/>
      </w:pPr>
      <w:bookmarkStart w:id="26" w:name="_Toc358026527"/>
      <w:r>
        <w:t xml:space="preserve">Baseline </w:t>
      </w:r>
      <w:r w:rsidR="00306D47">
        <w:t>e</w:t>
      </w:r>
      <w:r>
        <w:t>missions</w:t>
      </w:r>
      <w:bookmarkEnd w:id="26"/>
    </w:p>
    <w:p w:rsidR="00B940E2" w:rsidRDefault="00B940E2" w:rsidP="009C4C2F">
      <w:pPr>
        <w:pStyle w:val="SDMPara"/>
        <w:numPr>
          <w:ilvl w:val="0"/>
          <w:numId w:val="4"/>
        </w:numPr>
      </w:pPr>
      <w:r>
        <w:t>Baseline emissions are given by the following equation:</w:t>
      </w:r>
    </w:p>
    <w:tbl>
      <w:tblPr>
        <w:tblStyle w:val="SDMMethTableEquation"/>
        <w:tblW w:w="8760" w:type="dxa"/>
        <w:tblLook w:val="0600" w:firstRow="0" w:lastRow="0" w:firstColumn="0" w:lastColumn="0" w:noHBand="1" w:noVBand="1"/>
      </w:tblPr>
      <w:tblGrid>
        <w:gridCol w:w="7092"/>
        <w:gridCol w:w="1668"/>
      </w:tblGrid>
      <w:tr w:rsidR="009A6B70" w:rsidRPr="00E32F75" w:rsidTr="000B6361">
        <w:tc>
          <w:tcPr>
            <w:tcW w:w="7092" w:type="dxa"/>
          </w:tcPr>
          <w:p w:rsidR="009A6B70" w:rsidRPr="00252AA4" w:rsidRDefault="001F50D8" w:rsidP="009A6B70">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N2O</m:t>
                    </m:r>
                  </m:sub>
                </m:sSub>
              </m:oMath>
            </m:oMathPara>
          </w:p>
        </w:tc>
        <w:tc>
          <w:tcPr>
            <w:tcW w:w="1668" w:type="dxa"/>
          </w:tcPr>
          <w:p w:rsidR="009A6B70" w:rsidRPr="002B6960" w:rsidRDefault="009A6B70" w:rsidP="009A6B70">
            <w:pPr>
              <w:pStyle w:val="SDMMethEquationNr"/>
            </w:pPr>
          </w:p>
        </w:tc>
      </w:tr>
    </w:tbl>
    <w:p w:rsidR="009A6B70" w:rsidRDefault="009A6B70" w:rsidP="009A6B70">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9A6B70" w:rsidTr="00BB5CCE">
        <w:tc>
          <w:tcPr>
            <w:tcW w:w="1701" w:type="dxa"/>
            <w:vAlign w:val="top"/>
          </w:tcPr>
          <w:p w:rsidR="009A6B70"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BE</m:t>
                    </m:r>
                  </m:e>
                  <m:sub>
                    <m:r>
                      <w:rPr>
                        <w:rFonts w:ascii="Cambria Math" w:hAnsi="Cambria Math" w:cs="Arial"/>
                        <w:sz w:val="22"/>
                        <w:szCs w:val="22"/>
                      </w:rPr>
                      <m:t>y</m:t>
                    </m:r>
                  </m:sub>
                </m:sSub>
              </m:oMath>
            </m:oMathPara>
          </w:p>
        </w:tc>
        <w:tc>
          <w:tcPr>
            <w:tcW w:w="345" w:type="dxa"/>
            <w:vAlign w:val="top"/>
          </w:tcPr>
          <w:p w:rsidR="009A6B70" w:rsidRPr="00BB5CCE" w:rsidRDefault="009A6B70" w:rsidP="00BB5CCE">
            <w:pPr>
              <w:pStyle w:val="SDMTableBoxParaNotNumbered"/>
              <w:rPr>
                <w:rFonts w:cs="Arial"/>
                <w:sz w:val="22"/>
                <w:szCs w:val="22"/>
              </w:rPr>
            </w:pPr>
            <w:r w:rsidRPr="00BB5CCE">
              <w:rPr>
                <w:rFonts w:cs="Arial"/>
                <w:sz w:val="22"/>
                <w:szCs w:val="22"/>
              </w:rPr>
              <w:t>=</w:t>
            </w:r>
          </w:p>
        </w:tc>
        <w:tc>
          <w:tcPr>
            <w:tcW w:w="0" w:type="auto"/>
            <w:vAlign w:val="top"/>
          </w:tcPr>
          <w:p w:rsidR="009A6B70" w:rsidRPr="00BB5CCE" w:rsidRDefault="009A6B70" w:rsidP="00BB5CCE">
            <w:pPr>
              <w:pStyle w:val="SDMTableBoxParaNotNumbered"/>
              <w:rPr>
                <w:rFonts w:cs="Arial"/>
                <w:sz w:val="22"/>
                <w:szCs w:val="22"/>
              </w:rPr>
            </w:pPr>
            <w:r w:rsidRPr="00BB5CCE">
              <w:rPr>
                <w:rFonts w:cs="Arial"/>
                <w:sz w:val="22"/>
                <w:szCs w:val="22"/>
              </w:rPr>
              <w:t xml:space="preserve">Baseline emissions in year </w:t>
            </w:r>
            <w:r w:rsidRPr="00BB5CCE">
              <w:rPr>
                <w:rFonts w:cs="Arial"/>
                <w:i/>
                <w:sz w:val="22"/>
                <w:szCs w:val="22"/>
              </w:rPr>
              <w:t>y</w:t>
            </w:r>
            <w:r w:rsidRPr="00BB5CCE">
              <w:rPr>
                <w:rFonts w:cs="Arial"/>
                <w:sz w:val="22"/>
                <w:szCs w:val="22"/>
              </w:rPr>
              <w:t xml:space="preserve"> (t</w:t>
            </w:r>
            <w:r w:rsidR="005C47D2" w:rsidRPr="00BB5CCE">
              <w:rPr>
                <w:rFonts w:cs="Arial"/>
                <w:sz w:val="22"/>
                <w:szCs w:val="22"/>
              </w:rPr>
              <w:t xml:space="preserve"> </w:t>
            </w:r>
            <w:r w:rsidRPr="00BB5CCE">
              <w:rPr>
                <w:rFonts w:cs="Arial"/>
                <w:sz w:val="22"/>
                <w:szCs w:val="22"/>
              </w:rPr>
              <w:t>CO</w:t>
            </w:r>
            <w:r w:rsidRPr="00BB5CCE">
              <w:rPr>
                <w:rFonts w:cs="Arial"/>
                <w:sz w:val="22"/>
                <w:szCs w:val="22"/>
                <w:vertAlign w:val="subscript"/>
              </w:rPr>
              <w:t>2</w:t>
            </w:r>
            <w:r w:rsidRPr="00BB5CCE">
              <w:rPr>
                <w:rFonts w:cs="Arial"/>
                <w:sz w:val="22"/>
                <w:szCs w:val="22"/>
              </w:rPr>
              <w:t>e)</w:t>
            </w:r>
          </w:p>
        </w:tc>
      </w:tr>
      <w:tr w:rsidR="009A6B70" w:rsidTr="00BB5CCE">
        <w:tc>
          <w:tcPr>
            <w:tcW w:w="1701" w:type="dxa"/>
            <w:vAlign w:val="top"/>
          </w:tcPr>
          <w:p w:rsidR="009A6B70"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BE</m:t>
                    </m:r>
                  </m:e>
                  <m:sub>
                    <m:r>
                      <w:rPr>
                        <w:rFonts w:ascii="Cambria Math" w:hAnsi="Cambria Math" w:cs="Arial"/>
                        <w:sz w:val="22"/>
                        <w:szCs w:val="22"/>
                      </w:rPr>
                      <m:t>N2O,y</m:t>
                    </m:r>
                  </m:sub>
                </m:sSub>
              </m:oMath>
            </m:oMathPara>
          </w:p>
        </w:tc>
        <w:tc>
          <w:tcPr>
            <w:tcW w:w="345" w:type="dxa"/>
            <w:vAlign w:val="top"/>
          </w:tcPr>
          <w:p w:rsidR="009A6B70" w:rsidRPr="00BB5CCE" w:rsidRDefault="009A6B70" w:rsidP="00BB5CCE">
            <w:pPr>
              <w:pStyle w:val="SDMTableBoxParaNotNumbered"/>
              <w:rPr>
                <w:rFonts w:cs="Arial"/>
                <w:sz w:val="22"/>
                <w:szCs w:val="22"/>
              </w:rPr>
            </w:pPr>
            <w:r w:rsidRPr="00BB5CCE">
              <w:rPr>
                <w:rFonts w:cs="Arial"/>
                <w:sz w:val="22"/>
                <w:szCs w:val="22"/>
              </w:rPr>
              <w:t>=</w:t>
            </w:r>
          </w:p>
        </w:tc>
        <w:tc>
          <w:tcPr>
            <w:tcW w:w="0" w:type="auto"/>
            <w:vAlign w:val="top"/>
          </w:tcPr>
          <w:p w:rsidR="009A6B70" w:rsidRPr="00BB5CCE" w:rsidRDefault="009A6B70" w:rsidP="00BB5CCE">
            <w:pPr>
              <w:pStyle w:val="SDMTableBoxParaNotNumbered"/>
              <w:rPr>
                <w:rFonts w:cs="Arial"/>
                <w:sz w:val="22"/>
                <w:szCs w:val="22"/>
              </w:rPr>
            </w:pPr>
            <w:r w:rsidRPr="00BB5CCE">
              <w:rPr>
                <w:rFonts w:cs="Arial"/>
                <w:sz w:val="22"/>
                <w:szCs w:val="22"/>
              </w:rPr>
              <w:t>Baseline emissions of N</w:t>
            </w:r>
            <w:r w:rsidRPr="00BB5CCE">
              <w:rPr>
                <w:rFonts w:cs="Arial"/>
                <w:sz w:val="22"/>
                <w:szCs w:val="22"/>
                <w:vertAlign w:val="subscript"/>
              </w:rPr>
              <w:t>2</w:t>
            </w:r>
            <w:r w:rsidRPr="00BB5CCE">
              <w:rPr>
                <w:rFonts w:cs="Arial"/>
                <w:sz w:val="22"/>
                <w:szCs w:val="22"/>
              </w:rPr>
              <w:t xml:space="preserve">O in year </w:t>
            </w:r>
            <w:r w:rsidRPr="00BB5CCE">
              <w:rPr>
                <w:rFonts w:cs="Arial"/>
                <w:i/>
                <w:sz w:val="22"/>
                <w:szCs w:val="22"/>
              </w:rPr>
              <w:t>y</w:t>
            </w:r>
            <w:r w:rsidRPr="00BB5CCE">
              <w:rPr>
                <w:rFonts w:cs="Arial"/>
                <w:sz w:val="22"/>
                <w:szCs w:val="22"/>
              </w:rPr>
              <w:t xml:space="preserve"> (tN</w:t>
            </w:r>
            <w:r w:rsidRPr="00BB5CCE">
              <w:rPr>
                <w:rFonts w:cs="Arial"/>
                <w:sz w:val="22"/>
                <w:szCs w:val="22"/>
                <w:vertAlign w:val="subscript"/>
              </w:rPr>
              <w:t>2</w:t>
            </w:r>
            <w:r w:rsidRPr="00BB5CCE">
              <w:rPr>
                <w:rFonts w:cs="Arial"/>
                <w:sz w:val="22"/>
                <w:szCs w:val="22"/>
              </w:rPr>
              <w:t>O)</w:t>
            </w:r>
          </w:p>
        </w:tc>
      </w:tr>
      <w:tr w:rsidR="009A6B70" w:rsidTr="00BB5CCE">
        <w:tc>
          <w:tcPr>
            <w:tcW w:w="1701" w:type="dxa"/>
            <w:vAlign w:val="top"/>
          </w:tcPr>
          <w:p w:rsidR="009A6B70"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GWP</m:t>
                    </m:r>
                  </m:e>
                  <m:sub>
                    <m:r>
                      <w:rPr>
                        <w:rFonts w:ascii="Cambria Math" w:hAnsi="Cambria Math" w:cs="Arial"/>
                        <w:sz w:val="22"/>
                        <w:szCs w:val="22"/>
                      </w:rPr>
                      <m:t>N2O</m:t>
                    </m:r>
                  </m:sub>
                </m:sSub>
              </m:oMath>
            </m:oMathPara>
          </w:p>
        </w:tc>
        <w:tc>
          <w:tcPr>
            <w:tcW w:w="345" w:type="dxa"/>
            <w:vAlign w:val="top"/>
          </w:tcPr>
          <w:p w:rsidR="009A6B70" w:rsidRPr="00BB5CCE" w:rsidRDefault="009A6B70" w:rsidP="00BB5CCE">
            <w:pPr>
              <w:pStyle w:val="SDMTableBoxParaNotNumbered"/>
              <w:rPr>
                <w:rFonts w:cs="Arial"/>
                <w:sz w:val="22"/>
                <w:szCs w:val="22"/>
              </w:rPr>
            </w:pPr>
            <w:r w:rsidRPr="00BB5CCE">
              <w:rPr>
                <w:rFonts w:cs="Arial"/>
                <w:sz w:val="22"/>
                <w:szCs w:val="22"/>
              </w:rPr>
              <w:t>=</w:t>
            </w:r>
          </w:p>
        </w:tc>
        <w:tc>
          <w:tcPr>
            <w:tcW w:w="0" w:type="auto"/>
            <w:vAlign w:val="top"/>
          </w:tcPr>
          <w:p w:rsidR="009A6B70" w:rsidRPr="00BB5CCE" w:rsidRDefault="009A6B70" w:rsidP="00BB5CCE">
            <w:pPr>
              <w:pStyle w:val="SDMTableBoxParaNotNumbered"/>
              <w:rPr>
                <w:rFonts w:cs="Arial"/>
                <w:sz w:val="22"/>
                <w:szCs w:val="22"/>
              </w:rPr>
            </w:pPr>
            <w:r w:rsidRPr="00BB5CCE">
              <w:rPr>
                <w:rFonts w:cs="Arial"/>
                <w:sz w:val="22"/>
                <w:szCs w:val="22"/>
              </w:rPr>
              <w:t>Global warming potential of N</w:t>
            </w:r>
            <w:r w:rsidRPr="00BB5CCE">
              <w:rPr>
                <w:rFonts w:cs="Arial"/>
                <w:sz w:val="22"/>
                <w:szCs w:val="22"/>
                <w:vertAlign w:val="subscript"/>
              </w:rPr>
              <w:t>2</w:t>
            </w:r>
            <w:r w:rsidRPr="00BB5CCE">
              <w:rPr>
                <w:rFonts w:cs="Arial"/>
                <w:sz w:val="22"/>
                <w:szCs w:val="22"/>
              </w:rPr>
              <w:t>O = 310</w:t>
            </w:r>
          </w:p>
        </w:tc>
      </w:tr>
    </w:tbl>
    <w:p w:rsidR="00B940E2" w:rsidRDefault="00B940E2" w:rsidP="009C4C2F">
      <w:pPr>
        <w:pStyle w:val="SDMPara"/>
        <w:numPr>
          <w:ilvl w:val="0"/>
          <w:numId w:val="4"/>
        </w:numPr>
      </w:pPr>
      <w:r>
        <w:t>Depending on the implementation of regulations on N</w:t>
      </w:r>
      <w:r w:rsidR="00CE46FF" w:rsidRPr="00CE46FF">
        <w:rPr>
          <w:vertAlign w:val="subscript"/>
        </w:rPr>
        <w:t>2</w:t>
      </w:r>
      <w:r>
        <w:t>O emissions and the character of the regulation, baseline N</w:t>
      </w:r>
      <w:r w:rsidR="00CE46FF" w:rsidRPr="00CE46FF">
        <w:rPr>
          <w:vertAlign w:val="subscript"/>
        </w:rPr>
        <w:t>2</w:t>
      </w:r>
      <w:r>
        <w:t>O emissions (</w:t>
      </w:r>
      <w:r w:rsidRPr="005C47D2">
        <w:rPr>
          <w:i/>
        </w:rPr>
        <w:t>BE</w:t>
      </w:r>
      <w:r w:rsidRPr="005C47D2">
        <w:rPr>
          <w:i/>
          <w:vertAlign w:val="subscript"/>
        </w:rPr>
        <w:t>N</w:t>
      </w:r>
      <w:r w:rsidR="00CE46FF" w:rsidRPr="005C47D2">
        <w:rPr>
          <w:i/>
          <w:vertAlign w:val="subscript"/>
        </w:rPr>
        <w:t>2</w:t>
      </w:r>
      <w:r w:rsidRPr="005C47D2">
        <w:rPr>
          <w:i/>
          <w:vertAlign w:val="subscript"/>
        </w:rPr>
        <w:t>O,y</w:t>
      </w:r>
      <w:r>
        <w:t>) are calculated as shown below:</w:t>
      </w:r>
    </w:p>
    <w:p w:rsidR="00B940E2" w:rsidRDefault="00B940E2" w:rsidP="00433EEF">
      <w:pPr>
        <w:pStyle w:val="SDMHead3"/>
      </w:pPr>
      <w:bookmarkStart w:id="27" w:name="_Toc358026528"/>
      <w:r>
        <w:t>Case 1: The most plausible baseline scenario is that no N</w:t>
      </w:r>
      <w:r w:rsidR="00CE46FF" w:rsidRPr="00CE46FF">
        <w:rPr>
          <w:vertAlign w:val="subscript"/>
        </w:rPr>
        <w:t>2</w:t>
      </w:r>
      <w:r>
        <w:t>O would be abated in the absence of the project activity (i.e. no secondary or tertiary reductions measures and no NSCR De-NO</w:t>
      </w:r>
      <w:r w:rsidRPr="006373AE">
        <w:rPr>
          <w:vertAlign w:val="subscript"/>
        </w:rPr>
        <w:t>X</w:t>
      </w:r>
      <w:r>
        <w:t xml:space="preserve"> unit would be installed)</w:t>
      </w:r>
      <w:bookmarkEnd w:id="27"/>
    </w:p>
    <w:p w:rsidR="00B940E2" w:rsidRDefault="00B940E2" w:rsidP="00433EEF">
      <w:pPr>
        <w:pStyle w:val="SDMHead4"/>
      </w:pPr>
      <w:r>
        <w:t xml:space="preserve">Case 1.1: </w:t>
      </w:r>
      <w:r w:rsidR="003C287E">
        <w:t>C</w:t>
      </w:r>
      <w:r>
        <w:t>aprolactam plants using the Raschig production process</w:t>
      </w:r>
    </w:p>
    <w:p w:rsidR="000B6361" w:rsidRDefault="003C287E" w:rsidP="009C4C2F">
      <w:pPr>
        <w:pStyle w:val="SDMPara"/>
        <w:numPr>
          <w:ilvl w:val="0"/>
          <w:numId w:val="4"/>
        </w:numPr>
      </w:pPr>
      <w:r>
        <w:t xml:space="preserve">In the case of </w:t>
      </w:r>
      <w:r w:rsidR="00B940E2">
        <w:t>a caprolactam plant using the Raschig process, baseline emissions are limited to the design capacity of the existing caprolactam production plant. If the actual production of caprolactam (</w:t>
      </w:r>
      <w:r w:rsidR="00B940E2" w:rsidRPr="005C47D2">
        <w:rPr>
          <w:i/>
        </w:rPr>
        <w:t>P</w:t>
      </w:r>
      <w:r w:rsidR="00B940E2" w:rsidRPr="005C47D2">
        <w:rPr>
          <w:i/>
          <w:vertAlign w:val="subscript"/>
        </w:rPr>
        <w:t>product,y</w:t>
      </w:r>
      <w:r w:rsidR="00B940E2">
        <w:t>) exceeds the design capacity (</w:t>
      </w:r>
      <w:r w:rsidR="00B940E2" w:rsidRPr="005C47D2">
        <w:rPr>
          <w:i/>
        </w:rPr>
        <w:t>P</w:t>
      </w:r>
      <w:r w:rsidR="00B940E2" w:rsidRPr="005C47D2">
        <w:rPr>
          <w:i/>
          <w:vertAlign w:val="subscript"/>
        </w:rPr>
        <w:t>product,max</w:t>
      </w:r>
      <w:r w:rsidR="00B940E2">
        <w:t xml:space="preserve">) then emissions related to the production above </w:t>
      </w:r>
      <w:r w:rsidR="00B940E2" w:rsidRPr="005C47D2">
        <w:rPr>
          <w:i/>
        </w:rPr>
        <w:t>P</w:t>
      </w:r>
      <w:r w:rsidR="00B940E2" w:rsidRPr="005C47D2">
        <w:rPr>
          <w:i/>
          <w:vertAlign w:val="subscript"/>
        </w:rPr>
        <w:t>product,max</w:t>
      </w:r>
      <w:r w:rsidR="00B940E2">
        <w:t xml:space="preserve"> will not be claimed for the baseline scenario.</w:t>
      </w:r>
    </w:p>
    <w:p w:rsidR="000B6361" w:rsidRDefault="00B940E2" w:rsidP="009C4C2F">
      <w:pPr>
        <w:pStyle w:val="SDMPara"/>
        <w:numPr>
          <w:ilvl w:val="0"/>
          <w:numId w:val="4"/>
        </w:numPr>
      </w:pPr>
      <w:r w:rsidRPr="005C47D2">
        <w:rPr>
          <w:i/>
        </w:rPr>
        <w:t>P</w:t>
      </w:r>
      <w:r w:rsidRPr="005C47D2">
        <w:rPr>
          <w:i/>
          <w:vertAlign w:val="subscript"/>
        </w:rPr>
        <w:t>product,y</w:t>
      </w:r>
      <w:r w:rsidRPr="005C47D2">
        <w:rPr>
          <w:i/>
        </w:rPr>
        <w:t xml:space="preserve"> </w:t>
      </w:r>
      <w:r>
        <w:tab/>
        <w:t>=</w:t>
      </w:r>
      <w:r>
        <w:tab/>
        <w:t xml:space="preserve">Production of caprolactam in year </w:t>
      </w:r>
      <w:r w:rsidRPr="000B6361">
        <w:rPr>
          <w:i/>
        </w:rPr>
        <w:t>y</w:t>
      </w:r>
      <w:r>
        <w:t xml:space="preserve"> (t Product)</w:t>
      </w:r>
    </w:p>
    <w:p w:rsidR="00B940E2" w:rsidRDefault="00B940E2" w:rsidP="009C4C2F">
      <w:pPr>
        <w:pStyle w:val="SDMPara"/>
        <w:numPr>
          <w:ilvl w:val="0"/>
          <w:numId w:val="4"/>
        </w:numPr>
      </w:pPr>
      <w:r w:rsidRPr="005C47D2">
        <w:rPr>
          <w:i/>
        </w:rPr>
        <w:t>P</w:t>
      </w:r>
      <w:r w:rsidRPr="005C47D2">
        <w:rPr>
          <w:i/>
          <w:vertAlign w:val="subscript"/>
        </w:rPr>
        <w:t>product,max</w:t>
      </w:r>
      <w:r>
        <w:tab/>
        <w:t>=</w:t>
      </w:r>
      <w:r>
        <w:tab/>
        <w:t xml:space="preserve">Design capacity caprolactam production </w:t>
      </w:r>
      <w:r w:rsidR="00DE62B9">
        <w:t>(t Product</w:t>
      </w:r>
      <w:r>
        <w:t xml:space="preserve">) </w:t>
      </w:r>
    </w:p>
    <w:p w:rsidR="00B940E2" w:rsidRDefault="00B940E2" w:rsidP="006829C9">
      <w:pPr>
        <w:pStyle w:val="SDMPara"/>
        <w:numPr>
          <w:ilvl w:val="0"/>
          <w:numId w:val="0"/>
        </w:numPr>
      </w:pPr>
      <w:r>
        <w:t>If,</w:t>
      </w:r>
    </w:p>
    <w:tbl>
      <w:tblPr>
        <w:tblStyle w:val="SDMMethTableEquation"/>
        <w:tblW w:w="8760" w:type="dxa"/>
        <w:tblLook w:val="0600" w:firstRow="0" w:lastRow="0" w:firstColumn="0" w:lastColumn="0" w:noHBand="1" w:noVBand="1"/>
      </w:tblPr>
      <w:tblGrid>
        <w:gridCol w:w="7093"/>
        <w:gridCol w:w="1667"/>
      </w:tblGrid>
      <w:tr w:rsidR="000D128C" w:rsidRPr="00E32F75" w:rsidTr="00A545CA">
        <w:tc>
          <w:tcPr>
            <w:tcW w:w="7224" w:type="dxa"/>
          </w:tcPr>
          <w:p w:rsidR="000D128C" w:rsidRPr="00252AA4" w:rsidRDefault="001F50D8" w:rsidP="00A545CA">
            <w:pPr>
              <w:pStyle w:val="SDMMethEquation"/>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product,y</m:t>
                    </m:r>
                  </m:sub>
                </m:sSub>
                <m:r>
                  <w:rPr>
                    <w:rFonts w:ascii="Cambria Math" w:hAnsi="Cambria Math"/>
                  </w:rPr>
                  <m:t>&lt;</m:t>
                </m:r>
                <m:sSub>
                  <m:sSubPr>
                    <m:ctrlPr>
                      <w:rPr>
                        <w:rFonts w:ascii="Cambria Math" w:hAnsi="Cambria Math"/>
                        <w:i/>
                      </w:rPr>
                    </m:ctrlPr>
                  </m:sSubPr>
                  <m:e>
                    <m:r>
                      <w:rPr>
                        <w:rFonts w:ascii="Cambria Math" w:hAnsi="Cambria Math"/>
                      </w:rPr>
                      <m:t>P</m:t>
                    </m:r>
                  </m:e>
                  <m:sub>
                    <m:r>
                      <w:rPr>
                        <w:rFonts w:ascii="Cambria Math" w:hAnsi="Cambria Math"/>
                      </w:rPr>
                      <m:t>product,ma</m:t>
                    </m:r>
                    <m:r>
                      <w:rPr>
                        <w:rFonts w:ascii="Cambria Math" w:hAnsi="Cambria Math"/>
                      </w:rPr>
                      <m:t>x</m:t>
                    </m:r>
                  </m:sub>
                </m:sSub>
              </m:oMath>
            </m:oMathPara>
          </w:p>
        </w:tc>
        <w:tc>
          <w:tcPr>
            <w:tcW w:w="1701" w:type="dxa"/>
          </w:tcPr>
          <w:p w:rsidR="000D128C" w:rsidRPr="002B6960" w:rsidRDefault="000D128C" w:rsidP="00A545CA">
            <w:pPr>
              <w:pStyle w:val="SDMMethEquationNr"/>
            </w:pPr>
          </w:p>
        </w:tc>
      </w:tr>
    </w:tbl>
    <w:p w:rsidR="00B940E2" w:rsidRDefault="00B940E2" w:rsidP="00C32F71">
      <w:pPr>
        <w:pStyle w:val="SDMPara"/>
        <w:keepNext/>
        <w:numPr>
          <w:ilvl w:val="0"/>
          <w:numId w:val="0"/>
        </w:numPr>
      </w:pPr>
      <w:r>
        <w:lastRenderedPageBreak/>
        <w:t>Then,</w:t>
      </w:r>
    </w:p>
    <w:tbl>
      <w:tblPr>
        <w:tblStyle w:val="SDMMethTableEquation"/>
        <w:tblW w:w="8760" w:type="dxa"/>
        <w:tblLook w:val="0600" w:firstRow="0" w:lastRow="0" w:firstColumn="0" w:lastColumn="0" w:noHBand="1" w:noVBand="1"/>
      </w:tblPr>
      <w:tblGrid>
        <w:gridCol w:w="7092"/>
        <w:gridCol w:w="1668"/>
      </w:tblGrid>
      <w:tr w:rsidR="000D128C" w:rsidRPr="00E32F75" w:rsidTr="00A545CA">
        <w:tc>
          <w:tcPr>
            <w:tcW w:w="7224" w:type="dxa"/>
          </w:tcPr>
          <w:p w:rsidR="000D128C" w:rsidRPr="00252AA4" w:rsidRDefault="001F50D8" w:rsidP="00A545CA">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QB</m:t>
                    </m:r>
                  </m:e>
                  <m:sub>
                    <m:r>
                      <w:rPr>
                        <w:rFonts w:ascii="Cambria Math" w:hAnsi="Cambria Math"/>
                      </w:rPr>
                      <m:t>N2O,y</m:t>
                    </m:r>
                  </m:sub>
                </m:sSub>
              </m:oMath>
            </m:oMathPara>
          </w:p>
        </w:tc>
        <w:tc>
          <w:tcPr>
            <w:tcW w:w="1701" w:type="dxa"/>
          </w:tcPr>
          <w:p w:rsidR="000D128C" w:rsidRPr="002B6960" w:rsidRDefault="000D128C" w:rsidP="00A545CA">
            <w:pPr>
              <w:pStyle w:val="SDMMethEquationNr"/>
            </w:pPr>
          </w:p>
        </w:tc>
      </w:tr>
    </w:tbl>
    <w:p w:rsidR="000D128C" w:rsidRPr="00DE62B9" w:rsidRDefault="000D128C" w:rsidP="00A545CA">
      <w:pPr>
        <w:pStyle w:val="SDMMethCaptionEquationParametersTable"/>
        <w:rPr>
          <w:rFonts w:cs="Arial"/>
          <w:szCs w:val="22"/>
        </w:rPr>
      </w:pPr>
      <w:r w:rsidRPr="00DE62B9">
        <w:rPr>
          <w:rFonts w:cs="Arial"/>
          <w:szCs w:val="22"/>
        </w:rPr>
        <w:t>Where:</w:t>
      </w:r>
    </w:p>
    <w:tbl>
      <w:tblPr>
        <w:tblStyle w:val="SDMMethTableEquationParameters"/>
        <w:tblW w:w="8760" w:type="dxa"/>
        <w:tblLook w:val="04A0" w:firstRow="1" w:lastRow="0" w:firstColumn="1" w:lastColumn="0" w:noHBand="0" w:noVBand="1"/>
      </w:tblPr>
      <w:tblGrid>
        <w:gridCol w:w="1701"/>
        <w:gridCol w:w="345"/>
        <w:gridCol w:w="6714"/>
      </w:tblGrid>
      <w:tr w:rsidR="000D128C" w:rsidRPr="00DE62B9" w:rsidTr="00BB5CCE">
        <w:tc>
          <w:tcPr>
            <w:tcW w:w="1701" w:type="dxa"/>
            <w:vAlign w:val="top"/>
          </w:tcPr>
          <w:p w:rsidR="000D128C" w:rsidRPr="00DE62B9"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BE</m:t>
                    </m:r>
                  </m:e>
                  <m:sub>
                    <m:r>
                      <w:rPr>
                        <w:rFonts w:ascii="Cambria Math" w:hAnsi="Cambria Math" w:cs="Arial"/>
                        <w:sz w:val="22"/>
                        <w:szCs w:val="22"/>
                      </w:rPr>
                      <m:t>N2O,y</m:t>
                    </m:r>
                  </m:sub>
                </m:sSub>
              </m:oMath>
            </m:oMathPara>
          </w:p>
        </w:tc>
        <w:tc>
          <w:tcPr>
            <w:tcW w:w="345" w:type="dxa"/>
            <w:vAlign w:val="top"/>
          </w:tcPr>
          <w:p w:rsidR="000D128C" w:rsidRPr="00DE62B9" w:rsidRDefault="000D128C" w:rsidP="00BB5CCE">
            <w:pPr>
              <w:pStyle w:val="SDMTableBoxParaNotNumbered"/>
              <w:rPr>
                <w:rFonts w:cs="Arial"/>
                <w:sz w:val="22"/>
                <w:szCs w:val="22"/>
              </w:rPr>
            </w:pPr>
            <w:r w:rsidRPr="00DE62B9">
              <w:rPr>
                <w:rFonts w:cs="Arial"/>
                <w:sz w:val="22"/>
                <w:szCs w:val="22"/>
              </w:rPr>
              <w:t>=</w:t>
            </w:r>
          </w:p>
        </w:tc>
        <w:tc>
          <w:tcPr>
            <w:tcW w:w="0" w:type="auto"/>
            <w:vAlign w:val="top"/>
          </w:tcPr>
          <w:p w:rsidR="000D128C" w:rsidRPr="00DE62B9" w:rsidRDefault="000D128C" w:rsidP="00BB5CCE">
            <w:pPr>
              <w:pStyle w:val="SDMTableBoxParaNotNumbered"/>
              <w:rPr>
                <w:rFonts w:cs="Arial"/>
                <w:sz w:val="22"/>
                <w:szCs w:val="22"/>
              </w:rPr>
            </w:pPr>
            <w:r w:rsidRPr="00DE62B9">
              <w:rPr>
                <w:rFonts w:cs="Arial"/>
                <w:sz w:val="22"/>
                <w:szCs w:val="22"/>
              </w:rPr>
              <w:t>Baseline emissions of N</w:t>
            </w:r>
            <w:r w:rsidRPr="00DE62B9">
              <w:rPr>
                <w:rFonts w:cs="Arial"/>
                <w:sz w:val="22"/>
                <w:szCs w:val="22"/>
                <w:vertAlign w:val="subscript"/>
              </w:rPr>
              <w:t>2</w:t>
            </w:r>
            <w:r w:rsidRPr="00DE62B9">
              <w:rPr>
                <w:rFonts w:cs="Arial"/>
                <w:sz w:val="22"/>
                <w:szCs w:val="22"/>
              </w:rPr>
              <w:t xml:space="preserve">O in year </w:t>
            </w:r>
            <w:r w:rsidRPr="00DE62B9">
              <w:rPr>
                <w:rFonts w:cs="Arial"/>
                <w:i/>
                <w:sz w:val="22"/>
                <w:szCs w:val="22"/>
              </w:rPr>
              <w:t>y</w:t>
            </w:r>
            <w:r w:rsidRPr="00DE62B9">
              <w:rPr>
                <w:rFonts w:cs="Arial"/>
                <w:sz w:val="22"/>
                <w:szCs w:val="22"/>
              </w:rPr>
              <w:t xml:space="preserve"> (tN</w:t>
            </w:r>
            <w:r w:rsidRPr="00DE62B9">
              <w:rPr>
                <w:rFonts w:cs="Arial"/>
                <w:sz w:val="22"/>
                <w:szCs w:val="22"/>
                <w:vertAlign w:val="subscript"/>
              </w:rPr>
              <w:t>2</w:t>
            </w:r>
            <w:r w:rsidRPr="00DE62B9">
              <w:rPr>
                <w:rFonts w:cs="Arial"/>
                <w:sz w:val="22"/>
                <w:szCs w:val="22"/>
              </w:rPr>
              <w:t>O)</w:t>
            </w:r>
          </w:p>
        </w:tc>
      </w:tr>
      <w:tr w:rsidR="000D128C" w:rsidRPr="00DE62B9" w:rsidTr="00BB5CCE">
        <w:tc>
          <w:tcPr>
            <w:tcW w:w="1701" w:type="dxa"/>
            <w:vAlign w:val="top"/>
          </w:tcPr>
          <w:p w:rsidR="000D128C" w:rsidRPr="00DE62B9"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QB</m:t>
                    </m:r>
                  </m:e>
                  <m:sub>
                    <m:r>
                      <w:rPr>
                        <w:rFonts w:ascii="Cambria Math" w:hAnsi="Cambria Math" w:cs="Arial"/>
                        <w:sz w:val="22"/>
                        <w:szCs w:val="22"/>
                      </w:rPr>
                      <m:t>N2O,y</m:t>
                    </m:r>
                  </m:sub>
                </m:sSub>
              </m:oMath>
            </m:oMathPara>
          </w:p>
        </w:tc>
        <w:tc>
          <w:tcPr>
            <w:tcW w:w="345" w:type="dxa"/>
            <w:vAlign w:val="top"/>
          </w:tcPr>
          <w:p w:rsidR="000D128C" w:rsidRPr="00DE62B9" w:rsidRDefault="000D128C" w:rsidP="00BB5CCE">
            <w:pPr>
              <w:pStyle w:val="SDMTableBoxParaNotNumbered"/>
              <w:rPr>
                <w:rFonts w:cs="Arial"/>
                <w:sz w:val="22"/>
                <w:szCs w:val="22"/>
              </w:rPr>
            </w:pPr>
            <w:r w:rsidRPr="00DE62B9">
              <w:rPr>
                <w:rFonts w:cs="Arial"/>
                <w:sz w:val="22"/>
                <w:szCs w:val="22"/>
              </w:rPr>
              <w:t>=</w:t>
            </w:r>
          </w:p>
        </w:tc>
        <w:tc>
          <w:tcPr>
            <w:tcW w:w="0" w:type="auto"/>
            <w:vAlign w:val="top"/>
          </w:tcPr>
          <w:p w:rsidR="000D128C" w:rsidRPr="00DE62B9" w:rsidRDefault="000D128C" w:rsidP="00BB5CCE">
            <w:pPr>
              <w:pStyle w:val="SDMTableBoxParaNotNumbered"/>
              <w:rPr>
                <w:rFonts w:cs="Arial"/>
                <w:sz w:val="22"/>
                <w:szCs w:val="22"/>
              </w:rPr>
            </w:pPr>
            <w:r w:rsidRPr="00DE62B9">
              <w:rPr>
                <w:rFonts w:cs="Arial"/>
                <w:sz w:val="22"/>
                <w:szCs w:val="22"/>
              </w:rPr>
              <w:t>Quantity of N</w:t>
            </w:r>
            <w:r w:rsidRPr="00DE62B9">
              <w:rPr>
                <w:rFonts w:cs="Arial"/>
                <w:sz w:val="22"/>
                <w:szCs w:val="22"/>
                <w:vertAlign w:val="subscript"/>
              </w:rPr>
              <w:t>2</w:t>
            </w:r>
            <w:r w:rsidRPr="00DE62B9">
              <w:rPr>
                <w:rFonts w:cs="Arial"/>
                <w:sz w:val="22"/>
                <w:szCs w:val="22"/>
              </w:rPr>
              <w:t xml:space="preserve">O supplied to the destruction facility from ammonia oxidation in year </w:t>
            </w:r>
            <w:r w:rsidRPr="00DE62B9">
              <w:rPr>
                <w:rFonts w:cs="Arial"/>
                <w:i/>
                <w:sz w:val="22"/>
                <w:szCs w:val="22"/>
              </w:rPr>
              <w:t>y</w:t>
            </w:r>
            <w:r w:rsidRPr="00DE62B9">
              <w:rPr>
                <w:rFonts w:cs="Arial"/>
                <w:sz w:val="22"/>
                <w:szCs w:val="22"/>
              </w:rPr>
              <w:t xml:space="preserve"> (tN</w:t>
            </w:r>
            <w:r w:rsidRPr="00DE62B9">
              <w:rPr>
                <w:rFonts w:cs="Arial"/>
                <w:sz w:val="22"/>
                <w:szCs w:val="22"/>
                <w:vertAlign w:val="subscript"/>
              </w:rPr>
              <w:t>2</w:t>
            </w:r>
            <w:r w:rsidRPr="00DE62B9">
              <w:rPr>
                <w:rFonts w:cs="Arial"/>
                <w:sz w:val="22"/>
                <w:szCs w:val="22"/>
              </w:rPr>
              <w:t>O)</w:t>
            </w:r>
          </w:p>
        </w:tc>
      </w:tr>
    </w:tbl>
    <w:tbl>
      <w:tblPr>
        <w:tblStyle w:val="SDMMethTableEquation"/>
        <w:tblW w:w="8760" w:type="dxa"/>
        <w:tblLook w:val="0600" w:firstRow="0" w:lastRow="0" w:firstColumn="0" w:lastColumn="0" w:noHBand="1" w:noVBand="1"/>
      </w:tblPr>
      <w:tblGrid>
        <w:gridCol w:w="7091"/>
        <w:gridCol w:w="1669"/>
      </w:tblGrid>
      <w:tr w:rsidR="000D128C" w:rsidRPr="00DE62B9" w:rsidTr="00A545CA">
        <w:tc>
          <w:tcPr>
            <w:tcW w:w="7224" w:type="dxa"/>
          </w:tcPr>
          <w:p w:rsidR="000D128C" w:rsidRPr="00DE62B9" w:rsidRDefault="001F50D8" w:rsidP="00A545CA">
            <w:pPr>
              <w:pStyle w:val="SDMMethEquation"/>
            </w:pPr>
            <m:oMathPara>
              <m:oMathParaPr>
                <m:jc m:val="left"/>
              </m:oMathParaPr>
              <m:oMath>
                <m:sSub>
                  <m:sSubPr>
                    <m:ctrlPr>
                      <w:rPr>
                        <w:rFonts w:ascii="Cambria Math" w:hAnsi="Cambria Math"/>
                        <w:i/>
                      </w:rPr>
                    </m:ctrlPr>
                  </m:sSubPr>
                  <m:e>
                    <m:r>
                      <w:rPr>
                        <w:rFonts w:ascii="Cambria Math" w:hAnsi="Cambria Math"/>
                      </w:rPr>
                      <m:t>QB</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QI</m:t>
                    </m:r>
                  </m:e>
                  <m:sub>
                    <m:r>
                      <w:rPr>
                        <w:rFonts w:ascii="Cambria Math" w:hAnsi="Cambria Math"/>
                      </w:rPr>
                      <m:t>N2O,y</m:t>
                    </m:r>
                  </m:sub>
                </m:sSub>
              </m:oMath>
            </m:oMathPara>
          </w:p>
        </w:tc>
        <w:tc>
          <w:tcPr>
            <w:tcW w:w="1701" w:type="dxa"/>
          </w:tcPr>
          <w:p w:rsidR="000D128C" w:rsidRPr="00DE62B9" w:rsidRDefault="000D128C" w:rsidP="00A545CA">
            <w:pPr>
              <w:pStyle w:val="SDMMethEquationNr"/>
              <w:rPr>
                <w:sz w:val="22"/>
              </w:rPr>
            </w:pPr>
          </w:p>
        </w:tc>
      </w:tr>
    </w:tbl>
    <w:p w:rsidR="000D128C" w:rsidRPr="00DE62B9" w:rsidRDefault="000D128C" w:rsidP="00A545CA">
      <w:pPr>
        <w:pStyle w:val="SDMMethCaptionEquationParametersTable"/>
        <w:rPr>
          <w:rFonts w:cs="Arial"/>
          <w:szCs w:val="22"/>
        </w:rPr>
      </w:pPr>
      <w:r w:rsidRPr="00DE62B9">
        <w:rPr>
          <w:rFonts w:cs="Arial"/>
          <w:szCs w:val="22"/>
        </w:rPr>
        <w:t>Where:</w:t>
      </w:r>
    </w:p>
    <w:tbl>
      <w:tblPr>
        <w:tblStyle w:val="SDMMethTableEquationParameters"/>
        <w:tblW w:w="8760" w:type="dxa"/>
        <w:tblLook w:val="04A0" w:firstRow="1" w:lastRow="0" w:firstColumn="1" w:lastColumn="0" w:noHBand="0" w:noVBand="1"/>
      </w:tblPr>
      <w:tblGrid>
        <w:gridCol w:w="1701"/>
        <w:gridCol w:w="345"/>
        <w:gridCol w:w="6714"/>
      </w:tblGrid>
      <w:tr w:rsidR="000D128C" w:rsidRPr="00DE62B9" w:rsidTr="00CA2544">
        <w:tc>
          <w:tcPr>
            <w:tcW w:w="1701" w:type="dxa"/>
            <w:vAlign w:val="top"/>
          </w:tcPr>
          <w:p w:rsidR="000D128C" w:rsidRPr="00DE62B9" w:rsidRDefault="001F50D8" w:rsidP="00CA2544">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QB</m:t>
                    </m:r>
                  </m:e>
                  <m:sub>
                    <m:r>
                      <w:rPr>
                        <w:rFonts w:ascii="Cambria Math" w:hAnsi="Cambria Math" w:cs="Arial"/>
                        <w:sz w:val="22"/>
                        <w:szCs w:val="22"/>
                      </w:rPr>
                      <m:t>N2O,y</m:t>
                    </m:r>
                  </m:sub>
                </m:sSub>
              </m:oMath>
            </m:oMathPara>
          </w:p>
        </w:tc>
        <w:tc>
          <w:tcPr>
            <w:tcW w:w="345" w:type="dxa"/>
            <w:vAlign w:val="top"/>
          </w:tcPr>
          <w:p w:rsidR="000D128C" w:rsidRPr="00DE62B9" w:rsidRDefault="000D128C" w:rsidP="00CA2544">
            <w:pPr>
              <w:pStyle w:val="SDMTableBoxParaNotNumbered"/>
              <w:rPr>
                <w:rFonts w:cs="Arial"/>
                <w:sz w:val="22"/>
                <w:szCs w:val="22"/>
              </w:rPr>
            </w:pPr>
            <w:r w:rsidRPr="00DE62B9">
              <w:rPr>
                <w:rFonts w:cs="Arial"/>
                <w:sz w:val="22"/>
                <w:szCs w:val="22"/>
              </w:rPr>
              <w:t>=</w:t>
            </w:r>
          </w:p>
        </w:tc>
        <w:tc>
          <w:tcPr>
            <w:tcW w:w="0" w:type="auto"/>
            <w:vAlign w:val="top"/>
          </w:tcPr>
          <w:p w:rsidR="000D128C" w:rsidRPr="00DE62B9" w:rsidRDefault="000D128C" w:rsidP="00CA2544">
            <w:pPr>
              <w:pStyle w:val="SDMTableBoxParaNotNumbered"/>
              <w:rPr>
                <w:rFonts w:cs="Arial"/>
                <w:sz w:val="22"/>
                <w:szCs w:val="22"/>
              </w:rPr>
            </w:pPr>
            <w:r w:rsidRPr="00DE62B9">
              <w:rPr>
                <w:rFonts w:cs="Arial"/>
                <w:sz w:val="22"/>
                <w:szCs w:val="22"/>
              </w:rPr>
              <w:t>Quantity of N</w:t>
            </w:r>
            <w:r w:rsidRPr="00DE62B9">
              <w:rPr>
                <w:rFonts w:cs="Arial"/>
                <w:sz w:val="22"/>
                <w:szCs w:val="22"/>
                <w:vertAlign w:val="subscript"/>
              </w:rPr>
              <w:t>2</w:t>
            </w:r>
            <w:r w:rsidRPr="00DE62B9">
              <w:rPr>
                <w:rFonts w:cs="Arial"/>
                <w:sz w:val="22"/>
                <w:szCs w:val="22"/>
              </w:rPr>
              <w:t xml:space="preserve">O supplied to the destruction facility from ammonia oxidation in year </w:t>
            </w:r>
            <w:r w:rsidRPr="00DE62B9">
              <w:rPr>
                <w:rFonts w:cs="Arial"/>
                <w:i/>
                <w:sz w:val="22"/>
                <w:szCs w:val="22"/>
              </w:rPr>
              <w:t>y</w:t>
            </w:r>
            <w:r w:rsidRPr="00DE62B9">
              <w:rPr>
                <w:rFonts w:cs="Arial"/>
                <w:sz w:val="22"/>
                <w:szCs w:val="22"/>
              </w:rPr>
              <w:t xml:space="preserve"> (tN</w:t>
            </w:r>
            <w:r w:rsidRPr="00DE62B9">
              <w:rPr>
                <w:rFonts w:cs="Arial"/>
                <w:sz w:val="22"/>
                <w:szCs w:val="22"/>
                <w:vertAlign w:val="subscript"/>
              </w:rPr>
              <w:t>2</w:t>
            </w:r>
            <w:r w:rsidRPr="00DE62B9">
              <w:rPr>
                <w:rFonts w:cs="Arial"/>
                <w:sz w:val="22"/>
                <w:szCs w:val="22"/>
              </w:rPr>
              <w:t>O)</w:t>
            </w:r>
          </w:p>
        </w:tc>
      </w:tr>
      <w:tr w:rsidR="000D128C" w:rsidRPr="00DE62B9" w:rsidTr="00CA2544">
        <w:tc>
          <w:tcPr>
            <w:tcW w:w="1701" w:type="dxa"/>
            <w:vAlign w:val="top"/>
          </w:tcPr>
          <w:p w:rsidR="000D128C" w:rsidRPr="00DE62B9" w:rsidRDefault="001F50D8" w:rsidP="00CA2544">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QI</m:t>
                    </m:r>
                  </m:e>
                  <m:sub>
                    <m:r>
                      <w:rPr>
                        <w:rFonts w:ascii="Cambria Math" w:hAnsi="Cambria Math" w:cs="Arial"/>
                        <w:sz w:val="22"/>
                        <w:szCs w:val="22"/>
                      </w:rPr>
                      <m:t>N2O,y</m:t>
                    </m:r>
                  </m:sub>
                </m:sSub>
              </m:oMath>
            </m:oMathPara>
          </w:p>
        </w:tc>
        <w:tc>
          <w:tcPr>
            <w:tcW w:w="345" w:type="dxa"/>
            <w:vAlign w:val="top"/>
          </w:tcPr>
          <w:p w:rsidR="000D128C" w:rsidRPr="00DE62B9" w:rsidRDefault="000D128C" w:rsidP="00CA2544">
            <w:pPr>
              <w:pStyle w:val="SDMTableBoxParaNotNumbered"/>
              <w:rPr>
                <w:rFonts w:cs="Arial"/>
                <w:sz w:val="22"/>
                <w:szCs w:val="22"/>
              </w:rPr>
            </w:pPr>
            <w:r w:rsidRPr="00DE62B9">
              <w:rPr>
                <w:rFonts w:cs="Arial"/>
                <w:sz w:val="22"/>
                <w:szCs w:val="22"/>
              </w:rPr>
              <w:t>=</w:t>
            </w:r>
          </w:p>
        </w:tc>
        <w:tc>
          <w:tcPr>
            <w:tcW w:w="0" w:type="auto"/>
            <w:vAlign w:val="top"/>
          </w:tcPr>
          <w:p w:rsidR="000D128C" w:rsidRPr="00DE62B9" w:rsidRDefault="000D128C" w:rsidP="00CA2544">
            <w:pPr>
              <w:pStyle w:val="SDMTableBoxParaNotNumbered"/>
              <w:rPr>
                <w:rFonts w:cs="Arial"/>
                <w:sz w:val="22"/>
                <w:szCs w:val="22"/>
              </w:rPr>
            </w:pPr>
            <w:r w:rsidRPr="00DE62B9">
              <w:rPr>
                <w:rFonts w:cs="Arial"/>
                <w:sz w:val="22"/>
                <w:szCs w:val="22"/>
              </w:rPr>
              <w:t>Quantity of N</w:t>
            </w:r>
            <w:r w:rsidRPr="00DE62B9">
              <w:rPr>
                <w:rFonts w:cs="Arial"/>
                <w:sz w:val="22"/>
                <w:szCs w:val="22"/>
                <w:vertAlign w:val="subscript"/>
              </w:rPr>
              <w:t>2</w:t>
            </w:r>
            <w:r w:rsidRPr="00DE62B9">
              <w:rPr>
                <w:rFonts w:cs="Arial"/>
                <w:sz w:val="22"/>
                <w:szCs w:val="22"/>
              </w:rPr>
              <w:t xml:space="preserve">O emissions at the inlet of the destruction facility in year </w:t>
            </w:r>
            <w:r w:rsidRPr="00DE62B9">
              <w:rPr>
                <w:rFonts w:cs="Arial"/>
                <w:i/>
                <w:sz w:val="22"/>
                <w:szCs w:val="22"/>
              </w:rPr>
              <w:t>y</w:t>
            </w:r>
            <w:r w:rsidRPr="00DE62B9">
              <w:rPr>
                <w:rFonts w:cs="Arial"/>
                <w:sz w:val="22"/>
                <w:szCs w:val="22"/>
              </w:rPr>
              <w:t xml:space="preserve"> (tN</w:t>
            </w:r>
            <w:r w:rsidRPr="00DE62B9">
              <w:rPr>
                <w:rFonts w:cs="Arial"/>
                <w:sz w:val="22"/>
                <w:szCs w:val="22"/>
                <w:vertAlign w:val="subscript"/>
              </w:rPr>
              <w:t>2</w:t>
            </w:r>
            <w:r w:rsidRPr="00DE62B9">
              <w:rPr>
                <w:rFonts w:cs="Arial"/>
                <w:sz w:val="22"/>
                <w:szCs w:val="22"/>
              </w:rPr>
              <w:t>O)</w:t>
            </w:r>
          </w:p>
        </w:tc>
      </w:tr>
    </w:tbl>
    <w:p w:rsidR="00B940E2" w:rsidRDefault="00B940E2" w:rsidP="009C4C2F">
      <w:pPr>
        <w:pStyle w:val="SDMPara"/>
        <w:numPr>
          <w:ilvl w:val="0"/>
          <w:numId w:val="4"/>
        </w:numPr>
      </w:pPr>
      <w:r>
        <w:t>The total quantity of N</w:t>
      </w:r>
      <w:r w:rsidR="00CE46FF" w:rsidRPr="00CE46FF">
        <w:rPr>
          <w:vertAlign w:val="subscript"/>
        </w:rPr>
        <w:t>2</w:t>
      </w:r>
      <w:r>
        <w:t>O supplied to the N</w:t>
      </w:r>
      <w:r w:rsidR="00CE46FF" w:rsidRPr="00CE46FF">
        <w:rPr>
          <w:vertAlign w:val="subscript"/>
        </w:rPr>
        <w:t>2</w:t>
      </w:r>
      <w:r>
        <w:t>O destruction facility (DF) is calculated based on continuous measurement of the tail gas volume flow rate and the N</w:t>
      </w:r>
      <w:r w:rsidR="00CE46FF" w:rsidRPr="00CE46FF">
        <w:rPr>
          <w:vertAlign w:val="subscript"/>
        </w:rPr>
        <w:t>2</w:t>
      </w:r>
      <w:r>
        <w:t>O concentration at the inlet of the N</w:t>
      </w:r>
      <w:r w:rsidR="00CE46FF" w:rsidRPr="00CE46FF">
        <w:rPr>
          <w:vertAlign w:val="subscript"/>
        </w:rPr>
        <w:t>2</w:t>
      </w:r>
      <w:r>
        <w:t>O destruction facility. Therefore the quantity of the N</w:t>
      </w:r>
      <w:r w:rsidR="00CE46FF" w:rsidRPr="00CE46FF">
        <w:rPr>
          <w:vertAlign w:val="subscript"/>
        </w:rPr>
        <w:t>2</w:t>
      </w:r>
      <w:r>
        <w:t>O at the inlet is given by:</w:t>
      </w:r>
    </w:p>
    <w:tbl>
      <w:tblPr>
        <w:tblStyle w:val="SDMMethTableEquation"/>
        <w:tblW w:w="8760" w:type="dxa"/>
        <w:tblLook w:val="0600" w:firstRow="0" w:lastRow="0" w:firstColumn="0" w:lastColumn="0" w:noHBand="1" w:noVBand="1"/>
      </w:tblPr>
      <w:tblGrid>
        <w:gridCol w:w="7091"/>
        <w:gridCol w:w="1669"/>
      </w:tblGrid>
      <w:tr w:rsidR="009E4C22" w:rsidRPr="00E32F75" w:rsidTr="00A545CA">
        <w:tc>
          <w:tcPr>
            <w:tcW w:w="7224" w:type="dxa"/>
          </w:tcPr>
          <w:p w:rsidR="009E4C22" w:rsidRPr="00252AA4" w:rsidRDefault="001F50D8" w:rsidP="00A545CA">
            <w:pPr>
              <w:pStyle w:val="SDMMethEquation"/>
            </w:pPr>
            <m:oMathPara>
              <m:oMathParaPr>
                <m:jc m:val="left"/>
              </m:oMathParaPr>
              <m:oMath>
                <m:sSub>
                  <m:sSubPr>
                    <m:ctrlPr>
                      <w:rPr>
                        <w:rFonts w:ascii="Cambria Math" w:hAnsi="Cambria Math"/>
                        <w:i/>
                      </w:rPr>
                    </m:ctrlPr>
                  </m:sSubPr>
                  <m:e>
                    <m:r>
                      <w:rPr>
                        <w:rFonts w:ascii="Cambria Math" w:hAnsi="Cambria Math"/>
                      </w:rPr>
                      <m:t>QI</m:t>
                    </m:r>
                  </m:e>
                  <m:sub>
                    <m:r>
                      <w:rPr>
                        <w:rFonts w:ascii="Cambria Math" w:hAnsi="Cambria Math"/>
                      </w:rPr>
                      <m:t>N2O,y</m:t>
                    </m:r>
                  </m:sub>
                </m:sSub>
                <m:r>
                  <w:rPr>
                    <w:rFonts w:ascii="Cambria Math" w:hAnsi="Cambria Math"/>
                  </w:rPr>
                  <m:t>=</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F</m:t>
                        </m:r>
                      </m:e>
                      <m:sub>
                        <m:r>
                          <w:rPr>
                            <w:rFonts w:ascii="Cambria Math" w:hAnsi="Cambria Math"/>
                          </w:rPr>
                          <m:t>TI,i</m:t>
                        </m:r>
                      </m:sub>
                    </m:sSub>
                    <m:r>
                      <w:rPr>
                        <w:rFonts w:ascii="Cambria Math" w:hAnsi="Cambria Math"/>
                      </w:rPr>
                      <m:t>×</m:t>
                    </m:r>
                    <m:sSub>
                      <m:sSubPr>
                        <m:ctrlPr>
                          <w:rPr>
                            <w:rFonts w:ascii="Cambria Math" w:hAnsi="Cambria Math"/>
                            <w:i/>
                          </w:rPr>
                        </m:ctrlPr>
                      </m:sSubPr>
                      <m:e>
                        <m:r>
                          <w:rPr>
                            <w:rFonts w:ascii="Cambria Math" w:hAnsi="Cambria Math"/>
                          </w:rPr>
                          <m:t>CI</m:t>
                        </m:r>
                      </m:e>
                      <m:sub>
                        <m:r>
                          <w:rPr>
                            <w:rFonts w:ascii="Cambria Math" w:hAnsi="Cambria Math"/>
                          </w:rPr>
                          <m:t>N2O,i</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i</m:t>
                        </m:r>
                      </m:sub>
                    </m:sSub>
                  </m:e>
                </m:nary>
              </m:oMath>
            </m:oMathPara>
          </w:p>
        </w:tc>
        <w:tc>
          <w:tcPr>
            <w:tcW w:w="1701" w:type="dxa"/>
          </w:tcPr>
          <w:p w:rsidR="009E4C22" w:rsidRPr="002B6960" w:rsidRDefault="009E4C22" w:rsidP="00A545CA">
            <w:pPr>
              <w:pStyle w:val="SDMMethEquationNr"/>
            </w:pPr>
          </w:p>
        </w:tc>
      </w:tr>
    </w:tbl>
    <w:p w:rsidR="009E4C22" w:rsidRDefault="009E4C22" w:rsidP="00A545CA">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9E4C22" w:rsidTr="00BB5CCE">
        <w:tc>
          <w:tcPr>
            <w:tcW w:w="1701" w:type="dxa"/>
            <w:vAlign w:val="top"/>
          </w:tcPr>
          <w:p w:rsidR="009E4C22"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QI</m:t>
                    </m:r>
                  </m:e>
                  <m:sub>
                    <m:r>
                      <w:rPr>
                        <w:rFonts w:ascii="Cambria Math" w:hAnsi="Cambria Math" w:cs="Arial"/>
                        <w:sz w:val="22"/>
                        <w:szCs w:val="22"/>
                      </w:rPr>
                      <m:t>N2O,y</m:t>
                    </m:r>
                  </m:sub>
                </m:sSub>
              </m:oMath>
            </m:oMathPara>
          </w:p>
        </w:tc>
        <w:tc>
          <w:tcPr>
            <w:tcW w:w="345" w:type="dxa"/>
            <w:vAlign w:val="top"/>
          </w:tcPr>
          <w:p w:rsidR="009E4C22" w:rsidRPr="00BB5CCE" w:rsidRDefault="009E4C22" w:rsidP="00BB5CCE">
            <w:pPr>
              <w:pStyle w:val="SDMTableBoxParaNotNumbered"/>
              <w:rPr>
                <w:rFonts w:cs="Arial"/>
                <w:sz w:val="22"/>
                <w:szCs w:val="22"/>
              </w:rPr>
            </w:pPr>
            <w:r w:rsidRPr="00BB5CCE">
              <w:rPr>
                <w:rFonts w:cs="Arial"/>
                <w:sz w:val="22"/>
                <w:szCs w:val="22"/>
              </w:rPr>
              <w:t>=</w:t>
            </w:r>
          </w:p>
        </w:tc>
        <w:tc>
          <w:tcPr>
            <w:tcW w:w="0" w:type="auto"/>
            <w:vAlign w:val="top"/>
          </w:tcPr>
          <w:p w:rsidR="009E4C22" w:rsidRPr="00BB5CCE" w:rsidRDefault="006829C9" w:rsidP="00BB5CCE">
            <w:pPr>
              <w:pStyle w:val="SDMTableBoxParaNotNumbered"/>
              <w:rPr>
                <w:rFonts w:cs="Arial"/>
                <w:sz w:val="22"/>
                <w:szCs w:val="22"/>
              </w:rPr>
            </w:pPr>
            <w:r w:rsidRPr="00BB5CCE">
              <w:rPr>
                <w:rFonts w:cs="Arial"/>
                <w:sz w:val="22"/>
                <w:szCs w:val="22"/>
              </w:rPr>
              <w:t>Quantity of N</w:t>
            </w:r>
            <w:r w:rsidRPr="00BB5CCE">
              <w:rPr>
                <w:rFonts w:cs="Arial"/>
                <w:sz w:val="22"/>
                <w:szCs w:val="22"/>
                <w:vertAlign w:val="subscript"/>
              </w:rPr>
              <w:t>2</w:t>
            </w:r>
            <w:r w:rsidRPr="00BB5CCE">
              <w:rPr>
                <w:rFonts w:cs="Arial"/>
                <w:sz w:val="22"/>
                <w:szCs w:val="22"/>
              </w:rPr>
              <w:t xml:space="preserve">O emissions at the inlet of the destruction facility in year </w:t>
            </w:r>
            <w:r w:rsidRPr="00BB5CCE">
              <w:rPr>
                <w:rFonts w:cs="Arial"/>
                <w:i/>
                <w:sz w:val="22"/>
                <w:szCs w:val="22"/>
              </w:rPr>
              <w:t>y</w:t>
            </w:r>
            <w:r w:rsidRPr="00BB5CCE">
              <w:rPr>
                <w:rFonts w:cs="Arial"/>
                <w:sz w:val="22"/>
                <w:szCs w:val="22"/>
              </w:rPr>
              <w:t xml:space="preserve"> (tN</w:t>
            </w:r>
            <w:r w:rsidRPr="00BB5CCE">
              <w:rPr>
                <w:rFonts w:cs="Arial"/>
                <w:sz w:val="22"/>
                <w:szCs w:val="22"/>
                <w:vertAlign w:val="subscript"/>
              </w:rPr>
              <w:t>2</w:t>
            </w:r>
            <w:r w:rsidRPr="00BB5CCE">
              <w:rPr>
                <w:rFonts w:cs="Arial"/>
                <w:sz w:val="22"/>
                <w:szCs w:val="22"/>
              </w:rPr>
              <w:t>O)</w:t>
            </w:r>
          </w:p>
        </w:tc>
      </w:tr>
      <w:tr w:rsidR="009E4C22" w:rsidTr="00BB5CCE">
        <w:tc>
          <w:tcPr>
            <w:tcW w:w="1701" w:type="dxa"/>
            <w:vAlign w:val="top"/>
          </w:tcPr>
          <w:p w:rsidR="009E4C22"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TI,i</m:t>
                    </m:r>
                  </m:sub>
                </m:sSub>
              </m:oMath>
            </m:oMathPara>
          </w:p>
        </w:tc>
        <w:tc>
          <w:tcPr>
            <w:tcW w:w="345" w:type="dxa"/>
            <w:vAlign w:val="top"/>
          </w:tcPr>
          <w:p w:rsidR="009E4C22" w:rsidRPr="00BB5CCE" w:rsidRDefault="009E4C22" w:rsidP="00BB5CCE">
            <w:pPr>
              <w:pStyle w:val="SDMTableBoxParaNotNumbered"/>
              <w:rPr>
                <w:rFonts w:cs="Arial"/>
                <w:sz w:val="22"/>
                <w:szCs w:val="22"/>
              </w:rPr>
            </w:pPr>
            <w:r w:rsidRPr="00BB5CCE">
              <w:rPr>
                <w:rFonts w:cs="Arial"/>
                <w:sz w:val="22"/>
                <w:szCs w:val="22"/>
              </w:rPr>
              <w:t>=</w:t>
            </w:r>
          </w:p>
        </w:tc>
        <w:tc>
          <w:tcPr>
            <w:tcW w:w="0" w:type="auto"/>
            <w:vAlign w:val="top"/>
          </w:tcPr>
          <w:p w:rsidR="009E4C22" w:rsidRPr="00BB5CCE" w:rsidRDefault="006829C9" w:rsidP="00BB5CCE">
            <w:pPr>
              <w:pStyle w:val="SDMTableBoxParaNotNumbered"/>
              <w:rPr>
                <w:rFonts w:cs="Arial"/>
                <w:sz w:val="22"/>
                <w:szCs w:val="22"/>
              </w:rPr>
            </w:pPr>
            <w:r w:rsidRPr="00BB5CCE">
              <w:rPr>
                <w:rFonts w:cs="Arial"/>
                <w:sz w:val="22"/>
                <w:szCs w:val="22"/>
              </w:rPr>
              <w:t xml:space="preserve">Volume flow rate at the inlet of the destruction facility during interval </w:t>
            </w:r>
            <w:r w:rsidRPr="00BB5CCE">
              <w:rPr>
                <w:rFonts w:cs="Arial"/>
                <w:i/>
                <w:sz w:val="22"/>
                <w:szCs w:val="22"/>
              </w:rPr>
              <w:t>i</w:t>
            </w:r>
            <w:r w:rsidRPr="00BB5CCE">
              <w:rPr>
                <w:rFonts w:cs="Arial"/>
                <w:sz w:val="22"/>
                <w:szCs w:val="22"/>
              </w:rPr>
              <w:t xml:space="preserve"> (m</w:t>
            </w:r>
            <w:r w:rsidRPr="00BB5CCE">
              <w:rPr>
                <w:rFonts w:cs="Arial"/>
                <w:sz w:val="22"/>
                <w:szCs w:val="22"/>
                <w:vertAlign w:val="superscript"/>
              </w:rPr>
              <w:t>3</w:t>
            </w:r>
            <w:r w:rsidRPr="00BB5CCE">
              <w:rPr>
                <w:rFonts w:cs="Arial"/>
                <w:sz w:val="22"/>
                <w:szCs w:val="22"/>
              </w:rPr>
              <w:t>/h)</w:t>
            </w:r>
            <w:r w:rsidRPr="00BB5CCE">
              <w:rPr>
                <w:rStyle w:val="FootnoteReference"/>
                <w:rFonts w:cs="Arial"/>
                <w:sz w:val="22"/>
                <w:szCs w:val="22"/>
              </w:rPr>
              <w:footnoteReference w:id="5"/>
            </w:r>
          </w:p>
        </w:tc>
      </w:tr>
      <w:tr w:rsidR="009E4C22" w:rsidTr="00BB5CCE">
        <w:tc>
          <w:tcPr>
            <w:tcW w:w="1701" w:type="dxa"/>
            <w:vAlign w:val="top"/>
          </w:tcPr>
          <w:p w:rsidR="009E4C22"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CI</m:t>
                    </m:r>
                  </m:e>
                  <m:sub>
                    <m:r>
                      <w:rPr>
                        <w:rFonts w:ascii="Cambria Math" w:hAnsi="Cambria Math" w:cs="Arial"/>
                        <w:sz w:val="22"/>
                        <w:szCs w:val="22"/>
                      </w:rPr>
                      <m:t>N2O,i</m:t>
                    </m:r>
                  </m:sub>
                </m:sSub>
              </m:oMath>
            </m:oMathPara>
          </w:p>
        </w:tc>
        <w:tc>
          <w:tcPr>
            <w:tcW w:w="345" w:type="dxa"/>
            <w:vAlign w:val="top"/>
          </w:tcPr>
          <w:p w:rsidR="009E4C22" w:rsidRPr="00BB5CCE" w:rsidRDefault="009E4C22" w:rsidP="00BB5CCE">
            <w:pPr>
              <w:pStyle w:val="SDMTableBoxParaNotNumbered"/>
              <w:rPr>
                <w:rFonts w:cs="Arial"/>
                <w:sz w:val="22"/>
                <w:szCs w:val="22"/>
              </w:rPr>
            </w:pPr>
            <w:r w:rsidRPr="00BB5CCE">
              <w:rPr>
                <w:rFonts w:cs="Arial"/>
                <w:sz w:val="22"/>
                <w:szCs w:val="22"/>
              </w:rPr>
              <w:t>=</w:t>
            </w:r>
          </w:p>
        </w:tc>
        <w:tc>
          <w:tcPr>
            <w:tcW w:w="0" w:type="auto"/>
            <w:vAlign w:val="top"/>
          </w:tcPr>
          <w:p w:rsidR="009E4C22" w:rsidRPr="00BB5CCE" w:rsidRDefault="006829C9" w:rsidP="00BB5CCE">
            <w:pPr>
              <w:pStyle w:val="SDMTableBoxParaNotNumbered"/>
              <w:rPr>
                <w:rFonts w:cs="Arial"/>
                <w:sz w:val="22"/>
                <w:szCs w:val="22"/>
              </w:rPr>
            </w:pPr>
            <w:r w:rsidRPr="00BB5CCE">
              <w:rPr>
                <w:rFonts w:cs="Arial"/>
                <w:sz w:val="22"/>
                <w:szCs w:val="22"/>
              </w:rPr>
              <w:t>N</w:t>
            </w:r>
            <w:r w:rsidRPr="00BB5CCE">
              <w:rPr>
                <w:rFonts w:cs="Arial"/>
                <w:sz w:val="22"/>
                <w:szCs w:val="22"/>
                <w:vertAlign w:val="subscript"/>
              </w:rPr>
              <w:t>2</w:t>
            </w:r>
            <w:r w:rsidRPr="00BB5CCE">
              <w:rPr>
                <w:rFonts w:cs="Arial"/>
                <w:sz w:val="22"/>
                <w:szCs w:val="22"/>
              </w:rPr>
              <w:t xml:space="preserve">O concentration a destruction facility inlet during interval </w:t>
            </w:r>
            <w:r w:rsidRPr="00BB5CCE">
              <w:rPr>
                <w:rFonts w:cs="Arial"/>
                <w:i/>
                <w:sz w:val="22"/>
                <w:szCs w:val="22"/>
              </w:rPr>
              <w:t>i</w:t>
            </w:r>
            <w:r w:rsidRPr="00BB5CCE">
              <w:rPr>
                <w:rFonts w:cs="Arial"/>
                <w:sz w:val="22"/>
                <w:szCs w:val="22"/>
              </w:rPr>
              <w:t xml:space="preserve"> (tN</w:t>
            </w:r>
            <w:r w:rsidRPr="00BB5CCE">
              <w:rPr>
                <w:rFonts w:cs="Arial"/>
                <w:sz w:val="22"/>
                <w:szCs w:val="22"/>
                <w:vertAlign w:val="subscript"/>
              </w:rPr>
              <w:t>2</w:t>
            </w:r>
            <w:r w:rsidRPr="00BB5CCE">
              <w:rPr>
                <w:rFonts w:cs="Arial"/>
                <w:sz w:val="22"/>
                <w:szCs w:val="22"/>
              </w:rPr>
              <w:t>O/m</w:t>
            </w:r>
            <w:r w:rsidRPr="00BB5CCE">
              <w:rPr>
                <w:rFonts w:cs="Arial"/>
                <w:sz w:val="22"/>
                <w:szCs w:val="22"/>
                <w:vertAlign w:val="superscript"/>
              </w:rPr>
              <w:t>3</w:t>
            </w:r>
            <w:r w:rsidRPr="00BB5CCE">
              <w:rPr>
                <w:rFonts w:cs="Arial"/>
                <w:sz w:val="22"/>
                <w:szCs w:val="22"/>
              </w:rPr>
              <w:t>)</w:t>
            </w:r>
          </w:p>
        </w:tc>
      </w:tr>
      <w:tr w:rsidR="006829C9" w:rsidTr="00BB5CCE">
        <w:tc>
          <w:tcPr>
            <w:tcW w:w="1701" w:type="dxa"/>
            <w:vAlign w:val="top"/>
          </w:tcPr>
          <w:p w:rsidR="006829C9"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M</m:t>
                    </m:r>
                  </m:e>
                  <m:sub>
                    <m:r>
                      <w:rPr>
                        <w:rFonts w:ascii="Cambria Math" w:hAnsi="Cambria Math" w:cs="Arial"/>
                        <w:sz w:val="22"/>
                        <w:szCs w:val="22"/>
                      </w:rPr>
                      <m:t>i</m:t>
                    </m:r>
                  </m:sub>
                </m:sSub>
              </m:oMath>
            </m:oMathPara>
          </w:p>
        </w:tc>
        <w:tc>
          <w:tcPr>
            <w:tcW w:w="345" w:type="dxa"/>
            <w:vAlign w:val="top"/>
          </w:tcPr>
          <w:p w:rsidR="006829C9" w:rsidRPr="00BB5CCE" w:rsidRDefault="006829C9" w:rsidP="00BB5CCE">
            <w:pPr>
              <w:pStyle w:val="SDMTableBoxParaNotNumbered"/>
              <w:rPr>
                <w:rFonts w:cs="Arial"/>
                <w:sz w:val="22"/>
                <w:szCs w:val="22"/>
              </w:rPr>
            </w:pPr>
            <w:r w:rsidRPr="00BB5CCE">
              <w:rPr>
                <w:rFonts w:cs="Arial"/>
                <w:sz w:val="22"/>
                <w:szCs w:val="22"/>
              </w:rPr>
              <w:t>=</w:t>
            </w:r>
          </w:p>
        </w:tc>
        <w:tc>
          <w:tcPr>
            <w:tcW w:w="0" w:type="auto"/>
            <w:vAlign w:val="top"/>
          </w:tcPr>
          <w:p w:rsidR="006829C9" w:rsidRPr="00BB5CCE" w:rsidRDefault="006829C9" w:rsidP="00BB5CCE">
            <w:pPr>
              <w:pStyle w:val="SDMTableBoxParaNotNumbered"/>
              <w:rPr>
                <w:rFonts w:cs="Arial"/>
                <w:sz w:val="22"/>
                <w:szCs w:val="22"/>
              </w:rPr>
            </w:pPr>
            <w:r w:rsidRPr="00BB5CCE">
              <w:rPr>
                <w:rFonts w:cs="Arial"/>
                <w:sz w:val="22"/>
                <w:szCs w:val="22"/>
              </w:rPr>
              <w:t xml:space="preserve">Length of measuring interval </w:t>
            </w:r>
            <w:r w:rsidRPr="00BB5CCE">
              <w:rPr>
                <w:rFonts w:cs="Arial"/>
                <w:i/>
                <w:sz w:val="22"/>
                <w:szCs w:val="22"/>
              </w:rPr>
              <w:t xml:space="preserve">i </w:t>
            </w:r>
            <w:r w:rsidRPr="00BB5CCE">
              <w:rPr>
                <w:rFonts w:cs="Arial"/>
                <w:sz w:val="22"/>
                <w:szCs w:val="22"/>
              </w:rPr>
              <w:t>(h)</w:t>
            </w:r>
          </w:p>
        </w:tc>
      </w:tr>
      <w:tr w:rsidR="006829C9" w:rsidTr="00BB5CCE">
        <w:tc>
          <w:tcPr>
            <w:tcW w:w="1701" w:type="dxa"/>
            <w:vAlign w:val="top"/>
          </w:tcPr>
          <w:p w:rsidR="006829C9" w:rsidRPr="00BB5CCE" w:rsidRDefault="006829C9" w:rsidP="00BB5CCE">
            <w:pPr>
              <w:pStyle w:val="SDMTableBoxParaNotNumbered"/>
              <w:rPr>
                <w:rFonts w:cs="Arial"/>
                <w:sz w:val="22"/>
                <w:szCs w:val="22"/>
              </w:rPr>
            </w:pPr>
            <m:oMathPara>
              <m:oMathParaPr>
                <m:jc m:val="left"/>
              </m:oMathParaPr>
              <m:oMath>
                <m:r>
                  <w:rPr>
                    <w:rFonts w:ascii="Cambria Math" w:hAnsi="Cambria Math" w:cs="Arial"/>
                    <w:sz w:val="22"/>
                    <w:szCs w:val="22"/>
                  </w:rPr>
                  <m:t>i</m:t>
                </m:r>
              </m:oMath>
            </m:oMathPara>
          </w:p>
        </w:tc>
        <w:tc>
          <w:tcPr>
            <w:tcW w:w="345" w:type="dxa"/>
            <w:vAlign w:val="top"/>
          </w:tcPr>
          <w:p w:rsidR="006829C9" w:rsidRPr="00BB5CCE" w:rsidRDefault="006829C9" w:rsidP="00BB5CCE">
            <w:pPr>
              <w:pStyle w:val="SDMTableBoxParaNotNumbered"/>
              <w:rPr>
                <w:rFonts w:cs="Arial"/>
                <w:sz w:val="22"/>
                <w:szCs w:val="22"/>
              </w:rPr>
            </w:pPr>
            <w:r w:rsidRPr="00BB5CCE">
              <w:rPr>
                <w:rFonts w:cs="Arial"/>
                <w:sz w:val="22"/>
                <w:szCs w:val="22"/>
              </w:rPr>
              <w:t>=</w:t>
            </w:r>
          </w:p>
        </w:tc>
        <w:tc>
          <w:tcPr>
            <w:tcW w:w="0" w:type="auto"/>
            <w:vAlign w:val="top"/>
          </w:tcPr>
          <w:p w:rsidR="006829C9" w:rsidRPr="00BB5CCE" w:rsidRDefault="006829C9" w:rsidP="00BB5CCE">
            <w:pPr>
              <w:pStyle w:val="SDMTableBoxParaNotNumbered"/>
              <w:rPr>
                <w:rFonts w:cs="Arial"/>
                <w:sz w:val="22"/>
                <w:szCs w:val="22"/>
              </w:rPr>
            </w:pPr>
            <w:r w:rsidRPr="00BB5CCE">
              <w:rPr>
                <w:rFonts w:cs="Arial"/>
                <w:sz w:val="22"/>
                <w:szCs w:val="22"/>
              </w:rPr>
              <w:t>Interval</w:t>
            </w:r>
          </w:p>
        </w:tc>
      </w:tr>
      <w:tr w:rsidR="006829C9" w:rsidTr="00BB5CCE">
        <w:tc>
          <w:tcPr>
            <w:tcW w:w="1701" w:type="dxa"/>
            <w:vAlign w:val="top"/>
          </w:tcPr>
          <w:p w:rsidR="006829C9" w:rsidRPr="00BB5CCE" w:rsidRDefault="006829C9" w:rsidP="00BB5CCE">
            <w:pPr>
              <w:pStyle w:val="SDMTableBoxParaNotNumbered"/>
              <w:rPr>
                <w:rFonts w:cs="Arial"/>
                <w:sz w:val="22"/>
                <w:szCs w:val="22"/>
              </w:rPr>
            </w:pPr>
            <m:oMathPara>
              <m:oMathParaPr>
                <m:jc m:val="left"/>
              </m:oMathParaPr>
              <m:oMath>
                <m:r>
                  <w:rPr>
                    <w:rFonts w:ascii="Cambria Math" w:hAnsi="Cambria Math" w:cs="Arial"/>
                    <w:sz w:val="22"/>
                    <w:szCs w:val="22"/>
                  </w:rPr>
                  <m:t>n</m:t>
                </m:r>
              </m:oMath>
            </m:oMathPara>
          </w:p>
        </w:tc>
        <w:tc>
          <w:tcPr>
            <w:tcW w:w="345" w:type="dxa"/>
            <w:vAlign w:val="top"/>
          </w:tcPr>
          <w:p w:rsidR="006829C9" w:rsidRPr="00BB5CCE" w:rsidRDefault="006829C9" w:rsidP="00BB5CCE">
            <w:pPr>
              <w:pStyle w:val="SDMTableBoxParaNotNumbered"/>
              <w:rPr>
                <w:rFonts w:cs="Arial"/>
                <w:sz w:val="22"/>
                <w:szCs w:val="22"/>
              </w:rPr>
            </w:pPr>
            <w:r w:rsidRPr="00BB5CCE">
              <w:rPr>
                <w:rFonts w:cs="Arial"/>
                <w:sz w:val="22"/>
                <w:szCs w:val="22"/>
              </w:rPr>
              <w:t>=</w:t>
            </w:r>
          </w:p>
        </w:tc>
        <w:tc>
          <w:tcPr>
            <w:tcW w:w="0" w:type="auto"/>
            <w:vAlign w:val="top"/>
          </w:tcPr>
          <w:p w:rsidR="006829C9" w:rsidRPr="00BB5CCE" w:rsidRDefault="006829C9" w:rsidP="00BB5CCE">
            <w:pPr>
              <w:pStyle w:val="SDMTableBoxParaNotNumbered"/>
              <w:rPr>
                <w:rFonts w:cs="Arial"/>
                <w:sz w:val="22"/>
                <w:szCs w:val="22"/>
              </w:rPr>
            </w:pPr>
            <w:r w:rsidRPr="00BB5CCE">
              <w:rPr>
                <w:rFonts w:cs="Arial"/>
                <w:sz w:val="22"/>
                <w:szCs w:val="22"/>
              </w:rPr>
              <w:t>Number of intervals during the year</w:t>
            </w:r>
          </w:p>
        </w:tc>
      </w:tr>
    </w:tbl>
    <w:p w:rsidR="00B940E2" w:rsidRDefault="00B940E2" w:rsidP="00C32F71">
      <w:pPr>
        <w:pStyle w:val="SDMPara"/>
        <w:keepNext/>
        <w:numPr>
          <w:ilvl w:val="0"/>
          <w:numId w:val="0"/>
        </w:numPr>
      </w:pPr>
      <w:r>
        <w:lastRenderedPageBreak/>
        <w:t>If,</w:t>
      </w:r>
    </w:p>
    <w:tbl>
      <w:tblPr>
        <w:tblStyle w:val="SDMMethTableEquation"/>
        <w:tblW w:w="8760" w:type="dxa"/>
        <w:tblLook w:val="0600" w:firstRow="0" w:lastRow="0" w:firstColumn="0" w:lastColumn="0" w:noHBand="1" w:noVBand="1"/>
      </w:tblPr>
      <w:tblGrid>
        <w:gridCol w:w="7093"/>
        <w:gridCol w:w="1667"/>
      </w:tblGrid>
      <w:tr w:rsidR="006829C9" w:rsidRPr="00E32F75" w:rsidTr="00A545CA">
        <w:tc>
          <w:tcPr>
            <w:tcW w:w="7224" w:type="dxa"/>
          </w:tcPr>
          <w:p w:rsidR="006829C9" w:rsidRPr="00252AA4" w:rsidRDefault="001F50D8" w:rsidP="00A545CA">
            <w:pPr>
              <w:pStyle w:val="SDMMethEquation"/>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product,y</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product,max</m:t>
                    </m:r>
                  </m:sub>
                </m:sSub>
              </m:oMath>
            </m:oMathPara>
          </w:p>
        </w:tc>
        <w:tc>
          <w:tcPr>
            <w:tcW w:w="1701" w:type="dxa"/>
          </w:tcPr>
          <w:p w:rsidR="006829C9" w:rsidRPr="002B6960" w:rsidRDefault="006829C9" w:rsidP="00A545CA">
            <w:pPr>
              <w:pStyle w:val="SDMMethEquationNr"/>
            </w:pPr>
          </w:p>
        </w:tc>
      </w:tr>
    </w:tbl>
    <w:p w:rsidR="00B940E2" w:rsidRDefault="00B940E2" w:rsidP="006829C9">
      <w:pPr>
        <w:pStyle w:val="SDMPara"/>
        <w:numPr>
          <w:ilvl w:val="0"/>
          <w:numId w:val="0"/>
        </w:numPr>
      </w:pPr>
      <w:r>
        <w:t>Then,</w:t>
      </w:r>
    </w:p>
    <w:p w:rsidR="00B940E2" w:rsidRPr="006829C9" w:rsidRDefault="00B940E2" w:rsidP="00B940E2">
      <w:pPr>
        <w:rPr>
          <w:strike/>
        </w:rPr>
      </w:pPr>
    </w:p>
    <w:tbl>
      <w:tblPr>
        <w:tblStyle w:val="SDMMethTableEquation"/>
        <w:tblW w:w="8760" w:type="dxa"/>
        <w:tblLook w:val="0600" w:firstRow="0" w:lastRow="0" w:firstColumn="0" w:lastColumn="0" w:noHBand="1" w:noVBand="1"/>
      </w:tblPr>
      <w:tblGrid>
        <w:gridCol w:w="7100"/>
        <w:gridCol w:w="1660"/>
      </w:tblGrid>
      <w:tr w:rsidR="006829C9" w:rsidRPr="00E32F75" w:rsidTr="00A545CA">
        <w:tc>
          <w:tcPr>
            <w:tcW w:w="7224" w:type="dxa"/>
          </w:tcPr>
          <w:p w:rsidR="006829C9" w:rsidRPr="00252AA4" w:rsidRDefault="001F50D8" w:rsidP="00A545CA">
            <w:pPr>
              <w:pStyle w:val="SDMMethEquation"/>
            </w:pPr>
            <m:oMath>
              <m:sSub>
                <m:sSubPr>
                  <m:ctrlPr>
                    <w:rPr>
                      <w:rFonts w:ascii="Cambria Math" w:hAnsi="Cambria Math"/>
                      <w:i/>
                    </w:rPr>
                  </m:ctrlPr>
                </m:sSubPr>
                <m:e>
                  <m:r>
                    <w:rPr>
                      <w:rFonts w:ascii="Cambria Math" w:hAnsi="Cambria Math"/>
                    </w:rPr>
                    <m:t>BE</m:t>
                  </m:r>
                </m:e>
                <m:sub>
                  <m:r>
                    <w:rPr>
                      <w:rFonts w:ascii="Cambria Math" w:hAnsi="Cambria Math"/>
                    </w:rPr>
                    <m:t>N2O,y</m:t>
                  </m:r>
                </m:sub>
              </m:sSub>
              <m:r>
                <w:rPr>
                  <w:rFonts w:ascii="Cambria Math" w:hAnsi="Cambria Math"/>
                </w:rPr>
                <m:t>=min</m:t>
              </m:r>
              <m:d>
                <m:dPr>
                  <m:ctrlPr>
                    <w:rPr>
                      <w:rFonts w:ascii="Cambria Math" w:hAnsi="Cambria Math"/>
                      <w:i/>
                    </w:rPr>
                  </m:ctrlPr>
                </m:dPr>
                <m:e>
                  <m:sSub>
                    <m:sSubPr>
                      <m:ctrlPr>
                        <w:rPr>
                          <w:rFonts w:ascii="Cambria Math" w:hAnsi="Cambria Math"/>
                          <w:i/>
                        </w:rPr>
                      </m:ctrlPr>
                    </m:sSubPr>
                    <m:e>
                      <m:r>
                        <w:rPr>
                          <w:rFonts w:ascii="Cambria Math" w:hAnsi="Cambria Math"/>
                        </w:rPr>
                        <m:t>SE</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N2O,IPCC</m:t>
                      </m:r>
                    </m:sub>
                  </m:sSub>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product,max</m:t>
                  </m:r>
                </m:sub>
              </m:sSub>
            </m:oMath>
            <w:r w:rsidR="003A087F">
              <w:t xml:space="preserve"> for Raschig process</w:t>
            </w:r>
          </w:p>
        </w:tc>
        <w:tc>
          <w:tcPr>
            <w:tcW w:w="1701" w:type="dxa"/>
          </w:tcPr>
          <w:p w:rsidR="006829C9" w:rsidRPr="002B6960" w:rsidRDefault="006829C9" w:rsidP="00A545CA">
            <w:pPr>
              <w:pStyle w:val="SDMMethEquationNr"/>
            </w:pPr>
          </w:p>
        </w:tc>
      </w:tr>
    </w:tbl>
    <w:p w:rsidR="006829C9" w:rsidRDefault="006829C9" w:rsidP="00A545CA">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6829C9" w:rsidRPr="00BB5CCE" w:rsidTr="00BB5CCE">
        <w:tc>
          <w:tcPr>
            <w:tcW w:w="1701" w:type="dxa"/>
            <w:vAlign w:val="top"/>
          </w:tcPr>
          <w:p w:rsidR="006829C9"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BE</m:t>
                    </m:r>
                  </m:e>
                  <m:sub>
                    <m:r>
                      <w:rPr>
                        <w:rFonts w:ascii="Cambria Math" w:hAnsi="Cambria Math" w:cs="Arial"/>
                        <w:sz w:val="22"/>
                        <w:szCs w:val="22"/>
                      </w:rPr>
                      <m:t>N2O,y</m:t>
                    </m:r>
                  </m:sub>
                </m:sSub>
              </m:oMath>
            </m:oMathPara>
          </w:p>
        </w:tc>
        <w:tc>
          <w:tcPr>
            <w:tcW w:w="345" w:type="dxa"/>
            <w:vAlign w:val="top"/>
          </w:tcPr>
          <w:p w:rsidR="006829C9" w:rsidRPr="00BB5CCE" w:rsidRDefault="006829C9" w:rsidP="00BB5CCE">
            <w:pPr>
              <w:pStyle w:val="SDMTableBoxParaNotNumbered"/>
              <w:rPr>
                <w:rFonts w:cs="Arial"/>
                <w:sz w:val="22"/>
                <w:szCs w:val="22"/>
              </w:rPr>
            </w:pPr>
            <w:r w:rsidRPr="00BB5CCE">
              <w:rPr>
                <w:rFonts w:cs="Arial"/>
                <w:sz w:val="22"/>
                <w:szCs w:val="22"/>
              </w:rPr>
              <w:t>=</w:t>
            </w:r>
          </w:p>
        </w:tc>
        <w:tc>
          <w:tcPr>
            <w:tcW w:w="0" w:type="auto"/>
            <w:vAlign w:val="top"/>
          </w:tcPr>
          <w:p w:rsidR="006829C9" w:rsidRPr="00BB5CCE" w:rsidRDefault="003A087F" w:rsidP="00BB5CCE">
            <w:pPr>
              <w:pStyle w:val="SDMTableBoxParaNotNumbered"/>
              <w:rPr>
                <w:rFonts w:cs="Arial"/>
                <w:sz w:val="22"/>
                <w:szCs w:val="22"/>
              </w:rPr>
            </w:pPr>
            <w:r w:rsidRPr="00BB5CCE">
              <w:rPr>
                <w:rFonts w:cs="Arial"/>
                <w:sz w:val="22"/>
                <w:szCs w:val="22"/>
              </w:rPr>
              <w:t>Baseline emissions of N</w:t>
            </w:r>
            <w:r w:rsidRPr="00BB5CCE">
              <w:rPr>
                <w:rFonts w:cs="Arial"/>
                <w:sz w:val="22"/>
                <w:szCs w:val="22"/>
                <w:vertAlign w:val="subscript"/>
              </w:rPr>
              <w:t>2</w:t>
            </w:r>
            <w:r w:rsidRPr="00BB5CCE">
              <w:rPr>
                <w:rFonts w:cs="Arial"/>
                <w:sz w:val="22"/>
                <w:szCs w:val="22"/>
              </w:rPr>
              <w:t xml:space="preserve">O in year </w:t>
            </w:r>
            <w:r w:rsidRPr="00BB5CCE">
              <w:rPr>
                <w:rFonts w:cs="Arial"/>
                <w:i/>
                <w:sz w:val="22"/>
                <w:szCs w:val="22"/>
              </w:rPr>
              <w:t>y</w:t>
            </w:r>
            <w:r w:rsidRPr="00BB5CCE">
              <w:rPr>
                <w:rFonts w:cs="Arial"/>
                <w:sz w:val="22"/>
                <w:szCs w:val="22"/>
              </w:rPr>
              <w:t xml:space="preserve"> (tN</w:t>
            </w:r>
            <w:r w:rsidRPr="00BB5CCE">
              <w:rPr>
                <w:rFonts w:cs="Arial"/>
                <w:sz w:val="22"/>
                <w:szCs w:val="22"/>
                <w:vertAlign w:val="subscript"/>
              </w:rPr>
              <w:t>2</w:t>
            </w:r>
            <w:r w:rsidRPr="00BB5CCE">
              <w:rPr>
                <w:rFonts w:cs="Arial"/>
                <w:sz w:val="22"/>
                <w:szCs w:val="22"/>
              </w:rPr>
              <w:t>O)</w:t>
            </w:r>
          </w:p>
        </w:tc>
      </w:tr>
      <w:tr w:rsidR="006829C9" w:rsidRPr="00BB5CCE" w:rsidTr="00BB5CCE">
        <w:tc>
          <w:tcPr>
            <w:tcW w:w="1701" w:type="dxa"/>
            <w:vAlign w:val="top"/>
          </w:tcPr>
          <w:p w:rsidR="006829C9"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SE</m:t>
                    </m:r>
                  </m:e>
                  <m:sub>
                    <m:r>
                      <w:rPr>
                        <w:rFonts w:ascii="Cambria Math" w:hAnsi="Cambria Math" w:cs="Arial"/>
                        <w:sz w:val="22"/>
                        <w:szCs w:val="22"/>
                      </w:rPr>
                      <m:t>N2O,y</m:t>
                    </m:r>
                  </m:sub>
                </m:sSub>
              </m:oMath>
            </m:oMathPara>
          </w:p>
        </w:tc>
        <w:tc>
          <w:tcPr>
            <w:tcW w:w="345" w:type="dxa"/>
            <w:vAlign w:val="top"/>
          </w:tcPr>
          <w:p w:rsidR="006829C9" w:rsidRPr="00BB5CCE" w:rsidRDefault="006829C9" w:rsidP="00BB5CCE">
            <w:pPr>
              <w:pStyle w:val="SDMTableBoxParaNotNumbered"/>
              <w:rPr>
                <w:rFonts w:cs="Arial"/>
                <w:sz w:val="22"/>
                <w:szCs w:val="22"/>
              </w:rPr>
            </w:pPr>
            <w:r w:rsidRPr="00BB5CCE">
              <w:rPr>
                <w:rFonts w:cs="Arial"/>
                <w:sz w:val="22"/>
                <w:szCs w:val="22"/>
              </w:rPr>
              <w:t>=</w:t>
            </w:r>
          </w:p>
        </w:tc>
        <w:tc>
          <w:tcPr>
            <w:tcW w:w="0" w:type="auto"/>
            <w:vAlign w:val="top"/>
          </w:tcPr>
          <w:p w:rsidR="006829C9" w:rsidRPr="00BB5CCE" w:rsidRDefault="003A087F" w:rsidP="00ED25D7">
            <w:pPr>
              <w:pStyle w:val="SDMTableBoxParaNotNumbered"/>
              <w:rPr>
                <w:rFonts w:cs="Arial"/>
                <w:sz w:val="22"/>
                <w:szCs w:val="22"/>
              </w:rPr>
            </w:pPr>
            <w:r w:rsidRPr="00BB5CCE">
              <w:rPr>
                <w:rFonts w:cs="Arial"/>
                <w:sz w:val="22"/>
                <w:szCs w:val="22"/>
              </w:rPr>
              <w:t>Specific N</w:t>
            </w:r>
            <w:r w:rsidRPr="00BB5CCE">
              <w:rPr>
                <w:rFonts w:cs="Arial"/>
                <w:sz w:val="22"/>
                <w:szCs w:val="22"/>
                <w:vertAlign w:val="subscript"/>
              </w:rPr>
              <w:t>2</w:t>
            </w:r>
            <w:r w:rsidRPr="00BB5CCE">
              <w:rPr>
                <w:rFonts w:cs="Arial"/>
                <w:sz w:val="22"/>
                <w:szCs w:val="22"/>
              </w:rPr>
              <w:t>O emissions per unit of output product of caprolactam in year</w:t>
            </w:r>
            <w:r w:rsidR="002F64A0" w:rsidRPr="00BB5CCE">
              <w:rPr>
                <w:rFonts w:cs="Arial"/>
                <w:sz w:val="22"/>
                <w:szCs w:val="22"/>
              </w:rPr>
              <w:t> </w:t>
            </w:r>
            <w:r w:rsidRPr="00BB5CCE">
              <w:rPr>
                <w:rFonts w:cs="Arial"/>
                <w:i/>
                <w:sz w:val="22"/>
                <w:szCs w:val="22"/>
              </w:rPr>
              <w:t>y</w:t>
            </w:r>
            <w:r w:rsidRPr="00BB5CCE">
              <w:rPr>
                <w:rFonts w:cs="Arial"/>
                <w:sz w:val="22"/>
                <w:szCs w:val="22"/>
              </w:rPr>
              <w:t xml:space="preserve"> (tN</w:t>
            </w:r>
            <w:r w:rsidRPr="00BB5CCE">
              <w:rPr>
                <w:rFonts w:cs="Arial"/>
                <w:sz w:val="22"/>
                <w:szCs w:val="22"/>
                <w:vertAlign w:val="subscript"/>
              </w:rPr>
              <w:t>2</w:t>
            </w:r>
            <w:r w:rsidRPr="00BB5CCE">
              <w:rPr>
                <w:rFonts w:cs="Arial"/>
                <w:sz w:val="22"/>
                <w:szCs w:val="22"/>
              </w:rPr>
              <w:t>O/t Product)</w:t>
            </w:r>
          </w:p>
        </w:tc>
      </w:tr>
      <w:tr w:rsidR="006829C9" w:rsidRPr="00BB5CCE" w:rsidTr="00BB5CCE">
        <w:tc>
          <w:tcPr>
            <w:tcW w:w="1701" w:type="dxa"/>
            <w:vAlign w:val="top"/>
          </w:tcPr>
          <w:p w:rsidR="006829C9"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product,max</m:t>
                    </m:r>
                  </m:sub>
                </m:sSub>
              </m:oMath>
            </m:oMathPara>
          </w:p>
        </w:tc>
        <w:tc>
          <w:tcPr>
            <w:tcW w:w="345" w:type="dxa"/>
            <w:vAlign w:val="top"/>
          </w:tcPr>
          <w:p w:rsidR="006829C9" w:rsidRPr="00BB5CCE" w:rsidRDefault="006829C9" w:rsidP="00BB5CCE">
            <w:pPr>
              <w:pStyle w:val="SDMTableBoxParaNotNumbered"/>
              <w:rPr>
                <w:rFonts w:cs="Arial"/>
                <w:sz w:val="22"/>
                <w:szCs w:val="22"/>
              </w:rPr>
            </w:pPr>
            <w:r w:rsidRPr="00BB5CCE">
              <w:rPr>
                <w:rFonts w:cs="Arial"/>
                <w:sz w:val="22"/>
                <w:szCs w:val="22"/>
              </w:rPr>
              <w:t>=</w:t>
            </w:r>
          </w:p>
        </w:tc>
        <w:tc>
          <w:tcPr>
            <w:tcW w:w="0" w:type="auto"/>
            <w:vAlign w:val="top"/>
          </w:tcPr>
          <w:p w:rsidR="006829C9" w:rsidRPr="00BB5CCE" w:rsidRDefault="003A087F" w:rsidP="00BB5CCE">
            <w:pPr>
              <w:pStyle w:val="SDMTableBoxParaNotNumbered"/>
              <w:rPr>
                <w:rFonts w:cs="Arial"/>
                <w:sz w:val="22"/>
                <w:szCs w:val="22"/>
              </w:rPr>
            </w:pPr>
            <w:r w:rsidRPr="00BB5CCE">
              <w:rPr>
                <w:rFonts w:cs="Arial"/>
                <w:sz w:val="22"/>
                <w:szCs w:val="22"/>
              </w:rPr>
              <w:t>Design capacity (t Product )</w:t>
            </w:r>
          </w:p>
        </w:tc>
      </w:tr>
      <w:tr w:rsidR="003A087F" w:rsidRPr="00BB5CCE" w:rsidTr="00BB5CCE">
        <w:tc>
          <w:tcPr>
            <w:tcW w:w="1701" w:type="dxa"/>
            <w:vAlign w:val="top"/>
          </w:tcPr>
          <w:p w:rsidR="003A087F" w:rsidRPr="00BB5CCE" w:rsidRDefault="001F50D8" w:rsidP="00BB5CCE">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EF</m:t>
                    </m:r>
                  </m:e>
                  <m:sub>
                    <m:r>
                      <w:rPr>
                        <w:rFonts w:ascii="Cambria Math" w:hAnsi="Cambria Math" w:cs="Arial"/>
                        <w:sz w:val="22"/>
                        <w:szCs w:val="22"/>
                      </w:rPr>
                      <m:t>N2O,IPCC</m:t>
                    </m:r>
                  </m:sub>
                </m:sSub>
              </m:oMath>
            </m:oMathPara>
          </w:p>
        </w:tc>
        <w:tc>
          <w:tcPr>
            <w:tcW w:w="345" w:type="dxa"/>
            <w:vAlign w:val="top"/>
          </w:tcPr>
          <w:p w:rsidR="003A087F" w:rsidRPr="00BB5CCE" w:rsidRDefault="003A087F" w:rsidP="00BB5CCE">
            <w:pPr>
              <w:pStyle w:val="SDMTableBoxParaNotNumbered"/>
              <w:rPr>
                <w:rFonts w:cs="Arial"/>
                <w:sz w:val="22"/>
                <w:szCs w:val="22"/>
              </w:rPr>
            </w:pPr>
            <w:r w:rsidRPr="00BB5CCE">
              <w:rPr>
                <w:rFonts w:cs="Arial"/>
                <w:sz w:val="22"/>
                <w:szCs w:val="22"/>
              </w:rPr>
              <w:t>=</w:t>
            </w:r>
          </w:p>
        </w:tc>
        <w:tc>
          <w:tcPr>
            <w:tcW w:w="0" w:type="auto"/>
            <w:vAlign w:val="top"/>
          </w:tcPr>
          <w:p w:rsidR="003A087F" w:rsidRPr="00BB5CCE" w:rsidRDefault="003A087F" w:rsidP="00BB5CCE">
            <w:pPr>
              <w:pStyle w:val="SDMTableBoxParaNotNumbered"/>
              <w:rPr>
                <w:rFonts w:cs="Arial"/>
                <w:sz w:val="22"/>
                <w:szCs w:val="22"/>
              </w:rPr>
            </w:pPr>
            <w:r w:rsidRPr="00BB5CCE">
              <w:rPr>
                <w:rFonts w:cs="Arial"/>
                <w:sz w:val="22"/>
                <w:szCs w:val="22"/>
              </w:rPr>
              <w:t>Conservative IPCC default value of the latest IPCC GHG Inventory Guidelines accepted by the IPCC for the equivalent N</w:t>
            </w:r>
            <w:r w:rsidRPr="00BB5CCE">
              <w:rPr>
                <w:rFonts w:cs="Arial"/>
                <w:sz w:val="22"/>
                <w:szCs w:val="22"/>
                <w:vertAlign w:val="subscript"/>
              </w:rPr>
              <w:t>2</w:t>
            </w:r>
            <w:r w:rsidRPr="00BB5CCE">
              <w:rPr>
                <w:rFonts w:cs="Arial"/>
                <w:sz w:val="22"/>
                <w:szCs w:val="22"/>
              </w:rPr>
              <w:t>O emission process (in this case a high-p</w:t>
            </w:r>
            <w:r w:rsidR="005C47D2" w:rsidRPr="00BB5CCE">
              <w:rPr>
                <w:rFonts w:cs="Arial"/>
                <w:sz w:val="22"/>
                <w:szCs w:val="22"/>
              </w:rPr>
              <w:t>ressure nitric acid plant); 5.4 </w:t>
            </w:r>
            <w:r w:rsidRPr="00BB5CCE">
              <w:rPr>
                <w:rFonts w:cs="Arial"/>
                <w:sz w:val="22"/>
                <w:szCs w:val="22"/>
              </w:rPr>
              <w:t>kgN</w:t>
            </w:r>
            <w:r w:rsidRPr="00BB5CCE">
              <w:rPr>
                <w:rFonts w:cs="Arial"/>
                <w:sz w:val="22"/>
                <w:szCs w:val="22"/>
                <w:vertAlign w:val="subscript"/>
              </w:rPr>
              <w:t>2</w:t>
            </w:r>
            <w:r w:rsidRPr="00BB5CCE">
              <w:rPr>
                <w:rFonts w:cs="Arial"/>
                <w:sz w:val="22"/>
                <w:szCs w:val="22"/>
              </w:rPr>
              <w:t>O/t</w:t>
            </w:r>
            <w:r w:rsidR="005C47D2" w:rsidRPr="00BB5CCE">
              <w:rPr>
                <w:rFonts w:cs="Arial"/>
                <w:sz w:val="22"/>
                <w:szCs w:val="22"/>
              </w:rPr>
              <w:t> </w:t>
            </w:r>
            <w:r w:rsidRPr="00BB5CCE">
              <w:rPr>
                <w:rFonts w:cs="Arial"/>
                <w:sz w:val="22"/>
                <w:szCs w:val="22"/>
              </w:rPr>
              <w:t>Product</w:t>
            </w:r>
          </w:p>
        </w:tc>
      </w:tr>
    </w:tbl>
    <w:p w:rsidR="00B940E2" w:rsidRDefault="00B940E2" w:rsidP="009C4C2F">
      <w:pPr>
        <w:pStyle w:val="SDMPara"/>
        <w:numPr>
          <w:ilvl w:val="0"/>
          <w:numId w:val="4"/>
        </w:numPr>
      </w:pPr>
      <w:r>
        <w:t>The specific N</w:t>
      </w:r>
      <w:r w:rsidR="00CE46FF" w:rsidRPr="00CE46FF">
        <w:rPr>
          <w:vertAlign w:val="subscript"/>
        </w:rPr>
        <w:t>2</w:t>
      </w:r>
      <w:r>
        <w:t>O emissions per unit of output of caprolactam are defined as:</w:t>
      </w:r>
    </w:p>
    <w:tbl>
      <w:tblPr>
        <w:tblStyle w:val="SDMMethTableEquation"/>
        <w:tblW w:w="8760" w:type="dxa"/>
        <w:tblLook w:val="0600" w:firstRow="0" w:lastRow="0" w:firstColumn="0" w:lastColumn="0" w:noHBand="1" w:noVBand="1"/>
      </w:tblPr>
      <w:tblGrid>
        <w:gridCol w:w="7092"/>
        <w:gridCol w:w="1668"/>
      </w:tblGrid>
      <w:tr w:rsidR="00A545CA" w:rsidRPr="00E32F75" w:rsidTr="00A545CA">
        <w:tc>
          <w:tcPr>
            <w:tcW w:w="7224" w:type="dxa"/>
          </w:tcPr>
          <w:p w:rsidR="00A545CA" w:rsidRPr="00252AA4" w:rsidRDefault="001F50D8" w:rsidP="00A545CA">
            <w:pPr>
              <w:pStyle w:val="SDMMethEquation"/>
            </w:pPr>
            <m:oMathPara>
              <m:oMathParaPr>
                <m:jc m:val="left"/>
              </m:oMathParaPr>
              <m:oMath>
                <m:sSub>
                  <m:sSubPr>
                    <m:ctrlPr>
                      <w:rPr>
                        <w:rFonts w:ascii="Cambria Math" w:hAnsi="Cambria Math"/>
                        <w:i/>
                      </w:rPr>
                    </m:ctrlPr>
                  </m:sSubPr>
                  <m:e>
                    <m:r>
                      <w:rPr>
                        <w:rFonts w:ascii="Cambria Math" w:hAnsi="Cambria Math"/>
                      </w:rPr>
                      <m:t>SE</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QI</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product,y</m:t>
                    </m:r>
                  </m:sub>
                </m:sSub>
              </m:oMath>
            </m:oMathPara>
          </w:p>
        </w:tc>
        <w:tc>
          <w:tcPr>
            <w:tcW w:w="1701" w:type="dxa"/>
          </w:tcPr>
          <w:p w:rsidR="00A545CA" w:rsidRPr="002B6960" w:rsidRDefault="00A545CA" w:rsidP="00A545CA">
            <w:pPr>
              <w:pStyle w:val="SDMMethEquationNr"/>
            </w:pPr>
          </w:p>
        </w:tc>
      </w:tr>
    </w:tbl>
    <w:p w:rsidR="00A545CA" w:rsidRDefault="00A545CA" w:rsidP="00A545CA">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A545CA" w:rsidTr="00F36525">
        <w:tc>
          <w:tcPr>
            <w:tcW w:w="1701" w:type="dxa"/>
            <w:vAlign w:val="top"/>
          </w:tcPr>
          <w:p w:rsidR="00A545CA"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SE</m:t>
                    </m:r>
                  </m:e>
                  <m:sub>
                    <m:r>
                      <w:rPr>
                        <w:rFonts w:ascii="Cambria Math" w:hAnsi="Cambria Math" w:cs="Arial"/>
                        <w:sz w:val="22"/>
                        <w:szCs w:val="22"/>
                      </w:rPr>
                      <m:t>N2O,y</m:t>
                    </m:r>
                  </m:sub>
                </m:sSub>
              </m:oMath>
            </m:oMathPara>
          </w:p>
        </w:tc>
        <w:tc>
          <w:tcPr>
            <w:tcW w:w="345" w:type="dxa"/>
            <w:vAlign w:val="top"/>
          </w:tcPr>
          <w:p w:rsidR="00A545CA" w:rsidRPr="00F36525" w:rsidRDefault="00A545CA" w:rsidP="00F36525">
            <w:pPr>
              <w:pStyle w:val="SDMTableBoxParaNotNumbered"/>
              <w:rPr>
                <w:rFonts w:cs="Arial"/>
                <w:sz w:val="22"/>
                <w:szCs w:val="22"/>
              </w:rPr>
            </w:pPr>
            <w:r w:rsidRPr="00F36525">
              <w:rPr>
                <w:rFonts w:cs="Arial"/>
                <w:sz w:val="22"/>
                <w:szCs w:val="22"/>
              </w:rPr>
              <w:t>=</w:t>
            </w:r>
          </w:p>
        </w:tc>
        <w:tc>
          <w:tcPr>
            <w:tcW w:w="0" w:type="auto"/>
            <w:vAlign w:val="top"/>
          </w:tcPr>
          <w:p w:rsidR="00A545CA" w:rsidRPr="00F36525" w:rsidRDefault="00A545CA" w:rsidP="00ED25D7">
            <w:pPr>
              <w:pStyle w:val="SDMTableBoxParaNotNumbered"/>
              <w:rPr>
                <w:rFonts w:cs="Arial"/>
                <w:sz w:val="22"/>
                <w:szCs w:val="22"/>
              </w:rPr>
            </w:pPr>
            <w:r w:rsidRPr="00F36525">
              <w:rPr>
                <w:rFonts w:cs="Arial"/>
                <w:sz w:val="22"/>
                <w:szCs w:val="22"/>
              </w:rPr>
              <w:t>Specific N</w:t>
            </w:r>
            <w:r w:rsidRPr="00F36525">
              <w:rPr>
                <w:rFonts w:cs="Arial"/>
                <w:sz w:val="22"/>
                <w:szCs w:val="22"/>
                <w:vertAlign w:val="subscript"/>
              </w:rPr>
              <w:t>2</w:t>
            </w:r>
            <w:r w:rsidRPr="00F36525">
              <w:rPr>
                <w:rFonts w:cs="Arial"/>
                <w:sz w:val="22"/>
                <w:szCs w:val="22"/>
              </w:rPr>
              <w:t xml:space="preserve">O emissions per unit of output of caprolactam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O/t Product)</w:t>
            </w:r>
          </w:p>
        </w:tc>
      </w:tr>
      <w:tr w:rsidR="00A545CA" w:rsidTr="00F36525">
        <w:tc>
          <w:tcPr>
            <w:tcW w:w="1701" w:type="dxa"/>
            <w:vAlign w:val="top"/>
          </w:tcPr>
          <w:p w:rsidR="00A545CA"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QI</m:t>
                    </m:r>
                  </m:e>
                  <m:sub>
                    <m:r>
                      <w:rPr>
                        <w:rFonts w:ascii="Cambria Math" w:hAnsi="Cambria Math" w:cs="Arial"/>
                        <w:sz w:val="22"/>
                        <w:szCs w:val="22"/>
                      </w:rPr>
                      <m:t>N2O,y</m:t>
                    </m:r>
                  </m:sub>
                </m:sSub>
              </m:oMath>
            </m:oMathPara>
          </w:p>
        </w:tc>
        <w:tc>
          <w:tcPr>
            <w:tcW w:w="345" w:type="dxa"/>
            <w:vAlign w:val="top"/>
          </w:tcPr>
          <w:p w:rsidR="00A545CA" w:rsidRPr="00F36525" w:rsidRDefault="00A545CA" w:rsidP="00F36525">
            <w:pPr>
              <w:pStyle w:val="SDMTableBoxParaNotNumbered"/>
              <w:rPr>
                <w:rFonts w:cs="Arial"/>
                <w:sz w:val="22"/>
                <w:szCs w:val="22"/>
              </w:rPr>
            </w:pPr>
            <w:r w:rsidRPr="00F36525">
              <w:rPr>
                <w:rFonts w:cs="Arial"/>
                <w:sz w:val="22"/>
                <w:szCs w:val="22"/>
              </w:rPr>
              <w:t>=</w:t>
            </w:r>
          </w:p>
        </w:tc>
        <w:tc>
          <w:tcPr>
            <w:tcW w:w="0" w:type="auto"/>
            <w:vAlign w:val="top"/>
          </w:tcPr>
          <w:p w:rsidR="00A545CA" w:rsidRPr="00F36525" w:rsidRDefault="00A545CA" w:rsidP="00F36525">
            <w:pPr>
              <w:pStyle w:val="SDMTableBoxParaNotNumbered"/>
              <w:rPr>
                <w:rFonts w:cs="Arial"/>
                <w:sz w:val="22"/>
                <w:szCs w:val="22"/>
              </w:rPr>
            </w:pPr>
            <w:r w:rsidRPr="00F36525">
              <w:rPr>
                <w:rFonts w:cs="Arial"/>
                <w:sz w:val="22"/>
                <w:szCs w:val="22"/>
              </w:rPr>
              <w:t>Quantity of N</w:t>
            </w:r>
            <w:r w:rsidRPr="00F36525">
              <w:rPr>
                <w:rFonts w:cs="Arial"/>
                <w:sz w:val="22"/>
                <w:szCs w:val="22"/>
                <w:vertAlign w:val="subscript"/>
              </w:rPr>
              <w:t>2</w:t>
            </w:r>
            <w:r w:rsidRPr="00F36525">
              <w:rPr>
                <w:rFonts w:cs="Arial"/>
                <w:sz w:val="22"/>
                <w:szCs w:val="22"/>
              </w:rPr>
              <w:t xml:space="preserve">O emissions at the inlet of the destruction facility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w:t>
            </w:r>
          </w:p>
        </w:tc>
      </w:tr>
    </w:tbl>
    <w:p w:rsidR="00B940E2" w:rsidRDefault="00B940E2" w:rsidP="00433EEF">
      <w:pPr>
        <w:pStyle w:val="SDMHead4"/>
      </w:pPr>
      <w:r>
        <w:t>Case 1.2: Caprolactam plants using the HPO® production process</w:t>
      </w:r>
    </w:p>
    <w:p w:rsidR="00B940E2" w:rsidRDefault="00B940E2" w:rsidP="009C4C2F">
      <w:pPr>
        <w:pStyle w:val="SDMPara"/>
        <w:numPr>
          <w:ilvl w:val="0"/>
          <w:numId w:val="4"/>
        </w:numPr>
      </w:pPr>
      <w:r>
        <w:t>In the case of a caprolactam plant using the HPO® process, baseline emissions are limited to the existing design capacity of on-site calculated nitric acid production, which depends upon the design capacity of the existing ammonia oxidation reactor. If the actual calculated nitric acid production (</w:t>
      </w:r>
      <w:r w:rsidRPr="005C47D2">
        <w:rPr>
          <w:i/>
        </w:rPr>
        <w:t>P</w:t>
      </w:r>
      <w:r w:rsidRPr="005C47D2">
        <w:rPr>
          <w:i/>
          <w:vertAlign w:val="subscript"/>
        </w:rPr>
        <w:t>product,calc,y</w:t>
      </w:r>
      <w:r>
        <w:t>) exceeds the design capacity (</w:t>
      </w:r>
      <w:r w:rsidRPr="005C47D2">
        <w:rPr>
          <w:i/>
        </w:rPr>
        <w:t>P</w:t>
      </w:r>
      <w:r w:rsidRPr="005C47D2">
        <w:rPr>
          <w:i/>
          <w:vertAlign w:val="subscript"/>
        </w:rPr>
        <w:t>product,calc,max</w:t>
      </w:r>
      <w:r>
        <w:t xml:space="preserve">), then emissions related to the production above </w:t>
      </w:r>
      <w:r w:rsidRPr="00A27B81">
        <w:rPr>
          <w:i/>
        </w:rPr>
        <w:t>P</w:t>
      </w:r>
      <w:r w:rsidRPr="00A27B81">
        <w:rPr>
          <w:i/>
          <w:vertAlign w:val="subscript"/>
        </w:rPr>
        <w:t>product,calc,max</w:t>
      </w:r>
      <w:r>
        <w:t xml:space="preserve"> will not be claimed for the baseline scenario.</w:t>
      </w:r>
    </w:p>
    <w:p w:rsidR="00B940E2" w:rsidRDefault="00B940E2" w:rsidP="009C4C2F">
      <w:pPr>
        <w:pStyle w:val="SDMPara"/>
        <w:numPr>
          <w:ilvl w:val="0"/>
          <w:numId w:val="4"/>
        </w:numPr>
      </w:pPr>
      <w:r w:rsidRPr="005C47D2">
        <w:rPr>
          <w:i/>
        </w:rPr>
        <w:t>P</w:t>
      </w:r>
      <w:r w:rsidRPr="005C47D2">
        <w:rPr>
          <w:i/>
          <w:vertAlign w:val="subscript"/>
        </w:rPr>
        <w:t>product,calc, y</w:t>
      </w:r>
      <w:r>
        <w:t xml:space="preserve"> </w:t>
      </w:r>
      <w:r>
        <w:tab/>
        <w:t>=</w:t>
      </w:r>
      <w:r>
        <w:tab/>
        <w:t xml:space="preserve">On-site calculated nitric acid production in year </w:t>
      </w:r>
      <w:r w:rsidRPr="00AB1702">
        <w:rPr>
          <w:i/>
        </w:rPr>
        <w:t>y</w:t>
      </w:r>
      <w:r>
        <w:t xml:space="preserve"> (t HNO</w:t>
      </w:r>
      <w:r w:rsidRPr="000B6361">
        <w:rPr>
          <w:vertAlign w:val="subscript"/>
        </w:rPr>
        <w:t>3</w:t>
      </w:r>
      <w:r>
        <w:t>)</w:t>
      </w:r>
    </w:p>
    <w:p w:rsidR="00B940E2" w:rsidRDefault="00B940E2" w:rsidP="009C4C2F">
      <w:pPr>
        <w:pStyle w:val="SDMPara"/>
        <w:numPr>
          <w:ilvl w:val="0"/>
          <w:numId w:val="4"/>
        </w:numPr>
      </w:pPr>
      <w:r w:rsidRPr="005C47D2">
        <w:rPr>
          <w:i/>
        </w:rPr>
        <w:t>P</w:t>
      </w:r>
      <w:r w:rsidRPr="005C47D2">
        <w:rPr>
          <w:i/>
          <w:vertAlign w:val="subscript"/>
        </w:rPr>
        <w:t>product,calc,max</w:t>
      </w:r>
      <w:r>
        <w:tab/>
        <w:t>=</w:t>
      </w:r>
      <w:r>
        <w:tab/>
        <w:t xml:space="preserve">On-site design capacity of calculated nitric acid production </w:t>
      </w:r>
      <w:r w:rsidR="000B6361">
        <w:br/>
      </w:r>
      <w:r>
        <w:t>(t HNO</w:t>
      </w:r>
      <w:r w:rsidRPr="000B6361">
        <w:rPr>
          <w:vertAlign w:val="subscript"/>
        </w:rPr>
        <w:t>3</w:t>
      </w:r>
      <w:r>
        <w:t>)</w:t>
      </w:r>
    </w:p>
    <w:tbl>
      <w:tblPr>
        <w:tblStyle w:val="SDMMethTableEquation"/>
        <w:tblW w:w="8760" w:type="dxa"/>
        <w:tblLook w:val="0600" w:firstRow="0" w:lastRow="0" w:firstColumn="0" w:lastColumn="0" w:noHBand="1" w:noVBand="1"/>
      </w:tblPr>
      <w:tblGrid>
        <w:gridCol w:w="7094"/>
        <w:gridCol w:w="1666"/>
      </w:tblGrid>
      <w:tr w:rsidR="004231B2" w:rsidRPr="00E32F75" w:rsidTr="00465208">
        <w:tc>
          <w:tcPr>
            <w:tcW w:w="7093" w:type="dxa"/>
          </w:tcPr>
          <w:p w:rsidR="004231B2" w:rsidRPr="00252AA4" w:rsidRDefault="001F50D8" w:rsidP="00043E33">
            <w:pPr>
              <w:pStyle w:val="SDMMethEquation"/>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productcalc,y</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OR,y</m:t>
                    </m:r>
                  </m:sub>
                </m:sSub>
                <m:r>
                  <w:rPr>
                    <w:rFonts w:ascii="Cambria Math" w:hAnsi="Cambria Math"/>
                  </w:rPr>
                  <m:t>×M</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NH</m:t>
                            </m:r>
                          </m:e>
                          <m:sub>
                            <m:r>
                              <w:rPr>
                                <w:rFonts w:ascii="Cambria Math" w:hAnsi="Cambria Math"/>
                              </w:rPr>
                              <m:t>3</m:t>
                            </m:r>
                          </m:sub>
                        </m:sSub>
                      </m:e>
                    </m:d>
                  </m:e>
                  <m:sup>
                    <m:r>
                      <w:rPr>
                        <w:rFonts w:ascii="Cambria Math" w:hAnsi="Cambria Math"/>
                      </w:rPr>
                      <m:t>-1</m:t>
                    </m:r>
                  </m:sup>
                </m:sSup>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NO</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abs</m:t>
                    </m:r>
                  </m:sub>
                </m:sSub>
                <m:r>
                  <w:rPr>
                    <w:rFonts w:ascii="Cambria Math" w:hAnsi="Cambria Math"/>
                  </w:rPr>
                  <m:t>×M</m:t>
                </m:r>
                <m:d>
                  <m:dPr>
                    <m:ctrlPr>
                      <w:rPr>
                        <w:rFonts w:ascii="Cambria Math" w:hAnsi="Cambria Math"/>
                        <w:i/>
                      </w:rPr>
                    </m:ctrlPr>
                  </m:dPr>
                  <m:e>
                    <m:r>
                      <w:rPr>
                        <w:rFonts w:ascii="Cambria Math" w:hAnsi="Cambria Math"/>
                      </w:rPr>
                      <m:t>H</m:t>
                    </m:r>
                    <m:sSub>
                      <m:sSubPr>
                        <m:ctrlPr>
                          <w:rPr>
                            <w:rFonts w:ascii="Cambria Math" w:hAnsi="Cambria Math"/>
                            <w:i/>
                          </w:rPr>
                        </m:ctrlPr>
                      </m:sSubPr>
                      <m:e>
                        <m:r>
                          <w:rPr>
                            <w:rFonts w:ascii="Cambria Math" w:hAnsi="Cambria Math"/>
                          </w:rPr>
                          <m:t>NO</m:t>
                        </m:r>
                      </m:e>
                      <m:sub>
                        <m:r>
                          <w:rPr>
                            <w:rFonts w:ascii="Cambria Math" w:hAnsi="Cambria Math"/>
                          </w:rPr>
                          <m:t>3</m:t>
                        </m:r>
                      </m:sub>
                    </m:sSub>
                  </m:e>
                </m:d>
              </m:oMath>
            </m:oMathPara>
          </w:p>
        </w:tc>
        <w:tc>
          <w:tcPr>
            <w:tcW w:w="1667" w:type="dxa"/>
          </w:tcPr>
          <w:p w:rsidR="004231B2" w:rsidRPr="002B6960" w:rsidRDefault="004231B2" w:rsidP="00DA5E09">
            <w:pPr>
              <w:pStyle w:val="SDMMethEquationNr"/>
            </w:pPr>
          </w:p>
        </w:tc>
      </w:tr>
      <w:tr w:rsidR="00465208" w:rsidRPr="00DE62B9" w:rsidTr="00465208">
        <w:tc>
          <w:tcPr>
            <w:tcW w:w="7096" w:type="dxa"/>
          </w:tcPr>
          <w:p w:rsidR="00465208" w:rsidRPr="00DE62B9" w:rsidRDefault="001F50D8" w:rsidP="00CA2544">
            <w:pPr>
              <w:pStyle w:val="SDMMethEquation"/>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productcals,max</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OR,max</m:t>
                    </m:r>
                  </m:sub>
                </m:sSub>
                <m:r>
                  <w:rPr>
                    <w:rFonts w:ascii="Cambria Math" w:hAnsi="Cambria Math"/>
                  </w:rPr>
                  <m:t>×M</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NH</m:t>
                            </m:r>
                          </m:e>
                          <m:sub>
                            <m:r>
                              <w:rPr>
                                <w:rFonts w:ascii="Cambria Math" w:hAnsi="Cambria Math"/>
                              </w:rPr>
                              <m:t>3</m:t>
                            </m:r>
                          </m:sub>
                        </m:sSub>
                      </m:e>
                    </m:d>
                  </m:e>
                  <m:sup>
                    <m:r>
                      <w:rPr>
                        <w:rFonts w:ascii="Cambria Math" w:hAnsi="Cambria Math"/>
                      </w:rPr>
                      <m:t>-1</m:t>
                    </m:r>
                  </m:sup>
                </m:sSup>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NO</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abs</m:t>
                    </m:r>
                  </m:sub>
                </m:sSub>
                <m:r>
                  <w:rPr>
                    <w:rFonts w:ascii="Cambria Math" w:hAnsi="Cambria Math"/>
                  </w:rPr>
                  <m:t>×M</m:t>
                </m:r>
                <m:d>
                  <m:dPr>
                    <m:ctrlPr>
                      <w:rPr>
                        <w:rFonts w:ascii="Cambria Math" w:hAnsi="Cambria Math"/>
                        <w:i/>
                      </w:rPr>
                    </m:ctrlPr>
                  </m:dPr>
                  <m:e>
                    <m:sSub>
                      <m:sSubPr>
                        <m:ctrlPr>
                          <w:rPr>
                            <w:rFonts w:ascii="Cambria Math" w:hAnsi="Cambria Math"/>
                            <w:i/>
                          </w:rPr>
                        </m:ctrlPr>
                      </m:sSubPr>
                      <m:e>
                        <m:r>
                          <w:rPr>
                            <w:rFonts w:ascii="Cambria Math" w:hAnsi="Cambria Math"/>
                          </w:rPr>
                          <m:t>HNO</m:t>
                        </m:r>
                      </m:e>
                      <m:sub>
                        <m:r>
                          <w:rPr>
                            <w:rFonts w:ascii="Cambria Math" w:hAnsi="Cambria Math"/>
                          </w:rPr>
                          <m:t>3</m:t>
                        </m:r>
                      </m:sub>
                    </m:sSub>
                  </m:e>
                </m:d>
              </m:oMath>
            </m:oMathPara>
          </w:p>
        </w:tc>
        <w:tc>
          <w:tcPr>
            <w:tcW w:w="1664" w:type="dxa"/>
          </w:tcPr>
          <w:p w:rsidR="00465208" w:rsidRPr="00DE62B9" w:rsidRDefault="00465208" w:rsidP="00DA5E09">
            <w:pPr>
              <w:pStyle w:val="SDMMethEquationNr"/>
              <w:rPr>
                <w:sz w:val="22"/>
              </w:rPr>
            </w:pPr>
          </w:p>
        </w:tc>
      </w:tr>
    </w:tbl>
    <w:p w:rsidR="00465208" w:rsidRPr="00DE62B9" w:rsidRDefault="00465208" w:rsidP="00465208">
      <w:pPr>
        <w:pStyle w:val="SDMMethCaptionEquationParametersTable"/>
        <w:rPr>
          <w:rFonts w:cs="Arial"/>
          <w:szCs w:val="22"/>
        </w:rPr>
      </w:pPr>
      <w:r w:rsidRPr="00DE62B9">
        <w:rPr>
          <w:rFonts w:cs="Arial"/>
          <w:szCs w:val="22"/>
        </w:rPr>
        <w:t>Where:</w:t>
      </w:r>
    </w:p>
    <w:tbl>
      <w:tblPr>
        <w:tblStyle w:val="SDMMethTableEquationParameters"/>
        <w:tblW w:w="8760" w:type="dxa"/>
        <w:tblLook w:val="04A0" w:firstRow="1" w:lastRow="0" w:firstColumn="1" w:lastColumn="0" w:noHBand="0" w:noVBand="1"/>
      </w:tblPr>
      <w:tblGrid>
        <w:gridCol w:w="1701"/>
        <w:gridCol w:w="345"/>
        <w:gridCol w:w="6714"/>
      </w:tblGrid>
      <w:tr w:rsidR="00465208" w:rsidRPr="00DE62B9" w:rsidTr="00F36525">
        <w:tc>
          <w:tcPr>
            <w:tcW w:w="1701" w:type="dxa"/>
            <w:vAlign w:val="top"/>
          </w:tcPr>
          <w:p w:rsidR="00465208" w:rsidRPr="00DE62B9"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OR,y</m:t>
                    </m:r>
                  </m:sub>
                </m:sSub>
              </m:oMath>
            </m:oMathPara>
          </w:p>
        </w:tc>
        <w:tc>
          <w:tcPr>
            <w:tcW w:w="345" w:type="dxa"/>
            <w:vAlign w:val="top"/>
          </w:tcPr>
          <w:p w:rsidR="00465208" w:rsidRPr="00DE62B9" w:rsidRDefault="00465208" w:rsidP="00F36525">
            <w:pPr>
              <w:pStyle w:val="SDMTableBoxParaNotNumbered"/>
              <w:rPr>
                <w:rFonts w:cs="Arial"/>
                <w:sz w:val="22"/>
                <w:szCs w:val="22"/>
              </w:rPr>
            </w:pPr>
            <w:r w:rsidRPr="00DE62B9">
              <w:rPr>
                <w:rFonts w:cs="Arial"/>
                <w:sz w:val="22"/>
                <w:szCs w:val="22"/>
              </w:rPr>
              <w:t>=</w:t>
            </w:r>
          </w:p>
        </w:tc>
        <w:tc>
          <w:tcPr>
            <w:tcW w:w="0" w:type="auto"/>
            <w:vAlign w:val="top"/>
          </w:tcPr>
          <w:p w:rsidR="00465208" w:rsidRPr="00DE62B9" w:rsidRDefault="00465208" w:rsidP="00F36525">
            <w:pPr>
              <w:pStyle w:val="SDMTableBoxParaNotNumbered"/>
              <w:rPr>
                <w:rFonts w:cs="Arial"/>
                <w:sz w:val="22"/>
                <w:szCs w:val="22"/>
              </w:rPr>
            </w:pPr>
            <w:r w:rsidRPr="00DE62B9">
              <w:rPr>
                <w:rFonts w:cs="Arial"/>
                <w:sz w:val="22"/>
                <w:szCs w:val="22"/>
              </w:rPr>
              <w:t xml:space="preserve">Actual ammonia input to oxidation reactor in year </w:t>
            </w:r>
            <w:r w:rsidRPr="00DE62B9">
              <w:rPr>
                <w:rFonts w:cs="Arial"/>
                <w:i/>
                <w:sz w:val="22"/>
                <w:szCs w:val="22"/>
              </w:rPr>
              <w:t>y</w:t>
            </w:r>
            <w:r w:rsidRPr="00DE62B9">
              <w:rPr>
                <w:rFonts w:cs="Arial"/>
                <w:sz w:val="22"/>
                <w:szCs w:val="22"/>
              </w:rPr>
              <w:t xml:space="preserve"> (tNH</w:t>
            </w:r>
            <w:r w:rsidRPr="00DE62B9">
              <w:rPr>
                <w:rFonts w:cs="Arial"/>
                <w:sz w:val="22"/>
                <w:szCs w:val="22"/>
                <w:vertAlign w:val="subscript"/>
              </w:rPr>
              <w:t>3</w:t>
            </w:r>
            <w:r w:rsidRPr="00DE62B9">
              <w:rPr>
                <w:rFonts w:cs="Arial"/>
                <w:sz w:val="22"/>
                <w:szCs w:val="22"/>
              </w:rPr>
              <w:t>/yr)</w:t>
            </w:r>
          </w:p>
        </w:tc>
      </w:tr>
      <w:tr w:rsidR="00465208" w:rsidRPr="00DE62B9" w:rsidTr="00F36525">
        <w:tc>
          <w:tcPr>
            <w:tcW w:w="1701" w:type="dxa"/>
            <w:vAlign w:val="top"/>
          </w:tcPr>
          <w:p w:rsidR="00465208" w:rsidRPr="00DE62B9"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OR,max</m:t>
                    </m:r>
                  </m:sub>
                </m:sSub>
              </m:oMath>
            </m:oMathPara>
          </w:p>
        </w:tc>
        <w:tc>
          <w:tcPr>
            <w:tcW w:w="345" w:type="dxa"/>
            <w:vAlign w:val="top"/>
          </w:tcPr>
          <w:p w:rsidR="00465208" w:rsidRPr="00DE62B9" w:rsidRDefault="00465208" w:rsidP="00F36525">
            <w:pPr>
              <w:pStyle w:val="SDMTableBoxParaNotNumbered"/>
              <w:rPr>
                <w:rFonts w:cs="Arial"/>
                <w:sz w:val="22"/>
                <w:szCs w:val="22"/>
              </w:rPr>
            </w:pPr>
            <w:r w:rsidRPr="00DE62B9">
              <w:rPr>
                <w:rFonts w:cs="Arial"/>
                <w:sz w:val="22"/>
                <w:szCs w:val="22"/>
              </w:rPr>
              <w:t>=</w:t>
            </w:r>
          </w:p>
        </w:tc>
        <w:tc>
          <w:tcPr>
            <w:tcW w:w="0" w:type="auto"/>
            <w:vAlign w:val="top"/>
          </w:tcPr>
          <w:p w:rsidR="00465208" w:rsidRPr="00DE62B9" w:rsidRDefault="00465208" w:rsidP="00F36525">
            <w:pPr>
              <w:pStyle w:val="SDMTableBoxParaNotNumbered"/>
              <w:rPr>
                <w:rFonts w:cs="Arial"/>
                <w:sz w:val="22"/>
                <w:szCs w:val="22"/>
              </w:rPr>
            </w:pPr>
            <w:r w:rsidRPr="00DE62B9">
              <w:rPr>
                <w:rFonts w:cs="Arial"/>
                <w:sz w:val="22"/>
                <w:szCs w:val="22"/>
              </w:rPr>
              <w:t>Maximum historical ammonia input to oxidation reactor (tNH</w:t>
            </w:r>
            <w:r w:rsidRPr="00DE62B9">
              <w:rPr>
                <w:rFonts w:cs="Arial"/>
                <w:sz w:val="22"/>
                <w:szCs w:val="22"/>
                <w:vertAlign w:val="subscript"/>
              </w:rPr>
              <w:t>3</w:t>
            </w:r>
            <w:r w:rsidRPr="00DE62B9">
              <w:rPr>
                <w:rFonts w:cs="Arial"/>
                <w:sz w:val="22"/>
                <w:szCs w:val="22"/>
              </w:rPr>
              <w:t>/yr)</w:t>
            </w:r>
          </w:p>
        </w:tc>
      </w:tr>
      <w:tr w:rsidR="00465208" w:rsidRPr="00DE62B9" w:rsidTr="00F36525">
        <w:tc>
          <w:tcPr>
            <w:tcW w:w="1701" w:type="dxa"/>
            <w:vAlign w:val="top"/>
          </w:tcPr>
          <w:p w:rsidR="00465208" w:rsidRPr="00DE62B9" w:rsidRDefault="00465208" w:rsidP="00F36525">
            <w:pPr>
              <w:pStyle w:val="SDMTableBoxParaNotNumbered"/>
              <w:rPr>
                <w:rFonts w:cs="Arial"/>
                <w:sz w:val="22"/>
                <w:szCs w:val="22"/>
              </w:rPr>
            </w:pPr>
            <m:oMathPara>
              <m:oMathParaPr>
                <m:jc m:val="left"/>
              </m:oMathParaPr>
              <m:oMath>
                <m:r>
                  <w:rPr>
                    <w:rFonts w:ascii="Cambria Math" w:hAnsi="Cambria Math" w:cs="Arial"/>
                    <w:sz w:val="22"/>
                    <w:szCs w:val="22"/>
                  </w:rPr>
                  <m:t>M</m:t>
                </m:r>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NH</m:t>
                        </m:r>
                      </m:e>
                      <m:sub>
                        <m:r>
                          <w:rPr>
                            <w:rFonts w:ascii="Cambria Math" w:hAnsi="Cambria Math" w:cs="Arial"/>
                            <w:sz w:val="22"/>
                            <w:szCs w:val="22"/>
                          </w:rPr>
                          <m:t>3</m:t>
                        </m:r>
                      </m:sub>
                    </m:sSub>
                  </m:e>
                </m:d>
              </m:oMath>
            </m:oMathPara>
          </w:p>
        </w:tc>
        <w:tc>
          <w:tcPr>
            <w:tcW w:w="345" w:type="dxa"/>
            <w:vAlign w:val="top"/>
          </w:tcPr>
          <w:p w:rsidR="00465208" w:rsidRPr="00DE62B9" w:rsidRDefault="00465208" w:rsidP="00F36525">
            <w:pPr>
              <w:pStyle w:val="SDMTableBoxParaNotNumbered"/>
              <w:rPr>
                <w:rFonts w:cs="Arial"/>
                <w:sz w:val="22"/>
                <w:szCs w:val="22"/>
              </w:rPr>
            </w:pPr>
            <w:r w:rsidRPr="00DE62B9">
              <w:rPr>
                <w:rFonts w:cs="Arial"/>
                <w:sz w:val="22"/>
                <w:szCs w:val="22"/>
              </w:rPr>
              <w:t>=</w:t>
            </w:r>
          </w:p>
        </w:tc>
        <w:tc>
          <w:tcPr>
            <w:tcW w:w="0" w:type="auto"/>
            <w:vAlign w:val="top"/>
          </w:tcPr>
          <w:p w:rsidR="00465208" w:rsidRPr="00DE62B9" w:rsidRDefault="00465208" w:rsidP="00F36525">
            <w:pPr>
              <w:pStyle w:val="SDMTableBoxParaNotNumbered"/>
              <w:rPr>
                <w:rFonts w:cs="Arial"/>
                <w:sz w:val="22"/>
                <w:szCs w:val="22"/>
              </w:rPr>
            </w:pPr>
            <w:r w:rsidRPr="00DE62B9">
              <w:rPr>
                <w:rFonts w:cs="Arial"/>
                <w:sz w:val="22"/>
                <w:szCs w:val="22"/>
              </w:rPr>
              <w:t>Molar mass of ammonia = 17 tonnes/Mmol</w:t>
            </w:r>
          </w:p>
        </w:tc>
      </w:tr>
      <w:tr w:rsidR="00465208" w:rsidRPr="00DE62B9" w:rsidTr="00F36525">
        <w:tc>
          <w:tcPr>
            <w:tcW w:w="1701" w:type="dxa"/>
            <w:vAlign w:val="top"/>
          </w:tcPr>
          <w:p w:rsidR="00465208" w:rsidRPr="00DE62B9" w:rsidRDefault="00465208" w:rsidP="00F36525">
            <w:pPr>
              <w:pStyle w:val="SDMTableBoxParaNotNumbered"/>
              <w:rPr>
                <w:rFonts w:cs="Arial"/>
                <w:sz w:val="22"/>
                <w:szCs w:val="22"/>
              </w:rPr>
            </w:pPr>
            <m:oMathPara>
              <m:oMathParaPr>
                <m:jc m:val="left"/>
              </m:oMathParaPr>
              <m:oMath>
                <m:r>
                  <w:rPr>
                    <w:rFonts w:ascii="Cambria Math" w:hAnsi="Cambria Math" w:cs="Arial"/>
                    <w:sz w:val="22"/>
                    <w:szCs w:val="22"/>
                  </w:rPr>
                  <m:t>M</m:t>
                </m:r>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HNO</m:t>
                        </m:r>
                      </m:e>
                      <m:sub>
                        <m:r>
                          <w:rPr>
                            <w:rFonts w:ascii="Cambria Math" w:hAnsi="Cambria Math" w:cs="Arial"/>
                            <w:sz w:val="22"/>
                            <w:szCs w:val="22"/>
                          </w:rPr>
                          <m:t>3</m:t>
                        </m:r>
                      </m:sub>
                    </m:sSub>
                  </m:e>
                </m:d>
              </m:oMath>
            </m:oMathPara>
          </w:p>
        </w:tc>
        <w:tc>
          <w:tcPr>
            <w:tcW w:w="345" w:type="dxa"/>
            <w:vAlign w:val="top"/>
          </w:tcPr>
          <w:p w:rsidR="00465208" w:rsidRPr="00DE62B9" w:rsidRDefault="00465208" w:rsidP="00F36525">
            <w:pPr>
              <w:pStyle w:val="SDMTableBoxParaNotNumbered"/>
              <w:rPr>
                <w:rFonts w:cs="Arial"/>
                <w:sz w:val="22"/>
                <w:szCs w:val="22"/>
              </w:rPr>
            </w:pPr>
            <w:r w:rsidRPr="00DE62B9">
              <w:rPr>
                <w:rFonts w:cs="Arial"/>
                <w:sz w:val="22"/>
                <w:szCs w:val="22"/>
              </w:rPr>
              <w:t>=</w:t>
            </w:r>
          </w:p>
        </w:tc>
        <w:tc>
          <w:tcPr>
            <w:tcW w:w="0" w:type="auto"/>
            <w:vAlign w:val="top"/>
          </w:tcPr>
          <w:p w:rsidR="00465208" w:rsidRPr="00DE62B9" w:rsidRDefault="00465208" w:rsidP="00F36525">
            <w:pPr>
              <w:pStyle w:val="SDMTableBoxParaNotNumbered"/>
              <w:rPr>
                <w:rFonts w:cs="Arial"/>
                <w:sz w:val="22"/>
                <w:szCs w:val="22"/>
              </w:rPr>
            </w:pPr>
            <w:r w:rsidRPr="00DE62B9">
              <w:rPr>
                <w:rFonts w:cs="Arial"/>
                <w:sz w:val="22"/>
                <w:szCs w:val="22"/>
              </w:rPr>
              <w:t>Molar mass of nitric acid = 63 tonnes/Mmol</w:t>
            </w:r>
          </w:p>
        </w:tc>
      </w:tr>
      <w:tr w:rsidR="00465208" w:rsidRPr="00DE62B9" w:rsidTr="00F36525">
        <w:tc>
          <w:tcPr>
            <w:tcW w:w="1701" w:type="dxa"/>
            <w:vAlign w:val="top"/>
          </w:tcPr>
          <w:p w:rsidR="00465208" w:rsidRPr="00DE62B9"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η</m:t>
                    </m:r>
                  </m:e>
                  <m:sub>
                    <m:r>
                      <w:rPr>
                        <w:rFonts w:ascii="Cambria Math" w:hAnsi="Cambria Math" w:cs="Arial"/>
                        <w:sz w:val="22"/>
                        <w:szCs w:val="22"/>
                      </w:rPr>
                      <m:t>NO</m:t>
                    </m:r>
                  </m:sub>
                </m:sSub>
              </m:oMath>
            </m:oMathPara>
          </w:p>
        </w:tc>
        <w:tc>
          <w:tcPr>
            <w:tcW w:w="345" w:type="dxa"/>
            <w:vAlign w:val="top"/>
          </w:tcPr>
          <w:p w:rsidR="00465208" w:rsidRPr="00DE62B9" w:rsidRDefault="00465208" w:rsidP="00F36525">
            <w:pPr>
              <w:pStyle w:val="SDMTableBoxParaNotNumbered"/>
              <w:rPr>
                <w:rFonts w:cs="Arial"/>
                <w:sz w:val="22"/>
                <w:szCs w:val="22"/>
              </w:rPr>
            </w:pPr>
            <w:r w:rsidRPr="00DE62B9">
              <w:rPr>
                <w:rFonts w:cs="Arial"/>
                <w:sz w:val="22"/>
                <w:szCs w:val="22"/>
              </w:rPr>
              <w:t>=</w:t>
            </w:r>
          </w:p>
        </w:tc>
        <w:tc>
          <w:tcPr>
            <w:tcW w:w="0" w:type="auto"/>
            <w:vAlign w:val="top"/>
          </w:tcPr>
          <w:p w:rsidR="00465208" w:rsidRPr="00DE62B9" w:rsidRDefault="00465208" w:rsidP="00F36525">
            <w:pPr>
              <w:pStyle w:val="SDMTableBoxParaNotNumbered"/>
              <w:rPr>
                <w:rFonts w:cs="Arial"/>
                <w:sz w:val="22"/>
                <w:szCs w:val="22"/>
              </w:rPr>
            </w:pPr>
            <w:r w:rsidRPr="00DE62B9">
              <w:rPr>
                <w:rFonts w:cs="Arial"/>
                <w:sz w:val="22"/>
                <w:szCs w:val="22"/>
              </w:rPr>
              <w:t>Ammonia oxidation reactor oxidation efficiency = 93%</w:t>
            </w:r>
            <w:r w:rsidR="001E36B4" w:rsidRPr="00DE62B9">
              <w:rPr>
                <w:rStyle w:val="FootnoteReference"/>
                <w:rFonts w:cs="Arial"/>
                <w:sz w:val="22"/>
                <w:szCs w:val="22"/>
              </w:rPr>
              <w:footnoteReference w:id="6"/>
            </w:r>
          </w:p>
        </w:tc>
      </w:tr>
      <w:tr w:rsidR="00465208" w:rsidRPr="00DE62B9" w:rsidTr="00F36525">
        <w:tc>
          <w:tcPr>
            <w:tcW w:w="1701" w:type="dxa"/>
            <w:vAlign w:val="top"/>
          </w:tcPr>
          <w:p w:rsidR="00465208" w:rsidRPr="00DE62B9"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η</m:t>
                    </m:r>
                  </m:e>
                  <m:sub>
                    <m:r>
                      <w:rPr>
                        <w:rFonts w:ascii="Cambria Math" w:hAnsi="Cambria Math" w:cs="Arial"/>
                        <w:sz w:val="22"/>
                        <w:szCs w:val="22"/>
                      </w:rPr>
                      <m:t>abs</m:t>
                    </m:r>
                  </m:sub>
                </m:sSub>
              </m:oMath>
            </m:oMathPara>
          </w:p>
        </w:tc>
        <w:tc>
          <w:tcPr>
            <w:tcW w:w="345" w:type="dxa"/>
            <w:vAlign w:val="top"/>
          </w:tcPr>
          <w:p w:rsidR="00465208" w:rsidRPr="00DE62B9" w:rsidRDefault="00465208" w:rsidP="00F36525">
            <w:pPr>
              <w:pStyle w:val="SDMTableBoxParaNotNumbered"/>
              <w:rPr>
                <w:rFonts w:cs="Arial"/>
                <w:sz w:val="22"/>
                <w:szCs w:val="22"/>
              </w:rPr>
            </w:pPr>
            <w:r w:rsidRPr="00DE62B9">
              <w:rPr>
                <w:rFonts w:cs="Arial"/>
                <w:sz w:val="22"/>
                <w:szCs w:val="22"/>
              </w:rPr>
              <w:t>=</w:t>
            </w:r>
          </w:p>
        </w:tc>
        <w:tc>
          <w:tcPr>
            <w:tcW w:w="0" w:type="auto"/>
            <w:vAlign w:val="top"/>
          </w:tcPr>
          <w:p w:rsidR="00465208" w:rsidRPr="00DE62B9" w:rsidRDefault="00465208" w:rsidP="00F36525">
            <w:pPr>
              <w:pStyle w:val="SDMTableBoxParaNotNumbered"/>
              <w:rPr>
                <w:rFonts w:cs="Arial"/>
                <w:sz w:val="22"/>
                <w:szCs w:val="22"/>
              </w:rPr>
            </w:pPr>
            <w:r w:rsidRPr="00DE62B9">
              <w:rPr>
                <w:rFonts w:cs="Arial"/>
                <w:sz w:val="22"/>
                <w:szCs w:val="22"/>
              </w:rPr>
              <w:t>Efficiency of the absorption column = 99%</w:t>
            </w:r>
            <w:r w:rsidR="001E36B4" w:rsidRPr="00DE62B9">
              <w:rPr>
                <w:rStyle w:val="FootnoteReference"/>
                <w:rFonts w:cs="Arial"/>
                <w:sz w:val="22"/>
                <w:szCs w:val="22"/>
              </w:rPr>
              <w:footnoteReference w:id="7"/>
            </w:r>
          </w:p>
        </w:tc>
      </w:tr>
    </w:tbl>
    <w:p w:rsidR="00B940E2" w:rsidRDefault="00B940E2" w:rsidP="00B940E2">
      <w:r>
        <w:t>If,</w:t>
      </w:r>
    </w:p>
    <w:tbl>
      <w:tblPr>
        <w:tblStyle w:val="SDMMethTableEquation"/>
        <w:tblW w:w="8760" w:type="dxa"/>
        <w:tblLook w:val="0600" w:firstRow="0" w:lastRow="0" w:firstColumn="0" w:lastColumn="0" w:noHBand="1" w:noVBand="1"/>
      </w:tblPr>
      <w:tblGrid>
        <w:gridCol w:w="7095"/>
        <w:gridCol w:w="1665"/>
      </w:tblGrid>
      <w:tr w:rsidR="000236D3" w:rsidRPr="00E32F75" w:rsidTr="00DA5E09">
        <w:tc>
          <w:tcPr>
            <w:tcW w:w="7224" w:type="dxa"/>
          </w:tcPr>
          <w:p w:rsidR="000236D3" w:rsidRPr="00252AA4" w:rsidRDefault="001F50D8" w:rsidP="000236D3">
            <w:pPr>
              <w:pStyle w:val="SDMMethEquation"/>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productcalc,y</m:t>
                    </m:r>
                  </m:sub>
                </m:sSub>
                <m:r>
                  <w:rPr>
                    <w:rFonts w:ascii="Cambria Math" w:hAnsi="Cambria Math"/>
                  </w:rPr>
                  <m:t>&lt;</m:t>
                </m:r>
                <m:sSub>
                  <m:sSubPr>
                    <m:ctrlPr>
                      <w:rPr>
                        <w:rFonts w:ascii="Cambria Math" w:hAnsi="Cambria Math"/>
                        <w:i/>
                      </w:rPr>
                    </m:ctrlPr>
                  </m:sSubPr>
                  <m:e>
                    <m:r>
                      <w:rPr>
                        <w:rFonts w:ascii="Cambria Math" w:hAnsi="Cambria Math"/>
                      </w:rPr>
                      <m:t>P</m:t>
                    </m:r>
                  </m:e>
                  <m:sub>
                    <m:r>
                      <w:rPr>
                        <w:rFonts w:ascii="Cambria Math" w:hAnsi="Cambria Math"/>
                      </w:rPr>
                      <m:t>productcalc,  max</m:t>
                    </m:r>
                  </m:sub>
                </m:sSub>
              </m:oMath>
            </m:oMathPara>
          </w:p>
        </w:tc>
        <w:tc>
          <w:tcPr>
            <w:tcW w:w="1701" w:type="dxa"/>
          </w:tcPr>
          <w:p w:rsidR="000236D3" w:rsidRPr="002B6960" w:rsidRDefault="000236D3" w:rsidP="00DA5E09">
            <w:pPr>
              <w:pStyle w:val="SDMMethEquationNr"/>
            </w:pPr>
          </w:p>
        </w:tc>
      </w:tr>
    </w:tbl>
    <w:p w:rsidR="00B940E2" w:rsidRDefault="00B940E2" w:rsidP="00B940E2">
      <w:r>
        <w:t>then</w:t>
      </w:r>
    </w:p>
    <w:tbl>
      <w:tblPr>
        <w:tblStyle w:val="SDMMethTableEquation"/>
        <w:tblW w:w="8760" w:type="dxa"/>
        <w:tblLook w:val="0600" w:firstRow="0" w:lastRow="0" w:firstColumn="0" w:lastColumn="0" w:noHBand="1" w:noVBand="1"/>
      </w:tblPr>
      <w:tblGrid>
        <w:gridCol w:w="7092"/>
        <w:gridCol w:w="1668"/>
      </w:tblGrid>
      <w:tr w:rsidR="000236D3" w:rsidRPr="00E32F75" w:rsidTr="00DA5E09">
        <w:tc>
          <w:tcPr>
            <w:tcW w:w="7224" w:type="dxa"/>
          </w:tcPr>
          <w:p w:rsidR="000236D3" w:rsidRPr="00252AA4" w:rsidRDefault="001F50D8" w:rsidP="00DA5E09">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QB</m:t>
                    </m:r>
                  </m:e>
                  <m:sub>
                    <m:r>
                      <w:rPr>
                        <w:rFonts w:ascii="Cambria Math" w:hAnsi="Cambria Math"/>
                      </w:rPr>
                      <m:t>N2O,y</m:t>
                    </m:r>
                  </m:sub>
                </m:sSub>
              </m:oMath>
            </m:oMathPara>
          </w:p>
        </w:tc>
        <w:tc>
          <w:tcPr>
            <w:tcW w:w="1701" w:type="dxa"/>
          </w:tcPr>
          <w:p w:rsidR="000236D3" w:rsidRPr="002B6960" w:rsidRDefault="000236D3" w:rsidP="00DA5E09">
            <w:pPr>
              <w:pStyle w:val="SDMMethEquationNr"/>
            </w:pPr>
          </w:p>
        </w:tc>
      </w:tr>
    </w:tbl>
    <w:p w:rsidR="00B940E2" w:rsidRDefault="00B940E2" w:rsidP="00B940E2">
      <w:r>
        <w:t>and</w:t>
      </w:r>
    </w:p>
    <w:tbl>
      <w:tblPr>
        <w:tblStyle w:val="SDMMethTableEquation"/>
        <w:tblW w:w="8760" w:type="dxa"/>
        <w:tblLook w:val="0600" w:firstRow="0" w:lastRow="0" w:firstColumn="0" w:lastColumn="0" w:noHBand="1" w:noVBand="1"/>
      </w:tblPr>
      <w:tblGrid>
        <w:gridCol w:w="7099"/>
        <w:gridCol w:w="1661"/>
      </w:tblGrid>
      <w:tr w:rsidR="000236D3" w:rsidRPr="00E32F75" w:rsidTr="00DA5E09">
        <w:tc>
          <w:tcPr>
            <w:tcW w:w="7224" w:type="dxa"/>
          </w:tcPr>
          <w:p w:rsidR="000236D3" w:rsidRPr="00252AA4" w:rsidRDefault="001F50D8" w:rsidP="00A86286">
            <w:pPr>
              <w:pStyle w:val="SDMMethEquation"/>
            </w:pPr>
            <m:oMathPara>
              <m:oMathParaPr>
                <m:jc m:val="left"/>
              </m:oMathParaPr>
              <m:oMath>
                <m:sSub>
                  <m:sSubPr>
                    <m:ctrlPr>
                      <w:rPr>
                        <w:rFonts w:ascii="Cambria Math" w:hAnsi="Cambria Math"/>
                        <w:i/>
                      </w:rPr>
                    </m:ctrlPr>
                  </m:sSubPr>
                  <m:e>
                    <m:r>
                      <w:rPr>
                        <w:rFonts w:ascii="Cambria Math" w:hAnsi="Cambria Math"/>
                      </w:rPr>
                      <m:t>QB</m:t>
                    </m:r>
                  </m:e>
                  <m:sub>
                    <m:r>
                      <w:rPr>
                        <w:rFonts w:ascii="Cambria Math" w:hAnsi="Cambria Math"/>
                      </w:rPr>
                      <m:t>N2O,y</m:t>
                    </m:r>
                  </m:sub>
                </m:sSub>
                <m:r>
                  <w:rPr>
                    <w:rFonts w:ascii="Cambria Math" w:hAnsi="Cambria Math"/>
                  </w:rPr>
                  <m:t>=min</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QI</m:t>
                        </m:r>
                      </m:e>
                      <m:sub>
                        <m:r>
                          <w:rPr>
                            <w:rFonts w:ascii="Cambria Math" w:hAnsi="Cambria Math"/>
                          </w:rPr>
                          <m:t>N2O,y</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QA</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QP</m:t>
                            </m:r>
                          </m:e>
                          <m:sub>
                            <m:r>
                              <w:rPr>
                                <w:rFonts w:ascii="Cambria Math" w:hAnsi="Cambria Math"/>
                              </w:rPr>
                              <m:t>N2O,y</m:t>
                            </m:r>
                          </m:sub>
                        </m:sSub>
                      </m:e>
                    </m:d>
                  </m:e>
                </m:d>
              </m:oMath>
            </m:oMathPara>
          </w:p>
        </w:tc>
        <w:tc>
          <w:tcPr>
            <w:tcW w:w="1701" w:type="dxa"/>
          </w:tcPr>
          <w:p w:rsidR="000236D3" w:rsidRPr="002B6960" w:rsidRDefault="000236D3" w:rsidP="00DA5E09">
            <w:pPr>
              <w:pStyle w:val="SDMMethEquationNr"/>
            </w:pPr>
          </w:p>
        </w:tc>
      </w:tr>
    </w:tbl>
    <w:p w:rsidR="000236D3" w:rsidRDefault="000236D3" w:rsidP="00DA5E09">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0236D3" w:rsidRPr="00CA2544" w:rsidTr="00F36525">
        <w:tc>
          <w:tcPr>
            <w:tcW w:w="1701" w:type="dxa"/>
            <w:vAlign w:val="top"/>
          </w:tcPr>
          <w:p w:rsidR="000236D3" w:rsidRPr="00F36525" w:rsidRDefault="001F50D8" w:rsidP="00F36525">
            <w:pPr>
              <w:pStyle w:val="SDMTableBoxParaNotNumbered"/>
              <w:rPr>
                <w:rFonts w:cs="Arial"/>
                <w:i/>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QB</m:t>
                    </m:r>
                  </m:e>
                  <m:sub>
                    <m:r>
                      <w:rPr>
                        <w:rFonts w:ascii="Cambria Math" w:hAnsi="Cambria Math" w:cs="Arial"/>
                        <w:sz w:val="22"/>
                        <w:szCs w:val="22"/>
                      </w:rPr>
                      <m:t>N2O,y</m:t>
                    </m:r>
                  </m:sub>
                </m:sSub>
              </m:oMath>
            </m:oMathPara>
          </w:p>
        </w:tc>
        <w:tc>
          <w:tcPr>
            <w:tcW w:w="345" w:type="dxa"/>
            <w:vAlign w:val="top"/>
          </w:tcPr>
          <w:p w:rsidR="000236D3" w:rsidRPr="00F36525" w:rsidRDefault="000236D3" w:rsidP="00F36525">
            <w:pPr>
              <w:pStyle w:val="SDMTableBoxParaNotNumbered"/>
              <w:rPr>
                <w:rFonts w:cs="Arial"/>
                <w:i/>
                <w:sz w:val="22"/>
                <w:szCs w:val="22"/>
              </w:rPr>
            </w:pPr>
            <w:r w:rsidRPr="00F36525">
              <w:rPr>
                <w:rFonts w:cs="Arial"/>
                <w:i/>
                <w:sz w:val="22"/>
                <w:szCs w:val="22"/>
              </w:rPr>
              <w:t>=</w:t>
            </w:r>
          </w:p>
        </w:tc>
        <w:tc>
          <w:tcPr>
            <w:tcW w:w="0" w:type="auto"/>
            <w:vAlign w:val="top"/>
          </w:tcPr>
          <w:p w:rsidR="000236D3" w:rsidRPr="00F36525" w:rsidRDefault="00A86286" w:rsidP="00F36525">
            <w:pPr>
              <w:pStyle w:val="SDMTableBoxParaNotNumbered"/>
              <w:rPr>
                <w:rFonts w:cs="Arial"/>
                <w:sz w:val="22"/>
                <w:szCs w:val="22"/>
              </w:rPr>
            </w:pPr>
            <w:r w:rsidRPr="00F36525">
              <w:rPr>
                <w:rFonts w:cs="Arial"/>
                <w:sz w:val="22"/>
                <w:szCs w:val="22"/>
              </w:rPr>
              <w:t>Quantity of N</w:t>
            </w:r>
            <w:r w:rsidRPr="00F36525">
              <w:rPr>
                <w:rFonts w:cs="Arial"/>
                <w:sz w:val="22"/>
                <w:szCs w:val="22"/>
                <w:vertAlign w:val="subscript"/>
              </w:rPr>
              <w:t>2</w:t>
            </w:r>
            <w:r w:rsidRPr="00F36525">
              <w:rPr>
                <w:rFonts w:cs="Arial"/>
                <w:sz w:val="22"/>
                <w:szCs w:val="22"/>
              </w:rPr>
              <w:t xml:space="preserve">O supplied to the destruction facility from ammonia oxidation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w:t>
            </w:r>
          </w:p>
        </w:tc>
      </w:tr>
      <w:tr w:rsidR="000236D3" w:rsidRPr="00CA2544" w:rsidTr="00F36525">
        <w:tc>
          <w:tcPr>
            <w:tcW w:w="1701" w:type="dxa"/>
            <w:vAlign w:val="top"/>
          </w:tcPr>
          <w:p w:rsidR="000236D3" w:rsidRPr="00F36525" w:rsidRDefault="001F50D8" w:rsidP="00F36525">
            <w:pPr>
              <w:pStyle w:val="SDMTableBoxParaNotNumbered"/>
              <w:rPr>
                <w:rFonts w:cs="Arial"/>
                <w:i/>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QI</m:t>
                    </m:r>
                  </m:e>
                  <m:sub>
                    <m:r>
                      <w:rPr>
                        <w:rFonts w:ascii="Cambria Math" w:hAnsi="Cambria Math" w:cs="Arial"/>
                        <w:sz w:val="22"/>
                        <w:szCs w:val="22"/>
                      </w:rPr>
                      <m:t>N2O,y</m:t>
                    </m:r>
                  </m:sub>
                </m:sSub>
              </m:oMath>
            </m:oMathPara>
          </w:p>
        </w:tc>
        <w:tc>
          <w:tcPr>
            <w:tcW w:w="345" w:type="dxa"/>
            <w:vAlign w:val="top"/>
          </w:tcPr>
          <w:p w:rsidR="000236D3" w:rsidRPr="00F36525" w:rsidRDefault="000236D3" w:rsidP="00F36525">
            <w:pPr>
              <w:pStyle w:val="SDMTableBoxParaNotNumbered"/>
              <w:rPr>
                <w:rFonts w:cs="Arial"/>
                <w:i/>
                <w:sz w:val="22"/>
                <w:szCs w:val="22"/>
              </w:rPr>
            </w:pPr>
            <w:r w:rsidRPr="00F36525">
              <w:rPr>
                <w:rFonts w:cs="Arial"/>
                <w:i/>
                <w:sz w:val="22"/>
                <w:szCs w:val="22"/>
              </w:rPr>
              <w:t>=</w:t>
            </w:r>
          </w:p>
        </w:tc>
        <w:tc>
          <w:tcPr>
            <w:tcW w:w="0" w:type="auto"/>
            <w:vAlign w:val="top"/>
          </w:tcPr>
          <w:p w:rsidR="000236D3" w:rsidRPr="00F36525" w:rsidRDefault="00A86286" w:rsidP="00F36525">
            <w:pPr>
              <w:pStyle w:val="SDMTableBoxParaNotNumbered"/>
              <w:rPr>
                <w:rFonts w:cs="Arial"/>
                <w:sz w:val="22"/>
                <w:szCs w:val="22"/>
              </w:rPr>
            </w:pPr>
            <w:r w:rsidRPr="00F36525">
              <w:rPr>
                <w:rFonts w:cs="Arial"/>
                <w:sz w:val="22"/>
                <w:szCs w:val="22"/>
              </w:rPr>
              <w:t>Quantity of N</w:t>
            </w:r>
            <w:r w:rsidRPr="00F36525">
              <w:rPr>
                <w:rFonts w:cs="Arial"/>
                <w:sz w:val="22"/>
                <w:szCs w:val="22"/>
                <w:vertAlign w:val="subscript"/>
              </w:rPr>
              <w:t>2</w:t>
            </w:r>
            <w:r w:rsidRPr="00F36525">
              <w:rPr>
                <w:rFonts w:cs="Arial"/>
                <w:sz w:val="22"/>
                <w:szCs w:val="22"/>
              </w:rPr>
              <w:t xml:space="preserve">O emissions at the inlet of the destruction facility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w:t>
            </w:r>
          </w:p>
        </w:tc>
      </w:tr>
      <w:tr w:rsidR="000236D3" w:rsidRPr="00CA2544" w:rsidTr="00F36525">
        <w:tc>
          <w:tcPr>
            <w:tcW w:w="1701" w:type="dxa"/>
            <w:vAlign w:val="top"/>
          </w:tcPr>
          <w:p w:rsidR="000236D3" w:rsidRPr="00F36525" w:rsidRDefault="001F50D8" w:rsidP="00F36525">
            <w:pPr>
              <w:pStyle w:val="SDMTableBoxParaNotNumbered"/>
              <w:rPr>
                <w:rFonts w:cs="Arial"/>
                <w:i/>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QA</m:t>
                    </m:r>
                  </m:e>
                  <m:sub>
                    <m:r>
                      <w:rPr>
                        <w:rFonts w:ascii="Cambria Math" w:hAnsi="Cambria Math" w:cs="Arial"/>
                        <w:sz w:val="22"/>
                        <w:szCs w:val="22"/>
                      </w:rPr>
                      <m:t>N2O,y</m:t>
                    </m:r>
                  </m:sub>
                </m:sSub>
              </m:oMath>
            </m:oMathPara>
          </w:p>
        </w:tc>
        <w:tc>
          <w:tcPr>
            <w:tcW w:w="345" w:type="dxa"/>
            <w:vAlign w:val="top"/>
          </w:tcPr>
          <w:p w:rsidR="000236D3" w:rsidRPr="00F36525" w:rsidRDefault="000236D3" w:rsidP="00F36525">
            <w:pPr>
              <w:pStyle w:val="SDMTableBoxParaNotNumbered"/>
              <w:rPr>
                <w:rFonts w:cs="Arial"/>
                <w:i/>
                <w:sz w:val="22"/>
                <w:szCs w:val="22"/>
              </w:rPr>
            </w:pPr>
            <w:r w:rsidRPr="00F36525">
              <w:rPr>
                <w:rFonts w:cs="Arial"/>
                <w:i/>
                <w:sz w:val="22"/>
                <w:szCs w:val="22"/>
              </w:rPr>
              <w:t>=</w:t>
            </w:r>
          </w:p>
        </w:tc>
        <w:tc>
          <w:tcPr>
            <w:tcW w:w="0" w:type="auto"/>
            <w:vAlign w:val="top"/>
          </w:tcPr>
          <w:p w:rsidR="000236D3" w:rsidRPr="00F36525" w:rsidRDefault="00A86286" w:rsidP="00F36525">
            <w:pPr>
              <w:pStyle w:val="SDMTableBoxParaNotNumbered"/>
              <w:rPr>
                <w:rFonts w:cs="Arial"/>
                <w:sz w:val="22"/>
                <w:szCs w:val="22"/>
              </w:rPr>
            </w:pPr>
            <w:r w:rsidRPr="00F36525">
              <w:rPr>
                <w:rFonts w:cs="Arial"/>
                <w:sz w:val="22"/>
                <w:szCs w:val="22"/>
              </w:rPr>
              <w:t>Quantity of N</w:t>
            </w:r>
            <w:r w:rsidRPr="00F36525">
              <w:rPr>
                <w:rFonts w:cs="Arial"/>
                <w:sz w:val="22"/>
                <w:szCs w:val="22"/>
                <w:vertAlign w:val="subscript"/>
              </w:rPr>
              <w:t>2</w:t>
            </w:r>
            <w:r w:rsidRPr="00F36525">
              <w:rPr>
                <w:rFonts w:cs="Arial"/>
                <w:sz w:val="22"/>
                <w:szCs w:val="22"/>
              </w:rPr>
              <w:t xml:space="preserve">O in the gas flow between the ammonia oxidation reactor and the absorption column in year </w:t>
            </w:r>
            <w:r w:rsidRPr="00F36525">
              <w:rPr>
                <w:rFonts w:cs="Arial"/>
                <w:i/>
                <w:sz w:val="22"/>
                <w:szCs w:val="22"/>
              </w:rPr>
              <w:t>y</w:t>
            </w:r>
            <w:r w:rsidRPr="00F36525">
              <w:rPr>
                <w:rFonts w:cs="Arial"/>
                <w:sz w:val="22"/>
                <w:szCs w:val="22"/>
              </w:rPr>
              <w:t xml:space="preserve"> (tN2O)</w:t>
            </w:r>
          </w:p>
        </w:tc>
      </w:tr>
      <w:tr w:rsidR="000236D3" w:rsidRPr="00CA2544" w:rsidTr="00F36525">
        <w:tc>
          <w:tcPr>
            <w:tcW w:w="1701" w:type="dxa"/>
            <w:vAlign w:val="top"/>
          </w:tcPr>
          <w:p w:rsidR="000236D3" w:rsidRPr="00F36525" w:rsidRDefault="001F50D8" w:rsidP="00F36525">
            <w:pPr>
              <w:pStyle w:val="SDMTableBoxParaNotNumbered"/>
              <w:rPr>
                <w:rFonts w:cs="Arial"/>
                <w:i/>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QP</m:t>
                    </m:r>
                  </m:e>
                  <m:sub>
                    <m:r>
                      <w:rPr>
                        <w:rFonts w:ascii="Cambria Math" w:hAnsi="Cambria Math" w:cs="Arial"/>
                        <w:sz w:val="22"/>
                        <w:szCs w:val="22"/>
                      </w:rPr>
                      <m:t>N2O,y</m:t>
                    </m:r>
                  </m:sub>
                </m:sSub>
              </m:oMath>
            </m:oMathPara>
          </w:p>
        </w:tc>
        <w:tc>
          <w:tcPr>
            <w:tcW w:w="345" w:type="dxa"/>
            <w:vAlign w:val="top"/>
          </w:tcPr>
          <w:p w:rsidR="000236D3" w:rsidRPr="00F36525" w:rsidRDefault="000236D3" w:rsidP="00F36525">
            <w:pPr>
              <w:pStyle w:val="SDMTableBoxParaNotNumbered"/>
              <w:rPr>
                <w:rFonts w:cs="Arial"/>
                <w:i/>
                <w:sz w:val="22"/>
                <w:szCs w:val="22"/>
              </w:rPr>
            </w:pPr>
            <w:r w:rsidRPr="00F36525">
              <w:rPr>
                <w:rFonts w:cs="Arial"/>
                <w:i/>
                <w:sz w:val="22"/>
                <w:szCs w:val="22"/>
              </w:rPr>
              <w:t>=</w:t>
            </w:r>
          </w:p>
        </w:tc>
        <w:tc>
          <w:tcPr>
            <w:tcW w:w="0" w:type="auto"/>
            <w:vAlign w:val="top"/>
          </w:tcPr>
          <w:p w:rsidR="000236D3" w:rsidRPr="00F36525" w:rsidRDefault="00A86286" w:rsidP="00F36525">
            <w:pPr>
              <w:pStyle w:val="SDMTableBoxParaNotNumbered"/>
              <w:rPr>
                <w:rFonts w:cs="Arial"/>
                <w:sz w:val="22"/>
                <w:szCs w:val="22"/>
              </w:rPr>
            </w:pPr>
            <w:r w:rsidRPr="00F36525">
              <w:rPr>
                <w:rFonts w:cs="Arial"/>
                <w:sz w:val="22"/>
                <w:szCs w:val="22"/>
              </w:rPr>
              <w:t>Quantity of N</w:t>
            </w:r>
            <w:r w:rsidRPr="00F36525">
              <w:rPr>
                <w:rFonts w:cs="Arial"/>
                <w:sz w:val="22"/>
                <w:szCs w:val="22"/>
                <w:vertAlign w:val="subscript"/>
              </w:rPr>
              <w:t>2</w:t>
            </w:r>
            <w:r w:rsidRPr="00F36525">
              <w:rPr>
                <w:rFonts w:cs="Arial"/>
                <w:sz w:val="22"/>
                <w:szCs w:val="22"/>
              </w:rPr>
              <w:t xml:space="preserve">O in the product flow from the absorption column to the HPO® process area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w:t>
            </w:r>
          </w:p>
        </w:tc>
      </w:tr>
    </w:tbl>
    <w:p w:rsidR="00B940E2" w:rsidRDefault="00B940E2" w:rsidP="009C4C2F">
      <w:pPr>
        <w:pStyle w:val="SDMPara"/>
        <w:numPr>
          <w:ilvl w:val="0"/>
          <w:numId w:val="4"/>
        </w:numPr>
      </w:pPr>
      <w:r>
        <w:t>The total quantity of N</w:t>
      </w:r>
      <w:r w:rsidR="00CE46FF" w:rsidRPr="00CE46FF">
        <w:rPr>
          <w:vertAlign w:val="subscript"/>
        </w:rPr>
        <w:t>2</w:t>
      </w:r>
      <w:r>
        <w:t>O supplied to the N</w:t>
      </w:r>
      <w:r w:rsidR="00CE46FF" w:rsidRPr="00CE46FF">
        <w:rPr>
          <w:vertAlign w:val="subscript"/>
        </w:rPr>
        <w:t>2</w:t>
      </w:r>
      <w:r>
        <w:t>O destruction facility (DF) is calculated based on continuous measurement of the tail gas volume flow rate and the N</w:t>
      </w:r>
      <w:r w:rsidR="00CE46FF" w:rsidRPr="00CE46FF">
        <w:rPr>
          <w:vertAlign w:val="subscript"/>
        </w:rPr>
        <w:t>2</w:t>
      </w:r>
      <w:r>
        <w:t>O concentration at the inlet of the N</w:t>
      </w:r>
      <w:r w:rsidR="00CE46FF" w:rsidRPr="00CE46FF">
        <w:rPr>
          <w:vertAlign w:val="subscript"/>
        </w:rPr>
        <w:t>2</w:t>
      </w:r>
      <w:r>
        <w:t>O destruction facility. Therefore the quantity of the N</w:t>
      </w:r>
      <w:r w:rsidR="00CE46FF" w:rsidRPr="00CE46FF">
        <w:rPr>
          <w:vertAlign w:val="subscript"/>
        </w:rPr>
        <w:t>2</w:t>
      </w:r>
      <w:r>
        <w:t>O at the inlet is given by:</w:t>
      </w:r>
    </w:p>
    <w:tbl>
      <w:tblPr>
        <w:tblStyle w:val="SDMMethTableEquation"/>
        <w:tblW w:w="8760" w:type="dxa"/>
        <w:tblLook w:val="0600" w:firstRow="0" w:lastRow="0" w:firstColumn="0" w:lastColumn="0" w:noHBand="1" w:noVBand="1"/>
      </w:tblPr>
      <w:tblGrid>
        <w:gridCol w:w="7091"/>
        <w:gridCol w:w="1669"/>
      </w:tblGrid>
      <w:tr w:rsidR="00B14E63" w:rsidRPr="00E32F75" w:rsidTr="00DA5E09">
        <w:tc>
          <w:tcPr>
            <w:tcW w:w="7224" w:type="dxa"/>
          </w:tcPr>
          <w:p w:rsidR="00B14E63" w:rsidRPr="00252AA4" w:rsidRDefault="001F50D8" w:rsidP="00DA5E09">
            <w:pPr>
              <w:pStyle w:val="SDMMethEquation"/>
            </w:pPr>
            <m:oMathPara>
              <m:oMathParaPr>
                <m:jc m:val="left"/>
              </m:oMathParaPr>
              <m:oMath>
                <m:sSub>
                  <m:sSubPr>
                    <m:ctrlPr>
                      <w:rPr>
                        <w:rFonts w:ascii="Cambria Math" w:hAnsi="Cambria Math"/>
                        <w:i/>
                      </w:rPr>
                    </m:ctrlPr>
                  </m:sSubPr>
                  <m:e>
                    <m:r>
                      <w:rPr>
                        <w:rFonts w:ascii="Cambria Math" w:hAnsi="Cambria Math"/>
                      </w:rPr>
                      <m:t>QI</m:t>
                    </m:r>
                  </m:e>
                  <m:sub>
                    <m:r>
                      <w:rPr>
                        <w:rFonts w:ascii="Cambria Math" w:hAnsi="Cambria Math"/>
                      </w:rPr>
                      <m:t>N2O,y</m:t>
                    </m:r>
                  </m:sub>
                </m:sSub>
                <m:r>
                  <w:rPr>
                    <w:rFonts w:ascii="Cambria Math" w:hAnsi="Cambria Math"/>
                  </w:rPr>
                  <m:t>=</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F</m:t>
                        </m:r>
                      </m:e>
                      <m:sub>
                        <m:r>
                          <w:rPr>
                            <w:rFonts w:ascii="Cambria Math" w:hAnsi="Cambria Math"/>
                          </w:rPr>
                          <m:t>TI,i</m:t>
                        </m:r>
                      </m:sub>
                    </m:sSub>
                    <m:r>
                      <w:rPr>
                        <w:rFonts w:ascii="Cambria Math" w:hAnsi="Cambria Math"/>
                      </w:rPr>
                      <m:t>×</m:t>
                    </m:r>
                    <m:sSub>
                      <m:sSubPr>
                        <m:ctrlPr>
                          <w:rPr>
                            <w:rFonts w:ascii="Cambria Math" w:hAnsi="Cambria Math"/>
                            <w:i/>
                          </w:rPr>
                        </m:ctrlPr>
                      </m:sSubPr>
                      <m:e>
                        <m:r>
                          <w:rPr>
                            <w:rFonts w:ascii="Cambria Math" w:hAnsi="Cambria Math"/>
                          </w:rPr>
                          <m:t>CI</m:t>
                        </m:r>
                      </m:e>
                      <m:sub>
                        <m:r>
                          <w:rPr>
                            <w:rFonts w:ascii="Cambria Math" w:hAnsi="Cambria Math"/>
                          </w:rPr>
                          <m:t>N2O,i</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i</m:t>
                        </m:r>
                      </m:sub>
                    </m:sSub>
                  </m:e>
                </m:nary>
              </m:oMath>
            </m:oMathPara>
          </w:p>
        </w:tc>
        <w:tc>
          <w:tcPr>
            <w:tcW w:w="1701" w:type="dxa"/>
          </w:tcPr>
          <w:p w:rsidR="00B14E63" w:rsidRPr="002B6960" w:rsidRDefault="00B14E63" w:rsidP="00DA5E09">
            <w:pPr>
              <w:pStyle w:val="SDMMethEquationNr"/>
            </w:pPr>
          </w:p>
        </w:tc>
      </w:tr>
    </w:tbl>
    <w:p w:rsidR="00B14E63" w:rsidRDefault="00B14E63" w:rsidP="00DA5E09">
      <w:pPr>
        <w:pStyle w:val="SDMMethCaptionEquationParametersTable"/>
      </w:pPr>
      <w:r>
        <w:t>Where:</w:t>
      </w:r>
    </w:p>
    <w:tbl>
      <w:tblPr>
        <w:tblStyle w:val="SDMMethTableEquationParameters"/>
        <w:tblW w:w="8926" w:type="dxa"/>
        <w:tblLook w:val="04A0" w:firstRow="1" w:lastRow="0" w:firstColumn="1" w:lastColumn="0" w:noHBand="0" w:noVBand="1"/>
      </w:tblPr>
      <w:tblGrid>
        <w:gridCol w:w="1701"/>
        <w:gridCol w:w="345"/>
        <w:gridCol w:w="6880"/>
      </w:tblGrid>
      <w:tr w:rsidR="00B14E63" w:rsidTr="00F36525">
        <w:tc>
          <w:tcPr>
            <w:tcW w:w="1701" w:type="dxa"/>
            <w:vAlign w:val="top"/>
          </w:tcPr>
          <w:p w:rsidR="00B14E63"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QI</m:t>
                    </m:r>
                  </m:e>
                  <m:sub>
                    <m:r>
                      <w:rPr>
                        <w:rFonts w:ascii="Cambria Math" w:hAnsi="Cambria Math" w:cs="Arial"/>
                        <w:sz w:val="22"/>
                        <w:szCs w:val="22"/>
                      </w:rPr>
                      <m:t>N2O,y</m:t>
                    </m:r>
                  </m:sub>
                </m:sSub>
              </m:oMath>
            </m:oMathPara>
          </w:p>
        </w:tc>
        <w:tc>
          <w:tcPr>
            <w:tcW w:w="345" w:type="dxa"/>
            <w:vAlign w:val="top"/>
          </w:tcPr>
          <w:p w:rsidR="00B14E63" w:rsidRPr="00F36525" w:rsidRDefault="00B14E63" w:rsidP="00F36525">
            <w:pPr>
              <w:pStyle w:val="SDMTableBoxParaNotNumbered"/>
              <w:rPr>
                <w:rFonts w:cs="Arial"/>
                <w:sz w:val="22"/>
                <w:szCs w:val="22"/>
              </w:rPr>
            </w:pPr>
            <w:r w:rsidRPr="00F36525">
              <w:rPr>
                <w:rFonts w:cs="Arial"/>
                <w:sz w:val="22"/>
                <w:szCs w:val="22"/>
              </w:rPr>
              <w:t>=</w:t>
            </w:r>
          </w:p>
        </w:tc>
        <w:tc>
          <w:tcPr>
            <w:tcW w:w="6880" w:type="dxa"/>
            <w:vAlign w:val="top"/>
          </w:tcPr>
          <w:p w:rsidR="00B14E63" w:rsidRPr="00F36525" w:rsidRDefault="00802A81" w:rsidP="00F36525">
            <w:pPr>
              <w:pStyle w:val="SDMTableBoxParaNotNumbered"/>
              <w:rPr>
                <w:rFonts w:cs="Arial"/>
                <w:sz w:val="22"/>
                <w:szCs w:val="22"/>
              </w:rPr>
            </w:pPr>
            <w:r w:rsidRPr="00F36525">
              <w:rPr>
                <w:rFonts w:cs="Arial"/>
                <w:sz w:val="22"/>
                <w:szCs w:val="22"/>
              </w:rPr>
              <w:t>Quantity of N</w:t>
            </w:r>
            <w:r w:rsidRPr="00F36525">
              <w:rPr>
                <w:rFonts w:cs="Arial"/>
                <w:sz w:val="22"/>
                <w:szCs w:val="22"/>
                <w:vertAlign w:val="subscript"/>
              </w:rPr>
              <w:t>2</w:t>
            </w:r>
            <w:r w:rsidRPr="00F36525">
              <w:rPr>
                <w:rFonts w:cs="Arial"/>
                <w:sz w:val="22"/>
                <w:szCs w:val="22"/>
              </w:rPr>
              <w:t xml:space="preserve">O emissions at the inlet of the destruction facility in year </w:t>
            </w:r>
            <w:r w:rsidRPr="00F36525">
              <w:rPr>
                <w:rFonts w:cs="Arial"/>
                <w:i/>
                <w:sz w:val="22"/>
                <w:szCs w:val="22"/>
              </w:rPr>
              <w:t>y</w:t>
            </w:r>
            <w:r w:rsidRPr="00F36525">
              <w:rPr>
                <w:rFonts w:cs="Arial"/>
                <w:sz w:val="22"/>
                <w:szCs w:val="22"/>
              </w:rPr>
              <w:t xml:space="preserve"> (t</w:t>
            </w:r>
            <w:r w:rsidR="00F1324B" w:rsidRPr="00F36525">
              <w:rPr>
                <w:rFonts w:cs="Arial"/>
                <w:sz w:val="22"/>
                <w:szCs w:val="22"/>
              </w:rPr>
              <w:t xml:space="preserve"> </w:t>
            </w:r>
            <w:r w:rsidRPr="00F36525">
              <w:rPr>
                <w:rFonts w:cs="Arial"/>
                <w:sz w:val="22"/>
                <w:szCs w:val="22"/>
              </w:rPr>
              <w:t>N</w:t>
            </w:r>
            <w:r w:rsidRPr="00F36525">
              <w:rPr>
                <w:rFonts w:cs="Arial"/>
                <w:sz w:val="22"/>
                <w:szCs w:val="22"/>
                <w:vertAlign w:val="subscript"/>
              </w:rPr>
              <w:t>2</w:t>
            </w:r>
            <w:r w:rsidRPr="00F36525">
              <w:rPr>
                <w:rFonts w:cs="Arial"/>
                <w:sz w:val="22"/>
                <w:szCs w:val="22"/>
              </w:rPr>
              <w:t>O)</w:t>
            </w:r>
          </w:p>
        </w:tc>
      </w:tr>
      <w:tr w:rsidR="00B14E63" w:rsidTr="00F36525">
        <w:tc>
          <w:tcPr>
            <w:tcW w:w="1701" w:type="dxa"/>
            <w:vAlign w:val="top"/>
          </w:tcPr>
          <w:p w:rsidR="00B14E63"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TI,i</m:t>
                    </m:r>
                  </m:sub>
                </m:sSub>
              </m:oMath>
            </m:oMathPara>
          </w:p>
        </w:tc>
        <w:tc>
          <w:tcPr>
            <w:tcW w:w="345" w:type="dxa"/>
            <w:vAlign w:val="top"/>
          </w:tcPr>
          <w:p w:rsidR="00B14E63" w:rsidRPr="00F36525" w:rsidRDefault="00B14E63" w:rsidP="00F36525">
            <w:pPr>
              <w:pStyle w:val="SDMTableBoxParaNotNumbered"/>
              <w:rPr>
                <w:rFonts w:cs="Arial"/>
                <w:sz w:val="22"/>
                <w:szCs w:val="22"/>
              </w:rPr>
            </w:pPr>
            <w:r w:rsidRPr="00F36525">
              <w:rPr>
                <w:rFonts w:cs="Arial"/>
                <w:sz w:val="22"/>
                <w:szCs w:val="22"/>
              </w:rPr>
              <w:t>=</w:t>
            </w:r>
          </w:p>
        </w:tc>
        <w:tc>
          <w:tcPr>
            <w:tcW w:w="6880" w:type="dxa"/>
            <w:vAlign w:val="top"/>
          </w:tcPr>
          <w:p w:rsidR="00B14E63" w:rsidRPr="00F36525" w:rsidRDefault="00802A81" w:rsidP="00DE62B9">
            <w:pPr>
              <w:pStyle w:val="SDMTableBoxParaNotNumbered"/>
              <w:rPr>
                <w:rFonts w:cs="Arial"/>
                <w:sz w:val="22"/>
                <w:szCs w:val="22"/>
              </w:rPr>
            </w:pPr>
            <w:r w:rsidRPr="00F36525">
              <w:rPr>
                <w:rFonts w:cs="Arial"/>
                <w:sz w:val="22"/>
                <w:szCs w:val="22"/>
              </w:rPr>
              <w:t>Volume flow rate at the inlet of the destruction facility during interval</w:t>
            </w:r>
            <w:r w:rsidR="00DE62B9">
              <w:rPr>
                <w:rFonts w:cs="Arial"/>
                <w:sz w:val="22"/>
                <w:szCs w:val="22"/>
              </w:rPr>
              <w:t> </w:t>
            </w:r>
            <w:r w:rsidRPr="00F36525">
              <w:rPr>
                <w:rFonts w:cs="Arial"/>
                <w:i/>
                <w:sz w:val="22"/>
                <w:szCs w:val="22"/>
              </w:rPr>
              <w:t>i</w:t>
            </w:r>
            <w:r w:rsidRPr="00F36525">
              <w:rPr>
                <w:rFonts w:cs="Arial"/>
                <w:sz w:val="22"/>
                <w:szCs w:val="22"/>
              </w:rPr>
              <w:t xml:space="preserve"> (m</w:t>
            </w:r>
            <w:r w:rsidRPr="00F36525">
              <w:rPr>
                <w:rFonts w:cs="Arial"/>
                <w:sz w:val="22"/>
                <w:szCs w:val="22"/>
                <w:vertAlign w:val="superscript"/>
              </w:rPr>
              <w:t>3</w:t>
            </w:r>
            <w:r w:rsidRPr="00F36525">
              <w:rPr>
                <w:rFonts w:cs="Arial"/>
                <w:sz w:val="22"/>
                <w:szCs w:val="22"/>
              </w:rPr>
              <w:t>/h)</w:t>
            </w:r>
            <w:r w:rsidR="005B562F" w:rsidRPr="00F36525">
              <w:rPr>
                <w:rStyle w:val="FootnoteReference"/>
                <w:rFonts w:cs="Arial"/>
                <w:sz w:val="22"/>
                <w:szCs w:val="22"/>
              </w:rPr>
              <w:footnoteReference w:id="8"/>
            </w:r>
          </w:p>
        </w:tc>
      </w:tr>
      <w:tr w:rsidR="00B14E63" w:rsidTr="00F36525">
        <w:tc>
          <w:tcPr>
            <w:tcW w:w="1701" w:type="dxa"/>
            <w:vAlign w:val="top"/>
          </w:tcPr>
          <w:p w:rsidR="00B14E63"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CI</m:t>
                    </m:r>
                  </m:e>
                  <m:sub>
                    <m:r>
                      <w:rPr>
                        <w:rFonts w:ascii="Cambria Math" w:hAnsi="Cambria Math" w:cs="Arial"/>
                        <w:sz w:val="22"/>
                        <w:szCs w:val="22"/>
                      </w:rPr>
                      <m:t>N2O,i</m:t>
                    </m:r>
                  </m:sub>
                </m:sSub>
              </m:oMath>
            </m:oMathPara>
          </w:p>
        </w:tc>
        <w:tc>
          <w:tcPr>
            <w:tcW w:w="345" w:type="dxa"/>
            <w:vAlign w:val="top"/>
          </w:tcPr>
          <w:p w:rsidR="00B14E63" w:rsidRPr="00F36525" w:rsidRDefault="00B14E63" w:rsidP="00F36525">
            <w:pPr>
              <w:pStyle w:val="SDMTableBoxParaNotNumbered"/>
              <w:rPr>
                <w:rFonts w:cs="Arial"/>
                <w:sz w:val="22"/>
                <w:szCs w:val="22"/>
              </w:rPr>
            </w:pPr>
            <w:r w:rsidRPr="00F36525">
              <w:rPr>
                <w:rFonts w:cs="Arial"/>
                <w:sz w:val="22"/>
                <w:szCs w:val="22"/>
              </w:rPr>
              <w:t>=</w:t>
            </w:r>
          </w:p>
        </w:tc>
        <w:tc>
          <w:tcPr>
            <w:tcW w:w="6880" w:type="dxa"/>
            <w:vAlign w:val="top"/>
          </w:tcPr>
          <w:p w:rsidR="00B14E63" w:rsidRPr="00F36525" w:rsidRDefault="00802A81" w:rsidP="00F36525">
            <w:pPr>
              <w:pStyle w:val="SDMTableBoxParaNotNumbered"/>
              <w:rPr>
                <w:rFonts w:cs="Arial"/>
                <w:sz w:val="22"/>
                <w:szCs w:val="22"/>
              </w:rPr>
            </w:pPr>
            <w:r w:rsidRPr="00F36525">
              <w:rPr>
                <w:rFonts w:cs="Arial"/>
                <w:sz w:val="22"/>
                <w:szCs w:val="22"/>
              </w:rPr>
              <w:t>N</w:t>
            </w:r>
            <w:r w:rsidRPr="00F36525">
              <w:rPr>
                <w:rFonts w:cs="Arial"/>
                <w:sz w:val="22"/>
                <w:szCs w:val="22"/>
                <w:vertAlign w:val="subscript"/>
              </w:rPr>
              <w:t>2</w:t>
            </w:r>
            <w:r w:rsidRPr="00F36525">
              <w:rPr>
                <w:rFonts w:cs="Arial"/>
                <w:sz w:val="22"/>
                <w:szCs w:val="22"/>
              </w:rPr>
              <w:t xml:space="preserve">O concentration a destruction facility inlet during interval </w:t>
            </w:r>
            <w:r w:rsidRPr="00F36525">
              <w:rPr>
                <w:rFonts w:cs="Arial"/>
                <w:i/>
                <w:sz w:val="22"/>
                <w:szCs w:val="22"/>
              </w:rPr>
              <w:t>i</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O/m</w:t>
            </w:r>
            <w:r w:rsidRPr="00F36525">
              <w:rPr>
                <w:rFonts w:cs="Arial"/>
                <w:sz w:val="22"/>
                <w:szCs w:val="22"/>
                <w:vertAlign w:val="superscript"/>
              </w:rPr>
              <w:t>3</w:t>
            </w:r>
            <w:r w:rsidRPr="00F36525">
              <w:rPr>
                <w:rFonts w:cs="Arial"/>
                <w:sz w:val="22"/>
                <w:szCs w:val="22"/>
              </w:rPr>
              <w:t>)</w:t>
            </w:r>
          </w:p>
        </w:tc>
      </w:tr>
      <w:tr w:rsidR="00802A81" w:rsidTr="00F36525">
        <w:tc>
          <w:tcPr>
            <w:tcW w:w="1701" w:type="dxa"/>
            <w:vAlign w:val="top"/>
          </w:tcPr>
          <w:p w:rsidR="00802A81"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M</m:t>
                    </m:r>
                  </m:e>
                  <m:sub>
                    <m:r>
                      <w:rPr>
                        <w:rFonts w:ascii="Cambria Math" w:hAnsi="Cambria Math" w:cs="Arial"/>
                        <w:sz w:val="22"/>
                        <w:szCs w:val="22"/>
                      </w:rPr>
                      <m:t>i</m:t>
                    </m:r>
                  </m:sub>
                </m:sSub>
              </m:oMath>
            </m:oMathPara>
          </w:p>
        </w:tc>
        <w:tc>
          <w:tcPr>
            <w:tcW w:w="345" w:type="dxa"/>
            <w:vAlign w:val="top"/>
          </w:tcPr>
          <w:p w:rsidR="00802A81" w:rsidRPr="00F36525" w:rsidRDefault="00802A81" w:rsidP="00F36525">
            <w:pPr>
              <w:pStyle w:val="SDMTableBoxParaNotNumbered"/>
              <w:rPr>
                <w:rFonts w:cs="Arial"/>
                <w:sz w:val="22"/>
                <w:szCs w:val="22"/>
              </w:rPr>
            </w:pPr>
            <w:r w:rsidRPr="00F36525">
              <w:rPr>
                <w:rFonts w:cs="Arial"/>
                <w:sz w:val="22"/>
                <w:szCs w:val="22"/>
              </w:rPr>
              <w:t>=</w:t>
            </w:r>
          </w:p>
        </w:tc>
        <w:tc>
          <w:tcPr>
            <w:tcW w:w="6880" w:type="dxa"/>
            <w:vAlign w:val="top"/>
          </w:tcPr>
          <w:p w:rsidR="00802A81" w:rsidRPr="00F36525" w:rsidRDefault="00802A81" w:rsidP="00F36525">
            <w:pPr>
              <w:pStyle w:val="SDMTableBoxParaNotNumbered"/>
              <w:rPr>
                <w:rFonts w:cs="Arial"/>
                <w:sz w:val="22"/>
                <w:szCs w:val="22"/>
              </w:rPr>
            </w:pPr>
            <w:r w:rsidRPr="00F36525">
              <w:rPr>
                <w:rFonts w:cs="Arial"/>
                <w:sz w:val="22"/>
                <w:szCs w:val="22"/>
              </w:rPr>
              <w:t xml:space="preserve">Length of measuring interval </w:t>
            </w:r>
            <w:r w:rsidRPr="00F36525">
              <w:rPr>
                <w:rFonts w:cs="Arial"/>
                <w:i/>
                <w:sz w:val="22"/>
                <w:szCs w:val="22"/>
              </w:rPr>
              <w:t>i</w:t>
            </w:r>
            <w:r w:rsidRPr="00F36525">
              <w:rPr>
                <w:rFonts w:cs="Arial"/>
                <w:sz w:val="22"/>
                <w:szCs w:val="22"/>
              </w:rPr>
              <w:t xml:space="preserve"> (h)</w:t>
            </w:r>
          </w:p>
        </w:tc>
      </w:tr>
      <w:tr w:rsidR="00802A81" w:rsidTr="00F36525">
        <w:tc>
          <w:tcPr>
            <w:tcW w:w="1701" w:type="dxa"/>
            <w:vAlign w:val="top"/>
          </w:tcPr>
          <w:p w:rsidR="00802A81" w:rsidRPr="00F36525" w:rsidRDefault="00802A81" w:rsidP="00F36525">
            <w:pPr>
              <w:pStyle w:val="SDMTableBoxParaNotNumbered"/>
              <w:rPr>
                <w:rFonts w:cs="Arial"/>
                <w:sz w:val="22"/>
                <w:szCs w:val="22"/>
              </w:rPr>
            </w:pPr>
            <m:oMathPara>
              <m:oMathParaPr>
                <m:jc m:val="left"/>
              </m:oMathParaPr>
              <m:oMath>
                <m:r>
                  <w:rPr>
                    <w:rFonts w:ascii="Cambria Math" w:hAnsi="Cambria Math" w:cs="Arial"/>
                    <w:sz w:val="22"/>
                    <w:szCs w:val="22"/>
                  </w:rPr>
                  <m:t>i</m:t>
                </m:r>
              </m:oMath>
            </m:oMathPara>
          </w:p>
        </w:tc>
        <w:tc>
          <w:tcPr>
            <w:tcW w:w="345" w:type="dxa"/>
            <w:vAlign w:val="top"/>
          </w:tcPr>
          <w:p w:rsidR="00802A81" w:rsidRPr="00F36525" w:rsidRDefault="00802A81" w:rsidP="00F36525">
            <w:pPr>
              <w:pStyle w:val="SDMTableBoxParaNotNumbered"/>
              <w:rPr>
                <w:rFonts w:cs="Arial"/>
                <w:sz w:val="22"/>
                <w:szCs w:val="22"/>
              </w:rPr>
            </w:pPr>
            <w:r w:rsidRPr="00F36525">
              <w:rPr>
                <w:rFonts w:cs="Arial"/>
                <w:sz w:val="22"/>
                <w:szCs w:val="22"/>
              </w:rPr>
              <w:t>=</w:t>
            </w:r>
          </w:p>
        </w:tc>
        <w:tc>
          <w:tcPr>
            <w:tcW w:w="6880" w:type="dxa"/>
            <w:vAlign w:val="top"/>
          </w:tcPr>
          <w:p w:rsidR="00802A81" w:rsidRPr="00F36525" w:rsidRDefault="00802A81" w:rsidP="00F36525">
            <w:pPr>
              <w:pStyle w:val="SDMTableBoxParaNotNumbered"/>
              <w:rPr>
                <w:rFonts w:cs="Arial"/>
                <w:sz w:val="22"/>
                <w:szCs w:val="22"/>
              </w:rPr>
            </w:pPr>
            <w:r w:rsidRPr="00F36525">
              <w:rPr>
                <w:rFonts w:cs="Arial"/>
                <w:sz w:val="22"/>
                <w:szCs w:val="22"/>
              </w:rPr>
              <w:t>Interval</w:t>
            </w:r>
          </w:p>
        </w:tc>
      </w:tr>
      <w:tr w:rsidR="00802A81" w:rsidTr="00F36525">
        <w:tc>
          <w:tcPr>
            <w:tcW w:w="1701" w:type="dxa"/>
            <w:vAlign w:val="top"/>
          </w:tcPr>
          <w:p w:rsidR="00802A81" w:rsidRPr="00F36525" w:rsidRDefault="00802A81" w:rsidP="00F36525">
            <w:pPr>
              <w:pStyle w:val="SDMTableBoxParaNotNumbered"/>
              <w:rPr>
                <w:rFonts w:cs="Arial"/>
                <w:sz w:val="22"/>
                <w:szCs w:val="22"/>
              </w:rPr>
            </w:pPr>
            <m:oMathPara>
              <m:oMathParaPr>
                <m:jc m:val="left"/>
              </m:oMathParaPr>
              <m:oMath>
                <m:r>
                  <w:rPr>
                    <w:rFonts w:ascii="Cambria Math" w:hAnsi="Cambria Math" w:cs="Arial"/>
                    <w:sz w:val="22"/>
                    <w:szCs w:val="22"/>
                  </w:rPr>
                  <m:t>n</m:t>
                </m:r>
              </m:oMath>
            </m:oMathPara>
          </w:p>
        </w:tc>
        <w:tc>
          <w:tcPr>
            <w:tcW w:w="345" w:type="dxa"/>
            <w:vAlign w:val="top"/>
          </w:tcPr>
          <w:p w:rsidR="00802A81" w:rsidRPr="00F36525" w:rsidRDefault="00936DEF" w:rsidP="00F36525">
            <w:pPr>
              <w:pStyle w:val="SDMTableBoxParaNotNumbered"/>
              <w:rPr>
                <w:rFonts w:cs="Arial"/>
                <w:sz w:val="22"/>
                <w:szCs w:val="22"/>
              </w:rPr>
            </w:pPr>
            <w:r w:rsidRPr="00F36525">
              <w:rPr>
                <w:rFonts w:cs="Arial"/>
                <w:sz w:val="22"/>
                <w:szCs w:val="22"/>
              </w:rPr>
              <w:t>=</w:t>
            </w:r>
          </w:p>
        </w:tc>
        <w:tc>
          <w:tcPr>
            <w:tcW w:w="6880" w:type="dxa"/>
            <w:vAlign w:val="top"/>
          </w:tcPr>
          <w:p w:rsidR="00802A81" w:rsidRPr="00F36525" w:rsidRDefault="00802A81" w:rsidP="00F36525">
            <w:pPr>
              <w:pStyle w:val="SDMTableBoxParaNotNumbered"/>
              <w:rPr>
                <w:rFonts w:cs="Arial"/>
                <w:sz w:val="22"/>
                <w:szCs w:val="22"/>
              </w:rPr>
            </w:pPr>
            <w:r w:rsidRPr="00F36525">
              <w:rPr>
                <w:rFonts w:cs="Arial"/>
                <w:sz w:val="22"/>
                <w:szCs w:val="22"/>
              </w:rPr>
              <w:t>Number of intervals during the year</w:t>
            </w:r>
          </w:p>
        </w:tc>
      </w:tr>
    </w:tbl>
    <w:p w:rsidR="00B940E2" w:rsidRDefault="00B940E2" w:rsidP="009C4C2F">
      <w:pPr>
        <w:pStyle w:val="SDMPara"/>
        <w:numPr>
          <w:ilvl w:val="0"/>
          <w:numId w:val="4"/>
        </w:numPr>
      </w:pPr>
      <w:r>
        <w:t>The quantity of N</w:t>
      </w:r>
      <w:r w:rsidR="00CE46FF" w:rsidRPr="00CE46FF">
        <w:rPr>
          <w:vertAlign w:val="subscript"/>
        </w:rPr>
        <w:t>2</w:t>
      </w:r>
      <w:r>
        <w:t>O in the gas flow between the ammonia oxidation reactor and the absorption column in year y is calculated based on continuous measurement of the gas volume flow rate and the N</w:t>
      </w:r>
      <w:r w:rsidR="00CE46FF" w:rsidRPr="00CE46FF">
        <w:rPr>
          <w:vertAlign w:val="subscript"/>
        </w:rPr>
        <w:t>2</w:t>
      </w:r>
      <w:r>
        <w:t>O concentration in the product stream from the ammonia oxidation. Therefore, the quantity of the N</w:t>
      </w:r>
      <w:r w:rsidR="00CE46FF" w:rsidRPr="00CE46FF">
        <w:rPr>
          <w:vertAlign w:val="subscript"/>
        </w:rPr>
        <w:t>2</w:t>
      </w:r>
      <w:r>
        <w:t>O produced by ammonia oxidation is given by:</w:t>
      </w:r>
    </w:p>
    <w:tbl>
      <w:tblPr>
        <w:tblStyle w:val="SDMMethTableEquation"/>
        <w:tblW w:w="8760" w:type="dxa"/>
        <w:tblLook w:val="0600" w:firstRow="0" w:lastRow="0" w:firstColumn="0" w:lastColumn="0" w:noHBand="1" w:noVBand="1"/>
      </w:tblPr>
      <w:tblGrid>
        <w:gridCol w:w="7091"/>
        <w:gridCol w:w="1669"/>
      </w:tblGrid>
      <w:tr w:rsidR="005B562F" w:rsidRPr="00E32F75" w:rsidTr="00DA5E09">
        <w:tc>
          <w:tcPr>
            <w:tcW w:w="7224" w:type="dxa"/>
          </w:tcPr>
          <w:p w:rsidR="005B562F" w:rsidRPr="00252AA4" w:rsidRDefault="001F50D8" w:rsidP="00DA5E09">
            <w:pPr>
              <w:pStyle w:val="SDMMethEquation"/>
            </w:pPr>
            <m:oMathPara>
              <m:oMathParaPr>
                <m:jc m:val="left"/>
              </m:oMathParaPr>
              <m:oMath>
                <m:sSub>
                  <m:sSubPr>
                    <m:ctrlPr>
                      <w:rPr>
                        <w:rFonts w:ascii="Cambria Math" w:hAnsi="Cambria Math"/>
                        <w:i/>
                      </w:rPr>
                    </m:ctrlPr>
                  </m:sSubPr>
                  <m:e>
                    <m:r>
                      <w:rPr>
                        <w:rFonts w:ascii="Cambria Math" w:hAnsi="Cambria Math"/>
                      </w:rPr>
                      <m:t>QA</m:t>
                    </m:r>
                  </m:e>
                  <m:sub>
                    <m:r>
                      <w:rPr>
                        <w:rFonts w:ascii="Cambria Math" w:hAnsi="Cambria Math"/>
                      </w:rPr>
                      <m:t>N2O,y</m:t>
                    </m:r>
                  </m:sub>
                </m:sSub>
                <m:r>
                  <w:rPr>
                    <w:rFonts w:ascii="Cambria Math" w:hAnsi="Cambria Math"/>
                  </w:rPr>
                  <m:t>=</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F</m:t>
                        </m:r>
                      </m:e>
                      <m:sub>
                        <m:r>
                          <w:rPr>
                            <w:rFonts w:ascii="Cambria Math" w:hAnsi="Cambria Math"/>
                          </w:rPr>
                          <m:t>AI,i</m:t>
                        </m:r>
                      </m:sub>
                    </m:sSub>
                    <m:r>
                      <w:rPr>
                        <w:rFonts w:ascii="Cambria Math" w:hAnsi="Cambria Math"/>
                      </w:rPr>
                      <m:t>×</m:t>
                    </m:r>
                    <m:sSub>
                      <m:sSubPr>
                        <m:ctrlPr>
                          <w:rPr>
                            <w:rFonts w:ascii="Cambria Math" w:hAnsi="Cambria Math"/>
                            <w:i/>
                          </w:rPr>
                        </m:ctrlPr>
                      </m:sSubPr>
                      <m:e>
                        <m:r>
                          <w:rPr>
                            <w:rFonts w:ascii="Cambria Math" w:hAnsi="Cambria Math"/>
                          </w:rPr>
                          <m:t>CA</m:t>
                        </m:r>
                      </m:e>
                      <m:sub>
                        <m:r>
                          <w:rPr>
                            <w:rFonts w:ascii="Cambria Math" w:hAnsi="Cambria Math"/>
                          </w:rPr>
                          <m:t>N2O,i</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i</m:t>
                        </m:r>
                      </m:sub>
                    </m:sSub>
                  </m:e>
                </m:nary>
              </m:oMath>
            </m:oMathPara>
          </w:p>
        </w:tc>
        <w:tc>
          <w:tcPr>
            <w:tcW w:w="1701" w:type="dxa"/>
          </w:tcPr>
          <w:p w:rsidR="005B562F" w:rsidRPr="002B6960" w:rsidRDefault="005B562F" w:rsidP="00DA5E09">
            <w:pPr>
              <w:pStyle w:val="SDMMethEquationNr"/>
            </w:pPr>
          </w:p>
        </w:tc>
      </w:tr>
    </w:tbl>
    <w:p w:rsidR="005B562F" w:rsidRDefault="005B562F" w:rsidP="00DA5E09">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5B562F" w:rsidTr="00F36525">
        <w:tc>
          <w:tcPr>
            <w:tcW w:w="1701" w:type="dxa"/>
            <w:vAlign w:val="top"/>
          </w:tcPr>
          <w:p w:rsidR="005B562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QA</m:t>
                    </m:r>
                  </m:e>
                  <m:sub>
                    <m:r>
                      <w:rPr>
                        <w:rFonts w:ascii="Cambria Math" w:hAnsi="Cambria Math" w:cs="Arial"/>
                        <w:sz w:val="22"/>
                        <w:szCs w:val="22"/>
                      </w:rPr>
                      <m:t>N2O,y</m:t>
                    </m:r>
                  </m:sub>
                </m:sSub>
              </m:oMath>
            </m:oMathPara>
          </w:p>
        </w:tc>
        <w:tc>
          <w:tcPr>
            <w:tcW w:w="345" w:type="dxa"/>
            <w:vAlign w:val="top"/>
          </w:tcPr>
          <w:p w:rsidR="005B562F" w:rsidRPr="00F36525" w:rsidRDefault="005B562F" w:rsidP="00F36525">
            <w:pPr>
              <w:pStyle w:val="SDMTableBoxParaNotNumbered"/>
              <w:rPr>
                <w:rFonts w:cs="Arial"/>
                <w:sz w:val="22"/>
                <w:szCs w:val="22"/>
              </w:rPr>
            </w:pPr>
            <w:r w:rsidRPr="00F36525">
              <w:rPr>
                <w:rFonts w:cs="Arial"/>
                <w:sz w:val="22"/>
                <w:szCs w:val="22"/>
              </w:rPr>
              <w:t>=</w:t>
            </w:r>
          </w:p>
        </w:tc>
        <w:tc>
          <w:tcPr>
            <w:tcW w:w="0" w:type="auto"/>
            <w:vAlign w:val="top"/>
          </w:tcPr>
          <w:p w:rsidR="005B562F" w:rsidRPr="00F36525" w:rsidRDefault="00F669EE" w:rsidP="00F36525">
            <w:pPr>
              <w:pStyle w:val="SDMTableBoxParaNotNumbered"/>
              <w:rPr>
                <w:rFonts w:cs="Arial"/>
                <w:sz w:val="22"/>
                <w:szCs w:val="22"/>
              </w:rPr>
            </w:pPr>
            <w:r w:rsidRPr="00F36525">
              <w:rPr>
                <w:rFonts w:cs="Arial"/>
                <w:sz w:val="22"/>
                <w:szCs w:val="22"/>
              </w:rPr>
              <w:t>Quantity of N</w:t>
            </w:r>
            <w:r w:rsidRPr="00F36525">
              <w:rPr>
                <w:rFonts w:cs="Arial"/>
                <w:sz w:val="22"/>
                <w:szCs w:val="22"/>
                <w:vertAlign w:val="subscript"/>
              </w:rPr>
              <w:t>2</w:t>
            </w:r>
            <w:r w:rsidRPr="00F36525">
              <w:rPr>
                <w:rFonts w:cs="Arial"/>
                <w:sz w:val="22"/>
                <w:szCs w:val="22"/>
              </w:rPr>
              <w:t xml:space="preserve">O in the gas flow between the ammonia oxidation reactor and the absorption column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w:t>
            </w:r>
          </w:p>
        </w:tc>
      </w:tr>
      <w:tr w:rsidR="005B562F" w:rsidTr="00F36525">
        <w:tc>
          <w:tcPr>
            <w:tcW w:w="1701" w:type="dxa"/>
            <w:vAlign w:val="top"/>
          </w:tcPr>
          <w:p w:rsidR="005B562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AI,i</m:t>
                    </m:r>
                  </m:sub>
                </m:sSub>
              </m:oMath>
            </m:oMathPara>
          </w:p>
        </w:tc>
        <w:tc>
          <w:tcPr>
            <w:tcW w:w="345" w:type="dxa"/>
            <w:vAlign w:val="top"/>
          </w:tcPr>
          <w:p w:rsidR="005B562F" w:rsidRPr="00F36525" w:rsidRDefault="005B562F" w:rsidP="00F36525">
            <w:pPr>
              <w:pStyle w:val="SDMTableBoxParaNotNumbered"/>
              <w:rPr>
                <w:rFonts w:cs="Arial"/>
                <w:sz w:val="22"/>
                <w:szCs w:val="22"/>
              </w:rPr>
            </w:pPr>
            <w:r w:rsidRPr="00F36525">
              <w:rPr>
                <w:rFonts w:cs="Arial"/>
                <w:sz w:val="22"/>
                <w:szCs w:val="22"/>
              </w:rPr>
              <w:t>=</w:t>
            </w:r>
          </w:p>
        </w:tc>
        <w:tc>
          <w:tcPr>
            <w:tcW w:w="0" w:type="auto"/>
            <w:vAlign w:val="top"/>
          </w:tcPr>
          <w:p w:rsidR="005B562F" w:rsidRPr="00F36525" w:rsidRDefault="00F669EE" w:rsidP="00F36525">
            <w:pPr>
              <w:pStyle w:val="SDMTableBoxParaNotNumbered"/>
              <w:rPr>
                <w:rFonts w:cs="Arial"/>
                <w:sz w:val="22"/>
                <w:szCs w:val="22"/>
              </w:rPr>
            </w:pPr>
            <w:r w:rsidRPr="00F36525">
              <w:rPr>
                <w:rFonts w:cs="Arial"/>
                <w:sz w:val="22"/>
                <w:szCs w:val="22"/>
              </w:rPr>
              <w:t xml:space="preserve">Volume flow rate of the product stream of the ammonia oxidation reactor during interval </w:t>
            </w:r>
            <w:r w:rsidRPr="00F36525">
              <w:rPr>
                <w:rFonts w:cs="Arial"/>
                <w:i/>
                <w:sz w:val="22"/>
                <w:szCs w:val="22"/>
              </w:rPr>
              <w:t>i</w:t>
            </w:r>
            <w:r w:rsidRPr="00F36525">
              <w:rPr>
                <w:rFonts w:cs="Arial"/>
                <w:sz w:val="22"/>
                <w:szCs w:val="22"/>
              </w:rPr>
              <w:t xml:space="preserve"> (m</w:t>
            </w:r>
            <w:r w:rsidRPr="00F36525">
              <w:rPr>
                <w:rFonts w:cs="Arial"/>
                <w:sz w:val="22"/>
                <w:szCs w:val="22"/>
                <w:vertAlign w:val="superscript"/>
              </w:rPr>
              <w:t>3</w:t>
            </w:r>
            <w:r w:rsidRPr="00F36525">
              <w:rPr>
                <w:rFonts w:cs="Arial"/>
                <w:sz w:val="22"/>
                <w:szCs w:val="22"/>
              </w:rPr>
              <w:t>/h)</w:t>
            </w:r>
          </w:p>
        </w:tc>
      </w:tr>
      <w:tr w:rsidR="005B562F" w:rsidTr="00F36525">
        <w:tc>
          <w:tcPr>
            <w:tcW w:w="1701" w:type="dxa"/>
            <w:vAlign w:val="top"/>
          </w:tcPr>
          <w:p w:rsidR="005B562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CA</m:t>
                    </m:r>
                  </m:e>
                  <m:sub>
                    <m:r>
                      <w:rPr>
                        <w:rFonts w:ascii="Cambria Math" w:hAnsi="Cambria Math" w:cs="Arial"/>
                        <w:sz w:val="22"/>
                        <w:szCs w:val="22"/>
                      </w:rPr>
                      <m:t>N2O,i</m:t>
                    </m:r>
                  </m:sub>
                </m:sSub>
              </m:oMath>
            </m:oMathPara>
          </w:p>
        </w:tc>
        <w:tc>
          <w:tcPr>
            <w:tcW w:w="345" w:type="dxa"/>
            <w:vAlign w:val="top"/>
          </w:tcPr>
          <w:p w:rsidR="005B562F" w:rsidRPr="00F36525" w:rsidRDefault="005B562F" w:rsidP="00F36525">
            <w:pPr>
              <w:pStyle w:val="SDMTableBoxParaNotNumbered"/>
              <w:rPr>
                <w:rFonts w:cs="Arial"/>
                <w:sz w:val="22"/>
                <w:szCs w:val="22"/>
              </w:rPr>
            </w:pPr>
            <w:r w:rsidRPr="00F36525">
              <w:rPr>
                <w:rFonts w:cs="Arial"/>
                <w:sz w:val="22"/>
                <w:szCs w:val="22"/>
              </w:rPr>
              <w:t>=</w:t>
            </w:r>
          </w:p>
        </w:tc>
        <w:tc>
          <w:tcPr>
            <w:tcW w:w="0" w:type="auto"/>
            <w:vAlign w:val="top"/>
          </w:tcPr>
          <w:p w:rsidR="005B562F" w:rsidRPr="00F36525" w:rsidRDefault="00F669EE" w:rsidP="00F36525">
            <w:pPr>
              <w:pStyle w:val="SDMTableBoxParaNotNumbered"/>
              <w:rPr>
                <w:rFonts w:cs="Arial"/>
                <w:sz w:val="22"/>
                <w:szCs w:val="22"/>
              </w:rPr>
            </w:pPr>
            <w:r w:rsidRPr="00F36525">
              <w:rPr>
                <w:rFonts w:cs="Arial"/>
                <w:sz w:val="22"/>
                <w:szCs w:val="22"/>
              </w:rPr>
              <w:t>N</w:t>
            </w:r>
            <w:r w:rsidRPr="00F36525">
              <w:rPr>
                <w:rFonts w:cs="Arial"/>
                <w:sz w:val="22"/>
                <w:szCs w:val="22"/>
                <w:vertAlign w:val="subscript"/>
              </w:rPr>
              <w:t>2</w:t>
            </w:r>
            <w:r w:rsidRPr="00F36525">
              <w:rPr>
                <w:rFonts w:cs="Arial"/>
                <w:sz w:val="22"/>
                <w:szCs w:val="22"/>
              </w:rPr>
              <w:t xml:space="preserve">O concentration in the product stream of the ammonia oxidation reactor during interval </w:t>
            </w:r>
            <w:r w:rsidRPr="00F36525">
              <w:rPr>
                <w:rFonts w:cs="Arial"/>
                <w:i/>
                <w:sz w:val="22"/>
                <w:szCs w:val="22"/>
              </w:rPr>
              <w:t>i</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O/m</w:t>
            </w:r>
            <w:r w:rsidRPr="00F36525">
              <w:rPr>
                <w:rFonts w:cs="Arial"/>
                <w:sz w:val="22"/>
                <w:szCs w:val="22"/>
                <w:vertAlign w:val="superscript"/>
              </w:rPr>
              <w:t>3</w:t>
            </w:r>
            <w:r w:rsidRPr="00F36525">
              <w:rPr>
                <w:rFonts w:cs="Arial"/>
                <w:sz w:val="22"/>
                <w:szCs w:val="22"/>
              </w:rPr>
              <w:t>)</w:t>
            </w:r>
          </w:p>
        </w:tc>
      </w:tr>
      <w:tr w:rsidR="00F669EE" w:rsidTr="00F36525">
        <w:tc>
          <w:tcPr>
            <w:tcW w:w="1701" w:type="dxa"/>
            <w:vAlign w:val="top"/>
          </w:tcPr>
          <w:p w:rsidR="00F669EE"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M</m:t>
                    </m:r>
                  </m:e>
                  <m:sub>
                    <m:r>
                      <w:rPr>
                        <w:rFonts w:ascii="Cambria Math" w:hAnsi="Cambria Math" w:cs="Arial"/>
                        <w:sz w:val="22"/>
                        <w:szCs w:val="22"/>
                      </w:rPr>
                      <m:t>i</m:t>
                    </m:r>
                  </m:sub>
                </m:sSub>
              </m:oMath>
            </m:oMathPara>
          </w:p>
        </w:tc>
        <w:tc>
          <w:tcPr>
            <w:tcW w:w="345" w:type="dxa"/>
            <w:vAlign w:val="top"/>
          </w:tcPr>
          <w:p w:rsidR="00F669EE" w:rsidRPr="00F36525" w:rsidRDefault="00256691" w:rsidP="00F36525">
            <w:pPr>
              <w:pStyle w:val="SDMTableBoxParaNotNumbered"/>
              <w:rPr>
                <w:rFonts w:cs="Arial"/>
                <w:sz w:val="22"/>
                <w:szCs w:val="22"/>
              </w:rPr>
            </w:pPr>
            <w:r w:rsidRPr="00F36525">
              <w:rPr>
                <w:rFonts w:cs="Arial"/>
                <w:sz w:val="22"/>
                <w:szCs w:val="22"/>
              </w:rPr>
              <w:t>=</w:t>
            </w:r>
          </w:p>
        </w:tc>
        <w:tc>
          <w:tcPr>
            <w:tcW w:w="0" w:type="auto"/>
            <w:vAlign w:val="top"/>
          </w:tcPr>
          <w:p w:rsidR="00F669EE" w:rsidRPr="00F36525" w:rsidRDefault="00F669EE" w:rsidP="00F36525">
            <w:pPr>
              <w:pStyle w:val="SDMTableBoxParaNotNumbered"/>
              <w:rPr>
                <w:rFonts w:cs="Arial"/>
                <w:sz w:val="22"/>
                <w:szCs w:val="22"/>
              </w:rPr>
            </w:pPr>
            <w:r w:rsidRPr="00F36525">
              <w:rPr>
                <w:rFonts w:cs="Arial"/>
                <w:sz w:val="22"/>
                <w:szCs w:val="22"/>
              </w:rPr>
              <w:t xml:space="preserve">Length of measuring interval </w:t>
            </w:r>
            <w:r w:rsidRPr="00F36525">
              <w:rPr>
                <w:rFonts w:cs="Arial"/>
                <w:i/>
                <w:sz w:val="22"/>
                <w:szCs w:val="22"/>
              </w:rPr>
              <w:t xml:space="preserve">i </w:t>
            </w:r>
            <w:r w:rsidRPr="00F36525">
              <w:rPr>
                <w:rFonts w:cs="Arial"/>
                <w:sz w:val="22"/>
                <w:szCs w:val="22"/>
              </w:rPr>
              <w:t>(h)</w:t>
            </w:r>
          </w:p>
        </w:tc>
      </w:tr>
      <w:tr w:rsidR="00F669EE" w:rsidTr="00F36525">
        <w:tc>
          <w:tcPr>
            <w:tcW w:w="1701" w:type="dxa"/>
            <w:vAlign w:val="top"/>
          </w:tcPr>
          <w:p w:rsidR="00F669EE" w:rsidRPr="00F36525" w:rsidRDefault="00F669EE" w:rsidP="00F36525">
            <w:pPr>
              <w:pStyle w:val="SDMTableBoxParaNotNumbered"/>
              <w:rPr>
                <w:rFonts w:cs="Arial"/>
                <w:sz w:val="22"/>
                <w:szCs w:val="22"/>
              </w:rPr>
            </w:pPr>
            <m:oMathPara>
              <m:oMathParaPr>
                <m:jc m:val="left"/>
              </m:oMathParaPr>
              <m:oMath>
                <m:r>
                  <w:rPr>
                    <w:rFonts w:ascii="Cambria Math" w:hAnsi="Cambria Math" w:cs="Arial"/>
                    <w:sz w:val="22"/>
                    <w:szCs w:val="22"/>
                  </w:rPr>
                  <m:t>i</m:t>
                </m:r>
              </m:oMath>
            </m:oMathPara>
          </w:p>
        </w:tc>
        <w:tc>
          <w:tcPr>
            <w:tcW w:w="345" w:type="dxa"/>
            <w:vAlign w:val="top"/>
          </w:tcPr>
          <w:p w:rsidR="00F669EE" w:rsidRPr="00F36525" w:rsidRDefault="00256691" w:rsidP="00F36525">
            <w:pPr>
              <w:pStyle w:val="SDMTableBoxParaNotNumbered"/>
              <w:rPr>
                <w:rFonts w:cs="Arial"/>
                <w:sz w:val="22"/>
                <w:szCs w:val="22"/>
              </w:rPr>
            </w:pPr>
            <w:r w:rsidRPr="00F36525">
              <w:rPr>
                <w:rFonts w:cs="Arial"/>
                <w:sz w:val="22"/>
                <w:szCs w:val="22"/>
              </w:rPr>
              <w:t>=</w:t>
            </w:r>
          </w:p>
        </w:tc>
        <w:tc>
          <w:tcPr>
            <w:tcW w:w="0" w:type="auto"/>
            <w:vAlign w:val="top"/>
          </w:tcPr>
          <w:p w:rsidR="00F669EE" w:rsidRPr="00F36525" w:rsidRDefault="00F669EE" w:rsidP="00F36525">
            <w:pPr>
              <w:pStyle w:val="SDMTableBoxParaNotNumbered"/>
              <w:rPr>
                <w:rFonts w:cs="Arial"/>
                <w:sz w:val="22"/>
                <w:szCs w:val="22"/>
              </w:rPr>
            </w:pPr>
            <w:r w:rsidRPr="00F36525">
              <w:rPr>
                <w:rFonts w:cs="Arial"/>
                <w:sz w:val="22"/>
                <w:szCs w:val="22"/>
              </w:rPr>
              <w:t>Interval</w:t>
            </w:r>
          </w:p>
        </w:tc>
      </w:tr>
      <w:tr w:rsidR="00F669EE" w:rsidTr="00F36525">
        <w:tc>
          <w:tcPr>
            <w:tcW w:w="1701" w:type="dxa"/>
            <w:vAlign w:val="top"/>
          </w:tcPr>
          <w:p w:rsidR="00F669EE" w:rsidRPr="00F36525" w:rsidRDefault="00F669EE" w:rsidP="00F36525">
            <w:pPr>
              <w:pStyle w:val="SDMTableBoxParaNotNumbered"/>
              <w:rPr>
                <w:rFonts w:cs="Arial"/>
                <w:sz w:val="22"/>
                <w:szCs w:val="22"/>
              </w:rPr>
            </w:pPr>
            <m:oMathPara>
              <m:oMathParaPr>
                <m:jc m:val="left"/>
              </m:oMathParaPr>
              <m:oMath>
                <m:r>
                  <w:rPr>
                    <w:rFonts w:ascii="Cambria Math" w:hAnsi="Cambria Math" w:cs="Arial"/>
                    <w:sz w:val="22"/>
                    <w:szCs w:val="22"/>
                  </w:rPr>
                  <m:t>n</m:t>
                </m:r>
              </m:oMath>
            </m:oMathPara>
          </w:p>
        </w:tc>
        <w:tc>
          <w:tcPr>
            <w:tcW w:w="345" w:type="dxa"/>
            <w:vAlign w:val="top"/>
          </w:tcPr>
          <w:p w:rsidR="00F669EE" w:rsidRPr="00F36525" w:rsidRDefault="00256691" w:rsidP="00F36525">
            <w:pPr>
              <w:pStyle w:val="SDMTableBoxParaNotNumbered"/>
              <w:rPr>
                <w:rFonts w:cs="Arial"/>
                <w:sz w:val="22"/>
                <w:szCs w:val="22"/>
              </w:rPr>
            </w:pPr>
            <w:r w:rsidRPr="00F36525">
              <w:rPr>
                <w:rFonts w:cs="Arial"/>
                <w:sz w:val="22"/>
                <w:szCs w:val="22"/>
              </w:rPr>
              <w:t>=</w:t>
            </w:r>
          </w:p>
        </w:tc>
        <w:tc>
          <w:tcPr>
            <w:tcW w:w="0" w:type="auto"/>
            <w:vAlign w:val="top"/>
          </w:tcPr>
          <w:p w:rsidR="00F669EE" w:rsidRPr="00F36525" w:rsidRDefault="00F669EE" w:rsidP="00F36525">
            <w:pPr>
              <w:pStyle w:val="SDMTableBoxParaNotNumbered"/>
              <w:rPr>
                <w:rFonts w:cs="Arial"/>
                <w:sz w:val="22"/>
                <w:szCs w:val="22"/>
              </w:rPr>
            </w:pPr>
            <w:r w:rsidRPr="00F36525">
              <w:rPr>
                <w:rFonts w:cs="Arial"/>
                <w:sz w:val="22"/>
                <w:szCs w:val="22"/>
              </w:rPr>
              <w:t>Number of intervals during the year</w:t>
            </w:r>
          </w:p>
        </w:tc>
      </w:tr>
    </w:tbl>
    <w:p w:rsidR="00B940E2" w:rsidRDefault="00B940E2" w:rsidP="009C4C2F">
      <w:pPr>
        <w:pStyle w:val="SDMPara"/>
        <w:numPr>
          <w:ilvl w:val="0"/>
          <w:numId w:val="4"/>
        </w:numPr>
      </w:pPr>
      <w:r>
        <w:lastRenderedPageBreak/>
        <w:t xml:space="preserve">The volume flow rate of the product stream of the ammonia oxidation reactor during interval </w:t>
      </w:r>
      <w:r w:rsidRPr="005C47D2">
        <w:rPr>
          <w:i/>
        </w:rPr>
        <w:t>i</w:t>
      </w:r>
      <w:r>
        <w:t xml:space="preserve">, </w:t>
      </w:r>
      <w:r w:rsidRPr="005C47D2">
        <w:rPr>
          <w:i/>
        </w:rPr>
        <w:t>F</w:t>
      </w:r>
      <w:r w:rsidRPr="005C47D2">
        <w:rPr>
          <w:i/>
          <w:vertAlign w:val="subscript"/>
        </w:rPr>
        <w:t>AI,i</w:t>
      </w:r>
      <w:r w:rsidRPr="005C47D2">
        <w:rPr>
          <w:i/>
        </w:rPr>
        <w:t>,</w:t>
      </w:r>
      <w:r>
        <w:t xml:space="preserve"> is calculated from the volume flow rates of ammonia and air to the ammonia oxidation reactor:</w:t>
      </w:r>
    </w:p>
    <w:tbl>
      <w:tblPr>
        <w:tblStyle w:val="SDMMethTableEquation"/>
        <w:tblW w:w="8760" w:type="dxa"/>
        <w:tblLook w:val="0600" w:firstRow="0" w:lastRow="0" w:firstColumn="0" w:lastColumn="0" w:noHBand="1" w:noVBand="1"/>
      </w:tblPr>
      <w:tblGrid>
        <w:gridCol w:w="7093"/>
        <w:gridCol w:w="1667"/>
      </w:tblGrid>
      <w:tr w:rsidR="00F669EE" w:rsidRPr="00DE62B9" w:rsidTr="00DA5E09">
        <w:tc>
          <w:tcPr>
            <w:tcW w:w="7224" w:type="dxa"/>
          </w:tcPr>
          <w:p w:rsidR="00F669EE" w:rsidRPr="00DE62B9" w:rsidRDefault="001F50D8" w:rsidP="00DA5E09">
            <w:pPr>
              <w:pStyle w:val="SDMMethEquation"/>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AI,i</m:t>
                    </m:r>
                  </m:sub>
                </m:sSub>
                <m:r>
                  <w:rPr>
                    <w:rFonts w:ascii="Cambria Math" w:hAnsi="Cambria Math"/>
                  </w:rPr>
                  <m:t>=0.975</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OR,i</m:t>
                        </m:r>
                      </m:sub>
                    </m:sSub>
                    <m:r>
                      <w:rPr>
                        <w:rFonts w:ascii="Cambria Math" w:hAnsi="Cambria Math"/>
                      </w:rPr>
                      <m:t>+</m:t>
                    </m:r>
                    <m:sSub>
                      <m:sSubPr>
                        <m:ctrlPr>
                          <w:rPr>
                            <w:rFonts w:ascii="Cambria Math" w:hAnsi="Cambria Math"/>
                            <w:i/>
                          </w:rPr>
                        </m:ctrlPr>
                      </m:sSubPr>
                      <m:e>
                        <m:r>
                          <w:rPr>
                            <w:rFonts w:ascii="Cambria Math" w:hAnsi="Cambria Math"/>
                          </w:rPr>
                          <m:t>Air</m:t>
                        </m:r>
                      </m:e>
                      <m:sub>
                        <m:r>
                          <w:rPr>
                            <w:rFonts w:ascii="Cambria Math" w:hAnsi="Cambria Math"/>
                          </w:rPr>
                          <m:t>OR,i</m:t>
                        </m:r>
                      </m:sub>
                    </m:sSub>
                  </m:e>
                </m:d>
              </m:oMath>
            </m:oMathPara>
          </w:p>
        </w:tc>
        <w:tc>
          <w:tcPr>
            <w:tcW w:w="1701" w:type="dxa"/>
          </w:tcPr>
          <w:p w:rsidR="00F669EE" w:rsidRPr="00DE62B9" w:rsidRDefault="00F669EE" w:rsidP="00DA5E09">
            <w:pPr>
              <w:pStyle w:val="SDMMethEquationNr"/>
              <w:rPr>
                <w:sz w:val="22"/>
              </w:rPr>
            </w:pPr>
          </w:p>
        </w:tc>
      </w:tr>
    </w:tbl>
    <w:p w:rsidR="00F669EE" w:rsidRPr="00DE62B9" w:rsidRDefault="00F669EE" w:rsidP="00DA5E09">
      <w:pPr>
        <w:pStyle w:val="SDMMethCaptionEquationParametersTable"/>
        <w:rPr>
          <w:rFonts w:cs="Arial"/>
          <w:szCs w:val="22"/>
        </w:rPr>
      </w:pPr>
      <w:r w:rsidRPr="00DE62B9">
        <w:rPr>
          <w:rFonts w:cs="Arial"/>
          <w:szCs w:val="22"/>
        </w:rPr>
        <w:t>Where:</w:t>
      </w:r>
    </w:p>
    <w:tbl>
      <w:tblPr>
        <w:tblStyle w:val="SDMMethTableEquationParameters"/>
        <w:tblW w:w="8760" w:type="dxa"/>
        <w:tblLook w:val="04A0" w:firstRow="1" w:lastRow="0" w:firstColumn="1" w:lastColumn="0" w:noHBand="0" w:noVBand="1"/>
      </w:tblPr>
      <w:tblGrid>
        <w:gridCol w:w="1701"/>
        <w:gridCol w:w="345"/>
        <w:gridCol w:w="6714"/>
      </w:tblGrid>
      <w:tr w:rsidR="00F669EE" w:rsidRPr="00DE62B9" w:rsidTr="00F36525">
        <w:tc>
          <w:tcPr>
            <w:tcW w:w="1701" w:type="dxa"/>
            <w:vAlign w:val="top"/>
          </w:tcPr>
          <w:p w:rsidR="00F669EE" w:rsidRPr="00DE62B9"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AI,i</m:t>
                    </m:r>
                  </m:sub>
                </m:sSub>
              </m:oMath>
            </m:oMathPara>
          </w:p>
        </w:tc>
        <w:tc>
          <w:tcPr>
            <w:tcW w:w="345" w:type="dxa"/>
            <w:vAlign w:val="top"/>
          </w:tcPr>
          <w:p w:rsidR="00F669EE" w:rsidRPr="00DE62B9" w:rsidRDefault="00F669EE" w:rsidP="00F36525">
            <w:pPr>
              <w:pStyle w:val="SDMTableBoxParaNotNumbered"/>
              <w:rPr>
                <w:rFonts w:cs="Arial"/>
                <w:sz w:val="22"/>
                <w:szCs w:val="22"/>
              </w:rPr>
            </w:pPr>
            <w:r w:rsidRPr="00DE62B9">
              <w:rPr>
                <w:rFonts w:cs="Arial"/>
                <w:sz w:val="22"/>
                <w:szCs w:val="22"/>
              </w:rPr>
              <w:t>=</w:t>
            </w:r>
          </w:p>
        </w:tc>
        <w:tc>
          <w:tcPr>
            <w:tcW w:w="0" w:type="auto"/>
            <w:vAlign w:val="top"/>
          </w:tcPr>
          <w:p w:rsidR="00F669EE" w:rsidRPr="00DE62B9" w:rsidRDefault="00F669EE" w:rsidP="00F36525">
            <w:pPr>
              <w:pStyle w:val="SDMTableBoxParaNotNumbered"/>
              <w:rPr>
                <w:rFonts w:cs="Arial"/>
                <w:sz w:val="22"/>
                <w:szCs w:val="22"/>
              </w:rPr>
            </w:pPr>
            <w:r w:rsidRPr="00DE62B9">
              <w:rPr>
                <w:rFonts w:cs="Arial"/>
                <w:sz w:val="22"/>
                <w:szCs w:val="22"/>
              </w:rPr>
              <w:t xml:space="preserve">Volume flow rate of the product stream of the ammonia oxidation reactor during interval </w:t>
            </w:r>
            <w:r w:rsidRPr="00DE62B9">
              <w:rPr>
                <w:rFonts w:cs="Arial"/>
                <w:i/>
                <w:sz w:val="22"/>
                <w:szCs w:val="22"/>
              </w:rPr>
              <w:t>i</w:t>
            </w:r>
            <w:r w:rsidRPr="00DE62B9">
              <w:rPr>
                <w:rFonts w:cs="Arial"/>
                <w:sz w:val="22"/>
                <w:szCs w:val="22"/>
              </w:rPr>
              <w:t xml:space="preserve"> (m</w:t>
            </w:r>
            <w:r w:rsidRPr="00DE62B9">
              <w:rPr>
                <w:rFonts w:cs="Arial"/>
                <w:sz w:val="22"/>
                <w:szCs w:val="22"/>
                <w:vertAlign w:val="superscript"/>
              </w:rPr>
              <w:t>3</w:t>
            </w:r>
            <w:r w:rsidRPr="00DE62B9">
              <w:rPr>
                <w:rFonts w:cs="Arial"/>
                <w:sz w:val="22"/>
                <w:szCs w:val="22"/>
              </w:rPr>
              <w:t>/h)</w:t>
            </w:r>
          </w:p>
        </w:tc>
      </w:tr>
      <w:tr w:rsidR="00F669EE" w:rsidRPr="00DE62B9" w:rsidTr="00F36525">
        <w:tc>
          <w:tcPr>
            <w:tcW w:w="1701" w:type="dxa"/>
            <w:vAlign w:val="top"/>
          </w:tcPr>
          <w:p w:rsidR="00F669EE" w:rsidRPr="00DE62B9"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OR,i</m:t>
                    </m:r>
                  </m:sub>
                </m:sSub>
              </m:oMath>
            </m:oMathPara>
          </w:p>
        </w:tc>
        <w:tc>
          <w:tcPr>
            <w:tcW w:w="345" w:type="dxa"/>
            <w:vAlign w:val="top"/>
          </w:tcPr>
          <w:p w:rsidR="00F669EE" w:rsidRPr="00DE62B9" w:rsidRDefault="00F669EE" w:rsidP="00F36525">
            <w:pPr>
              <w:pStyle w:val="SDMTableBoxParaNotNumbered"/>
              <w:rPr>
                <w:rFonts w:cs="Arial"/>
                <w:sz w:val="22"/>
                <w:szCs w:val="22"/>
              </w:rPr>
            </w:pPr>
            <w:r w:rsidRPr="00DE62B9">
              <w:rPr>
                <w:rFonts w:cs="Arial"/>
                <w:sz w:val="22"/>
                <w:szCs w:val="22"/>
              </w:rPr>
              <w:t>=</w:t>
            </w:r>
          </w:p>
        </w:tc>
        <w:tc>
          <w:tcPr>
            <w:tcW w:w="0" w:type="auto"/>
            <w:vAlign w:val="top"/>
          </w:tcPr>
          <w:p w:rsidR="00F669EE" w:rsidRPr="00DE62B9" w:rsidRDefault="00F669EE" w:rsidP="00F36525">
            <w:pPr>
              <w:pStyle w:val="SDMTableBoxParaNotNumbered"/>
              <w:rPr>
                <w:rFonts w:cs="Arial"/>
                <w:sz w:val="22"/>
                <w:szCs w:val="22"/>
              </w:rPr>
            </w:pPr>
            <w:r w:rsidRPr="00DE62B9">
              <w:rPr>
                <w:rFonts w:cs="Arial"/>
                <w:sz w:val="22"/>
                <w:szCs w:val="22"/>
              </w:rPr>
              <w:t xml:space="preserve">Actual ammonia input to oxidation reactor during interval </w:t>
            </w:r>
            <w:r w:rsidRPr="00DE62B9">
              <w:rPr>
                <w:rFonts w:cs="Arial"/>
                <w:i/>
                <w:sz w:val="22"/>
                <w:szCs w:val="22"/>
              </w:rPr>
              <w:t>i</w:t>
            </w:r>
            <w:r w:rsidRPr="00DE62B9">
              <w:rPr>
                <w:rFonts w:cs="Arial"/>
                <w:sz w:val="22"/>
                <w:szCs w:val="22"/>
              </w:rPr>
              <w:t xml:space="preserve"> (m</w:t>
            </w:r>
            <w:r w:rsidRPr="00DE62B9">
              <w:rPr>
                <w:rFonts w:cs="Arial"/>
                <w:sz w:val="22"/>
                <w:szCs w:val="22"/>
                <w:vertAlign w:val="superscript"/>
              </w:rPr>
              <w:t>3</w:t>
            </w:r>
            <w:r w:rsidRPr="00DE62B9">
              <w:rPr>
                <w:rFonts w:cs="Arial"/>
                <w:sz w:val="22"/>
                <w:szCs w:val="22"/>
              </w:rPr>
              <w:t>/h)</w:t>
            </w:r>
          </w:p>
        </w:tc>
      </w:tr>
      <w:tr w:rsidR="00F669EE" w:rsidRPr="00DE62B9" w:rsidTr="00F36525">
        <w:tc>
          <w:tcPr>
            <w:tcW w:w="1701" w:type="dxa"/>
            <w:vAlign w:val="top"/>
          </w:tcPr>
          <w:p w:rsidR="00F669EE" w:rsidRPr="00DE62B9"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Air</m:t>
                    </m:r>
                  </m:e>
                  <m:sub>
                    <m:r>
                      <w:rPr>
                        <w:rFonts w:ascii="Cambria Math" w:hAnsi="Cambria Math" w:cs="Arial"/>
                        <w:sz w:val="22"/>
                        <w:szCs w:val="22"/>
                      </w:rPr>
                      <m:t>OR,i</m:t>
                    </m:r>
                  </m:sub>
                </m:sSub>
              </m:oMath>
            </m:oMathPara>
          </w:p>
        </w:tc>
        <w:tc>
          <w:tcPr>
            <w:tcW w:w="345" w:type="dxa"/>
            <w:vAlign w:val="top"/>
          </w:tcPr>
          <w:p w:rsidR="00F669EE" w:rsidRPr="00DE62B9" w:rsidRDefault="00F669EE" w:rsidP="00F36525">
            <w:pPr>
              <w:pStyle w:val="SDMTableBoxParaNotNumbered"/>
              <w:rPr>
                <w:rFonts w:cs="Arial"/>
                <w:sz w:val="22"/>
                <w:szCs w:val="22"/>
              </w:rPr>
            </w:pPr>
            <w:r w:rsidRPr="00DE62B9">
              <w:rPr>
                <w:rFonts w:cs="Arial"/>
                <w:sz w:val="22"/>
                <w:szCs w:val="22"/>
              </w:rPr>
              <w:t>=</w:t>
            </w:r>
          </w:p>
        </w:tc>
        <w:tc>
          <w:tcPr>
            <w:tcW w:w="0" w:type="auto"/>
            <w:vAlign w:val="top"/>
          </w:tcPr>
          <w:p w:rsidR="00F669EE" w:rsidRPr="00DE62B9" w:rsidRDefault="00F669EE" w:rsidP="00F36525">
            <w:pPr>
              <w:pStyle w:val="SDMTableBoxParaNotNumbered"/>
              <w:rPr>
                <w:rFonts w:cs="Arial"/>
                <w:sz w:val="22"/>
                <w:szCs w:val="22"/>
              </w:rPr>
            </w:pPr>
            <w:r w:rsidRPr="00DE62B9">
              <w:rPr>
                <w:rFonts w:cs="Arial"/>
                <w:sz w:val="22"/>
                <w:szCs w:val="22"/>
              </w:rPr>
              <w:t xml:space="preserve">Actual air input to oxidation reactor during interval </w:t>
            </w:r>
            <w:r w:rsidRPr="00DE62B9">
              <w:rPr>
                <w:rFonts w:cs="Arial"/>
                <w:i/>
                <w:sz w:val="22"/>
                <w:szCs w:val="22"/>
              </w:rPr>
              <w:t>i</w:t>
            </w:r>
            <w:r w:rsidRPr="00DE62B9">
              <w:rPr>
                <w:rFonts w:cs="Arial"/>
                <w:sz w:val="22"/>
                <w:szCs w:val="22"/>
              </w:rPr>
              <w:t xml:space="preserve"> (m</w:t>
            </w:r>
            <w:r w:rsidRPr="00DE62B9">
              <w:rPr>
                <w:rFonts w:cs="Arial"/>
                <w:sz w:val="22"/>
                <w:szCs w:val="22"/>
                <w:vertAlign w:val="superscript"/>
              </w:rPr>
              <w:t>3</w:t>
            </w:r>
            <w:r w:rsidRPr="00DE62B9">
              <w:rPr>
                <w:rFonts w:cs="Arial"/>
                <w:sz w:val="22"/>
                <w:szCs w:val="22"/>
              </w:rPr>
              <w:t>/h)</w:t>
            </w:r>
            <w:r w:rsidR="007304C1" w:rsidRPr="00DE62B9">
              <w:rPr>
                <w:rStyle w:val="FootnoteReference"/>
                <w:rFonts w:cs="Arial"/>
                <w:sz w:val="22"/>
                <w:szCs w:val="22"/>
              </w:rPr>
              <w:footnoteReference w:id="9"/>
            </w:r>
          </w:p>
        </w:tc>
      </w:tr>
    </w:tbl>
    <w:p w:rsidR="00B940E2" w:rsidRDefault="00B940E2" w:rsidP="009C4C2F">
      <w:pPr>
        <w:pStyle w:val="SDMPara"/>
        <w:numPr>
          <w:ilvl w:val="0"/>
          <w:numId w:val="4"/>
        </w:numPr>
      </w:pPr>
      <w:r>
        <w:t>The total quantity of N</w:t>
      </w:r>
      <w:r w:rsidR="00CE46FF" w:rsidRPr="00CE46FF">
        <w:rPr>
          <w:vertAlign w:val="subscript"/>
        </w:rPr>
        <w:t>2</w:t>
      </w:r>
      <w:r>
        <w:t xml:space="preserve">O in the product flow between the absorption column and the HPO® process area in year </w:t>
      </w:r>
      <w:r w:rsidRPr="00AB1702">
        <w:rPr>
          <w:i/>
        </w:rPr>
        <w:t>y</w:t>
      </w:r>
      <w:r>
        <w:t xml:space="preserve"> is calculated based on the annual liquid volume flow and a conservative determination of the N</w:t>
      </w:r>
      <w:r w:rsidR="00CE46FF" w:rsidRPr="00CE46FF">
        <w:rPr>
          <w:vertAlign w:val="subscript"/>
        </w:rPr>
        <w:t>2</w:t>
      </w:r>
      <w:r>
        <w:t>O concentration in the process liquid. Therefore the quantity of the N</w:t>
      </w:r>
      <w:r w:rsidR="00CE46FF" w:rsidRPr="00CE46FF">
        <w:rPr>
          <w:vertAlign w:val="subscript"/>
        </w:rPr>
        <w:t>2</w:t>
      </w:r>
      <w:r>
        <w:t>O exiting the absorption column in the process liquid is given by:</w:t>
      </w:r>
    </w:p>
    <w:tbl>
      <w:tblPr>
        <w:tblStyle w:val="SDMMethTableEquation"/>
        <w:tblW w:w="8760" w:type="dxa"/>
        <w:tblLook w:val="0600" w:firstRow="0" w:lastRow="0" w:firstColumn="0" w:lastColumn="0" w:noHBand="1" w:noVBand="1"/>
      </w:tblPr>
      <w:tblGrid>
        <w:gridCol w:w="7092"/>
        <w:gridCol w:w="1668"/>
      </w:tblGrid>
      <w:tr w:rsidR="00AE52A4" w:rsidRPr="00E32F75" w:rsidTr="00DA5E09">
        <w:tc>
          <w:tcPr>
            <w:tcW w:w="7224" w:type="dxa"/>
          </w:tcPr>
          <w:p w:rsidR="00AE52A4" w:rsidRPr="00252AA4" w:rsidRDefault="001F50D8" w:rsidP="00DA5E09">
            <w:pPr>
              <w:pStyle w:val="SDMMethEquation"/>
            </w:pPr>
            <m:oMathPara>
              <m:oMathParaPr>
                <m:jc m:val="left"/>
              </m:oMathParaPr>
              <m:oMath>
                <m:sSub>
                  <m:sSubPr>
                    <m:ctrlPr>
                      <w:rPr>
                        <w:rFonts w:ascii="Cambria Math" w:hAnsi="Cambria Math"/>
                        <w:i/>
                      </w:rPr>
                    </m:ctrlPr>
                  </m:sSubPr>
                  <m:e>
                    <m:r>
                      <w:rPr>
                        <w:rFonts w:ascii="Cambria Math" w:hAnsi="Cambria Math"/>
                      </w:rPr>
                      <m:t>QP</m:t>
                    </m:r>
                  </m:e>
                  <m:sub>
                    <m:r>
                      <w:rPr>
                        <w:rFonts w:ascii="Cambria Math" w:hAnsi="Cambria Math"/>
                      </w:rPr>
                      <m:t>N20,y</m:t>
                    </m:r>
                  </m:sub>
                </m:sSub>
                <m:r>
                  <w:rPr>
                    <w:rFonts w:ascii="Cambria Math" w:hAnsi="Cambria Math"/>
                  </w:rPr>
                  <m:t>=</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F</m:t>
                        </m:r>
                      </m:e>
                      <m:sub>
                        <m:r>
                          <w:rPr>
                            <w:rFonts w:ascii="Cambria Math" w:hAnsi="Cambria Math"/>
                          </w:rPr>
                          <m:t>PI,y</m:t>
                        </m:r>
                      </m:sub>
                    </m:sSub>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N2O,y</m:t>
                        </m:r>
                      </m:sub>
                    </m:sSub>
                  </m:e>
                </m:nary>
              </m:oMath>
            </m:oMathPara>
          </w:p>
        </w:tc>
        <w:tc>
          <w:tcPr>
            <w:tcW w:w="1701" w:type="dxa"/>
          </w:tcPr>
          <w:p w:rsidR="00AE52A4" w:rsidRPr="002B6960" w:rsidRDefault="00AE52A4" w:rsidP="00DA5E09">
            <w:pPr>
              <w:pStyle w:val="SDMMethEquationNr"/>
            </w:pPr>
          </w:p>
        </w:tc>
      </w:tr>
    </w:tbl>
    <w:p w:rsidR="00AE52A4" w:rsidRDefault="00AE52A4" w:rsidP="00DA5E09">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AE52A4" w:rsidTr="00F36525">
        <w:tc>
          <w:tcPr>
            <w:tcW w:w="1701" w:type="dxa"/>
            <w:vAlign w:val="top"/>
          </w:tcPr>
          <w:p w:rsidR="00AE52A4"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QP</m:t>
                    </m:r>
                  </m:e>
                  <m:sub>
                    <m:r>
                      <w:rPr>
                        <w:rFonts w:ascii="Cambria Math" w:hAnsi="Cambria Math" w:cs="Arial"/>
                        <w:sz w:val="22"/>
                        <w:szCs w:val="22"/>
                      </w:rPr>
                      <m:t>N20,y</m:t>
                    </m:r>
                  </m:sub>
                </m:sSub>
              </m:oMath>
            </m:oMathPara>
          </w:p>
        </w:tc>
        <w:tc>
          <w:tcPr>
            <w:tcW w:w="345" w:type="dxa"/>
            <w:vAlign w:val="top"/>
          </w:tcPr>
          <w:p w:rsidR="00AE52A4" w:rsidRPr="00F36525" w:rsidRDefault="00AE52A4" w:rsidP="00F36525">
            <w:pPr>
              <w:pStyle w:val="SDMTableBoxParaNotNumbered"/>
              <w:rPr>
                <w:rFonts w:cs="Arial"/>
                <w:sz w:val="22"/>
                <w:szCs w:val="22"/>
              </w:rPr>
            </w:pPr>
            <w:r w:rsidRPr="00F36525">
              <w:rPr>
                <w:rFonts w:cs="Arial"/>
                <w:sz w:val="22"/>
                <w:szCs w:val="22"/>
              </w:rPr>
              <w:t>=</w:t>
            </w:r>
          </w:p>
        </w:tc>
        <w:tc>
          <w:tcPr>
            <w:tcW w:w="0" w:type="auto"/>
            <w:vAlign w:val="top"/>
          </w:tcPr>
          <w:p w:rsidR="00AE52A4" w:rsidRPr="00F36525" w:rsidRDefault="00AE52A4" w:rsidP="00F36525">
            <w:pPr>
              <w:pStyle w:val="SDMTableBoxParaNotNumbered"/>
              <w:rPr>
                <w:rFonts w:cs="Arial"/>
                <w:sz w:val="22"/>
                <w:szCs w:val="22"/>
              </w:rPr>
            </w:pPr>
            <w:r w:rsidRPr="00F36525">
              <w:rPr>
                <w:rFonts w:cs="Arial"/>
                <w:sz w:val="22"/>
                <w:szCs w:val="22"/>
              </w:rPr>
              <w:t>Quantity of N</w:t>
            </w:r>
            <w:r w:rsidRPr="00F36525">
              <w:rPr>
                <w:rFonts w:cs="Arial"/>
                <w:sz w:val="22"/>
                <w:szCs w:val="22"/>
                <w:vertAlign w:val="subscript"/>
              </w:rPr>
              <w:t>2</w:t>
            </w:r>
            <w:r w:rsidRPr="00F36525">
              <w:rPr>
                <w:rFonts w:cs="Arial"/>
                <w:sz w:val="22"/>
                <w:szCs w:val="22"/>
              </w:rPr>
              <w:t xml:space="preserve">O in the product flow from the absorption column to the HPO® process area in year </w:t>
            </w:r>
            <w:r w:rsidRPr="00F36525">
              <w:rPr>
                <w:rFonts w:cs="Arial"/>
                <w:i/>
                <w:sz w:val="22"/>
                <w:szCs w:val="22"/>
              </w:rPr>
              <w:t>y</w:t>
            </w:r>
            <w:r w:rsidRPr="00F36525">
              <w:rPr>
                <w:rFonts w:cs="Arial"/>
                <w:sz w:val="22"/>
                <w:szCs w:val="22"/>
              </w:rPr>
              <w:t xml:space="preserve"> (t</w:t>
            </w:r>
            <w:r w:rsidR="003D3042" w:rsidRPr="00F36525">
              <w:rPr>
                <w:rFonts w:cs="Arial"/>
                <w:sz w:val="22"/>
                <w:szCs w:val="22"/>
              </w:rPr>
              <w:t xml:space="preserve"> </w:t>
            </w:r>
            <w:r w:rsidRPr="00F36525">
              <w:rPr>
                <w:rFonts w:cs="Arial"/>
                <w:sz w:val="22"/>
                <w:szCs w:val="22"/>
              </w:rPr>
              <w:t>N</w:t>
            </w:r>
            <w:r w:rsidRPr="00F36525">
              <w:rPr>
                <w:rFonts w:cs="Arial"/>
                <w:sz w:val="22"/>
                <w:szCs w:val="22"/>
                <w:vertAlign w:val="subscript"/>
              </w:rPr>
              <w:t>2</w:t>
            </w:r>
            <w:r w:rsidRPr="00F36525">
              <w:rPr>
                <w:rFonts w:cs="Arial"/>
                <w:sz w:val="22"/>
                <w:szCs w:val="22"/>
              </w:rPr>
              <w:t>O)</w:t>
            </w:r>
          </w:p>
        </w:tc>
      </w:tr>
      <w:tr w:rsidR="00AE52A4" w:rsidTr="00F36525">
        <w:tc>
          <w:tcPr>
            <w:tcW w:w="1701" w:type="dxa"/>
            <w:vAlign w:val="top"/>
          </w:tcPr>
          <w:p w:rsidR="00AE52A4"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PI,y</m:t>
                    </m:r>
                  </m:sub>
                </m:sSub>
              </m:oMath>
            </m:oMathPara>
          </w:p>
        </w:tc>
        <w:tc>
          <w:tcPr>
            <w:tcW w:w="345" w:type="dxa"/>
            <w:vAlign w:val="top"/>
          </w:tcPr>
          <w:p w:rsidR="00AE52A4" w:rsidRPr="00F36525" w:rsidRDefault="00AE52A4" w:rsidP="00F36525">
            <w:pPr>
              <w:pStyle w:val="SDMTableBoxParaNotNumbered"/>
              <w:rPr>
                <w:rFonts w:cs="Arial"/>
                <w:sz w:val="22"/>
                <w:szCs w:val="22"/>
              </w:rPr>
            </w:pPr>
            <w:r w:rsidRPr="00F36525">
              <w:rPr>
                <w:rFonts w:cs="Arial"/>
                <w:sz w:val="22"/>
                <w:szCs w:val="22"/>
              </w:rPr>
              <w:t>=</w:t>
            </w:r>
          </w:p>
        </w:tc>
        <w:tc>
          <w:tcPr>
            <w:tcW w:w="0" w:type="auto"/>
            <w:vAlign w:val="top"/>
          </w:tcPr>
          <w:p w:rsidR="00AE52A4" w:rsidRPr="00F36525" w:rsidRDefault="003D69AA" w:rsidP="00F36525">
            <w:pPr>
              <w:pStyle w:val="SDMTableBoxParaNotNumbered"/>
              <w:rPr>
                <w:rFonts w:cs="Arial"/>
                <w:sz w:val="22"/>
                <w:szCs w:val="22"/>
              </w:rPr>
            </w:pPr>
            <w:r w:rsidRPr="00F36525">
              <w:rPr>
                <w:rFonts w:cs="Arial"/>
                <w:sz w:val="22"/>
                <w:szCs w:val="22"/>
              </w:rPr>
              <w:t xml:space="preserve">Volume of product liquid flow in year </w:t>
            </w:r>
            <w:r w:rsidRPr="00F36525">
              <w:rPr>
                <w:rFonts w:cs="Arial"/>
                <w:i/>
                <w:sz w:val="22"/>
                <w:szCs w:val="22"/>
              </w:rPr>
              <w:t>y</w:t>
            </w:r>
            <w:r w:rsidRPr="00F36525">
              <w:rPr>
                <w:rFonts w:cs="Arial"/>
                <w:sz w:val="22"/>
                <w:szCs w:val="22"/>
              </w:rPr>
              <w:t xml:space="preserve"> (m</w:t>
            </w:r>
            <w:r w:rsidRPr="00F36525">
              <w:rPr>
                <w:rFonts w:cs="Arial"/>
                <w:sz w:val="22"/>
                <w:szCs w:val="22"/>
                <w:vertAlign w:val="superscript"/>
              </w:rPr>
              <w:t>3</w:t>
            </w:r>
            <w:r w:rsidRPr="00F36525">
              <w:rPr>
                <w:rFonts w:cs="Arial"/>
                <w:sz w:val="22"/>
                <w:szCs w:val="22"/>
              </w:rPr>
              <w:t>)</w:t>
            </w:r>
          </w:p>
        </w:tc>
      </w:tr>
      <w:tr w:rsidR="00AE52A4" w:rsidTr="00F36525">
        <w:tc>
          <w:tcPr>
            <w:tcW w:w="1701" w:type="dxa"/>
            <w:vAlign w:val="top"/>
          </w:tcPr>
          <w:p w:rsidR="00AE52A4"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CP</m:t>
                    </m:r>
                  </m:e>
                  <m:sub>
                    <m:r>
                      <w:rPr>
                        <w:rFonts w:ascii="Cambria Math" w:hAnsi="Cambria Math" w:cs="Arial"/>
                        <w:sz w:val="22"/>
                        <w:szCs w:val="22"/>
                      </w:rPr>
                      <m:t>N2O,y</m:t>
                    </m:r>
                  </m:sub>
                </m:sSub>
              </m:oMath>
            </m:oMathPara>
          </w:p>
        </w:tc>
        <w:tc>
          <w:tcPr>
            <w:tcW w:w="345" w:type="dxa"/>
            <w:vAlign w:val="top"/>
          </w:tcPr>
          <w:p w:rsidR="00AE52A4" w:rsidRPr="00F36525" w:rsidRDefault="00AE52A4" w:rsidP="00F36525">
            <w:pPr>
              <w:pStyle w:val="SDMTableBoxParaNotNumbered"/>
              <w:rPr>
                <w:rFonts w:cs="Arial"/>
                <w:sz w:val="22"/>
                <w:szCs w:val="22"/>
              </w:rPr>
            </w:pPr>
            <w:r w:rsidRPr="00F36525">
              <w:rPr>
                <w:rFonts w:cs="Arial"/>
                <w:sz w:val="22"/>
                <w:szCs w:val="22"/>
              </w:rPr>
              <w:t>=</w:t>
            </w:r>
          </w:p>
        </w:tc>
        <w:tc>
          <w:tcPr>
            <w:tcW w:w="0" w:type="auto"/>
            <w:vAlign w:val="top"/>
          </w:tcPr>
          <w:p w:rsidR="00AE52A4" w:rsidRPr="00F36525" w:rsidRDefault="003D69AA" w:rsidP="00F36525">
            <w:pPr>
              <w:pStyle w:val="SDMTableBoxParaNotNumbered"/>
              <w:rPr>
                <w:rFonts w:cs="Arial"/>
                <w:sz w:val="22"/>
                <w:szCs w:val="22"/>
              </w:rPr>
            </w:pPr>
            <w:r w:rsidRPr="00F36525">
              <w:rPr>
                <w:rFonts w:cs="Arial"/>
                <w:sz w:val="22"/>
                <w:szCs w:val="22"/>
              </w:rPr>
              <w:t>N</w:t>
            </w:r>
            <w:r w:rsidRPr="00F36525">
              <w:rPr>
                <w:rFonts w:cs="Arial"/>
                <w:sz w:val="22"/>
                <w:szCs w:val="22"/>
                <w:vertAlign w:val="subscript"/>
              </w:rPr>
              <w:t>2</w:t>
            </w:r>
            <w:r w:rsidRPr="00F36525">
              <w:rPr>
                <w:rFonts w:cs="Arial"/>
                <w:sz w:val="22"/>
                <w:szCs w:val="22"/>
              </w:rPr>
              <w:t>O concentration in the product liquid (tN</w:t>
            </w:r>
            <w:r w:rsidRPr="00F36525">
              <w:rPr>
                <w:rFonts w:cs="Arial"/>
                <w:sz w:val="22"/>
                <w:szCs w:val="22"/>
                <w:vertAlign w:val="subscript"/>
              </w:rPr>
              <w:t>2</w:t>
            </w:r>
            <w:r w:rsidRPr="00F36525">
              <w:rPr>
                <w:rFonts w:cs="Arial"/>
                <w:sz w:val="22"/>
                <w:szCs w:val="22"/>
              </w:rPr>
              <w:t>O/m</w:t>
            </w:r>
            <w:r w:rsidRPr="00F36525">
              <w:rPr>
                <w:rFonts w:cs="Arial"/>
                <w:sz w:val="22"/>
                <w:szCs w:val="22"/>
                <w:vertAlign w:val="superscript"/>
              </w:rPr>
              <w:t>3</w:t>
            </w:r>
            <w:r w:rsidRPr="00F36525">
              <w:rPr>
                <w:rFonts w:cs="Arial"/>
                <w:sz w:val="22"/>
                <w:szCs w:val="22"/>
              </w:rPr>
              <w:t>)</w:t>
            </w:r>
          </w:p>
        </w:tc>
      </w:tr>
    </w:tbl>
    <w:p w:rsidR="00B940E2" w:rsidRDefault="00B940E2" w:rsidP="003410C1">
      <w:pPr>
        <w:keepNext/>
      </w:pPr>
      <w:r>
        <w:t>If,</w:t>
      </w:r>
    </w:p>
    <w:tbl>
      <w:tblPr>
        <w:tblStyle w:val="SDMMethTableEquation"/>
        <w:tblW w:w="8760" w:type="dxa"/>
        <w:tblLook w:val="0600" w:firstRow="0" w:lastRow="0" w:firstColumn="0" w:lastColumn="0" w:noHBand="1" w:noVBand="1"/>
      </w:tblPr>
      <w:tblGrid>
        <w:gridCol w:w="7095"/>
        <w:gridCol w:w="1665"/>
      </w:tblGrid>
      <w:tr w:rsidR="003D69AA" w:rsidRPr="00DA5E09" w:rsidTr="00DA5E09">
        <w:tc>
          <w:tcPr>
            <w:tcW w:w="7224" w:type="dxa"/>
          </w:tcPr>
          <w:p w:rsidR="003D69AA" w:rsidRPr="00252AA4" w:rsidRDefault="001F50D8" w:rsidP="00DA5E09">
            <w:pPr>
              <w:pStyle w:val="SDMMethEquation"/>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projectcalc,y</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productcalc,max</m:t>
                    </m:r>
                  </m:sub>
                </m:sSub>
              </m:oMath>
            </m:oMathPara>
          </w:p>
        </w:tc>
        <w:tc>
          <w:tcPr>
            <w:tcW w:w="1701" w:type="dxa"/>
          </w:tcPr>
          <w:p w:rsidR="003D69AA" w:rsidRPr="007B7FC7" w:rsidRDefault="003D69AA" w:rsidP="00DA5E09">
            <w:pPr>
              <w:pStyle w:val="SDMMethEquationNr"/>
            </w:pPr>
          </w:p>
        </w:tc>
      </w:tr>
    </w:tbl>
    <w:p w:rsidR="00B940E2" w:rsidRDefault="00B940E2" w:rsidP="00B940E2">
      <w:r>
        <w:t>Then</w:t>
      </w:r>
    </w:p>
    <w:tbl>
      <w:tblPr>
        <w:tblStyle w:val="SDMMethTableEquation"/>
        <w:tblW w:w="8760" w:type="dxa"/>
        <w:tblLook w:val="0600" w:firstRow="0" w:lastRow="0" w:firstColumn="0" w:lastColumn="0" w:noHBand="1" w:noVBand="1"/>
      </w:tblPr>
      <w:tblGrid>
        <w:gridCol w:w="7104"/>
        <w:gridCol w:w="1656"/>
      </w:tblGrid>
      <w:tr w:rsidR="003D69AA" w:rsidRPr="00E32F75" w:rsidTr="00DA5E09">
        <w:tc>
          <w:tcPr>
            <w:tcW w:w="7224" w:type="dxa"/>
          </w:tcPr>
          <w:p w:rsidR="003D69AA" w:rsidRPr="00252AA4" w:rsidRDefault="001F50D8" w:rsidP="00DA5E09">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N2O,y</m:t>
                    </m:r>
                  </m:sub>
                </m:sSub>
                <m:r>
                  <w:rPr>
                    <w:rFonts w:ascii="Cambria Math" w:hAnsi="Cambria Math"/>
                  </w:rPr>
                  <m:t>=min</m:t>
                </m:r>
                <m:d>
                  <m:dPr>
                    <m:ctrlPr>
                      <w:rPr>
                        <w:rFonts w:ascii="Cambria Math" w:hAnsi="Cambria Math"/>
                        <w:i/>
                      </w:rPr>
                    </m:ctrlPr>
                  </m:dPr>
                  <m:e>
                    <m:sSub>
                      <m:sSubPr>
                        <m:ctrlPr>
                          <w:rPr>
                            <w:rFonts w:ascii="Cambria Math" w:hAnsi="Cambria Math"/>
                            <w:i/>
                          </w:rPr>
                        </m:ctrlPr>
                      </m:sSubPr>
                      <m:e>
                        <m:r>
                          <w:rPr>
                            <w:rFonts w:ascii="Cambria Math" w:hAnsi="Cambria Math"/>
                          </w:rPr>
                          <m:t>EF</m:t>
                        </m:r>
                      </m:e>
                      <m:sub>
                        <m:r>
                          <w:rPr>
                            <w:rFonts w:ascii="Cambria Math" w:hAnsi="Cambria Math"/>
                          </w:rPr>
                          <m:t>N2O,IPCC</m:t>
                        </m:r>
                      </m:sub>
                    </m:sSub>
                    <m:r>
                      <w:rPr>
                        <w:rFonts w:ascii="Cambria Math" w:hAnsi="Cambria Math"/>
                      </w:rPr>
                      <m:t>;</m:t>
                    </m:r>
                    <m:sSub>
                      <m:sSubPr>
                        <m:ctrlPr>
                          <w:rPr>
                            <w:rFonts w:ascii="Cambria Math" w:hAnsi="Cambria Math"/>
                            <w:i/>
                          </w:rPr>
                        </m:ctrlPr>
                      </m:sSubPr>
                      <m:e>
                        <m:r>
                          <w:rPr>
                            <w:rFonts w:ascii="Cambria Math" w:hAnsi="Cambria Math"/>
                          </w:rPr>
                          <m:t>SEcalc</m:t>
                        </m:r>
                      </m:e>
                      <m:sub>
                        <m:r>
                          <w:rPr>
                            <w:rFonts w:ascii="Cambria Math" w:hAnsi="Cambria Math"/>
                          </w:rPr>
                          <m:t>N2O,y</m:t>
                        </m:r>
                      </m:sub>
                    </m:sSub>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productcalc,max</m:t>
                    </m:r>
                  </m:sub>
                </m:sSub>
              </m:oMath>
            </m:oMathPara>
          </w:p>
        </w:tc>
        <w:tc>
          <w:tcPr>
            <w:tcW w:w="1701" w:type="dxa"/>
          </w:tcPr>
          <w:p w:rsidR="003D69AA" w:rsidRPr="002B6960" w:rsidRDefault="003D69AA" w:rsidP="00DA5E09">
            <w:pPr>
              <w:pStyle w:val="SDMMethEquationNr"/>
            </w:pPr>
          </w:p>
        </w:tc>
      </w:tr>
    </w:tbl>
    <w:p w:rsidR="003D69AA" w:rsidRDefault="003D69AA" w:rsidP="00C32F71">
      <w:pPr>
        <w:pStyle w:val="SDMMethCaptionEquationParametersTable"/>
      </w:pPr>
      <w:r>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3D69AA" w:rsidTr="00F36525">
        <w:tc>
          <w:tcPr>
            <w:tcW w:w="1701" w:type="dxa"/>
            <w:vAlign w:val="top"/>
          </w:tcPr>
          <w:p w:rsidR="003D69AA" w:rsidRPr="00F36525" w:rsidRDefault="001F50D8" w:rsidP="00F36525">
            <w:pPr>
              <w:pStyle w:val="SDMTableBoxParaNotNumbered"/>
              <w:keepNext/>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BE</m:t>
                    </m:r>
                  </m:e>
                  <m:sub>
                    <m:r>
                      <w:rPr>
                        <w:rFonts w:ascii="Cambria Math" w:hAnsi="Cambria Math" w:cs="Arial"/>
                        <w:sz w:val="22"/>
                        <w:szCs w:val="22"/>
                      </w:rPr>
                      <m:t>N2O,y</m:t>
                    </m:r>
                  </m:sub>
                </m:sSub>
              </m:oMath>
            </m:oMathPara>
          </w:p>
        </w:tc>
        <w:tc>
          <w:tcPr>
            <w:tcW w:w="345" w:type="dxa"/>
            <w:vAlign w:val="top"/>
          </w:tcPr>
          <w:p w:rsidR="003D69AA" w:rsidRPr="00F36525" w:rsidRDefault="003D69AA" w:rsidP="00F36525">
            <w:pPr>
              <w:pStyle w:val="SDMTableBoxParaNotNumbered"/>
              <w:keepNext/>
              <w:rPr>
                <w:rFonts w:cs="Arial"/>
                <w:sz w:val="22"/>
                <w:szCs w:val="22"/>
              </w:rPr>
            </w:pPr>
            <w:r w:rsidRPr="00F36525">
              <w:rPr>
                <w:rFonts w:cs="Arial"/>
                <w:sz w:val="22"/>
                <w:szCs w:val="22"/>
              </w:rPr>
              <w:t>=</w:t>
            </w:r>
          </w:p>
        </w:tc>
        <w:tc>
          <w:tcPr>
            <w:tcW w:w="0" w:type="auto"/>
            <w:vAlign w:val="top"/>
          </w:tcPr>
          <w:p w:rsidR="003D69AA" w:rsidRPr="00F36525" w:rsidRDefault="003D69AA" w:rsidP="00F36525">
            <w:pPr>
              <w:pStyle w:val="SDMTableBoxParaNotNumbered"/>
              <w:keepNext/>
              <w:rPr>
                <w:rFonts w:cs="Arial"/>
                <w:sz w:val="22"/>
                <w:szCs w:val="22"/>
              </w:rPr>
            </w:pPr>
            <w:r w:rsidRPr="00F36525">
              <w:rPr>
                <w:rFonts w:cs="Arial"/>
                <w:sz w:val="22"/>
                <w:szCs w:val="22"/>
              </w:rPr>
              <w:t>Baseline emissions of N</w:t>
            </w:r>
            <w:r w:rsidRPr="00F36525">
              <w:rPr>
                <w:rFonts w:cs="Arial"/>
                <w:sz w:val="22"/>
                <w:szCs w:val="22"/>
                <w:vertAlign w:val="subscript"/>
              </w:rPr>
              <w:t>2</w:t>
            </w:r>
            <w:r w:rsidRPr="00F36525">
              <w:rPr>
                <w:rFonts w:cs="Arial"/>
                <w:sz w:val="22"/>
                <w:szCs w:val="22"/>
              </w:rPr>
              <w:t xml:space="preserve">O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w:t>
            </w:r>
          </w:p>
        </w:tc>
      </w:tr>
      <w:tr w:rsidR="003D69AA" w:rsidTr="00F36525">
        <w:tc>
          <w:tcPr>
            <w:tcW w:w="1701" w:type="dxa"/>
            <w:vAlign w:val="top"/>
          </w:tcPr>
          <w:p w:rsidR="003D69AA" w:rsidRPr="00F36525" w:rsidRDefault="001F50D8" w:rsidP="00F36525">
            <w:pPr>
              <w:pStyle w:val="SDMTableBoxParaNotNumbered"/>
              <w:keepNext/>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EF</m:t>
                    </m:r>
                  </m:e>
                  <m:sub>
                    <m:r>
                      <w:rPr>
                        <w:rFonts w:ascii="Cambria Math" w:hAnsi="Cambria Math" w:cs="Arial"/>
                        <w:sz w:val="22"/>
                        <w:szCs w:val="22"/>
                      </w:rPr>
                      <m:t>N2O,IPCC</m:t>
                    </m:r>
                  </m:sub>
                </m:sSub>
              </m:oMath>
            </m:oMathPara>
          </w:p>
        </w:tc>
        <w:tc>
          <w:tcPr>
            <w:tcW w:w="345" w:type="dxa"/>
            <w:vAlign w:val="top"/>
          </w:tcPr>
          <w:p w:rsidR="003D69AA" w:rsidRPr="00F36525" w:rsidRDefault="003D69AA" w:rsidP="00F36525">
            <w:pPr>
              <w:pStyle w:val="SDMTableBoxParaNotNumbered"/>
              <w:keepNext/>
              <w:rPr>
                <w:rFonts w:cs="Arial"/>
                <w:sz w:val="22"/>
                <w:szCs w:val="22"/>
              </w:rPr>
            </w:pPr>
            <w:r w:rsidRPr="00F36525">
              <w:rPr>
                <w:rFonts w:cs="Arial"/>
                <w:sz w:val="22"/>
                <w:szCs w:val="22"/>
              </w:rPr>
              <w:t>=</w:t>
            </w:r>
          </w:p>
        </w:tc>
        <w:tc>
          <w:tcPr>
            <w:tcW w:w="0" w:type="auto"/>
            <w:vAlign w:val="top"/>
          </w:tcPr>
          <w:p w:rsidR="003D69AA" w:rsidRPr="00F36525" w:rsidRDefault="003D69AA" w:rsidP="00F36525">
            <w:pPr>
              <w:pStyle w:val="SDMTableBoxParaNotNumbered"/>
              <w:keepNext/>
              <w:rPr>
                <w:rFonts w:cs="Arial"/>
                <w:sz w:val="22"/>
                <w:szCs w:val="22"/>
              </w:rPr>
            </w:pPr>
            <w:r w:rsidRPr="00F36525">
              <w:rPr>
                <w:rFonts w:cs="Arial"/>
                <w:sz w:val="22"/>
                <w:szCs w:val="22"/>
              </w:rPr>
              <w:t>Conservative IPCC default value of the latest IPCC GHG Inventory Guidelines accepted by the IPCC for the equivalent N</w:t>
            </w:r>
            <w:r w:rsidRPr="00F36525">
              <w:rPr>
                <w:rFonts w:cs="Arial"/>
                <w:sz w:val="22"/>
                <w:szCs w:val="22"/>
                <w:vertAlign w:val="subscript"/>
              </w:rPr>
              <w:t>2</w:t>
            </w:r>
            <w:r w:rsidRPr="00F36525">
              <w:rPr>
                <w:rFonts w:cs="Arial"/>
                <w:sz w:val="22"/>
                <w:szCs w:val="22"/>
              </w:rPr>
              <w:t>O emission process (in this case a high-pressure nitric aci</w:t>
            </w:r>
            <w:r w:rsidR="005C47D2" w:rsidRPr="00F36525">
              <w:rPr>
                <w:rFonts w:cs="Arial"/>
                <w:sz w:val="22"/>
                <w:szCs w:val="22"/>
              </w:rPr>
              <w:t>d plant); 5.4 </w:t>
            </w:r>
            <w:r w:rsidRPr="00F36525">
              <w:rPr>
                <w:rFonts w:cs="Arial"/>
                <w:sz w:val="22"/>
                <w:szCs w:val="22"/>
              </w:rPr>
              <w:t>kgN</w:t>
            </w:r>
            <w:r w:rsidRPr="00F36525">
              <w:rPr>
                <w:rFonts w:cs="Arial"/>
                <w:sz w:val="22"/>
                <w:szCs w:val="22"/>
                <w:vertAlign w:val="subscript"/>
              </w:rPr>
              <w:t>2</w:t>
            </w:r>
            <w:r w:rsidR="005C47D2" w:rsidRPr="00F36525">
              <w:rPr>
                <w:rFonts w:cs="Arial"/>
                <w:sz w:val="22"/>
                <w:szCs w:val="22"/>
              </w:rPr>
              <w:t>O/t </w:t>
            </w:r>
            <w:r w:rsidRPr="00F36525">
              <w:rPr>
                <w:rFonts w:cs="Arial"/>
                <w:sz w:val="22"/>
                <w:szCs w:val="22"/>
              </w:rPr>
              <w:t>Product</w:t>
            </w:r>
          </w:p>
        </w:tc>
      </w:tr>
      <w:tr w:rsidR="003D69AA" w:rsidTr="00F36525">
        <w:tc>
          <w:tcPr>
            <w:tcW w:w="1701" w:type="dxa"/>
            <w:vAlign w:val="top"/>
          </w:tcPr>
          <w:p w:rsidR="003D69AA"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SEcalc</m:t>
                    </m:r>
                  </m:e>
                  <m:sub>
                    <m:r>
                      <w:rPr>
                        <w:rFonts w:ascii="Cambria Math" w:hAnsi="Cambria Math" w:cs="Arial"/>
                        <w:sz w:val="22"/>
                        <w:szCs w:val="22"/>
                      </w:rPr>
                      <m:t>N2O,y</m:t>
                    </m:r>
                  </m:sub>
                </m:sSub>
              </m:oMath>
            </m:oMathPara>
          </w:p>
        </w:tc>
        <w:tc>
          <w:tcPr>
            <w:tcW w:w="345" w:type="dxa"/>
            <w:vAlign w:val="top"/>
          </w:tcPr>
          <w:p w:rsidR="003D69AA" w:rsidRPr="00F36525" w:rsidRDefault="003D69AA" w:rsidP="00F36525">
            <w:pPr>
              <w:pStyle w:val="SDMTableBoxParaNotNumbered"/>
              <w:rPr>
                <w:rFonts w:cs="Arial"/>
                <w:sz w:val="22"/>
                <w:szCs w:val="22"/>
              </w:rPr>
            </w:pPr>
            <w:r w:rsidRPr="00F36525">
              <w:rPr>
                <w:rFonts w:cs="Arial"/>
                <w:sz w:val="22"/>
                <w:szCs w:val="22"/>
              </w:rPr>
              <w:t>=</w:t>
            </w:r>
          </w:p>
        </w:tc>
        <w:tc>
          <w:tcPr>
            <w:tcW w:w="0" w:type="auto"/>
            <w:vAlign w:val="top"/>
          </w:tcPr>
          <w:p w:rsidR="003D69AA" w:rsidRPr="00F36525" w:rsidRDefault="003D69AA" w:rsidP="00F36525">
            <w:pPr>
              <w:pStyle w:val="SDMTableBoxParaNotNumbered"/>
              <w:rPr>
                <w:rFonts w:cs="Arial"/>
                <w:sz w:val="22"/>
                <w:szCs w:val="22"/>
              </w:rPr>
            </w:pPr>
            <w:r w:rsidRPr="00F36525">
              <w:rPr>
                <w:rFonts w:cs="Arial"/>
                <w:sz w:val="22"/>
                <w:szCs w:val="22"/>
              </w:rPr>
              <w:t>Specific N</w:t>
            </w:r>
            <w:r w:rsidRPr="00F36525">
              <w:rPr>
                <w:rFonts w:cs="Arial"/>
                <w:sz w:val="22"/>
                <w:szCs w:val="22"/>
                <w:vertAlign w:val="subscript"/>
              </w:rPr>
              <w:t>2</w:t>
            </w:r>
            <w:r w:rsidRPr="00F36525">
              <w:rPr>
                <w:rFonts w:cs="Arial"/>
                <w:sz w:val="22"/>
                <w:szCs w:val="22"/>
              </w:rPr>
              <w:t xml:space="preserve">O emissions per unit of calculated nitric acid production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O/t Product)</w:t>
            </w:r>
          </w:p>
        </w:tc>
      </w:tr>
    </w:tbl>
    <w:p w:rsidR="00B940E2" w:rsidRDefault="00B940E2" w:rsidP="009C4C2F">
      <w:pPr>
        <w:pStyle w:val="SDMPara"/>
        <w:numPr>
          <w:ilvl w:val="0"/>
          <w:numId w:val="4"/>
        </w:numPr>
      </w:pPr>
      <w:r>
        <w:t>The specific N</w:t>
      </w:r>
      <w:r w:rsidR="00CE46FF" w:rsidRPr="00CE46FF">
        <w:rPr>
          <w:vertAlign w:val="subscript"/>
        </w:rPr>
        <w:t>2</w:t>
      </w:r>
      <w:r>
        <w:t>O emissions per unit of output of nitric acid equivalent are defined as:</w:t>
      </w:r>
    </w:p>
    <w:tbl>
      <w:tblPr>
        <w:tblStyle w:val="SDMMethTableEquation"/>
        <w:tblW w:w="8760" w:type="dxa"/>
        <w:tblLook w:val="0600" w:firstRow="0" w:lastRow="0" w:firstColumn="0" w:lastColumn="0" w:noHBand="1" w:noVBand="1"/>
      </w:tblPr>
      <w:tblGrid>
        <w:gridCol w:w="7108"/>
        <w:gridCol w:w="1652"/>
      </w:tblGrid>
      <w:tr w:rsidR="003D69AA" w:rsidRPr="00E32F75" w:rsidTr="00DA5E09">
        <w:tc>
          <w:tcPr>
            <w:tcW w:w="7224" w:type="dxa"/>
          </w:tcPr>
          <w:p w:rsidR="003D69AA" w:rsidRPr="00252AA4" w:rsidRDefault="001F50D8" w:rsidP="00B431BC">
            <w:pPr>
              <w:pStyle w:val="SDMMethEquation"/>
            </w:pPr>
            <m:oMathPara>
              <m:oMathParaPr>
                <m:jc m:val="left"/>
              </m:oMathParaPr>
              <m:oMath>
                <m:sSub>
                  <m:sSubPr>
                    <m:ctrlPr>
                      <w:rPr>
                        <w:rFonts w:ascii="Cambria Math" w:hAnsi="Cambria Math"/>
                        <w:i/>
                      </w:rPr>
                    </m:ctrlPr>
                  </m:sSubPr>
                  <m:e>
                    <m:r>
                      <w:rPr>
                        <w:rFonts w:ascii="Cambria Math" w:hAnsi="Cambria Math"/>
                      </w:rPr>
                      <m:t>SEcalc</m:t>
                    </m:r>
                  </m:e>
                  <m:sub>
                    <m:r>
                      <w:rPr>
                        <w:rFonts w:ascii="Cambria Math" w:hAnsi="Cambria Math"/>
                      </w:rPr>
                      <m:t>N2O,y</m:t>
                    </m:r>
                  </m:sub>
                </m:sSub>
                <m:r>
                  <w:rPr>
                    <w:rFonts w:ascii="Cambria Math" w:hAnsi="Cambria Math"/>
                  </w:rPr>
                  <m:t>=</m:t>
                </m:r>
                <m:f>
                  <m:fPr>
                    <m:ctrlPr>
                      <w:rPr>
                        <w:rFonts w:ascii="Cambria Math" w:hAnsi="Cambria Math"/>
                        <w:i/>
                      </w:rPr>
                    </m:ctrlPr>
                  </m:fPr>
                  <m:num>
                    <m:r>
                      <w:rPr>
                        <w:rFonts w:ascii="Cambria Math" w:hAnsi="Cambria Math"/>
                      </w:rPr>
                      <m:t>min</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QI</m:t>
                            </m:r>
                          </m:e>
                          <m:sub>
                            <m:r>
                              <w:rPr>
                                <w:rFonts w:ascii="Cambria Math" w:hAnsi="Cambria Math"/>
                              </w:rPr>
                              <m:t>N2O,y</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QA</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OP</m:t>
                                </m:r>
                              </m:e>
                              <m:sub>
                                <m:r>
                                  <w:rPr>
                                    <w:rFonts w:ascii="Cambria Math" w:hAnsi="Cambria Math"/>
                                  </w:rPr>
                                  <m:t>N2O,y</m:t>
                                </m:r>
                              </m:sub>
                            </m:sSub>
                          </m:e>
                        </m:d>
                      </m:e>
                    </m:d>
                  </m:num>
                  <m:den>
                    <m:sSub>
                      <m:sSubPr>
                        <m:ctrlPr>
                          <w:rPr>
                            <w:rFonts w:ascii="Cambria Math" w:hAnsi="Cambria Math"/>
                            <w:i/>
                          </w:rPr>
                        </m:ctrlPr>
                      </m:sSubPr>
                      <m:e>
                        <m:r>
                          <w:rPr>
                            <w:rFonts w:ascii="Cambria Math" w:hAnsi="Cambria Math"/>
                          </w:rPr>
                          <m:t>P</m:t>
                        </m:r>
                      </m:e>
                      <m:sub>
                        <m:r>
                          <w:rPr>
                            <w:rFonts w:ascii="Cambria Math" w:hAnsi="Cambria Math"/>
                          </w:rPr>
                          <m:t>productcalc,y</m:t>
                        </m:r>
                      </m:sub>
                    </m:sSub>
                  </m:den>
                </m:f>
              </m:oMath>
            </m:oMathPara>
          </w:p>
        </w:tc>
        <w:tc>
          <w:tcPr>
            <w:tcW w:w="1701" w:type="dxa"/>
          </w:tcPr>
          <w:p w:rsidR="003D69AA" w:rsidRPr="002B6960" w:rsidRDefault="003D69AA" w:rsidP="00DA5E09">
            <w:pPr>
              <w:pStyle w:val="SDMMethEquationNr"/>
            </w:pPr>
          </w:p>
        </w:tc>
      </w:tr>
    </w:tbl>
    <w:p w:rsidR="003D69AA" w:rsidRPr="00DE62B9" w:rsidRDefault="003D69AA" w:rsidP="00DA5E09">
      <w:pPr>
        <w:pStyle w:val="SDMMethCaptionEquationParametersTable"/>
        <w:rPr>
          <w:rFonts w:cs="Arial"/>
        </w:rPr>
      </w:pPr>
      <w:r w:rsidRPr="00DE62B9">
        <w:rPr>
          <w:rFonts w:cs="Arial"/>
        </w:rPr>
        <w:t>Where:</w:t>
      </w:r>
    </w:p>
    <w:tbl>
      <w:tblPr>
        <w:tblStyle w:val="SDMMethTableEquationParameters"/>
        <w:tblW w:w="8760" w:type="dxa"/>
        <w:tblLook w:val="04A0" w:firstRow="1" w:lastRow="0" w:firstColumn="1" w:lastColumn="0" w:noHBand="0" w:noVBand="1"/>
      </w:tblPr>
      <w:tblGrid>
        <w:gridCol w:w="1701"/>
        <w:gridCol w:w="345"/>
        <w:gridCol w:w="6714"/>
      </w:tblGrid>
      <w:tr w:rsidR="003D69AA" w:rsidRPr="00DE62B9" w:rsidTr="00F36525">
        <w:tc>
          <w:tcPr>
            <w:tcW w:w="1701" w:type="dxa"/>
            <w:vAlign w:val="top"/>
          </w:tcPr>
          <w:p w:rsidR="003D69AA" w:rsidRPr="00DE62B9"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SEcalc</m:t>
                    </m:r>
                  </m:e>
                  <m:sub>
                    <m:r>
                      <w:rPr>
                        <w:rFonts w:ascii="Cambria Math" w:hAnsi="Cambria Math" w:cs="Arial"/>
                        <w:sz w:val="22"/>
                        <w:szCs w:val="22"/>
                      </w:rPr>
                      <m:t>N2O,y</m:t>
                    </m:r>
                  </m:sub>
                </m:sSub>
              </m:oMath>
            </m:oMathPara>
          </w:p>
        </w:tc>
        <w:tc>
          <w:tcPr>
            <w:tcW w:w="345" w:type="dxa"/>
            <w:vAlign w:val="top"/>
          </w:tcPr>
          <w:p w:rsidR="003D69AA" w:rsidRPr="00DE62B9" w:rsidRDefault="003D69AA" w:rsidP="00F36525">
            <w:pPr>
              <w:pStyle w:val="SDMTableBoxParaNotNumbered"/>
              <w:rPr>
                <w:rFonts w:cs="Arial"/>
                <w:sz w:val="22"/>
                <w:szCs w:val="22"/>
              </w:rPr>
            </w:pPr>
            <w:r w:rsidRPr="00DE62B9">
              <w:rPr>
                <w:rFonts w:cs="Arial"/>
                <w:sz w:val="22"/>
                <w:szCs w:val="22"/>
              </w:rPr>
              <w:t>=</w:t>
            </w:r>
          </w:p>
        </w:tc>
        <w:tc>
          <w:tcPr>
            <w:tcW w:w="0" w:type="auto"/>
            <w:vAlign w:val="top"/>
          </w:tcPr>
          <w:p w:rsidR="003D69AA" w:rsidRPr="00DE62B9" w:rsidRDefault="00DA5E09" w:rsidP="00F36525">
            <w:pPr>
              <w:pStyle w:val="SDMTableBoxParaNotNumbered"/>
              <w:rPr>
                <w:rFonts w:cs="Arial"/>
                <w:sz w:val="22"/>
                <w:szCs w:val="22"/>
              </w:rPr>
            </w:pPr>
            <w:r w:rsidRPr="00DE62B9">
              <w:rPr>
                <w:rFonts w:cs="Arial"/>
                <w:sz w:val="22"/>
                <w:szCs w:val="22"/>
              </w:rPr>
              <w:t>Specific N</w:t>
            </w:r>
            <w:r w:rsidRPr="00DE62B9">
              <w:rPr>
                <w:rFonts w:cs="Arial"/>
                <w:sz w:val="22"/>
                <w:szCs w:val="22"/>
                <w:vertAlign w:val="subscript"/>
              </w:rPr>
              <w:t>2</w:t>
            </w:r>
            <w:r w:rsidRPr="00DE62B9">
              <w:rPr>
                <w:rFonts w:cs="Arial"/>
                <w:sz w:val="22"/>
                <w:szCs w:val="22"/>
              </w:rPr>
              <w:t xml:space="preserve">O emissions per unit of calculated nitric acid production in year </w:t>
            </w:r>
            <w:r w:rsidRPr="00DE62B9">
              <w:rPr>
                <w:rFonts w:cs="Arial"/>
                <w:i/>
                <w:sz w:val="22"/>
                <w:szCs w:val="22"/>
              </w:rPr>
              <w:t>y</w:t>
            </w:r>
            <w:r w:rsidRPr="00DE62B9">
              <w:rPr>
                <w:rFonts w:cs="Arial"/>
                <w:sz w:val="22"/>
                <w:szCs w:val="22"/>
              </w:rPr>
              <w:t xml:space="preserve"> (tN</w:t>
            </w:r>
            <w:r w:rsidRPr="00DE62B9">
              <w:rPr>
                <w:rFonts w:cs="Arial"/>
                <w:sz w:val="22"/>
                <w:szCs w:val="22"/>
                <w:vertAlign w:val="subscript"/>
              </w:rPr>
              <w:t>2</w:t>
            </w:r>
            <w:r w:rsidR="005C47D2" w:rsidRPr="00DE62B9">
              <w:rPr>
                <w:rFonts w:cs="Arial"/>
                <w:sz w:val="22"/>
                <w:szCs w:val="22"/>
              </w:rPr>
              <w:t>O/</w:t>
            </w:r>
            <w:r w:rsidRPr="00DE62B9">
              <w:rPr>
                <w:rFonts w:cs="Arial"/>
                <w:sz w:val="22"/>
                <w:szCs w:val="22"/>
              </w:rPr>
              <w:t>t Product)</w:t>
            </w:r>
          </w:p>
        </w:tc>
      </w:tr>
    </w:tbl>
    <w:p w:rsidR="00B940E2" w:rsidRDefault="00B940E2" w:rsidP="00CB4BB9">
      <w:pPr>
        <w:pStyle w:val="SDMHead3"/>
      </w:pPr>
      <w:bookmarkStart w:id="28" w:name="_Toc358026529"/>
      <w:r>
        <w:t>Case 2: Legal regulations for N</w:t>
      </w:r>
      <w:r w:rsidR="0001122A" w:rsidRPr="0001122A">
        <w:rPr>
          <w:vertAlign w:val="subscript"/>
        </w:rPr>
        <w:t>2</w:t>
      </w:r>
      <w:r>
        <w:t>O are implemented</w:t>
      </w:r>
      <w:bookmarkEnd w:id="28"/>
    </w:p>
    <w:p w:rsidR="00B940E2" w:rsidRDefault="00B940E2" w:rsidP="009C4C2F">
      <w:pPr>
        <w:pStyle w:val="SDMPara"/>
        <w:numPr>
          <w:ilvl w:val="0"/>
          <w:numId w:val="4"/>
        </w:numPr>
      </w:pPr>
      <w:r>
        <w:t>Emissions at the time the regulation has to be implemented. Depending on the character of the regulation the adjustment is done as shown below:</w:t>
      </w:r>
    </w:p>
    <w:p w:rsidR="00B940E2" w:rsidRDefault="00B940E2" w:rsidP="00CB4BB9">
      <w:pPr>
        <w:pStyle w:val="SDMHead4"/>
      </w:pPr>
      <w:r>
        <w:t>Case 2.1: Regulation setting of a threshold for an absolute quantity of N</w:t>
      </w:r>
      <w:r w:rsidR="0001122A" w:rsidRPr="0001122A">
        <w:rPr>
          <w:vertAlign w:val="subscript"/>
        </w:rPr>
        <w:t>2</w:t>
      </w:r>
      <w:r>
        <w:t>O emissions per caprolactam production plant over a given time period</w:t>
      </w:r>
    </w:p>
    <w:p w:rsidR="00B940E2" w:rsidRDefault="00B940E2" w:rsidP="009C4C2F">
      <w:pPr>
        <w:pStyle w:val="SDMPara"/>
        <w:numPr>
          <w:ilvl w:val="0"/>
          <w:numId w:val="4"/>
        </w:numPr>
      </w:pPr>
      <w:r>
        <w:t>Baseline N</w:t>
      </w:r>
      <w:r w:rsidR="0001122A" w:rsidRPr="0001122A">
        <w:rPr>
          <w:vertAlign w:val="subscript"/>
        </w:rPr>
        <w:t>2</w:t>
      </w:r>
      <w:r>
        <w:t>O emissions are limited by the absolute quantity of N</w:t>
      </w:r>
      <w:r w:rsidR="0001122A" w:rsidRPr="0001122A">
        <w:rPr>
          <w:vertAlign w:val="subscript"/>
        </w:rPr>
        <w:t>2</w:t>
      </w:r>
      <w:r>
        <w:t>O emissions given by the regulation. If the measured baseline N</w:t>
      </w:r>
      <w:r w:rsidR="0001122A" w:rsidRPr="0001122A">
        <w:rPr>
          <w:vertAlign w:val="subscript"/>
        </w:rPr>
        <w:t>2</w:t>
      </w:r>
      <w:r>
        <w:t>O emissions are exceeding the regulatory limit, then measured baseline N</w:t>
      </w:r>
      <w:r w:rsidR="0001122A" w:rsidRPr="0001122A">
        <w:rPr>
          <w:vertAlign w:val="subscript"/>
        </w:rPr>
        <w:t>2</w:t>
      </w:r>
      <w:r>
        <w:t>O emissions are substituted by the regulatory limit.</w:t>
      </w:r>
    </w:p>
    <w:p w:rsidR="00B940E2" w:rsidRDefault="00B940E2" w:rsidP="009C4C2F">
      <w:pPr>
        <w:pStyle w:val="SDMPara"/>
        <w:numPr>
          <w:ilvl w:val="0"/>
          <w:numId w:val="4"/>
        </w:numPr>
      </w:pPr>
      <w:r>
        <w:t>This leads to the following condition:</w:t>
      </w:r>
    </w:p>
    <w:p w:rsidR="00B940E2" w:rsidRDefault="00B940E2" w:rsidP="009C4C2F">
      <w:pPr>
        <w:pStyle w:val="SDMSubPara1"/>
        <w:numPr>
          <w:ilvl w:val="1"/>
          <w:numId w:val="4"/>
        </w:numPr>
      </w:pPr>
      <w:r>
        <w:t>For a caprolactam plant using the Raschig process,</w:t>
      </w:r>
    </w:p>
    <w:tbl>
      <w:tblPr>
        <w:tblStyle w:val="SDMMethTableEquation"/>
        <w:tblW w:w="8760" w:type="dxa"/>
        <w:tblLook w:val="0600" w:firstRow="0" w:lastRow="0" w:firstColumn="0" w:lastColumn="0" w:noHBand="1" w:noVBand="1"/>
      </w:tblPr>
      <w:tblGrid>
        <w:gridCol w:w="7107"/>
        <w:gridCol w:w="1653"/>
      </w:tblGrid>
      <w:tr w:rsidR="00DA5E09" w:rsidRPr="00E32F75" w:rsidTr="00DA5E09">
        <w:tc>
          <w:tcPr>
            <w:tcW w:w="7224" w:type="dxa"/>
          </w:tcPr>
          <w:p w:rsidR="00DA5E09" w:rsidRPr="00252AA4" w:rsidRDefault="001F50D8" w:rsidP="00DA5E09">
            <w:pPr>
              <w:pStyle w:val="SDMMethEquation"/>
            </w:pPr>
            <m:oMath>
              <m:sSub>
                <m:sSubPr>
                  <m:ctrlPr>
                    <w:rPr>
                      <w:rFonts w:ascii="Cambria Math" w:hAnsi="Cambria Math"/>
                      <w:i/>
                    </w:rPr>
                  </m:ctrlPr>
                </m:sSubPr>
                <m:e>
                  <m:r>
                    <w:rPr>
                      <w:rFonts w:ascii="Cambria Math" w:hAnsi="Cambria Math"/>
                    </w:rPr>
                    <m:t>BE</m:t>
                  </m:r>
                </m:e>
                <m:sub>
                  <m:r>
                    <w:rPr>
                      <w:rFonts w:ascii="Cambria Math" w:hAnsi="Cambria Math"/>
                    </w:rPr>
                    <m:t>N2O,y</m:t>
                  </m:r>
                </m:sub>
              </m:sSub>
              <m:r>
                <w:rPr>
                  <w:rFonts w:ascii="Cambria Math" w:hAnsi="Cambria Math"/>
                </w:rPr>
                <m:t>=min</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OR</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OB</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N2O,IPCC</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product,max</m:t>
                      </m:r>
                    </m:sub>
                  </m:sSub>
                  <m:r>
                    <w:rPr>
                      <w:rFonts w:ascii="Cambria Math" w:hAnsi="Cambria Math"/>
                    </w:rPr>
                    <m:t>;</m:t>
                  </m:r>
                  <m:sSub>
                    <m:sSubPr>
                      <m:ctrlPr>
                        <w:rPr>
                          <w:rFonts w:ascii="Cambria Math" w:hAnsi="Cambria Math"/>
                          <w:i/>
                        </w:rPr>
                      </m:ctrlPr>
                    </m:sSubPr>
                    <m:e>
                      <m:r>
                        <w:rPr>
                          <w:rFonts w:ascii="Cambria Math" w:hAnsi="Cambria Math"/>
                        </w:rPr>
                        <m:t>SE</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product,max</m:t>
                      </m:r>
                    </m:sub>
                  </m:sSub>
                </m:e>
              </m:d>
            </m:oMath>
            <w:r w:rsidR="005C47D2">
              <w:t xml:space="preserve"> </w:t>
            </w:r>
          </w:p>
        </w:tc>
        <w:tc>
          <w:tcPr>
            <w:tcW w:w="1701" w:type="dxa"/>
          </w:tcPr>
          <w:p w:rsidR="00DA5E09" w:rsidRPr="002B6960" w:rsidRDefault="00DA5E09" w:rsidP="00DA5E09">
            <w:pPr>
              <w:pStyle w:val="SDMMethEquationNr"/>
            </w:pPr>
          </w:p>
        </w:tc>
      </w:tr>
    </w:tbl>
    <w:p w:rsidR="00B940E2" w:rsidRDefault="00B940E2" w:rsidP="009C4C2F">
      <w:pPr>
        <w:pStyle w:val="SDMSubPara1"/>
        <w:numPr>
          <w:ilvl w:val="1"/>
          <w:numId w:val="4"/>
        </w:numPr>
      </w:pPr>
      <w:r>
        <w:t>For a caprolactam plant using the HPO® process,</w:t>
      </w:r>
    </w:p>
    <w:p w:rsidR="00B940E2" w:rsidRPr="00F55383" w:rsidRDefault="00B940E2" w:rsidP="00256691">
      <w:pPr>
        <w:spacing w:before="180"/>
        <w:jc w:val="left"/>
        <w:rPr>
          <w:strike/>
        </w:rPr>
      </w:pPr>
    </w:p>
    <w:tbl>
      <w:tblPr>
        <w:tblStyle w:val="SDMMethTableEquation"/>
        <w:tblW w:w="8760" w:type="dxa"/>
        <w:tblLook w:val="0600" w:firstRow="0" w:lastRow="0" w:firstColumn="0" w:lastColumn="0" w:noHBand="1" w:noVBand="1"/>
      </w:tblPr>
      <w:tblGrid>
        <w:gridCol w:w="7109"/>
        <w:gridCol w:w="1651"/>
      </w:tblGrid>
      <w:tr w:rsidR="00F55383" w:rsidRPr="00E32F75" w:rsidTr="00003604">
        <w:tc>
          <w:tcPr>
            <w:tcW w:w="7224" w:type="dxa"/>
          </w:tcPr>
          <w:p w:rsidR="00F55383" w:rsidRPr="00252AA4" w:rsidRDefault="001F50D8" w:rsidP="00003604">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N2O,y</m:t>
                    </m:r>
                  </m:sub>
                </m:sSub>
                <m:r>
                  <w:rPr>
                    <w:rFonts w:ascii="Cambria Math" w:hAnsi="Cambria Math"/>
                  </w:rPr>
                  <m:t>=min</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QR</m:t>
                            </m:r>
                          </m:e>
                          <m:sub>
                            <m:r>
                              <w:rPr>
                                <w:rFonts w:ascii="Cambria Math" w:hAnsi="Cambria Math"/>
                              </w:rPr>
                              <m:t>N2O,y</m:t>
                            </m:r>
                          </m:sub>
                        </m:sSub>
                        <m:r>
                          <w:rPr>
                            <w:rFonts w:ascii="Cambria Math" w:hAnsi="Cambria Math"/>
                          </w:rPr>
                          <m:t>;</m:t>
                        </m:r>
                      </m:e>
                      <m:e>
                        <m:sSub>
                          <m:sSubPr>
                            <m:ctrlPr>
                              <w:rPr>
                                <w:rFonts w:ascii="Cambria Math" w:hAnsi="Cambria Math"/>
                                <w:i/>
                              </w:rPr>
                            </m:ctrlPr>
                          </m:sSubPr>
                          <m:e>
                            <m:r>
                              <w:rPr>
                                <w:rFonts w:ascii="Cambria Math" w:hAnsi="Cambria Math"/>
                              </w:rPr>
                              <m:t>QI</m:t>
                            </m:r>
                          </m:e>
                          <m:sub>
                            <m:r>
                              <w:rPr>
                                <w:rFonts w:ascii="Cambria Math" w:hAnsi="Cambria Math"/>
                              </w:rPr>
                              <m:t>N2O,y</m:t>
                            </m:r>
                          </m:sub>
                        </m:sSub>
                        <m:r>
                          <w:rPr>
                            <w:rFonts w:ascii="Cambria Math" w:hAnsi="Cambria Math"/>
                          </w:rPr>
                          <m:t>;</m:t>
                        </m:r>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QA</m:t>
                            </m:r>
                          </m:e>
                          <m:sub>
                            <m:r>
                              <w:rPr>
                                <w:rFonts w:ascii="Cambria Math" w:eastAsia="Cambria Math" w:hAnsi="Cambria Math" w:cs="Cambria Math"/>
                              </w:rPr>
                              <m:t>N2O,y</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QP</m:t>
                            </m:r>
                          </m:e>
                          <m:sub>
                            <m:r>
                              <w:rPr>
                                <w:rFonts w:ascii="Cambria Math" w:eastAsia="Cambria Math" w:hAnsi="Cambria Math" w:cs="Cambria Math"/>
                              </w:rPr>
                              <m:t>N2O,y</m:t>
                            </m:r>
                          </m:sub>
                        </m:sSub>
                        <m:r>
                          <w:rPr>
                            <w:rFonts w:ascii="Cambria Math" w:eastAsia="Cambria Math" w:hAnsi="Cambria Math" w:cs="Cambria Math"/>
                          </w:rPr>
                          <m:t>;</m:t>
                        </m:r>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EF</m:t>
                            </m:r>
                          </m:e>
                          <m:sub>
                            <m:r>
                              <w:rPr>
                                <w:rFonts w:ascii="Cambria Math" w:eastAsia="Cambria Math" w:hAnsi="Cambria Math" w:cs="Cambria Math"/>
                              </w:rPr>
                              <m:t>N2O,IPCC</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P</m:t>
                            </m:r>
                          </m:e>
                          <m:sub>
                            <m:r>
                              <w:rPr>
                                <w:rFonts w:ascii="Cambria Math" w:eastAsia="Cambria Math" w:hAnsi="Cambria Math" w:cs="Cambria Math"/>
                              </w:rPr>
                              <m:t>productcalc,max</m:t>
                            </m:r>
                          </m:sub>
                        </m:sSub>
                        <m:r>
                          <w:rPr>
                            <w:rFonts w:ascii="Cambria Math" w:eastAsia="Cambria Math" w:hAnsi="Cambria Math" w:cs="Cambria Math"/>
                          </w:rPr>
                          <m:t>;</m:t>
                        </m:r>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SEcalc</m:t>
                            </m:r>
                          </m:e>
                          <m:sub>
                            <m:r>
                              <w:rPr>
                                <w:rFonts w:ascii="Cambria Math" w:eastAsia="Cambria Math" w:hAnsi="Cambria Math" w:cs="Cambria Math"/>
                              </w:rPr>
                              <m:t>N2O,y</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P</m:t>
                            </m:r>
                          </m:e>
                          <m:sub>
                            <m:r>
                              <w:rPr>
                                <w:rFonts w:ascii="Cambria Math" w:eastAsia="Cambria Math" w:hAnsi="Cambria Math" w:cs="Cambria Math"/>
                              </w:rPr>
                              <m:t>productcalc,max</m:t>
                            </m:r>
                          </m:sub>
                        </m:sSub>
                      </m:e>
                    </m:eqArr>
                  </m:e>
                </m:d>
              </m:oMath>
            </m:oMathPara>
          </w:p>
        </w:tc>
        <w:tc>
          <w:tcPr>
            <w:tcW w:w="1701" w:type="dxa"/>
          </w:tcPr>
          <w:p w:rsidR="00F55383" w:rsidRPr="002B6960" w:rsidRDefault="00F55383" w:rsidP="00003604">
            <w:pPr>
              <w:pStyle w:val="SDMMethEquationNr"/>
            </w:pPr>
          </w:p>
        </w:tc>
      </w:tr>
    </w:tbl>
    <w:p w:rsidR="00F55383" w:rsidRDefault="00F55383" w:rsidP="00003604">
      <w:pPr>
        <w:pStyle w:val="SDMMethCaptionEquationParametersTable"/>
      </w:pPr>
      <w:r>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F55383" w:rsidTr="00F36525">
        <w:tc>
          <w:tcPr>
            <w:tcW w:w="1701" w:type="dxa"/>
            <w:vAlign w:val="top"/>
          </w:tcPr>
          <w:p w:rsidR="00F55383"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OB</m:t>
                    </m:r>
                  </m:e>
                  <m:sub>
                    <m:r>
                      <w:rPr>
                        <w:rFonts w:ascii="Cambria Math" w:hAnsi="Cambria Math" w:cs="Arial"/>
                        <w:sz w:val="22"/>
                        <w:szCs w:val="22"/>
                      </w:rPr>
                      <m:t>N2O,y</m:t>
                    </m:r>
                  </m:sub>
                </m:sSub>
              </m:oMath>
            </m:oMathPara>
          </w:p>
        </w:tc>
        <w:tc>
          <w:tcPr>
            <w:tcW w:w="345" w:type="dxa"/>
            <w:vAlign w:val="top"/>
          </w:tcPr>
          <w:p w:rsidR="00F55383" w:rsidRPr="00F36525" w:rsidRDefault="00F55383" w:rsidP="00F36525">
            <w:pPr>
              <w:pStyle w:val="SDMTableBoxParaNotNumbered"/>
              <w:rPr>
                <w:rFonts w:cs="Arial"/>
                <w:sz w:val="22"/>
                <w:szCs w:val="22"/>
              </w:rPr>
            </w:pPr>
            <w:r w:rsidRPr="00F36525">
              <w:rPr>
                <w:rFonts w:cs="Arial"/>
                <w:sz w:val="22"/>
                <w:szCs w:val="22"/>
              </w:rPr>
              <w:t>=</w:t>
            </w:r>
          </w:p>
        </w:tc>
        <w:tc>
          <w:tcPr>
            <w:tcW w:w="0" w:type="auto"/>
            <w:vAlign w:val="top"/>
          </w:tcPr>
          <w:p w:rsidR="00F55383" w:rsidRPr="00F36525" w:rsidRDefault="007D6B3A" w:rsidP="00F36525">
            <w:pPr>
              <w:pStyle w:val="SDMTableBoxParaNotNumbered"/>
              <w:rPr>
                <w:rFonts w:cs="Arial"/>
                <w:sz w:val="22"/>
                <w:szCs w:val="22"/>
              </w:rPr>
            </w:pPr>
            <w:r w:rsidRPr="00F36525">
              <w:rPr>
                <w:rFonts w:cs="Arial"/>
                <w:sz w:val="22"/>
                <w:szCs w:val="22"/>
              </w:rPr>
              <w:t>Quantity of N</w:t>
            </w:r>
            <w:r w:rsidRPr="00F36525">
              <w:rPr>
                <w:rFonts w:cs="Arial"/>
                <w:sz w:val="22"/>
                <w:szCs w:val="22"/>
                <w:vertAlign w:val="subscript"/>
              </w:rPr>
              <w:t>2</w:t>
            </w:r>
            <w:r w:rsidRPr="00F36525">
              <w:rPr>
                <w:rFonts w:cs="Arial"/>
                <w:sz w:val="22"/>
                <w:szCs w:val="22"/>
              </w:rPr>
              <w:t xml:space="preserve">O emissions from ammonia oxidation at the inlet of the destruction facility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w:t>
            </w:r>
          </w:p>
        </w:tc>
      </w:tr>
      <w:tr w:rsidR="00F55383" w:rsidTr="00F36525">
        <w:tc>
          <w:tcPr>
            <w:tcW w:w="1701" w:type="dxa"/>
            <w:vAlign w:val="top"/>
          </w:tcPr>
          <w:p w:rsidR="00F55383"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QR</m:t>
                    </m:r>
                  </m:e>
                  <m:sub>
                    <m:r>
                      <w:rPr>
                        <w:rFonts w:ascii="Cambria Math" w:hAnsi="Cambria Math" w:cs="Arial"/>
                        <w:sz w:val="22"/>
                        <w:szCs w:val="22"/>
                      </w:rPr>
                      <m:t>N2O,y</m:t>
                    </m:r>
                  </m:sub>
                </m:sSub>
              </m:oMath>
            </m:oMathPara>
          </w:p>
        </w:tc>
        <w:tc>
          <w:tcPr>
            <w:tcW w:w="345" w:type="dxa"/>
            <w:vAlign w:val="top"/>
          </w:tcPr>
          <w:p w:rsidR="00F55383" w:rsidRPr="00F36525" w:rsidRDefault="00F55383" w:rsidP="00F36525">
            <w:pPr>
              <w:pStyle w:val="SDMTableBoxParaNotNumbered"/>
              <w:rPr>
                <w:rFonts w:cs="Arial"/>
                <w:sz w:val="22"/>
                <w:szCs w:val="22"/>
              </w:rPr>
            </w:pPr>
            <w:r w:rsidRPr="00F36525">
              <w:rPr>
                <w:rFonts w:cs="Arial"/>
                <w:sz w:val="22"/>
                <w:szCs w:val="22"/>
              </w:rPr>
              <w:t>=</w:t>
            </w:r>
          </w:p>
        </w:tc>
        <w:tc>
          <w:tcPr>
            <w:tcW w:w="0" w:type="auto"/>
            <w:vAlign w:val="top"/>
          </w:tcPr>
          <w:p w:rsidR="00F55383" w:rsidRPr="00F36525" w:rsidRDefault="00401708" w:rsidP="00F36525">
            <w:pPr>
              <w:pStyle w:val="SDMTableBoxParaNotNumbered"/>
              <w:rPr>
                <w:rFonts w:cs="Arial"/>
                <w:sz w:val="22"/>
                <w:szCs w:val="22"/>
              </w:rPr>
            </w:pPr>
            <w:r w:rsidRPr="00F36525">
              <w:rPr>
                <w:rFonts w:cs="Arial"/>
                <w:sz w:val="22"/>
                <w:szCs w:val="22"/>
              </w:rPr>
              <w:t>Regulatory limit of N</w:t>
            </w:r>
            <w:r w:rsidRPr="00F36525">
              <w:rPr>
                <w:rFonts w:cs="Arial"/>
                <w:sz w:val="22"/>
                <w:szCs w:val="22"/>
                <w:vertAlign w:val="subscript"/>
              </w:rPr>
              <w:t>2</w:t>
            </w:r>
            <w:r w:rsidRPr="00F36525">
              <w:rPr>
                <w:rFonts w:cs="Arial"/>
                <w:sz w:val="22"/>
                <w:szCs w:val="22"/>
              </w:rPr>
              <w:t xml:space="preserve">O emissions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w:t>
            </w:r>
          </w:p>
        </w:tc>
      </w:tr>
      <w:tr w:rsidR="00F55383" w:rsidTr="00F36525">
        <w:tc>
          <w:tcPr>
            <w:tcW w:w="1701" w:type="dxa"/>
            <w:vAlign w:val="top"/>
          </w:tcPr>
          <w:p w:rsidR="00F55383"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BE</m:t>
                    </m:r>
                  </m:e>
                  <m:sub>
                    <m:r>
                      <w:rPr>
                        <w:rFonts w:ascii="Cambria Math" w:hAnsi="Cambria Math" w:cs="Arial"/>
                        <w:sz w:val="22"/>
                        <w:szCs w:val="22"/>
                      </w:rPr>
                      <m:t>N2O,y</m:t>
                    </m:r>
                  </m:sub>
                </m:sSub>
              </m:oMath>
            </m:oMathPara>
          </w:p>
        </w:tc>
        <w:tc>
          <w:tcPr>
            <w:tcW w:w="345" w:type="dxa"/>
            <w:vAlign w:val="top"/>
          </w:tcPr>
          <w:p w:rsidR="00F55383" w:rsidRPr="00F36525" w:rsidRDefault="00F55383" w:rsidP="00F36525">
            <w:pPr>
              <w:pStyle w:val="SDMTableBoxParaNotNumbered"/>
              <w:rPr>
                <w:rFonts w:cs="Arial"/>
                <w:sz w:val="22"/>
                <w:szCs w:val="22"/>
              </w:rPr>
            </w:pPr>
            <w:r w:rsidRPr="00F36525">
              <w:rPr>
                <w:rFonts w:cs="Arial"/>
                <w:sz w:val="22"/>
                <w:szCs w:val="22"/>
              </w:rPr>
              <w:t>=</w:t>
            </w:r>
          </w:p>
        </w:tc>
        <w:tc>
          <w:tcPr>
            <w:tcW w:w="0" w:type="auto"/>
            <w:vAlign w:val="top"/>
          </w:tcPr>
          <w:p w:rsidR="00F55383" w:rsidRPr="00F36525" w:rsidRDefault="00401708" w:rsidP="00F36525">
            <w:pPr>
              <w:pStyle w:val="SDMTableBoxParaNotNumbered"/>
              <w:rPr>
                <w:rFonts w:cs="Arial"/>
                <w:sz w:val="22"/>
                <w:szCs w:val="22"/>
              </w:rPr>
            </w:pPr>
            <w:r w:rsidRPr="00F36525">
              <w:rPr>
                <w:rFonts w:cs="Arial"/>
                <w:sz w:val="22"/>
                <w:szCs w:val="22"/>
              </w:rPr>
              <w:t>Baseline emissions of N</w:t>
            </w:r>
            <w:r w:rsidRPr="00F36525">
              <w:rPr>
                <w:rFonts w:cs="Arial"/>
                <w:sz w:val="22"/>
                <w:szCs w:val="22"/>
                <w:vertAlign w:val="subscript"/>
              </w:rPr>
              <w:t>2</w:t>
            </w:r>
            <w:r w:rsidRPr="00F36525">
              <w:rPr>
                <w:rFonts w:cs="Arial"/>
                <w:sz w:val="22"/>
                <w:szCs w:val="22"/>
              </w:rPr>
              <w:t xml:space="preserve">O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w:t>
            </w:r>
          </w:p>
        </w:tc>
      </w:tr>
      <w:tr w:rsidR="007D6B3A" w:rsidTr="00F36525">
        <w:tc>
          <w:tcPr>
            <w:tcW w:w="1701" w:type="dxa"/>
            <w:vAlign w:val="top"/>
          </w:tcPr>
          <w:p w:rsidR="007D6B3A"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SE</m:t>
                    </m:r>
                  </m:e>
                  <m:sub>
                    <m:r>
                      <w:rPr>
                        <w:rFonts w:ascii="Cambria Math" w:hAnsi="Cambria Math" w:cs="Arial"/>
                        <w:sz w:val="22"/>
                        <w:szCs w:val="22"/>
                      </w:rPr>
                      <m:t>N2O,y</m:t>
                    </m:r>
                  </m:sub>
                </m:sSub>
              </m:oMath>
            </m:oMathPara>
          </w:p>
        </w:tc>
        <w:tc>
          <w:tcPr>
            <w:tcW w:w="345" w:type="dxa"/>
            <w:vAlign w:val="top"/>
          </w:tcPr>
          <w:p w:rsidR="007D6B3A" w:rsidRPr="00F36525" w:rsidRDefault="007D6B3A" w:rsidP="00F36525">
            <w:pPr>
              <w:pStyle w:val="SDMTableBoxParaNotNumbered"/>
              <w:rPr>
                <w:rFonts w:cs="Arial"/>
                <w:sz w:val="22"/>
                <w:szCs w:val="22"/>
              </w:rPr>
            </w:pPr>
            <w:r w:rsidRPr="00F36525">
              <w:rPr>
                <w:rFonts w:cs="Arial"/>
                <w:sz w:val="22"/>
                <w:szCs w:val="22"/>
              </w:rPr>
              <w:t>=</w:t>
            </w:r>
          </w:p>
        </w:tc>
        <w:tc>
          <w:tcPr>
            <w:tcW w:w="0" w:type="auto"/>
            <w:vAlign w:val="top"/>
          </w:tcPr>
          <w:p w:rsidR="007D6B3A" w:rsidRPr="00F36525" w:rsidRDefault="00401708" w:rsidP="00ED25D7">
            <w:pPr>
              <w:pStyle w:val="SDMTableBoxParaNotNumbered"/>
              <w:rPr>
                <w:rFonts w:cs="Arial"/>
                <w:sz w:val="22"/>
                <w:szCs w:val="22"/>
              </w:rPr>
            </w:pPr>
            <w:r w:rsidRPr="00F36525">
              <w:rPr>
                <w:rFonts w:cs="Arial"/>
                <w:sz w:val="22"/>
                <w:szCs w:val="22"/>
              </w:rPr>
              <w:t>Specific N</w:t>
            </w:r>
            <w:r w:rsidRPr="00F36525">
              <w:rPr>
                <w:rFonts w:cs="Arial"/>
                <w:sz w:val="22"/>
                <w:szCs w:val="22"/>
                <w:vertAlign w:val="subscript"/>
              </w:rPr>
              <w:t>2</w:t>
            </w:r>
            <w:r w:rsidRPr="00F36525">
              <w:rPr>
                <w:rFonts w:cs="Arial"/>
                <w:sz w:val="22"/>
                <w:szCs w:val="22"/>
              </w:rPr>
              <w:t xml:space="preserve">O emissions per unit of output of caprolactam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O/t Product)</w:t>
            </w:r>
          </w:p>
        </w:tc>
      </w:tr>
      <w:tr w:rsidR="007D6B3A" w:rsidTr="00F36525">
        <w:tc>
          <w:tcPr>
            <w:tcW w:w="1701" w:type="dxa"/>
            <w:vAlign w:val="top"/>
          </w:tcPr>
          <w:p w:rsidR="007D6B3A"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product,max</m:t>
                    </m:r>
                  </m:sub>
                </m:sSub>
              </m:oMath>
            </m:oMathPara>
          </w:p>
        </w:tc>
        <w:tc>
          <w:tcPr>
            <w:tcW w:w="345" w:type="dxa"/>
            <w:vAlign w:val="top"/>
          </w:tcPr>
          <w:p w:rsidR="007D6B3A" w:rsidRPr="00F36525" w:rsidRDefault="007D6B3A" w:rsidP="00F36525">
            <w:pPr>
              <w:pStyle w:val="SDMTableBoxParaNotNumbered"/>
              <w:rPr>
                <w:rFonts w:cs="Arial"/>
                <w:sz w:val="22"/>
                <w:szCs w:val="22"/>
              </w:rPr>
            </w:pPr>
            <w:r w:rsidRPr="00F36525">
              <w:rPr>
                <w:rFonts w:cs="Arial"/>
                <w:sz w:val="22"/>
                <w:szCs w:val="22"/>
              </w:rPr>
              <w:t>=</w:t>
            </w:r>
          </w:p>
        </w:tc>
        <w:tc>
          <w:tcPr>
            <w:tcW w:w="0" w:type="auto"/>
            <w:vAlign w:val="top"/>
          </w:tcPr>
          <w:p w:rsidR="007D6B3A" w:rsidRPr="00F36525" w:rsidRDefault="00401708" w:rsidP="00F36525">
            <w:pPr>
              <w:pStyle w:val="SDMTableBoxParaNotNumbered"/>
              <w:rPr>
                <w:rFonts w:cs="Arial"/>
                <w:sz w:val="22"/>
                <w:szCs w:val="22"/>
              </w:rPr>
            </w:pPr>
            <w:r w:rsidRPr="00F36525">
              <w:rPr>
                <w:rFonts w:cs="Arial"/>
                <w:sz w:val="22"/>
                <w:szCs w:val="22"/>
              </w:rPr>
              <w:t>Design capacity (t Product )</w:t>
            </w:r>
          </w:p>
        </w:tc>
      </w:tr>
      <w:tr w:rsidR="007D6B3A" w:rsidTr="00F36525">
        <w:tc>
          <w:tcPr>
            <w:tcW w:w="1701" w:type="dxa"/>
            <w:vAlign w:val="top"/>
          </w:tcPr>
          <w:p w:rsidR="007D6B3A" w:rsidRPr="00F36525" w:rsidRDefault="001F50D8" w:rsidP="00F36525">
            <w:pPr>
              <w:pStyle w:val="SDMTableBoxParaNotNumbered"/>
              <w:rPr>
                <w:rFonts w:cs="Arial"/>
                <w:sz w:val="22"/>
                <w:szCs w:val="22"/>
              </w:rPr>
            </w:pPr>
            <m:oMathPara>
              <m:oMathParaPr>
                <m:jc m:val="left"/>
              </m:oMathParaPr>
              <m:oMath>
                <m:sSub>
                  <m:sSubPr>
                    <m:ctrlPr>
                      <w:rPr>
                        <w:rFonts w:ascii="Cambria Math" w:eastAsia="Cambria Math" w:hAnsi="Cambria Math" w:cs="Arial"/>
                        <w:i/>
                        <w:sz w:val="22"/>
                        <w:szCs w:val="22"/>
                      </w:rPr>
                    </m:ctrlPr>
                  </m:sSubPr>
                  <m:e>
                    <m:r>
                      <w:rPr>
                        <w:rFonts w:ascii="Cambria Math" w:eastAsia="Cambria Math" w:hAnsi="Cambria Math" w:cs="Arial"/>
                        <w:sz w:val="22"/>
                        <w:szCs w:val="22"/>
                      </w:rPr>
                      <m:t>SEcalc</m:t>
                    </m:r>
                  </m:e>
                  <m:sub>
                    <m:r>
                      <w:rPr>
                        <w:rFonts w:ascii="Cambria Math" w:eastAsia="Cambria Math" w:hAnsi="Cambria Math" w:cs="Arial"/>
                        <w:sz w:val="22"/>
                        <w:szCs w:val="22"/>
                      </w:rPr>
                      <m:t>N2O,y</m:t>
                    </m:r>
                  </m:sub>
                </m:sSub>
              </m:oMath>
            </m:oMathPara>
          </w:p>
        </w:tc>
        <w:tc>
          <w:tcPr>
            <w:tcW w:w="345" w:type="dxa"/>
            <w:vAlign w:val="top"/>
          </w:tcPr>
          <w:p w:rsidR="007D6B3A" w:rsidRPr="00F36525" w:rsidRDefault="007D6B3A" w:rsidP="00F36525">
            <w:pPr>
              <w:pStyle w:val="SDMTableBoxParaNotNumbered"/>
              <w:rPr>
                <w:rFonts w:cs="Arial"/>
                <w:sz w:val="22"/>
                <w:szCs w:val="22"/>
              </w:rPr>
            </w:pPr>
            <w:r w:rsidRPr="00F36525">
              <w:rPr>
                <w:rFonts w:cs="Arial"/>
                <w:sz w:val="22"/>
                <w:szCs w:val="22"/>
              </w:rPr>
              <w:t>=</w:t>
            </w:r>
          </w:p>
        </w:tc>
        <w:tc>
          <w:tcPr>
            <w:tcW w:w="0" w:type="auto"/>
            <w:vAlign w:val="top"/>
          </w:tcPr>
          <w:p w:rsidR="007D6B3A" w:rsidRPr="00F36525" w:rsidRDefault="00401708" w:rsidP="00F36525">
            <w:pPr>
              <w:pStyle w:val="SDMTableBoxParaNotNumbered"/>
              <w:rPr>
                <w:rFonts w:cs="Arial"/>
                <w:sz w:val="22"/>
                <w:szCs w:val="22"/>
              </w:rPr>
            </w:pPr>
            <w:r w:rsidRPr="00F36525">
              <w:rPr>
                <w:rFonts w:cs="Arial"/>
                <w:sz w:val="22"/>
                <w:szCs w:val="22"/>
              </w:rPr>
              <w:t>Specific N</w:t>
            </w:r>
            <w:r w:rsidRPr="00F36525">
              <w:rPr>
                <w:rFonts w:cs="Arial"/>
                <w:sz w:val="22"/>
                <w:szCs w:val="22"/>
                <w:vertAlign w:val="subscript"/>
              </w:rPr>
              <w:t>2</w:t>
            </w:r>
            <w:r w:rsidRPr="00F36525">
              <w:rPr>
                <w:rFonts w:cs="Arial"/>
                <w:sz w:val="22"/>
                <w:szCs w:val="22"/>
              </w:rPr>
              <w:t xml:space="preserve">O emissions per unit of calculated nitric acid production in year </w:t>
            </w:r>
            <w:r w:rsidRPr="00F36525">
              <w:rPr>
                <w:rFonts w:cs="Arial"/>
                <w:i/>
                <w:sz w:val="22"/>
                <w:szCs w:val="22"/>
              </w:rPr>
              <w:t xml:space="preserve">y </w:t>
            </w:r>
            <w:r w:rsidRPr="00F36525">
              <w:rPr>
                <w:rFonts w:cs="Arial"/>
                <w:sz w:val="22"/>
                <w:szCs w:val="22"/>
              </w:rPr>
              <w:t>(tN</w:t>
            </w:r>
            <w:r w:rsidRPr="00F36525">
              <w:rPr>
                <w:rFonts w:cs="Arial"/>
                <w:sz w:val="22"/>
                <w:szCs w:val="22"/>
                <w:vertAlign w:val="subscript"/>
              </w:rPr>
              <w:t>2</w:t>
            </w:r>
            <w:r w:rsidRPr="00F36525">
              <w:rPr>
                <w:rFonts w:cs="Arial"/>
                <w:sz w:val="22"/>
                <w:szCs w:val="22"/>
              </w:rPr>
              <w:t>O/t Product)</w:t>
            </w:r>
          </w:p>
        </w:tc>
      </w:tr>
      <w:tr w:rsidR="007D6B3A" w:rsidTr="00F36525">
        <w:tc>
          <w:tcPr>
            <w:tcW w:w="1701" w:type="dxa"/>
            <w:vAlign w:val="top"/>
          </w:tcPr>
          <w:p w:rsidR="007D6B3A" w:rsidRPr="00F36525" w:rsidRDefault="001F50D8" w:rsidP="00F36525">
            <w:pPr>
              <w:pStyle w:val="SDMTableBoxParaNotNumbered"/>
              <w:rPr>
                <w:rFonts w:cs="Arial"/>
                <w:sz w:val="22"/>
                <w:szCs w:val="22"/>
              </w:rPr>
            </w:pPr>
            <m:oMathPara>
              <m:oMathParaPr>
                <m:jc m:val="left"/>
              </m:oMathParaPr>
              <m:oMath>
                <m:sSub>
                  <m:sSubPr>
                    <m:ctrlPr>
                      <w:rPr>
                        <w:rFonts w:ascii="Cambria Math" w:eastAsia="Cambria Math" w:hAnsi="Cambria Math" w:cs="Arial"/>
                        <w:i/>
                        <w:sz w:val="22"/>
                        <w:szCs w:val="22"/>
                      </w:rPr>
                    </m:ctrlPr>
                  </m:sSubPr>
                  <m:e>
                    <m:r>
                      <w:rPr>
                        <w:rFonts w:ascii="Cambria Math" w:eastAsia="Cambria Math" w:hAnsi="Cambria Math" w:cs="Arial"/>
                        <w:sz w:val="22"/>
                        <w:szCs w:val="22"/>
                      </w:rPr>
                      <m:t>P</m:t>
                    </m:r>
                  </m:e>
                  <m:sub>
                    <m:r>
                      <w:rPr>
                        <w:rFonts w:ascii="Cambria Math" w:eastAsia="Cambria Math" w:hAnsi="Cambria Math" w:cs="Arial"/>
                        <w:sz w:val="22"/>
                        <w:szCs w:val="22"/>
                      </w:rPr>
                      <m:t>productcalc,max</m:t>
                    </m:r>
                  </m:sub>
                </m:sSub>
              </m:oMath>
            </m:oMathPara>
          </w:p>
        </w:tc>
        <w:tc>
          <w:tcPr>
            <w:tcW w:w="345" w:type="dxa"/>
            <w:vAlign w:val="top"/>
          </w:tcPr>
          <w:p w:rsidR="007D6B3A" w:rsidRPr="00F36525" w:rsidRDefault="007D6B3A" w:rsidP="00F36525">
            <w:pPr>
              <w:pStyle w:val="SDMTableBoxParaNotNumbered"/>
              <w:rPr>
                <w:rFonts w:cs="Arial"/>
                <w:sz w:val="22"/>
                <w:szCs w:val="22"/>
              </w:rPr>
            </w:pPr>
            <w:r w:rsidRPr="00F36525">
              <w:rPr>
                <w:rFonts w:cs="Arial"/>
                <w:sz w:val="22"/>
                <w:szCs w:val="22"/>
              </w:rPr>
              <w:t>=</w:t>
            </w:r>
          </w:p>
        </w:tc>
        <w:tc>
          <w:tcPr>
            <w:tcW w:w="0" w:type="auto"/>
            <w:vAlign w:val="top"/>
          </w:tcPr>
          <w:p w:rsidR="007D6B3A" w:rsidRPr="00F36525" w:rsidRDefault="00401708" w:rsidP="00F36525">
            <w:pPr>
              <w:pStyle w:val="SDMTableBoxParaNotNumbered"/>
              <w:rPr>
                <w:rFonts w:cs="Arial"/>
                <w:sz w:val="22"/>
                <w:szCs w:val="22"/>
              </w:rPr>
            </w:pPr>
            <w:r w:rsidRPr="00F36525">
              <w:rPr>
                <w:rFonts w:cs="Arial"/>
                <w:sz w:val="22"/>
                <w:szCs w:val="22"/>
              </w:rPr>
              <w:t xml:space="preserve">On-site design capacity of calculated nitric acid production </w:t>
            </w:r>
            <w:r w:rsidRPr="00F36525">
              <w:rPr>
                <w:rFonts w:cs="Arial"/>
                <w:sz w:val="22"/>
                <w:szCs w:val="22"/>
              </w:rPr>
              <w:br/>
              <w:t>(t-HNO</w:t>
            </w:r>
            <w:r w:rsidRPr="00F36525">
              <w:rPr>
                <w:rFonts w:cs="Arial"/>
                <w:sz w:val="22"/>
                <w:szCs w:val="22"/>
                <w:vertAlign w:val="subscript"/>
              </w:rPr>
              <w:t>3</w:t>
            </w:r>
            <w:r w:rsidRPr="00F36525">
              <w:rPr>
                <w:rFonts w:cs="Arial"/>
                <w:sz w:val="22"/>
                <w:szCs w:val="22"/>
              </w:rPr>
              <w:t>)</w:t>
            </w:r>
          </w:p>
        </w:tc>
      </w:tr>
      <w:tr w:rsidR="007D6B3A" w:rsidTr="00F36525">
        <w:tc>
          <w:tcPr>
            <w:tcW w:w="1701" w:type="dxa"/>
            <w:vAlign w:val="top"/>
          </w:tcPr>
          <w:p w:rsidR="007D6B3A" w:rsidRPr="00F36525" w:rsidRDefault="001F50D8" w:rsidP="00F36525">
            <w:pPr>
              <w:pStyle w:val="SDMTableBoxParaNotNumbered"/>
              <w:rPr>
                <w:rFonts w:cs="Arial"/>
                <w:sz w:val="22"/>
                <w:szCs w:val="22"/>
              </w:rPr>
            </w:pPr>
            <m:oMathPara>
              <m:oMathParaPr>
                <m:jc m:val="left"/>
              </m:oMathParaPr>
              <m:oMath>
                <m:sSub>
                  <m:sSubPr>
                    <m:ctrlPr>
                      <w:rPr>
                        <w:rFonts w:ascii="Cambria Math" w:eastAsia="Cambria Math" w:hAnsi="Cambria Math" w:cs="Arial"/>
                        <w:i/>
                        <w:sz w:val="22"/>
                        <w:szCs w:val="22"/>
                      </w:rPr>
                    </m:ctrlPr>
                  </m:sSubPr>
                  <m:e>
                    <m:r>
                      <w:rPr>
                        <w:rFonts w:ascii="Cambria Math" w:eastAsia="Cambria Math" w:hAnsi="Cambria Math" w:cs="Arial"/>
                        <w:sz w:val="22"/>
                        <w:szCs w:val="22"/>
                      </w:rPr>
                      <m:t>EF</m:t>
                    </m:r>
                  </m:e>
                  <m:sub>
                    <m:r>
                      <w:rPr>
                        <w:rFonts w:ascii="Cambria Math" w:eastAsia="Cambria Math" w:hAnsi="Cambria Math" w:cs="Arial"/>
                        <w:sz w:val="22"/>
                        <w:szCs w:val="22"/>
                      </w:rPr>
                      <m:t>N2O,IPCC</m:t>
                    </m:r>
                  </m:sub>
                </m:sSub>
              </m:oMath>
            </m:oMathPara>
          </w:p>
        </w:tc>
        <w:tc>
          <w:tcPr>
            <w:tcW w:w="345" w:type="dxa"/>
            <w:vAlign w:val="top"/>
          </w:tcPr>
          <w:p w:rsidR="007D6B3A" w:rsidRPr="00F36525" w:rsidRDefault="007D6B3A" w:rsidP="00F36525">
            <w:pPr>
              <w:pStyle w:val="SDMTableBoxParaNotNumbered"/>
              <w:rPr>
                <w:rFonts w:cs="Arial"/>
                <w:sz w:val="22"/>
                <w:szCs w:val="22"/>
              </w:rPr>
            </w:pPr>
            <w:r w:rsidRPr="00F36525">
              <w:rPr>
                <w:rFonts w:cs="Arial"/>
                <w:sz w:val="22"/>
                <w:szCs w:val="22"/>
              </w:rPr>
              <w:t>=</w:t>
            </w:r>
          </w:p>
        </w:tc>
        <w:tc>
          <w:tcPr>
            <w:tcW w:w="0" w:type="auto"/>
            <w:vAlign w:val="top"/>
          </w:tcPr>
          <w:p w:rsidR="007D6B3A" w:rsidRPr="00F36525" w:rsidRDefault="00401708" w:rsidP="00F36525">
            <w:pPr>
              <w:jc w:val="left"/>
              <w:rPr>
                <w:rFonts w:cs="Arial"/>
                <w:szCs w:val="22"/>
              </w:rPr>
            </w:pPr>
            <w:r w:rsidRPr="00F36525">
              <w:rPr>
                <w:rFonts w:cs="Arial"/>
                <w:szCs w:val="22"/>
              </w:rPr>
              <w:t>Conservative IPCC default value of the latest IPCC GHG Inventory Guidelines accepted by the IPCC for the equivalent N</w:t>
            </w:r>
            <w:r w:rsidRPr="00F36525">
              <w:rPr>
                <w:rFonts w:cs="Arial"/>
                <w:szCs w:val="22"/>
                <w:vertAlign w:val="subscript"/>
              </w:rPr>
              <w:t>2</w:t>
            </w:r>
            <w:r w:rsidRPr="00F36525">
              <w:rPr>
                <w:rFonts w:cs="Arial"/>
                <w:szCs w:val="22"/>
              </w:rPr>
              <w:t xml:space="preserve">O emission process </w:t>
            </w:r>
          </w:p>
        </w:tc>
      </w:tr>
    </w:tbl>
    <w:p w:rsidR="00C27705" w:rsidRDefault="00C27705" w:rsidP="00DC3469">
      <w:pPr>
        <w:pStyle w:val="SDMPara"/>
        <w:numPr>
          <w:ilvl w:val="0"/>
          <w:numId w:val="7"/>
        </w:numPr>
      </w:pPr>
      <w:r w:rsidRPr="00AA0F26">
        <w:rPr>
          <w:i/>
        </w:rPr>
        <w:t>QB</w:t>
      </w:r>
      <w:r w:rsidRPr="00AA0F26">
        <w:rPr>
          <w:i/>
          <w:vertAlign w:val="subscript"/>
        </w:rPr>
        <w:t>N2O,y</w:t>
      </w:r>
      <w:r>
        <w:t xml:space="preserve">, </w:t>
      </w:r>
      <w:r w:rsidRPr="00AA0F26">
        <w:rPr>
          <w:i/>
        </w:rPr>
        <w:t>SE</w:t>
      </w:r>
      <w:r w:rsidRPr="00AA0F26">
        <w:rPr>
          <w:i/>
          <w:vertAlign w:val="subscript"/>
        </w:rPr>
        <w:t>N2O</w:t>
      </w:r>
      <w:r w:rsidRPr="00AA0F26">
        <w:rPr>
          <w:i/>
        </w:rPr>
        <w:t>,</w:t>
      </w:r>
      <w:r w:rsidRPr="00AA0F26">
        <w:rPr>
          <w:i/>
          <w:vertAlign w:val="subscript"/>
        </w:rPr>
        <w:t>y</w:t>
      </w:r>
      <w:r>
        <w:t xml:space="preserve"> and </w:t>
      </w:r>
      <w:r w:rsidRPr="00AA0F26">
        <w:rPr>
          <w:i/>
        </w:rPr>
        <w:t>SEcalc</w:t>
      </w:r>
      <w:r w:rsidRPr="00AA0F26">
        <w:rPr>
          <w:i/>
          <w:vertAlign w:val="subscript"/>
        </w:rPr>
        <w:t>N2O,y</w:t>
      </w:r>
      <w:r>
        <w:t xml:space="preserve"> are defined according to the instructions under Case 1 above.</w:t>
      </w:r>
    </w:p>
    <w:p w:rsidR="00B940E2" w:rsidRDefault="00B940E2" w:rsidP="00C27705">
      <w:pPr>
        <w:pStyle w:val="SDMHead4"/>
      </w:pPr>
      <w:r>
        <w:t>Case 2.2: Regulation setting of a threshold for specific N</w:t>
      </w:r>
      <w:r w:rsidR="0001122A" w:rsidRPr="00AA0F26">
        <w:rPr>
          <w:vertAlign w:val="subscript"/>
        </w:rPr>
        <w:t>2</w:t>
      </w:r>
      <w:r>
        <w:t>O emissions per unit of product:</w:t>
      </w:r>
    </w:p>
    <w:p w:rsidR="00B940E2" w:rsidRDefault="00B940E2" w:rsidP="009C4C2F">
      <w:pPr>
        <w:pStyle w:val="SDMPara"/>
        <w:numPr>
          <w:ilvl w:val="0"/>
          <w:numId w:val="4"/>
        </w:numPr>
      </w:pPr>
      <w:r>
        <w:t>This leads to the following condition:</w:t>
      </w:r>
    </w:p>
    <w:p w:rsidR="00B940E2" w:rsidRDefault="00B940E2" w:rsidP="009C4C2F">
      <w:pPr>
        <w:pStyle w:val="SDMSubPara1"/>
        <w:numPr>
          <w:ilvl w:val="1"/>
          <w:numId w:val="4"/>
        </w:numPr>
      </w:pPr>
      <w:r>
        <w:t>For a caprolactam plant using the Raschig process,</w:t>
      </w:r>
    </w:p>
    <w:tbl>
      <w:tblPr>
        <w:tblStyle w:val="SDMMethTableEquation"/>
        <w:tblW w:w="8760" w:type="dxa"/>
        <w:tblLook w:val="0600" w:firstRow="0" w:lastRow="0" w:firstColumn="0" w:lastColumn="0" w:noHBand="1" w:noVBand="1"/>
      </w:tblPr>
      <w:tblGrid>
        <w:gridCol w:w="7105"/>
        <w:gridCol w:w="1655"/>
      </w:tblGrid>
      <w:tr w:rsidR="00C27705" w:rsidRPr="00E32F75" w:rsidTr="00003604">
        <w:tc>
          <w:tcPr>
            <w:tcW w:w="7224" w:type="dxa"/>
          </w:tcPr>
          <w:p w:rsidR="00C27705" w:rsidRPr="00252AA4" w:rsidRDefault="001F50D8" w:rsidP="00003604">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N2O,y</m:t>
                    </m:r>
                  </m:sub>
                </m:sSub>
                <m:r>
                  <w:rPr>
                    <w:rFonts w:ascii="Cambria Math" w:hAnsi="Cambria Math"/>
                  </w:rPr>
                  <m:t>=min</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RSE</m:t>
                            </m:r>
                          </m:e>
                          <m:sub>
                            <m:r>
                              <w:rPr>
                                <w:rFonts w:ascii="Cambria Math" w:hAnsi="Cambria Math"/>
                              </w:rPr>
                              <m:t>N2O</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product,y</m:t>
                            </m:r>
                          </m:sub>
                        </m:sSub>
                      </m:e>
                      <m:e>
                        <m:sSub>
                          <m:sSubPr>
                            <m:ctrlPr>
                              <w:rPr>
                                <w:rFonts w:ascii="Cambria Math" w:hAnsi="Cambria Math"/>
                                <w:i/>
                              </w:rPr>
                            </m:ctrlPr>
                          </m:sSubPr>
                          <m:e>
                            <m:r>
                              <w:rPr>
                                <w:rFonts w:ascii="Cambria Math" w:hAnsi="Cambria Math"/>
                              </w:rPr>
                              <m:t>OB</m:t>
                            </m:r>
                          </m:e>
                          <m:sub>
                            <m:r>
                              <w:rPr>
                                <w:rFonts w:ascii="Cambria Math" w:hAnsi="Cambria Math"/>
                              </w:rPr>
                              <m:t>N2O,y</m:t>
                            </m:r>
                          </m:sub>
                        </m:sSub>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SE</m:t>
                            </m:r>
                          </m:e>
                          <m:sub>
                            <m:r>
                              <w:rPr>
                                <w:rFonts w:ascii="Cambria Math" w:eastAsia="Cambria Math" w:hAnsi="Cambria Math" w:cs="Cambria Math"/>
                              </w:rPr>
                              <m:t>N2O,y</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P</m:t>
                            </m:r>
                          </m:e>
                          <m:sub>
                            <m:r>
                              <w:rPr>
                                <w:rFonts w:ascii="Cambria Math" w:eastAsia="Cambria Math" w:hAnsi="Cambria Math" w:cs="Cambria Math"/>
                              </w:rPr>
                              <m:t>product,max</m:t>
                            </m:r>
                          </m:sub>
                        </m:sSub>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EF</m:t>
                            </m:r>
                          </m:e>
                          <m:sub>
                            <m:r>
                              <w:rPr>
                                <w:rFonts w:ascii="Cambria Math" w:eastAsia="Cambria Math" w:hAnsi="Cambria Math" w:cs="Cambria Math"/>
                              </w:rPr>
                              <m:t>N2O,IPCC</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P</m:t>
                            </m:r>
                          </m:e>
                          <m:sub>
                            <m:r>
                              <w:rPr>
                                <w:rFonts w:ascii="Cambria Math" w:eastAsia="Cambria Math" w:hAnsi="Cambria Math" w:cs="Cambria Math"/>
                              </w:rPr>
                              <m:t>product,max</m:t>
                            </m:r>
                          </m:sub>
                        </m:sSub>
                      </m:e>
                    </m:eqArr>
                  </m:e>
                </m:d>
              </m:oMath>
            </m:oMathPara>
          </w:p>
        </w:tc>
        <w:tc>
          <w:tcPr>
            <w:tcW w:w="1701" w:type="dxa"/>
          </w:tcPr>
          <w:p w:rsidR="00C27705" w:rsidRPr="002B6960" w:rsidRDefault="00C27705" w:rsidP="00003604">
            <w:pPr>
              <w:pStyle w:val="SDMMethEquationNr"/>
            </w:pPr>
          </w:p>
        </w:tc>
      </w:tr>
    </w:tbl>
    <w:p w:rsidR="00B940E2" w:rsidRDefault="00B940E2" w:rsidP="009C4C2F">
      <w:pPr>
        <w:pStyle w:val="SDMSubPara1"/>
        <w:numPr>
          <w:ilvl w:val="1"/>
          <w:numId w:val="4"/>
        </w:numPr>
      </w:pPr>
      <w:r>
        <w:t>For a caprolactam plant using the HPO® process,</w:t>
      </w:r>
    </w:p>
    <w:tbl>
      <w:tblPr>
        <w:tblStyle w:val="SDMMethTableEquation"/>
        <w:tblW w:w="8760" w:type="dxa"/>
        <w:tblLook w:val="0600" w:firstRow="0" w:lastRow="0" w:firstColumn="0" w:lastColumn="0" w:noHBand="1" w:noVBand="1"/>
      </w:tblPr>
      <w:tblGrid>
        <w:gridCol w:w="7110"/>
        <w:gridCol w:w="1650"/>
      </w:tblGrid>
      <w:tr w:rsidR="00F5014B" w:rsidRPr="00E32F75" w:rsidTr="00ED25D7">
        <w:tc>
          <w:tcPr>
            <w:tcW w:w="7110" w:type="dxa"/>
          </w:tcPr>
          <w:p w:rsidR="00F5014B" w:rsidRPr="00252AA4" w:rsidRDefault="001F50D8" w:rsidP="00003604">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N2O,y</m:t>
                    </m:r>
                  </m:sub>
                </m:sSub>
                <m:r>
                  <w:rPr>
                    <w:rFonts w:ascii="Cambria Math" w:hAnsi="Cambria Math"/>
                  </w:rPr>
                  <m:t>=min</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RSE</m:t>
                            </m:r>
                          </m:e>
                          <m:sub>
                            <m:r>
                              <w:rPr>
                                <w:rFonts w:ascii="Cambria Math" w:hAnsi="Cambria Math"/>
                              </w:rPr>
                              <m:t>N2O</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product,y</m:t>
                            </m:r>
                          </m:sub>
                        </m:sSub>
                        <m:r>
                          <w:rPr>
                            <w:rFonts w:ascii="Cambria Math" w:hAnsi="Cambria Math"/>
                          </w:rPr>
                          <m:t>;</m:t>
                        </m:r>
                      </m:e>
                      <m:e>
                        <m:sSub>
                          <m:sSubPr>
                            <m:ctrlPr>
                              <w:rPr>
                                <w:rFonts w:ascii="Cambria Math" w:hAnsi="Cambria Math"/>
                                <w:i/>
                              </w:rPr>
                            </m:ctrlPr>
                          </m:sSubPr>
                          <m:e>
                            <m:r>
                              <w:rPr>
                                <w:rFonts w:ascii="Cambria Math" w:hAnsi="Cambria Math"/>
                              </w:rPr>
                              <m:t>QI</m:t>
                            </m:r>
                          </m:e>
                          <m:sub>
                            <m:r>
                              <w:rPr>
                                <w:rFonts w:ascii="Cambria Math" w:hAnsi="Cambria Math"/>
                              </w:rPr>
                              <m:t>N2O,y</m:t>
                            </m:r>
                          </m:sub>
                        </m:sSub>
                        <m:r>
                          <w:rPr>
                            <w:rFonts w:ascii="Cambria Math" w:hAnsi="Cambria Math"/>
                          </w:rPr>
                          <m:t>;</m:t>
                        </m:r>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QA</m:t>
                            </m:r>
                          </m:e>
                          <m:sub>
                            <m:r>
                              <w:rPr>
                                <w:rFonts w:ascii="Cambria Math" w:eastAsia="Cambria Math" w:hAnsi="Cambria Math" w:cs="Cambria Math"/>
                              </w:rPr>
                              <m:t>N2O,y</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QP</m:t>
                            </m:r>
                          </m:e>
                          <m:sub>
                            <m:r>
                              <w:rPr>
                                <w:rFonts w:ascii="Cambria Math" w:eastAsia="Cambria Math" w:hAnsi="Cambria Math" w:cs="Cambria Math"/>
                              </w:rPr>
                              <m:t>N2O,y</m:t>
                            </m:r>
                          </m:sub>
                        </m:sSub>
                        <m:r>
                          <w:rPr>
                            <w:rFonts w:ascii="Cambria Math" w:eastAsia="Cambria Math" w:hAnsi="Cambria Math" w:cs="Cambria Math"/>
                          </w:rPr>
                          <m:t>;</m:t>
                        </m:r>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SEcalc</m:t>
                            </m:r>
                          </m:e>
                          <m:sub>
                            <m:r>
                              <w:rPr>
                                <w:rFonts w:ascii="Cambria Math" w:eastAsia="Cambria Math" w:hAnsi="Cambria Math" w:cs="Cambria Math"/>
                              </w:rPr>
                              <m:t>N2O,y</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P</m:t>
                            </m:r>
                          </m:e>
                          <m:sub>
                            <m:r>
                              <w:rPr>
                                <w:rFonts w:ascii="Cambria Math" w:eastAsia="Cambria Math" w:hAnsi="Cambria Math" w:cs="Cambria Math"/>
                              </w:rPr>
                              <m:t>productcalc,max</m:t>
                            </m:r>
                          </m:sub>
                        </m:sSub>
                        <m:r>
                          <w:rPr>
                            <w:rFonts w:ascii="Cambria Math" w:eastAsia="Cambria Math" w:hAnsi="Cambria Math" w:cs="Cambria Math"/>
                          </w:rPr>
                          <m:t>;</m:t>
                        </m:r>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EF</m:t>
                            </m:r>
                          </m:e>
                          <m:sub>
                            <m:r>
                              <w:rPr>
                                <w:rFonts w:ascii="Cambria Math" w:eastAsia="Cambria Math" w:hAnsi="Cambria Math" w:cs="Cambria Math"/>
                              </w:rPr>
                              <m:t>N2O,IPCC</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P</m:t>
                            </m:r>
                          </m:e>
                          <m:sub>
                            <m:r>
                              <w:rPr>
                                <w:rFonts w:ascii="Cambria Math" w:eastAsia="Cambria Math" w:hAnsi="Cambria Math" w:cs="Cambria Math"/>
                              </w:rPr>
                              <m:t>productcalc,max</m:t>
                            </m:r>
                          </m:sub>
                        </m:sSub>
                      </m:e>
                    </m:eqArr>
                  </m:e>
                </m:d>
              </m:oMath>
            </m:oMathPara>
          </w:p>
        </w:tc>
        <w:tc>
          <w:tcPr>
            <w:tcW w:w="1650" w:type="dxa"/>
          </w:tcPr>
          <w:p w:rsidR="00F5014B" w:rsidRPr="002B6960" w:rsidRDefault="00F5014B" w:rsidP="00003604">
            <w:pPr>
              <w:pStyle w:val="SDMMethEquationNr"/>
            </w:pPr>
          </w:p>
        </w:tc>
      </w:tr>
    </w:tbl>
    <w:p w:rsidR="00F5014B" w:rsidRDefault="00F5014B" w:rsidP="00003604">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F5014B" w:rsidTr="00F36525">
        <w:tc>
          <w:tcPr>
            <w:tcW w:w="1701" w:type="dxa"/>
            <w:vAlign w:val="top"/>
          </w:tcPr>
          <w:p w:rsidR="00F5014B" w:rsidRPr="00F36525" w:rsidRDefault="001F50D8" w:rsidP="00F36525">
            <w:pPr>
              <w:pStyle w:val="SDMTableBoxParaNotNumbered"/>
              <w:rPr>
                <w:rFonts w:cs="Arial"/>
                <w:sz w:val="22"/>
                <w:szCs w:val="22"/>
              </w:rPr>
            </w:pPr>
            <m:oMathPara>
              <m:oMathParaPr>
                <m:jc m:val="left"/>
              </m:oMathParaPr>
              <m:oMath>
                <m:sSub>
                  <m:sSubPr>
                    <m:ctrlPr>
                      <w:rPr>
                        <w:rFonts w:ascii="Cambria Math" w:eastAsia="Cambria Math" w:hAnsi="Cambria Math" w:cs="Arial"/>
                        <w:i/>
                        <w:sz w:val="22"/>
                        <w:szCs w:val="22"/>
                      </w:rPr>
                    </m:ctrlPr>
                  </m:sSubPr>
                  <m:e>
                    <m:r>
                      <w:rPr>
                        <w:rFonts w:ascii="Cambria Math" w:eastAsia="Cambria Math" w:hAnsi="Cambria Math" w:cs="Arial"/>
                        <w:sz w:val="22"/>
                        <w:szCs w:val="22"/>
                      </w:rPr>
                      <m:t>SE</m:t>
                    </m:r>
                  </m:e>
                  <m:sub>
                    <m:r>
                      <w:rPr>
                        <w:rFonts w:ascii="Cambria Math" w:eastAsia="Cambria Math" w:hAnsi="Cambria Math" w:cs="Arial"/>
                        <w:sz w:val="22"/>
                        <w:szCs w:val="22"/>
                      </w:rPr>
                      <m:t>N2O,y</m:t>
                    </m:r>
                  </m:sub>
                </m:sSub>
              </m:oMath>
            </m:oMathPara>
          </w:p>
        </w:tc>
        <w:tc>
          <w:tcPr>
            <w:tcW w:w="345" w:type="dxa"/>
            <w:vAlign w:val="top"/>
          </w:tcPr>
          <w:p w:rsidR="00F5014B" w:rsidRPr="00F36525" w:rsidRDefault="00F5014B" w:rsidP="00F36525">
            <w:pPr>
              <w:pStyle w:val="SDMTableBoxParaNotNumbered"/>
              <w:rPr>
                <w:rFonts w:cs="Arial"/>
                <w:sz w:val="22"/>
                <w:szCs w:val="22"/>
              </w:rPr>
            </w:pPr>
            <w:r w:rsidRPr="00F36525">
              <w:rPr>
                <w:rFonts w:cs="Arial"/>
                <w:sz w:val="22"/>
                <w:szCs w:val="22"/>
              </w:rPr>
              <w:t>=</w:t>
            </w:r>
          </w:p>
        </w:tc>
        <w:tc>
          <w:tcPr>
            <w:tcW w:w="0" w:type="auto"/>
            <w:vAlign w:val="top"/>
          </w:tcPr>
          <w:p w:rsidR="00F5014B" w:rsidRPr="00F36525" w:rsidRDefault="00EE7222" w:rsidP="00ED25D7">
            <w:pPr>
              <w:pStyle w:val="SDMTableBoxParaNotNumbered"/>
              <w:rPr>
                <w:rFonts w:cs="Arial"/>
                <w:sz w:val="22"/>
                <w:szCs w:val="22"/>
              </w:rPr>
            </w:pPr>
            <w:r w:rsidRPr="00F36525">
              <w:rPr>
                <w:rFonts w:cs="Arial"/>
                <w:sz w:val="22"/>
                <w:szCs w:val="22"/>
              </w:rPr>
              <w:t>Specific N</w:t>
            </w:r>
            <w:r w:rsidRPr="00F36525">
              <w:rPr>
                <w:rFonts w:cs="Arial"/>
                <w:sz w:val="22"/>
                <w:szCs w:val="22"/>
                <w:vertAlign w:val="subscript"/>
              </w:rPr>
              <w:t>2</w:t>
            </w:r>
            <w:r w:rsidRPr="00F36525">
              <w:rPr>
                <w:rFonts w:cs="Arial"/>
                <w:sz w:val="22"/>
                <w:szCs w:val="22"/>
              </w:rPr>
              <w:t xml:space="preserve">O emissions per unit of output of caprolactam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O/t Product)</w:t>
            </w:r>
          </w:p>
        </w:tc>
      </w:tr>
      <w:tr w:rsidR="00F5014B" w:rsidTr="00F36525">
        <w:tc>
          <w:tcPr>
            <w:tcW w:w="1701" w:type="dxa"/>
            <w:vAlign w:val="top"/>
          </w:tcPr>
          <w:p w:rsidR="00F5014B"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RSE</m:t>
                    </m:r>
                  </m:e>
                  <m:sub>
                    <m:r>
                      <w:rPr>
                        <w:rFonts w:ascii="Cambria Math" w:hAnsi="Cambria Math" w:cs="Arial"/>
                        <w:sz w:val="22"/>
                        <w:szCs w:val="22"/>
                      </w:rPr>
                      <m:t>N2O</m:t>
                    </m:r>
                  </m:sub>
                </m:sSub>
              </m:oMath>
            </m:oMathPara>
          </w:p>
        </w:tc>
        <w:tc>
          <w:tcPr>
            <w:tcW w:w="345" w:type="dxa"/>
            <w:vAlign w:val="top"/>
          </w:tcPr>
          <w:p w:rsidR="00F5014B" w:rsidRPr="00F36525" w:rsidRDefault="00F5014B" w:rsidP="00F36525">
            <w:pPr>
              <w:pStyle w:val="SDMTableBoxParaNotNumbered"/>
              <w:rPr>
                <w:rFonts w:cs="Arial"/>
                <w:sz w:val="22"/>
                <w:szCs w:val="22"/>
              </w:rPr>
            </w:pPr>
            <w:r w:rsidRPr="00F36525">
              <w:rPr>
                <w:rFonts w:cs="Arial"/>
                <w:sz w:val="22"/>
                <w:szCs w:val="22"/>
              </w:rPr>
              <w:t>=</w:t>
            </w:r>
          </w:p>
        </w:tc>
        <w:tc>
          <w:tcPr>
            <w:tcW w:w="0" w:type="auto"/>
            <w:vAlign w:val="top"/>
          </w:tcPr>
          <w:p w:rsidR="00F5014B" w:rsidRPr="00F36525" w:rsidRDefault="00EE7222" w:rsidP="00ED25D7">
            <w:pPr>
              <w:pStyle w:val="SDMTableBoxParaNotNumbered"/>
              <w:rPr>
                <w:rFonts w:cs="Arial"/>
                <w:sz w:val="22"/>
                <w:szCs w:val="22"/>
              </w:rPr>
            </w:pPr>
            <w:r w:rsidRPr="00F36525">
              <w:rPr>
                <w:rFonts w:cs="Arial"/>
                <w:sz w:val="22"/>
                <w:szCs w:val="22"/>
              </w:rPr>
              <w:t>Regulatory limit of N</w:t>
            </w:r>
            <w:r w:rsidRPr="00F36525">
              <w:rPr>
                <w:rFonts w:cs="Arial"/>
                <w:sz w:val="22"/>
                <w:szCs w:val="22"/>
                <w:vertAlign w:val="subscript"/>
              </w:rPr>
              <w:t>2</w:t>
            </w:r>
            <w:r w:rsidRPr="00F36525">
              <w:rPr>
                <w:rFonts w:cs="Arial"/>
                <w:sz w:val="22"/>
                <w:szCs w:val="22"/>
              </w:rPr>
              <w:t>O emissions per unit of output of caprolactam (tN</w:t>
            </w:r>
            <w:r w:rsidRPr="00F36525">
              <w:rPr>
                <w:rFonts w:cs="Arial"/>
                <w:sz w:val="22"/>
                <w:szCs w:val="22"/>
                <w:vertAlign w:val="subscript"/>
              </w:rPr>
              <w:t>2</w:t>
            </w:r>
            <w:r w:rsidRPr="00F36525">
              <w:rPr>
                <w:rFonts w:cs="Arial"/>
                <w:sz w:val="22"/>
                <w:szCs w:val="22"/>
              </w:rPr>
              <w:t>O/t Product)</w:t>
            </w:r>
          </w:p>
        </w:tc>
      </w:tr>
      <w:tr w:rsidR="00F5014B" w:rsidTr="00F36525">
        <w:tc>
          <w:tcPr>
            <w:tcW w:w="1701" w:type="dxa"/>
            <w:vAlign w:val="top"/>
          </w:tcPr>
          <w:p w:rsidR="00F5014B"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BE</m:t>
                    </m:r>
                  </m:e>
                  <m:sub>
                    <m:r>
                      <w:rPr>
                        <w:rFonts w:ascii="Cambria Math" w:hAnsi="Cambria Math" w:cs="Arial"/>
                        <w:sz w:val="22"/>
                        <w:szCs w:val="22"/>
                      </w:rPr>
                      <m:t>N2O,y</m:t>
                    </m:r>
                  </m:sub>
                </m:sSub>
              </m:oMath>
            </m:oMathPara>
          </w:p>
        </w:tc>
        <w:tc>
          <w:tcPr>
            <w:tcW w:w="345" w:type="dxa"/>
            <w:vAlign w:val="top"/>
          </w:tcPr>
          <w:p w:rsidR="00F5014B" w:rsidRPr="00F36525" w:rsidRDefault="00F5014B" w:rsidP="00F36525">
            <w:pPr>
              <w:pStyle w:val="SDMTableBoxParaNotNumbered"/>
              <w:rPr>
                <w:rFonts w:cs="Arial"/>
                <w:sz w:val="22"/>
                <w:szCs w:val="22"/>
              </w:rPr>
            </w:pPr>
            <w:r w:rsidRPr="00F36525">
              <w:rPr>
                <w:rFonts w:cs="Arial"/>
                <w:sz w:val="22"/>
                <w:szCs w:val="22"/>
              </w:rPr>
              <w:t>=</w:t>
            </w:r>
          </w:p>
        </w:tc>
        <w:tc>
          <w:tcPr>
            <w:tcW w:w="0" w:type="auto"/>
            <w:vAlign w:val="top"/>
          </w:tcPr>
          <w:p w:rsidR="00F5014B" w:rsidRPr="00F36525" w:rsidRDefault="00EE7222" w:rsidP="00F36525">
            <w:pPr>
              <w:pStyle w:val="SDMTableBoxParaNotNumbered"/>
              <w:rPr>
                <w:rFonts w:cs="Arial"/>
                <w:sz w:val="22"/>
                <w:szCs w:val="22"/>
              </w:rPr>
            </w:pPr>
            <w:r w:rsidRPr="00F36525">
              <w:rPr>
                <w:rFonts w:cs="Arial"/>
                <w:sz w:val="22"/>
                <w:szCs w:val="22"/>
              </w:rPr>
              <w:t>Baseline emissions of N</w:t>
            </w:r>
            <w:r w:rsidRPr="00F36525">
              <w:rPr>
                <w:rFonts w:cs="Arial"/>
                <w:sz w:val="22"/>
                <w:szCs w:val="22"/>
                <w:vertAlign w:val="subscript"/>
              </w:rPr>
              <w:t>2</w:t>
            </w:r>
            <w:r w:rsidRPr="00F36525">
              <w:rPr>
                <w:rFonts w:cs="Arial"/>
                <w:sz w:val="22"/>
                <w:szCs w:val="22"/>
              </w:rPr>
              <w:t xml:space="preserve">O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w:t>
            </w:r>
          </w:p>
        </w:tc>
      </w:tr>
      <w:tr w:rsidR="00F5014B" w:rsidTr="00F36525">
        <w:tc>
          <w:tcPr>
            <w:tcW w:w="1701" w:type="dxa"/>
            <w:vAlign w:val="top"/>
          </w:tcPr>
          <w:p w:rsidR="00F5014B"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product,y</m:t>
                    </m:r>
                  </m:sub>
                </m:sSub>
              </m:oMath>
            </m:oMathPara>
          </w:p>
        </w:tc>
        <w:tc>
          <w:tcPr>
            <w:tcW w:w="345" w:type="dxa"/>
            <w:vAlign w:val="top"/>
          </w:tcPr>
          <w:p w:rsidR="00F5014B" w:rsidRPr="00F36525" w:rsidRDefault="00F5014B" w:rsidP="00F36525">
            <w:pPr>
              <w:pStyle w:val="SDMTableBoxParaNotNumbered"/>
              <w:rPr>
                <w:rFonts w:cs="Arial"/>
                <w:sz w:val="22"/>
                <w:szCs w:val="22"/>
              </w:rPr>
            </w:pPr>
            <w:r w:rsidRPr="00F36525">
              <w:rPr>
                <w:rFonts w:cs="Arial"/>
                <w:sz w:val="22"/>
                <w:szCs w:val="22"/>
              </w:rPr>
              <w:t>=</w:t>
            </w:r>
          </w:p>
        </w:tc>
        <w:tc>
          <w:tcPr>
            <w:tcW w:w="0" w:type="auto"/>
            <w:vAlign w:val="top"/>
          </w:tcPr>
          <w:p w:rsidR="00F5014B" w:rsidRPr="00F36525" w:rsidRDefault="00EE7222" w:rsidP="00ED25D7">
            <w:pPr>
              <w:pStyle w:val="SDMTableBoxParaNotNumbered"/>
              <w:rPr>
                <w:rFonts w:cs="Arial"/>
                <w:sz w:val="22"/>
                <w:szCs w:val="22"/>
              </w:rPr>
            </w:pPr>
            <w:r w:rsidRPr="00F36525">
              <w:rPr>
                <w:rFonts w:cs="Arial"/>
                <w:sz w:val="22"/>
                <w:szCs w:val="22"/>
              </w:rPr>
              <w:t xml:space="preserve">Production of caprolactam in year </w:t>
            </w:r>
            <w:r w:rsidRPr="00F36525">
              <w:rPr>
                <w:rFonts w:cs="Arial"/>
                <w:i/>
                <w:sz w:val="22"/>
                <w:szCs w:val="22"/>
              </w:rPr>
              <w:t>y</w:t>
            </w:r>
            <w:r w:rsidRPr="00F36525">
              <w:rPr>
                <w:rFonts w:cs="Arial"/>
                <w:sz w:val="22"/>
                <w:szCs w:val="22"/>
              </w:rPr>
              <w:t xml:space="preserve"> (t Product)</w:t>
            </w:r>
          </w:p>
        </w:tc>
      </w:tr>
      <w:tr w:rsidR="00F5014B" w:rsidTr="00F36525">
        <w:tc>
          <w:tcPr>
            <w:tcW w:w="1701" w:type="dxa"/>
            <w:vAlign w:val="top"/>
          </w:tcPr>
          <w:p w:rsidR="00F5014B"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OB</m:t>
                    </m:r>
                  </m:e>
                  <m:sub>
                    <m:r>
                      <w:rPr>
                        <w:rFonts w:ascii="Cambria Math" w:hAnsi="Cambria Math" w:cs="Arial"/>
                        <w:sz w:val="22"/>
                        <w:szCs w:val="22"/>
                      </w:rPr>
                      <m:t>N2O,y</m:t>
                    </m:r>
                  </m:sub>
                </m:sSub>
              </m:oMath>
            </m:oMathPara>
          </w:p>
        </w:tc>
        <w:tc>
          <w:tcPr>
            <w:tcW w:w="345" w:type="dxa"/>
            <w:vAlign w:val="top"/>
          </w:tcPr>
          <w:p w:rsidR="00F5014B" w:rsidRPr="00F36525" w:rsidRDefault="00F5014B" w:rsidP="00F36525">
            <w:pPr>
              <w:pStyle w:val="SDMTableBoxParaNotNumbered"/>
              <w:rPr>
                <w:rFonts w:cs="Arial"/>
                <w:sz w:val="22"/>
                <w:szCs w:val="22"/>
              </w:rPr>
            </w:pPr>
            <w:r w:rsidRPr="00F36525">
              <w:rPr>
                <w:rFonts w:cs="Arial"/>
                <w:sz w:val="22"/>
                <w:szCs w:val="22"/>
              </w:rPr>
              <w:t>=</w:t>
            </w:r>
          </w:p>
        </w:tc>
        <w:tc>
          <w:tcPr>
            <w:tcW w:w="0" w:type="auto"/>
            <w:vAlign w:val="top"/>
          </w:tcPr>
          <w:p w:rsidR="00F5014B" w:rsidRPr="00F36525" w:rsidRDefault="00EE7222" w:rsidP="00F36525">
            <w:pPr>
              <w:pStyle w:val="SDMTableBoxParaNotNumbered"/>
              <w:rPr>
                <w:rFonts w:cs="Arial"/>
                <w:sz w:val="22"/>
                <w:szCs w:val="22"/>
              </w:rPr>
            </w:pPr>
            <w:r w:rsidRPr="00F36525">
              <w:rPr>
                <w:rFonts w:cs="Arial"/>
                <w:sz w:val="22"/>
                <w:szCs w:val="22"/>
              </w:rPr>
              <w:t>Quantity of N</w:t>
            </w:r>
            <w:r w:rsidRPr="00F36525">
              <w:rPr>
                <w:rFonts w:cs="Arial"/>
                <w:sz w:val="22"/>
                <w:szCs w:val="22"/>
                <w:vertAlign w:val="subscript"/>
              </w:rPr>
              <w:t>2</w:t>
            </w:r>
            <w:r w:rsidRPr="00F36525">
              <w:rPr>
                <w:rFonts w:cs="Arial"/>
                <w:sz w:val="22"/>
                <w:szCs w:val="22"/>
              </w:rPr>
              <w:t xml:space="preserve">O emissions from ammonia oxidation at the inlet of the destruction facility in year </w:t>
            </w:r>
            <w:r w:rsidRPr="00F36525">
              <w:rPr>
                <w:rFonts w:cs="Arial"/>
                <w:i/>
                <w:sz w:val="22"/>
                <w:szCs w:val="22"/>
              </w:rPr>
              <w:t>y</w:t>
            </w:r>
            <w:r w:rsidRPr="00F36525">
              <w:rPr>
                <w:rFonts w:cs="Arial"/>
                <w:sz w:val="22"/>
                <w:szCs w:val="22"/>
              </w:rPr>
              <w:t xml:space="preserve"> (t</w:t>
            </w:r>
            <w:r w:rsidR="00D67745" w:rsidRPr="00F36525">
              <w:rPr>
                <w:rFonts w:cs="Arial"/>
                <w:sz w:val="22"/>
                <w:szCs w:val="22"/>
              </w:rPr>
              <w:t xml:space="preserve"> </w:t>
            </w:r>
            <w:r w:rsidRPr="00F36525">
              <w:rPr>
                <w:rFonts w:cs="Arial"/>
                <w:sz w:val="22"/>
                <w:szCs w:val="22"/>
              </w:rPr>
              <w:t>N</w:t>
            </w:r>
            <w:r w:rsidRPr="00F36525">
              <w:rPr>
                <w:rFonts w:cs="Arial"/>
                <w:sz w:val="22"/>
                <w:szCs w:val="22"/>
                <w:vertAlign w:val="subscript"/>
              </w:rPr>
              <w:t>2</w:t>
            </w:r>
            <w:r w:rsidRPr="00F36525">
              <w:rPr>
                <w:rFonts w:cs="Arial"/>
                <w:sz w:val="22"/>
                <w:szCs w:val="22"/>
              </w:rPr>
              <w:t>O)</w:t>
            </w:r>
          </w:p>
        </w:tc>
      </w:tr>
      <w:tr w:rsidR="00F5014B" w:rsidTr="00F36525">
        <w:tc>
          <w:tcPr>
            <w:tcW w:w="1701" w:type="dxa"/>
            <w:vAlign w:val="top"/>
          </w:tcPr>
          <w:p w:rsidR="00F5014B" w:rsidRPr="00F36525" w:rsidRDefault="001F50D8" w:rsidP="00F36525">
            <w:pPr>
              <w:pStyle w:val="SDMTableBoxParaNotNumbered"/>
              <w:rPr>
                <w:rFonts w:cs="Arial"/>
                <w:sz w:val="22"/>
                <w:szCs w:val="22"/>
              </w:rPr>
            </w:pPr>
            <m:oMathPara>
              <m:oMathParaPr>
                <m:jc m:val="left"/>
              </m:oMathParaPr>
              <m:oMath>
                <m:sSub>
                  <m:sSubPr>
                    <m:ctrlPr>
                      <w:rPr>
                        <w:rFonts w:ascii="Cambria Math" w:eastAsia="Cambria Math" w:hAnsi="Cambria Math" w:cs="Arial"/>
                        <w:i/>
                        <w:sz w:val="22"/>
                        <w:szCs w:val="22"/>
                      </w:rPr>
                    </m:ctrlPr>
                  </m:sSubPr>
                  <m:e>
                    <m:r>
                      <w:rPr>
                        <w:rFonts w:ascii="Cambria Math" w:eastAsia="Cambria Math" w:hAnsi="Cambria Math" w:cs="Arial"/>
                        <w:sz w:val="22"/>
                        <w:szCs w:val="22"/>
                      </w:rPr>
                      <m:t>SEcalc</m:t>
                    </m:r>
                  </m:e>
                  <m:sub>
                    <m:r>
                      <w:rPr>
                        <w:rFonts w:ascii="Cambria Math" w:eastAsia="Cambria Math" w:hAnsi="Cambria Math" w:cs="Arial"/>
                        <w:sz w:val="22"/>
                        <w:szCs w:val="22"/>
                      </w:rPr>
                      <m:t>N2O,y</m:t>
                    </m:r>
                  </m:sub>
                </m:sSub>
              </m:oMath>
            </m:oMathPara>
          </w:p>
        </w:tc>
        <w:tc>
          <w:tcPr>
            <w:tcW w:w="345" w:type="dxa"/>
            <w:vAlign w:val="top"/>
          </w:tcPr>
          <w:p w:rsidR="00F5014B" w:rsidRPr="00F36525" w:rsidRDefault="00F5014B" w:rsidP="00F36525">
            <w:pPr>
              <w:pStyle w:val="SDMTableBoxParaNotNumbered"/>
              <w:rPr>
                <w:rFonts w:cs="Arial"/>
                <w:sz w:val="22"/>
                <w:szCs w:val="22"/>
              </w:rPr>
            </w:pPr>
            <w:r w:rsidRPr="00F36525">
              <w:rPr>
                <w:rFonts w:cs="Arial"/>
                <w:sz w:val="22"/>
                <w:szCs w:val="22"/>
              </w:rPr>
              <w:t>=</w:t>
            </w:r>
          </w:p>
        </w:tc>
        <w:tc>
          <w:tcPr>
            <w:tcW w:w="0" w:type="auto"/>
            <w:vAlign w:val="top"/>
          </w:tcPr>
          <w:p w:rsidR="00F5014B" w:rsidRPr="00F36525" w:rsidRDefault="00EE7222" w:rsidP="00F36525">
            <w:pPr>
              <w:pStyle w:val="SDMTableBoxParaNotNumbered"/>
              <w:rPr>
                <w:rFonts w:cs="Arial"/>
                <w:sz w:val="22"/>
                <w:szCs w:val="22"/>
              </w:rPr>
            </w:pPr>
            <w:r w:rsidRPr="00F36525">
              <w:rPr>
                <w:rFonts w:cs="Arial"/>
                <w:sz w:val="22"/>
                <w:szCs w:val="22"/>
              </w:rPr>
              <w:t>Specific N</w:t>
            </w:r>
            <w:r w:rsidRPr="00F36525">
              <w:rPr>
                <w:rFonts w:cs="Arial"/>
                <w:sz w:val="22"/>
                <w:szCs w:val="22"/>
                <w:vertAlign w:val="subscript"/>
              </w:rPr>
              <w:t>2</w:t>
            </w:r>
            <w:r w:rsidRPr="00F36525">
              <w:rPr>
                <w:rFonts w:cs="Arial"/>
                <w:sz w:val="22"/>
                <w:szCs w:val="22"/>
              </w:rPr>
              <w:t xml:space="preserve">O emissions per unit of calculated nitric acid production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O/t Product)</w:t>
            </w:r>
          </w:p>
        </w:tc>
      </w:tr>
      <w:tr w:rsidR="00F5014B" w:rsidTr="00F36525">
        <w:tc>
          <w:tcPr>
            <w:tcW w:w="1701" w:type="dxa"/>
            <w:vAlign w:val="top"/>
          </w:tcPr>
          <w:p w:rsidR="00F5014B" w:rsidRPr="00F36525" w:rsidRDefault="001F50D8" w:rsidP="00F36525">
            <w:pPr>
              <w:pStyle w:val="SDMTableBoxParaNotNumbered"/>
              <w:rPr>
                <w:rFonts w:cs="Arial"/>
                <w:sz w:val="22"/>
                <w:szCs w:val="22"/>
              </w:rPr>
            </w:pPr>
            <m:oMathPara>
              <m:oMathParaPr>
                <m:jc m:val="left"/>
              </m:oMathParaPr>
              <m:oMath>
                <m:sSub>
                  <m:sSubPr>
                    <m:ctrlPr>
                      <w:rPr>
                        <w:rFonts w:ascii="Cambria Math" w:eastAsia="Cambria Math" w:hAnsi="Cambria Math" w:cs="Arial"/>
                        <w:i/>
                        <w:sz w:val="22"/>
                        <w:szCs w:val="22"/>
                      </w:rPr>
                    </m:ctrlPr>
                  </m:sSubPr>
                  <m:e>
                    <m:r>
                      <w:rPr>
                        <w:rFonts w:ascii="Cambria Math" w:eastAsia="Cambria Math" w:hAnsi="Cambria Math" w:cs="Arial"/>
                        <w:sz w:val="22"/>
                        <w:szCs w:val="22"/>
                      </w:rPr>
                      <m:t>P</m:t>
                    </m:r>
                  </m:e>
                  <m:sub>
                    <m:r>
                      <w:rPr>
                        <w:rFonts w:ascii="Cambria Math" w:eastAsia="Cambria Math" w:hAnsi="Cambria Math" w:cs="Arial"/>
                        <w:sz w:val="22"/>
                        <w:szCs w:val="22"/>
                      </w:rPr>
                      <m:t>productcalc,max</m:t>
                    </m:r>
                  </m:sub>
                </m:sSub>
              </m:oMath>
            </m:oMathPara>
          </w:p>
        </w:tc>
        <w:tc>
          <w:tcPr>
            <w:tcW w:w="345" w:type="dxa"/>
            <w:vAlign w:val="top"/>
          </w:tcPr>
          <w:p w:rsidR="00F5014B" w:rsidRPr="00F36525" w:rsidRDefault="00F5014B" w:rsidP="00F36525">
            <w:pPr>
              <w:pStyle w:val="SDMTableBoxParaNotNumbered"/>
              <w:rPr>
                <w:rFonts w:cs="Arial"/>
                <w:sz w:val="22"/>
                <w:szCs w:val="22"/>
              </w:rPr>
            </w:pPr>
            <w:r w:rsidRPr="00F36525">
              <w:rPr>
                <w:rFonts w:cs="Arial"/>
                <w:sz w:val="22"/>
                <w:szCs w:val="22"/>
              </w:rPr>
              <w:t>=</w:t>
            </w:r>
          </w:p>
        </w:tc>
        <w:tc>
          <w:tcPr>
            <w:tcW w:w="0" w:type="auto"/>
            <w:vAlign w:val="top"/>
          </w:tcPr>
          <w:p w:rsidR="00F5014B" w:rsidRPr="00F36525" w:rsidRDefault="00EE7222" w:rsidP="00F36525">
            <w:pPr>
              <w:pStyle w:val="SDMTableBoxParaNotNumbered"/>
              <w:rPr>
                <w:rFonts w:cs="Arial"/>
                <w:sz w:val="22"/>
                <w:szCs w:val="22"/>
              </w:rPr>
            </w:pPr>
            <w:r w:rsidRPr="00F36525">
              <w:rPr>
                <w:rFonts w:cs="Arial"/>
                <w:sz w:val="22"/>
                <w:szCs w:val="22"/>
              </w:rPr>
              <w:t>On-site design capacity of calculated nitric acid production (t</w:t>
            </w:r>
            <w:r w:rsidR="00D67745" w:rsidRPr="00F36525">
              <w:rPr>
                <w:rFonts w:cs="Arial"/>
                <w:sz w:val="22"/>
                <w:szCs w:val="22"/>
              </w:rPr>
              <w:t> </w:t>
            </w:r>
            <w:r w:rsidRPr="00F36525">
              <w:rPr>
                <w:rFonts w:cs="Arial"/>
                <w:sz w:val="22"/>
                <w:szCs w:val="22"/>
              </w:rPr>
              <w:t>HNO</w:t>
            </w:r>
            <w:r w:rsidRPr="00F36525">
              <w:rPr>
                <w:rFonts w:cs="Arial"/>
                <w:sz w:val="22"/>
                <w:szCs w:val="22"/>
                <w:vertAlign w:val="subscript"/>
              </w:rPr>
              <w:t>3</w:t>
            </w:r>
            <w:r w:rsidRPr="00F36525">
              <w:rPr>
                <w:rFonts w:cs="Arial"/>
                <w:sz w:val="22"/>
                <w:szCs w:val="22"/>
              </w:rPr>
              <w:t>)</w:t>
            </w:r>
          </w:p>
        </w:tc>
      </w:tr>
      <w:tr w:rsidR="00F5014B" w:rsidTr="00F36525">
        <w:tc>
          <w:tcPr>
            <w:tcW w:w="1701" w:type="dxa"/>
            <w:vAlign w:val="top"/>
          </w:tcPr>
          <w:p w:rsidR="00F5014B" w:rsidRPr="00F36525" w:rsidRDefault="001F50D8" w:rsidP="00F36525">
            <w:pPr>
              <w:pStyle w:val="SDMTableBoxParaNotNumbered"/>
              <w:rPr>
                <w:rFonts w:cs="Arial"/>
                <w:sz w:val="22"/>
                <w:szCs w:val="22"/>
              </w:rPr>
            </w:pPr>
            <m:oMathPara>
              <m:oMathParaPr>
                <m:jc m:val="left"/>
              </m:oMathParaPr>
              <m:oMath>
                <m:sSub>
                  <m:sSubPr>
                    <m:ctrlPr>
                      <w:rPr>
                        <w:rFonts w:ascii="Cambria Math" w:eastAsia="Cambria Math" w:hAnsi="Cambria Math" w:cs="Arial"/>
                        <w:i/>
                        <w:sz w:val="22"/>
                        <w:szCs w:val="22"/>
                      </w:rPr>
                    </m:ctrlPr>
                  </m:sSubPr>
                  <m:e>
                    <m:r>
                      <w:rPr>
                        <w:rFonts w:ascii="Cambria Math" w:eastAsia="Cambria Math" w:hAnsi="Cambria Math" w:cs="Arial"/>
                        <w:sz w:val="22"/>
                        <w:szCs w:val="22"/>
                      </w:rPr>
                      <m:t>EF</m:t>
                    </m:r>
                  </m:e>
                  <m:sub>
                    <m:r>
                      <w:rPr>
                        <w:rFonts w:ascii="Cambria Math" w:eastAsia="Cambria Math" w:hAnsi="Cambria Math" w:cs="Arial"/>
                        <w:sz w:val="22"/>
                        <w:szCs w:val="22"/>
                      </w:rPr>
                      <m:t>N2O,IPCC</m:t>
                    </m:r>
                  </m:sub>
                </m:sSub>
              </m:oMath>
            </m:oMathPara>
          </w:p>
        </w:tc>
        <w:tc>
          <w:tcPr>
            <w:tcW w:w="345" w:type="dxa"/>
            <w:vAlign w:val="top"/>
          </w:tcPr>
          <w:p w:rsidR="00F5014B" w:rsidRPr="00F36525" w:rsidRDefault="00F5014B" w:rsidP="00F36525">
            <w:pPr>
              <w:pStyle w:val="SDMTableBoxParaNotNumbered"/>
              <w:rPr>
                <w:rFonts w:cs="Arial"/>
                <w:sz w:val="22"/>
                <w:szCs w:val="22"/>
              </w:rPr>
            </w:pPr>
            <w:r w:rsidRPr="00F36525">
              <w:rPr>
                <w:rFonts w:cs="Arial"/>
                <w:sz w:val="22"/>
                <w:szCs w:val="22"/>
              </w:rPr>
              <w:t>=</w:t>
            </w:r>
          </w:p>
        </w:tc>
        <w:tc>
          <w:tcPr>
            <w:tcW w:w="0" w:type="auto"/>
            <w:vAlign w:val="top"/>
          </w:tcPr>
          <w:p w:rsidR="00F5014B" w:rsidRPr="00F36525" w:rsidRDefault="00EE7222" w:rsidP="00F36525">
            <w:pPr>
              <w:pStyle w:val="SDMTableBoxParaNotNumbered"/>
              <w:rPr>
                <w:rFonts w:cs="Arial"/>
                <w:sz w:val="22"/>
                <w:szCs w:val="22"/>
              </w:rPr>
            </w:pPr>
            <w:r w:rsidRPr="00F36525">
              <w:rPr>
                <w:rFonts w:cs="Arial"/>
                <w:sz w:val="22"/>
                <w:szCs w:val="22"/>
              </w:rPr>
              <w:t>Conservative IPCC default value of the latest IPCC GHG Inventory Guidelines accepted by the IPCC for the equivalent N</w:t>
            </w:r>
            <w:r w:rsidRPr="00F36525">
              <w:rPr>
                <w:rFonts w:cs="Arial"/>
                <w:sz w:val="22"/>
                <w:szCs w:val="22"/>
                <w:vertAlign w:val="subscript"/>
              </w:rPr>
              <w:t>2</w:t>
            </w:r>
            <w:r w:rsidRPr="00F36525">
              <w:rPr>
                <w:rFonts w:cs="Arial"/>
                <w:sz w:val="22"/>
                <w:szCs w:val="22"/>
              </w:rPr>
              <w:t>O emission process</w:t>
            </w:r>
          </w:p>
        </w:tc>
      </w:tr>
    </w:tbl>
    <w:p w:rsidR="00B940E2" w:rsidRDefault="00B940E2" w:rsidP="00DC3469">
      <w:pPr>
        <w:pStyle w:val="SDMPara"/>
        <w:numPr>
          <w:ilvl w:val="0"/>
          <w:numId w:val="7"/>
        </w:numPr>
      </w:pPr>
      <w:r w:rsidRPr="00AA0F26">
        <w:rPr>
          <w:i/>
        </w:rPr>
        <w:t>QB</w:t>
      </w:r>
      <w:r w:rsidRPr="00AA0F26">
        <w:rPr>
          <w:i/>
          <w:vertAlign w:val="subscript"/>
        </w:rPr>
        <w:t>N</w:t>
      </w:r>
      <w:r w:rsidR="0001122A" w:rsidRPr="00AA0F26">
        <w:rPr>
          <w:i/>
          <w:vertAlign w:val="subscript"/>
        </w:rPr>
        <w:t>2</w:t>
      </w:r>
      <w:r w:rsidRPr="00AA0F26">
        <w:rPr>
          <w:i/>
          <w:vertAlign w:val="subscript"/>
        </w:rPr>
        <w:t>O,y</w:t>
      </w:r>
      <w:r>
        <w:t xml:space="preserve">, </w:t>
      </w:r>
      <w:r w:rsidRPr="00AA0F26">
        <w:rPr>
          <w:i/>
        </w:rPr>
        <w:t>SE</w:t>
      </w:r>
      <w:r w:rsidRPr="00AA0F26">
        <w:rPr>
          <w:i/>
          <w:vertAlign w:val="subscript"/>
        </w:rPr>
        <w:t>N</w:t>
      </w:r>
      <w:r w:rsidR="0001122A" w:rsidRPr="00AA0F26">
        <w:rPr>
          <w:i/>
          <w:vertAlign w:val="subscript"/>
        </w:rPr>
        <w:t>2</w:t>
      </w:r>
      <w:r w:rsidRPr="00AA0F26">
        <w:rPr>
          <w:i/>
          <w:vertAlign w:val="subscript"/>
        </w:rPr>
        <w:t>O,y</w:t>
      </w:r>
      <w:r>
        <w:t xml:space="preserve"> and </w:t>
      </w:r>
      <w:r w:rsidRPr="00AA0F26">
        <w:rPr>
          <w:i/>
        </w:rPr>
        <w:t>SEequiv</w:t>
      </w:r>
      <w:r w:rsidRPr="00AA0F26">
        <w:rPr>
          <w:i/>
          <w:vertAlign w:val="subscript"/>
        </w:rPr>
        <w:t>N</w:t>
      </w:r>
      <w:r w:rsidR="0001122A" w:rsidRPr="00AA0F26">
        <w:rPr>
          <w:i/>
          <w:vertAlign w:val="subscript"/>
        </w:rPr>
        <w:t>2</w:t>
      </w:r>
      <w:r w:rsidRPr="00AA0F26">
        <w:rPr>
          <w:i/>
          <w:vertAlign w:val="subscript"/>
        </w:rPr>
        <w:t>O,y</w:t>
      </w:r>
      <w:r>
        <w:t xml:space="preserve"> are defined according to the instructions under Case 1 above.</w:t>
      </w:r>
    </w:p>
    <w:p w:rsidR="00B940E2" w:rsidRDefault="00B940E2" w:rsidP="00CB4BB9">
      <w:pPr>
        <w:pStyle w:val="SDMHead4"/>
      </w:pPr>
      <w:r>
        <w:t>Case 2.3: Regulation setting of a threshold for N</w:t>
      </w:r>
      <w:r w:rsidR="0001122A" w:rsidRPr="0001122A">
        <w:rPr>
          <w:vertAlign w:val="subscript"/>
        </w:rPr>
        <w:t>2</w:t>
      </w:r>
      <w:r>
        <w:t>O concentration in the tail gas.</w:t>
      </w:r>
    </w:p>
    <w:p w:rsidR="00B940E2" w:rsidRDefault="00B940E2" w:rsidP="009C4C2F">
      <w:pPr>
        <w:pStyle w:val="SDMPara"/>
        <w:numPr>
          <w:ilvl w:val="0"/>
          <w:numId w:val="4"/>
        </w:numPr>
      </w:pPr>
      <w:r>
        <w:t>This leads to the following condition:</w:t>
      </w:r>
    </w:p>
    <w:p w:rsidR="00B940E2" w:rsidRDefault="00B940E2" w:rsidP="009C4C2F">
      <w:pPr>
        <w:pStyle w:val="SDMSubPara1"/>
        <w:numPr>
          <w:ilvl w:val="1"/>
          <w:numId w:val="4"/>
        </w:numPr>
      </w:pPr>
      <w:r>
        <w:t>For a caprolactam plant using the Raschig process,</w:t>
      </w:r>
    </w:p>
    <w:tbl>
      <w:tblPr>
        <w:tblStyle w:val="SDMMethTableEquation"/>
        <w:tblW w:w="8760" w:type="dxa"/>
        <w:tblLook w:val="0600" w:firstRow="0" w:lastRow="0" w:firstColumn="0" w:lastColumn="0" w:noHBand="1" w:noVBand="1"/>
      </w:tblPr>
      <w:tblGrid>
        <w:gridCol w:w="7136"/>
        <w:gridCol w:w="1624"/>
      </w:tblGrid>
      <w:tr w:rsidR="00D4352A" w:rsidRPr="00E32F75" w:rsidTr="00377FD9">
        <w:tc>
          <w:tcPr>
            <w:tcW w:w="7136" w:type="dxa"/>
          </w:tcPr>
          <w:p w:rsidR="00EE7222" w:rsidRPr="00252AA4" w:rsidRDefault="001F50D8" w:rsidP="00ED25D7">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N2O,y</m:t>
                    </m:r>
                  </m:sub>
                </m:sSub>
                <m:r>
                  <w:rPr>
                    <w:rFonts w:ascii="Cambria Math" w:hAnsi="Cambria Math"/>
                  </w:rPr>
                  <m:t>=min</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QB</m:t>
                            </m:r>
                          </m:e>
                          <m:sub>
                            <m:r>
                              <w:rPr>
                                <w:rFonts w:ascii="Cambria Math" w:hAnsi="Cambria Math"/>
                              </w:rPr>
                              <m:t>N2O,y</m:t>
                            </m:r>
                          </m:sub>
                        </m:sSub>
                        <m:r>
                          <w:rPr>
                            <w:rFonts w:ascii="Cambria Math" w:hAnsi="Cambria Math"/>
                          </w:rPr>
                          <m:t>;</m:t>
                        </m:r>
                      </m:e>
                      <m:e>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CR</m:t>
                                </m:r>
                              </m:e>
                              <m:sub>
                                <m:r>
                                  <w:rPr>
                                    <w:rFonts w:ascii="Cambria Math" w:hAnsi="Cambria Math"/>
                                  </w:rPr>
                                  <m:t>N2O,i</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TG,i</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m:t>
                            </m:r>
                          </m:e>
                        </m:nary>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SE</m:t>
                            </m:r>
                          </m:e>
                          <m:sub>
                            <m:r>
                              <w:rPr>
                                <w:rFonts w:ascii="Cambria Math" w:eastAsia="Cambria Math" w:hAnsi="Cambria Math" w:cs="Cambria Math"/>
                              </w:rPr>
                              <m:t>N2O,y</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P</m:t>
                            </m:r>
                          </m:e>
                          <m:sub>
                            <m:r>
                              <w:rPr>
                                <w:rFonts w:ascii="Cambria Math" w:eastAsia="Cambria Math" w:hAnsi="Cambria Math" w:cs="Cambria Math"/>
                              </w:rPr>
                              <m:t>product,</m:t>
                            </m:r>
                            <m:func>
                              <m:funcPr>
                                <m:ctrlPr>
                                  <w:rPr>
                                    <w:rFonts w:ascii="Cambria Math" w:eastAsia="Cambria Math" w:hAnsi="Cambria Math" w:cs="Cambria Math"/>
                                    <w:i/>
                                  </w:rPr>
                                </m:ctrlPr>
                              </m:funcPr>
                              <m:fName>
                                <m:r>
                                  <m:rPr>
                                    <m:sty m:val="p"/>
                                  </m:rPr>
                                  <w:rPr>
                                    <w:rFonts w:ascii="Cambria Math" w:eastAsia="Cambria Math" w:hAnsi="Cambria Math" w:cs="Cambria Math"/>
                                  </w:rPr>
                                  <m:t>max;</m:t>
                                </m:r>
                              </m:fName>
                              <m:e>
                                <m:r>
                                  <w:rPr>
                                    <w:rFonts w:ascii="Cambria Math" w:eastAsia="Cambria Math" w:hAnsi="Cambria Math" w:cs="Cambria Math"/>
                                  </w:rPr>
                                  <m:t xml:space="preserve">      </m:t>
                                </m:r>
                              </m:e>
                            </m:func>
                          </m:sub>
                        </m:sSub>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EF</m:t>
                            </m:r>
                          </m:e>
                          <m:sub>
                            <m:r>
                              <w:rPr>
                                <w:rFonts w:ascii="Cambria Math" w:eastAsia="Cambria Math" w:hAnsi="Cambria Math" w:cs="Cambria Math"/>
                              </w:rPr>
                              <m:t>N2O,IPCC</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P</m:t>
                            </m:r>
                          </m:e>
                          <m:sub>
                            <m:r>
                              <w:rPr>
                                <w:rFonts w:ascii="Cambria Math" w:eastAsia="Cambria Math" w:hAnsi="Cambria Math" w:cs="Cambria Math"/>
                              </w:rPr>
                              <m:t>product,max</m:t>
                            </m:r>
                          </m:sub>
                        </m:sSub>
                      </m:e>
                    </m:eqArr>
                  </m:e>
                </m:d>
              </m:oMath>
            </m:oMathPara>
          </w:p>
        </w:tc>
        <w:tc>
          <w:tcPr>
            <w:tcW w:w="1624" w:type="dxa"/>
          </w:tcPr>
          <w:p w:rsidR="00EE7222" w:rsidRPr="002B6960" w:rsidRDefault="00EE7222" w:rsidP="00003604">
            <w:pPr>
              <w:pStyle w:val="SDMMethEquationNr"/>
            </w:pPr>
          </w:p>
        </w:tc>
      </w:tr>
    </w:tbl>
    <w:p w:rsidR="00B940E2" w:rsidRDefault="00B940E2" w:rsidP="009C4C2F">
      <w:pPr>
        <w:pStyle w:val="SDMSubPara1"/>
        <w:numPr>
          <w:ilvl w:val="1"/>
          <w:numId w:val="4"/>
        </w:numPr>
      </w:pPr>
      <w:r>
        <w:t>For a caprolactam plant using the HPO® process,</w:t>
      </w:r>
    </w:p>
    <w:tbl>
      <w:tblPr>
        <w:tblStyle w:val="SDMMethTableEquation"/>
        <w:tblW w:w="8760" w:type="dxa"/>
        <w:tblLook w:val="0600" w:firstRow="0" w:lastRow="0" w:firstColumn="0" w:lastColumn="0" w:noHBand="1" w:noVBand="1"/>
      </w:tblPr>
      <w:tblGrid>
        <w:gridCol w:w="7109"/>
        <w:gridCol w:w="1651"/>
      </w:tblGrid>
      <w:tr w:rsidR="00D4352A" w:rsidRPr="00E32F75" w:rsidTr="00003604">
        <w:tc>
          <w:tcPr>
            <w:tcW w:w="7224" w:type="dxa"/>
          </w:tcPr>
          <w:p w:rsidR="00D4352A" w:rsidRPr="00252AA4" w:rsidRDefault="001F50D8" w:rsidP="00D4352A">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N2O,y</m:t>
                    </m:r>
                  </m:sub>
                </m:sSub>
                <m:r>
                  <w:rPr>
                    <w:rFonts w:ascii="Cambria Math" w:hAnsi="Cambria Math"/>
                  </w:rPr>
                  <m:t>=min</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QI</m:t>
                            </m:r>
                          </m:e>
                          <m:sub>
                            <m:r>
                              <w:rPr>
                                <w:rFonts w:ascii="Cambria Math" w:hAnsi="Cambria Math"/>
                              </w:rPr>
                              <m:t>N2O,y</m:t>
                            </m:r>
                          </m:sub>
                        </m:sSub>
                        <m:r>
                          <w:rPr>
                            <w:rFonts w:ascii="Cambria Math" w:hAnsi="Cambria Math"/>
                          </w:rPr>
                          <m:t>;</m:t>
                        </m:r>
                      </m:e>
                      <m:e>
                        <m:sSub>
                          <m:sSubPr>
                            <m:ctrlPr>
                              <w:rPr>
                                <w:rFonts w:ascii="Cambria Math" w:hAnsi="Cambria Math"/>
                                <w:i/>
                              </w:rPr>
                            </m:ctrlPr>
                          </m:sSubPr>
                          <m:e>
                            <m:r>
                              <w:rPr>
                                <w:rFonts w:ascii="Cambria Math" w:hAnsi="Cambria Math"/>
                              </w:rPr>
                              <m:t>QA</m:t>
                            </m:r>
                          </m:e>
                          <m:sub>
                            <m:r>
                              <w:rPr>
                                <w:rFonts w:ascii="Cambria Math" w:hAnsi="Cambria Math"/>
                              </w:rPr>
                              <m:t>N2O,y</m:t>
                            </m:r>
                          </m:sub>
                        </m:sSub>
                        <m:r>
                          <w:rPr>
                            <w:rFonts w:ascii="Cambria Math" w:hAnsi="Cambria Math"/>
                          </w:rPr>
                          <m:t>-</m:t>
                        </m:r>
                        <m:sSub>
                          <m:sSubPr>
                            <m:ctrlPr>
                              <w:rPr>
                                <w:rFonts w:ascii="Cambria Math" w:hAnsi="Cambria Math"/>
                                <w:i/>
                              </w:rPr>
                            </m:ctrlPr>
                          </m:sSubPr>
                          <m:e>
                            <m:r>
                              <w:rPr>
                                <w:rFonts w:ascii="Cambria Math" w:hAnsi="Cambria Math"/>
                              </w:rPr>
                              <m:t>QP</m:t>
                            </m:r>
                          </m:e>
                          <m:sub>
                            <m:r>
                              <w:rPr>
                                <w:rFonts w:ascii="Cambria Math" w:hAnsi="Cambria Math"/>
                              </w:rPr>
                              <m:t>N2O,y</m:t>
                            </m:r>
                          </m:sub>
                        </m:sSub>
                        <m:r>
                          <w:rPr>
                            <w:rFonts w:ascii="Cambria Math" w:hAnsi="Cambria Math"/>
                          </w:rPr>
                          <m:t>;</m:t>
                        </m:r>
                        <m:ctrlPr>
                          <w:rPr>
                            <w:rFonts w:ascii="Cambria Math" w:eastAsia="Cambria Math" w:hAnsi="Cambria Math" w:cs="Cambria Math"/>
                            <w:i/>
                          </w:rPr>
                        </m:ctrlPr>
                      </m:e>
                      <m:e>
                        <m:nary>
                          <m:naryPr>
                            <m:chr m:val="∑"/>
                            <m:limLoc m:val="undOvr"/>
                            <m:supHide m:val="1"/>
                            <m:ctrlPr>
                              <w:rPr>
                                <w:rFonts w:ascii="Cambria Math" w:eastAsia="Cambria Math" w:hAnsi="Cambria Math" w:cs="Cambria Math"/>
                                <w:i/>
                              </w:rPr>
                            </m:ctrlPr>
                          </m:naryPr>
                          <m:sub>
                            <m:r>
                              <w:rPr>
                                <w:rFonts w:ascii="Cambria Math" w:eastAsia="Cambria Math" w:hAnsi="Cambria Math" w:cs="Cambria Math"/>
                              </w:rPr>
                              <m:t>i</m:t>
                            </m:r>
                          </m:sub>
                          <m:sup/>
                          <m:e>
                            <m:sSub>
                              <m:sSubPr>
                                <m:ctrlPr>
                                  <w:rPr>
                                    <w:rFonts w:ascii="Cambria Math" w:eastAsia="Cambria Math" w:hAnsi="Cambria Math" w:cs="Cambria Math"/>
                                    <w:i/>
                                  </w:rPr>
                                </m:ctrlPr>
                              </m:sSubPr>
                              <m:e>
                                <m:r>
                                  <w:rPr>
                                    <w:rFonts w:ascii="Cambria Math" w:eastAsia="Cambria Math" w:hAnsi="Cambria Math" w:cs="Cambria Math"/>
                                  </w:rPr>
                                  <m:t>CR</m:t>
                                </m:r>
                              </m:e>
                              <m:sub>
                                <m:r>
                                  <w:rPr>
                                    <w:rFonts w:ascii="Cambria Math" w:eastAsia="Cambria Math" w:hAnsi="Cambria Math" w:cs="Cambria Math"/>
                                  </w:rPr>
                                  <m:t>N2O, i</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F</m:t>
                                </m:r>
                              </m:e>
                              <m:sub>
                                <m:r>
                                  <w:rPr>
                                    <w:rFonts w:ascii="Cambria Math" w:eastAsia="Cambria Math" w:hAnsi="Cambria Math" w:cs="Cambria Math"/>
                                  </w:rPr>
                                  <m:t>TG,i</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M</m:t>
                                </m:r>
                              </m:e>
                              <m:sub>
                                <m:r>
                                  <w:rPr>
                                    <w:rFonts w:ascii="Cambria Math" w:eastAsia="Cambria Math" w:hAnsi="Cambria Math" w:cs="Cambria Math"/>
                                  </w:rPr>
                                  <m:t>i</m:t>
                                </m:r>
                              </m:sub>
                            </m:sSub>
                            <m:r>
                              <w:rPr>
                                <w:rFonts w:ascii="Cambria Math" w:eastAsia="Cambria Math" w:hAnsi="Cambria Math" w:cs="Cambria Math"/>
                              </w:rPr>
                              <m:t>;</m:t>
                            </m:r>
                          </m:e>
                        </m:nary>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SEcalc</m:t>
                            </m:r>
                          </m:e>
                          <m:sub>
                            <m:r>
                              <w:rPr>
                                <w:rFonts w:ascii="Cambria Math" w:eastAsia="Cambria Math" w:hAnsi="Cambria Math" w:cs="Cambria Math"/>
                              </w:rPr>
                              <m:t>N2O,y</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P</m:t>
                            </m:r>
                          </m:e>
                          <m:sub>
                            <m:r>
                              <w:rPr>
                                <w:rFonts w:ascii="Cambria Math" w:eastAsia="Cambria Math" w:hAnsi="Cambria Math" w:cs="Cambria Math"/>
                              </w:rPr>
                              <m:t>productcalc,max</m:t>
                            </m:r>
                          </m:sub>
                        </m:sSub>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EF</m:t>
                            </m:r>
                          </m:e>
                          <m:sub>
                            <m:r>
                              <w:rPr>
                                <w:rFonts w:ascii="Cambria Math" w:eastAsia="Cambria Math" w:hAnsi="Cambria Math" w:cs="Cambria Math"/>
                              </w:rPr>
                              <m:t>N2O,IPCC</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P</m:t>
                            </m:r>
                          </m:e>
                          <m:sub>
                            <m:r>
                              <w:rPr>
                                <w:rFonts w:ascii="Cambria Math" w:eastAsia="Cambria Math" w:hAnsi="Cambria Math" w:cs="Cambria Math"/>
                              </w:rPr>
                              <m:t>productcalc,max</m:t>
                            </m:r>
                          </m:sub>
                        </m:sSub>
                      </m:e>
                    </m:eqArr>
                  </m:e>
                </m:d>
              </m:oMath>
            </m:oMathPara>
          </w:p>
        </w:tc>
        <w:tc>
          <w:tcPr>
            <w:tcW w:w="1701" w:type="dxa"/>
          </w:tcPr>
          <w:p w:rsidR="00D4352A" w:rsidRPr="002B6960" w:rsidRDefault="00D4352A" w:rsidP="00003604">
            <w:pPr>
              <w:pStyle w:val="SDMMethEquationNr"/>
            </w:pPr>
          </w:p>
        </w:tc>
      </w:tr>
    </w:tbl>
    <w:p w:rsidR="00D4352A" w:rsidRDefault="00D4352A" w:rsidP="00003604">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D4352A" w:rsidTr="00F36525">
        <w:tc>
          <w:tcPr>
            <w:tcW w:w="1701" w:type="dxa"/>
            <w:vAlign w:val="top"/>
          </w:tcPr>
          <w:p w:rsidR="00D4352A"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CR</m:t>
                    </m:r>
                  </m:e>
                  <m:sub>
                    <m:r>
                      <w:rPr>
                        <w:rFonts w:ascii="Cambria Math" w:hAnsi="Cambria Math" w:cs="Arial"/>
                        <w:sz w:val="22"/>
                        <w:szCs w:val="22"/>
                      </w:rPr>
                      <m:t>N2O,i</m:t>
                    </m:r>
                  </m:sub>
                </m:sSub>
              </m:oMath>
            </m:oMathPara>
          </w:p>
        </w:tc>
        <w:tc>
          <w:tcPr>
            <w:tcW w:w="345" w:type="dxa"/>
            <w:vAlign w:val="top"/>
          </w:tcPr>
          <w:p w:rsidR="00D4352A" w:rsidRPr="00F36525" w:rsidRDefault="00D4352A" w:rsidP="00F36525">
            <w:pPr>
              <w:pStyle w:val="SDMTableBoxParaNotNumbered"/>
              <w:rPr>
                <w:rFonts w:cs="Arial"/>
                <w:sz w:val="22"/>
                <w:szCs w:val="22"/>
              </w:rPr>
            </w:pPr>
            <w:r w:rsidRPr="00F36525">
              <w:rPr>
                <w:rFonts w:cs="Arial"/>
                <w:sz w:val="22"/>
                <w:szCs w:val="22"/>
              </w:rPr>
              <w:t>=</w:t>
            </w:r>
          </w:p>
        </w:tc>
        <w:tc>
          <w:tcPr>
            <w:tcW w:w="0" w:type="auto"/>
            <w:vAlign w:val="top"/>
          </w:tcPr>
          <w:p w:rsidR="00D4352A" w:rsidRPr="00F36525" w:rsidRDefault="00CE78A0" w:rsidP="00F36525">
            <w:pPr>
              <w:pStyle w:val="SDMTableBoxParaNotNumbered"/>
              <w:rPr>
                <w:rFonts w:cs="Arial"/>
                <w:sz w:val="22"/>
                <w:szCs w:val="22"/>
              </w:rPr>
            </w:pPr>
            <w:r w:rsidRPr="00F36525">
              <w:rPr>
                <w:rFonts w:cs="Arial"/>
                <w:sz w:val="22"/>
                <w:szCs w:val="22"/>
              </w:rPr>
              <w:t>Regulatory limit for specific N</w:t>
            </w:r>
            <w:r w:rsidRPr="00F36525">
              <w:rPr>
                <w:rFonts w:cs="Arial"/>
                <w:sz w:val="22"/>
                <w:szCs w:val="22"/>
                <w:vertAlign w:val="subscript"/>
              </w:rPr>
              <w:t>2</w:t>
            </w:r>
            <w:r w:rsidRPr="00F36525">
              <w:rPr>
                <w:rFonts w:cs="Arial"/>
                <w:sz w:val="22"/>
                <w:szCs w:val="22"/>
              </w:rPr>
              <w:t xml:space="preserve">O concentration during interval </w:t>
            </w:r>
            <w:r w:rsidRPr="00F36525">
              <w:rPr>
                <w:rFonts w:cs="Arial"/>
                <w:i/>
                <w:sz w:val="22"/>
                <w:szCs w:val="22"/>
              </w:rPr>
              <w:t>i</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O/m</w:t>
            </w:r>
            <w:r w:rsidRPr="00F36525">
              <w:rPr>
                <w:rFonts w:cs="Arial"/>
                <w:sz w:val="22"/>
                <w:szCs w:val="22"/>
                <w:vertAlign w:val="superscript"/>
              </w:rPr>
              <w:t>3</w:t>
            </w:r>
            <w:r w:rsidRPr="00F36525">
              <w:rPr>
                <w:rFonts w:cs="Arial"/>
                <w:sz w:val="22"/>
                <w:szCs w:val="22"/>
              </w:rPr>
              <w:t>)</w:t>
            </w:r>
          </w:p>
        </w:tc>
      </w:tr>
      <w:tr w:rsidR="00D4352A" w:rsidTr="00F36525">
        <w:tc>
          <w:tcPr>
            <w:tcW w:w="1701" w:type="dxa"/>
            <w:vAlign w:val="top"/>
          </w:tcPr>
          <w:p w:rsidR="00D4352A"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BE</m:t>
                    </m:r>
                  </m:e>
                  <m:sub>
                    <m:r>
                      <w:rPr>
                        <w:rFonts w:ascii="Cambria Math" w:hAnsi="Cambria Math" w:cs="Arial"/>
                        <w:sz w:val="22"/>
                        <w:szCs w:val="22"/>
                      </w:rPr>
                      <m:t>N2O,y</m:t>
                    </m:r>
                  </m:sub>
                </m:sSub>
              </m:oMath>
            </m:oMathPara>
          </w:p>
        </w:tc>
        <w:tc>
          <w:tcPr>
            <w:tcW w:w="345" w:type="dxa"/>
            <w:vAlign w:val="top"/>
          </w:tcPr>
          <w:p w:rsidR="00D4352A" w:rsidRPr="00F36525" w:rsidRDefault="00D4352A" w:rsidP="00F36525">
            <w:pPr>
              <w:pStyle w:val="SDMTableBoxParaNotNumbered"/>
              <w:rPr>
                <w:rFonts w:cs="Arial"/>
                <w:sz w:val="22"/>
                <w:szCs w:val="22"/>
              </w:rPr>
            </w:pPr>
            <w:r w:rsidRPr="00F36525">
              <w:rPr>
                <w:rFonts w:cs="Arial"/>
                <w:sz w:val="22"/>
                <w:szCs w:val="22"/>
              </w:rPr>
              <w:t>=</w:t>
            </w:r>
          </w:p>
        </w:tc>
        <w:tc>
          <w:tcPr>
            <w:tcW w:w="0" w:type="auto"/>
            <w:vAlign w:val="top"/>
          </w:tcPr>
          <w:p w:rsidR="00D4352A" w:rsidRPr="00F36525" w:rsidRDefault="00CE78A0" w:rsidP="00F36525">
            <w:pPr>
              <w:pStyle w:val="SDMTableBoxParaNotNumbered"/>
              <w:rPr>
                <w:rFonts w:cs="Arial"/>
                <w:sz w:val="22"/>
                <w:szCs w:val="22"/>
              </w:rPr>
            </w:pPr>
            <w:r w:rsidRPr="00F36525">
              <w:rPr>
                <w:rFonts w:cs="Arial"/>
                <w:sz w:val="22"/>
                <w:szCs w:val="22"/>
              </w:rPr>
              <w:t>Baseline emissions of N</w:t>
            </w:r>
            <w:r w:rsidRPr="00F36525">
              <w:rPr>
                <w:rFonts w:cs="Arial"/>
                <w:sz w:val="22"/>
                <w:szCs w:val="22"/>
                <w:vertAlign w:val="subscript"/>
              </w:rPr>
              <w:t>2</w:t>
            </w:r>
            <w:r w:rsidRPr="00F36525">
              <w:rPr>
                <w:rFonts w:cs="Arial"/>
                <w:sz w:val="22"/>
                <w:szCs w:val="22"/>
              </w:rPr>
              <w:t xml:space="preserve">O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Pr="00F36525">
              <w:rPr>
                <w:rFonts w:cs="Arial"/>
                <w:sz w:val="22"/>
                <w:szCs w:val="22"/>
              </w:rPr>
              <w:t>O)</w:t>
            </w:r>
          </w:p>
        </w:tc>
      </w:tr>
      <w:tr w:rsidR="00D4352A" w:rsidTr="00F36525">
        <w:tc>
          <w:tcPr>
            <w:tcW w:w="1701" w:type="dxa"/>
            <w:vAlign w:val="top"/>
          </w:tcPr>
          <w:p w:rsidR="00D4352A"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TG,i</m:t>
                    </m:r>
                  </m:sub>
                </m:sSub>
              </m:oMath>
            </m:oMathPara>
          </w:p>
        </w:tc>
        <w:tc>
          <w:tcPr>
            <w:tcW w:w="345" w:type="dxa"/>
            <w:vAlign w:val="top"/>
          </w:tcPr>
          <w:p w:rsidR="00D4352A" w:rsidRPr="00F36525" w:rsidRDefault="00D4352A" w:rsidP="00F36525">
            <w:pPr>
              <w:pStyle w:val="SDMTableBoxParaNotNumbered"/>
              <w:rPr>
                <w:rFonts w:cs="Arial"/>
                <w:sz w:val="22"/>
                <w:szCs w:val="22"/>
              </w:rPr>
            </w:pPr>
            <w:r w:rsidRPr="00F36525">
              <w:rPr>
                <w:rFonts w:cs="Arial"/>
                <w:sz w:val="22"/>
                <w:szCs w:val="22"/>
              </w:rPr>
              <w:t>=</w:t>
            </w:r>
          </w:p>
        </w:tc>
        <w:tc>
          <w:tcPr>
            <w:tcW w:w="0" w:type="auto"/>
            <w:vAlign w:val="top"/>
          </w:tcPr>
          <w:p w:rsidR="00D4352A" w:rsidRPr="00F36525" w:rsidRDefault="00CE78A0" w:rsidP="00F36525">
            <w:pPr>
              <w:pStyle w:val="SDMTableBoxParaNotNumbered"/>
              <w:rPr>
                <w:rFonts w:cs="Arial"/>
                <w:sz w:val="22"/>
                <w:szCs w:val="22"/>
              </w:rPr>
            </w:pPr>
            <w:r w:rsidRPr="00F36525">
              <w:rPr>
                <w:rFonts w:cs="Arial"/>
                <w:sz w:val="22"/>
                <w:szCs w:val="22"/>
              </w:rPr>
              <w:t xml:space="preserve">Volume flow rate at the exit of the destruction facility during interval </w:t>
            </w:r>
            <w:r w:rsidRPr="00F36525">
              <w:rPr>
                <w:rFonts w:cs="Arial"/>
                <w:i/>
                <w:sz w:val="22"/>
                <w:szCs w:val="22"/>
              </w:rPr>
              <w:t>i</w:t>
            </w:r>
            <w:r w:rsidRPr="00F36525">
              <w:rPr>
                <w:rFonts w:cs="Arial"/>
                <w:sz w:val="22"/>
                <w:szCs w:val="22"/>
              </w:rPr>
              <w:t xml:space="preserve"> (m</w:t>
            </w:r>
            <w:r w:rsidRPr="00F36525">
              <w:rPr>
                <w:rFonts w:cs="Arial"/>
                <w:sz w:val="22"/>
                <w:szCs w:val="22"/>
                <w:vertAlign w:val="superscript"/>
              </w:rPr>
              <w:t>3</w:t>
            </w:r>
            <w:r w:rsidRPr="00F36525">
              <w:rPr>
                <w:rFonts w:cs="Arial"/>
                <w:sz w:val="22"/>
                <w:szCs w:val="22"/>
              </w:rPr>
              <w:t>/h)</w:t>
            </w:r>
          </w:p>
        </w:tc>
      </w:tr>
      <w:tr w:rsidR="00CE78A0" w:rsidTr="00F36525">
        <w:tc>
          <w:tcPr>
            <w:tcW w:w="1701" w:type="dxa"/>
            <w:vAlign w:val="top"/>
          </w:tcPr>
          <w:p w:rsidR="00CE78A0"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M</m:t>
                    </m:r>
                  </m:e>
                  <m:sub>
                    <m:r>
                      <w:rPr>
                        <w:rFonts w:ascii="Cambria Math" w:hAnsi="Cambria Math" w:cs="Arial"/>
                        <w:sz w:val="22"/>
                        <w:szCs w:val="22"/>
                      </w:rPr>
                      <m:t>i</m:t>
                    </m:r>
                  </m:sub>
                </m:sSub>
              </m:oMath>
            </m:oMathPara>
          </w:p>
        </w:tc>
        <w:tc>
          <w:tcPr>
            <w:tcW w:w="345" w:type="dxa"/>
            <w:vAlign w:val="top"/>
          </w:tcPr>
          <w:p w:rsidR="00CE78A0" w:rsidRPr="00F36525" w:rsidRDefault="00CE78A0" w:rsidP="00F36525">
            <w:pPr>
              <w:pStyle w:val="SDMTableBoxParaNotNumbered"/>
              <w:rPr>
                <w:rFonts w:cs="Arial"/>
                <w:sz w:val="22"/>
                <w:szCs w:val="22"/>
              </w:rPr>
            </w:pPr>
            <w:r w:rsidRPr="00F36525">
              <w:rPr>
                <w:rFonts w:cs="Arial"/>
                <w:sz w:val="22"/>
                <w:szCs w:val="22"/>
              </w:rPr>
              <w:t>=</w:t>
            </w:r>
          </w:p>
        </w:tc>
        <w:tc>
          <w:tcPr>
            <w:tcW w:w="0" w:type="auto"/>
            <w:vAlign w:val="top"/>
          </w:tcPr>
          <w:p w:rsidR="00CE78A0" w:rsidRPr="00F36525" w:rsidRDefault="00CE78A0" w:rsidP="00F36525">
            <w:pPr>
              <w:pStyle w:val="SDMTableBoxParaNotNumbered"/>
              <w:rPr>
                <w:rFonts w:cs="Arial"/>
                <w:sz w:val="22"/>
                <w:szCs w:val="22"/>
              </w:rPr>
            </w:pPr>
            <w:r w:rsidRPr="00F36525">
              <w:rPr>
                <w:rFonts w:cs="Arial"/>
                <w:sz w:val="22"/>
                <w:szCs w:val="22"/>
              </w:rPr>
              <w:t xml:space="preserve">Length of measuring interval </w:t>
            </w:r>
            <w:r w:rsidRPr="00F36525">
              <w:rPr>
                <w:rFonts w:cs="Arial"/>
                <w:i/>
                <w:sz w:val="22"/>
                <w:szCs w:val="22"/>
              </w:rPr>
              <w:t>i</w:t>
            </w:r>
            <w:r w:rsidRPr="00F36525">
              <w:rPr>
                <w:rFonts w:cs="Arial"/>
                <w:sz w:val="22"/>
                <w:szCs w:val="22"/>
              </w:rPr>
              <w:t xml:space="preserve"> (h)</w:t>
            </w:r>
          </w:p>
        </w:tc>
      </w:tr>
      <w:tr w:rsidR="00CE78A0" w:rsidTr="00F36525">
        <w:tc>
          <w:tcPr>
            <w:tcW w:w="1701" w:type="dxa"/>
            <w:vAlign w:val="top"/>
          </w:tcPr>
          <w:p w:rsidR="00CE78A0" w:rsidRPr="00F36525" w:rsidRDefault="00CE78A0" w:rsidP="00F36525">
            <w:pPr>
              <w:pStyle w:val="SDMTableBoxParaNotNumbered"/>
              <w:rPr>
                <w:rFonts w:cs="Arial"/>
                <w:sz w:val="22"/>
                <w:szCs w:val="22"/>
              </w:rPr>
            </w:pPr>
            <m:oMathPara>
              <m:oMathParaPr>
                <m:jc m:val="left"/>
              </m:oMathParaPr>
              <m:oMath>
                <m:r>
                  <w:rPr>
                    <w:rFonts w:ascii="Cambria Math" w:eastAsia="Cambria Math" w:hAnsi="Cambria Math" w:cs="Arial"/>
                    <w:sz w:val="22"/>
                    <w:szCs w:val="22"/>
                  </w:rPr>
                  <m:t>i</m:t>
                </m:r>
              </m:oMath>
            </m:oMathPara>
          </w:p>
        </w:tc>
        <w:tc>
          <w:tcPr>
            <w:tcW w:w="345" w:type="dxa"/>
            <w:vAlign w:val="top"/>
          </w:tcPr>
          <w:p w:rsidR="00CE78A0" w:rsidRPr="00F36525" w:rsidRDefault="00CE78A0" w:rsidP="00F36525">
            <w:pPr>
              <w:pStyle w:val="SDMTableBoxParaNotNumbered"/>
              <w:rPr>
                <w:rFonts w:cs="Arial"/>
                <w:sz w:val="22"/>
                <w:szCs w:val="22"/>
              </w:rPr>
            </w:pPr>
            <w:r w:rsidRPr="00F36525">
              <w:rPr>
                <w:rFonts w:cs="Arial"/>
                <w:sz w:val="22"/>
                <w:szCs w:val="22"/>
              </w:rPr>
              <w:t>=</w:t>
            </w:r>
          </w:p>
        </w:tc>
        <w:tc>
          <w:tcPr>
            <w:tcW w:w="0" w:type="auto"/>
            <w:vAlign w:val="top"/>
          </w:tcPr>
          <w:p w:rsidR="00CE78A0" w:rsidRPr="00F36525" w:rsidRDefault="00CE78A0" w:rsidP="00F36525">
            <w:pPr>
              <w:pStyle w:val="SDMTableBoxParaNotNumbered"/>
              <w:rPr>
                <w:rFonts w:cs="Arial"/>
                <w:sz w:val="22"/>
                <w:szCs w:val="22"/>
              </w:rPr>
            </w:pPr>
            <w:r w:rsidRPr="00F36525">
              <w:rPr>
                <w:rFonts w:cs="Arial"/>
                <w:sz w:val="22"/>
                <w:szCs w:val="22"/>
              </w:rPr>
              <w:t>Interval</w:t>
            </w:r>
          </w:p>
        </w:tc>
      </w:tr>
      <w:tr w:rsidR="00CE78A0" w:rsidTr="00F36525">
        <w:tc>
          <w:tcPr>
            <w:tcW w:w="1701" w:type="dxa"/>
            <w:vAlign w:val="top"/>
          </w:tcPr>
          <w:p w:rsidR="00CE78A0"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QB</m:t>
                    </m:r>
                  </m:e>
                  <m:sub>
                    <m:r>
                      <w:rPr>
                        <w:rFonts w:ascii="Cambria Math" w:hAnsi="Cambria Math" w:cs="Arial"/>
                        <w:sz w:val="22"/>
                        <w:szCs w:val="22"/>
                      </w:rPr>
                      <m:t>N2O,y</m:t>
                    </m:r>
                  </m:sub>
                </m:sSub>
              </m:oMath>
            </m:oMathPara>
          </w:p>
        </w:tc>
        <w:tc>
          <w:tcPr>
            <w:tcW w:w="345" w:type="dxa"/>
            <w:vAlign w:val="top"/>
          </w:tcPr>
          <w:p w:rsidR="00CE78A0" w:rsidRPr="00F36525" w:rsidRDefault="00CE78A0" w:rsidP="00F36525">
            <w:pPr>
              <w:pStyle w:val="SDMTableBoxParaNotNumbered"/>
              <w:rPr>
                <w:rFonts w:cs="Arial"/>
                <w:sz w:val="22"/>
                <w:szCs w:val="22"/>
              </w:rPr>
            </w:pPr>
            <w:r w:rsidRPr="00F36525">
              <w:rPr>
                <w:rFonts w:cs="Arial"/>
                <w:sz w:val="22"/>
                <w:szCs w:val="22"/>
              </w:rPr>
              <w:t>=</w:t>
            </w:r>
          </w:p>
        </w:tc>
        <w:tc>
          <w:tcPr>
            <w:tcW w:w="0" w:type="auto"/>
            <w:vAlign w:val="top"/>
          </w:tcPr>
          <w:p w:rsidR="00CE78A0" w:rsidRPr="00F36525" w:rsidRDefault="00CE78A0" w:rsidP="00F36525">
            <w:pPr>
              <w:pStyle w:val="SDMTableBoxParaNotNumbered"/>
              <w:rPr>
                <w:rFonts w:cs="Arial"/>
                <w:sz w:val="22"/>
                <w:szCs w:val="22"/>
              </w:rPr>
            </w:pPr>
            <w:r w:rsidRPr="00F36525">
              <w:rPr>
                <w:rFonts w:cs="Arial"/>
                <w:sz w:val="22"/>
                <w:szCs w:val="22"/>
              </w:rPr>
              <w:t>Quantity of N</w:t>
            </w:r>
            <w:r w:rsidRPr="00F36525">
              <w:rPr>
                <w:rFonts w:cs="Arial"/>
                <w:sz w:val="22"/>
                <w:szCs w:val="22"/>
                <w:vertAlign w:val="subscript"/>
              </w:rPr>
              <w:t>2</w:t>
            </w:r>
            <w:r w:rsidRPr="00F36525">
              <w:rPr>
                <w:rFonts w:cs="Arial"/>
                <w:sz w:val="22"/>
                <w:szCs w:val="22"/>
              </w:rPr>
              <w:t xml:space="preserve">O emissions from ammonia oxidation at the inlet of the destruction facility in year </w:t>
            </w:r>
            <w:r w:rsidRPr="00F36525">
              <w:rPr>
                <w:rFonts w:cs="Arial"/>
                <w:i/>
                <w:sz w:val="22"/>
                <w:szCs w:val="22"/>
              </w:rPr>
              <w:t>y</w:t>
            </w:r>
            <w:r w:rsidRPr="00F36525">
              <w:rPr>
                <w:rFonts w:cs="Arial"/>
                <w:sz w:val="22"/>
                <w:szCs w:val="22"/>
              </w:rPr>
              <w:t xml:space="preserve"> (t</w:t>
            </w:r>
            <w:r w:rsidR="00B103B9" w:rsidRPr="00F36525">
              <w:rPr>
                <w:rFonts w:cs="Arial"/>
                <w:sz w:val="22"/>
                <w:szCs w:val="22"/>
              </w:rPr>
              <w:t xml:space="preserve"> </w:t>
            </w:r>
            <w:r w:rsidRPr="00F36525">
              <w:rPr>
                <w:rFonts w:cs="Arial"/>
                <w:sz w:val="22"/>
                <w:szCs w:val="22"/>
              </w:rPr>
              <w:t>N</w:t>
            </w:r>
            <w:r w:rsidRPr="00F36525">
              <w:rPr>
                <w:rFonts w:cs="Arial"/>
                <w:sz w:val="22"/>
                <w:szCs w:val="22"/>
                <w:vertAlign w:val="subscript"/>
              </w:rPr>
              <w:t>2</w:t>
            </w:r>
            <w:r w:rsidRPr="00F36525">
              <w:rPr>
                <w:rFonts w:cs="Arial"/>
                <w:sz w:val="22"/>
                <w:szCs w:val="22"/>
              </w:rPr>
              <w:t>O)</w:t>
            </w:r>
          </w:p>
        </w:tc>
      </w:tr>
      <w:tr w:rsidR="00CE78A0" w:rsidTr="00F36525">
        <w:tc>
          <w:tcPr>
            <w:tcW w:w="1701" w:type="dxa"/>
            <w:vAlign w:val="top"/>
          </w:tcPr>
          <w:p w:rsidR="00CE78A0" w:rsidRPr="00F36525" w:rsidRDefault="001F50D8" w:rsidP="00F36525">
            <w:pPr>
              <w:pStyle w:val="SDMTableBoxParaNotNumbered"/>
              <w:rPr>
                <w:rFonts w:cs="Arial"/>
                <w:sz w:val="22"/>
                <w:szCs w:val="22"/>
              </w:rPr>
            </w:pPr>
            <m:oMathPara>
              <m:oMathParaPr>
                <m:jc m:val="left"/>
              </m:oMathParaPr>
              <m:oMath>
                <m:sSub>
                  <m:sSubPr>
                    <m:ctrlPr>
                      <w:rPr>
                        <w:rFonts w:ascii="Cambria Math" w:eastAsia="Cambria Math" w:hAnsi="Cambria Math" w:cs="Arial"/>
                        <w:i/>
                        <w:sz w:val="22"/>
                        <w:szCs w:val="22"/>
                      </w:rPr>
                    </m:ctrlPr>
                  </m:sSubPr>
                  <m:e>
                    <m:r>
                      <w:rPr>
                        <w:rFonts w:ascii="Cambria Math" w:eastAsia="Cambria Math" w:hAnsi="Cambria Math" w:cs="Arial"/>
                        <w:sz w:val="22"/>
                        <w:szCs w:val="22"/>
                      </w:rPr>
                      <m:t>SEcalc</m:t>
                    </m:r>
                  </m:e>
                  <m:sub>
                    <m:r>
                      <w:rPr>
                        <w:rFonts w:ascii="Cambria Math" w:eastAsia="Cambria Math" w:hAnsi="Cambria Math" w:cs="Arial"/>
                        <w:sz w:val="22"/>
                        <w:szCs w:val="22"/>
                      </w:rPr>
                      <m:t>N2O,y</m:t>
                    </m:r>
                  </m:sub>
                </m:sSub>
              </m:oMath>
            </m:oMathPara>
          </w:p>
        </w:tc>
        <w:tc>
          <w:tcPr>
            <w:tcW w:w="345" w:type="dxa"/>
            <w:vAlign w:val="top"/>
          </w:tcPr>
          <w:p w:rsidR="00CE78A0" w:rsidRPr="00F36525" w:rsidRDefault="00CE78A0" w:rsidP="00F36525">
            <w:pPr>
              <w:pStyle w:val="SDMTableBoxParaNotNumbered"/>
              <w:rPr>
                <w:rFonts w:cs="Arial"/>
                <w:sz w:val="22"/>
                <w:szCs w:val="22"/>
              </w:rPr>
            </w:pPr>
            <w:r w:rsidRPr="00F36525">
              <w:rPr>
                <w:rFonts w:cs="Arial"/>
                <w:sz w:val="22"/>
                <w:szCs w:val="22"/>
              </w:rPr>
              <w:t>=</w:t>
            </w:r>
          </w:p>
        </w:tc>
        <w:tc>
          <w:tcPr>
            <w:tcW w:w="0" w:type="auto"/>
            <w:vAlign w:val="top"/>
          </w:tcPr>
          <w:p w:rsidR="00CE78A0" w:rsidRPr="00F36525" w:rsidRDefault="00CE78A0" w:rsidP="00F36525">
            <w:pPr>
              <w:pStyle w:val="SDMTableBoxParaNotNumbered"/>
              <w:rPr>
                <w:rFonts w:cs="Arial"/>
                <w:sz w:val="22"/>
                <w:szCs w:val="22"/>
              </w:rPr>
            </w:pPr>
            <w:r w:rsidRPr="00F36525">
              <w:rPr>
                <w:rFonts w:cs="Arial"/>
                <w:sz w:val="22"/>
                <w:szCs w:val="22"/>
              </w:rPr>
              <w:t>Specific N</w:t>
            </w:r>
            <w:r w:rsidRPr="00F36525">
              <w:rPr>
                <w:rFonts w:cs="Arial"/>
                <w:sz w:val="22"/>
                <w:szCs w:val="22"/>
                <w:vertAlign w:val="subscript"/>
              </w:rPr>
              <w:t>2</w:t>
            </w:r>
            <w:r w:rsidRPr="00F36525">
              <w:rPr>
                <w:rFonts w:cs="Arial"/>
                <w:sz w:val="22"/>
                <w:szCs w:val="22"/>
              </w:rPr>
              <w:t xml:space="preserve">O emissions per unit of calculated nitric acid production in year </w:t>
            </w:r>
            <w:r w:rsidRPr="00F36525">
              <w:rPr>
                <w:rFonts w:cs="Arial"/>
                <w:i/>
                <w:sz w:val="22"/>
                <w:szCs w:val="22"/>
              </w:rPr>
              <w:t>y</w:t>
            </w:r>
            <w:r w:rsidRPr="00F36525">
              <w:rPr>
                <w:rFonts w:cs="Arial"/>
                <w:sz w:val="22"/>
                <w:szCs w:val="22"/>
              </w:rPr>
              <w:t xml:space="preserve"> (tN</w:t>
            </w:r>
            <w:r w:rsidRPr="00F36525">
              <w:rPr>
                <w:rFonts w:cs="Arial"/>
                <w:sz w:val="22"/>
                <w:szCs w:val="22"/>
                <w:vertAlign w:val="subscript"/>
              </w:rPr>
              <w:t>2</w:t>
            </w:r>
            <w:r w:rsidR="00AA0F26" w:rsidRPr="00F36525">
              <w:rPr>
                <w:rFonts w:cs="Arial"/>
                <w:sz w:val="22"/>
                <w:szCs w:val="22"/>
              </w:rPr>
              <w:t>O/</w:t>
            </w:r>
            <w:r w:rsidRPr="00F36525">
              <w:rPr>
                <w:rFonts w:cs="Arial"/>
                <w:sz w:val="22"/>
                <w:szCs w:val="22"/>
              </w:rPr>
              <w:t>t Product)</w:t>
            </w:r>
          </w:p>
        </w:tc>
      </w:tr>
      <w:tr w:rsidR="00CE78A0" w:rsidTr="00F36525">
        <w:tc>
          <w:tcPr>
            <w:tcW w:w="1701" w:type="dxa"/>
            <w:vAlign w:val="top"/>
          </w:tcPr>
          <w:p w:rsidR="00CE78A0" w:rsidRPr="00F36525" w:rsidRDefault="001F50D8" w:rsidP="00F36525">
            <w:pPr>
              <w:pStyle w:val="SDMTableBoxParaNotNumbered"/>
              <w:rPr>
                <w:rFonts w:cs="Arial"/>
                <w:sz w:val="22"/>
                <w:szCs w:val="22"/>
              </w:rPr>
            </w:pPr>
            <m:oMathPara>
              <m:oMath>
                <m:sSub>
                  <m:sSubPr>
                    <m:ctrlPr>
                      <w:rPr>
                        <w:rFonts w:ascii="Cambria Math" w:eastAsia="Cambria Math" w:hAnsi="Cambria Math" w:cs="Arial"/>
                        <w:i/>
                        <w:sz w:val="22"/>
                        <w:szCs w:val="22"/>
                      </w:rPr>
                    </m:ctrlPr>
                  </m:sSubPr>
                  <m:e>
                    <m:r>
                      <w:rPr>
                        <w:rFonts w:ascii="Cambria Math" w:eastAsia="Cambria Math" w:hAnsi="Cambria Math" w:cs="Arial"/>
                        <w:sz w:val="22"/>
                        <w:szCs w:val="22"/>
                      </w:rPr>
                      <m:t>P</m:t>
                    </m:r>
                  </m:e>
                  <m:sub>
                    <m:r>
                      <w:rPr>
                        <w:rFonts w:ascii="Cambria Math" w:eastAsia="Cambria Math" w:hAnsi="Cambria Math" w:cs="Arial"/>
                        <w:sz w:val="22"/>
                        <w:szCs w:val="22"/>
                      </w:rPr>
                      <m:t>productcalc,max</m:t>
                    </m:r>
                  </m:sub>
                </m:sSub>
              </m:oMath>
            </m:oMathPara>
          </w:p>
        </w:tc>
        <w:tc>
          <w:tcPr>
            <w:tcW w:w="345" w:type="dxa"/>
            <w:vAlign w:val="top"/>
          </w:tcPr>
          <w:p w:rsidR="00CE78A0" w:rsidRPr="00F36525" w:rsidRDefault="00CE78A0" w:rsidP="00F36525">
            <w:pPr>
              <w:pStyle w:val="SDMTableBoxParaNotNumbered"/>
              <w:rPr>
                <w:rFonts w:cs="Arial"/>
                <w:sz w:val="22"/>
                <w:szCs w:val="22"/>
              </w:rPr>
            </w:pPr>
            <w:r w:rsidRPr="00F36525">
              <w:rPr>
                <w:rFonts w:cs="Arial"/>
                <w:sz w:val="22"/>
                <w:szCs w:val="22"/>
              </w:rPr>
              <w:t>=</w:t>
            </w:r>
          </w:p>
        </w:tc>
        <w:tc>
          <w:tcPr>
            <w:tcW w:w="0" w:type="auto"/>
            <w:vAlign w:val="top"/>
          </w:tcPr>
          <w:p w:rsidR="00CE78A0" w:rsidRPr="00F36525" w:rsidRDefault="00CE78A0" w:rsidP="00F36525">
            <w:pPr>
              <w:pStyle w:val="SDMTableBoxParaNotNumbered"/>
              <w:rPr>
                <w:rFonts w:cs="Arial"/>
                <w:sz w:val="22"/>
                <w:szCs w:val="22"/>
              </w:rPr>
            </w:pPr>
            <w:r w:rsidRPr="00F36525">
              <w:rPr>
                <w:rFonts w:cs="Arial"/>
                <w:sz w:val="22"/>
                <w:szCs w:val="22"/>
              </w:rPr>
              <w:t>On-site design capacity of calculated nitric acid production (t</w:t>
            </w:r>
            <w:r w:rsidR="00B103B9" w:rsidRPr="00F36525">
              <w:rPr>
                <w:rFonts w:cs="Arial"/>
                <w:sz w:val="22"/>
                <w:szCs w:val="22"/>
              </w:rPr>
              <w:t> </w:t>
            </w:r>
            <w:r w:rsidRPr="00F36525">
              <w:rPr>
                <w:rFonts w:cs="Arial"/>
                <w:sz w:val="22"/>
                <w:szCs w:val="22"/>
              </w:rPr>
              <w:t>HNO</w:t>
            </w:r>
            <w:r w:rsidRPr="00F36525">
              <w:rPr>
                <w:rFonts w:cs="Arial"/>
                <w:sz w:val="22"/>
                <w:szCs w:val="22"/>
                <w:vertAlign w:val="subscript"/>
              </w:rPr>
              <w:t>3</w:t>
            </w:r>
            <w:r w:rsidRPr="00F36525">
              <w:rPr>
                <w:rFonts w:cs="Arial"/>
                <w:sz w:val="22"/>
                <w:szCs w:val="22"/>
              </w:rPr>
              <w:t>)</w:t>
            </w:r>
          </w:p>
        </w:tc>
      </w:tr>
      <w:tr w:rsidR="00CE78A0" w:rsidTr="00F36525">
        <w:tc>
          <w:tcPr>
            <w:tcW w:w="1701" w:type="dxa"/>
            <w:vAlign w:val="top"/>
          </w:tcPr>
          <w:p w:rsidR="00CE78A0" w:rsidRPr="00F36525" w:rsidRDefault="001F50D8" w:rsidP="00F36525">
            <w:pPr>
              <w:pStyle w:val="SDMTableBoxParaNotNumbered"/>
              <w:rPr>
                <w:rFonts w:cs="Arial"/>
                <w:sz w:val="22"/>
                <w:szCs w:val="22"/>
              </w:rPr>
            </w:pPr>
            <m:oMathPara>
              <m:oMathParaPr>
                <m:jc m:val="left"/>
              </m:oMathParaPr>
              <m:oMath>
                <m:sSub>
                  <m:sSubPr>
                    <m:ctrlPr>
                      <w:rPr>
                        <w:rFonts w:ascii="Cambria Math" w:eastAsia="Cambria Math" w:hAnsi="Cambria Math" w:cs="Arial"/>
                        <w:i/>
                        <w:sz w:val="22"/>
                        <w:szCs w:val="22"/>
                      </w:rPr>
                    </m:ctrlPr>
                  </m:sSubPr>
                  <m:e>
                    <m:r>
                      <w:rPr>
                        <w:rFonts w:ascii="Cambria Math" w:eastAsia="Cambria Math" w:hAnsi="Cambria Math" w:cs="Arial"/>
                        <w:sz w:val="22"/>
                        <w:szCs w:val="22"/>
                      </w:rPr>
                      <m:t>EF</m:t>
                    </m:r>
                  </m:e>
                  <m:sub>
                    <m:r>
                      <w:rPr>
                        <w:rFonts w:ascii="Cambria Math" w:eastAsia="Cambria Math" w:hAnsi="Cambria Math" w:cs="Arial"/>
                        <w:sz w:val="22"/>
                        <w:szCs w:val="22"/>
                      </w:rPr>
                      <m:t>N2O,IPCC</m:t>
                    </m:r>
                  </m:sub>
                </m:sSub>
              </m:oMath>
            </m:oMathPara>
          </w:p>
        </w:tc>
        <w:tc>
          <w:tcPr>
            <w:tcW w:w="345" w:type="dxa"/>
            <w:vAlign w:val="top"/>
          </w:tcPr>
          <w:p w:rsidR="00CE78A0" w:rsidRPr="00F36525" w:rsidRDefault="00CE78A0" w:rsidP="00F36525">
            <w:pPr>
              <w:pStyle w:val="SDMTableBoxParaNotNumbered"/>
              <w:rPr>
                <w:rFonts w:cs="Arial"/>
                <w:sz w:val="22"/>
                <w:szCs w:val="22"/>
              </w:rPr>
            </w:pPr>
            <w:r w:rsidRPr="00F36525">
              <w:rPr>
                <w:rFonts w:cs="Arial"/>
                <w:sz w:val="22"/>
                <w:szCs w:val="22"/>
              </w:rPr>
              <w:t>=</w:t>
            </w:r>
          </w:p>
        </w:tc>
        <w:tc>
          <w:tcPr>
            <w:tcW w:w="0" w:type="auto"/>
            <w:vAlign w:val="top"/>
          </w:tcPr>
          <w:p w:rsidR="00CE78A0" w:rsidRPr="00F36525" w:rsidRDefault="00CE78A0" w:rsidP="00F36525">
            <w:pPr>
              <w:pStyle w:val="SDMTableBoxParaNotNumbered"/>
              <w:rPr>
                <w:rFonts w:cs="Arial"/>
                <w:sz w:val="22"/>
                <w:szCs w:val="22"/>
              </w:rPr>
            </w:pPr>
            <w:r w:rsidRPr="00F36525">
              <w:rPr>
                <w:rFonts w:cs="Arial"/>
                <w:sz w:val="22"/>
                <w:szCs w:val="22"/>
              </w:rPr>
              <w:t>Conservative IPCC default value of the latest IPCC GHG Inventory Guidelines accepted by the IPCC for the equivalent N</w:t>
            </w:r>
            <w:r w:rsidRPr="00F36525">
              <w:rPr>
                <w:rFonts w:cs="Arial"/>
                <w:sz w:val="22"/>
                <w:szCs w:val="22"/>
                <w:vertAlign w:val="subscript"/>
              </w:rPr>
              <w:t>2</w:t>
            </w:r>
            <w:r w:rsidRPr="00F36525">
              <w:rPr>
                <w:rFonts w:cs="Arial"/>
                <w:sz w:val="22"/>
                <w:szCs w:val="22"/>
              </w:rPr>
              <w:t>O emission process</w:t>
            </w:r>
          </w:p>
        </w:tc>
      </w:tr>
    </w:tbl>
    <w:p w:rsidR="00B940E2" w:rsidRDefault="00B940E2" w:rsidP="009C4C2F">
      <w:pPr>
        <w:pStyle w:val="SDMPara"/>
        <w:numPr>
          <w:ilvl w:val="0"/>
          <w:numId w:val="4"/>
        </w:numPr>
      </w:pPr>
      <w:r w:rsidRPr="00AA0F26">
        <w:rPr>
          <w:i/>
        </w:rPr>
        <w:t>QB</w:t>
      </w:r>
      <w:r w:rsidRPr="00AA0F26">
        <w:rPr>
          <w:i/>
          <w:vertAlign w:val="subscript"/>
        </w:rPr>
        <w:t>N</w:t>
      </w:r>
      <w:r w:rsidR="0001122A" w:rsidRPr="00AA0F26">
        <w:rPr>
          <w:i/>
          <w:vertAlign w:val="subscript"/>
        </w:rPr>
        <w:t>2</w:t>
      </w:r>
      <w:r w:rsidRPr="00AA0F26">
        <w:rPr>
          <w:i/>
          <w:vertAlign w:val="subscript"/>
        </w:rPr>
        <w:t>O,y</w:t>
      </w:r>
      <w:r>
        <w:t xml:space="preserve">, </w:t>
      </w:r>
      <w:r w:rsidRPr="00AA0F26">
        <w:rPr>
          <w:i/>
        </w:rPr>
        <w:t>SE</w:t>
      </w:r>
      <w:r w:rsidRPr="00AA0F26">
        <w:rPr>
          <w:i/>
          <w:vertAlign w:val="subscript"/>
        </w:rPr>
        <w:t>N</w:t>
      </w:r>
      <w:r w:rsidR="0001122A" w:rsidRPr="00AA0F26">
        <w:rPr>
          <w:i/>
          <w:vertAlign w:val="subscript"/>
        </w:rPr>
        <w:t>2</w:t>
      </w:r>
      <w:r w:rsidRPr="00AA0F26">
        <w:rPr>
          <w:i/>
          <w:vertAlign w:val="subscript"/>
        </w:rPr>
        <w:t>O,y</w:t>
      </w:r>
      <w:r w:rsidRPr="00AA0F26">
        <w:rPr>
          <w:i/>
        </w:rPr>
        <w:t xml:space="preserve"> </w:t>
      </w:r>
      <w:r>
        <w:t xml:space="preserve">and </w:t>
      </w:r>
      <w:r w:rsidRPr="00AA0F26">
        <w:rPr>
          <w:i/>
        </w:rPr>
        <w:t>SEcalc</w:t>
      </w:r>
      <w:r w:rsidRPr="00AA0F26">
        <w:rPr>
          <w:i/>
          <w:vertAlign w:val="subscript"/>
        </w:rPr>
        <w:t>N</w:t>
      </w:r>
      <w:r w:rsidR="0001122A" w:rsidRPr="00AA0F26">
        <w:rPr>
          <w:i/>
          <w:vertAlign w:val="subscript"/>
        </w:rPr>
        <w:t>2</w:t>
      </w:r>
      <w:r w:rsidRPr="00AA0F26">
        <w:rPr>
          <w:i/>
          <w:vertAlign w:val="subscript"/>
        </w:rPr>
        <w:t>O,y</w:t>
      </w:r>
      <w:r>
        <w:t xml:space="preserve"> are defined according to the instructions under Case 1 above.</w:t>
      </w:r>
    </w:p>
    <w:p w:rsidR="00B940E2" w:rsidRDefault="00B940E2" w:rsidP="009C4C2F">
      <w:pPr>
        <w:pStyle w:val="SDMPara"/>
        <w:numPr>
          <w:ilvl w:val="0"/>
          <w:numId w:val="4"/>
        </w:numPr>
      </w:pPr>
      <w:r>
        <w:t>Change in NO</w:t>
      </w:r>
      <w:r w:rsidRPr="00B103B9">
        <w:rPr>
          <w:vertAlign w:val="subscript"/>
        </w:rPr>
        <w:t>X</w:t>
      </w:r>
      <w:r>
        <w:t xml:space="preserve"> or N</w:t>
      </w:r>
      <w:r w:rsidR="0001122A" w:rsidRPr="0001122A">
        <w:rPr>
          <w:vertAlign w:val="subscript"/>
        </w:rPr>
        <w:t>2</w:t>
      </w:r>
      <w:r>
        <w:t>O regulations will automatically cause a re-assessment of the baseline scenario.</w:t>
      </w:r>
    </w:p>
    <w:p w:rsidR="00B940E2" w:rsidRPr="007A505E" w:rsidRDefault="00B940E2" w:rsidP="00CB4BB9">
      <w:pPr>
        <w:pStyle w:val="SDMHead2"/>
      </w:pPr>
      <w:bookmarkStart w:id="29" w:name="_Toc358026530"/>
      <w:r w:rsidRPr="007A505E">
        <w:t>Procedures used to determine the permitted operating conditions of the caprolactam production plant in order to avoid “overestimation of emission reductions</w:t>
      </w:r>
      <w:r w:rsidR="007A505E" w:rsidRPr="007A505E">
        <w:t>”</w:t>
      </w:r>
      <w:bookmarkEnd w:id="29"/>
    </w:p>
    <w:p w:rsidR="00B940E2" w:rsidRPr="00377FD9" w:rsidRDefault="00B940E2" w:rsidP="009C4C2F">
      <w:pPr>
        <w:pStyle w:val="SDMPara"/>
        <w:numPr>
          <w:ilvl w:val="0"/>
          <w:numId w:val="4"/>
        </w:numPr>
      </w:pPr>
      <w:r w:rsidRPr="00377FD9">
        <w:t>In order to avoid that the operation of the caprolactam production plant is manipulated in a way to increase the N</w:t>
      </w:r>
      <w:r w:rsidR="0001122A" w:rsidRPr="00377FD9">
        <w:rPr>
          <w:vertAlign w:val="subscript"/>
        </w:rPr>
        <w:t>2</w:t>
      </w:r>
      <w:r w:rsidRPr="00377FD9">
        <w:t>O generation, thereby increasing the CERs, the following procedures relating to the operating temperature and pressure and the use of ammonia oxidation catalysts shall be applied.</w:t>
      </w:r>
    </w:p>
    <w:p w:rsidR="00B940E2" w:rsidRDefault="00B940E2" w:rsidP="00CB4BB9">
      <w:pPr>
        <w:pStyle w:val="SDMHead3"/>
      </w:pPr>
      <w:bookmarkStart w:id="30" w:name="_Toc358026531"/>
      <w:r>
        <w:t>Operating temperature and pressure of the ammonia oxidation reactor (AOR)</w:t>
      </w:r>
      <w:bookmarkEnd w:id="30"/>
    </w:p>
    <w:p w:rsidR="00B940E2" w:rsidRDefault="00B940E2" w:rsidP="009C4C2F">
      <w:pPr>
        <w:pStyle w:val="SDMPara"/>
        <w:numPr>
          <w:ilvl w:val="0"/>
          <w:numId w:val="4"/>
        </w:numPr>
      </w:pPr>
      <w:r>
        <w:t>If the actual average daily operating temperature or pressure in the ammonia oxidation reactor (</w:t>
      </w:r>
      <w:r w:rsidRPr="00AA0F26">
        <w:rPr>
          <w:i/>
        </w:rPr>
        <w:t>T</w:t>
      </w:r>
      <w:r w:rsidRPr="00AA0F26">
        <w:rPr>
          <w:i/>
          <w:vertAlign w:val="subscript"/>
        </w:rPr>
        <w:t>g</w:t>
      </w:r>
      <w:r>
        <w:t xml:space="preserve"> and </w:t>
      </w:r>
      <w:r w:rsidRPr="00AA0F26">
        <w:rPr>
          <w:i/>
        </w:rPr>
        <w:t>P</w:t>
      </w:r>
      <w:r w:rsidRPr="00AA0F26">
        <w:rPr>
          <w:i/>
          <w:vertAlign w:val="subscript"/>
        </w:rPr>
        <w:t>g</w:t>
      </w:r>
      <w:r>
        <w:t>) are outside a “permitted range” of operating temperatures and pressures (</w:t>
      </w:r>
      <w:r w:rsidRPr="00AA0F26">
        <w:rPr>
          <w:i/>
        </w:rPr>
        <w:t>T</w:t>
      </w:r>
      <w:r w:rsidRPr="00AA0F26">
        <w:rPr>
          <w:i/>
          <w:vertAlign w:val="subscript"/>
        </w:rPr>
        <w:t>g,hist</w:t>
      </w:r>
      <w:r>
        <w:t xml:space="preserve"> and </w:t>
      </w:r>
      <w:r w:rsidRPr="00AA0F26">
        <w:rPr>
          <w:i/>
        </w:rPr>
        <w:t>P</w:t>
      </w:r>
      <w:r w:rsidRPr="00AA0F26">
        <w:rPr>
          <w:i/>
          <w:vertAlign w:val="subscript"/>
        </w:rPr>
        <w:t>g,hist</w:t>
      </w:r>
      <w:r>
        <w:t>), the baseline emissions are calculated for the respective time period based on lower value between (a) the conservative IPCC default values of the latest IPCC GHG Inventory Guidelines accepted by the IPCC</w:t>
      </w:r>
      <w:r w:rsidR="00003604">
        <w:rPr>
          <w:rStyle w:val="FootnoteReference"/>
        </w:rPr>
        <w:footnoteReference w:id="10"/>
      </w:r>
      <w:r>
        <w:t xml:space="preserve"> for the equivalent N</w:t>
      </w:r>
      <w:r w:rsidR="0001122A" w:rsidRPr="0001122A">
        <w:rPr>
          <w:vertAlign w:val="subscript"/>
        </w:rPr>
        <w:t>2</w:t>
      </w:r>
      <w:r>
        <w:t>O emission process, “</w:t>
      </w:r>
      <w:r w:rsidRPr="00A27B81">
        <w:rPr>
          <w:i/>
        </w:rPr>
        <w:t>EF</w:t>
      </w:r>
      <w:r w:rsidRPr="00A27B81">
        <w:rPr>
          <w:i/>
          <w:vertAlign w:val="subscript"/>
        </w:rPr>
        <w:t>N</w:t>
      </w:r>
      <w:r w:rsidR="0001122A" w:rsidRPr="00A27B81">
        <w:rPr>
          <w:i/>
          <w:vertAlign w:val="subscript"/>
        </w:rPr>
        <w:t>2</w:t>
      </w:r>
      <w:r w:rsidRPr="00A27B81">
        <w:rPr>
          <w:i/>
          <w:vertAlign w:val="subscript"/>
        </w:rPr>
        <w:t>O,IPCC</w:t>
      </w:r>
      <w:r>
        <w:t xml:space="preserve">”. </w:t>
      </w:r>
      <w:r w:rsidRPr="00377FD9">
        <w:t xml:space="preserve">for caprolactam using the Raschig process, </w:t>
      </w:r>
      <w:r w:rsidRPr="00A27B81">
        <w:rPr>
          <w:i/>
        </w:rPr>
        <w:t>EF</w:t>
      </w:r>
      <w:r w:rsidRPr="00A27B81">
        <w:rPr>
          <w:i/>
          <w:vertAlign w:val="subscript"/>
        </w:rPr>
        <w:t>N</w:t>
      </w:r>
      <w:r w:rsidR="0001122A" w:rsidRPr="00A27B81">
        <w:rPr>
          <w:i/>
          <w:vertAlign w:val="subscript"/>
        </w:rPr>
        <w:t>2</w:t>
      </w:r>
      <w:r w:rsidRPr="00A27B81">
        <w:rPr>
          <w:i/>
          <w:vertAlign w:val="subscript"/>
        </w:rPr>
        <w:t>O,IPCC</w:t>
      </w:r>
      <w:r w:rsidRPr="00377FD9">
        <w:t xml:space="preserve"> = 5.4kgN</w:t>
      </w:r>
      <w:r w:rsidR="0001122A" w:rsidRPr="00377FD9">
        <w:rPr>
          <w:vertAlign w:val="subscript"/>
        </w:rPr>
        <w:t>2</w:t>
      </w:r>
      <w:r w:rsidRPr="00377FD9">
        <w:t xml:space="preserve">O/tonne of caprolactam, and for a caprolactam plant using the HPO® process, </w:t>
      </w:r>
      <w:r w:rsidRPr="00A27B81">
        <w:rPr>
          <w:i/>
        </w:rPr>
        <w:t>EF</w:t>
      </w:r>
      <w:r w:rsidRPr="00A27B81">
        <w:rPr>
          <w:i/>
          <w:vertAlign w:val="subscript"/>
        </w:rPr>
        <w:t>N</w:t>
      </w:r>
      <w:r w:rsidR="0001122A" w:rsidRPr="00A27B81">
        <w:rPr>
          <w:i/>
          <w:vertAlign w:val="subscript"/>
        </w:rPr>
        <w:t>2</w:t>
      </w:r>
      <w:r w:rsidRPr="00A27B81">
        <w:rPr>
          <w:i/>
          <w:vertAlign w:val="subscript"/>
        </w:rPr>
        <w:t>O,IPCC</w:t>
      </w:r>
      <w:r w:rsidR="00AA0F26" w:rsidRPr="00377FD9">
        <w:t xml:space="preserve"> = 5.4 </w:t>
      </w:r>
      <w:r w:rsidRPr="00377FD9">
        <w:t>kgN</w:t>
      </w:r>
      <w:r w:rsidR="0001122A" w:rsidRPr="00377FD9">
        <w:rPr>
          <w:vertAlign w:val="subscript"/>
        </w:rPr>
        <w:t>2</w:t>
      </w:r>
      <w:r w:rsidRPr="00377FD9">
        <w:t xml:space="preserve">O/tonne of calculated nitric acid production, all conservatively applying the IPCC default values.(b) </w:t>
      </w:r>
      <w:r w:rsidRPr="00377FD9">
        <w:rPr>
          <w:i/>
        </w:rPr>
        <w:t>SE</w:t>
      </w:r>
      <w:r w:rsidRPr="00377FD9">
        <w:rPr>
          <w:i/>
          <w:vertAlign w:val="subscript"/>
        </w:rPr>
        <w:t>N</w:t>
      </w:r>
      <w:r w:rsidR="0001122A" w:rsidRPr="00377FD9">
        <w:rPr>
          <w:i/>
          <w:vertAlign w:val="subscript"/>
        </w:rPr>
        <w:t>2</w:t>
      </w:r>
      <w:r w:rsidRPr="00377FD9">
        <w:rPr>
          <w:i/>
          <w:vertAlign w:val="subscript"/>
        </w:rPr>
        <w:t>O</w:t>
      </w:r>
      <w:r w:rsidRPr="00377FD9">
        <w:rPr>
          <w:i/>
        </w:rPr>
        <w:t>,y</w:t>
      </w:r>
      <w:r w:rsidRPr="00377FD9">
        <w:t xml:space="preserve"> and (c) any </w:t>
      </w:r>
      <w:r>
        <w:t xml:space="preserve">related value as a result of legal regulations (e.g. </w:t>
      </w:r>
      <w:r w:rsidRPr="00AA0F26">
        <w:rPr>
          <w:i/>
        </w:rPr>
        <w:t>RSE</w:t>
      </w:r>
      <w:r w:rsidRPr="00AA0F26">
        <w:rPr>
          <w:i/>
          <w:vertAlign w:val="subscript"/>
        </w:rPr>
        <w:t>N</w:t>
      </w:r>
      <w:r w:rsidR="0001122A" w:rsidRPr="00AA0F26">
        <w:rPr>
          <w:i/>
          <w:vertAlign w:val="subscript"/>
        </w:rPr>
        <w:t>2</w:t>
      </w:r>
      <w:r w:rsidRPr="00AA0F26">
        <w:rPr>
          <w:i/>
          <w:vertAlign w:val="subscript"/>
        </w:rPr>
        <w:t>O,y</w:t>
      </w:r>
      <w:r>
        <w:t>).</w:t>
      </w:r>
    </w:p>
    <w:p w:rsidR="00B940E2" w:rsidRDefault="00B940E2" w:rsidP="009C4C2F">
      <w:pPr>
        <w:pStyle w:val="SDMPara"/>
        <w:numPr>
          <w:ilvl w:val="0"/>
          <w:numId w:val="4"/>
        </w:numPr>
      </w:pPr>
      <w:r w:rsidRPr="00AA0F26">
        <w:rPr>
          <w:i/>
        </w:rPr>
        <w:t>EF</w:t>
      </w:r>
      <w:r w:rsidRPr="00AA0F26">
        <w:rPr>
          <w:i/>
          <w:vertAlign w:val="subscript"/>
        </w:rPr>
        <w:t>N</w:t>
      </w:r>
      <w:r w:rsidR="0001122A" w:rsidRPr="00AA0F26">
        <w:rPr>
          <w:i/>
          <w:vertAlign w:val="subscript"/>
        </w:rPr>
        <w:t>2</w:t>
      </w:r>
      <w:r w:rsidRPr="00AA0F26">
        <w:rPr>
          <w:i/>
          <w:vertAlign w:val="subscript"/>
        </w:rPr>
        <w:t>OIPCC</w:t>
      </w:r>
      <w:r w:rsidR="00AA0F26">
        <w:t xml:space="preserve">  = </w:t>
      </w:r>
      <w:r>
        <w:t>Conservative IPCC default value of the latest IPCC GHG Inventory</w:t>
      </w:r>
      <w:r w:rsidR="00AA0F26">
        <w:br/>
        <w:t xml:space="preserve">                    </w:t>
      </w:r>
      <w:r>
        <w:t>Guidelines accepted by the IPCC for the equivalent N</w:t>
      </w:r>
      <w:r w:rsidR="0001122A" w:rsidRPr="00723EB2">
        <w:rPr>
          <w:vertAlign w:val="subscript"/>
        </w:rPr>
        <w:t>2</w:t>
      </w:r>
      <w:r>
        <w:t>O emission process</w:t>
      </w:r>
    </w:p>
    <w:p w:rsidR="00B940E2" w:rsidRDefault="00B940E2" w:rsidP="009C4C2F">
      <w:pPr>
        <w:pStyle w:val="SDMPara"/>
        <w:numPr>
          <w:ilvl w:val="0"/>
          <w:numId w:val="4"/>
        </w:numPr>
      </w:pPr>
      <w:r>
        <w:lastRenderedPageBreak/>
        <w:t>Required monitoring parameters:</w:t>
      </w:r>
    </w:p>
    <w:p w:rsidR="00B940E2" w:rsidRDefault="00B940E2" w:rsidP="009C4C2F">
      <w:pPr>
        <w:pStyle w:val="SDMSubPara1"/>
        <w:numPr>
          <w:ilvl w:val="1"/>
          <w:numId w:val="4"/>
        </w:numPr>
      </w:pPr>
      <w:r w:rsidRPr="00AA0F26">
        <w:rPr>
          <w:i/>
        </w:rPr>
        <w:t>T</w:t>
      </w:r>
      <w:r w:rsidRPr="00AA0F26">
        <w:rPr>
          <w:i/>
          <w:vertAlign w:val="subscript"/>
        </w:rPr>
        <w:t>g,d</w:t>
      </w:r>
      <w:r w:rsidRPr="007304C1">
        <w:rPr>
          <w:vertAlign w:val="subscript"/>
        </w:rPr>
        <w:t xml:space="preserve"> </w:t>
      </w:r>
      <w:r>
        <w:tab/>
        <w:t xml:space="preserve">Actual operating temperature AOR on day </w:t>
      </w:r>
      <w:r w:rsidRPr="00723EB2">
        <w:rPr>
          <w:i/>
        </w:rPr>
        <w:t>d</w:t>
      </w:r>
      <w:r>
        <w:t xml:space="preserve"> (°C);</w:t>
      </w:r>
    </w:p>
    <w:p w:rsidR="00B940E2" w:rsidRDefault="00B940E2" w:rsidP="009C4C2F">
      <w:pPr>
        <w:pStyle w:val="SDMSubPara1"/>
        <w:numPr>
          <w:ilvl w:val="1"/>
          <w:numId w:val="4"/>
        </w:numPr>
      </w:pPr>
      <w:r w:rsidRPr="00AA0F26">
        <w:rPr>
          <w:i/>
        </w:rPr>
        <w:t>P</w:t>
      </w:r>
      <w:r w:rsidRPr="00AA0F26">
        <w:rPr>
          <w:i/>
          <w:vertAlign w:val="subscript"/>
        </w:rPr>
        <w:t>g,d</w:t>
      </w:r>
      <w:r>
        <w:t xml:space="preserve"> </w:t>
      </w:r>
      <w:r>
        <w:tab/>
        <w:t xml:space="preserve">Actual operating pressure AOR on day </w:t>
      </w:r>
      <w:r w:rsidRPr="00723EB2">
        <w:rPr>
          <w:i/>
        </w:rPr>
        <w:t>d</w:t>
      </w:r>
      <w:r>
        <w:t xml:space="preserve"> (Pa);</w:t>
      </w:r>
    </w:p>
    <w:p w:rsidR="00B940E2" w:rsidRDefault="00B940E2" w:rsidP="009C4C2F">
      <w:pPr>
        <w:pStyle w:val="SDMSubPara1"/>
        <w:numPr>
          <w:ilvl w:val="1"/>
          <w:numId w:val="4"/>
        </w:numPr>
      </w:pPr>
      <w:r w:rsidRPr="00AA0F26">
        <w:rPr>
          <w:i/>
        </w:rPr>
        <w:t>T</w:t>
      </w:r>
      <w:r w:rsidRPr="00AA0F26">
        <w:rPr>
          <w:i/>
          <w:vertAlign w:val="subscript"/>
        </w:rPr>
        <w:t>g,hist</w:t>
      </w:r>
      <w:r>
        <w:tab/>
        <w:t>Historical operating temperature range AOR (°C);</w:t>
      </w:r>
    </w:p>
    <w:p w:rsidR="00B940E2" w:rsidRDefault="00B940E2" w:rsidP="009C4C2F">
      <w:pPr>
        <w:pStyle w:val="SDMSubPara1"/>
        <w:numPr>
          <w:ilvl w:val="1"/>
          <w:numId w:val="4"/>
        </w:numPr>
      </w:pPr>
      <w:r w:rsidRPr="00AA0F26">
        <w:rPr>
          <w:i/>
        </w:rPr>
        <w:t>P</w:t>
      </w:r>
      <w:r w:rsidRPr="00AA0F26">
        <w:rPr>
          <w:i/>
          <w:vertAlign w:val="subscript"/>
        </w:rPr>
        <w:t>g,hist</w:t>
      </w:r>
      <w:r>
        <w:tab/>
        <w:t>Historical operating pressure range AOR (Pa).</w:t>
      </w:r>
    </w:p>
    <w:p w:rsidR="00B940E2" w:rsidRDefault="00B940E2" w:rsidP="009C4C2F">
      <w:pPr>
        <w:pStyle w:val="SDMPara"/>
        <w:numPr>
          <w:ilvl w:val="0"/>
          <w:numId w:val="4"/>
        </w:numPr>
      </w:pPr>
      <w:r>
        <w:t>In order to determine the “permitted range” of the operating temperature and pressure in the ammonia oxidation reactor, the project applicant has the obligation to determine the operating temperature and pressure range by:</w:t>
      </w:r>
    </w:p>
    <w:p w:rsidR="00B940E2" w:rsidRDefault="00B940E2" w:rsidP="009C4C2F">
      <w:pPr>
        <w:pStyle w:val="SDMSubPara1"/>
        <w:numPr>
          <w:ilvl w:val="1"/>
          <w:numId w:val="4"/>
        </w:numPr>
      </w:pPr>
      <w:r>
        <w:t>Firstly, data on historical temperature and pressure ranges; or, if no data on historical temperatures and pressures are available; then</w:t>
      </w:r>
    </w:p>
    <w:p w:rsidR="00B940E2" w:rsidRDefault="00B940E2" w:rsidP="009C4C2F">
      <w:pPr>
        <w:pStyle w:val="SDMSubPara1"/>
        <w:numPr>
          <w:ilvl w:val="1"/>
          <w:numId w:val="4"/>
        </w:numPr>
      </w:pPr>
      <w:r>
        <w:t>Secondly, by range of temperature and pressure stipulated in the operating manual for the existing equipment; or, if no operating manual is available or the operating manual gives insufficient information; then</w:t>
      </w:r>
    </w:p>
    <w:p w:rsidR="00B940E2" w:rsidRDefault="00B940E2" w:rsidP="009C4C2F">
      <w:pPr>
        <w:pStyle w:val="SDMSubPara1"/>
        <w:numPr>
          <w:ilvl w:val="1"/>
          <w:numId w:val="4"/>
        </w:numPr>
      </w:pPr>
      <w:r>
        <w:t xml:space="preserve">Thirdly, by literature reference (e.g. from </w:t>
      </w:r>
      <w:r w:rsidRPr="00AA0F26">
        <w:rPr>
          <w:i/>
        </w:rPr>
        <w:t>Ullmann’s Encyclopedia of Industrial Chemistry, Fifth, completely revised edition</w:t>
      </w:r>
      <w:r>
        <w:t>, Volume A 17, VCH, 1991, P. 298, Table 3. or other standard reference work or literature source).</w:t>
      </w:r>
    </w:p>
    <w:p w:rsidR="00B940E2" w:rsidRDefault="00B940E2" w:rsidP="009C4C2F">
      <w:pPr>
        <w:pStyle w:val="SDMPara"/>
        <w:numPr>
          <w:ilvl w:val="0"/>
          <w:numId w:val="4"/>
        </w:numPr>
      </w:pPr>
      <w:r>
        <w:t>If historical data on daily operating temperatures and pressures are available (i.e. case a), statistical analysis shall be used for determining the permitted range of operating temperature and pressure. To exclude the possibility of manipulating the process, outliers of historical operating temperature and pressure shall be eliminated by statistical methods. Therefore, the time series data are interpreted as a sample from a stochastic variable. All data that are part of the 2.5</w:t>
      </w:r>
      <w:r w:rsidR="001625EA">
        <w:t xml:space="preserve"> </w:t>
      </w:r>
      <w:r w:rsidR="001625EA" w:rsidRPr="007B7FC7">
        <w:t>per cent</w:t>
      </w:r>
      <w:r>
        <w:t xml:space="preserve"> Quanti</w:t>
      </w:r>
      <w:r w:rsidR="001625EA">
        <w:t>le or that are part of the (100</w:t>
      </w:r>
      <w:r w:rsidR="001625EA">
        <w:noBreakHyphen/>
      </w:r>
      <w:r>
        <w:t>2.5)</w:t>
      </w:r>
      <w:r w:rsidR="001625EA">
        <w:t xml:space="preserve"> </w:t>
      </w:r>
      <w:r w:rsidR="001625EA" w:rsidRPr="007B7FC7">
        <w:t>per cent</w:t>
      </w:r>
      <w:r>
        <w:t xml:space="preserve"> Quantile of the sample distribution are defined as outliers and shall be eliminated. The permitted range of operating temperature and pressure is then calculated based on the remaining historical minimum and maximum operating conditions.</w:t>
      </w:r>
    </w:p>
    <w:p w:rsidR="00B940E2" w:rsidRDefault="00B940E2" w:rsidP="00CB4BB9">
      <w:pPr>
        <w:pStyle w:val="SDMHead3"/>
      </w:pPr>
      <w:bookmarkStart w:id="31" w:name="_Toc358026532"/>
      <w:r>
        <w:t>Composition of ammonia oxidation catalyst</w:t>
      </w:r>
      <w:bookmarkEnd w:id="31"/>
    </w:p>
    <w:p w:rsidR="00B940E2" w:rsidRPr="00377FD9" w:rsidRDefault="00B940E2" w:rsidP="009C4C2F">
      <w:pPr>
        <w:pStyle w:val="SDMPara"/>
        <w:numPr>
          <w:ilvl w:val="0"/>
          <w:numId w:val="4"/>
        </w:numPr>
      </w:pPr>
      <w:r w:rsidRPr="00377FD9">
        <w:t>The plant operator is allowed to use compositions of ammonia oxidation catalysts that are common practice in the region or have been used in the caprolactam production plant during the last three years without limitation of N</w:t>
      </w:r>
      <w:r w:rsidR="0001122A" w:rsidRPr="00377FD9">
        <w:rPr>
          <w:vertAlign w:val="subscript"/>
        </w:rPr>
        <w:t>2</w:t>
      </w:r>
      <w:r w:rsidRPr="00377FD9">
        <w:t>O baseline emissions.</w:t>
      </w:r>
    </w:p>
    <w:p w:rsidR="00B940E2" w:rsidRPr="00377FD9" w:rsidRDefault="00B940E2" w:rsidP="009C4C2F">
      <w:pPr>
        <w:pStyle w:val="SDMPara"/>
        <w:numPr>
          <w:ilvl w:val="0"/>
          <w:numId w:val="4"/>
        </w:numPr>
      </w:pPr>
      <w:r w:rsidRPr="00377FD9">
        <w:t>In case the caprolactam production plant operator wishes to change to a composition not used during the last three years, but is common practice in the region and supplied by a reputable manufacturer, or if it corresponds to a composition that is reported as being in use in the relevant literature, the plant operator is allowed to use these ammonia oxidation catalysts without limitation of N</w:t>
      </w:r>
      <w:r w:rsidR="0001122A" w:rsidRPr="00377FD9">
        <w:rPr>
          <w:vertAlign w:val="subscript"/>
        </w:rPr>
        <w:t>2</w:t>
      </w:r>
      <w:r w:rsidRPr="00377FD9">
        <w:t>O baseline emissions.</w:t>
      </w:r>
    </w:p>
    <w:p w:rsidR="00B940E2" w:rsidRDefault="00B940E2" w:rsidP="009C4C2F">
      <w:pPr>
        <w:pStyle w:val="SDMPara"/>
        <w:numPr>
          <w:ilvl w:val="0"/>
          <w:numId w:val="4"/>
        </w:numPr>
      </w:pPr>
      <w:r w:rsidRPr="00377FD9">
        <w:t>In case the caprolactam production plant operator changes the composition of ammonia oxidation catalysts and the composition is not common practice in the region and not reported as being in use in the relevant literature, the project applicant has to demonstrate (either by economic or other arguments) that the choice of the new composition was based on considerations other than an attempt to increase the rate of N</w:t>
      </w:r>
      <w:r w:rsidR="0001122A" w:rsidRPr="00377FD9">
        <w:rPr>
          <w:vertAlign w:val="subscript"/>
        </w:rPr>
        <w:t>2</w:t>
      </w:r>
      <w:r w:rsidRPr="00377FD9">
        <w:t xml:space="preserve">O production. If the project applicant can demonstrate appropriate and verifiable </w:t>
      </w:r>
      <w:r w:rsidRPr="00377FD9">
        <w:lastRenderedPageBreak/>
        <w:t>reasons, the plant operator is allowed to</w:t>
      </w:r>
      <w:r>
        <w:t xml:space="preserve"> use new ammonia oxidation catalysts without limitation of N</w:t>
      </w:r>
      <w:r w:rsidR="0001122A" w:rsidRPr="0001122A">
        <w:rPr>
          <w:vertAlign w:val="subscript"/>
        </w:rPr>
        <w:t>2</w:t>
      </w:r>
      <w:r>
        <w:t>O baseline emissions.</w:t>
      </w:r>
    </w:p>
    <w:p w:rsidR="00B940E2" w:rsidRPr="00377FD9" w:rsidRDefault="00B940E2" w:rsidP="009C4C2F">
      <w:pPr>
        <w:pStyle w:val="SDMPara"/>
        <w:numPr>
          <w:ilvl w:val="0"/>
          <w:numId w:val="4"/>
        </w:numPr>
      </w:pPr>
      <w:r w:rsidRPr="00377FD9">
        <w:t>In case the caprolactam production plant operator changes the composition of ammonia oxidation catalysts and the composition is not common practice in the region and not reported as being in use in the relevant literature, and the project applicant cannot demonstrate appropriate and verifiable reasons for this.</w:t>
      </w:r>
    </w:p>
    <w:p w:rsidR="00B940E2" w:rsidRPr="00377FD9" w:rsidRDefault="00B940E2" w:rsidP="009C4C2F">
      <w:pPr>
        <w:pStyle w:val="SDMPara"/>
        <w:numPr>
          <w:ilvl w:val="0"/>
          <w:numId w:val="4"/>
        </w:numPr>
      </w:pPr>
      <w:r w:rsidRPr="00377FD9">
        <w:t>Baseline emissions are limited to the maximum specific N</w:t>
      </w:r>
      <w:r w:rsidR="0001122A" w:rsidRPr="00377FD9">
        <w:rPr>
          <w:vertAlign w:val="subscript"/>
        </w:rPr>
        <w:t>2</w:t>
      </w:r>
      <w:r w:rsidRPr="00377FD9">
        <w:t>O emissions of previous periods (tN</w:t>
      </w:r>
      <w:r w:rsidR="0001122A" w:rsidRPr="00377FD9">
        <w:rPr>
          <w:vertAlign w:val="subscript"/>
        </w:rPr>
        <w:t>2</w:t>
      </w:r>
      <w:r w:rsidRPr="00377FD9">
        <w:t>O/tCaprolactam for the Raschig process or tN</w:t>
      </w:r>
      <w:r w:rsidR="0001122A" w:rsidRPr="00377FD9">
        <w:rPr>
          <w:vertAlign w:val="subscript"/>
        </w:rPr>
        <w:t>2</w:t>
      </w:r>
      <w:r w:rsidRPr="00377FD9">
        <w:t>O/tonne of calculated nitric acid production for the HPO® process), documented in the verified monitoring reports.</w:t>
      </w:r>
    </w:p>
    <w:p w:rsidR="00B940E2" w:rsidRDefault="00B940E2" w:rsidP="009C4C2F">
      <w:pPr>
        <w:pStyle w:val="SDMPara"/>
        <w:numPr>
          <w:ilvl w:val="0"/>
          <w:numId w:val="4"/>
        </w:numPr>
      </w:pPr>
      <w:r>
        <w:t>Required monitoring parameters:</w:t>
      </w:r>
    </w:p>
    <w:p w:rsidR="00B940E2" w:rsidRDefault="00B940E2" w:rsidP="009C4C2F">
      <w:pPr>
        <w:pStyle w:val="SDMSubPara1"/>
        <w:numPr>
          <w:ilvl w:val="1"/>
          <w:numId w:val="4"/>
        </w:numPr>
      </w:pPr>
      <w:r w:rsidRPr="00377FD9">
        <w:rPr>
          <w:i/>
        </w:rPr>
        <w:t>Gsup</w:t>
      </w:r>
      <w:r w:rsidRPr="00377FD9">
        <w:t xml:space="preserve"> </w:t>
      </w:r>
      <w:r>
        <w:tab/>
      </w:r>
      <w:r w:rsidR="00F1324B">
        <w:tab/>
      </w:r>
      <w:r>
        <w:t>Supplier of the ammonia oxidation catalyst;</w:t>
      </w:r>
    </w:p>
    <w:p w:rsidR="00B940E2" w:rsidRDefault="00B940E2" w:rsidP="009C4C2F">
      <w:pPr>
        <w:pStyle w:val="SDMSubPara1"/>
        <w:numPr>
          <w:ilvl w:val="1"/>
          <w:numId w:val="4"/>
        </w:numPr>
      </w:pPr>
      <w:r w:rsidRPr="00377FD9">
        <w:rPr>
          <w:i/>
        </w:rPr>
        <w:t>Gsup,hist</w:t>
      </w:r>
      <w:r>
        <w:tab/>
        <w:t>Historical supplier of the ammonia oxidation catalyst;</w:t>
      </w:r>
    </w:p>
    <w:p w:rsidR="00B940E2" w:rsidRDefault="00B940E2" w:rsidP="009C4C2F">
      <w:pPr>
        <w:pStyle w:val="SDMSubPara1"/>
        <w:numPr>
          <w:ilvl w:val="1"/>
          <w:numId w:val="4"/>
        </w:numPr>
      </w:pPr>
      <w:r w:rsidRPr="00377FD9">
        <w:rPr>
          <w:i/>
        </w:rPr>
        <w:t>Gcom</w:t>
      </w:r>
      <w:r>
        <w:tab/>
      </w:r>
      <w:r w:rsidR="00F1324B">
        <w:tab/>
      </w:r>
      <w:r>
        <w:t>Composition of the ammonia oxidation catalyst;</w:t>
      </w:r>
    </w:p>
    <w:p w:rsidR="00B940E2" w:rsidRDefault="00B940E2" w:rsidP="009C4C2F">
      <w:pPr>
        <w:pStyle w:val="SDMSubPara1"/>
        <w:numPr>
          <w:ilvl w:val="1"/>
          <w:numId w:val="4"/>
        </w:numPr>
      </w:pPr>
      <w:r w:rsidRPr="00377FD9">
        <w:t>Gcom,hist</w:t>
      </w:r>
      <w:r>
        <w:t xml:space="preserve"> </w:t>
      </w:r>
      <w:r>
        <w:tab/>
        <w:t>Historical composition of the ammonia oxidation catalyst;</w:t>
      </w:r>
    </w:p>
    <w:p w:rsidR="00B940E2" w:rsidRDefault="00B940E2" w:rsidP="009C4C2F">
      <w:pPr>
        <w:pStyle w:val="SDMSubPara1"/>
        <w:numPr>
          <w:ilvl w:val="1"/>
          <w:numId w:val="4"/>
        </w:numPr>
      </w:pPr>
      <w:r w:rsidRPr="00377FD9">
        <w:rPr>
          <w:i/>
        </w:rPr>
        <w:t>SE</w:t>
      </w:r>
      <w:r w:rsidRPr="00377FD9">
        <w:rPr>
          <w:i/>
          <w:vertAlign w:val="subscript"/>
        </w:rPr>
        <w:t>N</w:t>
      </w:r>
      <w:r w:rsidR="0001122A" w:rsidRPr="00377FD9">
        <w:rPr>
          <w:i/>
          <w:vertAlign w:val="subscript"/>
        </w:rPr>
        <w:t>2</w:t>
      </w:r>
      <w:r w:rsidRPr="00377FD9">
        <w:rPr>
          <w:i/>
          <w:vertAlign w:val="subscript"/>
        </w:rPr>
        <w:t>O,y</w:t>
      </w:r>
      <w:r>
        <w:t xml:space="preserve"> </w:t>
      </w:r>
      <w:r>
        <w:tab/>
        <w:t>Specific N</w:t>
      </w:r>
      <w:r w:rsidR="0001122A" w:rsidRPr="00F1324B">
        <w:rPr>
          <w:vertAlign w:val="subscript"/>
        </w:rPr>
        <w:t>2</w:t>
      </w:r>
      <w:r>
        <w:t xml:space="preserve">O emissions per ton of product of </w:t>
      </w:r>
      <w:r w:rsidR="00377FD9">
        <w:br/>
        <w:t xml:space="preserve">                       </w:t>
      </w:r>
      <w:r>
        <w:t xml:space="preserve">caprolactam in year </w:t>
      </w:r>
      <w:r w:rsidRPr="002F64A0">
        <w:rPr>
          <w:i/>
        </w:rPr>
        <w:t>y</w:t>
      </w:r>
      <w:r>
        <w:t xml:space="preserve"> (tN</w:t>
      </w:r>
      <w:r w:rsidR="0001122A" w:rsidRPr="00F1324B">
        <w:rPr>
          <w:vertAlign w:val="subscript"/>
        </w:rPr>
        <w:t>2</w:t>
      </w:r>
      <w:r>
        <w:t>O/t Product).</w:t>
      </w:r>
    </w:p>
    <w:p w:rsidR="00B940E2" w:rsidRDefault="00B940E2" w:rsidP="001A4855">
      <w:pPr>
        <w:pStyle w:val="SDMHead3"/>
      </w:pPr>
      <w:bookmarkStart w:id="32" w:name="_Toc358026533"/>
      <w:r>
        <w:t>Ammonia flow rate to the ammonia oxidation reactor</w:t>
      </w:r>
      <w:bookmarkEnd w:id="32"/>
    </w:p>
    <w:p w:rsidR="00B940E2" w:rsidRDefault="00B940E2" w:rsidP="009C4C2F">
      <w:pPr>
        <w:pStyle w:val="SDMPara"/>
        <w:numPr>
          <w:ilvl w:val="0"/>
          <w:numId w:val="4"/>
        </w:numPr>
      </w:pPr>
      <w:r>
        <w:t>If the actual daily ammonia flow rate exceeds the (upper) limit on maximum historical daily permitted ammonia flow rate, the baseline emissions for this operating day are calculated based on the conservative IPCC default values and are limited by the legal regulations. The upper limit on ammonia flow should be determined based on:</w:t>
      </w:r>
    </w:p>
    <w:p w:rsidR="00B940E2" w:rsidRDefault="00B940E2" w:rsidP="009C4C2F">
      <w:pPr>
        <w:pStyle w:val="SDMSubPara1"/>
        <w:numPr>
          <w:ilvl w:val="1"/>
          <w:numId w:val="4"/>
        </w:numPr>
      </w:pPr>
      <w:r>
        <w:t>Historical operating data on maximum daily average ammonia flow; or, if not existing; on</w:t>
      </w:r>
    </w:p>
    <w:p w:rsidR="00B940E2" w:rsidRDefault="00B940E2" w:rsidP="009C4C2F">
      <w:pPr>
        <w:pStyle w:val="SDMSubPara1"/>
        <w:numPr>
          <w:ilvl w:val="1"/>
          <w:numId w:val="4"/>
        </w:numPr>
      </w:pPr>
      <w:r>
        <w:t>Calculation of the maximum ammonia flow rate allowed as specified by ammonia oxidation catalyst manufacturer or on typical catalyst loadings; or, if not existing;</w:t>
      </w:r>
    </w:p>
    <w:p w:rsidR="00B940E2" w:rsidRDefault="00B940E2" w:rsidP="009C4C2F">
      <w:pPr>
        <w:pStyle w:val="SDMSubPara1"/>
        <w:numPr>
          <w:ilvl w:val="1"/>
          <w:numId w:val="4"/>
        </w:numPr>
      </w:pPr>
      <w:r>
        <w:t>Based on the literature;</w:t>
      </w:r>
    </w:p>
    <w:p w:rsidR="00B940E2" w:rsidRDefault="00B940E2" w:rsidP="009C4C2F">
      <w:pPr>
        <w:pStyle w:val="SDMSubPara1"/>
        <w:numPr>
          <w:ilvl w:val="1"/>
          <w:numId w:val="4"/>
        </w:numPr>
      </w:pPr>
      <w:r>
        <w:t>Ammonia flow rate specified by the ammonia oxidation reactor manufacturer.</w:t>
      </w:r>
    </w:p>
    <w:p w:rsidR="00B940E2" w:rsidRDefault="00B940E2" w:rsidP="009C4C2F">
      <w:pPr>
        <w:pStyle w:val="SDMPara"/>
        <w:numPr>
          <w:ilvl w:val="0"/>
          <w:numId w:val="4"/>
        </w:numPr>
      </w:pPr>
      <w:r>
        <w:t>If the daily ammonia input to the oxidation reactor exceeds the limit on permissible ammonia input, baseline N</w:t>
      </w:r>
      <w:r w:rsidR="0001122A" w:rsidRPr="0001122A">
        <w:rPr>
          <w:vertAlign w:val="subscript"/>
        </w:rPr>
        <w:t>2</w:t>
      </w:r>
      <w:r>
        <w:t xml:space="preserve">O emissions are capped at conservative IPCC default values, </w:t>
      </w:r>
      <w:r w:rsidRPr="00377FD9">
        <w:rPr>
          <w:i/>
        </w:rPr>
        <w:t>EF</w:t>
      </w:r>
      <w:r w:rsidRPr="00377FD9">
        <w:rPr>
          <w:i/>
          <w:vertAlign w:val="subscript"/>
        </w:rPr>
        <w:t>N</w:t>
      </w:r>
      <w:r w:rsidR="0001122A" w:rsidRPr="00377FD9">
        <w:rPr>
          <w:i/>
          <w:vertAlign w:val="subscript"/>
        </w:rPr>
        <w:t>2</w:t>
      </w:r>
      <w:r w:rsidRPr="00377FD9">
        <w:rPr>
          <w:i/>
          <w:vertAlign w:val="subscript"/>
        </w:rPr>
        <w:t>O,IPCC</w:t>
      </w:r>
      <w:r w:rsidRPr="00377FD9">
        <w:rPr>
          <w:i/>
        </w:rPr>
        <w:t>.</w:t>
      </w:r>
    </w:p>
    <w:p w:rsidR="00B940E2" w:rsidRDefault="00B940E2" w:rsidP="009C4C2F">
      <w:pPr>
        <w:pStyle w:val="SDMPara"/>
        <w:numPr>
          <w:ilvl w:val="0"/>
          <w:numId w:val="4"/>
        </w:numPr>
      </w:pPr>
      <w:r>
        <w:t>Required monitoring parameters on daily basis:</w:t>
      </w:r>
    </w:p>
    <w:p w:rsidR="00B940E2" w:rsidRDefault="00B940E2" w:rsidP="009C4C2F">
      <w:pPr>
        <w:pStyle w:val="SDMSubPara1"/>
        <w:numPr>
          <w:ilvl w:val="1"/>
          <w:numId w:val="4"/>
        </w:numPr>
      </w:pPr>
      <w:r w:rsidRPr="00377FD9">
        <w:rPr>
          <w:i/>
        </w:rPr>
        <w:t>A</w:t>
      </w:r>
      <w:r w:rsidRPr="00377FD9">
        <w:rPr>
          <w:i/>
          <w:vertAlign w:val="subscript"/>
        </w:rPr>
        <w:t>OR,d</w:t>
      </w:r>
      <w:r>
        <w:tab/>
        <w:t>Actual ammonia input to oxidation reactor (tNH</w:t>
      </w:r>
      <w:r w:rsidRPr="00480965">
        <w:rPr>
          <w:vertAlign w:val="subscript"/>
        </w:rPr>
        <w:t>3</w:t>
      </w:r>
      <w:r>
        <w:t>/day);</w:t>
      </w:r>
    </w:p>
    <w:p w:rsidR="00B940E2" w:rsidRDefault="00B940E2" w:rsidP="009C4C2F">
      <w:pPr>
        <w:pStyle w:val="SDMSubPara1"/>
        <w:numPr>
          <w:ilvl w:val="1"/>
          <w:numId w:val="4"/>
        </w:numPr>
      </w:pPr>
      <w:r w:rsidRPr="00377FD9">
        <w:rPr>
          <w:i/>
        </w:rPr>
        <w:t>A</w:t>
      </w:r>
      <w:r w:rsidRPr="00377FD9">
        <w:rPr>
          <w:i/>
          <w:vertAlign w:val="subscript"/>
        </w:rPr>
        <w:t>OR,hist</w:t>
      </w:r>
      <w:r>
        <w:tab/>
        <w:t>Maximum historical ammonia input to oxidation reactor (tNH</w:t>
      </w:r>
      <w:r w:rsidRPr="00480965">
        <w:rPr>
          <w:vertAlign w:val="subscript"/>
        </w:rPr>
        <w:t>3</w:t>
      </w:r>
      <w:r>
        <w:t>/day).</w:t>
      </w:r>
    </w:p>
    <w:p w:rsidR="00B940E2" w:rsidRDefault="00B940E2" w:rsidP="001A4855">
      <w:pPr>
        <w:pStyle w:val="SDMHead2"/>
      </w:pPr>
      <w:bookmarkStart w:id="33" w:name="_Toc358026534"/>
      <w:r>
        <w:t>Leakage</w:t>
      </w:r>
      <w:bookmarkEnd w:id="33"/>
    </w:p>
    <w:p w:rsidR="00B940E2" w:rsidRDefault="00B940E2" w:rsidP="009C4C2F">
      <w:pPr>
        <w:pStyle w:val="SDMPara"/>
        <w:numPr>
          <w:ilvl w:val="0"/>
          <w:numId w:val="4"/>
        </w:numPr>
      </w:pPr>
      <w:r>
        <w:t>Each N</w:t>
      </w:r>
      <w:r w:rsidR="0001122A" w:rsidRPr="0001122A">
        <w:rPr>
          <w:vertAlign w:val="subscript"/>
        </w:rPr>
        <w:t>2</w:t>
      </w:r>
      <w:r>
        <w:t>O destruction technology works best over a particular range of tail gas temperatures.</w:t>
      </w:r>
    </w:p>
    <w:p w:rsidR="00B940E2" w:rsidRDefault="00B940E2" w:rsidP="009C4C2F">
      <w:pPr>
        <w:pStyle w:val="SDMPara"/>
        <w:numPr>
          <w:ilvl w:val="0"/>
          <w:numId w:val="4"/>
        </w:numPr>
      </w:pPr>
      <w:r>
        <w:lastRenderedPageBreak/>
        <w:t>Depending on the mode of operation, additional tail gas heating could be required upstream of the destruction facility. Appropriate tail gas temperature at the inlet of the N</w:t>
      </w:r>
      <w:r w:rsidR="0001122A" w:rsidRPr="0001122A">
        <w:rPr>
          <w:vertAlign w:val="subscript"/>
        </w:rPr>
        <w:t>2</w:t>
      </w:r>
      <w:r>
        <w:t>O destruction facility could either be obtained due to external energy sources (e.g. additional heat exchanger) or by adjustments of the internal energy flow. In other words, the increased tail gas temperature at the inlet of the N</w:t>
      </w:r>
      <w:r w:rsidR="0001122A" w:rsidRPr="0001122A">
        <w:rPr>
          <w:vertAlign w:val="subscript"/>
        </w:rPr>
        <w:t>2</w:t>
      </w:r>
      <w:r>
        <w:t>O destruction facility may require additional external energy, but the additional energy might be recovered before the tail gas is released to the atmosphere (e.g. tail gas turbine to generate electricity, kinetic energy or other).</w:t>
      </w:r>
    </w:p>
    <w:p w:rsidR="00B940E2" w:rsidRDefault="00B940E2" w:rsidP="009C4C2F">
      <w:pPr>
        <w:pStyle w:val="SDMPara"/>
        <w:numPr>
          <w:ilvl w:val="0"/>
          <w:numId w:val="4"/>
        </w:numPr>
      </w:pPr>
      <w:r>
        <w:t>On condition that an energy converter (e.g. tail gas turbine) is installed at the end of the pipe, the installation of the N</w:t>
      </w:r>
      <w:r w:rsidR="0001122A" w:rsidRPr="0001122A">
        <w:rPr>
          <w:vertAlign w:val="subscript"/>
        </w:rPr>
        <w:t>2</w:t>
      </w:r>
      <w:r>
        <w:t>O destruction facility will not result in significant additional energy consumption at the caprolactam production plant and therefore no leakage is expected.</w:t>
      </w:r>
    </w:p>
    <w:p w:rsidR="00B940E2" w:rsidRDefault="00B940E2" w:rsidP="009C4C2F">
      <w:pPr>
        <w:pStyle w:val="SDMPara"/>
        <w:numPr>
          <w:ilvl w:val="0"/>
          <w:numId w:val="4"/>
        </w:numPr>
      </w:pPr>
      <w:r>
        <w:t>Leakage emissions need only be analyzed if the project activity does not involve any energy recovery from the tail gas. If an installation for energy utilization at the end of the pipe is missing, leakage is given by:</w:t>
      </w:r>
    </w:p>
    <w:tbl>
      <w:tblPr>
        <w:tblStyle w:val="SDMMethTableEquation"/>
        <w:tblW w:w="8760" w:type="dxa"/>
        <w:tblLook w:val="0600" w:firstRow="0" w:lastRow="0" w:firstColumn="0" w:lastColumn="0" w:noHBand="1" w:noVBand="1"/>
      </w:tblPr>
      <w:tblGrid>
        <w:gridCol w:w="7091"/>
        <w:gridCol w:w="1669"/>
      </w:tblGrid>
      <w:tr w:rsidR="007304C1" w:rsidRPr="00E32F75" w:rsidTr="00DC3001">
        <w:tc>
          <w:tcPr>
            <w:tcW w:w="7224" w:type="dxa"/>
          </w:tcPr>
          <w:p w:rsidR="007304C1" w:rsidRPr="00252AA4" w:rsidRDefault="001F50D8" w:rsidP="00DC3001">
            <w:pPr>
              <w:pStyle w:val="SDMMethEquation"/>
            </w:pPr>
            <m:oMathPara>
              <m:oMathParaPr>
                <m:jc m:val="left"/>
              </m:oMathParaPr>
              <m:oMath>
                <m:sSub>
                  <m:sSubPr>
                    <m:ctrlPr>
                      <w:rPr>
                        <w:rFonts w:ascii="Cambria Math" w:hAnsi="Cambria Math"/>
                        <w:i/>
                      </w:rPr>
                    </m:ctrlPr>
                  </m:sSubPr>
                  <m:e>
                    <m:r>
                      <w:rPr>
                        <w:rFonts w:ascii="Cambria Math" w:hAnsi="Cambria Math"/>
                      </w:rPr>
                      <m:t>LE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LE</m:t>
                    </m:r>
                  </m:e>
                  <m:sub>
                    <m:r>
                      <w:rPr>
                        <w:rFonts w:ascii="Cambria Math" w:hAnsi="Cambria Math"/>
                      </w:rPr>
                      <m:t>s,y</m:t>
                    </m:r>
                  </m:sub>
                </m:sSub>
                <m:r>
                  <w:rPr>
                    <w:rFonts w:ascii="Cambria Math" w:hAnsi="Cambria Math"/>
                  </w:rPr>
                  <m:t>+</m:t>
                </m:r>
                <m:sSub>
                  <m:sSubPr>
                    <m:ctrlPr>
                      <w:rPr>
                        <w:rFonts w:ascii="Cambria Math" w:hAnsi="Cambria Math"/>
                        <w:i/>
                      </w:rPr>
                    </m:ctrlPr>
                  </m:sSubPr>
                  <m:e>
                    <m:r>
                      <w:rPr>
                        <w:rFonts w:ascii="Cambria Math" w:hAnsi="Cambria Math"/>
                      </w:rPr>
                      <m:t>LE</m:t>
                    </m:r>
                  </m:e>
                  <m:sub>
                    <m:r>
                      <w:rPr>
                        <w:rFonts w:ascii="Cambria Math" w:hAnsi="Cambria Math"/>
                      </w:rPr>
                      <m:t>TGU,y</m:t>
                    </m:r>
                  </m:sub>
                </m:sSub>
                <m:r>
                  <w:rPr>
                    <w:rFonts w:ascii="Cambria Math" w:hAnsi="Cambria Math"/>
                  </w:rPr>
                  <m:t>+</m:t>
                </m:r>
                <m:sSub>
                  <m:sSubPr>
                    <m:ctrlPr>
                      <w:rPr>
                        <w:rFonts w:ascii="Cambria Math" w:hAnsi="Cambria Math"/>
                        <w:i/>
                      </w:rPr>
                    </m:ctrlPr>
                  </m:sSubPr>
                  <m:e>
                    <m:r>
                      <w:rPr>
                        <w:rFonts w:ascii="Cambria Math" w:hAnsi="Cambria Math"/>
                      </w:rPr>
                      <m:t>LE</m:t>
                    </m:r>
                  </m:e>
                  <m:sub>
                    <m:r>
                      <w:rPr>
                        <w:rFonts w:ascii="Cambria Math" w:hAnsi="Cambria Math"/>
                      </w:rPr>
                      <m:t>TGH,y</m:t>
                    </m:r>
                  </m:sub>
                </m:sSub>
              </m:oMath>
            </m:oMathPara>
          </w:p>
        </w:tc>
        <w:tc>
          <w:tcPr>
            <w:tcW w:w="1701" w:type="dxa"/>
          </w:tcPr>
          <w:p w:rsidR="007304C1" w:rsidRPr="002B6960" w:rsidRDefault="007304C1" w:rsidP="00DC3001">
            <w:pPr>
              <w:pStyle w:val="SDMMethEquationNr"/>
            </w:pPr>
          </w:p>
        </w:tc>
      </w:tr>
    </w:tbl>
    <w:p w:rsidR="007304C1" w:rsidRPr="001625EA" w:rsidRDefault="007304C1" w:rsidP="00DC3001">
      <w:pPr>
        <w:pStyle w:val="SDMMethCaptionEquationParametersTable"/>
        <w:rPr>
          <w:rFonts w:cs="Arial"/>
        </w:rPr>
      </w:pPr>
      <w:r w:rsidRPr="001625EA">
        <w:rPr>
          <w:rFonts w:cs="Arial"/>
        </w:rPr>
        <w:t>Where:</w:t>
      </w:r>
    </w:p>
    <w:tbl>
      <w:tblPr>
        <w:tblStyle w:val="SDMMethTableEquationParameters"/>
        <w:tblW w:w="8760" w:type="dxa"/>
        <w:tblLook w:val="04A0" w:firstRow="1" w:lastRow="0" w:firstColumn="1" w:lastColumn="0" w:noHBand="0" w:noVBand="1"/>
      </w:tblPr>
      <w:tblGrid>
        <w:gridCol w:w="1701"/>
        <w:gridCol w:w="345"/>
        <w:gridCol w:w="6714"/>
      </w:tblGrid>
      <w:tr w:rsidR="007304C1" w:rsidRPr="001625EA" w:rsidTr="00F36525">
        <w:tc>
          <w:tcPr>
            <w:tcW w:w="1701" w:type="dxa"/>
            <w:vAlign w:val="top"/>
          </w:tcPr>
          <w:p w:rsidR="007304C1" w:rsidRPr="001625EA"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LE</m:t>
                    </m:r>
                  </m:e>
                  <m:sub>
                    <m:r>
                      <w:rPr>
                        <w:rFonts w:ascii="Cambria Math" w:hAnsi="Cambria Math" w:cs="Arial"/>
                        <w:sz w:val="22"/>
                        <w:szCs w:val="22"/>
                      </w:rPr>
                      <m:t>y</m:t>
                    </m:r>
                  </m:sub>
                </m:sSub>
              </m:oMath>
            </m:oMathPara>
          </w:p>
        </w:tc>
        <w:tc>
          <w:tcPr>
            <w:tcW w:w="345" w:type="dxa"/>
            <w:vAlign w:val="top"/>
          </w:tcPr>
          <w:p w:rsidR="007304C1" w:rsidRPr="001625EA" w:rsidRDefault="007304C1" w:rsidP="00F36525">
            <w:pPr>
              <w:pStyle w:val="SDMTableBoxParaNotNumbered"/>
              <w:rPr>
                <w:rFonts w:cs="Arial"/>
                <w:sz w:val="22"/>
                <w:szCs w:val="22"/>
              </w:rPr>
            </w:pPr>
            <w:r w:rsidRPr="001625EA">
              <w:rPr>
                <w:rFonts w:cs="Arial"/>
                <w:sz w:val="22"/>
                <w:szCs w:val="22"/>
              </w:rPr>
              <w:t>=</w:t>
            </w:r>
          </w:p>
        </w:tc>
        <w:tc>
          <w:tcPr>
            <w:tcW w:w="0" w:type="auto"/>
            <w:vAlign w:val="top"/>
          </w:tcPr>
          <w:p w:rsidR="007304C1" w:rsidRPr="001625EA" w:rsidRDefault="007304C1" w:rsidP="00F36525">
            <w:pPr>
              <w:pStyle w:val="SDMTableBoxParaNotNumbered"/>
              <w:rPr>
                <w:rFonts w:cs="Arial"/>
                <w:sz w:val="22"/>
                <w:szCs w:val="22"/>
              </w:rPr>
            </w:pPr>
            <w:r w:rsidRPr="001625EA">
              <w:rPr>
                <w:rFonts w:cs="Arial"/>
                <w:sz w:val="22"/>
                <w:szCs w:val="22"/>
              </w:rPr>
              <w:t xml:space="preserve">Leakage emissions in year </w:t>
            </w:r>
            <w:r w:rsidRPr="001625EA">
              <w:rPr>
                <w:rFonts w:cs="Arial"/>
                <w:i/>
                <w:sz w:val="22"/>
                <w:szCs w:val="22"/>
              </w:rPr>
              <w:t>y</w:t>
            </w:r>
            <w:r w:rsidRPr="001625EA">
              <w:rPr>
                <w:rFonts w:cs="Arial"/>
                <w:sz w:val="22"/>
                <w:szCs w:val="22"/>
              </w:rPr>
              <w:t xml:space="preserve"> (t</w:t>
            </w:r>
            <w:r w:rsidR="00480965" w:rsidRPr="001625EA">
              <w:rPr>
                <w:rFonts w:cs="Arial"/>
                <w:sz w:val="22"/>
                <w:szCs w:val="22"/>
              </w:rPr>
              <w:t xml:space="preserve"> </w:t>
            </w:r>
            <w:r w:rsidRPr="001625EA">
              <w:rPr>
                <w:rFonts w:cs="Arial"/>
                <w:sz w:val="22"/>
                <w:szCs w:val="22"/>
              </w:rPr>
              <w:t>CO</w:t>
            </w:r>
            <w:r w:rsidRPr="001625EA">
              <w:rPr>
                <w:rFonts w:cs="Arial"/>
                <w:sz w:val="22"/>
                <w:szCs w:val="22"/>
                <w:vertAlign w:val="subscript"/>
              </w:rPr>
              <w:t>2</w:t>
            </w:r>
            <w:r w:rsidRPr="001625EA">
              <w:rPr>
                <w:rFonts w:cs="Arial"/>
                <w:sz w:val="22"/>
                <w:szCs w:val="22"/>
              </w:rPr>
              <w:t>e)</w:t>
            </w:r>
          </w:p>
        </w:tc>
      </w:tr>
      <w:tr w:rsidR="007304C1" w:rsidRPr="001625EA" w:rsidTr="00F36525">
        <w:tc>
          <w:tcPr>
            <w:tcW w:w="1701" w:type="dxa"/>
            <w:vAlign w:val="top"/>
          </w:tcPr>
          <w:p w:rsidR="007304C1" w:rsidRPr="001625EA"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LE</m:t>
                    </m:r>
                  </m:e>
                  <m:sub>
                    <m:r>
                      <w:rPr>
                        <w:rFonts w:ascii="Cambria Math" w:hAnsi="Cambria Math" w:cs="Arial"/>
                        <w:sz w:val="22"/>
                        <w:szCs w:val="22"/>
                      </w:rPr>
                      <m:t>s,y</m:t>
                    </m:r>
                  </m:sub>
                </m:sSub>
              </m:oMath>
            </m:oMathPara>
          </w:p>
        </w:tc>
        <w:tc>
          <w:tcPr>
            <w:tcW w:w="345" w:type="dxa"/>
            <w:vAlign w:val="top"/>
          </w:tcPr>
          <w:p w:rsidR="007304C1" w:rsidRPr="001625EA" w:rsidRDefault="007304C1" w:rsidP="00F36525">
            <w:pPr>
              <w:pStyle w:val="SDMTableBoxParaNotNumbered"/>
              <w:rPr>
                <w:rFonts w:cs="Arial"/>
                <w:sz w:val="22"/>
                <w:szCs w:val="22"/>
              </w:rPr>
            </w:pPr>
            <w:r w:rsidRPr="001625EA">
              <w:rPr>
                <w:rFonts w:cs="Arial"/>
                <w:sz w:val="22"/>
                <w:szCs w:val="22"/>
              </w:rPr>
              <w:t>=</w:t>
            </w:r>
          </w:p>
        </w:tc>
        <w:tc>
          <w:tcPr>
            <w:tcW w:w="0" w:type="auto"/>
            <w:vAlign w:val="top"/>
          </w:tcPr>
          <w:p w:rsidR="007304C1" w:rsidRPr="001625EA" w:rsidRDefault="007304C1" w:rsidP="00F36525">
            <w:pPr>
              <w:pStyle w:val="SDMTableBoxParaNotNumbered"/>
              <w:rPr>
                <w:rFonts w:cs="Arial"/>
                <w:sz w:val="22"/>
                <w:szCs w:val="22"/>
              </w:rPr>
            </w:pPr>
            <w:r w:rsidRPr="001625EA">
              <w:rPr>
                <w:rFonts w:cs="Arial"/>
                <w:sz w:val="22"/>
                <w:szCs w:val="22"/>
              </w:rPr>
              <w:t>Emissions from net change steam export (t</w:t>
            </w:r>
            <w:r w:rsidR="00480965" w:rsidRPr="001625EA">
              <w:rPr>
                <w:rFonts w:cs="Arial"/>
                <w:sz w:val="22"/>
                <w:szCs w:val="22"/>
              </w:rPr>
              <w:t xml:space="preserve"> </w:t>
            </w:r>
            <w:r w:rsidRPr="001625EA">
              <w:rPr>
                <w:rFonts w:cs="Arial"/>
                <w:sz w:val="22"/>
                <w:szCs w:val="22"/>
              </w:rPr>
              <w:t>CO</w:t>
            </w:r>
            <w:r w:rsidRPr="001625EA">
              <w:rPr>
                <w:rFonts w:cs="Arial"/>
                <w:sz w:val="22"/>
                <w:szCs w:val="22"/>
                <w:vertAlign w:val="subscript"/>
              </w:rPr>
              <w:t>2</w:t>
            </w:r>
            <w:r w:rsidRPr="001625EA">
              <w:rPr>
                <w:rFonts w:cs="Arial"/>
                <w:sz w:val="22"/>
                <w:szCs w:val="22"/>
              </w:rPr>
              <w:t>e)</w:t>
            </w:r>
          </w:p>
        </w:tc>
      </w:tr>
      <w:tr w:rsidR="007304C1" w:rsidRPr="001625EA" w:rsidTr="00F36525">
        <w:tc>
          <w:tcPr>
            <w:tcW w:w="1701" w:type="dxa"/>
            <w:vAlign w:val="top"/>
          </w:tcPr>
          <w:p w:rsidR="007304C1" w:rsidRPr="001625EA" w:rsidRDefault="001F50D8" w:rsidP="00F36525">
            <w:pPr>
              <w:pStyle w:val="SDMTableBoxParaNotNumbered"/>
              <w:keepNext/>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LE</m:t>
                    </m:r>
                  </m:e>
                  <m:sub>
                    <m:r>
                      <w:rPr>
                        <w:rFonts w:ascii="Cambria Math" w:hAnsi="Cambria Math" w:cs="Arial"/>
                        <w:sz w:val="22"/>
                        <w:szCs w:val="22"/>
                      </w:rPr>
                      <m:t>TGU,y</m:t>
                    </m:r>
                  </m:sub>
                </m:sSub>
              </m:oMath>
            </m:oMathPara>
          </w:p>
        </w:tc>
        <w:tc>
          <w:tcPr>
            <w:tcW w:w="345" w:type="dxa"/>
            <w:vAlign w:val="top"/>
          </w:tcPr>
          <w:p w:rsidR="007304C1" w:rsidRPr="001625EA" w:rsidRDefault="007304C1" w:rsidP="00F36525">
            <w:pPr>
              <w:pStyle w:val="SDMTableBoxParaNotNumbered"/>
              <w:keepNext/>
              <w:rPr>
                <w:rFonts w:cs="Arial"/>
                <w:sz w:val="22"/>
                <w:szCs w:val="22"/>
              </w:rPr>
            </w:pPr>
            <w:r w:rsidRPr="001625EA">
              <w:rPr>
                <w:rFonts w:cs="Arial"/>
                <w:sz w:val="22"/>
                <w:szCs w:val="22"/>
              </w:rPr>
              <w:t>=</w:t>
            </w:r>
          </w:p>
        </w:tc>
        <w:tc>
          <w:tcPr>
            <w:tcW w:w="0" w:type="auto"/>
            <w:vAlign w:val="top"/>
          </w:tcPr>
          <w:p w:rsidR="007304C1" w:rsidRPr="001625EA" w:rsidRDefault="007304C1" w:rsidP="00F36525">
            <w:pPr>
              <w:pStyle w:val="SDMTableBoxParaNotNumbered"/>
              <w:keepNext/>
              <w:rPr>
                <w:rFonts w:cs="Arial"/>
                <w:sz w:val="22"/>
                <w:szCs w:val="22"/>
              </w:rPr>
            </w:pPr>
            <w:r w:rsidRPr="001625EA">
              <w:rPr>
                <w:rFonts w:cs="Arial"/>
                <w:sz w:val="22"/>
                <w:szCs w:val="22"/>
              </w:rPr>
              <w:t>Emissions from net change in tail gas utilization (t</w:t>
            </w:r>
            <w:r w:rsidR="00480965" w:rsidRPr="001625EA">
              <w:rPr>
                <w:rFonts w:cs="Arial"/>
                <w:sz w:val="22"/>
                <w:szCs w:val="22"/>
              </w:rPr>
              <w:t xml:space="preserve"> </w:t>
            </w:r>
            <w:r w:rsidRPr="001625EA">
              <w:rPr>
                <w:rFonts w:cs="Arial"/>
                <w:sz w:val="22"/>
                <w:szCs w:val="22"/>
              </w:rPr>
              <w:t>CO</w:t>
            </w:r>
            <w:r w:rsidRPr="001625EA">
              <w:rPr>
                <w:rFonts w:cs="Arial"/>
                <w:sz w:val="22"/>
                <w:szCs w:val="22"/>
                <w:vertAlign w:val="subscript"/>
              </w:rPr>
              <w:t>2</w:t>
            </w:r>
            <w:r w:rsidRPr="001625EA">
              <w:rPr>
                <w:rFonts w:cs="Arial"/>
                <w:sz w:val="22"/>
                <w:szCs w:val="22"/>
              </w:rPr>
              <w:t>e)</w:t>
            </w:r>
          </w:p>
        </w:tc>
      </w:tr>
      <w:tr w:rsidR="007304C1" w:rsidRPr="001625EA" w:rsidTr="00F36525">
        <w:tc>
          <w:tcPr>
            <w:tcW w:w="1701" w:type="dxa"/>
            <w:vAlign w:val="top"/>
          </w:tcPr>
          <w:p w:rsidR="007304C1" w:rsidRPr="001625EA"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LE</m:t>
                    </m:r>
                  </m:e>
                  <m:sub>
                    <m:r>
                      <w:rPr>
                        <w:rFonts w:ascii="Cambria Math" w:hAnsi="Cambria Math" w:cs="Arial"/>
                        <w:sz w:val="22"/>
                        <w:szCs w:val="22"/>
                      </w:rPr>
                      <m:t>TGH,y</m:t>
                    </m:r>
                  </m:sub>
                </m:sSub>
              </m:oMath>
            </m:oMathPara>
          </w:p>
        </w:tc>
        <w:tc>
          <w:tcPr>
            <w:tcW w:w="345" w:type="dxa"/>
            <w:vAlign w:val="top"/>
          </w:tcPr>
          <w:p w:rsidR="007304C1" w:rsidRPr="001625EA" w:rsidRDefault="007304C1" w:rsidP="00F36525">
            <w:pPr>
              <w:pStyle w:val="SDMTableBoxParaNotNumbered"/>
              <w:rPr>
                <w:rFonts w:cs="Arial"/>
                <w:sz w:val="22"/>
                <w:szCs w:val="22"/>
              </w:rPr>
            </w:pPr>
            <w:r w:rsidRPr="001625EA">
              <w:rPr>
                <w:rFonts w:cs="Arial"/>
                <w:sz w:val="22"/>
                <w:szCs w:val="22"/>
              </w:rPr>
              <w:t>=</w:t>
            </w:r>
          </w:p>
        </w:tc>
        <w:tc>
          <w:tcPr>
            <w:tcW w:w="0" w:type="auto"/>
            <w:vAlign w:val="top"/>
          </w:tcPr>
          <w:p w:rsidR="007304C1" w:rsidRPr="001625EA" w:rsidRDefault="007304C1" w:rsidP="00F36525">
            <w:pPr>
              <w:pStyle w:val="SDMTableBoxParaNotNumbered"/>
              <w:rPr>
                <w:rFonts w:cs="Arial"/>
                <w:sz w:val="22"/>
                <w:szCs w:val="22"/>
              </w:rPr>
            </w:pPr>
            <w:r w:rsidRPr="001625EA">
              <w:rPr>
                <w:rFonts w:cs="Arial"/>
                <w:sz w:val="22"/>
                <w:szCs w:val="22"/>
              </w:rPr>
              <w:t>Emissions from net change in tail gas heating (t</w:t>
            </w:r>
            <w:r w:rsidR="00480965" w:rsidRPr="001625EA">
              <w:rPr>
                <w:rFonts w:cs="Arial"/>
                <w:sz w:val="22"/>
                <w:szCs w:val="22"/>
              </w:rPr>
              <w:t xml:space="preserve"> </w:t>
            </w:r>
            <w:r w:rsidRPr="001625EA">
              <w:rPr>
                <w:rFonts w:cs="Arial"/>
                <w:sz w:val="22"/>
                <w:szCs w:val="22"/>
              </w:rPr>
              <w:t>CO</w:t>
            </w:r>
            <w:r w:rsidRPr="001625EA">
              <w:rPr>
                <w:rFonts w:cs="Arial"/>
                <w:sz w:val="22"/>
                <w:szCs w:val="22"/>
                <w:vertAlign w:val="subscript"/>
              </w:rPr>
              <w:t>2</w:t>
            </w:r>
            <w:r w:rsidRPr="001625EA">
              <w:rPr>
                <w:rFonts w:cs="Arial"/>
                <w:sz w:val="22"/>
                <w:szCs w:val="22"/>
              </w:rPr>
              <w:t>e)</w:t>
            </w:r>
          </w:p>
        </w:tc>
      </w:tr>
    </w:tbl>
    <w:p w:rsidR="00B940E2" w:rsidRDefault="00B940E2" w:rsidP="009C4C2F">
      <w:pPr>
        <w:pStyle w:val="SDMPara"/>
        <w:numPr>
          <w:ilvl w:val="0"/>
          <w:numId w:val="4"/>
        </w:numPr>
      </w:pPr>
      <w:r>
        <w:t>Each component is calculated as follows:</w:t>
      </w:r>
    </w:p>
    <w:tbl>
      <w:tblPr>
        <w:tblStyle w:val="SDMMethTableEquation"/>
        <w:tblW w:w="8760" w:type="dxa"/>
        <w:tblLook w:val="0600" w:firstRow="0" w:lastRow="0" w:firstColumn="0" w:lastColumn="0" w:noHBand="1" w:noVBand="1"/>
      </w:tblPr>
      <w:tblGrid>
        <w:gridCol w:w="7091"/>
        <w:gridCol w:w="1669"/>
      </w:tblGrid>
      <w:tr w:rsidR="007304C1" w:rsidRPr="00E32F75" w:rsidTr="00DC3001">
        <w:tc>
          <w:tcPr>
            <w:tcW w:w="7224" w:type="dxa"/>
          </w:tcPr>
          <w:p w:rsidR="007304C1" w:rsidRPr="00252AA4" w:rsidRDefault="001F50D8" w:rsidP="00DC3001">
            <w:pPr>
              <w:pStyle w:val="SDMMethEquation"/>
            </w:pPr>
            <m:oMathPara>
              <m:oMathParaPr>
                <m:jc m:val="left"/>
              </m:oMathParaPr>
              <m:oMath>
                <m:sSub>
                  <m:sSubPr>
                    <m:ctrlPr>
                      <w:rPr>
                        <w:rFonts w:ascii="Cambria Math" w:hAnsi="Cambria Math"/>
                        <w:i/>
                      </w:rPr>
                    </m:ctrlPr>
                  </m:sSubPr>
                  <m:e>
                    <m:r>
                      <w:rPr>
                        <w:rFonts w:ascii="Cambria Math" w:hAnsi="Cambria Math"/>
                      </w:rPr>
                      <m:t>LE</m:t>
                    </m:r>
                  </m:e>
                  <m:sub>
                    <m:r>
                      <w:rPr>
                        <w:rFonts w:ascii="Cambria Math" w:hAnsi="Cambria Math"/>
                      </w:rPr>
                      <m:t>s,y</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ST</m:t>
                        </m:r>
                      </m:e>
                      <m:sub>
                        <m:r>
                          <w:rPr>
                            <w:rFonts w:ascii="Cambria Math" w:hAnsi="Cambria Math"/>
                          </w:rPr>
                          <m:t>BL</m:t>
                        </m:r>
                      </m:sub>
                    </m:sSub>
                    <m:r>
                      <w:rPr>
                        <w:rFonts w:ascii="Cambria Math" w:hAnsi="Cambria Math"/>
                      </w:rPr>
                      <m:t>-</m:t>
                    </m:r>
                    <m:sSub>
                      <m:sSubPr>
                        <m:ctrlPr>
                          <w:rPr>
                            <w:rFonts w:ascii="Cambria Math" w:hAnsi="Cambria Math"/>
                            <w:i/>
                          </w:rPr>
                        </m:ctrlPr>
                      </m:sSubPr>
                      <m:e>
                        <m:r>
                          <w:rPr>
                            <w:rFonts w:ascii="Cambria Math" w:hAnsi="Cambria Math"/>
                          </w:rPr>
                          <m:t>ST</m:t>
                        </m:r>
                      </m:e>
                      <m:sub>
                        <m:r>
                          <w:rPr>
                            <w:rFonts w:ascii="Cambria Math" w:hAnsi="Cambria Math"/>
                          </w:rPr>
                          <m:t>PR</m:t>
                        </m:r>
                      </m:sub>
                    </m:sSub>
                  </m:e>
                </m:d>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ST</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ST</m:t>
                    </m:r>
                  </m:sub>
                </m:sSub>
              </m:oMath>
            </m:oMathPara>
          </w:p>
        </w:tc>
        <w:tc>
          <w:tcPr>
            <w:tcW w:w="1701" w:type="dxa"/>
          </w:tcPr>
          <w:p w:rsidR="007304C1" w:rsidRPr="002B6960" w:rsidRDefault="007304C1" w:rsidP="00DC3001">
            <w:pPr>
              <w:pStyle w:val="SDMMethEquationNr"/>
            </w:pPr>
          </w:p>
        </w:tc>
      </w:tr>
    </w:tbl>
    <w:p w:rsidR="007304C1" w:rsidRDefault="007304C1" w:rsidP="00DC3001">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7304C1" w:rsidTr="00F36525">
        <w:tc>
          <w:tcPr>
            <w:tcW w:w="1701" w:type="dxa"/>
            <w:vAlign w:val="top"/>
          </w:tcPr>
          <w:p w:rsidR="007304C1"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LE</m:t>
                    </m:r>
                  </m:e>
                  <m:sub>
                    <m:r>
                      <w:rPr>
                        <w:rFonts w:ascii="Cambria Math" w:hAnsi="Cambria Math" w:cs="Arial"/>
                        <w:sz w:val="22"/>
                        <w:szCs w:val="22"/>
                      </w:rPr>
                      <m:t>s,y</m:t>
                    </m:r>
                  </m:sub>
                </m:sSub>
              </m:oMath>
            </m:oMathPara>
          </w:p>
        </w:tc>
        <w:tc>
          <w:tcPr>
            <w:tcW w:w="345" w:type="dxa"/>
            <w:vAlign w:val="top"/>
          </w:tcPr>
          <w:p w:rsidR="007304C1" w:rsidRPr="00F36525" w:rsidRDefault="007304C1" w:rsidP="00F36525">
            <w:pPr>
              <w:pStyle w:val="SDMTableBoxParaNotNumbered"/>
              <w:rPr>
                <w:rFonts w:cs="Arial"/>
                <w:sz w:val="22"/>
                <w:szCs w:val="22"/>
              </w:rPr>
            </w:pPr>
            <w:r w:rsidRPr="00F36525">
              <w:rPr>
                <w:rFonts w:cs="Arial"/>
                <w:sz w:val="22"/>
                <w:szCs w:val="22"/>
              </w:rPr>
              <w:t>=</w:t>
            </w:r>
          </w:p>
        </w:tc>
        <w:tc>
          <w:tcPr>
            <w:tcW w:w="0" w:type="auto"/>
            <w:vAlign w:val="top"/>
          </w:tcPr>
          <w:p w:rsidR="007304C1" w:rsidRPr="00F36525" w:rsidRDefault="007304C1" w:rsidP="00F36525">
            <w:pPr>
              <w:pStyle w:val="SDMTableBoxParaNotNumbered"/>
              <w:rPr>
                <w:rFonts w:cs="Arial"/>
                <w:sz w:val="22"/>
                <w:szCs w:val="22"/>
              </w:rPr>
            </w:pPr>
            <w:r w:rsidRPr="00F36525">
              <w:rPr>
                <w:rFonts w:cs="Arial"/>
                <w:sz w:val="22"/>
                <w:szCs w:val="22"/>
              </w:rPr>
              <w:t>Emissions from net change steam export (t</w:t>
            </w:r>
            <w:r w:rsidR="00480965" w:rsidRPr="00F36525">
              <w:rPr>
                <w:rFonts w:cs="Arial"/>
                <w:sz w:val="22"/>
                <w:szCs w:val="22"/>
              </w:rPr>
              <w:t xml:space="preserve"> </w:t>
            </w:r>
            <w:r w:rsidRPr="00F36525">
              <w:rPr>
                <w:rFonts w:cs="Arial"/>
                <w:sz w:val="22"/>
                <w:szCs w:val="22"/>
              </w:rPr>
              <w:t>CO</w:t>
            </w:r>
            <w:r w:rsidRPr="00F36525">
              <w:rPr>
                <w:rFonts w:cs="Arial"/>
                <w:sz w:val="22"/>
                <w:szCs w:val="22"/>
                <w:vertAlign w:val="subscript"/>
              </w:rPr>
              <w:t>2</w:t>
            </w:r>
            <w:r w:rsidRPr="00F36525">
              <w:rPr>
                <w:rFonts w:cs="Arial"/>
                <w:sz w:val="22"/>
                <w:szCs w:val="22"/>
              </w:rPr>
              <w:t>e)</w:t>
            </w:r>
          </w:p>
        </w:tc>
      </w:tr>
      <w:tr w:rsidR="007304C1" w:rsidTr="00F36525">
        <w:tc>
          <w:tcPr>
            <w:tcW w:w="1701" w:type="dxa"/>
            <w:vAlign w:val="top"/>
          </w:tcPr>
          <w:p w:rsidR="007304C1"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ST</m:t>
                    </m:r>
                  </m:e>
                  <m:sub>
                    <m:r>
                      <w:rPr>
                        <w:rFonts w:ascii="Cambria Math" w:hAnsi="Cambria Math" w:cs="Arial"/>
                        <w:sz w:val="22"/>
                        <w:szCs w:val="22"/>
                      </w:rPr>
                      <m:t>BL</m:t>
                    </m:r>
                  </m:sub>
                </m:sSub>
              </m:oMath>
            </m:oMathPara>
          </w:p>
        </w:tc>
        <w:tc>
          <w:tcPr>
            <w:tcW w:w="345" w:type="dxa"/>
            <w:vAlign w:val="top"/>
          </w:tcPr>
          <w:p w:rsidR="007304C1" w:rsidRPr="00F36525" w:rsidRDefault="007304C1" w:rsidP="00F36525">
            <w:pPr>
              <w:pStyle w:val="SDMTableBoxParaNotNumbered"/>
              <w:rPr>
                <w:rFonts w:cs="Arial"/>
                <w:sz w:val="22"/>
                <w:szCs w:val="22"/>
              </w:rPr>
            </w:pPr>
            <w:r w:rsidRPr="00F36525">
              <w:rPr>
                <w:rFonts w:cs="Arial"/>
                <w:sz w:val="22"/>
                <w:szCs w:val="22"/>
              </w:rPr>
              <w:t>=</w:t>
            </w:r>
          </w:p>
        </w:tc>
        <w:tc>
          <w:tcPr>
            <w:tcW w:w="0" w:type="auto"/>
            <w:vAlign w:val="top"/>
          </w:tcPr>
          <w:p w:rsidR="007304C1" w:rsidRPr="00F36525" w:rsidRDefault="007304C1" w:rsidP="00F36525">
            <w:pPr>
              <w:pStyle w:val="SDMTableBoxParaNotNumbered"/>
              <w:rPr>
                <w:rFonts w:cs="Arial"/>
                <w:sz w:val="22"/>
                <w:szCs w:val="22"/>
              </w:rPr>
            </w:pPr>
            <w:r w:rsidRPr="00F36525">
              <w:rPr>
                <w:rFonts w:cs="Arial"/>
                <w:sz w:val="22"/>
                <w:szCs w:val="22"/>
              </w:rPr>
              <w:t>Baseline steam export (MW)</w:t>
            </w:r>
          </w:p>
        </w:tc>
      </w:tr>
      <w:tr w:rsidR="007304C1" w:rsidTr="00F36525">
        <w:tc>
          <w:tcPr>
            <w:tcW w:w="1701" w:type="dxa"/>
            <w:vAlign w:val="top"/>
          </w:tcPr>
          <w:p w:rsidR="007304C1"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ST</m:t>
                    </m:r>
                  </m:e>
                  <m:sub>
                    <m:r>
                      <w:rPr>
                        <w:rFonts w:ascii="Cambria Math" w:hAnsi="Cambria Math" w:cs="Arial"/>
                        <w:sz w:val="22"/>
                        <w:szCs w:val="22"/>
                      </w:rPr>
                      <m:t>PR</m:t>
                    </m:r>
                  </m:sub>
                </m:sSub>
              </m:oMath>
            </m:oMathPara>
          </w:p>
        </w:tc>
        <w:tc>
          <w:tcPr>
            <w:tcW w:w="345" w:type="dxa"/>
            <w:vAlign w:val="top"/>
          </w:tcPr>
          <w:p w:rsidR="007304C1" w:rsidRPr="00F36525" w:rsidRDefault="007304C1" w:rsidP="00F36525">
            <w:pPr>
              <w:pStyle w:val="SDMTableBoxParaNotNumbered"/>
              <w:rPr>
                <w:rFonts w:cs="Arial"/>
                <w:sz w:val="22"/>
                <w:szCs w:val="22"/>
              </w:rPr>
            </w:pPr>
            <w:r w:rsidRPr="00F36525">
              <w:rPr>
                <w:rFonts w:cs="Arial"/>
                <w:sz w:val="22"/>
                <w:szCs w:val="22"/>
              </w:rPr>
              <w:t>=</w:t>
            </w:r>
          </w:p>
        </w:tc>
        <w:tc>
          <w:tcPr>
            <w:tcW w:w="0" w:type="auto"/>
            <w:vAlign w:val="top"/>
          </w:tcPr>
          <w:p w:rsidR="007304C1" w:rsidRPr="00F36525" w:rsidRDefault="007304C1" w:rsidP="00F36525">
            <w:pPr>
              <w:pStyle w:val="SDMTableBoxParaNotNumbered"/>
              <w:rPr>
                <w:rFonts w:cs="Arial"/>
                <w:sz w:val="22"/>
                <w:szCs w:val="22"/>
              </w:rPr>
            </w:pPr>
            <w:r w:rsidRPr="00F36525">
              <w:rPr>
                <w:rFonts w:cs="Arial"/>
                <w:sz w:val="22"/>
                <w:szCs w:val="22"/>
              </w:rPr>
              <w:t>Project steam export (MW)</w:t>
            </w:r>
          </w:p>
        </w:tc>
      </w:tr>
      <w:tr w:rsidR="007304C1" w:rsidTr="00F36525">
        <w:tc>
          <w:tcPr>
            <w:tcW w:w="1701" w:type="dxa"/>
            <w:vAlign w:val="top"/>
          </w:tcPr>
          <w:p w:rsidR="007304C1"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M</m:t>
                    </m:r>
                  </m:e>
                  <m:sub>
                    <m:r>
                      <w:rPr>
                        <w:rFonts w:ascii="Cambria Math" w:hAnsi="Cambria Math" w:cs="Arial"/>
                        <w:sz w:val="22"/>
                        <w:szCs w:val="22"/>
                      </w:rPr>
                      <m:t>y</m:t>
                    </m:r>
                  </m:sub>
                </m:sSub>
              </m:oMath>
            </m:oMathPara>
          </w:p>
        </w:tc>
        <w:tc>
          <w:tcPr>
            <w:tcW w:w="345" w:type="dxa"/>
            <w:vAlign w:val="top"/>
          </w:tcPr>
          <w:p w:rsidR="007304C1" w:rsidRPr="00F36525" w:rsidRDefault="007304C1" w:rsidP="00F36525">
            <w:pPr>
              <w:pStyle w:val="SDMTableBoxParaNotNumbered"/>
              <w:rPr>
                <w:rFonts w:cs="Arial"/>
                <w:sz w:val="22"/>
                <w:szCs w:val="22"/>
              </w:rPr>
            </w:pPr>
            <w:r w:rsidRPr="00F36525">
              <w:rPr>
                <w:rFonts w:cs="Arial"/>
                <w:sz w:val="22"/>
                <w:szCs w:val="22"/>
              </w:rPr>
              <w:t>=</w:t>
            </w:r>
          </w:p>
        </w:tc>
        <w:tc>
          <w:tcPr>
            <w:tcW w:w="0" w:type="auto"/>
            <w:vAlign w:val="top"/>
          </w:tcPr>
          <w:p w:rsidR="007304C1" w:rsidRPr="00F36525" w:rsidRDefault="007304C1" w:rsidP="00F36525">
            <w:pPr>
              <w:pStyle w:val="SDMTableBoxParaNotNumbered"/>
              <w:rPr>
                <w:rFonts w:cs="Arial"/>
                <w:sz w:val="22"/>
                <w:szCs w:val="22"/>
              </w:rPr>
            </w:pPr>
            <w:r w:rsidRPr="00F36525">
              <w:rPr>
                <w:rFonts w:cs="Arial"/>
                <w:sz w:val="22"/>
                <w:szCs w:val="22"/>
              </w:rPr>
              <w:t xml:space="preserve">Operating hours in year </w:t>
            </w:r>
            <w:r w:rsidRPr="00F36525">
              <w:rPr>
                <w:rFonts w:cs="Arial"/>
                <w:i/>
                <w:sz w:val="22"/>
                <w:szCs w:val="22"/>
              </w:rPr>
              <w:t>y</w:t>
            </w:r>
            <w:r w:rsidRPr="00F36525">
              <w:rPr>
                <w:rFonts w:cs="Arial"/>
                <w:sz w:val="22"/>
                <w:szCs w:val="22"/>
              </w:rPr>
              <w:t xml:space="preserve"> (h)</w:t>
            </w:r>
          </w:p>
        </w:tc>
      </w:tr>
      <w:tr w:rsidR="007304C1" w:rsidTr="00F36525">
        <w:tc>
          <w:tcPr>
            <w:tcW w:w="1701" w:type="dxa"/>
            <w:vAlign w:val="top"/>
          </w:tcPr>
          <w:p w:rsidR="007304C1"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η</m:t>
                    </m:r>
                  </m:e>
                  <m:sub>
                    <m:r>
                      <w:rPr>
                        <w:rFonts w:ascii="Cambria Math" w:hAnsi="Cambria Math" w:cs="Arial"/>
                        <w:sz w:val="22"/>
                        <w:szCs w:val="22"/>
                      </w:rPr>
                      <m:t>ST</m:t>
                    </m:r>
                  </m:sub>
                </m:sSub>
              </m:oMath>
            </m:oMathPara>
          </w:p>
        </w:tc>
        <w:tc>
          <w:tcPr>
            <w:tcW w:w="345" w:type="dxa"/>
            <w:vAlign w:val="top"/>
          </w:tcPr>
          <w:p w:rsidR="007304C1" w:rsidRPr="00F36525" w:rsidRDefault="007304C1" w:rsidP="00F36525">
            <w:pPr>
              <w:pStyle w:val="SDMTableBoxParaNotNumbered"/>
              <w:rPr>
                <w:rFonts w:cs="Arial"/>
                <w:sz w:val="22"/>
                <w:szCs w:val="22"/>
              </w:rPr>
            </w:pPr>
            <w:r w:rsidRPr="00F36525">
              <w:rPr>
                <w:rFonts w:cs="Arial"/>
                <w:sz w:val="22"/>
                <w:szCs w:val="22"/>
              </w:rPr>
              <w:t>=</w:t>
            </w:r>
          </w:p>
        </w:tc>
        <w:tc>
          <w:tcPr>
            <w:tcW w:w="0" w:type="auto"/>
            <w:vAlign w:val="top"/>
          </w:tcPr>
          <w:p w:rsidR="007304C1" w:rsidRPr="00F36525" w:rsidRDefault="00392B3F" w:rsidP="00F36525">
            <w:pPr>
              <w:pStyle w:val="SDMTableBoxParaNotNumbered"/>
              <w:rPr>
                <w:rFonts w:cs="Arial"/>
                <w:sz w:val="22"/>
                <w:szCs w:val="22"/>
              </w:rPr>
            </w:pPr>
            <w:r w:rsidRPr="00F36525">
              <w:rPr>
                <w:rFonts w:cs="Arial"/>
                <w:sz w:val="22"/>
                <w:szCs w:val="22"/>
              </w:rPr>
              <w:t>Efficiency of steam generation (%)</w:t>
            </w:r>
          </w:p>
        </w:tc>
      </w:tr>
      <w:tr w:rsidR="007304C1" w:rsidTr="00F36525">
        <w:tc>
          <w:tcPr>
            <w:tcW w:w="1701" w:type="dxa"/>
            <w:vAlign w:val="top"/>
          </w:tcPr>
          <w:p w:rsidR="007304C1"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EF</m:t>
                    </m:r>
                  </m:e>
                  <m:sub>
                    <m:r>
                      <w:rPr>
                        <w:rFonts w:ascii="Cambria Math" w:hAnsi="Cambria Math" w:cs="Arial"/>
                        <w:sz w:val="22"/>
                        <w:szCs w:val="22"/>
                      </w:rPr>
                      <m:t>ST</m:t>
                    </m:r>
                  </m:sub>
                </m:sSub>
              </m:oMath>
            </m:oMathPara>
          </w:p>
        </w:tc>
        <w:tc>
          <w:tcPr>
            <w:tcW w:w="345" w:type="dxa"/>
            <w:vAlign w:val="top"/>
          </w:tcPr>
          <w:p w:rsidR="007304C1" w:rsidRPr="00F36525" w:rsidRDefault="007304C1" w:rsidP="00F36525">
            <w:pPr>
              <w:pStyle w:val="SDMTableBoxParaNotNumbered"/>
              <w:rPr>
                <w:rFonts w:cs="Arial"/>
                <w:sz w:val="22"/>
                <w:szCs w:val="22"/>
              </w:rPr>
            </w:pPr>
            <w:r w:rsidRPr="00F36525">
              <w:rPr>
                <w:rFonts w:cs="Arial"/>
                <w:sz w:val="22"/>
                <w:szCs w:val="22"/>
              </w:rPr>
              <w:t>=</w:t>
            </w:r>
          </w:p>
        </w:tc>
        <w:tc>
          <w:tcPr>
            <w:tcW w:w="0" w:type="auto"/>
            <w:vAlign w:val="top"/>
          </w:tcPr>
          <w:p w:rsidR="007304C1" w:rsidRPr="00F36525" w:rsidRDefault="00392B3F" w:rsidP="00F36525">
            <w:pPr>
              <w:pStyle w:val="SDMTableBoxParaNotNumbered"/>
              <w:rPr>
                <w:rFonts w:cs="Arial"/>
                <w:sz w:val="22"/>
                <w:szCs w:val="22"/>
              </w:rPr>
            </w:pPr>
            <w:r w:rsidRPr="00F36525">
              <w:rPr>
                <w:rFonts w:cs="Arial"/>
                <w:sz w:val="22"/>
                <w:szCs w:val="22"/>
              </w:rPr>
              <w:t>Fuel emissions factor for steam generation (t</w:t>
            </w:r>
            <w:r w:rsidR="00377FD9" w:rsidRPr="00F36525">
              <w:rPr>
                <w:rFonts w:cs="Arial"/>
                <w:sz w:val="22"/>
                <w:szCs w:val="22"/>
              </w:rPr>
              <w:t xml:space="preserve"> </w:t>
            </w:r>
            <w:r w:rsidRPr="00F36525">
              <w:rPr>
                <w:rFonts w:cs="Arial"/>
                <w:sz w:val="22"/>
                <w:szCs w:val="22"/>
              </w:rPr>
              <w:t>CO</w:t>
            </w:r>
            <w:r w:rsidRPr="00F36525">
              <w:rPr>
                <w:rFonts w:cs="Arial"/>
                <w:sz w:val="22"/>
                <w:szCs w:val="22"/>
                <w:vertAlign w:val="subscript"/>
              </w:rPr>
              <w:t>2</w:t>
            </w:r>
            <w:r w:rsidRPr="00F36525">
              <w:rPr>
                <w:rFonts w:cs="Arial"/>
                <w:sz w:val="22"/>
                <w:szCs w:val="22"/>
              </w:rPr>
              <w:t>e/MWh)</w:t>
            </w:r>
          </w:p>
        </w:tc>
      </w:tr>
    </w:tbl>
    <w:tbl>
      <w:tblPr>
        <w:tblStyle w:val="SDMMethTableEquation"/>
        <w:tblW w:w="8760" w:type="dxa"/>
        <w:tblLook w:val="0600" w:firstRow="0" w:lastRow="0" w:firstColumn="0" w:lastColumn="0" w:noHBand="1" w:noVBand="1"/>
      </w:tblPr>
      <w:tblGrid>
        <w:gridCol w:w="7091"/>
        <w:gridCol w:w="1669"/>
      </w:tblGrid>
      <w:tr w:rsidR="00392B3F" w:rsidRPr="00E32F75" w:rsidTr="00DC3001">
        <w:tc>
          <w:tcPr>
            <w:tcW w:w="7224" w:type="dxa"/>
          </w:tcPr>
          <w:p w:rsidR="00392B3F" w:rsidRPr="00252AA4" w:rsidRDefault="001F50D8" w:rsidP="00DC3001">
            <w:pPr>
              <w:pStyle w:val="SDMMethEquation"/>
            </w:pPr>
            <m:oMathPara>
              <m:oMathParaPr>
                <m:jc m:val="left"/>
              </m:oMathParaPr>
              <m:oMath>
                <m:sSub>
                  <m:sSubPr>
                    <m:ctrlPr>
                      <w:rPr>
                        <w:rFonts w:ascii="Cambria Math" w:hAnsi="Cambria Math"/>
                        <w:i/>
                      </w:rPr>
                    </m:ctrlPr>
                  </m:sSubPr>
                  <m:e>
                    <m:r>
                      <w:rPr>
                        <w:rFonts w:ascii="Cambria Math" w:hAnsi="Cambria Math"/>
                      </w:rPr>
                      <m:t>LE</m:t>
                    </m:r>
                  </m:e>
                  <m:sub>
                    <m:r>
                      <w:rPr>
                        <w:rFonts w:ascii="Cambria Math" w:hAnsi="Cambria Math"/>
                      </w:rPr>
                      <m:t>TGU,y</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EE</m:t>
                        </m:r>
                      </m:e>
                      <m:sub>
                        <m:r>
                          <w:rPr>
                            <w:rFonts w:ascii="Cambria Math" w:hAnsi="Cambria Math"/>
                          </w:rPr>
                          <m:t>BL</m:t>
                        </m:r>
                      </m:sub>
                    </m:sSub>
                    <m:r>
                      <w:rPr>
                        <w:rFonts w:ascii="Cambria Math" w:hAnsi="Cambria Math"/>
                      </w:rPr>
                      <m:t>-</m:t>
                    </m:r>
                    <m:sSub>
                      <m:sSubPr>
                        <m:ctrlPr>
                          <w:rPr>
                            <w:rFonts w:ascii="Cambria Math" w:hAnsi="Cambria Math"/>
                            <w:i/>
                          </w:rPr>
                        </m:ctrlPr>
                      </m:sSubPr>
                      <m:e>
                        <m:r>
                          <w:rPr>
                            <w:rFonts w:ascii="Cambria Math" w:hAnsi="Cambria Math"/>
                          </w:rPr>
                          <m:t>EE</m:t>
                        </m:r>
                      </m:e>
                      <m:sub>
                        <m:r>
                          <w:rPr>
                            <w:rFonts w:ascii="Cambria Math" w:hAnsi="Cambria Math"/>
                          </w:rPr>
                          <m:t>PR</m:t>
                        </m:r>
                      </m:sub>
                    </m:sSub>
                  </m:e>
                </m:d>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r</m:t>
                    </m:r>
                  </m:sub>
                </m:sSub>
              </m:oMath>
            </m:oMathPara>
          </w:p>
        </w:tc>
        <w:tc>
          <w:tcPr>
            <w:tcW w:w="1701" w:type="dxa"/>
          </w:tcPr>
          <w:p w:rsidR="00392B3F" w:rsidRPr="002B6960" w:rsidRDefault="00392B3F" w:rsidP="00DC3001">
            <w:pPr>
              <w:pStyle w:val="SDMMethEquationNr"/>
            </w:pPr>
          </w:p>
        </w:tc>
      </w:tr>
    </w:tbl>
    <w:p w:rsidR="00392B3F" w:rsidRDefault="00392B3F" w:rsidP="00DC3001">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392B3F" w:rsidTr="00F36525">
        <w:tc>
          <w:tcPr>
            <w:tcW w:w="1701" w:type="dxa"/>
            <w:vAlign w:val="top"/>
          </w:tcPr>
          <w:p w:rsidR="00392B3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LE</m:t>
                    </m:r>
                  </m:e>
                  <m:sub>
                    <m:r>
                      <w:rPr>
                        <w:rFonts w:ascii="Cambria Math" w:hAnsi="Cambria Math" w:cs="Arial"/>
                        <w:sz w:val="22"/>
                        <w:szCs w:val="22"/>
                      </w:rPr>
                      <m:t>TGU,y</m:t>
                    </m:r>
                  </m:sub>
                </m:sSub>
              </m:oMath>
            </m:oMathPara>
          </w:p>
        </w:tc>
        <w:tc>
          <w:tcPr>
            <w:tcW w:w="345" w:type="dxa"/>
            <w:vAlign w:val="top"/>
          </w:tcPr>
          <w:p w:rsidR="00392B3F" w:rsidRPr="00F36525" w:rsidRDefault="00392B3F" w:rsidP="00F36525">
            <w:pPr>
              <w:pStyle w:val="SDMTableBoxParaNotNumbered"/>
              <w:rPr>
                <w:rFonts w:cs="Arial"/>
                <w:sz w:val="22"/>
                <w:szCs w:val="22"/>
              </w:rPr>
            </w:pPr>
            <w:r w:rsidRPr="00F36525">
              <w:rPr>
                <w:rFonts w:cs="Arial"/>
                <w:sz w:val="22"/>
                <w:szCs w:val="22"/>
              </w:rPr>
              <w:t>=</w:t>
            </w:r>
          </w:p>
        </w:tc>
        <w:tc>
          <w:tcPr>
            <w:tcW w:w="0" w:type="auto"/>
            <w:vAlign w:val="top"/>
          </w:tcPr>
          <w:p w:rsidR="00392B3F" w:rsidRPr="00F36525" w:rsidRDefault="00392B3F" w:rsidP="00F36525">
            <w:pPr>
              <w:pStyle w:val="SDMTableBoxParaNotNumbered"/>
              <w:rPr>
                <w:rFonts w:cs="Arial"/>
                <w:sz w:val="22"/>
                <w:szCs w:val="22"/>
              </w:rPr>
            </w:pPr>
            <w:r w:rsidRPr="00F36525">
              <w:rPr>
                <w:rFonts w:cs="Arial"/>
                <w:sz w:val="22"/>
                <w:szCs w:val="22"/>
              </w:rPr>
              <w:t>Emissions from net change in tail gas utilization (t</w:t>
            </w:r>
            <w:r w:rsidR="00377FD9" w:rsidRPr="00F36525">
              <w:rPr>
                <w:rFonts w:cs="Arial"/>
                <w:sz w:val="22"/>
                <w:szCs w:val="22"/>
              </w:rPr>
              <w:t xml:space="preserve"> </w:t>
            </w:r>
            <w:r w:rsidRPr="00F36525">
              <w:rPr>
                <w:rFonts w:cs="Arial"/>
                <w:sz w:val="22"/>
                <w:szCs w:val="22"/>
              </w:rPr>
              <w:t>CO</w:t>
            </w:r>
            <w:r w:rsidRPr="00F36525">
              <w:rPr>
                <w:rFonts w:cs="Arial"/>
                <w:sz w:val="22"/>
                <w:szCs w:val="22"/>
                <w:vertAlign w:val="subscript"/>
              </w:rPr>
              <w:t>2</w:t>
            </w:r>
            <w:r w:rsidRPr="00F36525">
              <w:rPr>
                <w:rFonts w:cs="Arial"/>
                <w:sz w:val="22"/>
                <w:szCs w:val="22"/>
              </w:rPr>
              <w:t>e)</w:t>
            </w:r>
          </w:p>
        </w:tc>
      </w:tr>
      <w:tr w:rsidR="00392B3F" w:rsidTr="00F36525">
        <w:tc>
          <w:tcPr>
            <w:tcW w:w="1701" w:type="dxa"/>
            <w:vAlign w:val="top"/>
          </w:tcPr>
          <w:p w:rsidR="00392B3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EE</m:t>
                    </m:r>
                  </m:e>
                  <m:sub>
                    <m:r>
                      <w:rPr>
                        <w:rFonts w:ascii="Cambria Math" w:hAnsi="Cambria Math" w:cs="Arial"/>
                        <w:sz w:val="22"/>
                        <w:szCs w:val="22"/>
                      </w:rPr>
                      <m:t>BL</m:t>
                    </m:r>
                  </m:sub>
                </m:sSub>
              </m:oMath>
            </m:oMathPara>
          </w:p>
        </w:tc>
        <w:tc>
          <w:tcPr>
            <w:tcW w:w="345" w:type="dxa"/>
            <w:vAlign w:val="top"/>
          </w:tcPr>
          <w:p w:rsidR="00392B3F" w:rsidRPr="00F36525" w:rsidRDefault="00392B3F" w:rsidP="00F36525">
            <w:pPr>
              <w:pStyle w:val="SDMTableBoxParaNotNumbered"/>
              <w:rPr>
                <w:rFonts w:cs="Arial"/>
                <w:sz w:val="22"/>
                <w:szCs w:val="22"/>
              </w:rPr>
            </w:pPr>
            <w:r w:rsidRPr="00F36525">
              <w:rPr>
                <w:rFonts w:cs="Arial"/>
                <w:sz w:val="22"/>
                <w:szCs w:val="22"/>
              </w:rPr>
              <w:t>=</w:t>
            </w:r>
          </w:p>
        </w:tc>
        <w:tc>
          <w:tcPr>
            <w:tcW w:w="0" w:type="auto"/>
            <w:vAlign w:val="top"/>
          </w:tcPr>
          <w:p w:rsidR="00392B3F" w:rsidRPr="00F36525" w:rsidRDefault="00392B3F" w:rsidP="00F36525">
            <w:pPr>
              <w:pStyle w:val="SDMTableBoxParaNotNumbered"/>
              <w:rPr>
                <w:rFonts w:cs="Arial"/>
                <w:sz w:val="22"/>
                <w:szCs w:val="22"/>
              </w:rPr>
            </w:pPr>
            <w:r w:rsidRPr="00F36525">
              <w:rPr>
                <w:rFonts w:cs="Arial"/>
                <w:sz w:val="22"/>
                <w:szCs w:val="22"/>
              </w:rPr>
              <w:t>Baseline energy export from tail gas utilization (MW)</w:t>
            </w:r>
          </w:p>
        </w:tc>
      </w:tr>
      <w:tr w:rsidR="00392B3F" w:rsidTr="00F36525">
        <w:tc>
          <w:tcPr>
            <w:tcW w:w="1701" w:type="dxa"/>
            <w:vAlign w:val="top"/>
          </w:tcPr>
          <w:p w:rsidR="00392B3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EE</m:t>
                    </m:r>
                  </m:e>
                  <m:sub>
                    <m:r>
                      <w:rPr>
                        <w:rFonts w:ascii="Cambria Math" w:hAnsi="Cambria Math" w:cs="Arial"/>
                        <w:sz w:val="22"/>
                        <w:szCs w:val="22"/>
                      </w:rPr>
                      <m:t>PR</m:t>
                    </m:r>
                  </m:sub>
                </m:sSub>
              </m:oMath>
            </m:oMathPara>
          </w:p>
        </w:tc>
        <w:tc>
          <w:tcPr>
            <w:tcW w:w="345" w:type="dxa"/>
            <w:vAlign w:val="top"/>
          </w:tcPr>
          <w:p w:rsidR="00392B3F" w:rsidRPr="00F36525" w:rsidRDefault="00392B3F" w:rsidP="00F36525">
            <w:pPr>
              <w:pStyle w:val="SDMTableBoxParaNotNumbered"/>
              <w:rPr>
                <w:rFonts w:cs="Arial"/>
                <w:sz w:val="22"/>
                <w:szCs w:val="22"/>
              </w:rPr>
            </w:pPr>
            <w:r w:rsidRPr="00F36525">
              <w:rPr>
                <w:rFonts w:cs="Arial"/>
                <w:sz w:val="22"/>
                <w:szCs w:val="22"/>
              </w:rPr>
              <w:t>=</w:t>
            </w:r>
          </w:p>
        </w:tc>
        <w:tc>
          <w:tcPr>
            <w:tcW w:w="0" w:type="auto"/>
            <w:vAlign w:val="top"/>
          </w:tcPr>
          <w:p w:rsidR="00392B3F" w:rsidRPr="00F36525" w:rsidRDefault="00392B3F" w:rsidP="00F36525">
            <w:pPr>
              <w:pStyle w:val="SDMTableBoxParaNotNumbered"/>
              <w:rPr>
                <w:rFonts w:cs="Arial"/>
                <w:sz w:val="22"/>
                <w:szCs w:val="22"/>
              </w:rPr>
            </w:pPr>
            <w:r w:rsidRPr="00F36525">
              <w:rPr>
                <w:rFonts w:cs="Arial"/>
                <w:sz w:val="22"/>
                <w:szCs w:val="22"/>
              </w:rPr>
              <w:t>Project energy export from tail gas utilization (MW)</w:t>
            </w:r>
          </w:p>
        </w:tc>
      </w:tr>
      <w:tr w:rsidR="00392B3F" w:rsidTr="00F36525">
        <w:tc>
          <w:tcPr>
            <w:tcW w:w="1701" w:type="dxa"/>
            <w:vAlign w:val="top"/>
          </w:tcPr>
          <w:p w:rsidR="00392B3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M</m:t>
                    </m:r>
                  </m:e>
                  <m:sub>
                    <m:r>
                      <w:rPr>
                        <w:rFonts w:ascii="Cambria Math" w:hAnsi="Cambria Math" w:cs="Arial"/>
                        <w:sz w:val="22"/>
                        <w:szCs w:val="22"/>
                      </w:rPr>
                      <m:t>y</m:t>
                    </m:r>
                  </m:sub>
                </m:sSub>
              </m:oMath>
            </m:oMathPara>
          </w:p>
        </w:tc>
        <w:tc>
          <w:tcPr>
            <w:tcW w:w="345" w:type="dxa"/>
            <w:vAlign w:val="top"/>
          </w:tcPr>
          <w:p w:rsidR="00392B3F" w:rsidRPr="00F36525" w:rsidRDefault="00392B3F" w:rsidP="00F36525">
            <w:pPr>
              <w:pStyle w:val="SDMTableBoxParaNotNumbered"/>
              <w:rPr>
                <w:rFonts w:cs="Arial"/>
                <w:sz w:val="22"/>
                <w:szCs w:val="22"/>
              </w:rPr>
            </w:pPr>
            <w:r w:rsidRPr="00F36525">
              <w:rPr>
                <w:rFonts w:cs="Arial"/>
                <w:sz w:val="22"/>
                <w:szCs w:val="22"/>
              </w:rPr>
              <w:t>=</w:t>
            </w:r>
          </w:p>
        </w:tc>
        <w:tc>
          <w:tcPr>
            <w:tcW w:w="0" w:type="auto"/>
            <w:vAlign w:val="top"/>
          </w:tcPr>
          <w:p w:rsidR="00392B3F" w:rsidRPr="00F36525" w:rsidRDefault="00392B3F" w:rsidP="00F36525">
            <w:pPr>
              <w:pStyle w:val="SDMTableBoxParaNotNumbered"/>
              <w:rPr>
                <w:rFonts w:cs="Arial"/>
                <w:sz w:val="22"/>
                <w:szCs w:val="22"/>
              </w:rPr>
            </w:pPr>
            <w:r w:rsidRPr="00F36525">
              <w:rPr>
                <w:rFonts w:cs="Arial"/>
                <w:sz w:val="22"/>
                <w:szCs w:val="22"/>
              </w:rPr>
              <w:t xml:space="preserve">Operating hours in year </w:t>
            </w:r>
            <w:r w:rsidRPr="00F36525">
              <w:rPr>
                <w:rFonts w:cs="Arial"/>
                <w:i/>
                <w:sz w:val="22"/>
                <w:szCs w:val="22"/>
              </w:rPr>
              <w:t>y</w:t>
            </w:r>
            <w:r w:rsidRPr="00F36525">
              <w:rPr>
                <w:rFonts w:cs="Arial"/>
                <w:sz w:val="22"/>
                <w:szCs w:val="22"/>
              </w:rPr>
              <w:t xml:space="preserve"> (h)</w:t>
            </w:r>
          </w:p>
        </w:tc>
      </w:tr>
      <w:tr w:rsidR="00392B3F" w:rsidTr="00F36525">
        <w:tc>
          <w:tcPr>
            <w:tcW w:w="1701" w:type="dxa"/>
            <w:vAlign w:val="top"/>
          </w:tcPr>
          <w:p w:rsidR="00392B3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η</m:t>
                    </m:r>
                  </m:e>
                  <m:sub>
                    <m:r>
                      <w:rPr>
                        <w:rFonts w:ascii="Cambria Math" w:hAnsi="Cambria Math" w:cs="Arial"/>
                        <w:sz w:val="22"/>
                        <w:szCs w:val="22"/>
                      </w:rPr>
                      <m:t>r</m:t>
                    </m:r>
                  </m:sub>
                </m:sSub>
              </m:oMath>
            </m:oMathPara>
          </w:p>
        </w:tc>
        <w:tc>
          <w:tcPr>
            <w:tcW w:w="345" w:type="dxa"/>
            <w:vAlign w:val="top"/>
          </w:tcPr>
          <w:p w:rsidR="00392B3F" w:rsidRPr="00F36525" w:rsidRDefault="00392B3F" w:rsidP="00F36525">
            <w:pPr>
              <w:pStyle w:val="SDMTableBoxParaNotNumbered"/>
              <w:rPr>
                <w:rFonts w:cs="Arial"/>
                <w:sz w:val="22"/>
                <w:szCs w:val="22"/>
              </w:rPr>
            </w:pPr>
            <w:r w:rsidRPr="00F36525">
              <w:rPr>
                <w:rFonts w:cs="Arial"/>
                <w:sz w:val="22"/>
                <w:szCs w:val="22"/>
              </w:rPr>
              <w:t>=</w:t>
            </w:r>
          </w:p>
        </w:tc>
        <w:tc>
          <w:tcPr>
            <w:tcW w:w="0" w:type="auto"/>
            <w:vAlign w:val="top"/>
          </w:tcPr>
          <w:p w:rsidR="00392B3F" w:rsidRPr="00F36525" w:rsidRDefault="00392B3F" w:rsidP="00F36525">
            <w:pPr>
              <w:pStyle w:val="SDMTableBoxParaNotNumbered"/>
              <w:rPr>
                <w:rFonts w:cs="Arial"/>
                <w:sz w:val="22"/>
                <w:szCs w:val="22"/>
              </w:rPr>
            </w:pPr>
            <w:r w:rsidRPr="00F36525">
              <w:rPr>
                <w:rFonts w:cs="Arial"/>
                <w:sz w:val="22"/>
                <w:szCs w:val="22"/>
              </w:rPr>
              <w:t>Efficiency of replaced technology (%)</w:t>
            </w:r>
          </w:p>
        </w:tc>
      </w:tr>
      <w:tr w:rsidR="00392B3F" w:rsidTr="00F36525">
        <w:tc>
          <w:tcPr>
            <w:tcW w:w="1701" w:type="dxa"/>
            <w:vAlign w:val="top"/>
          </w:tcPr>
          <w:p w:rsidR="00392B3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EF</m:t>
                    </m:r>
                  </m:e>
                  <m:sub>
                    <m:r>
                      <w:rPr>
                        <w:rFonts w:ascii="Cambria Math" w:hAnsi="Cambria Math" w:cs="Arial"/>
                        <w:sz w:val="22"/>
                        <w:szCs w:val="22"/>
                      </w:rPr>
                      <m:t>r</m:t>
                    </m:r>
                  </m:sub>
                </m:sSub>
              </m:oMath>
            </m:oMathPara>
          </w:p>
        </w:tc>
        <w:tc>
          <w:tcPr>
            <w:tcW w:w="345" w:type="dxa"/>
            <w:vAlign w:val="top"/>
          </w:tcPr>
          <w:p w:rsidR="00392B3F" w:rsidRPr="00F36525" w:rsidRDefault="00256691" w:rsidP="00F36525">
            <w:pPr>
              <w:pStyle w:val="SDMTableBoxParaNotNumbered"/>
              <w:rPr>
                <w:rFonts w:cs="Arial"/>
                <w:sz w:val="22"/>
                <w:szCs w:val="22"/>
              </w:rPr>
            </w:pPr>
            <w:r w:rsidRPr="00F36525">
              <w:rPr>
                <w:rFonts w:cs="Arial"/>
                <w:sz w:val="22"/>
                <w:szCs w:val="22"/>
              </w:rPr>
              <w:t>=</w:t>
            </w:r>
          </w:p>
        </w:tc>
        <w:tc>
          <w:tcPr>
            <w:tcW w:w="0" w:type="auto"/>
            <w:vAlign w:val="top"/>
          </w:tcPr>
          <w:p w:rsidR="00392B3F" w:rsidRPr="00F36525" w:rsidRDefault="00392B3F" w:rsidP="00F36525">
            <w:pPr>
              <w:pStyle w:val="SDMTableBoxParaNotNumbered"/>
              <w:rPr>
                <w:rFonts w:cs="Arial"/>
                <w:sz w:val="22"/>
                <w:szCs w:val="22"/>
              </w:rPr>
            </w:pPr>
            <w:r w:rsidRPr="00F36525">
              <w:rPr>
                <w:rFonts w:cs="Arial"/>
                <w:sz w:val="22"/>
                <w:szCs w:val="22"/>
              </w:rPr>
              <w:t>Fuel emissions factor for replaced technology (t</w:t>
            </w:r>
            <w:r w:rsidR="00377FD9" w:rsidRPr="00F36525">
              <w:rPr>
                <w:rFonts w:cs="Arial"/>
                <w:sz w:val="22"/>
                <w:szCs w:val="22"/>
              </w:rPr>
              <w:t xml:space="preserve"> </w:t>
            </w:r>
            <w:r w:rsidRPr="00F36525">
              <w:rPr>
                <w:rFonts w:cs="Arial"/>
                <w:sz w:val="22"/>
                <w:szCs w:val="22"/>
              </w:rPr>
              <w:t>CO</w:t>
            </w:r>
            <w:r w:rsidRPr="00F36525">
              <w:rPr>
                <w:rFonts w:cs="Arial"/>
                <w:sz w:val="22"/>
                <w:szCs w:val="22"/>
                <w:vertAlign w:val="subscript"/>
              </w:rPr>
              <w:t>2</w:t>
            </w:r>
            <w:r w:rsidRPr="00F36525">
              <w:rPr>
                <w:rFonts w:cs="Arial"/>
                <w:sz w:val="22"/>
                <w:szCs w:val="22"/>
              </w:rPr>
              <w:t>e/MWh)</w:t>
            </w:r>
          </w:p>
        </w:tc>
      </w:tr>
    </w:tbl>
    <w:tbl>
      <w:tblPr>
        <w:tblStyle w:val="SDMMethTableEquation"/>
        <w:tblW w:w="8760" w:type="dxa"/>
        <w:tblLook w:val="0600" w:firstRow="0" w:lastRow="0" w:firstColumn="0" w:lastColumn="0" w:noHBand="1" w:noVBand="1"/>
      </w:tblPr>
      <w:tblGrid>
        <w:gridCol w:w="7092"/>
        <w:gridCol w:w="1668"/>
      </w:tblGrid>
      <w:tr w:rsidR="00392B3F" w:rsidRPr="00E32F75" w:rsidTr="00DC3001">
        <w:tc>
          <w:tcPr>
            <w:tcW w:w="7224" w:type="dxa"/>
          </w:tcPr>
          <w:p w:rsidR="00392B3F" w:rsidRPr="00252AA4" w:rsidRDefault="001F50D8" w:rsidP="00DC3001">
            <w:pPr>
              <w:pStyle w:val="SDMMethEquation"/>
            </w:pPr>
            <m:oMathPara>
              <m:oMathParaPr>
                <m:jc m:val="left"/>
              </m:oMathParaPr>
              <m:oMath>
                <m:sSub>
                  <m:sSubPr>
                    <m:ctrlPr>
                      <w:rPr>
                        <w:rFonts w:ascii="Cambria Math" w:hAnsi="Cambria Math"/>
                        <w:i/>
                      </w:rPr>
                    </m:ctrlPr>
                  </m:sSubPr>
                  <m:e>
                    <m:r>
                      <w:rPr>
                        <w:rFonts w:ascii="Cambria Math" w:hAnsi="Cambria Math"/>
                      </w:rPr>
                      <m:t>LE</m:t>
                    </m:r>
                  </m:e>
                  <m:sub>
                    <m:r>
                      <w:rPr>
                        <w:rFonts w:ascii="Cambria Math" w:hAnsi="Cambria Math"/>
                      </w:rPr>
                      <m:t>TGH,y</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EI</m:t>
                        </m:r>
                      </m:e>
                      <m:sub>
                        <m:r>
                          <w:rPr>
                            <w:rFonts w:ascii="Cambria Math" w:hAnsi="Cambria Math"/>
                          </w:rPr>
                          <m:t>TGH,y</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TGH</m:t>
                        </m:r>
                      </m:sub>
                    </m:sSub>
                  </m:e>
                </m:d>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TGH</m:t>
                    </m:r>
                  </m:sub>
                </m:sSub>
              </m:oMath>
            </m:oMathPara>
          </w:p>
        </w:tc>
        <w:tc>
          <w:tcPr>
            <w:tcW w:w="1701" w:type="dxa"/>
          </w:tcPr>
          <w:p w:rsidR="00392B3F" w:rsidRPr="002B6960" w:rsidRDefault="00392B3F" w:rsidP="00DC3001">
            <w:pPr>
              <w:pStyle w:val="SDMMethEquationNr"/>
            </w:pPr>
          </w:p>
        </w:tc>
      </w:tr>
    </w:tbl>
    <w:p w:rsidR="00392B3F" w:rsidRDefault="00392B3F" w:rsidP="00DC3001">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392B3F" w:rsidTr="00F36525">
        <w:tc>
          <w:tcPr>
            <w:tcW w:w="1701" w:type="dxa"/>
            <w:vAlign w:val="top"/>
          </w:tcPr>
          <w:p w:rsidR="00392B3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LE</m:t>
                    </m:r>
                  </m:e>
                  <m:sub>
                    <m:r>
                      <w:rPr>
                        <w:rFonts w:ascii="Cambria Math" w:hAnsi="Cambria Math" w:cs="Arial"/>
                        <w:sz w:val="22"/>
                        <w:szCs w:val="22"/>
                      </w:rPr>
                      <m:t>TGH,y</m:t>
                    </m:r>
                  </m:sub>
                </m:sSub>
              </m:oMath>
            </m:oMathPara>
          </w:p>
        </w:tc>
        <w:tc>
          <w:tcPr>
            <w:tcW w:w="345" w:type="dxa"/>
            <w:vAlign w:val="top"/>
          </w:tcPr>
          <w:p w:rsidR="00392B3F" w:rsidRPr="00F36525" w:rsidRDefault="00392B3F" w:rsidP="00F36525">
            <w:pPr>
              <w:pStyle w:val="SDMTableBoxParaNotNumbered"/>
              <w:rPr>
                <w:rFonts w:cs="Arial"/>
                <w:sz w:val="22"/>
                <w:szCs w:val="22"/>
              </w:rPr>
            </w:pPr>
            <w:r w:rsidRPr="00F36525">
              <w:rPr>
                <w:rFonts w:cs="Arial"/>
                <w:sz w:val="22"/>
                <w:szCs w:val="22"/>
              </w:rPr>
              <w:t>=</w:t>
            </w:r>
          </w:p>
        </w:tc>
        <w:tc>
          <w:tcPr>
            <w:tcW w:w="0" w:type="auto"/>
            <w:vAlign w:val="top"/>
          </w:tcPr>
          <w:p w:rsidR="00392B3F" w:rsidRPr="00F36525" w:rsidRDefault="00392B3F" w:rsidP="00F36525">
            <w:pPr>
              <w:pStyle w:val="SDMTableBoxParaNotNumbered"/>
              <w:rPr>
                <w:rFonts w:cs="Arial"/>
                <w:sz w:val="22"/>
                <w:szCs w:val="22"/>
              </w:rPr>
            </w:pPr>
            <w:r w:rsidRPr="00F36525">
              <w:rPr>
                <w:rFonts w:cs="Arial"/>
                <w:sz w:val="22"/>
                <w:szCs w:val="22"/>
              </w:rPr>
              <w:t>Emissions from net change in tail gas heating (t</w:t>
            </w:r>
            <w:r w:rsidR="00377FD9" w:rsidRPr="00F36525">
              <w:rPr>
                <w:rFonts w:cs="Arial"/>
                <w:sz w:val="22"/>
                <w:szCs w:val="22"/>
              </w:rPr>
              <w:t xml:space="preserve"> </w:t>
            </w:r>
            <w:r w:rsidRPr="00F36525">
              <w:rPr>
                <w:rFonts w:cs="Arial"/>
                <w:sz w:val="22"/>
                <w:szCs w:val="22"/>
              </w:rPr>
              <w:t>CO</w:t>
            </w:r>
            <w:r w:rsidRPr="00F36525">
              <w:rPr>
                <w:rFonts w:cs="Arial"/>
                <w:sz w:val="22"/>
                <w:szCs w:val="22"/>
                <w:vertAlign w:val="subscript"/>
              </w:rPr>
              <w:t>2</w:t>
            </w:r>
            <w:r w:rsidRPr="00F36525">
              <w:rPr>
                <w:rFonts w:cs="Arial"/>
                <w:sz w:val="22"/>
                <w:szCs w:val="22"/>
              </w:rPr>
              <w:t>e)</w:t>
            </w:r>
          </w:p>
        </w:tc>
      </w:tr>
      <w:tr w:rsidR="00392B3F" w:rsidTr="00F36525">
        <w:tc>
          <w:tcPr>
            <w:tcW w:w="1701" w:type="dxa"/>
            <w:vAlign w:val="top"/>
          </w:tcPr>
          <w:p w:rsidR="00392B3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EI</m:t>
                    </m:r>
                  </m:e>
                  <m:sub>
                    <m:r>
                      <w:rPr>
                        <w:rFonts w:ascii="Cambria Math" w:hAnsi="Cambria Math" w:cs="Arial"/>
                        <w:sz w:val="22"/>
                        <w:szCs w:val="22"/>
                      </w:rPr>
                      <m:t>TGH,y</m:t>
                    </m:r>
                  </m:sub>
                </m:sSub>
              </m:oMath>
            </m:oMathPara>
          </w:p>
        </w:tc>
        <w:tc>
          <w:tcPr>
            <w:tcW w:w="345" w:type="dxa"/>
            <w:vAlign w:val="top"/>
          </w:tcPr>
          <w:p w:rsidR="00392B3F" w:rsidRPr="00F36525" w:rsidRDefault="00392B3F" w:rsidP="00F36525">
            <w:pPr>
              <w:pStyle w:val="SDMTableBoxParaNotNumbered"/>
              <w:rPr>
                <w:rFonts w:cs="Arial"/>
                <w:sz w:val="22"/>
                <w:szCs w:val="22"/>
              </w:rPr>
            </w:pPr>
            <w:r w:rsidRPr="00F36525">
              <w:rPr>
                <w:rFonts w:cs="Arial"/>
                <w:sz w:val="22"/>
                <w:szCs w:val="22"/>
              </w:rPr>
              <w:t>=</w:t>
            </w:r>
          </w:p>
        </w:tc>
        <w:tc>
          <w:tcPr>
            <w:tcW w:w="0" w:type="auto"/>
            <w:vAlign w:val="top"/>
          </w:tcPr>
          <w:p w:rsidR="00392B3F" w:rsidRPr="00F36525" w:rsidRDefault="00392B3F" w:rsidP="00F36525">
            <w:pPr>
              <w:pStyle w:val="SDMTableBoxParaNotNumbered"/>
              <w:rPr>
                <w:rFonts w:cs="Arial"/>
                <w:sz w:val="22"/>
                <w:szCs w:val="22"/>
              </w:rPr>
            </w:pPr>
            <w:r w:rsidRPr="00F36525">
              <w:rPr>
                <w:rFonts w:cs="Arial"/>
                <w:sz w:val="22"/>
                <w:szCs w:val="22"/>
              </w:rPr>
              <w:t>Energy input for additional tail gas heating (MWh/yr)</w:t>
            </w:r>
          </w:p>
        </w:tc>
      </w:tr>
      <w:tr w:rsidR="00392B3F" w:rsidTr="00F36525">
        <w:tc>
          <w:tcPr>
            <w:tcW w:w="1701" w:type="dxa"/>
            <w:vAlign w:val="top"/>
          </w:tcPr>
          <w:p w:rsidR="00392B3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η</m:t>
                    </m:r>
                  </m:e>
                  <m:sub>
                    <m:r>
                      <w:rPr>
                        <w:rFonts w:ascii="Cambria Math" w:hAnsi="Cambria Math" w:cs="Arial"/>
                        <w:sz w:val="22"/>
                        <w:szCs w:val="22"/>
                      </w:rPr>
                      <m:t>TGH</m:t>
                    </m:r>
                  </m:sub>
                </m:sSub>
              </m:oMath>
            </m:oMathPara>
          </w:p>
        </w:tc>
        <w:tc>
          <w:tcPr>
            <w:tcW w:w="345" w:type="dxa"/>
            <w:vAlign w:val="top"/>
          </w:tcPr>
          <w:p w:rsidR="00392B3F" w:rsidRPr="00F36525" w:rsidRDefault="00392B3F" w:rsidP="00F36525">
            <w:pPr>
              <w:pStyle w:val="SDMTableBoxParaNotNumbered"/>
              <w:rPr>
                <w:rFonts w:cs="Arial"/>
                <w:sz w:val="22"/>
                <w:szCs w:val="22"/>
              </w:rPr>
            </w:pPr>
            <w:r w:rsidRPr="00F36525">
              <w:rPr>
                <w:rFonts w:cs="Arial"/>
                <w:sz w:val="22"/>
                <w:szCs w:val="22"/>
              </w:rPr>
              <w:t>=</w:t>
            </w:r>
          </w:p>
        </w:tc>
        <w:tc>
          <w:tcPr>
            <w:tcW w:w="0" w:type="auto"/>
            <w:vAlign w:val="top"/>
          </w:tcPr>
          <w:p w:rsidR="00392B3F" w:rsidRPr="00F36525" w:rsidRDefault="00392B3F" w:rsidP="00F36525">
            <w:pPr>
              <w:pStyle w:val="SDMTableBoxParaNotNumbered"/>
              <w:rPr>
                <w:rFonts w:cs="Arial"/>
                <w:sz w:val="22"/>
                <w:szCs w:val="22"/>
              </w:rPr>
            </w:pPr>
            <w:r w:rsidRPr="00F36525">
              <w:rPr>
                <w:rFonts w:cs="Arial"/>
                <w:sz w:val="22"/>
                <w:szCs w:val="22"/>
              </w:rPr>
              <w:t>Efficiency of additional tail gas heating (%)</w:t>
            </w:r>
          </w:p>
        </w:tc>
      </w:tr>
      <w:tr w:rsidR="00392B3F" w:rsidTr="00F36525">
        <w:tc>
          <w:tcPr>
            <w:tcW w:w="1701" w:type="dxa"/>
            <w:vAlign w:val="top"/>
          </w:tcPr>
          <w:p w:rsidR="00392B3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EF</m:t>
                    </m:r>
                  </m:e>
                  <m:sub>
                    <m:r>
                      <w:rPr>
                        <w:rFonts w:ascii="Cambria Math" w:hAnsi="Cambria Math" w:cs="Arial"/>
                        <w:sz w:val="22"/>
                        <w:szCs w:val="22"/>
                      </w:rPr>
                      <m:t>TGH</m:t>
                    </m:r>
                  </m:sub>
                </m:sSub>
              </m:oMath>
            </m:oMathPara>
          </w:p>
        </w:tc>
        <w:tc>
          <w:tcPr>
            <w:tcW w:w="345" w:type="dxa"/>
            <w:vAlign w:val="top"/>
          </w:tcPr>
          <w:p w:rsidR="00392B3F" w:rsidRPr="00F36525" w:rsidRDefault="00392B3F" w:rsidP="00F36525">
            <w:pPr>
              <w:pStyle w:val="SDMTableBoxParaNotNumbered"/>
              <w:rPr>
                <w:rFonts w:cs="Arial"/>
                <w:sz w:val="22"/>
                <w:szCs w:val="22"/>
              </w:rPr>
            </w:pPr>
            <w:r w:rsidRPr="00F36525">
              <w:rPr>
                <w:rFonts w:cs="Arial"/>
                <w:sz w:val="22"/>
                <w:szCs w:val="22"/>
              </w:rPr>
              <w:t>=</w:t>
            </w:r>
          </w:p>
        </w:tc>
        <w:tc>
          <w:tcPr>
            <w:tcW w:w="0" w:type="auto"/>
            <w:vAlign w:val="top"/>
          </w:tcPr>
          <w:p w:rsidR="00392B3F" w:rsidRPr="00F36525" w:rsidRDefault="00392B3F" w:rsidP="00F36525">
            <w:pPr>
              <w:pStyle w:val="SDMTableBoxParaNotNumbered"/>
              <w:rPr>
                <w:rFonts w:cs="Arial"/>
                <w:sz w:val="22"/>
                <w:szCs w:val="22"/>
              </w:rPr>
            </w:pPr>
            <w:r w:rsidRPr="00F36525">
              <w:rPr>
                <w:rFonts w:cs="Arial"/>
                <w:sz w:val="22"/>
                <w:szCs w:val="22"/>
              </w:rPr>
              <w:t>Emissions factor for additional tail gas heating (t</w:t>
            </w:r>
            <w:r w:rsidR="00377FD9" w:rsidRPr="00F36525">
              <w:rPr>
                <w:rFonts w:cs="Arial"/>
                <w:sz w:val="22"/>
                <w:szCs w:val="22"/>
              </w:rPr>
              <w:t xml:space="preserve"> </w:t>
            </w:r>
            <w:r w:rsidRPr="00F36525">
              <w:rPr>
                <w:rFonts w:cs="Arial"/>
                <w:sz w:val="22"/>
                <w:szCs w:val="22"/>
              </w:rPr>
              <w:t>CO</w:t>
            </w:r>
            <w:r w:rsidRPr="00F36525">
              <w:rPr>
                <w:rFonts w:cs="Arial"/>
                <w:sz w:val="22"/>
                <w:szCs w:val="22"/>
                <w:vertAlign w:val="subscript"/>
              </w:rPr>
              <w:t>2</w:t>
            </w:r>
            <w:r w:rsidRPr="00F36525">
              <w:rPr>
                <w:rFonts w:cs="Arial"/>
                <w:sz w:val="22"/>
                <w:szCs w:val="22"/>
              </w:rPr>
              <w:t>e/MWh)</w:t>
            </w:r>
          </w:p>
        </w:tc>
      </w:tr>
    </w:tbl>
    <w:p w:rsidR="00B940E2" w:rsidRDefault="00B940E2" w:rsidP="009C4C2F">
      <w:pPr>
        <w:pStyle w:val="SDMPara"/>
        <w:numPr>
          <w:ilvl w:val="0"/>
          <w:numId w:val="4"/>
        </w:numPr>
      </w:pPr>
      <w:r>
        <w:t>The effect of the modifications on the energy balance (e.g. steam export) of the caprolactam production plant can be assessed by carrying out standard thermodynamic and heat transfer calculations. Since the overall effect is considered small, and the modifications adopted are highly project-specific, the calculation of the effects will be considered on a case-by-case basis at the project stage.</w:t>
      </w:r>
    </w:p>
    <w:p w:rsidR="00B940E2" w:rsidRDefault="00B940E2" w:rsidP="001A4855">
      <w:pPr>
        <w:pStyle w:val="SDMHead2"/>
      </w:pPr>
      <w:bookmarkStart w:id="34" w:name="_Toc358026535"/>
      <w:r>
        <w:t xml:space="preserve">Emission </w:t>
      </w:r>
      <w:r w:rsidR="00377FD9">
        <w:t>r</w:t>
      </w:r>
      <w:r>
        <w:t>eductions</w:t>
      </w:r>
      <w:bookmarkEnd w:id="34"/>
    </w:p>
    <w:p w:rsidR="00B940E2" w:rsidRDefault="00B940E2" w:rsidP="009C4C2F">
      <w:pPr>
        <w:pStyle w:val="SDMPara"/>
        <w:numPr>
          <w:ilvl w:val="0"/>
          <w:numId w:val="4"/>
        </w:numPr>
      </w:pPr>
      <w:r>
        <w:t xml:space="preserve">The emission reduction </w:t>
      </w:r>
      <w:r w:rsidRPr="00377FD9">
        <w:rPr>
          <w:i/>
        </w:rPr>
        <w:t>ERy</w:t>
      </w:r>
      <w:r>
        <w:t xml:space="preserve"> by the project activity during a given year </w:t>
      </w:r>
      <w:r w:rsidRPr="002F64A0">
        <w:rPr>
          <w:i/>
        </w:rPr>
        <w:t xml:space="preserve">y </w:t>
      </w:r>
      <w:r>
        <w:t>is the difference between the baseline emissions (</w:t>
      </w:r>
      <w:r w:rsidRPr="00377FD9">
        <w:rPr>
          <w:i/>
        </w:rPr>
        <w:t>BEy</w:t>
      </w:r>
      <w:r>
        <w:t>) and project emissions (</w:t>
      </w:r>
      <w:r w:rsidRPr="00377FD9">
        <w:rPr>
          <w:i/>
        </w:rPr>
        <w:t>PEy</w:t>
      </w:r>
      <w:r>
        <w:t>), as follows:</w:t>
      </w:r>
    </w:p>
    <w:tbl>
      <w:tblPr>
        <w:tblStyle w:val="SDMMethTableEquation"/>
        <w:tblW w:w="8760" w:type="dxa"/>
        <w:tblLook w:val="0600" w:firstRow="0" w:lastRow="0" w:firstColumn="0" w:lastColumn="0" w:noHBand="1" w:noVBand="1"/>
      </w:tblPr>
      <w:tblGrid>
        <w:gridCol w:w="7090"/>
        <w:gridCol w:w="1670"/>
      </w:tblGrid>
      <w:tr w:rsidR="00392B3F" w:rsidRPr="00E32F75" w:rsidTr="00DC3001">
        <w:tc>
          <w:tcPr>
            <w:tcW w:w="7224" w:type="dxa"/>
          </w:tcPr>
          <w:p w:rsidR="00392B3F" w:rsidRPr="00252AA4" w:rsidRDefault="001F50D8" w:rsidP="00DC3001">
            <w:pPr>
              <w:pStyle w:val="SDMMethEquation"/>
            </w:pPr>
            <m:oMathPara>
              <m:oMathParaPr>
                <m:jc m:val="left"/>
              </m:oMathParaPr>
              <m:oMath>
                <m:sSub>
                  <m:sSubPr>
                    <m:ctrlPr>
                      <w:rPr>
                        <w:rFonts w:ascii="Cambria Math" w:hAnsi="Cambria Math"/>
                        <w:i/>
                      </w:rPr>
                    </m:ctrlPr>
                  </m:sSubPr>
                  <m:e>
                    <m:r>
                      <w:rPr>
                        <w:rFonts w:ascii="Cambria Math" w:hAnsi="Cambria Math"/>
                      </w:rPr>
                      <m:t>ER</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LE</m:t>
                    </m:r>
                  </m:e>
                  <m:sub>
                    <m:r>
                      <w:rPr>
                        <w:rFonts w:ascii="Cambria Math" w:hAnsi="Cambria Math"/>
                      </w:rPr>
                      <m:t>y</m:t>
                    </m:r>
                  </m:sub>
                </m:sSub>
              </m:oMath>
            </m:oMathPara>
          </w:p>
        </w:tc>
        <w:tc>
          <w:tcPr>
            <w:tcW w:w="1701" w:type="dxa"/>
          </w:tcPr>
          <w:p w:rsidR="00392B3F" w:rsidRPr="002B6960" w:rsidRDefault="00392B3F" w:rsidP="00DC3001">
            <w:pPr>
              <w:pStyle w:val="SDMMethEquationNr"/>
            </w:pPr>
          </w:p>
        </w:tc>
      </w:tr>
    </w:tbl>
    <w:p w:rsidR="00392B3F" w:rsidRDefault="00392B3F" w:rsidP="00DC3001">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392B3F" w:rsidTr="00F36525">
        <w:tc>
          <w:tcPr>
            <w:tcW w:w="1701" w:type="dxa"/>
            <w:vAlign w:val="top"/>
          </w:tcPr>
          <w:p w:rsidR="00392B3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ER</m:t>
                    </m:r>
                  </m:e>
                  <m:sub>
                    <m:r>
                      <w:rPr>
                        <w:rFonts w:ascii="Cambria Math" w:hAnsi="Cambria Math" w:cs="Arial"/>
                        <w:sz w:val="22"/>
                        <w:szCs w:val="22"/>
                      </w:rPr>
                      <m:t>y</m:t>
                    </m:r>
                  </m:sub>
                </m:sSub>
              </m:oMath>
            </m:oMathPara>
          </w:p>
        </w:tc>
        <w:tc>
          <w:tcPr>
            <w:tcW w:w="345" w:type="dxa"/>
            <w:vAlign w:val="top"/>
          </w:tcPr>
          <w:p w:rsidR="00392B3F" w:rsidRPr="00F36525" w:rsidRDefault="00392B3F" w:rsidP="00F36525">
            <w:pPr>
              <w:pStyle w:val="SDMTableBoxParaNotNumbered"/>
              <w:rPr>
                <w:rFonts w:cs="Arial"/>
                <w:sz w:val="22"/>
                <w:szCs w:val="22"/>
              </w:rPr>
            </w:pPr>
            <w:r w:rsidRPr="00F36525">
              <w:rPr>
                <w:rFonts w:cs="Arial"/>
                <w:sz w:val="22"/>
                <w:szCs w:val="22"/>
              </w:rPr>
              <w:t>=</w:t>
            </w:r>
          </w:p>
        </w:tc>
        <w:tc>
          <w:tcPr>
            <w:tcW w:w="0" w:type="auto"/>
            <w:vAlign w:val="top"/>
          </w:tcPr>
          <w:p w:rsidR="00392B3F" w:rsidRPr="00F36525" w:rsidRDefault="009A30C9" w:rsidP="00F36525">
            <w:pPr>
              <w:pStyle w:val="SDMTableBoxParaNotNumbered"/>
              <w:rPr>
                <w:rFonts w:cs="Arial"/>
                <w:sz w:val="22"/>
                <w:szCs w:val="22"/>
              </w:rPr>
            </w:pPr>
            <w:r w:rsidRPr="00F36525">
              <w:rPr>
                <w:rFonts w:cs="Arial"/>
                <w:sz w:val="22"/>
                <w:szCs w:val="22"/>
              </w:rPr>
              <w:t>Emissions reductions of the project activity during the year</w:t>
            </w:r>
            <w:r w:rsidRPr="00F36525">
              <w:rPr>
                <w:rFonts w:cs="Arial"/>
                <w:i/>
                <w:sz w:val="22"/>
                <w:szCs w:val="22"/>
              </w:rPr>
              <w:t xml:space="preserve"> y</w:t>
            </w:r>
            <w:r w:rsidRPr="00F36525">
              <w:rPr>
                <w:rFonts w:cs="Arial"/>
                <w:sz w:val="22"/>
                <w:szCs w:val="22"/>
              </w:rPr>
              <w:t xml:space="preserve"> (t</w:t>
            </w:r>
            <w:r w:rsidR="001D09EC" w:rsidRPr="00F36525">
              <w:rPr>
                <w:rFonts w:cs="Arial"/>
                <w:sz w:val="22"/>
                <w:szCs w:val="22"/>
              </w:rPr>
              <w:t> </w:t>
            </w:r>
            <w:r w:rsidRPr="00F36525">
              <w:rPr>
                <w:rFonts w:cs="Arial"/>
                <w:sz w:val="22"/>
                <w:szCs w:val="22"/>
              </w:rPr>
              <w:t>CO</w:t>
            </w:r>
            <w:r w:rsidRPr="00F36525">
              <w:rPr>
                <w:rFonts w:cs="Arial"/>
                <w:sz w:val="22"/>
                <w:szCs w:val="22"/>
                <w:vertAlign w:val="subscript"/>
              </w:rPr>
              <w:t>2</w:t>
            </w:r>
            <w:r w:rsidRPr="00F36525">
              <w:rPr>
                <w:rFonts w:cs="Arial"/>
                <w:sz w:val="22"/>
                <w:szCs w:val="22"/>
              </w:rPr>
              <w:t>e)</w:t>
            </w:r>
          </w:p>
        </w:tc>
      </w:tr>
      <w:tr w:rsidR="00392B3F" w:rsidTr="00F36525">
        <w:tc>
          <w:tcPr>
            <w:tcW w:w="1701" w:type="dxa"/>
            <w:vAlign w:val="top"/>
          </w:tcPr>
          <w:p w:rsidR="00392B3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BE</m:t>
                    </m:r>
                  </m:e>
                  <m:sub>
                    <m:r>
                      <w:rPr>
                        <w:rFonts w:ascii="Cambria Math" w:hAnsi="Cambria Math" w:cs="Arial"/>
                        <w:sz w:val="22"/>
                        <w:szCs w:val="22"/>
                      </w:rPr>
                      <m:t>y</m:t>
                    </m:r>
                  </m:sub>
                </m:sSub>
              </m:oMath>
            </m:oMathPara>
          </w:p>
        </w:tc>
        <w:tc>
          <w:tcPr>
            <w:tcW w:w="345" w:type="dxa"/>
            <w:vAlign w:val="top"/>
          </w:tcPr>
          <w:p w:rsidR="00392B3F" w:rsidRPr="00F36525" w:rsidRDefault="00392B3F" w:rsidP="00F36525">
            <w:pPr>
              <w:pStyle w:val="SDMTableBoxParaNotNumbered"/>
              <w:rPr>
                <w:rFonts w:cs="Arial"/>
                <w:sz w:val="22"/>
                <w:szCs w:val="22"/>
              </w:rPr>
            </w:pPr>
            <w:r w:rsidRPr="00F36525">
              <w:rPr>
                <w:rFonts w:cs="Arial"/>
                <w:sz w:val="22"/>
                <w:szCs w:val="22"/>
              </w:rPr>
              <w:t>=</w:t>
            </w:r>
          </w:p>
        </w:tc>
        <w:tc>
          <w:tcPr>
            <w:tcW w:w="0" w:type="auto"/>
            <w:vAlign w:val="top"/>
          </w:tcPr>
          <w:p w:rsidR="00392B3F" w:rsidRPr="00F36525" w:rsidRDefault="009A30C9" w:rsidP="00F36525">
            <w:pPr>
              <w:pStyle w:val="SDMTableBoxParaNotNumbered"/>
              <w:rPr>
                <w:rFonts w:cs="Arial"/>
                <w:sz w:val="22"/>
                <w:szCs w:val="22"/>
              </w:rPr>
            </w:pPr>
            <w:r w:rsidRPr="00F36525">
              <w:rPr>
                <w:rFonts w:cs="Arial"/>
                <w:sz w:val="22"/>
                <w:szCs w:val="22"/>
              </w:rPr>
              <w:t xml:space="preserve">Baseline emissions during the year </w:t>
            </w:r>
            <w:r w:rsidRPr="00F36525">
              <w:rPr>
                <w:rFonts w:cs="Arial"/>
                <w:i/>
                <w:sz w:val="22"/>
                <w:szCs w:val="22"/>
              </w:rPr>
              <w:t>y</w:t>
            </w:r>
            <w:r w:rsidRPr="00F36525">
              <w:rPr>
                <w:rFonts w:cs="Arial"/>
                <w:sz w:val="22"/>
                <w:szCs w:val="22"/>
              </w:rPr>
              <w:t xml:space="preserve"> (t</w:t>
            </w:r>
            <w:r w:rsidR="001D09EC" w:rsidRPr="00F36525">
              <w:rPr>
                <w:rFonts w:cs="Arial"/>
                <w:sz w:val="22"/>
                <w:szCs w:val="22"/>
              </w:rPr>
              <w:t xml:space="preserve"> </w:t>
            </w:r>
            <w:r w:rsidRPr="00F36525">
              <w:rPr>
                <w:rFonts w:cs="Arial"/>
                <w:sz w:val="22"/>
                <w:szCs w:val="22"/>
              </w:rPr>
              <w:t>CO</w:t>
            </w:r>
            <w:r w:rsidRPr="00F36525">
              <w:rPr>
                <w:rFonts w:cs="Arial"/>
                <w:sz w:val="22"/>
                <w:szCs w:val="22"/>
                <w:vertAlign w:val="subscript"/>
              </w:rPr>
              <w:t>2</w:t>
            </w:r>
            <w:r w:rsidRPr="00F36525">
              <w:rPr>
                <w:rFonts w:cs="Arial"/>
                <w:sz w:val="22"/>
                <w:szCs w:val="22"/>
              </w:rPr>
              <w:t>e)</w:t>
            </w:r>
          </w:p>
        </w:tc>
      </w:tr>
      <w:tr w:rsidR="00392B3F" w:rsidTr="00F36525">
        <w:tc>
          <w:tcPr>
            <w:tcW w:w="1701" w:type="dxa"/>
            <w:vAlign w:val="top"/>
          </w:tcPr>
          <w:p w:rsidR="00392B3F"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PE</m:t>
                    </m:r>
                  </m:e>
                  <m:sub>
                    <m:r>
                      <w:rPr>
                        <w:rFonts w:ascii="Cambria Math" w:hAnsi="Cambria Math" w:cs="Arial"/>
                        <w:sz w:val="22"/>
                        <w:szCs w:val="22"/>
                      </w:rPr>
                      <m:t>y</m:t>
                    </m:r>
                  </m:sub>
                </m:sSub>
              </m:oMath>
            </m:oMathPara>
          </w:p>
        </w:tc>
        <w:tc>
          <w:tcPr>
            <w:tcW w:w="345" w:type="dxa"/>
            <w:vAlign w:val="top"/>
          </w:tcPr>
          <w:p w:rsidR="00392B3F" w:rsidRPr="00F36525" w:rsidRDefault="00392B3F" w:rsidP="00F36525">
            <w:pPr>
              <w:pStyle w:val="SDMTableBoxParaNotNumbered"/>
              <w:rPr>
                <w:rFonts w:cs="Arial"/>
                <w:sz w:val="22"/>
                <w:szCs w:val="22"/>
              </w:rPr>
            </w:pPr>
            <w:r w:rsidRPr="00F36525">
              <w:rPr>
                <w:rFonts w:cs="Arial"/>
                <w:sz w:val="22"/>
                <w:szCs w:val="22"/>
              </w:rPr>
              <w:t>=</w:t>
            </w:r>
          </w:p>
        </w:tc>
        <w:tc>
          <w:tcPr>
            <w:tcW w:w="0" w:type="auto"/>
            <w:vAlign w:val="top"/>
          </w:tcPr>
          <w:p w:rsidR="00392B3F" w:rsidRPr="00F36525" w:rsidRDefault="009A30C9" w:rsidP="00F36525">
            <w:pPr>
              <w:pStyle w:val="SDMTableBoxParaNotNumbered"/>
              <w:rPr>
                <w:rFonts w:cs="Arial"/>
                <w:sz w:val="22"/>
                <w:szCs w:val="22"/>
              </w:rPr>
            </w:pPr>
            <w:r w:rsidRPr="00F36525">
              <w:rPr>
                <w:rFonts w:cs="Arial"/>
                <w:sz w:val="22"/>
                <w:szCs w:val="22"/>
              </w:rPr>
              <w:t xml:space="preserve">Project emissions during the year </w:t>
            </w:r>
            <w:r w:rsidRPr="00F36525">
              <w:rPr>
                <w:rFonts w:cs="Arial"/>
                <w:i/>
                <w:sz w:val="22"/>
                <w:szCs w:val="22"/>
              </w:rPr>
              <w:t>y</w:t>
            </w:r>
            <w:r w:rsidRPr="00F36525">
              <w:rPr>
                <w:rFonts w:cs="Arial"/>
                <w:sz w:val="22"/>
                <w:szCs w:val="22"/>
              </w:rPr>
              <w:t xml:space="preserve"> (t</w:t>
            </w:r>
            <w:r w:rsidR="001D09EC" w:rsidRPr="00F36525">
              <w:rPr>
                <w:rFonts w:cs="Arial"/>
                <w:sz w:val="22"/>
                <w:szCs w:val="22"/>
              </w:rPr>
              <w:t xml:space="preserve"> </w:t>
            </w:r>
            <w:r w:rsidRPr="00F36525">
              <w:rPr>
                <w:rFonts w:cs="Arial"/>
                <w:sz w:val="22"/>
                <w:szCs w:val="22"/>
              </w:rPr>
              <w:t>CO</w:t>
            </w:r>
            <w:r w:rsidRPr="00F36525">
              <w:rPr>
                <w:rFonts w:cs="Arial"/>
                <w:sz w:val="22"/>
                <w:szCs w:val="22"/>
                <w:vertAlign w:val="subscript"/>
              </w:rPr>
              <w:t>2</w:t>
            </w:r>
            <w:r w:rsidRPr="00F36525">
              <w:rPr>
                <w:rFonts w:cs="Arial"/>
                <w:sz w:val="22"/>
                <w:szCs w:val="22"/>
              </w:rPr>
              <w:t>e)</w:t>
            </w:r>
          </w:p>
        </w:tc>
      </w:tr>
      <w:tr w:rsidR="009A30C9" w:rsidTr="00F36525">
        <w:tc>
          <w:tcPr>
            <w:tcW w:w="1701" w:type="dxa"/>
            <w:vAlign w:val="top"/>
          </w:tcPr>
          <w:p w:rsidR="009A30C9" w:rsidRPr="00F36525" w:rsidRDefault="001F50D8" w:rsidP="00F36525">
            <w:pPr>
              <w:pStyle w:val="SDMTableBoxParaNotNumbered"/>
              <w:rPr>
                <w:rFonts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LE</m:t>
                    </m:r>
                  </m:e>
                  <m:sub>
                    <m:r>
                      <w:rPr>
                        <w:rFonts w:ascii="Cambria Math" w:hAnsi="Cambria Math" w:cs="Arial"/>
                        <w:sz w:val="22"/>
                        <w:szCs w:val="22"/>
                      </w:rPr>
                      <m:t>y</m:t>
                    </m:r>
                  </m:sub>
                </m:sSub>
              </m:oMath>
            </m:oMathPara>
          </w:p>
        </w:tc>
        <w:tc>
          <w:tcPr>
            <w:tcW w:w="345" w:type="dxa"/>
            <w:vAlign w:val="top"/>
          </w:tcPr>
          <w:p w:rsidR="009A30C9" w:rsidRPr="00F36525" w:rsidRDefault="009A30C9" w:rsidP="00F36525">
            <w:pPr>
              <w:pStyle w:val="SDMTableBoxParaNotNumbered"/>
              <w:rPr>
                <w:rFonts w:cs="Arial"/>
                <w:sz w:val="22"/>
                <w:szCs w:val="22"/>
              </w:rPr>
            </w:pPr>
            <w:r w:rsidRPr="00F36525">
              <w:rPr>
                <w:rFonts w:cs="Arial"/>
                <w:sz w:val="22"/>
                <w:szCs w:val="22"/>
              </w:rPr>
              <w:t>=</w:t>
            </w:r>
          </w:p>
        </w:tc>
        <w:tc>
          <w:tcPr>
            <w:tcW w:w="0" w:type="auto"/>
            <w:vAlign w:val="top"/>
          </w:tcPr>
          <w:p w:rsidR="009A30C9" w:rsidRPr="00F36525" w:rsidRDefault="009A30C9" w:rsidP="00F36525">
            <w:pPr>
              <w:pStyle w:val="SDMTableBoxParaNotNumbered"/>
              <w:rPr>
                <w:rFonts w:cs="Arial"/>
                <w:sz w:val="22"/>
                <w:szCs w:val="22"/>
              </w:rPr>
            </w:pPr>
            <w:r w:rsidRPr="00F36525">
              <w:rPr>
                <w:rFonts w:cs="Arial"/>
                <w:sz w:val="22"/>
                <w:szCs w:val="22"/>
              </w:rPr>
              <w:t xml:space="preserve">Leakage emissions in year </w:t>
            </w:r>
            <w:r w:rsidRPr="00F36525">
              <w:rPr>
                <w:rFonts w:cs="Arial"/>
                <w:i/>
                <w:sz w:val="22"/>
                <w:szCs w:val="22"/>
              </w:rPr>
              <w:t>y</w:t>
            </w:r>
            <w:r w:rsidRPr="00F36525">
              <w:rPr>
                <w:rFonts w:cs="Arial"/>
                <w:sz w:val="22"/>
                <w:szCs w:val="22"/>
              </w:rPr>
              <w:t xml:space="preserve"> (t</w:t>
            </w:r>
            <w:r w:rsidR="001D09EC" w:rsidRPr="00F36525">
              <w:rPr>
                <w:rFonts w:cs="Arial"/>
                <w:sz w:val="22"/>
                <w:szCs w:val="22"/>
              </w:rPr>
              <w:t xml:space="preserve"> </w:t>
            </w:r>
            <w:r w:rsidRPr="00F36525">
              <w:rPr>
                <w:rFonts w:cs="Arial"/>
                <w:sz w:val="22"/>
                <w:szCs w:val="22"/>
              </w:rPr>
              <w:t>CO</w:t>
            </w:r>
            <w:r w:rsidRPr="00F36525">
              <w:rPr>
                <w:rFonts w:cs="Arial"/>
                <w:sz w:val="22"/>
                <w:szCs w:val="22"/>
                <w:vertAlign w:val="subscript"/>
              </w:rPr>
              <w:t>2</w:t>
            </w:r>
            <w:r w:rsidRPr="00F36525">
              <w:rPr>
                <w:rFonts w:cs="Arial"/>
                <w:sz w:val="22"/>
                <w:szCs w:val="22"/>
              </w:rPr>
              <w:t>e)</w:t>
            </w:r>
          </w:p>
        </w:tc>
      </w:tr>
    </w:tbl>
    <w:p w:rsidR="00B940E2" w:rsidRDefault="00B940E2" w:rsidP="001A4855">
      <w:pPr>
        <w:pStyle w:val="SDMHead2"/>
      </w:pPr>
      <w:bookmarkStart w:id="35" w:name="_Toc358026536"/>
      <w:r>
        <w:t>Data and parameters not monitored</w:t>
      </w:r>
      <w:bookmarkEnd w:id="35"/>
    </w:p>
    <w:p w:rsidR="00E62746" w:rsidRPr="00F36525" w:rsidRDefault="00E62746" w:rsidP="00E526C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1</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E62746"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E62746" w:rsidRPr="00F36525" w:rsidRDefault="00E62746" w:rsidP="00E526C2">
            <w:pPr>
              <w:pStyle w:val="SDMTableBoxParaNotNumbered"/>
              <w:rPr>
                <w:rFonts w:cs="Arial"/>
              </w:rPr>
            </w:pPr>
            <w:r w:rsidRPr="00F36525">
              <w:rPr>
                <w:rFonts w:cs="Arial"/>
              </w:rPr>
              <w:t>Data / Parameter:</w:t>
            </w:r>
          </w:p>
        </w:tc>
        <w:tc>
          <w:tcPr>
            <w:tcW w:w="6386" w:type="dxa"/>
          </w:tcPr>
          <w:p w:rsidR="00E62746" w:rsidRPr="00F36525" w:rsidRDefault="00E62746" w:rsidP="00E526C2">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EF</w:t>
            </w:r>
            <w:r w:rsidRPr="00F36525">
              <w:rPr>
                <w:rFonts w:cs="Arial"/>
                <w:sz w:val="20"/>
                <w:vertAlign w:val="subscript"/>
              </w:rPr>
              <w:t>NH3</w:t>
            </w:r>
          </w:p>
        </w:tc>
      </w:tr>
      <w:tr w:rsidR="00E62746"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62746" w:rsidRPr="00F36525" w:rsidRDefault="00E62746" w:rsidP="00E526C2">
            <w:pPr>
              <w:pStyle w:val="SDMTableBoxParaNotNumbered"/>
              <w:rPr>
                <w:rFonts w:cs="Arial"/>
              </w:rPr>
            </w:pPr>
            <w:r w:rsidRPr="00F36525">
              <w:rPr>
                <w:rFonts w:cs="Arial"/>
              </w:rPr>
              <w:t>Data unit:</w:t>
            </w:r>
          </w:p>
        </w:tc>
        <w:tc>
          <w:tcPr>
            <w:tcW w:w="6386" w:type="dxa"/>
          </w:tcPr>
          <w:p w:rsidR="00E62746" w:rsidRPr="00F36525" w:rsidRDefault="00A27B81"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w:t>
            </w:r>
            <w:r w:rsidR="00377FD9" w:rsidRPr="00F36525">
              <w:rPr>
                <w:rFonts w:cs="Arial"/>
                <w:sz w:val="20"/>
              </w:rPr>
              <w:t xml:space="preserve"> </w:t>
            </w:r>
            <w:r w:rsidR="00E62746" w:rsidRPr="00F36525">
              <w:rPr>
                <w:rFonts w:cs="Arial"/>
                <w:sz w:val="20"/>
              </w:rPr>
              <w:t>CO</w:t>
            </w:r>
            <w:r w:rsidR="0001122A" w:rsidRPr="00F36525">
              <w:rPr>
                <w:rFonts w:cs="Arial"/>
                <w:sz w:val="20"/>
                <w:vertAlign w:val="subscript"/>
              </w:rPr>
              <w:t>2</w:t>
            </w:r>
            <w:r w:rsidR="00E62746" w:rsidRPr="00F36525">
              <w:rPr>
                <w:rFonts w:cs="Arial"/>
                <w:sz w:val="20"/>
              </w:rPr>
              <w:t>e/tNH</w:t>
            </w:r>
            <w:r w:rsidR="00E62746" w:rsidRPr="00F36525">
              <w:rPr>
                <w:rFonts w:cs="Arial"/>
                <w:sz w:val="20"/>
                <w:vertAlign w:val="subscript"/>
              </w:rPr>
              <w:t>3</w:t>
            </w:r>
          </w:p>
        </w:tc>
      </w:tr>
      <w:tr w:rsidR="00E62746"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62746" w:rsidRPr="00F36525" w:rsidRDefault="00E62746" w:rsidP="00E526C2">
            <w:pPr>
              <w:pStyle w:val="SDMTableBoxParaNotNumbered"/>
              <w:rPr>
                <w:rFonts w:cs="Arial"/>
              </w:rPr>
            </w:pPr>
            <w:r w:rsidRPr="00F36525">
              <w:rPr>
                <w:rFonts w:cs="Arial"/>
              </w:rPr>
              <w:t>Description:</w:t>
            </w:r>
          </w:p>
        </w:tc>
        <w:tc>
          <w:tcPr>
            <w:tcW w:w="6386" w:type="dxa"/>
          </w:tcPr>
          <w:p w:rsidR="00E62746" w:rsidRPr="00F36525" w:rsidRDefault="00E62746"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Ammonia Production GHG Emission Factor</w:t>
            </w:r>
          </w:p>
        </w:tc>
      </w:tr>
      <w:tr w:rsidR="00E62746"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62746" w:rsidRPr="00F36525" w:rsidRDefault="00E62746" w:rsidP="00E526C2">
            <w:pPr>
              <w:pStyle w:val="SDMTableBoxParaNotNumbered"/>
              <w:rPr>
                <w:rFonts w:cs="Arial"/>
              </w:rPr>
            </w:pPr>
            <w:r w:rsidRPr="00F36525">
              <w:rPr>
                <w:rFonts w:cs="Arial"/>
              </w:rPr>
              <w:t>Source of data:</w:t>
            </w:r>
          </w:p>
        </w:tc>
        <w:tc>
          <w:tcPr>
            <w:tcW w:w="6386" w:type="dxa"/>
          </w:tcPr>
          <w:p w:rsidR="00E62746" w:rsidRPr="00F36525" w:rsidRDefault="00E62746"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IPCC</w:t>
            </w:r>
          </w:p>
        </w:tc>
      </w:tr>
      <w:tr w:rsidR="00E62746"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62746" w:rsidRPr="00F36525" w:rsidRDefault="00E62746" w:rsidP="00E526C2">
            <w:pPr>
              <w:pStyle w:val="SDMTableBoxParaNotNumbered"/>
              <w:rPr>
                <w:rFonts w:cs="Arial"/>
              </w:rPr>
            </w:pPr>
            <w:r w:rsidRPr="00F36525">
              <w:rPr>
                <w:rFonts w:cs="Arial"/>
              </w:rPr>
              <w:lastRenderedPageBreak/>
              <w:t>Measurement</w:t>
            </w:r>
            <w:r w:rsidRPr="00F36525">
              <w:rPr>
                <w:rFonts w:cs="Arial"/>
              </w:rPr>
              <w:br/>
              <w:t>procedures (if any):</w:t>
            </w:r>
          </w:p>
        </w:tc>
        <w:tc>
          <w:tcPr>
            <w:tcW w:w="6386" w:type="dxa"/>
          </w:tcPr>
          <w:p w:rsidR="00E62746" w:rsidRPr="00F36525" w:rsidRDefault="00256691"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E62746"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62746" w:rsidRPr="00F36525" w:rsidRDefault="00E62746" w:rsidP="00E526C2">
            <w:pPr>
              <w:pStyle w:val="SDMTableBoxParaNotNumbered"/>
              <w:rPr>
                <w:rFonts w:cs="Arial"/>
              </w:rPr>
            </w:pPr>
            <w:r w:rsidRPr="00F36525">
              <w:rPr>
                <w:rFonts w:cs="Arial"/>
              </w:rPr>
              <w:t>Any comment:</w:t>
            </w:r>
          </w:p>
        </w:tc>
        <w:tc>
          <w:tcPr>
            <w:tcW w:w="6386" w:type="dxa"/>
          </w:tcPr>
          <w:p w:rsidR="00E62746" w:rsidRPr="00F36525" w:rsidRDefault="00E62746"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A default factor of 2.14 tCO</w:t>
            </w:r>
            <w:r w:rsidR="0001122A" w:rsidRPr="00F36525">
              <w:rPr>
                <w:rFonts w:cs="Arial"/>
                <w:sz w:val="20"/>
                <w:vertAlign w:val="subscript"/>
              </w:rPr>
              <w:t>2</w:t>
            </w:r>
            <w:r w:rsidRPr="00F36525">
              <w:rPr>
                <w:rFonts w:cs="Arial"/>
                <w:sz w:val="20"/>
              </w:rPr>
              <w:t>e/tNH</w:t>
            </w:r>
            <w:r w:rsidRPr="00F36525">
              <w:rPr>
                <w:rFonts w:cs="Arial"/>
                <w:sz w:val="20"/>
                <w:vertAlign w:val="subscript"/>
              </w:rPr>
              <w:t>3</w:t>
            </w:r>
            <w:r w:rsidRPr="00F36525">
              <w:rPr>
                <w:rFonts w:cs="Arial"/>
                <w:sz w:val="20"/>
              </w:rPr>
              <w:t xml:space="preserve"> is suggested (GEMIS 4.2)</w:t>
            </w:r>
          </w:p>
        </w:tc>
      </w:tr>
    </w:tbl>
    <w:p w:rsidR="00417507" w:rsidRPr="00F36525" w:rsidRDefault="00417507" w:rsidP="00E526C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2</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4A0" w:firstRow="1" w:lastRow="0" w:firstColumn="1" w:lastColumn="0" w:noHBand="0" w:noVBand="1"/>
      </w:tblPr>
      <w:tblGrid>
        <w:gridCol w:w="2232"/>
        <w:gridCol w:w="6386"/>
      </w:tblGrid>
      <w:tr w:rsidR="00417507" w:rsidRPr="00F36525" w:rsidTr="004175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 Parameter:</w:t>
            </w:r>
          </w:p>
        </w:tc>
        <w:tc>
          <w:tcPr>
            <w:tcW w:w="6386" w:type="dxa"/>
          </w:tcPr>
          <w:p w:rsidR="00417507" w:rsidRPr="00F36525" w:rsidRDefault="00417507" w:rsidP="00E526C2">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EF</w:t>
            </w:r>
            <w:r w:rsidRPr="00F36525">
              <w:rPr>
                <w:rFonts w:cs="Arial"/>
                <w:sz w:val="20"/>
                <w:vertAlign w:val="subscript"/>
              </w:rPr>
              <w:t>HC</w:t>
            </w:r>
          </w:p>
        </w:tc>
      </w:tr>
      <w:tr w:rsidR="00417507" w:rsidRPr="00F36525" w:rsidTr="00417507">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unit:</w:t>
            </w:r>
          </w:p>
        </w:tc>
        <w:tc>
          <w:tcPr>
            <w:tcW w:w="6386" w:type="dxa"/>
          </w:tcPr>
          <w:p w:rsidR="00417507" w:rsidRPr="00F36525" w:rsidRDefault="00A27B81"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w:t>
            </w:r>
            <w:r w:rsidR="00377FD9" w:rsidRPr="00F36525">
              <w:rPr>
                <w:rFonts w:cs="Arial"/>
                <w:sz w:val="20"/>
              </w:rPr>
              <w:t xml:space="preserve"> </w:t>
            </w:r>
            <w:r w:rsidR="00417507" w:rsidRPr="00F36525">
              <w:rPr>
                <w:rFonts w:cs="Arial"/>
                <w:sz w:val="20"/>
              </w:rPr>
              <w:t>CO</w:t>
            </w:r>
            <w:r w:rsidR="0001122A" w:rsidRPr="00F36525">
              <w:rPr>
                <w:rFonts w:cs="Arial"/>
                <w:sz w:val="20"/>
                <w:vertAlign w:val="subscript"/>
              </w:rPr>
              <w:t>2</w:t>
            </w:r>
            <w:r w:rsidR="00417507" w:rsidRPr="00F36525">
              <w:rPr>
                <w:rFonts w:cs="Arial"/>
                <w:sz w:val="20"/>
              </w:rPr>
              <w:t>e/tHC</w:t>
            </w:r>
          </w:p>
        </w:tc>
      </w:tr>
      <w:tr w:rsidR="00417507" w:rsidRPr="00F36525" w:rsidTr="00417507">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Description:</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Hydrocarbon CO</w:t>
            </w:r>
            <w:r w:rsidR="0001122A" w:rsidRPr="00F36525">
              <w:rPr>
                <w:rFonts w:cs="Arial"/>
                <w:sz w:val="20"/>
                <w:vertAlign w:val="subscript"/>
              </w:rPr>
              <w:t>2</w:t>
            </w:r>
            <w:r w:rsidRPr="00F36525">
              <w:rPr>
                <w:rFonts w:cs="Arial"/>
                <w:sz w:val="20"/>
              </w:rPr>
              <w:t xml:space="preserve"> emissions factor</w:t>
            </w:r>
          </w:p>
        </w:tc>
      </w:tr>
      <w:tr w:rsidR="00417507" w:rsidRPr="00F36525" w:rsidTr="00417507">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Source of data:</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IPCC</w:t>
            </w:r>
          </w:p>
        </w:tc>
      </w:tr>
      <w:tr w:rsidR="00417507" w:rsidRPr="00F36525" w:rsidTr="00417507">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Measurement procedures (if any):</w:t>
            </w:r>
          </w:p>
        </w:tc>
        <w:tc>
          <w:tcPr>
            <w:tcW w:w="6386" w:type="dxa"/>
          </w:tcPr>
          <w:p w:rsidR="00417507" w:rsidRPr="00F36525" w:rsidRDefault="00256691"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417507" w:rsidRPr="00F36525" w:rsidTr="00417507">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Any comment:</w:t>
            </w:r>
            <w:r w:rsidRPr="00F36525">
              <w:rPr>
                <w:rFonts w:cs="Arial"/>
                <w:sz w:val="20"/>
              </w:rPr>
              <w:tab/>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The hydrocarbon CO</w:t>
            </w:r>
            <w:r w:rsidR="0001122A" w:rsidRPr="00F36525">
              <w:rPr>
                <w:rFonts w:cs="Arial"/>
                <w:sz w:val="20"/>
                <w:vertAlign w:val="subscript"/>
              </w:rPr>
              <w:t>2</w:t>
            </w:r>
            <w:r w:rsidRPr="00F36525">
              <w:rPr>
                <w:rFonts w:cs="Arial"/>
                <w:sz w:val="20"/>
              </w:rPr>
              <w:t xml:space="preserve"> emission factor is given by the molecular weights and the chemical reaction when hydrocarbons are converted (e.g. where CH</w:t>
            </w:r>
            <w:r w:rsidRPr="00F36525">
              <w:rPr>
                <w:rFonts w:cs="Arial"/>
                <w:sz w:val="20"/>
                <w:vertAlign w:val="subscript"/>
              </w:rPr>
              <w:t>4</w:t>
            </w:r>
            <w:r w:rsidRPr="00F36525">
              <w:rPr>
                <w:rFonts w:cs="Arial"/>
                <w:sz w:val="20"/>
              </w:rPr>
              <w:t xml:space="preserve"> is used as hydrocarbon, each converted tonne of CH</w:t>
            </w:r>
            <w:r w:rsidRPr="00F36525">
              <w:rPr>
                <w:rFonts w:cs="Arial"/>
                <w:sz w:val="20"/>
                <w:vertAlign w:val="subscript"/>
              </w:rPr>
              <w:t>4</w:t>
            </w:r>
            <w:r w:rsidRPr="00F36525">
              <w:rPr>
                <w:rFonts w:cs="Arial"/>
                <w:sz w:val="20"/>
              </w:rPr>
              <w:t xml:space="preserve"> results in 44/16 tonnes of CO</w:t>
            </w:r>
            <w:r w:rsidR="0001122A" w:rsidRPr="00F36525">
              <w:rPr>
                <w:rFonts w:cs="Arial"/>
                <w:sz w:val="20"/>
                <w:vertAlign w:val="subscript"/>
              </w:rPr>
              <w:t>2</w:t>
            </w:r>
            <w:r w:rsidRPr="00F36525">
              <w:rPr>
                <w:rFonts w:cs="Arial"/>
                <w:sz w:val="20"/>
              </w:rPr>
              <w:t>, thus the hydro</w:t>
            </w:r>
            <w:r w:rsidR="00377FD9" w:rsidRPr="00F36525">
              <w:rPr>
                <w:rFonts w:cs="Arial"/>
                <w:sz w:val="20"/>
              </w:rPr>
              <w:t>carbon emission factor is 2.75)</w:t>
            </w:r>
          </w:p>
        </w:tc>
      </w:tr>
    </w:tbl>
    <w:p w:rsidR="00417507" w:rsidRPr="00F36525" w:rsidRDefault="00417507" w:rsidP="00A27B8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3</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417507"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A27B81">
            <w:pPr>
              <w:rPr>
                <w:rFonts w:cs="Arial"/>
                <w:sz w:val="20"/>
              </w:rPr>
            </w:pPr>
            <w:r w:rsidRPr="00F36525">
              <w:rPr>
                <w:rFonts w:cs="Arial"/>
                <w:sz w:val="20"/>
              </w:rPr>
              <w:t>Data / Parameter:</w:t>
            </w:r>
          </w:p>
        </w:tc>
        <w:tc>
          <w:tcPr>
            <w:tcW w:w="6386" w:type="dxa"/>
          </w:tcPr>
          <w:p w:rsidR="00417507" w:rsidRPr="00F36525" w:rsidRDefault="00417507" w:rsidP="00A27B8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Type HC</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A27B81">
            <w:pPr>
              <w:keepNext/>
              <w:rPr>
                <w:rFonts w:cs="Arial"/>
                <w:sz w:val="20"/>
              </w:rPr>
            </w:pPr>
            <w:r w:rsidRPr="00F36525">
              <w:rPr>
                <w:rFonts w:cs="Arial"/>
                <w:sz w:val="20"/>
              </w:rPr>
              <w:t>Data unit:</w:t>
            </w:r>
          </w:p>
        </w:tc>
        <w:tc>
          <w:tcPr>
            <w:tcW w:w="6386" w:type="dxa"/>
          </w:tcPr>
          <w:p w:rsidR="00417507" w:rsidRPr="00F36525" w:rsidRDefault="00417507" w:rsidP="00A27B81">
            <w:pPr>
              <w:keepNex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Description:</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Type of hydrocarbon</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Source of data:</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Hydrocarbon supplier</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Measurement</w:t>
            </w:r>
            <w:r w:rsidRPr="00F36525">
              <w:rPr>
                <w:rFonts w:cs="Arial"/>
              </w:rPr>
              <w:br/>
              <w:t>procedures (if any):</w:t>
            </w:r>
          </w:p>
        </w:tc>
        <w:tc>
          <w:tcPr>
            <w:tcW w:w="6386" w:type="dxa"/>
          </w:tcPr>
          <w:p w:rsidR="00417507" w:rsidRPr="00F36525" w:rsidRDefault="00256691" w:rsidP="00417507">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Any comment:</w:t>
            </w:r>
          </w:p>
        </w:tc>
        <w:tc>
          <w:tcPr>
            <w:tcW w:w="6386" w:type="dxa"/>
          </w:tcPr>
          <w:p w:rsidR="00417507"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bl>
    <w:p w:rsidR="00417507" w:rsidRPr="00F36525" w:rsidRDefault="00417507" w:rsidP="00E526C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4</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417507"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 Parameter:</w:t>
            </w:r>
          </w:p>
        </w:tc>
        <w:tc>
          <w:tcPr>
            <w:tcW w:w="6386" w:type="dxa"/>
          </w:tcPr>
          <w:p w:rsidR="00417507" w:rsidRPr="00F36525" w:rsidRDefault="00417507" w:rsidP="00E526C2">
            <w:pPr>
              <w:cnfStyle w:val="100000000000" w:firstRow="1" w:lastRow="0" w:firstColumn="0" w:lastColumn="0" w:oddVBand="0" w:evenVBand="0" w:oddHBand="0" w:evenHBand="0" w:firstRowFirstColumn="0" w:firstRowLastColumn="0" w:lastRowFirstColumn="0" w:lastRowLastColumn="0"/>
              <w:rPr>
                <w:rFonts w:cs="Arial"/>
                <w:sz w:val="20"/>
                <w:vertAlign w:val="subscript"/>
              </w:rPr>
            </w:pPr>
            <w:r w:rsidRPr="00F36525">
              <w:rPr>
                <w:rFonts w:cs="Arial"/>
                <w:sz w:val="20"/>
              </w:rPr>
              <w:t>P</w:t>
            </w:r>
            <w:r w:rsidRPr="00F36525">
              <w:rPr>
                <w:rFonts w:cs="Arial"/>
                <w:sz w:val="20"/>
                <w:vertAlign w:val="subscript"/>
              </w:rPr>
              <w:t>product,hist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unit:</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Description:</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Design Capacity</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Source of data:</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Manufacturer’s specifications</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Measurement</w:t>
            </w:r>
            <w:r w:rsidRPr="00F36525">
              <w:rPr>
                <w:rFonts w:cs="Arial"/>
              </w:rPr>
              <w:br/>
              <w:t>procedures (if any):</w:t>
            </w:r>
          </w:p>
        </w:tc>
        <w:tc>
          <w:tcPr>
            <w:tcW w:w="6386" w:type="dxa"/>
          </w:tcPr>
          <w:p w:rsidR="00417507"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Any comment:</w:t>
            </w:r>
          </w:p>
        </w:tc>
        <w:tc>
          <w:tcPr>
            <w:tcW w:w="6386" w:type="dxa"/>
          </w:tcPr>
          <w:p w:rsidR="00417507"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bl>
    <w:p w:rsidR="00417507" w:rsidRPr="00F36525" w:rsidRDefault="00417507" w:rsidP="00E526C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5</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417507"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 Parameter:</w:t>
            </w:r>
          </w:p>
        </w:tc>
        <w:tc>
          <w:tcPr>
            <w:tcW w:w="6386" w:type="dxa"/>
          </w:tcPr>
          <w:p w:rsidR="00417507" w:rsidRPr="00F36525" w:rsidRDefault="00417507" w:rsidP="00E526C2">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T</w:t>
            </w:r>
            <w:r w:rsidRPr="00F36525">
              <w:rPr>
                <w:rFonts w:cs="Arial"/>
                <w:sz w:val="20"/>
                <w:vertAlign w:val="subscript"/>
              </w:rPr>
              <w:t>g,hist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unit:</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Description:</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Historical operating temperature range of the ammonia oxidation reactor</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Source of data:</w:t>
            </w:r>
          </w:p>
        </w:tc>
        <w:tc>
          <w:tcPr>
            <w:tcW w:w="6386" w:type="dxa"/>
          </w:tcPr>
          <w:p w:rsidR="00417507" w:rsidRPr="00F36525" w:rsidRDefault="00256691"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Production reports/</w:t>
            </w:r>
            <w:r w:rsidR="00417507" w:rsidRPr="00F36525">
              <w:rPr>
                <w:rFonts w:cs="Arial"/>
                <w:sz w:val="20"/>
              </w:rPr>
              <w:t>manufacturer’s specifications</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Measurement</w:t>
            </w:r>
            <w:r w:rsidRPr="00F36525">
              <w:rPr>
                <w:rFonts w:cs="Arial"/>
              </w:rPr>
              <w:br/>
              <w:t>procedures (if any):</w:t>
            </w:r>
          </w:p>
        </w:tc>
        <w:tc>
          <w:tcPr>
            <w:tcW w:w="6386" w:type="dxa"/>
          </w:tcPr>
          <w:p w:rsidR="00417507" w:rsidRPr="00F36525" w:rsidRDefault="00256691" w:rsidP="00417507">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lastRenderedPageBreak/>
              <w:t>Any comment:</w:t>
            </w:r>
          </w:p>
        </w:tc>
        <w:tc>
          <w:tcPr>
            <w:tcW w:w="6386" w:type="dxa"/>
          </w:tcPr>
          <w:p w:rsidR="00417507"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bl>
    <w:p w:rsidR="00417507" w:rsidRPr="00F36525" w:rsidRDefault="00417507" w:rsidP="00E526C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6</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417507"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 Parameter:</w:t>
            </w:r>
          </w:p>
        </w:tc>
        <w:tc>
          <w:tcPr>
            <w:tcW w:w="6386" w:type="dxa"/>
          </w:tcPr>
          <w:p w:rsidR="00417507" w:rsidRPr="00F36525" w:rsidRDefault="00417507" w:rsidP="00E526C2">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P</w:t>
            </w:r>
            <w:r w:rsidRPr="00F36525">
              <w:rPr>
                <w:rFonts w:cs="Arial"/>
                <w:sz w:val="20"/>
                <w:vertAlign w:val="subscript"/>
              </w:rPr>
              <w:t>g,hist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unit:</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Pa</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Description:</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Historical operating pressure range of the ammonia oxidation reactor</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Source of data:</w:t>
            </w:r>
          </w:p>
        </w:tc>
        <w:tc>
          <w:tcPr>
            <w:tcW w:w="6386" w:type="dxa"/>
          </w:tcPr>
          <w:p w:rsidR="00417507" w:rsidRPr="00F36525" w:rsidRDefault="00377FD9"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Production reports/</w:t>
            </w:r>
            <w:r w:rsidR="00417507" w:rsidRPr="00F36525">
              <w:rPr>
                <w:rFonts w:cs="Arial"/>
                <w:sz w:val="20"/>
              </w:rPr>
              <w:t>manufacturer’s specifications</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Measurement</w:t>
            </w:r>
            <w:r w:rsidRPr="00F36525">
              <w:rPr>
                <w:rFonts w:cs="Arial"/>
              </w:rPr>
              <w:br/>
              <w:t>procedures (if any):</w:t>
            </w:r>
          </w:p>
        </w:tc>
        <w:tc>
          <w:tcPr>
            <w:tcW w:w="6386" w:type="dxa"/>
          </w:tcPr>
          <w:p w:rsidR="00417507" w:rsidRPr="00F36525" w:rsidRDefault="00256691" w:rsidP="00417507">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Any comment:</w:t>
            </w:r>
          </w:p>
        </w:tc>
        <w:tc>
          <w:tcPr>
            <w:tcW w:w="6386" w:type="dxa"/>
          </w:tcPr>
          <w:p w:rsidR="00417507"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bl>
    <w:p w:rsidR="00417507" w:rsidRPr="00F36525" w:rsidRDefault="00417507" w:rsidP="00E526C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7</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417507"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 Parameter:</w:t>
            </w:r>
          </w:p>
        </w:tc>
        <w:tc>
          <w:tcPr>
            <w:tcW w:w="6386" w:type="dxa"/>
          </w:tcPr>
          <w:p w:rsidR="00417507" w:rsidRPr="00F36525" w:rsidRDefault="00417507" w:rsidP="00E526C2">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G</w:t>
            </w:r>
            <w:r w:rsidRPr="00F36525">
              <w:rPr>
                <w:rFonts w:cs="Arial"/>
                <w:sz w:val="20"/>
                <w:vertAlign w:val="subscript"/>
              </w:rPr>
              <w:t>sup,hist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unit:</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Description:</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Historical supplier of ammonia oxidation catalyst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C32F71">
            <w:pPr>
              <w:keepNext/>
              <w:rPr>
                <w:rFonts w:cs="Arial"/>
                <w:sz w:val="20"/>
              </w:rPr>
            </w:pPr>
            <w:r w:rsidRPr="00F36525">
              <w:rPr>
                <w:rFonts w:cs="Arial"/>
                <w:sz w:val="20"/>
              </w:rPr>
              <w:t>Source of data:</w:t>
            </w:r>
          </w:p>
        </w:tc>
        <w:tc>
          <w:tcPr>
            <w:tcW w:w="6386" w:type="dxa"/>
          </w:tcPr>
          <w:p w:rsidR="00417507" w:rsidRPr="00F36525" w:rsidRDefault="00417507" w:rsidP="00C32F71">
            <w:pPr>
              <w:keepNex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Annual reports, Supplier information</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C32F71">
            <w:pPr>
              <w:pStyle w:val="SDMTableBoxParaNotNumbered"/>
              <w:keepNext/>
              <w:rPr>
                <w:rFonts w:cs="Arial"/>
              </w:rPr>
            </w:pPr>
            <w:r w:rsidRPr="00F36525">
              <w:rPr>
                <w:rFonts w:cs="Arial"/>
              </w:rPr>
              <w:t>Measurement</w:t>
            </w:r>
            <w:r w:rsidRPr="00F36525">
              <w:rPr>
                <w:rFonts w:cs="Arial"/>
              </w:rPr>
              <w:br/>
              <w:t>procedures (if any):</w:t>
            </w:r>
          </w:p>
        </w:tc>
        <w:tc>
          <w:tcPr>
            <w:tcW w:w="6386" w:type="dxa"/>
          </w:tcPr>
          <w:p w:rsidR="00417507" w:rsidRPr="00F36525" w:rsidRDefault="00256691" w:rsidP="00C32F71">
            <w:pPr>
              <w:pStyle w:val="SDMTableBoxParaNotNumbered"/>
              <w:keepNext/>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Any comment:</w:t>
            </w:r>
          </w:p>
        </w:tc>
        <w:tc>
          <w:tcPr>
            <w:tcW w:w="6386" w:type="dxa"/>
          </w:tcPr>
          <w:p w:rsidR="00417507"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bl>
    <w:p w:rsidR="00417507" w:rsidRPr="00F36525" w:rsidRDefault="00417507" w:rsidP="00E526C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8</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417507"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 Parameter:</w:t>
            </w:r>
          </w:p>
        </w:tc>
        <w:tc>
          <w:tcPr>
            <w:tcW w:w="6386" w:type="dxa"/>
          </w:tcPr>
          <w:p w:rsidR="00417507" w:rsidRPr="00F36525" w:rsidRDefault="00417507" w:rsidP="00E526C2">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G</w:t>
            </w:r>
            <w:r w:rsidRPr="00F36525">
              <w:rPr>
                <w:rFonts w:cs="Arial"/>
                <w:sz w:val="20"/>
                <w:vertAlign w:val="subscript"/>
              </w:rPr>
              <w:t>com,hist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unit:</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Description:</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Historical composition of the ammonia oxidation catalyst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Source of data:</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Supplier information</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Measurement</w:t>
            </w:r>
            <w:r w:rsidRPr="00F36525">
              <w:rPr>
                <w:rFonts w:cs="Arial"/>
              </w:rPr>
              <w:br/>
              <w:t>procedures (if any):</w:t>
            </w:r>
          </w:p>
        </w:tc>
        <w:tc>
          <w:tcPr>
            <w:tcW w:w="6386" w:type="dxa"/>
          </w:tcPr>
          <w:p w:rsidR="00417507" w:rsidRPr="00F36525" w:rsidRDefault="00256691" w:rsidP="00417507">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Any comment:</w:t>
            </w:r>
          </w:p>
        </w:tc>
        <w:tc>
          <w:tcPr>
            <w:tcW w:w="6386" w:type="dxa"/>
          </w:tcPr>
          <w:p w:rsidR="00417507"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bl>
    <w:p w:rsidR="00417507" w:rsidRPr="00F36525" w:rsidRDefault="00417507" w:rsidP="00E526C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9</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417507"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 Parameter:</w:t>
            </w:r>
          </w:p>
        </w:tc>
        <w:tc>
          <w:tcPr>
            <w:tcW w:w="6386" w:type="dxa"/>
          </w:tcPr>
          <w:p w:rsidR="00417507" w:rsidRPr="00F36525" w:rsidRDefault="00417507" w:rsidP="00E526C2">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A</w:t>
            </w:r>
            <w:r w:rsidRPr="00F36525">
              <w:rPr>
                <w:rFonts w:cs="Arial"/>
                <w:sz w:val="20"/>
                <w:vertAlign w:val="subscript"/>
              </w:rPr>
              <w:t>OR,max</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unit:</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tNH</w:t>
            </w:r>
            <w:r w:rsidRPr="00F36525">
              <w:rPr>
                <w:rFonts w:cs="Arial"/>
                <w:sz w:val="20"/>
                <w:vertAlign w:val="subscript"/>
              </w:rPr>
              <w:t>3</w:t>
            </w:r>
            <w:r w:rsidRPr="00F36525">
              <w:rPr>
                <w:rFonts w:cs="Arial"/>
                <w:sz w:val="20"/>
              </w:rPr>
              <w:t>/year</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Description:</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Maximum historical ammonia input to oxidation reactor</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Source of data:</w:t>
            </w:r>
          </w:p>
        </w:tc>
        <w:tc>
          <w:tcPr>
            <w:tcW w:w="6386" w:type="dxa"/>
          </w:tcPr>
          <w:p w:rsidR="00417507" w:rsidRPr="00F36525" w:rsidRDefault="00377FD9" w:rsidP="00377FD9">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Production reports/</w:t>
            </w:r>
            <w:r w:rsidR="00417507" w:rsidRPr="00F36525">
              <w:rPr>
                <w:rFonts w:cs="Arial"/>
                <w:sz w:val="20"/>
              </w:rPr>
              <w:t>manufacturer’s specifications/</w:t>
            </w:r>
            <w:r w:rsidRPr="00F36525">
              <w:rPr>
                <w:rFonts w:cs="Arial"/>
                <w:sz w:val="20"/>
              </w:rPr>
              <w:t>l</w:t>
            </w:r>
            <w:r w:rsidR="00417507" w:rsidRPr="00F36525">
              <w:rPr>
                <w:rFonts w:cs="Arial"/>
                <w:sz w:val="20"/>
              </w:rPr>
              <w:t>iterature</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Measurement</w:t>
            </w:r>
            <w:r w:rsidRPr="00F36525">
              <w:rPr>
                <w:rFonts w:cs="Arial"/>
              </w:rPr>
              <w:br/>
              <w:t>procedures (if any):</w:t>
            </w:r>
          </w:p>
        </w:tc>
        <w:tc>
          <w:tcPr>
            <w:tcW w:w="6386" w:type="dxa"/>
          </w:tcPr>
          <w:p w:rsidR="00417507" w:rsidRPr="00F36525" w:rsidRDefault="00256691" w:rsidP="00417507">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Any comment:</w:t>
            </w:r>
          </w:p>
        </w:tc>
        <w:tc>
          <w:tcPr>
            <w:tcW w:w="6386" w:type="dxa"/>
          </w:tcPr>
          <w:p w:rsidR="00417507"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bl>
    <w:p w:rsidR="00417507" w:rsidRPr="00F36525" w:rsidRDefault="00417507" w:rsidP="00E526C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10</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417507"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 Parameter:</w:t>
            </w:r>
          </w:p>
        </w:tc>
        <w:tc>
          <w:tcPr>
            <w:tcW w:w="6386" w:type="dxa"/>
          </w:tcPr>
          <w:p w:rsidR="00417507" w:rsidRPr="00F36525" w:rsidRDefault="00417507" w:rsidP="00E526C2">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ST</w:t>
            </w:r>
            <w:r w:rsidRPr="00F36525">
              <w:rPr>
                <w:rFonts w:cs="Arial"/>
                <w:sz w:val="20"/>
                <w:vertAlign w:val="subscript"/>
              </w:rPr>
              <w:t>BL</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Data unit:</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MW</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lastRenderedPageBreak/>
              <w:t>Description:</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Baseline Steam Export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rPr>
                <w:rFonts w:cs="Arial"/>
                <w:sz w:val="20"/>
              </w:rPr>
            </w:pPr>
            <w:r w:rsidRPr="00F36525">
              <w:rPr>
                <w:rFonts w:cs="Arial"/>
                <w:sz w:val="20"/>
              </w:rPr>
              <w:t>Source of data:</w:t>
            </w:r>
          </w:p>
        </w:tc>
        <w:tc>
          <w:tcPr>
            <w:tcW w:w="6386" w:type="dxa"/>
          </w:tcPr>
          <w:p w:rsidR="00417507" w:rsidRPr="00F36525" w:rsidRDefault="00417507"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Project operator and/or technology provider (PDD)</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Measurement</w:t>
            </w:r>
            <w:r w:rsidRPr="00F36525">
              <w:rPr>
                <w:rFonts w:cs="Arial"/>
              </w:rPr>
              <w:br/>
              <w:t>procedures (if any):</w:t>
            </w:r>
          </w:p>
        </w:tc>
        <w:tc>
          <w:tcPr>
            <w:tcW w:w="6386" w:type="dxa"/>
          </w:tcPr>
          <w:p w:rsidR="00417507" w:rsidRPr="00F36525" w:rsidRDefault="00256691" w:rsidP="00417507">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r w:rsidR="00417507"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417507" w:rsidRPr="00F36525" w:rsidRDefault="00417507" w:rsidP="00E526C2">
            <w:pPr>
              <w:pStyle w:val="SDMTableBoxParaNotNumbered"/>
              <w:rPr>
                <w:rFonts w:cs="Arial"/>
              </w:rPr>
            </w:pPr>
            <w:r w:rsidRPr="00F36525">
              <w:rPr>
                <w:rFonts w:cs="Arial"/>
              </w:rPr>
              <w:t>Any comment:</w:t>
            </w:r>
          </w:p>
        </w:tc>
        <w:tc>
          <w:tcPr>
            <w:tcW w:w="6386" w:type="dxa"/>
          </w:tcPr>
          <w:p w:rsidR="00417507" w:rsidRPr="00F36525" w:rsidRDefault="00417507" w:rsidP="00417507">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Calculated based on ex post estimation (PDD)</w:t>
            </w:r>
          </w:p>
        </w:tc>
      </w:tr>
    </w:tbl>
    <w:p w:rsidR="00E526C2" w:rsidRPr="00F36525" w:rsidRDefault="00E526C2" w:rsidP="00A27B8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11</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E526C2"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A27B81">
            <w:pPr>
              <w:rPr>
                <w:rFonts w:cs="Arial"/>
                <w:sz w:val="20"/>
              </w:rPr>
            </w:pPr>
            <w:r w:rsidRPr="00F36525">
              <w:rPr>
                <w:rFonts w:cs="Arial"/>
                <w:sz w:val="20"/>
              </w:rPr>
              <w:t>Data / Parameter:</w:t>
            </w:r>
          </w:p>
        </w:tc>
        <w:tc>
          <w:tcPr>
            <w:tcW w:w="6386" w:type="dxa"/>
          </w:tcPr>
          <w:p w:rsidR="00E526C2" w:rsidRPr="00F36525" w:rsidRDefault="00E526C2" w:rsidP="00A27B8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η</w:t>
            </w:r>
            <w:r w:rsidRPr="00F36525">
              <w:rPr>
                <w:rFonts w:cs="Arial"/>
                <w:sz w:val="20"/>
                <w:vertAlign w:val="subscript"/>
              </w:rPr>
              <w:t>ST</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A27B81">
            <w:pPr>
              <w:keepNext/>
              <w:rPr>
                <w:rFonts w:cs="Arial"/>
                <w:sz w:val="20"/>
              </w:rPr>
            </w:pPr>
            <w:r w:rsidRPr="00F36525">
              <w:rPr>
                <w:rFonts w:cs="Arial"/>
                <w:sz w:val="20"/>
              </w:rPr>
              <w:t>Data unit:</w:t>
            </w:r>
          </w:p>
        </w:tc>
        <w:tc>
          <w:tcPr>
            <w:tcW w:w="6386" w:type="dxa"/>
          </w:tcPr>
          <w:p w:rsidR="00E526C2" w:rsidRPr="00F36525" w:rsidRDefault="00E526C2" w:rsidP="00A27B81">
            <w:pPr>
              <w:keepNex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Description:</w:t>
            </w:r>
          </w:p>
        </w:tc>
        <w:tc>
          <w:tcPr>
            <w:tcW w:w="6386" w:type="dxa"/>
          </w:tcPr>
          <w:p w:rsidR="00E526C2" w:rsidRPr="00F36525" w:rsidRDefault="00E526C2"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Steam Generation Efficiency</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Source of data:</w:t>
            </w:r>
          </w:p>
        </w:tc>
        <w:tc>
          <w:tcPr>
            <w:tcW w:w="6386" w:type="dxa"/>
          </w:tcPr>
          <w:p w:rsidR="00E526C2" w:rsidRPr="00F36525" w:rsidRDefault="00E526C2"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Manufacturer information</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pStyle w:val="SDMTableBoxParaNotNumbered"/>
              <w:rPr>
                <w:rFonts w:cs="Arial"/>
              </w:rPr>
            </w:pPr>
            <w:r w:rsidRPr="00F36525">
              <w:rPr>
                <w:rFonts w:cs="Arial"/>
              </w:rPr>
              <w:t>Measurement</w:t>
            </w:r>
            <w:r w:rsidRPr="00F36525">
              <w:rPr>
                <w:rFonts w:cs="Arial"/>
              </w:rPr>
              <w:br/>
              <w:t>procedures (if any):</w:t>
            </w:r>
          </w:p>
        </w:tc>
        <w:tc>
          <w:tcPr>
            <w:tcW w:w="6386" w:type="dxa"/>
          </w:tcPr>
          <w:p w:rsidR="00E526C2"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pStyle w:val="SDMTableBoxParaNotNumbered"/>
              <w:rPr>
                <w:rFonts w:cs="Arial"/>
              </w:rPr>
            </w:pPr>
            <w:r w:rsidRPr="00F36525">
              <w:rPr>
                <w:rFonts w:cs="Arial"/>
              </w:rPr>
              <w:t>Any comment:</w:t>
            </w:r>
          </w:p>
        </w:tc>
        <w:tc>
          <w:tcPr>
            <w:tcW w:w="6386" w:type="dxa"/>
          </w:tcPr>
          <w:p w:rsidR="00E526C2"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bl>
    <w:p w:rsidR="00E526C2" w:rsidRPr="00F36525" w:rsidRDefault="00E526C2" w:rsidP="00E526C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12</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E526C2"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Data / Parameter:</w:t>
            </w:r>
          </w:p>
        </w:tc>
        <w:tc>
          <w:tcPr>
            <w:tcW w:w="6386" w:type="dxa"/>
          </w:tcPr>
          <w:p w:rsidR="00E526C2" w:rsidRPr="00F36525" w:rsidRDefault="00E526C2" w:rsidP="00E526C2">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EE</w:t>
            </w:r>
            <w:r w:rsidRPr="00F36525">
              <w:rPr>
                <w:rFonts w:cs="Arial"/>
                <w:sz w:val="20"/>
                <w:vertAlign w:val="subscript"/>
              </w:rPr>
              <w:t>BL</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Data unit:</w:t>
            </w:r>
          </w:p>
        </w:tc>
        <w:tc>
          <w:tcPr>
            <w:tcW w:w="6386" w:type="dxa"/>
          </w:tcPr>
          <w:p w:rsidR="00E526C2" w:rsidRPr="00F36525" w:rsidRDefault="00E526C2"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MW</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Description:</w:t>
            </w:r>
          </w:p>
        </w:tc>
        <w:tc>
          <w:tcPr>
            <w:tcW w:w="6386" w:type="dxa"/>
          </w:tcPr>
          <w:p w:rsidR="00E526C2" w:rsidRPr="00F36525" w:rsidRDefault="00E526C2"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Baseline Energy Export from Tail Gas Utilization</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Source of data:</w:t>
            </w:r>
          </w:p>
        </w:tc>
        <w:tc>
          <w:tcPr>
            <w:tcW w:w="6386" w:type="dxa"/>
          </w:tcPr>
          <w:p w:rsidR="00E526C2" w:rsidRPr="00F36525" w:rsidRDefault="00E526C2"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Project operator and/or technology provider (PDD)</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pStyle w:val="SDMTableBoxParaNotNumbered"/>
              <w:rPr>
                <w:rFonts w:cs="Arial"/>
              </w:rPr>
            </w:pPr>
            <w:r w:rsidRPr="00F36525">
              <w:rPr>
                <w:rFonts w:cs="Arial"/>
              </w:rPr>
              <w:t>Measurement</w:t>
            </w:r>
            <w:r w:rsidRPr="00F36525">
              <w:rPr>
                <w:rFonts w:cs="Arial"/>
              </w:rPr>
              <w:br/>
              <w:t>procedures (if any):</w:t>
            </w:r>
          </w:p>
        </w:tc>
        <w:tc>
          <w:tcPr>
            <w:tcW w:w="6386" w:type="dxa"/>
          </w:tcPr>
          <w:p w:rsidR="00E526C2" w:rsidRPr="00F36525" w:rsidRDefault="00E526C2"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Calculated, based on ex ante estimation (PDD)</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pStyle w:val="SDMTableBoxParaNotNumbered"/>
              <w:rPr>
                <w:rFonts w:cs="Arial"/>
              </w:rPr>
            </w:pPr>
            <w:r w:rsidRPr="00F36525">
              <w:rPr>
                <w:rFonts w:cs="Arial"/>
              </w:rPr>
              <w:t>Any comment:</w:t>
            </w:r>
          </w:p>
        </w:tc>
        <w:tc>
          <w:tcPr>
            <w:tcW w:w="6386" w:type="dxa"/>
          </w:tcPr>
          <w:p w:rsidR="00E526C2"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bl>
    <w:p w:rsidR="00E526C2" w:rsidRPr="00F36525" w:rsidRDefault="00E526C2" w:rsidP="00E526C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13</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E526C2"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Data / Parameter:</w:t>
            </w:r>
          </w:p>
        </w:tc>
        <w:tc>
          <w:tcPr>
            <w:tcW w:w="6386" w:type="dxa"/>
          </w:tcPr>
          <w:p w:rsidR="00E526C2" w:rsidRPr="00F36525" w:rsidRDefault="00E526C2" w:rsidP="00E526C2">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η</w:t>
            </w:r>
            <w:r w:rsidRPr="00F36525">
              <w:rPr>
                <w:rFonts w:cs="Arial"/>
                <w:sz w:val="20"/>
                <w:vertAlign w:val="subscript"/>
              </w:rPr>
              <w:t>r</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Data unit:</w:t>
            </w:r>
          </w:p>
        </w:tc>
        <w:tc>
          <w:tcPr>
            <w:tcW w:w="6386" w:type="dxa"/>
          </w:tcPr>
          <w:p w:rsidR="00E526C2" w:rsidRPr="00F36525" w:rsidRDefault="00E526C2"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Description:</w:t>
            </w:r>
          </w:p>
        </w:tc>
        <w:tc>
          <w:tcPr>
            <w:tcW w:w="6386" w:type="dxa"/>
          </w:tcPr>
          <w:p w:rsidR="00E526C2" w:rsidRPr="00F36525" w:rsidRDefault="00E526C2"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Efficiency of technology replaced</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Source of data:</w:t>
            </w:r>
          </w:p>
        </w:tc>
        <w:tc>
          <w:tcPr>
            <w:tcW w:w="6386" w:type="dxa"/>
          </w:tcPr>
          <w:p w:rsidR="00E526C2" w:rsidRPr="00F36525" w:rsidRDefault="00E526C2"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Manufacturer information</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pStyle w:val="SDMTableBoxParaNotNumbered"/>
              <w:rPr>
                <w:rFonts w:cs="Arial"/>
              </w:rPr>
            </w:pPr>
            <w:r w:rsidRPr="00F36525">
              <w:rPr>
                <w:rFonts w:cs="Arial"/>
              </w:rPr>
              <w:t>Measurement</w:t>
            </w:r>
            <w:r w:rsidRPr="00F36525">
              <w:rPr>
                <w:rFonts w:cs="Arial"/>
              </w:rPr>
              <w:br/>
              <w:t>procedures (if any):</w:t>
            </w:r>
          </w:p>
        </w:tc>
        <w:tc>
          <w:tcPr>
            <w:tcW w:w="6386" w:type="dxa"/>
          </w:tcPr>
          <w:p w:rsidR="00E526C2" w:rsidRPr="00F36525" w:rsidRDefault="00E526C2" w:rsidP="0025669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Calculated, based on ex ante</w:t>
            </w:r>
            <w:r w:rsidR="00256691" w:rsidRPr="00F36525">
              <w:rPr>
                <w:rFonts w:cs="Arial"/>
                <w:sz w:val="20"/>
              </w:rPr>
              <w:t xml:space="preserve"> estimation (PDD)</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pStyle w:val="SDMTableBoxParaNotNumbered"/>
              <w:rPr>
                <w:rFonts w:cs="Arial"/>
              </w:rPr>
            </w:pPr>
            <w:r w:rsidRPr="00F36525">
              <w:rPr>
                <w:rFonts w:cs="Arial"/>
              </w:rPr>
              <w:t>Any comment:</w:t>
            </w:r>
          </w:p>
        </w:tc>
        <w:tc>
          <w:tcPr>
            <w:tcW w:w="6386" w:type="dxa"/>
          </w:tcPr>
          <w:p w:rsidR="00E526C2"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bl>
    <w:p w:rsidR="00E526C2" w:rsidRPr="00F36525" w:rsidRDefault="00E526C2" w:rsidP="00E526C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14</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E526C2"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Data / Parameter:</w:t>
            </w:r>
          </w:p>
        </w:tc>
        <w:tc>
          <w:tcPr>
            <w:tcW w:w="6386" w:type="dxa"/>
          </w:tcPr>
          <w:p w:rsidR="00E526C2" w:rsidRPr="00F36525" w:rsidRDefault="00E526C2" w:rsidP="00E526C2">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η</w:t>
            </w:r>
            <w:r w:rsidRPr="00F36525">
              <w:rPr>
                <w:rFonts w:cs="Arial"/>
                <w:sz w:val="20"/>
                <w:vertAlign w:val="subscript"/>
              </w:rPr>
              <w:t>TGH</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Data unit:</w:t>
            </w:r>
          </w:p>
        </w:tc>
        <w:tc>
          <w:tcPr>
            <w:tcW w:w="6386" w:type="dxa"/>
          </w:tcPr>
          <w:p w:rsidR="00E526C2" w:rsidRPr="00F36525" w:rsidRDefault="00E526C2"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Description:</w:t>
            </w:r>
          </w:p>
        </w:tc>
        <w:tc>
          <w:tcPr>
            <w:tcW w:w="6386" w:type="dxa"/>
          </w:tcPr>
          <w:p w:rsidR="00E526C2" w:rsidRPr="00F36525" w:rsidRDefault="00E526C2"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Efficiency of additional tail Gas Heating</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rPr>
                <w:rFonts w:cs="Arial"/>
                <w:sz w:val="20"/>
              </w:rPr>
            </w:pPr>
            <w:r w:rsidRPr="00F36525">
              <w:rPr>
                <w:rFonts w:cs="Arial"/>
                <w:sz w:val="20"/>
              </w:rPr>
              <w:t>Source of data:</w:t>
            </w:r>
          </w:p>
        </w:tc>
        <w:tc>
          <w:tcPr>
            <w:tcW w:w="6386" w:type="dxa"/>
          </w:tcPr>
          <w:p w:rsidR="00E526C2" w:rsidRPr="00F36525" w:rsidRDefault="00E526C2"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Manufacturer information</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pStyle w:val="SDMTableBoxParaNotNumbered"/>
              <w:rPr>
                <w:rFonts w:cs="Arial"/>
              </w:rPr>
            </w:pPr>
            <w:r w:rsidRPr="00F36525">
              <w:rPr>
                <w:rFonts w:cs="Arial"/>
              </w:rPr>
              <w:t>Measurement</w:t>
            </w:r>
            <w:r w:rsidRPr="00F36525">
              <w:rPr>
                <w:rFonts w:cs="Arial"/>
              </w:rPr>
              <w:br/>
              <w:t>procedures (if any):</w:t>
            </w:r>
          </w:p>
        </w:tc>
        <w:tc>
          <w:tcPr>
            <w:tcW w:w="6386" w:type="dxa"/>
          </w:tcPr>
          <w:p w:rsidR="00E526C2"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F36525" w:rsidRDefault="00E526C2" w:rsidP="00E526C2">
            <w:pPr>
              <w:pStyle w:val="SDMTableBoxParaNotNumbered"/>
              <w:rPr>
                <w:rFonts w:cs="Arial"/>
              </w:rPr>
            </w:pPr>
            <w:r w:rsidRPr="00F36525">
              <w:rPr>
                <w:rFonts w:cs="Arial"/>
              </w:rPr>
              <w:t>Any comment:</w:t>
            </w:r>
          </w:p>
        </w:tc>
        <w:tc>
          <w:tcPr>
            <w:tcW w:w="6386" w:type="dxa"/>
          </w:tcPr>
          <w:p w:rsidR="00E526C2" w:rsidRPr="00F36525"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F36525">
              <w:rPr>
                <w:rFonts w:cs="Arial"/>
              </w:rPr>
              <w:t>-</w:t>
            </w:r>
          </w:p>
        </w:tc>
      </w:tr>
    </w:tbl>
    <w:p w:rsidR="00E526C2" w:rsidRPr="00F36525" w:rsidRDefault="00E526C2" w:rsidP="00E526C2">
      <w:pPr>
        <w:pStyle w:val="Caption"/>
        <w:rPr>
          <w:rFonts w:cs="Arial"/>
        </w:rPr>
      </w:pPr>
      <w:r w:rsidRPr="00F36525">
        <w:rPr>
          <w:rFonts w:cs="Arial"/>
        </w:rPr>
        <w:lastRenderedPageBreak/>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15</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E526C2" w:rsidRPr="00F36525" w:rsidTr="00E52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E526C2" w:rsidRPr="007B7FC7" w:rsidRDefault="00E526C2" w:rsidP="00E526C2">
            <w:pPr>
              <w:rPr>
                <w:rFonts w:cs="Arial"/>
                <w:sz w:val="20"/>
              </w:rPr>
            </w:pPr>
            <w:r w:rsidRPr="007B7FC7">
              <w:rPr>
                <w:rFonts w:cs="Arial"/>
                <w:sz w:val="20"/>
              </w:rPr>
              <w:t>Data / Parameter:</w:t>
            </w:r>
          </w:p>
        </w:tc>
        <w:tc>
          <w:tcPr>
            <w:tcW w:w="6386" w:type="dxa"/>
          </w:tcPr>
          <w:p w:rsidR="00E526C2" w:rsidRPr="007B7FC7" w:rsidRDefault="00E526C2" w:rsidP="00E526C2">
            <w:pPr>
              <w:cnfStyle w:val="100000000000" w:firstRow="1" w:lastRow="0" w:firstColumn="0" w:lastColumn="0" w:oddVBand="0" w:evenVBand="0" w:oddHBand="0" w:evenHBand="0" w:firstRowFirstColumn="0" w:firstRowLastColumn="0" w:lastRowFirstColumn="0" w:lastRowLastColumn="0"/>
              <w:rPr>
                <w:rFonts w:cs="Arial"/>
                <w:sz w:val="20"/>
              </w:rPr>
            </w:pPr>
            <w:r w:rsidRPr="007B7FC7">
              <w:rPr>
                <w:rFonts w:cs="Arial"/>
                <w:sz w:val="20"/>
              </w:rPr>
              <w:t>P</w:t>
            </w:r>
            <w:r w:rsidRPr="007B7FC7">
              <w:rPr>
                <w:rFonts w:cs="Arial"/>
                <w:sz w:val="20"/>
                <w:vertAlign w:val="subscript"/>
              </w:rPr>
              <w:t>product,max</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7B7FC7" w:rsidRDefault="00E526C2" w:rsidP="00E526C2">
            <w:pPr>
              <w:rPr>
                <w:rFonts w:cs="Arial"/>
                <w:sz w:val="20"/>
              </w:rPr>
            </w:pPr>
            <w:r w:rsidRPr="007B7FC7">
              <w:rPr>
                <w:rFonts w:cs="Arial"/>
                <w:sz w:val="20"/>
              </w:rPr>
              <w:t>Data unit:</w:t>
            </w:r>
          </w:p>
        </w:tc>
        <w:tc>
          <w:tcPr>
            <w:tcW w:w="6386" w:type="dxa"/>
          </w:tcPr>
          <w:p w:rsidR="00E526C2" w:rsidRPr="007B7FC7" w:rsidRDefault="00E526C2"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7B7FC7">
              <w:rPr>
                <w:rFonts w:cs="Arial"/>
                <w:sz w:val="20"/>
              </w:rPr>
              <w:t xml:space="preserve">t Product </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7B7FC7" w:rsidRDefault="00E526C2" w:rsidP="00E526C2">
            <w:pPr>
              <w:rPr>
                <w:rFonts w:cs="Arial"/>
                <w:sz w:val="20"/>
              </w:rPr>
            </w:pPr>
            <w:r w:rsidRPr="007B7FC7">
              <w:rPr>
                <w:rFonts w:cs="Arial"/>
                <w:sz w:val="20"/>
              </w:rPr>
              <w:t>Description:</w:t>
            </w:r>
          </w:p>
        </w:tc>
        <w:tc>
          <w:tcPr>
            <w:tcW w:w="6386" w:type="dxa"/>
          </w:tcPr>
          <w:p w:rsidR="00E526C2" w:rsidRPr="007B7FC7" w:rsidRDefault="00E526C2" w:rsidP="002258B6">
            <w:pPr>
              <w:cnfStyle w:val="000000000000" w:firstRow="0" w:lastRow="0" w:firstColumn="0" w:lastColumn="0" w:oddVBand="0" w:evenVBand="0" w:oddHBand="0" w:evenHBand="0" w:firstRowFirstColumn="0" w:firstRowLastColumn="0" w:lastRowFirstColumn="0" w:lastRowLastColumn="0"/>
              <w:rPr>
                <w:rFonts w:cs="Arial"/>
                <w:sz w:val="20"/>
              </w:rPr>
            </w:pPr>
            <w:r w:rsidRPr="007B7FC7">
              <w:rPr>
                <w:rFonts w:cs="Arial"/>
                <w:sz w:val="20"/>
              </w:rPr>
              <w:t xml:space="preserve">Design capacity of caprolactam production </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7B7FC7" w:rsidRDefault="00E526C2" w:rsidP="00E526C2">
            <w:pPr>
              <w:rPr>
                <w:rFonts w:cs="Arial"/>
                <w:sz w:val="20"/>
              </w:rPr>
            </w:pPr>
            <w:r w:rsidRPr="007B7FC7">
              <w:rPr>
                <w:rFonts w:cs="Arial"/>
                <w:sz w:val="20"/>
              </w:rPr>
              <w:t>Source of data:</w:t>
            </w:r>
          </w:p>
        </w:tc>
        <w:tc>
          <w:tcPr>
            <w:tcW w:w="6386" w:type="dxa"/>
          </w:tcPr>
          <w:p w:rsidR="00E526C2" w:rsidRPr="007B7FC7" w:rsidRDefault="00E526C2" w:rsidP="00E526C2">
            <w:pPr>
              <w:cnfStyle w:val="000000000000" w:firstRow="0" w:lastRow="0" w:firstColumn="0" w:lastColumn="0" w:oddVBand="0" w:evenVBand="0" w:oddHBand="0" w:evenHBand="0" w:firstRowFirstColumn="0" w:firstRowLastColumn="0" w:lastRowFirstColumn="0" w:lastRowLastColumn="0"/>
              <w:rPr>
                <w:rFonts w:cs="Arial"/>
                <w:sz w:val="20"/>
              </w:rPr>
            </w:pPr>
            <w:r w:rsidRPr="007B7FC7">
              <w:rPr>
                <w:rFonts w:cs="Arial"/>
                <w:sz w:val="20"/>
              </w:rPr>
              <w:t>Project operator and/or technology provider</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7B7FC7" w:rsidRDefault="00E526C2" w:rsidP="00E526C2">
            <w:pPr>
              <w:pStyle w:val="SDMTableBoxParaNotNumbered"/>
              <w:rPr>
                <w:rFonts w:cs="Arial"/>
              </w:rPr>
            </w:pPr>
            <w:r w:rsidRPr="007B7FC7">
              <w:rPr>
                <w:rFonts w:cs="Arial"/>
              </w:rPr>
              <w:t>Measurement</w:t>
            </w:r>
            <w:r w:rsidRPr="007B7FC7">
              <w:rPr>
                <w:rFonts w:cs="Arial"/>
              </w:rPr>
              <w:br/>
              <w:t>procedures (if any):</w:t>
            </w:r>
          </w:p>
        </w:tc>
        <w:tc>
          <w:tcPr>
            <w:tcW w:w="6386" w:type="dxa"/>
          </w:tcPr>
          <w:p w:rsidR="00E526C2" w:rsidRPr="007B7FC7"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7B7FC7">
              <w:rPr>
                <w:rFonts w:cs="Arial"/>
              </w:rPr>
              <w:t>-</w:t>
            </w:r>
          </w:p>
        </w:tc>
      </w:tr>
      <w:tr w:rsidR="00E526C2" w:rsidRPr="00F36525" w:rsidTr="00E526C2">
        <w:tc>
          <w:tcPr>
            <w:cnfStyle w:val="001000000000" w:firstRow="0" w:lastRow="0" w:firstColumn="1" w:lastColumn="0" w:oddVBand="0" w:evenVBand="0" w:oddHBand="0" w:evenHBand="0" w:firstRowFirstColumn="0" w:firstRowLastColumn="0" w:lastRowFirstColumn="0" w:lastRowLastColumn="0"/>
            <w:tcW w:w="2232" w:type="dxa"/>
          </w:tcPr>
          <w:p w:rsidR="00E526C2" w:rsidRPr="007B7FC7" w:rsidRDefault="00E526C2" w:rsidP="00E526C2">
            <w:pPr>
              <w:pStyle w:val="SDMTableBoxParaNotNumbered"/>
              <w:rPr>
                <w:rFonts w:cs="Arial"/>
              </w:rPr>
            </w:pPr>
            <w:r w:rsidRPr="007B7FC7">
              <w:rPr>
                <w:rFonts w:cs="Arial"/>
              </w:rPr>
              <w:t>Any comment:</w:t>
            </w:r>
          </w:p>
        </w:tc>
        <w:tc>
          <w:tcPr>
            <w:tcW w:w="6386" w:type="dxa"/>
          </w:tcPr>
          <w:p w:rsidR="00E526C2" w:rsidRPr="007B7FC7" w:rsidRDefault="00256691" w:rsidP="00E526C2">
            <w:pPr>
              <w:pStyle w:val="SDMTableBoxParaNotNumbered"/>
              <w:cnfStyle w:val="000000000000" w:firstRow="0" w:lastRow="0" w:firstColumn="0" w:lastColumn="0" w:oddVBand="0" w:evenVBand="0" w:oddHBand="0" w:evenHBand="0" w:firstRowFirstColumn="0" w:firstRowLastColumn="0" w:lastRowFirstColumn="0" w:lastRowLastColumn="0"/>
              <w:rPr>
                <w:rFonts w:cs="Arial"/>
              </w:rPr>
            </w:pPr>
            <w:r w:rsidRPr="007B7FC7">
              <w:rPr>
                <w:rFonts w:cs="Arial"/>
              </w:rPr>
              <w:t>-</w:t>
            </w:r>
          </w:p>
        </w:tc>
      </w:tr>
    </w:tbl>
    <w:p w:rsidR="00B940E2" w:rsidRDefault="00377FD9" w:rsidP="008C3761">
      <w:pPr>
        <w:pStyle w:val="SDMHead1"/>
      </w:pPr>
      <w:bookmarkStart w:id="36" w:name="_Toc358026537"/>
      <w:r>
        <w:t>Monitoring methodology</w:t>
      </w:r>
      <w:bookmarkEnd w:id="36"/>
    </w:p>
    <w:p w:rsidR="009F609A" w:rsidRPr="007B7FC7" w:rsidRDefault="009F609A" w:rsidP="009F609A">
      <w:pPr>
        <w:pStyle w:val="SDMHead2"/>
      </w:pPr>
      <w:bookmarkStart w:id="37" w:name="_Toc358026538"/>
      <w:r w:rsidRPr="007B7FC7">
        <w:t>Archival of monitoring information</w:t>
      </w:r>
      <w:bookmarkEnd w:id="37"/>
    </w:p>
    <w:p w:rsidR="00B940E2" w:rsidRDefault="00B940E2" w:rsidP="00DC3469">
      <w:pPr>
        <w:pStyle w:val="SDMPara"/>
        <w:numPr>
          <w:ilvl w:val="0"/>
          <w:numId w:val="7"/>
        </w:numPr>
      </w:pPr>
      <w:r>
        <w:t xml:space="preserve">All data collected as part of monitoring should be archived electronically and be kept at least for </w:t>
      </w:r>
      <w:r w:rsidR="00377FD9">
        <w:t>two</w:t>
      </w:r>
      <w:r>
        <w:t xml:space="preserve"> years after the end of the last crediting period. </w:t>
      </w:r>
      <w:r w:rsidR="00377FD9">
        <w:t>One hundred per cent</w:t>
      </w:r>
      <w:r>
        <w:t xml:space="preserve"> of the data should be monitored if not indicated otherwise in the tables below. All measurements should be conducted with calibrated measurement equipment according to relevant industry standards.</w:t>
      </w:r>
    </w:p>
    <w:p w:rsidR="00B940E2" w:rsidRDefault="00B940E2" w:rsidP="00DC3469">
      <w:pPr>
        <w:pStyle w:val="SDMPara"/>
        <w:numPr>
          <w:ilvl w:val="0"/>
          <w:numId w:val="7"/>
        </w:numPr>
      </w:pPr>
      <w:r>
        <w:t>The accuracy of the N</w:t>
      </w:r>
      <w:r w:rsidR="0001122A" w:rsidRPr="0001122A">
        <w:rPr>
          <w:vertAlign w:val="subscript"/>
        </w:rPr>
        <w:t>2</w:t>
      </w:r>
      <w:r>
        <w:t>O emissions monitoring results is to be ensured by installing a monitoring system that has been certified to meet (or exceeds) the requirements of the prevailing best industry practice or monitoring standards in terms of operation, maintenance and calibration. The latest applicable E</w:t>
      </w:r>
      <w:r w:rsidR="009F609A">
        <w:t>uropean standards and norms (EN </w:t>
      </w:r>
      <w:r>
        <w:t>14181) could be used as the basis for selecting and operating the monitoring system.</w:t>
      </w:r>
    </w:p>
    <w:p w:rsidR="00B940E2" w:rsidRDefault="00B940E2" w:rsidP="00DC3469">
      <w:pPr>
        <w:pStyle w:val="SDMPara"/>
        <w:numPr>
          <w:ilvl w:val="0"/>
          <w:numId w:val="7"/>
        </w:numPr>
      </w:pPr>
      <w:r>
        <w:t>In addition, the monitoring provisions in the relevant applicable tools apply.</w:t>
      </w:r>
    </w:p>
    <w:p w:rsidR="00B940E2" w:rsidRDefault="00B940E2" w:rsidP="001625EA">
      <w:pPr>
        <w:pStyle w:val="Caption"/>
        <w:tabs>
          <w:tab w:val="clear" w:pos="1134"/>
          <w:tab w:val="clear" w:pos="1956"/>
          <w:tab w:val="clear" w:pos="2126"/>
          <w:tab w:val="clear" w:pos="2693"/>
          <w:tab w:val="clear" w:pos="3260"/>
        </w:tabs>
        <w:ind w:left="1764" w:hanging="1055"/>
      </w:pPr>
      <w:r>
        <w:lastRenderedPageBreak/>
        <w:t xml:space="preserve">Figure </w:t>
      </w:r>
      <w:r w:rsidR="00765B31">
        <w:t>3</w:t>
      </w:r>
      <w:r w:rsidR="001625EA">
        <w:t>.</w:t>
      </w:r>
      <w:r w:rsidR="001625EA">
        <w:tab/>
      </w:r>
      <w:r>
        <w:t>Project boundary (destruction facility in pressure zone, tail gas turbine upstream)</w:t>
      </w:r>
    </w:p>
    <w:p w:rsidR="00B940E2" w:rsidRDefault="00E526C2" w:rsidP="00E526C2">
      <w:pPr>
        <w:ind w:left="709"/>
      </w:pPr>
      <w:r>
        <w:rPr>
          <w:noProof/>
          <w:lang w:eastAsia="en-GB"/>
        </w:rPr>
        <w:drawing>
          <wp:inline distT="0" distB="0" distL="0" distR="0" wp14:anchorId="1175B8C9" wp14:editId="6C3EACD1">
            <wp:extent cx="5461000" cy="3668843"/>
            <wp:effectExtent l="0" t="0" r="635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62762" cy="3670026"/>
                    </a:xfrm>
                    <a:prstGeom prst="rect">
                      <a:avLst/>
                    </a:prstGeom>
                    <a:noFill/>
                  </pic:spPr>
                </pic:pic>
              </a:graphicData>
            </a:graphic>
          </wp:inline>
        </w:drawing>
      </w:r>
    </w:p>
    <w:p w:rsidR="00B940E2" w:rsidRDefault="00B940E2" w:rsidP="00B940E2">
      <w:r>
        <w:t xml:space="preserve"> </w:t>
      </w:r>
    </w:p>
    <w:p w:rsidR="00B940E2" w:rsidRDefault="00B940E2" w:rsidP="001625EA">
      <w:pPr>
        <w:pStyle w:val="Caption"/>
        <w:tabs>
          <w:tab w:val="clear" w:pos="1134"/>
          <w:tab w:val="clear" w:pos="1956"/>
          <w:tab w:val="clear" w:pos="2126"/>
          <w:tab w:val="clear" w:pos="2693"/>
          <w:tab w:val="clear" w:pos="3260"/>
        </w:tabs>
        <w:ind w:left="1722" w:hanging="1013"/>
      </w:pPr>
      <w:r>
        <w:lastRenderedPageBreak/>
        <w:t xml:space="preserve">Figure </w:t>
      </w:r>
      <w:r w:rsidR="00765B31">
        <w:t>4</w:t>
      </w:r>
      <w:r w:rsidR="001625EA">
        <w:t>.</w:t>
      </w:r>
      <w:r w:rsidR="001625EA">
        <w:tab/>
      </w:r>
      <w:r>
        <w:t>Project boundary (destruction facility outside pressure zone, tail gas turbine downstream)</w:t>
      </w:r>
    </w:p>
    <w:p w:rsidR="00B940E2" w:rsidRDefault="007744B7" w:rsidP="007744B7">
      <w:pPr>
        <w:ind w:left="709"/>
      </w:pPr>
      <w:r>
        <w:rPr>
          <w:noProof/>
          <w:lang w:eastAsia="en-GB"/>
        </w:rPr>
        <w:drawing>
          <wp:inline distT="0" distB="0" distL="0" distR="0" wp14:anchorId="3B78B7CD" wp14:editId="21300047">
            <wp:extent cx="5546330" cy="3726170"/>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48119" cy="3727372"/>
                    </a:xfrm>
                    <a:prstGeom prst="rect">
                      <a:avLst/>
                    </a:prstGeom>
                    <a:noFill/>
                  </pic:spPr>
                </pic:pic>
              </a:graphicData>
            </a:graphic>
          </wp:inline>
        </w:drawing>
      </w:r>
    </w:p>
    <w:p w:rsidR="00B940E2" w:rsidRDefault="00B940E2" w:rsidP="00DC3469">
      <w:pPr>
        <w:pStyle w:val="SDMPara"/>
        <w:numPr>
          <w:ilvl w:val="0"/>
          <w:numId w:val="7"/>
        </w:numPr>
      </w:pPr>
      <w:r>
        <w:t>The value adopted for Quantity of N</w:t>
      </w:r>
      <w:r w:rsidR="0001122A" w:rsidRPr="0001122A">
        <w:rPr>
          <w:vertAlign w:val="subscript"/>
        </w:rPr>
        <w:t>2</w:t>
      </w:r>
      <w:r>
        <w:t>O at the inlet of the destruction facility should be calculated considering conservatively the error included in the measurement.</w:t>
      </w:r>
    </w:p>
    <w:p w:rsidR="00B940E2" w:rsidRDefault="00B940E2" w:rsidP="00DC3469">
      <w:pPr>
        <w:pStyle w:val="SDMPara"/>
        <w:numPr>
          <w:ilvl w:val="0"/>
          <w:numId w:val="7"/>
        </w:numPr>
      </w:pPr>
      <w:r w:rsidRPr="009F609A">
        <w:rPr>
          <w:u w:val="single"/>
        </w:rPr>
        <w:t>Note</w:t>
      </w:r>
      <w:r>
        <w:t>:</w:t>
      </w:r>
    </w:p>
    <w:p w:rsidR="00B940E2" w:rsidRDefault="00B940E2" w:rsidP="00DC3469">
      <w:pPr>
        <w:pStyle w:val="SDMSubPara1"/>
        <w:numPr>
          <w:ilvl w:val="1"/>
          <w:numId w:val="7"/>
        </w:numPr>
      </w:pPr>
      <w:r>
        <w:t xml:space="preserve">AI: </w:t>
      </w:r>
      <w:r w:rsidR="009F609A">
        <w:t>M</w:t>
      </w:r>
      <w:r>
        <w:t>easurement for the concentration of N</w:t>
      </w:r>
      <w:r w:rsidR="0001122A" w:rsidRPr="0001122A">
        <w:rPr>
          <w:vertAlign w:val="subscript"/>
        </w:rPr>
        <w:t>2</w:t>
      </w:r>
      <w:r>
        <w:t>O;</w:t>
      </w:r>
    </w:p>
    <w:p w:rsidR="00B940E2" w:rsidRDefault="00B940E2" w:rsidP="00DC3469">
      <w:pPr>
        <w:pStyle w:val="SDMSubPara1"/>
        <w:numPr>
          <w:ilvl w:val="1"/>
          <w:numId w:val="7"/>
        </w:numPr>
      </w:pPr>
      <w:r>
        <w:t>FI: measurement for total flow rate;</w:t>
      </w:r>
    </w:p>
    <w:p w:rsidR="00B940E2" w:rsidRDefault="00B940E2" w:rsidP="00DC3469">
      <w:pPr>
        <w:pStyle w:val="SDMSubPara1"/>
        <w:numPr>
          <w:ilvl w:val="1"/>
          <w:numId w:val="7"/>
        </w:numPr>
      </w:pPr>
      <w:r>
        <w:t>PI: measurement for pressure;</w:t>
      </w:r>
    </w:p>
    <w:p w:rsidR="00B940E2" w:rsidRDefault="00B940E2" w:rsidP="00DC3469">
      <w:pPr>
        <w:pStyle w:val="SDMSubPara1"/>
        <w:numPr>
          <w:ilvl w:val="1"/>
          <w:numId w:val="7"/>
        </w:numPr>
      </w:pPr>
      <w:r>
        <w:t>TI: measurement for temperature.</w:t>
      </w:r>
    </w:p>
    <w:p w:rsidR="00B940E2" w:rsidRDefault="00B940E2" w:rsidP="00765B31">
      <w:pPr>
        <w:pStyle w:val="SDMHead2"/>
      </w:pPr>
      <w:bookmarkStart w:id="38" w:name="_Toc358026539"/>
      <w:r>
        <w:t>Determination of conversion rates of hydrocarbons</w:t>
      </w:r>
      <w:bookmarkEnd w:id="38"/>
    </w:p>
    <w:p w:rsidR="00B940E2" w:rsidRDefault="00B940E2" w:rsidP="00DC3469">
      <w:pPr>
        <w:pStyle w:val="SDMPara"/>
        <w:numPr>
          <w:ilvl w:val="0"/>
          <w:numId w:val="7"/>
        </w:numPr>
      </w:pPr>
      <w:r>
        <w:t>Hydrocarbons can be used as reducing agent and/or re-heating the tail gas. In the case of hydrocarbons with one carbon atom in the molecule (CH</w:t>
      </w:r>
      <w:r w:rsidRPr="009F609A">
        <w:rPr>
          <w:vertAlign w:val="subscript"/>
        </w:rPr>
        <w:t>4</w:t>
      </w:r>
      <w:r>
        <w:t>), the hydrocarbon is mainly converted to CO</w:t>
      </w:r>
      <w:r w:rsidR="0001122A" w:rsidRPr="0001122A">
        <w:rPr>
          <w:vertAlign w:val="subscript"/>
        </w:rPr>
        <w:t>2</w:t>
      </w:r>
      <w:r>
        <w:t>, while some remains intact. Hydrocarbon reducing agents with two or more carbon atoms in the molecule are completely converted to water, carbon monoxide and carbon dioxide (H</w:t>
      </w:r>
      <w:r w:rsidR="0001122A" w:rsidRPr="0001122A">
        <w:rPr>
          <w:vertAlign w:val="subscript"/>
        </w:rPr>
        <w:t>2</w:t>
      </w:r>
      <w:r>
        <w:t>O, CO, CO</w:t>
      </w:r>
      <w:r w:rsidR="0001122A" w:rsidRPr="0001122A">
        <w:rPr>
          <w:vertAlign w:val="subscript"/>
        </w:rPr>
        <w:t>2</w:t>
      </w:r>
      <w:r>
        <w:t>).</w:t>
      </w:r>
    </w:p>
    <w:p w:rsidR="00B940E2" w:rsidRDefault="00B940E2" w:rsidP="00DC3469">
      <w:pPr>
        <w:pStyle w:val="SDMPara"/>
        <w:numPr>
          <w:ilvl w:val="0"/>
          <w:numId w:val="7"/>
        </w:numPr>
      </w:pPr>
      <w:r>
        <w:t>If methane (CH</w:t>
      </w:r>
      <w:r w:rsidRPr="00256691">
        <w:rPr>
          <w:vertAlign w:val="subscript"/>
        </w:rPr>
        <w:t>4</w:t>
      </w:r>
      <w:r>
        <w:t>) is present in the reducing agent and/or re-heating the tail gas, as with natural gas, a part leaves the N</w:t>
      </w:r>
      <w:r w:rsidR="0001122A" w:rsidRPr="0001122A">
        <w:rPr>
          <w:vertAlign w:val="subscript"/>
        </w:rPr>
        <w:t>2</w:t>
      </w:r>
      <w:r>
        <w:t>O destruction facility unconverted and is emitted to atmosphere. The fraction of unconverted methane depends on the amount of methane supplied to the reactor, the reactor operating temperature, and the quantity of catalyst supplied.</w:t>
      </w:r>
    </w:p>
    <w:p w:rsidR="00B940E2" w:rsidRDefault="00B940E2" w:rsidP="00765B31">
      <w:pPr>
        <w:pStyle w:val="SDMHead3"/>
      </w:pPr>
      <w:bookmarkStart w:id="39" w:name="_Toc358026540"/>
      <w:r>
        <w:lastRenderedPageBreak/>
        <w:t xml:space="preserve">Case 1: Fraction of </w:t>
      </w:r>
      <w:r w:rsidR="009F609A">
        <w:t>m</w:t>
      </w:r>
      <w:r>
        <w:t>ethane not converted will be measured</w:t>
      </w:r>
      <w:bookmarkEnd w:id="39"/>
    </w:p>
    <w:p w:rsidR="00B940E2" w:rsidRDefault="00B940E2" w:rsidP="00DC3469">
      <w:pPr>
        <w:pStyle w:val="SDMPara"/>
        <w:numPr>
          <w:ilvl w:val="0"/>
          <w:numId w:val="7"/>
        </w:numPr>
      </w:pPr>
      <w:r>
        <w:t>In order to measure the fraction of unconverted methane, an additional analyser is required. If the project-specific costs of this analyser for CH</w:t>
      </w:r>
      <w:r w:rsidRPr="009F609A">
        <w:rPr>
          <w:vertAlign w:val="subscript"/>
        </w:rPr>
        <w:t>4</w:t>
      </w:r>
      <w:r>
        <w:t xml:space="preserve"> are not unreasonable the methodology recommends the installation of the analyser.</w:t>
      </w:r>
    </w:p>
    <w:p w:rsidR="00B940E2" w:rsidRDefault="00B940E2" w:rsidP="00765B31">
      <w:pPr>
        <w:pStyle w:val="SDMHead3"/>
      </w:pPr>
      <w:bookmarkStart w:id="40" w:name="_Toc358026541"/>
      <w:r>
        <w:t xml:space="preserve">Case 2: Fraction of </w:t>
      </w:r>
      <w:r w:rsidR="009F609A">
        <w:t>m</w:t>
      </w:r>
      <w:r>
        <w:t>ethane not converted will not be measured due to unreasonable costs</w:t>
      </w:r>
      <w:bookmarkEnd w:id="40"/>
    </w:p>
    <w:p w:rsidR="00B940E2" w:rsidRDefault="00B940E2" w:rsidP="00DC3469">
      <w:pPr>
        <w:pStyle w:val="SDMPara"/>
        <w:numPr>
          <w:ilvl w:val="0"/>
          <w:numId w:val="7"/>
        </w:numPr>
      </w:pPr>
      <w:r>
        <w:t>A conservative baseline approach is required, as follows:</w:t>
      </w:r>
    </w:p>
    <w:p w:rsidR="00B940E2" w:rsidRDefault="00B940E2" w:rsidP="00DC3469">
      <w:pPr>
        <w:pStyle w:val="SDMSubPara1"/>
        <w:numPr>
          <w:ilvl w:val="1"/>
          <w:numId w:val="7"/>
        </w:numPr>
      </w:pPr>
      <w:r>
        <w:t>If hydrocarbons with two or more carbon atom</w:t>
      </w:r>
      <w:r w:rsidR="001D09EC">
        <w:t>s are present as reducing agent:</w:t>
      </w:r>
    </w:p>
    <w:p w:rsidR="00B940E2" w:rsidRDefault="00B940E2" w:rsidP="00DC3469">
      <w:pPr>
        <w:pStyle w:val="SDMSubPara2"/>
        <w:numPr>
          <w:ilvl w:val="2"/>
          <w:numId w:val="7"/>
        </w:numPr>
      </w:pPr>
      <w:r>
        <w:t>In order to apply a conservative baseline approach the fraction of unconverted hydrocarbons is zero: (OXIDHC = 100%). Hence, reducing agent GHG emissions are calculated based on the hydrocarbon CO</w:t>
      </w:r>
      <w:r w:rsidR="0001122A" w:rsidRPr="0001122A">
        <w:rPr>
          <w:vertAlign w:val="subscript"/>
        </w:rPr>
        <w:t>2</w:t>
      </w:r>
      <w:r>
        <w:t xml:space="preserve"> emission factor;</w:t>
      </w:r>
    </w:p>
    <w:p w:rsidR="00B940E2" w:rsidRDefault="00B940E2" w:rsidP="00DC3469">
      <w:pPr>
        <w:pStyle w:val="SDMSubPara1"/>
        <w:numPr>
          <w:ilvl w:val="1"/>
          <w:numId w:val="7"/>
        </w:numPr>
      </w:pPr>
      <w:r>
        <w:t>If methane is present in the reducing agent and/or re-heating the tail gas, for example; as with natural gas:</w:t>
      </w:r>
    </w:p>
    <w:p w:rsidR="00B940E2" w:rsidRDefault="00B940E2" w:rsidP="00DC3469">
      <w:pPr>
        <w:pStyle w:val="SDMSubPara2"/>
        <w:numPr>
          <w:ilvl w:val="2"/>
          <w:numId w:val="7"/>
        </w:numPr>
      </w:pPr>
      <w:r>
        <w:t xml:space="preserve">In order to apply a conservative baseline approach the fraction of unconverted hydrocarbon is </w:t>
      </w:r>
      <w:r w:rsidRPr="007B7FC7">
        <w:t>100</w:t>
      </w:r>
      <w:r w:rsidR="00A27B81" w:rsidRPr="007B7FC7">
        <w:t xml:space="preserve"> per cent </w:t>
      </w:r>
      <w:r w:rsidRPr="007B7FC7">
        <w:t>(</w:t>
      </w:r>
      <w:r>
        <w:t>OXIDCH4 = 0%). Hence, reducing agent GHG emissions are calculated based on the Global Warming Factor of the hydrocarbon.</w:t>
      </w:r>
    </w:p>
    <w:p w:rsidR="00B940E2" w:rsidRDefault="00B940E2" w:rsidP="00DC3469">
      <w:pPr>
        <w:pStyle w:val="SDMPara"/>
        <w:numPr>
          <w:ilvl w:val="0"/>
          <w:numId w:val="7"/>
        </w:numPr>
      </w:pPr>
      <w:r>
        <w:t>The option to be adopted shall be decided on a case-by-case basis.</w:t>
      </w:r>
    </w:p>
    <w:p w:rsidR="00B940E2" w:rsidRDefault="00B940E2" w:rsidP="00AA6EB3">
      <w:pPr>
        <w:pStyle w:val="SDMHead2"/>
      </w:pPr>
      <w:bookmarkStart w:id="41" w:name="_Toc358026542"/>
      <w:r>
        <w:t>Data and parameters monitored</w:t>
      </w:r>
      <w:bookmarkEnd w:id="41"/>
    </w:p>
    <w:p w:rsidR="00B940E2" w:rsidRDefault="00B940E2" w:rsidP="00AA6EB3">
      <w:pPr>
        <w:pStyle w:val="SDMHead3"/>
      </w:pPr>
      <w:bookmarkStart w:id="42" w:name="_Toc358026543"/>
      <w:r>
        <w:t xml:space="preserve">Project </w:t>
      </w:r>
      <w:r w:rsidR="009F609A">
        <w:t>e</w:t>
      </w:r>
      <w:r>
        <w:t>missions</w:t>
      </w:r>
      <w:bookmarkEnd w:id="42"/>
    </w:p>
    <w:p w:rsidR="00AA6EB3" w:rsidRPr="00F36525" w:rsidRDefault="00AA6EB3" w:rsidP="00CE46FF">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16</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AA6EB3" w:rsidRPr="00F36525" w:rsidTr="00CE4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A6EB3" w:rsidRPr="00F36525" w:rsidRDefault="00AA6EB3" w:rsidP="00CE46FF">
            <w:pPr>
              <w:rPr>
                <w:rFonts w:cs="Arial"/>
                <w:sz w:val="20"/>
              </w:rPr>
            </w:pPr>
            <w:r w:rsidRPr="00F36525">
              <w:rPr>
                <w:rFonts w:cs="Arial"/>
                <w:sz w:val="20"/>
              </w:rPr>
              <w:t>Data / Parameter:</w:t>
            </w:r>
          </w:p>
        </w:tc>
        <w:tc>
          <w:tcPr>
            <w:tcW w:w="6386" w:type="dxa"/>
          </w:tcPr>
          <w:p w:rsidR="00AA6EB3" w:rsidRPr="00F36525" w:rsidRDefault="00AA6EB3" w:rsidP="00CE46FF">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F</w:t>
            </w:r>
            <w:r w:rsidRPr="00F36525">
              <w:rPr>
                <w:rFonts w:cs="Arial"/>
                <w:sz w:val="20"/>
                <w:vertAlign w:val="subscript"/>
              </w:rPr>
              <w:t>TE,i</w:t>
            </w:r>
          </w:p>
        </w:tc>
      </w:tr>
      <w:tr w:rsidR="00AA6EB3"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A6EB3" w:rsidRPr="00F36525" w:rsidRDefault="00AA6EB3" w:rsidP="00CE46FF">
            <w:pPr>
              <w:rPr>
                <w:rFonts w:cs="Arial"/>
                <w:sz w:val="20"/>
              </w:rPr>
            </w:pPr>
            <w:r w:rsidRPr="00F36525">
              <w:rPr>
                <w:rFonts w:cs="Arial"/>
                <w:sz w:val="20"/>
              </w:rPr>
              <w:t>Data unit:</w:t>
            </w:r>
          </w:p>
        </w:tc>
        <w:tc>
          <w:tcPr>
            <w:tcW w:w="6386" w:type="dxa"/>
          </w:tcPr>
          <w:p w:rsidR="00AA6EB3" w:rsidRPr="00F36525" w:rsidRDefault="00AA6EB3"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m³/h</w:t>
            </w:r>
          </w:p>
        </w:tc>
      </w:tr>
      <w:tr w:rsidR="00AA6EB3"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A6EB3" w:rsidRPr="00F36525" w:rsidRDefault="00AA6EB3" w:rsidP="00CE46FF">
            <w:pPr>
              <w:rPr>
                <w:rFonts w:cs="Arial"/>
                <w:sz w:val="20"/>
              </w:rPr>
            </w:pPr>
            <w:r w:rsidRPr="00F36525">
              <w:rPr>
                <w:rFonts w:cs="Arial"/>
                <w:sz w:val="20"/>
              </w:rPr>
              <w:t>Description:</w:t>
            </w:r>
          </w:p>
        </w:tc>
        <w:tc>
          <w:tcPr>
            <w:tcW w:w="6386" w:type="dxa"/>
          </w:tcPr>
          <w:p w:rsidR="00AA6EB3" w:rsidRPr="00F36525" w:rsidRDefault="00AA6EB3" w:rsidP="0025669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Volume flow rate at the exit of destruction facility during interval</w:t>
            </w:r>
            <w:r w:rsidR="00256691" w:rsidRPr="00F36525">
              <w:rPr>
                <w:rFonts w:cs="Arial"/>
                <w:sz w:val="20"/>
              </w:rPr>
              <w:t> </w:t>
            </w:r>
            <w:r w:rsidRPr="00F36525">
              <w:rPr>
                <w:rFonts w:cs="Arial"/>
                <w:i/>
                <w:sz w:val="20"/>
              </w:rPr>
              <w:t>i</w:t>
            </w:r>
          </w:p>
        </w:tc>
      </w:tr>
      <w:tr w:rsidR="00AA6EB3"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A6EB3" w:rsidRPr="00F36525" w:rsidRDefault="00AA6EB3" w:rsidP="00CE46FF">
            <w:pPr>
              <w:rPr>
                <w:rFonts w:cs="Arial"/>
                <w:sz w:val="20"/>
              </w:rPr>
            </w:pPr>
            <w:r w:rsidRPr="00F36525">
              <w:rPr>
                <w:rFonts w:cs="Arial"/>
                <w:sz w:val="20"/>
              </w:rPr>
              <w:t>Source of data:</w:t>
            </w:r>
          </w:p>
        </w:tc>
        <w:tc>
          <w:tcPr>
            <w:tcW w:w="6386" w:type="dxa"/>
          </w:tcPr>
          <w:p w:rsidR="00AA6EB3" w:rsidRPr="00F36525" w:rsidRDefault="00AA6EB3"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Measurements by project participants </w:t>
            </w:r>
          </w:p>
        </w:tc>
      </w:tr>
      <w:tr w:rsidR="00AA6EB3"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A6EB3" w:rsidRPr="00F36525" w:rsidRDefault="00AA6EB3" w:rsidP="00CE46FF">
            <w:pPr>
              <w:rPr>
                <w:rFonts w:cs="Arial"/>
                <w:sz w:val="20"/>
              </w:rPr>
            </w:pPr>
            <w:r w:rsidRPr="00F36525">
              <w:rPr>
                <w:rFonts w:cs="Arial"/>
                <w:sz w:val="20"/>
              </w:rPr>
              <w:t>Measurement procedures (if any):</w:t>
            </w:r>
          </w:p>
        </w:tc>
        <w:tc>
          <w:tcPr>
            <w:tcW w:w="6386" w:type="dxa"/>
          </w:tcPr>
          <w:p w:rsidR="00AA6EB3" w:rsidRPr="00F36525" w:rsidRDefault="00AA6EB3"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Flow meter</w:t>
            </w:r>
          </w:p>
        </w:tc>
      </w:tr>
      <w:tr w:rsidR="00AA6EB3"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A6EB3" w:rsidRPr="00F36525" w:rsidRDefault="00AA6EB3" w:rsidP="00CE46FF">
            <w:pPr>
              <w:rPr>
                <w:rFonts w:cs="Arial"/>
                <w:sz w:val="20"/>
              </w:rPr>
            </w:pPr>
            <w:r w:rsidRPr="00F36525">
              <w:rPr>
                <w:rFonts w:cs="Arial"/>
                <w:sz w:val="20"/>
              </w:rPr>
              <w:t>Monitoring frequency:</w:t>
            </w:r>
          </w:p>
        </w:tc>
        <w:tc>
          <w:tcPr>
            <w:tcW w:w="6386" w:type="dxa"/>
          </w:tcPr>
          <w:p w:rsidR="00AA6EB3" w:rsidRPr="00F36525" w:rsidRDefault="00AA6EB3"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Continuously. Recording frequency: daily</w:t>
            </w:r>
          </w:p>
        </w:tc>
      </w:tr>
      <w:tr w:rsidR="00AA6EB3"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A6EB3" w:rsidRPr="00F36525" w:rsidRDefault="00AA6EB3" w:rsidP="00CE46FF">
            <w:pPr>
              <w:rPr>
                <w:rFonts w:cs="Arial"/>
                <w:sz w:val="20"/>
              </w:rPr>
            </w:pPr>
            <w:r w:rsidRPr="00F36525">
              <w:rPr>
                <w:rFonts w:cs="Arial"/>
                <w:sz w:val="20"/>
              </w:rPr>
              <w:t>QA/QC procedures:</w:t>
            </w:r>
          </w:p>
        </w:tc>
        <w:tc>
          <w:tcPr>
            <w:tcW w:w="6386" w:type="dxa"/>
          </w:tcPr>
          <w:p w:rsidR="00AA6EB3" w:rsidRPr="00F36525" w:rsidRDefault="009F609A"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Refer to QA/</w:t>
            </w:r>
            <w:r w:rsidR="00AA6EB3" w:rsidRPr="00F36525">
              <w:rPr>
                <w:rFonts w:cs="Arial"/>
                <w:sz w:val="20"/>
              </w:rPr>
              <w:t>QC procedures cited below. FTI Both parameters shall be cross-checked to ensure that no leak of N</w:t>
            </w:r>
            <w:r w:rsidR="0001122A" w:rsidRPr="00F36525">
              <w:rPr>
                <w:rFonts w:cs="Arial"/>
                <w:sz w:val="20"/>
                <w:vertAlign w:val="subscript"/>
              </w:rPr>
              <w:t>2</w:t>
            </w:r>
            <w:r w:rsidR="00AA6EB3" w:rsidRPr="00F36525">
              <w:rPr>
                <w:rFonts w:cs="Arial"/>
                <w:sz w:val="20"/>
              </w:rPr>
              <w:t>O is taking place. In case of discrepancy, conservative calculation of emission reduction shall be provided</w:t>
            </w:r>
          </w:p>
        </w:tc>
      </w:tr>
      <w:tr w:rsidR="00AA6EB3"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A6EB3" w:rsidRPr="00F36525" w:rsidRDefault="00AA6EB3" w:rsidP="00CE46FF">
            <w:pPr>
              <w:rPr>
                <w:rFonts w:cs="Arial"/>
                <w:sz w:val="20"/>
              </w:rPr>
            </w:pPr>
            <w:r w:rsidRPr="00F36525">
              <w:rPr>
                <w:rFonts w:cs="Arial"/>
                <w:sz w:val="20"/>
              </w:rPr>
              <w:t>Any comment:</w:t>
            </w:r>
          </w:p>
        </w:tc>
        <w:tc>
          <w:tcPr>
            <w:tcW w:w="6386" w:type="dxa"/>
          </w:tcPr>
          <w:p w:rsidR="00AA6EB3" w:rsidRPr="00F36525" w:rsidRDefault="00AA6EB3"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Flow should be expressed in normal conditions. Flow metering system will automatically record volume flow adjusted to standard temperature and pressure</w:t>
            </w:r>
          </w:p>
        </w:tc>
      </w:tr>
    </w:tbl>
    <w:p w:rsidR="009C5117" w:rsidRPr="00F36525" w:rsidRDefault="009C5117" w:rsidP="00CE46FF">
      <w:pPr>
        <w:pStyle w:val="Caption"/>
        <w:rPr>
          <w:rFonts w:cs="Arial"/>
        </w:rPr>
      </w:pPr>
      <w:r w:rsidRPr="00F36525">
        <w:rPr>
          <w:rFonts w:cs="Arial"/>
        </w:rPr>
        <w:lastRenderedPageBreak/>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17</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9C5117" w:rsidRPr="00F36525" w:rsidTr="00CE4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9C5117" w:rsidRPr="00F36525" w:rsidRDefault="009C5117" w:rsidP="00CE46FF">
            <w:pPr>
              <w:rPr>
                <w:rFonts w:cs="Arial"/>
                <w:sz w:val="20"/>
              </w:rPr>
            </w:pPr>
            <w:r w:rsidRPr="00F36525">
              <w:rPr>
                <w:rFonts w:cs="Arial"/>
                <w:sz w:val="20"/>
              </w:rPr>
              <w:t>Data / Parameter:</w:t>
            </w:r>
          </w:p>
        </w:tc>
        <w:tc>
          <w:tcPr>
            <w:tcW w:w="6386" w:type="dxa"/>
          </w:tcPr>
          <w:p w:rsidR="009C5117" w:rsidRPr="00F36525" w:rsidRDefault="009C5117" w:rsidP="00CE46FF">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CO</w:t>
            </w:r>
            <w:r w:rsidRPr="00F36525">
              <w:rPr>
                <w:rFonts w:cs="Arial"/>
                <w:sz w:val="20"/>
                <w:vertAlign w:val="subscript"/>
              </w:rPr>
              <w:t>N2O,i</w:t>
            </w:r>
          </w:p>
        </w:tc>
      </w:tr>
      <w:tr w:rsidR="009C5117"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9C5117" w:rsidRPr="00F36525" w:rsidRDefault="009C5117" w:rsidP="00CE46FF">
            <w:pPr>
              <w:rPr>
                <w:rFonts w:cs="Arial"/>
                <w:sz w:val="20"/>
              </w:rPr>
            </w:pPr>
            <w:r w:rsidRPr="00F36525">
              <w:rPr>
                <w:rFonts w:cs="Arial"/>
                <w:sz w:val="20"/>
              </w:rPr>
              <w:t>Data unit:</w:t>
            </w:r>
          </w:p>
        </w:tc>
        <w:tc>
          <w:tcPr>
            <w:tcW w:w="6386" w:type="dxa"/>
          </w:tcPr>
          <w:p w:rsidR="009C5117" w:rsidRPr="00F36525" w:rsidRDefault="009C5117"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tN</w:t>
            </w:r>
            <w:r w:rsidR="0001122A" w:rsidRPr="00F36525">
              <w:rPr>
                <w:rFonts w:cs="Arial"/>
                <w:sz w:val="20"/>
                <w:vertAlign w:val="subscript"/>
              </w:rPr>
              <w:t>2</w:t>
            </w:r>
            <w:r w:rsidRPr="00F36525">
              <w:rPr>
                <w:rFonts w:cs="Arial"/>
                <w:sz w:val="20"/>
              </w:rPr>
              <w:t>O/m³</w:t>
            </w:r>
          </w:p>
        </w:tc>
      </w:tr>
      <w:tr w:rsidR="009C5117"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9C5117" w:rsidRPr="00F36525" w:rsidRDefault="009C5117" w:rsidP="00CE46FF">
            <w:pPr>
              <w:rPr>
                <w:rFonts w:cs="Arial"/>
                <w:sz w:val="20"/>
              </w:rPr>
            </w:pPr>
            <w:r w:rsidRPr="00F36525">
              <w:rPr>
                <w:rFonts w:cs="Arial"/>
                <w:sz w:val="20"/>
              </w:rPr>
              <w:t>Description:</w:t>
            </w:r>
          </w:p>
        </w:tc>
        <w:tc>
          <w:tcPr>
            <w:tcW w:w="6386" w:type="dxa"/>
          </w:tcPr>
          <w:p w:rsidR="009C5117" w:rsidRPr="00F36525" w:rsidRDefault="009C5117"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N</w:t>
            </w:r>
            <w:r w:rsidR="0001122A" w:rsidRPr="00F36525">
              <w:rPr>
                <w:rFonts w:cs="Arial"/>
                <w:sz w:val="20"/>
                <w:vertAlign w:val="subscript"/>
              </w:rPr>
              <w:t>2</w:t>
            </w:r>
            <w:r w:rsidRPr="00F36525">
              <w:rPr>
                <w:rFonts w:cs="Arial"/>
                <w:sz w:val="20"/>
              </w:rPr>
              <w:t>O concentration at destruction facility outlet</w:t>
            </w:r>
          </w:p>
        </w:tc>
      </w:tr>
      <w:tr w:rsidR="009C5117"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9C5117" w:rsidRPr="00F36525" w:rsidRDefault="009C5117" w:rsidP="00CE46FF">
            <w:pPr>
              <w:rPr>
                <w:rFonts w:cs="Arial"/>
                <w:sz w:val="20"/>
              </w:rPr>
            </w:pPr>
            <w:r w:rsidRPr="00F36525">
              <w:rPr>
                <w:rFonts w:cs="Arial"/>
                <w:sz w:val="20"/>
              </w:rPr>
              <w:t>Source of data:</w:t>
            </w:r>
          </w:p>
        </w:tc>
        <w:tc>
          <w:tcPr>
            <w:tcW w:w="6386" w:type="dxa"/>
          </w:tcPr>
          <w:p w:rsidR="009C5117" w:rsidRPr="00F36525" w:rsidRDefault="009C5117"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Measurements by project participants </w:t>
            </w:r>
          </w:p>
        </w:tc>
      </w:tr>
      <w:tr w:rsidR="009C5117"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9C5117" w:rsidRPr="00F36525" w:rsidRDefault="009C5117" w:rsidP="00CE46FF">
            <w:pPr>
              <w:rPr>
                <w:rFonts w:cs="Arial"/>
                <w:sz w:val="20"/>
              </w:rPr>
            </w:pPr>
            <w:r w:rsidRPr="00F36525">
              <w:rPr>
                <w:rFonts w:cs="Arial"/>
                <w:sz w:val="20"/>
              </w:rPr>
              <w:t>Measurement procedures (if any):</w:t>
            </w:r>
          </w:p>
        </w:tc>
        <w:tc>
          <w:tcPr>
            <w:tcW w:w="6386" w:type="dxa"/>
          </w:tcPr>
          <w:p w:rsidR="009C5117" w:rsidRPr="00F36525" w:rsidRDefault="009C5117" w:rsidP="007B7FC7">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Gas chromatography in the 0–5000 ppm range, or non-dispersion infrared absorption analyser </w:t>
            </w:r>
          </w:p>
        </w:tc>
      </w:tr>
      <w:tr w:rsidR="009C5117"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9C5117" w:rsidRPr="00F36525" w:rsidRDefault="009C5117" w:rsidP="00CE46FF">
            <w:pPr>
              <w:rPr>
                <w:rFonts w:cs="Arial"/>
                <w:sz w:val="20"/>
              </w:rPr>
            </w:pPr>
            <w:r w:rsidRPr="00F36525">
              <w:rPr>
                <w:rFonts w:cs="Arial"/>
                <w:sz w:val="20"/>
              </w:rPr>
              <w:t>Monitoring frequency:</w:t>
            </w:r>
          </w:p>
        </w:tc>
        <w:tc>
          <w:tcPr>
            <w:tcW w:w="6386" w:type="dxa"/>
          </w:tcPr>
          <w:p w:rsidR="009C5117" w:rsidRPr="00F36525" w:rsidRDefault="009C5117"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Continuously. Recording frequency: daily</w:t>
            </w:r>
          </w:p>
        </w:tc>
      </w:tr>
      <w:tr w:rsidR="009C5117"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9C5117" w:rsidRPr="00F36525" w:rsidRDefault="009C5117" w:rsidP="00CE46FF">
            <w:pPr>
              <w:rPr>
                <w:rFonts w:cs="Arial"/>
                <w:sz w:val="20"/>
              </w:rPr>
            </w:pPr>
            <w:r w:rsidRPr="00F36525">
              <w:rPr>
                <w:rFonts w:cs="Arial"/>
                <w:sz w:val="20"/>
              </w:rPr>
              <w:t>QA/QC procedures:</w:t>
            </w:r>
          </w:p>
        </w:tc>
        <w:tc>
          <w:tcPr>
            <w:tcW w:w="6386" w:type="dxa"/>
          </w:tcPr>
          <w:p w:rsidR="009C5117" w:rsidRPr="00F36525" w:rsidRDefault="009C5117"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Gas chromatography shall be subjected to relevant QA/QC scheme consistent with the procedures listed below, with respect to equipment certification, installation and performance</w:t>
            </w:r>
          </w:p>
        </w:tc>
      </w:tr>
      <w:tr w:rsidR="009C5117"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9C5117" w:rsidRPr="00F36525" w:rsidRDefault="009C5117" w:rsidP="00CE46FF">
            <w:pPr>
              <w:rPr>
                <w:rFonts w:cs="Arial"/>
                <w:sz w:val="20"/>
              </w:rPr>
            </w:pPr>
            <w:r w:rsidRPr="00F36525">
              <w:rPr>
                <w:rFonts w:cs="Arial"/>
                <w:sz w:val="20"/>
              </w:rPr>
              <w:t>Any comment:</w:t>
            </w:r>
          </w:p>
        </w:tc>
        <w:tc>
          <w:tcPr>
            <w:tcW w:w="6386" w:type="dxa"/>
          </w:tcPr>
          <w:p w:rsidR="009C5117" w:rsidRPr="00F36525" w:rsidRDefault="009C5117"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Should be expressed in normal conditions. In case non-dispersion infrared absorption analyzer is used, it shall be checked by sampling by gas chromatography periodically</w:t>
            </w:r>
          </w:p>
        </w:tc>
      </w:tr>
    </w:tbl>
    <w:p w:rsidR="009C5117" w:rsidRPr="00F36525" w:rsidRDefault="009C5117" w:rsidP="00CE46FF">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18</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F06158" w:rsidRPr="00F36525" w:rsidTr="00CE4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Data / Parameter:</w:t>
            </w:r>
          </w:p>
        </w:tc>
        <w:tc>
          <w:tcPr>
            <w:tcW w:w="6386" w:type="dxa"/>
          </w:tcPr>
          <w:p w:rsidR="00F06158" w:rsidRPr="00F36525" w:rsidRDefault="00F06158" w:rsidP="00CE46FF">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M</w:t>
            </w:r>
            <w:r w:rsidRPr="00F36525">
              <w:rPr>
                <w:rFonts w:cs="Arial"/>
                <w:sz w:val="20"/>
                <w:vertAlign w:val="subscript"/>
              </w:rPr>
              <w:t>i</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Data unit:</w:t>
            </w:r>
          </w:p>
        </w:tc>
        <w:tc>
          <w:tcPr>
            <w:tcW w:w="6386" w:type="dxa"/>
          </w:tcPr>
          <w:p w:rsidR="00F06158" w:rsidRPr="00F36525" w:rsidRDefault="00F06158"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H</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Description:</w:t>
            </w:r>
          </w:p>
        </w:tc>
        <w:tc>
          <w:tcPr>
            <w:tcW w:w="6386" w:type="dxa"/>
          </w:tcPr>
          <w:p w:rsidR="00F06158" w:rsidRPr="00F36525" w:rsidRDefault="00F06158"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Measuring Interval</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Source of data:</w:t>
            </w:r>
          </w:p>
        </w:tc>
        <w:tc>
          <w:tcPr>
            <w:tcW w:w="6386" w:type="dxa"/>
          </w:tcPr>
          <w:p w:rsidR="00F06158" w:rsidRPr="00F36525" w:rsidRDefault="00F06158"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Measurements by project participants </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Measurement procedures (if any):</w:t>
            </w:r>
          </w:p>
        </w:tc>
        <w:tc>
          <w:tcPr>
            <w:tcW w:w="6386" w:type="dxa"/>
          </w:tcPr>
          <w:p w:rsidR="00F06158" w:rsidRPr="00F36525" w:rsidRDefault="00F06158"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Measuring</w:t>
            </w:r>
            <w:r w:rsidR="009F609A" w:rsidRPr="00F36525">
              <w:rPr>
                <w:rFonts w:cs="Arial"/>
                <w:sz w:val="20"/>
              </w:rPr>
              <w:t xml:space="preserve"> device. Data management system</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Monitoring frequency:</w:t>
            </w:r>
          </w:p>
        </w:tc>
        <w:tc>
          <w:tcPr>
            <w:tcW w:w="6386" w:type="dxa"/>
          </w:tcPr>
          <w:p w:rsidR="00F06158" w:rsidRPr="00F36525" w:rsidRDefault="00F06158"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Continuously. Recording frequency: daily</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QA/QC procedures:</w:t>
            </w:r>
          </w:p>
        </w:tc>
        <w:tc>
          <w:tcPr>
            <w:tcW w:w="6386" w:type="dxa"/>
          </w:tcPr>
          <w:p w:rsidR="00F06158" w:rsidRPr="00F36525" w:rsidRDefault="00256691"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Any comment:</w:t>
            </w:r>
          </w:p>
        </w:tc>
        <w:tc>
          <w:tcPr>
            <w:tcW w:w="6386" w:type="dxa"/>
          </w:tcPr>
          <w:p w:rsidR="00F06158" w:rsidRPr="00F36525" w:rsidRDefault="00256691"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F06158" w:rsidRPr="00F36525" w:rsidRDefault="00F06158" w:rsidP="00CE46FF">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19</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F06158" w:rsidRPr="00F36525" w:rsidTr="00CE4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Data / Parameter:</w:t>
            </w:r>
          </w:p>
        </w:tc>
        <w:tc>
          <w:tcPr>
            <w:tcW w:w="6386" w:type="dxa"/>
          </w:tcPr>
          <w:p w:rsidR="00F06158" w:rsidRPr="00F36525" w:rsidRDefault="00F06158" w:rsidP="00CE46FF">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Q</w:t>
            </w:r>
            <w:r w:rsidRPr="00F36525">
              <w:rPr>
                <w:rFonts w:cs="Arial"/>
                <w:sz w:val="20"/>
                <w:vertAlign w:val="subscript"/>
              </w:rPr>
              <w:t>NH3,y</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Data unit:</w:t>
            </w:r>
          </w:p>
        </w:tc>
        <w:tc>
          <w:tcPr>
            <w:tcW w:w="6386" w:type="dxa"/>
          </w:tcPr>
          <w:p w:rsidR="00F06158" w:rsidRPr="00F36525" w:rsidRDefault="00F06158"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tNH</w:t>
            </w:r>
            <w:r w:rsidRPr="00F36525">
              <w:rPr>
                <w:rFonts w:cs="Arial"/>
                <w:sz w:val="20"/>
                <w:vertAlign w:val="subscript"/>
              </w:rPr>
              <w:t>3</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Description:</w:t>
            </w:r>
          </w:p>
        </w:tc>
        <w:tc>
          <w:tcPr>
            <w:tcW w:w="6386" w:type="dxa"/>
          </w:tcPr>
          <w:p w:rsidR="00F06158" w:rsidRPr="00F36525" w:rsidRDefault="00F06158"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N</w:t>
            </w:r>
            <w:r w:rsidRPr="00F36525">
              <w:rPr>
                <w:rFonts w:cs="Arial"/>
                <w:sz w:val="20"/>
                <w:vertAlign w:val="subscript"/>
              </w:rPr>
              <w:t>2</w:t>
            </w:r>
            <w:r w:rsidRPr="00F36525">
              <w:rPr>
                <w:rFonts w:cs="Arial"/>
                <w:sz w:val="20"/>
              </w:rPr>
              <w:t>O destruction facility: Project Ammonia Input (as gas or in solution)</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Source of data:</w:t>
            </w:r>
          </w:p>
        </w:tc>
        <w:tc>
          <w:tcPr>
            <w:tcW w:w="6386" w:type="dxa"/>
          </w:tcPr>
          <w:p w:rsidR="00F06158" w:rsidRPr="00F36525" w:rsidRDefault="00F06158"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Measurements by project participants </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Measurement procedures (if any):</w:t>
            </w:r>
          </w:p>
        </w:tc>
        <w:tc>
          <w:tcPr>
            <w:tcW w:w="6386" w:type="dxa"/>
          </w:tcPr>
          <w:p w:rsidR="00F06158" w:rsidRPr="00F36525" w:rsidRDefault="00F06158"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Measuring device</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Monitoring frequency:</w:t>
            </w:r>
          </w:p>
        </w:tc>
        <w:tc>
          <w:tcPr>
            <w:tcW w:w="6386" w:type="dxa"/>
          </w:tcPr>
          <w:p w:rsidR="00F06158" w:rsidRPr="00F36525" w:rsidRDefault="00F06158" w:rsidP="009F609A">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Continuously. Recording frequency: </w:t>
            </w:r>
            <w:r w:rsidR="009F609A" w:rsidRPr="00F36525">
              <w:rPr>
                <w:rFonts w:cs="Arial"/>
                <w:sz w:val="20"/>
              </w:rPr>
              <w:t>m</w:t>
            </w:r>
            <w:r w:rsidRPr="00F36525">
              <w:rPr>
                <w:rFonts w:cs="Arial"/>
                <w:sz w:val="20"/>
              </w:rPr>
              <w:t>onthly</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QA/QC procedures:</w:t>
            </w:r>
          </w:p>
        </w:tc>
        <w:tc>
          <w:tcPr>
            <w:tcW w:w="6386" w:type="dxa"/>
          </w:tcPr>
          <w:p w:rsidR="00F06158" w:rsidRPr="00F36525" w:rsidRDefault="00256691"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F06158"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F06158" w:rsidRPr="00F36525" w:rsidRDefault="00F06158" w:rsidP="00CE46FF">
            <w:pPr>
              <w:rPr>
                <w:rFonts w:cs="Arial"/>
                <w:sz w:val="20"/>
              </w:rPr>
            </w:pPr>
            <w:r w:rsidRPr="00F36525">
              <w:rPr>
                <w:rFonts w:cs="Arial"/>
                <w:sz w:val="20"/>
              </w:rPr>
              <w:t>Any comment:</w:t>
            </w:r>
          </w:p>
        </w:tc>
        <w:tc>
          <w:tcPr>
            <w:tcW w:w="6386" w:type="dxa"/>
          </w:tcPr>
          <w:p w:rsidR="00F06158" w:rsidRPr="00F36525" w:rsidRDefault="00F06158"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Measured, in case no </w:t>
            </w:r>
            <w:r w:rsidRPr="00F36525">
              <w:rPr>
                <w:rFonts w:cs="Arial"/>
                <w:i/>
                <w:sz w:val="20"/>
              </w:rPr>
              <w:t>SCR DeNO</w:t>
            </w:r>
            <w:r w:rsidRPr="00F36525">
              <w:rPr>
                <w:rFonts w:cs="Arial"/>
                <w:i/>
                <w:sz w:val="20"/>
                <w:vertAlign w:val="subscript"/>
              </w:rPr>
              <w:t>X</w:t>
            </w:r>
            <w:r w:rsidRPr="00F36525">
              <w:rPr>
                <w:rFonts w:cs="Arial"/>
                <w:sz w:val="20"/>
              </w:rPr>
              <w:t>-unit is installed in the baseline scenario</w:t>
            </w:r>
          </w:p>
        </w:tc>
      </w:tr>
    </w:tbl>
    <w:p w:rsidR="00A12300" w:rsidRPr="00F36525" w:rsidRDefault="00A12300" w:rsidP="00CE46FF">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20</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A12300" w:rsidRPr="00F36525" w:rsidTr="00CE4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Data / Parameter:</w:t>
            </w:r>
          </w:p>
        </w:tc>
        <w:tc>
          <w:tcPr>
            <w:tcW w:w="6386" w:type="dxa"/>
          </w:tcPr>
          <w:p w:rsidR="00A12300" w:rsidRPr="00F36525" w:rsidRDefault="00A12300" w:rsidP="00CE46FF">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Q</w:t>
            </w:r>
            <w:r w:rsidRPr="00F36525">
              <w:rPr>
                <w:rFonts w:cs="Arial"/>
                <w:sz w:val="20"/>
                <w:vertAlign w:val="subscript"/>
              </w:rPr>
              <w:t>HC,y</w:t>
            </w:r>
            <w:r w:rsidRPr="00F36525">
              <w:rPr>
                <w:rFonts w:cs="Arial"/>
                <w:sz w:val="20"/>
              </w:rPr>
              <w:t>/Q</w:t>
            </w:r>
            <w:r w:rsidRPr="00F36525">
              <w:rPr>
                <w:rFonts w:cs="Arial"/>
                <w:sz w:val="20"/>
                <w:vertAlign w:val="subscript"/>
              </w:rPr>
              <w:t>CH4,y</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Data unit:</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w:t>
            </w:r>
            <w:r w:rsidRPr="00F36525">
              <w:rPr>
                <w:rFonts w:cs="Arial"/>
                <w:sz w:val="20"/>
                <w:vertAlign w:val="superscript"/>
              </w:rPr>
              <w:t>3</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Description:</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Hydrocarbon input (reducing agent and/or re-heating the tail gas)</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Source of data:</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Measurements by project participants </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lastRenderedPageBreak/>
              <w:t>Measurement procedures (if any):</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Monitoring device</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Monitoring frequency:</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Continuously. Recording frequency: daily</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QA/QC procedures:</w:t>
            </w:r>
          </w:p>
        </w:tc>
        <w:tc>
          <w:tcPr>
            <w:tcW w:w="6386" w:type="dxa"/>
          </w:tcPr>
          <w:p w:rsidR="00A12300" w:rsidRPr="00F36525" w:rsidRDefault="00256691"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Any comment:</w:t>
            </w:r>
          </w:p>
        </w:tc>
        <w:tc>
          <w:tcPr>
            <w:tcW w:w="6386" w:type="dxa"/>
          </w:tcPr>
          <w:p w:rsidR="00A12300" w:rsidRPr="00F36525" w:rsidRDefault="00256691"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A12300" w:rsidRPr="00F36525" w:rsidRDefault="00A12300" w:rsidP="00CE46FF">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21</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A12300" w:rsidRPr="00F36525" w:rsidTr="00CE4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Data / Parameter:</w:t>
            </w:r>
          </w:p>
        </w:tc>
        <w:tc>
          <w:tcPr>
            <w:tcW w:w="6386" w:type="dxa"/>
          </w:tcPr>
          <w:p w:rsidR="00A12300" w:rsidRPr="00F36525" w:rsidRDefault="00A12300" w:rsidP="00CE46FF">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ρ</w:t>
            </w:r>
            <w:r w:rsidRPr="00F36525">
              <w:rPr>
                <w:rFonts w:cs="Arial"/>
                <w:sz w:val="20"/>
                <w:vertAlign w:val="subscript"/>
              </w:rPr>
              <w:t>HC</w:t>
            </w:r>
            <w:r w:rsidRPr="00F36525">
              <w:rPr>
                <w:rFonts w:cs="Arial"/>
                <w:sz w:val="20"/>
              </w:rPr>
              <w:t>/ρ</w:t>
            </w:r>
            <w:r w:rsidRPr="00F36525">
              <w:rPr>
                <w:rFonts w:cs="Arial"/>
                <w:sz w:val="20"/>
                <w:vertAlign w:val="subscript"/>
              </w:rPr>
              <w:t>CH4</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Data unit:</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t/m</w:t>
            </w:r>
            <w:r w:rsidRPr="00F36525">
              <w:rPr>
                <w:rFonts w:cs="Arial"/>
                <w:sz w:val="20"/>
                <w:vertAlign w:val="superscript"/>
              </w:rPr>
              <w:t>3</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Description:</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Hydrocarbon density</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Source of data:</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Certificate hydrocarbon supplier or default value</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Measurement procedures (if any):</w:t>
            </w:r>
          </w:p>
        </w:tc>
        <w:tc>
          <w:tcPr>
            <w:tcW w:w="6386" w:type="dxa"/>
          </w:tcPr>
          <w:p w:rsidR="00A12300" w:rsidRPr="00F36525" w:rsidRDefault="00A27B81" w:rsidP="00A12300">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Monitoring device</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Monitoring frequency:</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Recording frequency: yearly</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QA/QC procedures:</w:t>
            </w:r>
          </w:p>
        </w:tc>
        <w:tc>
          <w:tcPr>
            <w:tcW w:w="6386" w:type="dxa"/>
          </w:tcPr>
          <w:p w:rsidR="00A12300" w:rsidRPr="00F36525" w:rsidRDefault="00256691"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Any comment:</w:t>
            </w:r>
          </w:p>
        </w:tc>
        <w:tc>
          <w:tcPr>
            <w:tcW w:w="6386" w:type="dxa"/>
          </w:tcPr>
          <w:p w:rsidR="00A12300" w:rsidRPr="00F36525" w:rsidRDefault="00256691"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A12300" w:rsidRPr="00F36525" w:rsidRDefault="00A12300" w:rsidP="00CE46FF">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22</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A12300" w:rsidRPr="00F36525" w:rsidTr="00CE4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Data / Parameter:</w:t>
            </w:r>
          </w:p>
        </w:tc>
        <w:tc>
          <w:tcPr>
            <w:tcW w:w="6386" w:type="dxa"/>
          </w:tcPr>
          <w:p w:rsidR="00A12300" w:rsidRPr="00F36525" w:rsidRDefault="00A12300" w:rsidP="00CE46FF">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OXID</w:t>
            </w:r>
            <w:r w:rsidRPr="00F36525">
              <w:rPr>
                <w:rFonts w:cs="Arial"/>
                <w:sz w:val="20"/>
                <w:vertAlign w:val="subscript"/>
              </w:rPr>
              <w:t>HC</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Data unit:</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Description:</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Hydrocarbon oxidation factor</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Source of data:</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Measurements by project participants</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Measurement procedures (if any):</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Measuring device</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Monitoring frequency:</w:t>
            </w:r>
          </w:p>
        </w:tc>
        <w:tc>
          <w:tcPr>
            <w:tcW w:w="6386" w:type="dxa"/>
          </w:tcPr>
          <w:p w:rsidR="00A12300" w:rsidRPr="00F36525" w:rsidRDefault="00A12300"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Continuously. Recording frequency: daily</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QA/QC procedures:</w:t>
            </w:r>
          </w:p>
        </w:tc>
        <w:tc>
          <w:tcPr>
            <w:tcW w:w="6386" w:type="dxa"/>
          </w:tcPr>
          <w:p w:rsidR="00A12300" w:rsidRPr="00F36525" w:rsidRDefault="00256691"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A12300" w:rsidRPr="00F36525" w:rsidTr="00CE46FF">
        <w:tc>
          <w:tcPr>
            <w:cnfStyle w:val="001000000000" w:firstRow="0" w:lastRow="0" w:firstColumn="1" w:lastColumn="0" w:oddVBand="0" w:evenVBand="0" w:oddHBand="0" w:evenHBand="0" w:firstRowFirstColumn="0" w:firstRowLastColumn="0" w:lastRowFirstColumn="0" w:lastRowLastColumn="0"/>
            <w:tcW w:w="2232" w:type="dxa"/>
          </w:tcPr>
          <w:p w:rsidR="00A12300" w:rsidRPr="00F36525" w:rsidRDefault="00A12300" w:rsidP="00CE46FF">
            <w:pPr>
              <w:rPr>
                <w:rFonts w:cs="Arial"/>
                <w:sz w:val="20"/>
              </w:rPr>
            </w:pPr>
            <w:r w:rsidRPr="00F36525">
              <w:rPr>
                <w:rFonts w:cs="Arial"/>
                <w:sz w:val="20"/>
              </w:rPr>
              <w:t>Any comment:</w:t>
            </w:r>
          </w:p>
        </w:tc>
        <w:tc>
          <w:tcPr>
            <w:tcW w:w="6386" w:type="dxa"/>
          </w:tcPr>
          <w:p w:rsidR="00A12300" w:rsidRPr="00F36525" w:rsidRDefault="00256691" w:rsidP="00CE46FF">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B940E2" w:rsidRPr="00F36525" w:rsidRDefault="00B940E2" w:rsidP="00450D84">
      <w:pPr>
        <w:pStyle w:val="SDMHead3"/>
        <w:rPr>
          <w:sz w:val="20"/>
          <w:szCs w:val="20"/>
        </w:rPr>
      </w:pPr>
      <w:bookmarkStart w:id="43" w:name="_Toc358026544"/>
      <w:r w:rsidRPr="00F36525">
        <w:rPr>
          <w:sz w:val="20"/>
          <w:szCs w:val="20"/>
        </w:rPr>
        <w:t>Baseline emissions</w:t>
      </w:r>
      <w:bookmarkEnd w:id="43"/>
    </w:p>
    <w:p w:rsidR="00450D84" w:rsidRPr="00F36525" w:rsidRDefault="00450D84" w:rsidP="00DC300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23</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450D84"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450D84" w:rsidRPr="00F36525" w:rsidRDefault="00450D84" w:rsidP="00DC3001">
            <w:pPr>
              <w:rPr>
                <w:rFonts w:cs="Arial"/>
                <w:sz w:val="20"/>
              </w:rPr>
            </w:pPr>
            <w:r w:rsidRPr="00F36525">
              <w:rPr>
                <w:rFonts w:cs="Arial"/>
                <w:sz w:val="20"/>
              </w:rPr>
              <w:t>Data / Parameter:</w:t>
            </w:r>
          </w:p>
        </w:tc>
        <w:tc>
          <w:tcPr>
            <w:tcW w:w="6386" w:type="dxa"/>
          </w:tcPr>
          <w:p w:rsidR="00450D84" w:rsidRPr="00F36525" w:rsidRDefault="00450D84" w:rsidP="00DC300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P</w:t>
            </w:r>
            <w:r w:rsidRPr="00F36525">
              <w:rPr>
                <w:rFonts w:cs="Arial"/>
                <w:sz w:val="20"/>
                <w:vertAlign w:val="subscript"/>
              </w:rPr>
              <w:t>product,y</w:t>
            </w:r>
          </w:p>
        </w:tc>
      </w:tr>
      <w:tr w:rsidR="00450D84"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450D84" w:rsidRPr="00F36525" w:rsidRDefault="00450D84" w:rsidP="00DC3001">
            <w:pPr>
              <w:rPr>
                <w:rFonts w:cs="Arial"/>
                <w:sz w:val="20"/>
              </w:rPr>
            </w:pPr>
            <w:r w:rsidRPr="00F36525">
              <w:rPr>
                <w:rFonts w:cs="Arial"/>
                <w:sz w:val="20"/>
              </w:rPr>
              <w:t>Data unit:</w:t>
            </w:r>
          </w:p>
        </w:tc>
        <w:tc>
          <w:tcPr>
            <w:tcW w:w="6386" w:type="dxa"/>
          </w:tcPr>
          <w:p w:rsidR="00450D84" w:rsidRPr="00F36525" w:rsidRDefault="00450D84"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tCaprolactam.</w:t>
            </w:r>
          </w:p>
        </w:tc>
      </w:tr>
      <w:tr w:rsidR="00450D84"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450D84" w:rsidRPr="00F36525" w:rsidRDefault="00450D84" w:rsidP="00DC3001">
            <w:pPr>
              <w:rPr>
                <w:rFonts w:cs="Arial"/>
                <w:sz w:val="20"/>
              </w:rPr>
            </w:pPr>
            <w:r w:rsidRPr="00F36525">
              <w:rPr>
                <w:rFonts w:cs="Arial"/>
                <w:sz w:val="20"/>
              </w:rPr>
              <w:t>Description:</w:t>
            </w:r>
          </w:p>
        </w:tc>
        <w:tc>
          <w:tcPr>
            <w:tcW w:w="6386" w:type="dxa"/>
          </w:tcPr>
          <w:p w:rsidR="00450D84" w:rsidRPr="00F36525" w:rsidRDefault="00450D84"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Caprolactam</w:t>
            </w:r>
          </w:p>
        </w:tc>
      </w:tr>
      <w:tr w:rsidR="00450D84"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450D84" w:rsidRPr="00F36525" w:rsidRDefault="00450D84" w:rsidP="00DC3001">
            <w:pPr>
              <w:rPr>
                <w:rFonts w:cs="Arial"/>
                <w:sz w:val="20"/>
              </w:rPr>
            </w:pPr>
            <w:r w:rsidRPr="00F36525">
              <w:rPr>
                <w:rFonts w:cs="Arial"/>
                <w:sz w:val="20"/>
              </w:rPr>
              <w:t>Source of data:</w:t>
            </w:r>
          </w:p>
        </w:tc>
        <w:tc>
          <w:tcPr>
            <w:tcW w:w="6386" w:type="dxa"/>
          </w:tcPr>
          <w:p w:rsidR="00450D84" w:rsidRPr="00F36525" w:rsidRDefault="009F609A"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Production reports</w:t>
            </w:r>
          </w:p>
        </w:tc>
      </w:tr>
      <w:tr w:rsidR="00450D84"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450D84" w:rsidRPr="00F36525" w:rsidRDefault="00450D84" w:rsidP="00DC3001">
            <w:pPr>
              <w:rPr>
                <w:rFonts w:cs="Arial"/>
                <w:sz w:val="20"/>
              </w:rPr>
            </w:pPr>
            <w:r w:rsidRPr="00F36525">
              <w:rPr>
                <w:rFonts w:cs="Arial"/>
                <w:sz w:val="20"/>
              </w:rPr>
              <w:t>Measurement procedures (if any):</w:t>
            </w:r>
          </w:p>
        </w:tc>
        <w:tc>
          <w:tcPr>
            <w:tcW w:w="6386" w:type="dxa"/>
          </w:tcPr>
          <w:p w:rsidR="00450D84"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450D84"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450D84" w:rsidRPr="00F36525" w:rsidRDefault="00450D84" w:rsidP="00DC3001">
            <w:pPr>
              <w:rPr>
                <w:rFonts w:cs="Arial"/>
                <w:sz w:val="20"/>
              </w:rPr>
            </w:pPr>
            <w:r w:rsidRPr="00F36525">
              <w:rPr>
                <w:rFonts w:cs="Arial"/>
                <w:sz w:val="20"/>
              </w:rPr>
              <w:t>Monitoring frequency:</w:t>
            </w:r>
          </w:p>
        </w:tc>
        <w:tc>
          <w:tcPr>
            <w:tcW w:w="6386" w:type="dxa"/>
          </w:tcPr>
          <w:p w:rsidR="00450D84" w:rsidRPr="00F36525" w:rsidRDefault="00450D84"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Recording frequency: daily</w:t>
            </w:r>
          </w:p>
        </w:tc>
      </w:tr>
      <w:tr w:rsidR="00450D84"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450D84" w:rsidRPr="00F36525" w:rsidRDefault="00450D84" w:rsidP="00F36525">
            <w:pPr>
              <w:keepNext/>
              <w:rPr>
                <w:rFonts w:cs="Arial"/>
                <w:sz w:val="20"/>
              </w:rPr>
            </w:pPr>
            <w:r w:rsidRPr="00F36525">
              <w:rPr>
                <w:rFonts w:cs="Arial"/>
                <w:sz w:val="20"/>
              </w:rPr>
              <w:t>QA/QC procedures:</w:t>
            </w:r>
          </w:p>
        </w:tc>
        <w:tc>
          <w:tcPr>
            <w:tcW w:w="6386" w:type="dxa"/>
          </w:tcPr>
          <w:p w:rsidR="00450D84" w:rsidRPr="00F36525" w:rsidRDefault="00450D84" w:rsidP="00F36525">
            <w:pPr>
              <w:keepNex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Cross – check of production, marketing and stock change data. Measurement devices such as weigh</w:t>
            </w:r>
            <w:r w:rsidR="009F609A" w:rsidRPr="00F36525">
              <w:rPr>
                <w:rFonts w:cs="Arial"/>
                <w:sz w:val="20"/>
              </w:rPr>
              <w:t>bridge can be subjected to QA/</w:t>
            </w:r>
            <w:r w:rsidRPr="00F36525">
              <w:rPr>
                <w:rFonts w:cs="Arial"/>
                <w:sz w:val="20"/>
              </w:rPr>
              <w:t>QC scheme consistent with the procedures listed below, with respect to equipment certification, installation and performance</w:t>
            </w:r>
          </w:p>
        </w:tc>
      </w:tr>
      <w:tr w:rsidR="00450D84"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450D84" w:rsidRPr="00F36525" w:rsidRDefault="00450D84" w:rsidP="00DC3001">
            <w:pPr>
              <w:rPr>
                <w:rFonts w:cs="Arial"/>
                <w:sz w:val="20"/>
              </w:rPr>
            </w:pPr>
            <w:r w:rsidRPr="00F36525">
              <w:rPr>
                <w:rFonts w:cs="Arial"/>
                <w:sz w:val="20"/>
              </w:rPr>
              <w:t>Any comment:</w:t>
            </w:r>
          </w:p>
        </w:tc>
        <w:tc>
          <w:tcPr>
            <w:tcW w:w="6386" w:type="dxa"/>
          </w:tcPr>
          <w:p w:rsidR="00450D84"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F8673D" w:rsidRPr="00F36525" w:rsidRDefault="00F8673D" w:rsidP="00DC3001">
      <w:pPr>
        <w:pStyle w:val="Caption"/>
        <w:rPr>
          <w:rFonts w:cs="Arial"/>
        </w:rPr>
      </w:pPr>
      <w:r w:rsidRPr="00F36525">
        <w:rPr>
          <w:rFonts w:cs="Arial"/>
        </w:rPr>
        <w:lastRenderedPageBreak/>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24</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F8673D"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Data / Parameter:</w:t>
            </w:r>
          </w:p>
        </w:tc>
        <w:tc>
          <w:tcPr>
            <w:tcW w:w="6386" w:type="dxa"/>
          </w:tcPr>
          <w:p w:rsidR="00F8673D" w:rsidRPr="00F36525" w:rsidRDefault="00F8673D" w:rsidP="00DC300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CI</w:t>
            </w:r>
            <w:r w:rsidRPr="00F36525">
              <w:rPr>
                <w:rFonts w:cs="Arial"/>
                <w:sz w:val="20"/>
                <w:vertAlign w:val="subscript"/>
              </w:rPr>
              <w:t>N2O,i</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Data unit:</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tN</w:t>
            </w:r>
            <w:r w:rsidRPr="00F36525">
              <w:rPr>
                <w:rFonts w:cs="Arial"/>
                <w:sz w:val="20"/>
                <w:vertAlign w:val="subscript"/>
              </w:rPr>
              <w:t>2</w:t>
            </w:r>
            <w:r w:rsidRPr="00F36525">
              <w:rPr>
                <w:rFonts w:cs="Arial"/>
                <w:sz w:val="20"/>
              </w:rPr>
              <w:t>O/m</w:t>
            </w:r>
            <w:r w:rsidRPr="00F36525">
              <w:rPr>
                <w:rFonts w:cs="Arial"/>
                <w:sz w:val="20"/>
                <w:vertAlign w:val="superscript"/>
              </w:rPr>
              <w:t>3</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Description:</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N</w:t>
            </w:r>
            <w:r w:rsidRPr="00F36525">
              <w:rPr>
                <w:rFonts w:cs="Arial"/>
                <w:sz w:val="20"/>
                <w:vertAlign w:val="subscript"/>
              </w:rPr>
              <w:t>2</w:t>
            </w:r>
            <w:r w:rsidRPr="00F36525">
              <w:rPr>
                <w:rFonts w:cs="Arial"/>
                <w:sz w:val="20"/>
              </w:rPr>
              <w:t>O concentration at N</w:t>
            </w:r>
            <w:r w:rsidRPr="00F36525">
              <w:rPr>
                <w:rFonts w:cs="Arial"/>
                <w:sz w:val="20"/>
                <w:vertAlign w:val="subscript"/>
              </w:rPr>
              <w:t>2</w:t>
            </w:r>
            <w:r w:rsidRPr="00F36525">
              <w:rPr>
                <w:rFonts w:cs="Arial"/>
                <w:sz w:val="20"/>
              </w:rPr>
              <w:t>O destruction facility inlet</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Source of data:</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Measurements by project participants </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Measurement procedures (if any):</w:t>
            </w:r>
          </w:p>
        </w:tc>
        <w:tc>
          <w:tcPr>
            <w:tcW w:w="6386" w:type="dxa"/>
          </w:tcPr>
          <w:p w:rsidR="00F8673D" w:rsidRPr="00F36525" w:rsidRDefault="00F8673D" w:rsidP="007B7FC7">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Gas chromatography in the 0-5000 ppm range or non-dispersion infrared absorption analyser</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Monitoring frequency:</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Continuously. Recording frequency: daily</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QA/QC procedures:</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Gas chromatography shal</w:t>
            </w:r>
            <w:r w:rsidR="009F609A" w:rsidRPr="00F36525">
              <w:rPr>
                <w:rFonts w:cs="Arial"/>
                <w:sz w:val="20"/>
              </w:rPr>
              <w:t>l be subjected to relevant QA/</w:t>
            </w:r>
            <w:r w:rsidRPr="00F36525">
              <w:rPr>
                <w:rFonts w:cs="Arial"/>
                <w:sz w:val="20"/>
              </w:rPr>
              <w:t>QC scheme consistent with the procedures listed below, with respect to equipment certification, installation and performance</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Any comment:</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Should be expressed in normal conditions. In case non-dispersion infrared absorption analyzer is used, it shall be checked by sampling by gas chromatography periodically</w:t>
            </w:r>
          </w:p>
        </w:tc>
      </w:tr>
    </w:tbl>
    <w:p w:rsidR="00F8673D" w:rsidRPr="00F36525" w:rsidRDefault="00F8673D" w:rsidP="00DC300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25</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F8673D"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Data / Parameter:</w:t>
            </w:r>
          </w:p>
        </w:tc>
        <w:tc>
          <w:tcPr>
            <w:tcW w:w="6386" w:type="dxa"/>
          </w:tcPr>
          <w:p w:rsidR="00F8673D" w:rsidRPr="00F36525" w:rsidRDefault="00F8673D" w:rsidP="00DC300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F</w:t>
            </w:r>
            <w:r w:rsidRPr="00F36525">
              <w:rPr>
                <w:rFonts w:cs="Arial"/>
                <w:sz w:val="20"/>
                <w:vertAlign w:val="subscript"/>
              </w:rPr>
              <w:t>TI,i</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Data unit:</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m³/h</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Description:</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i/>
                <w:sz w:val="20"/>
              </w:rPr>
            </w:pPr>
            <w:r w:rsidRPr="00F36525">
              <w:rPr>
                <w:rFonts w:cs="Arial"/>
                <w:sz w:val="20"/>
              </w:rPr>
              <w:t>Volume flow rate at the inlet of destruction facility during interval</w:t>
            </w:r>
            <w:r w:rsidRPr="00F36525">
              <w:rPr>
                <w:rFonts w:cs="Arial"/>
                <w:i/>
                <w:sz w:val="20"/>
              </w:rPr>
              <w:t xml:space="preserve"> i</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Source of data:</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Measurements by project participants</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Measurement procedures (if any):</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Flow meter</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Monitoring frequency:</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Continuously. Recording frequency: daily</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QA/QC procedures:</w:t>
            </w:r>
          </w:p>
        </w:tc>
        <w:tc>
          <w:tcPr>
            <w:tcW w:w="6386" w:type="dxa"/>
          </w:tcPr>
          <w:p w:rsidR="00F8673D" w:rsidRPr="00F36525" w:rsidRDefault="00C32F71" w:rsidP="003C7876">
            <w:pPr>
              <w:jc w:val="lef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Refer to QA/</w:t>
            </w:r>
            <w:r w:rsidR="00F8673D" w:rsidRPr="00F36525">
              <w:rPr>
                <w:rFonts w:cs="Arial"/>
                <w:sz w:val="20"/>
              </w:rPr>
              <w:t>QC procedures cited below. FTI Both parameters shall be cross-checked to ensure that no leak of N</w:t>
            </w:r>
            <w:r w:rsidR="00F8673D" w:rsidRPr="00F36525">
              <w:rPr>
                <w:rFonts w:cs="Arial"/>
                <w:sz w:val="20"/>
                <w:vertAlign w:val="subscript"/>
              </w:rPr>
              <w:t>2</w:t>
            </w:r>
            <w:r w:rsidR="00F8673D" w:rsidRPr="00F36525">
              <w:rPr>
                <w:rFonts w:cs="Arial"/>
                <w:sz w:val="20"/>
              </w:rPr>
              <w:t>O is taking place. In case of discrepancy, conservative calculation of emission reduction shall be provided</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Any comment:</w:t>
            </w:r>
          </w:p>
        </w:tc>
        <w:tc>
          <w:tcPr>
            <w:tcW w:w="6386" w:type="dxa"/>
          </w:tcPr>
          <w:p w:rsidR="00F8673D" w:rsidRPr="00F36525" w:rsidRDefault="00F8673D" w:rsidP="003C7876">
            <w:pPr>
              <w:jc w:val="lef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Flow should be expressed in normal conditions. Flow metering system will automatically record volume flow adjusted to standard temperature and pressure</w:t>
            </w:r>
          </w:p>
        </w:tc>
      </w:tr>
    </w:tbl>
    <w:p w:rsidR="00F8673D" w:rsidRPr="00F36525" w:rsidRDefault="00F8673D" w:rsidP="00DC300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26</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F8673D"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Data / Parameter:</w:t>
            </w:r>
          </w:p>
        </w:tc>
        <w:tc>
          <w:tcPr>
            <w:tcW w:w="6386" w:type="dxa"/>
          </w:tcPr>
          <w:p w:rsidR="00F8673D" w:rsidRPr="00F36525" w:rsidRDefault="00F8673D" w:rsidP="00DC300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A</w:t>
            </w:r>
            <w:r w:rsidRPr="00F36525">
              <w:rPr>
                <w:rFonts w:cs="Arial"/>
                <w:sz w:val="20"/>
                <w:vertAlign w:val="subscript"/>
              </w:rPr>
              <w:t>OR,i</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Data unit:</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m³/h</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Description:</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Actual ammonia input to oxidation reactor during interval </w:t>
            </w:r>
            <w:r w:rsidRPr="00F36525">
              <w:rPr>
                <w:rFonts w:cs="Arial"/>
                <w:i/>
                <w:sz w:val="20"/>
              </w:rPr>
              <w:t>i</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Source of data:</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Measurements by project participants</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Measurement procedures (if any):</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Flow meter</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06129F">
            <w:pPr>
              <w:keepNext/>
              <w:rPr>
                <w:rFonts w:cs="Arial"/>
                <w:sz w:val="20"/>
              </w:rPr>
            </w:pPr>
            <w:r w:rsidRPr="00F36525">
              <w:rPr>
                <w:rFonts w:cs="Arial"/>
                <w:sz w:val="20"/>
              </w:rPr>
              <w:t>Monitoring frequency:</w:t>
            </w:r>
          </w:p>
        </w:tc>
        <w:tc>
          <w:tcPr>
            <w:tcW w:w="6386" w:type="dxa"/>
          </w:tcPr>
          <w:p w:rsidR="00F8673D" w:rsidRPr="00F36525" w:rsidRDefault="00F8673D" w:rsidP="0006129F">
            <w:pPr>
              <w:keepNex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Continuously. Recording frequency: daily</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QA/QC procedures:</w:t>
            </w:r>
          </w:p>
        </w:tc>
        <w:tc>
          <w:tcPr>
            <w:tcW w:w="6386" w:type="dxa"/>
          </w:tcPr>
          <w:p w:rsidR="00F8673D"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F8673D"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F8673D" w:rsidRPr="00F36525" w:rsidRDefault="00F8673D" w:rsidP="00DC3001">
            <w:pPr>
              <w:rPr>
                <w:rFonts w:cs="Arial"/>
                <w:sz w:val="20"/>
              </w:rPr>
            </w:pPr>
            <w:r w:rsidRPr="00F36525">
              <w:rPr>
                <w:rFonts w:cs="Arial"/>
                <w:sz w:val="20"/>
              </w:rPr>
              <w:t>Any comment:</w:t>
            </w:r>
          </w:p>
        </w:tc>
        <w:tc>
          <w:tcPr>
            <w:tcW w:w="6386" w:type="dxa"/>
          </w:tcPr>
          <w:p w:rsidR="00F8673D" w:rsidRPr="00F36525" w:rsidRDefault="00F8673D"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Flow should be expressed in normal conditions</w:t>
            </w:r>
          </w:p>
        </w:tc>
      </w:tr>
    </w:tbl>
    <w:p w:rsidR="00500081" w:rsidRPr="00F36525" w:rsidRDefault="00500081" w:rsidP="00DC3001">
      <w:pPr>
        <w:pStyle w:val="Caption"/>
        <w:rPr>
          <w:rFonts w:cs="Arial"/>
        </w:rPr>
      </w:pPr>
      <w:r w:rsidRPr="00F36525">
        <w:rPr>
          <w:rFonts w:cs="Arial"/>
        </w:rPr>
        <w:lastRenderedPageBreak/>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27</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500081"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Data / Parameter:</w:t>
            </w:r>
          </w:p>
        </w:tc>
        <w:tc>
          <w:tcPr>
            <w:tcW w:w="6386" w:type="dxa"/>
          </w:tcPr>
          <w:p w:rsidR="00500081" w:rsidRPr="00F36525" w:rsidRDefault="00500081" w:rsidP="00DC300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Air</w:t>
            </w:r>
            <w:r w:rsidRPr="00F36525">
              <w:rPr>
                <w:rFonts w:cs="Arial"/>
                <w:sz w:val="20"/>
                <w:vertAlign w:val="subscript"/>
              </w:rPr>
              <w:t>Or,i</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Data unit:</w:t>
            </w:r>
          </w:p>
        </w:tc>
        <w:tc>
          <w:tcPr>
            <w:tcW w:w="6386" w:type="dxa"/>
          </w:tcPr>
          <w:p w:rsidR="00500081" w:rsidRPr="00F36525" w:rsidRDefault="0050008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m³/h</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Description:</w:t>
            </w:r>
          </w:p>
        </w:tc>
        <w:tc>
          <w:tcPr>
            <w:tcW w:w="6386" w:type="dxa"/>
          </w:tcPr>
          <w:p w:rsidR="00500081" w:rsidRPr="00F36525" w:rsidRDefault="0050008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Actual air input to oxidation reactor during interval </w:t>
            </w:r>
            <w:r w:rsidRPr="00F36525">
              <w:rPr>
                <w:rFonts w:cs="Arial"/>
                <w:i/>
                <w:sz w:val="20"/>
              </w:rPr>
              <w:t>i</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Source of data:</w:t>
            </w:r>
          </w:p>
        </w:tc>
        <w:tc>
          <w:tcPr>
            <w:tcW w:w="6386" w:type="dxa"/>
          </w:tcPr>
          <w:p w:rsidR="00500081" w:rsidRPr="00F36525" w:rsidRDefault="0050008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Measurements by project participants</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Measurement procedures (if any):</w:t>
            </w:r>
          </w:p>
        </w:tc>
        <w:tc>
          <w:tcPr>
            <w:tcW w:w="6386" w:type="dxa"/>
          </w:tcPr>
          <w:p w:rsidR="00500081" w:rsidRPr="00F36525" w:rsidRDefault="0050008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Flow meter</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Monitoring frequency:</w:t>
            </w:r>
          </w:p>
        </w:tc>
        <w:tc>
          <w:tcPr>
            <w:tcW w:w="6386" w:type="dxa"/>
          </w:tcPr>
          <w:p w:rsidR="00500081" w:rsidRPr="00F36525" w:rsidRDefault="0050008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Continuously. Recording frequency: daily</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QA/QC procedures:</w:t>
            </w:r>
          </w:p>
        </w:tc>
        <w:tc>
          <w:tcPr>
            <w:tcW w:w="6386" w:type="dxa"/>
          </w:tcPr>
          <w:p w:rsidR="00500081"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Any comment:</w:t>
            </w:r>
          </w:p>
        </w:tc>
        <w:tc>
          <w:tcPr>
            <w:tcW w:w="6386" w:type="dxa"/>
          </w:tcPr>
          <w:p w:rsidR="00500081" w:rsidRPr="00F36525" w:rsidRDefault="00500081" w:rsidP="003C7876">
            <w:pPr>
              <w:jc w:val="lef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Should be measured and expressed at wet bases and should be corrected to normal conditions (101.325 kPa, 0 deg C)</w:t>
            </w:r>
          </w:p>
        </w:tc>
      </w:tr>
    </w:tbl>
    <w:p w:rsidR="00500081" w:rsidRPr="00F36525" w:rsidRDefault="00500081" w:rsidP="00DC300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28</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500081"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Data / Parameter:</w:t>
            </w:r>
          </w:p>
        </w:tc>
        <w:tc>
          <w:tcPr>
            <w:tcW w:w="6386" w:type="dxa"/>
          </w:tcPr>
          <w:p w:rsidR="00500081" w:rsidRPr="00F36525" w:rsidRDefault="00500081" w:rsidP="00DC300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CA</w:t>
            </w:r>
            <w:r w:rsidRPr="00F36525">
              <w:rPr>
                <w:rFonts w:cs="Arial"/>
                <w:sz w:val="20"/>
                <w:vertAlign w:val="subscript"/>
              </w:rPr>
              <w:t>N2O,i</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Data unit:</w:t>
            </w:r>
          </w:p>
        </w:tc>
        <w:tc>
          <w:tcPr>
            <w:tcW w:w="6386" w:type="dxa"/>
          </w:tcPr>
          <w:p w:rsidR="00500081" w:rsidRPr="00F36525" w:rsidRDefault="0050008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tN</w:t>
            </w:r>
            <w:r w:rsidRPr="00F36525">
              <w:rPr>
                <w:rFonts w:cs="Arial"/>
                <w:sz w:val="20"/>
                <w:vertAlign w:val="subscript"/>
              </w:rPr>
              <w:t>2</w:t>
            </w:r>
            <w:r w:rsidRPr="00F36525">
              <w:rPr>
                <w:rFonts w:cs="Arial"/>
                <w:sz w:val="20"/>
              </w:rPr>
              <w:t>O/m</w:t>
            </w:r>
            <w:r w:rsidRPr="00F36525">
              <w:rPr>
                <w:rFonts w:cs="Arial"/>
                <w:sz w:val="20"/>
                <w:vertAlign w:val="superscript"/>
              </w:rPr>
              <w:t>3</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Description:</w:t>
            </w:r>
          </w:p>
        </w:tc>
        <w:tc>
          <w:tcPr>
            <w:tcW w:w="6386" w:type="dxa"/>
          </w:tcPr>
          <w:p w:rsidR="00500081" w:rsidRPr="00F36525" w:rsidRDefault="00500081" w:rsidP="003C7876">
            <w:pPr>
              <w:jc w:val="lef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N</w:t>
            </w:r>
            <w:r w:rsidRPr="00F36525">
              <w:rPr>
                <w:rFonts w:cs="Arial"/>
                <w:sz w:val="20"/>
                <w:vertAlign w:val="subscript"/>
              </w:rPr>
              <w:t>2</w:t>
            </w:r>
            <w:r w:rsidRPr="00F36525">
              <w:rPr>
                <w:rFonts w:cs="Arial"/>
                <w:sz w:val="20"/>
              </w:rPr>
              <w:t xml:space="preserve">O concentration in the product stream of the ammonia oxidation reactor during interval </w:t>
            </w:r>
            <w:r w:rsidRPr="00F36525">
              <w:rPr>
                <w:rFonts w:cs="Arial"/>
                <w:i/>
                <w:sz w:val="20"/>
              </w:rPr>
              <w:t>i</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Source of data:</w:t>
            </w:r>
          </w:p>
        </w:tc>
        <w:tc>
          <w:tcPr>
            <w:tcW w:w="6386" w:type="dxa"/>
          </w:tcPr>
          <w:p w:rsidR="00500081" w:rsidRPr="00F36525" w:rsidRDefault="0050008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Measurements by project participants</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Measurement procedures (if any):</w:t>
            </w:r>
          </w:p>
        </w:tc>
        <w:tc>
          <w:tcPr>
            <w:tcW w:w="6386" w:type="dxa"/>
          </w:tcPr>
          <w:p w:rsidR="00500081" w:rsidRPr="00F36525" w:rsidRDefault="00500081" w:rsidP="007B7FC7">
            <w:pPr>
              <w:jc w:val="lef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Gas chromatography in the 0-5000 ppm range or non-dispersion infrared absorption analyser</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Monitoring frequency:</w:t>
            </w:r>
          </w:p>
        </w:tc>
        <w:tc>
          <w:tcPr>
            <w:tcW w:w="6386" w:type="dxa"/>
          </w:tcPr>
          <w:p w:rsidR="00500081" w:rsidRPr="00F36525" w:rsidRDefault="00500081" w:rsidP="003C7876">
            <w:pPr>
              <w:jc w:val="lef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Continuously. Recording frequency: daily</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QA/QC procedures:</w:t>
            </w:r>
          </w:p>
        </w:tc>
        <w:tc>
          <w:tcPr>
            <w:tcW w:w="6386" w:type="dxa"/>
          </w:tcPr>
          <w:p w:rsidR="00500081" w:rsidRPr="00F36525" w:rsidRDefault="00256691" w:rsidP="003C7876">
            <w:pPr>
              <w:jc w:val="lef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50008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500081" w:rsidRPr="00F36525" w:rsidRDefault="00500081" w:rsidP="00DC3001">
            <w:pPr>
              <w:rPr>
                <w:rFonts w:cs="Arial"/>
                <w:sz w:val="20"/>
              </w:rPr>
            </w:pPr>
            <w:r w:rsidRPr="00F36525">
              <w:rPr>
                <w:rFonts w:cs="Arial"/>
                <w:sz w:val="20"/>
              </w:rPr>
              <w:t>Any comment:</w:t>
            </w:r>
          </w:p>
        </w:tc>
        <w:tc>
          <w:tcPr>
            <w:tcW w:w="6386" w:type="dxa"/>
          </w:tcPr>
          <w:p w:rsidR="00500081" w:rsidRPr="00F36525" w:rsidRDefault="00500081" w:rsidP="003C7876">
            <w:pPr>
              <w:jc w:val="lef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Should be expressed in normal conditions. In case non-dispersion infrared absorption analyzer is used, it shall be checked by sampling by gas chromatography periodically</w:t>
            </w:r>
          </w:p>
        </w:tc>
      </w:tr>
    </w:tbl>
    <w:p w:rsidR="003C7876" w:rsidRPr="00F36525" w:rsidRDefault="003C7876" w:rsidP="00DC300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29</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3C7876"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Data / Parameter:</w:t>
            </w:r>
          </w:p>
        </w:tc>
        <w:tc>
          <w:tcPr>
            <w:tcW w:w="6386" w:type="dxa"/>
          </w:tcPr>
          <w:p w:rsidR="003C7876" w:rsidRPr="00F36525" w:rsidRDefault="003C7876" w:rsidP="00DC300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CP</w:t>
            </w:r>
            <w:r w:rsidRPr="00F36525">
              <w:rPr>
                <w:rFonts w:cs="Arial"/>
                <w:sz w:val="20"/>
                <w:vertAlign w:val="subscript"/>
              </w:rPr>
              <w:t>N2O,y</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Data unit:</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tN</w:t>
            </w:r>
            <w:r w:rsidRPr="00F36525">
              <w:rPr>
                <w:rFonts w:cs="Arial"/>
                <w:sz w:val="20"/>
                <w:vertAlign w:val="subscript"/>
              </w:rPr>
              <w:t>2</w:t>
            </w:r>
            <w:r w:rsidRPr="00F36525">
              <w:rPr>
                <w:rFonts w:cs="Arial"/>
                <w:sz w:val="20"/>
              </w:rPr>
              <w:t>O/m</w:t>
            </w:r>
            <w:r w:rsidRPr="00F36525">
              <w:rPr>
                <w:rFonts w:cs="Arial"/>
                <w:sz w:val="20"/>
                <w:vertAlign w:val="superscript"/>
              </w:rPr>
              <w:t>3</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Description:</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N</w:t>
            </w:r>
            <w:r w:rsidRPr="00F36525">
              <w:rPr>
                <w:rFonts w:cs="Arial"/>
                <w:sz w:val="20"/>
                <w:vertAlign w:val="subscript"/>
              </w:rPr>
              <w:t>2</w:t>
            </w:r>
            <w:r w:rsidRPr="00F36525">
              <w:rPr>
                <w:rFonts w:cs="Arial"/>
                <w:sz w:val="20"/>
              </w:rPr>
              <w:t>O concentration in the product liquid</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Source of data:</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Measurements by project participants</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Measurement procedures (if any):</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Use the maximum possible N</w:t>
            </w:r>
            <w:r w:rsidRPr="00F36525">
              <w:rPr>
                <w:rFonts w:cs="Arial"/>
                <w:sz w:val="20"/>
                <w:vertAlign w:val="subscript"/>
              </w:rPr>
              <w:t>2</w:t>
            </w:r>
            <w:r w:rsidRPr="00F36525">
              <w:rPr>
                <w:rFonts w:cs="Arial"/>
                <w:sz w:val="20"/>
              </w:rPr>
              <w:t>O concentration given the characteristics of the product liquid</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06129F">
            <w:pPr>
              <w:keepNext/>
              <w:rPr>
                <w:rFonts w:cs="Arial"/>
                <w:sz w:val="20"/>
              </w:rPr>
            </w:pPr>
            <w:r w:rsidRPr="00F36525">
              <w:rPr>
                <w:rFonts w:cs="Arial"/>
                <w:sz w:val="20"/>
              </w:rPr>
              <w:t>Monitoring frequency:</w:t>
            </w:r>
          </w:p>
        </w:tc>
        <w:tc>
          <w:tcPr>
            <w:tcW w:w="6386" w:type="dxa"/>
          </w:tcPr>
          <w:p w:rsidR="003C7876" w:rsidRPr="00F36525" w:rsidRDefault="00256691" w:rsidP="0006129F">
            <w:pPr>
              <w:keepNex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QA/QC procedures:</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Any comment:</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Determine solubility of N</w:t>
            </w:r>
            <w:r w:rsidRPr="00F36525">
              <w:rPr>
                <w:rFonts w:cs="Arial"/>
                <w:sz w:val="20"/>
                <w:vertAlign w:val="subscript"/>
              </w:rPr>
              <w:t>2</w:t>
            </w:r>
            <w:r w:rsidRPr="00F36525">
              <w:rPr>
                <w:rFonts w:cs="Arial"/>
                <w:sz w:val="20"/>
              </w:rPr>
              <w:t>O using a sample of the product liquid. Use a standard laboratory technique for this purpose such as RSKSOP-175</w:t>
            </w:r>
            <w:r w:rsidRPr="00F36525">
              <w:rPr>
                <w:rStyle w:val="FootnoteReference"/>
                <w:rFonts w:cs="Arial"/>
                <w:sz w:val="20"/>
              </w:rPr>
              <w:footnoteReference w:id="11"/>
            </w:r>
            <w:r w:rsidRPr="00F36525">
              <w:rPr>
                <w:rFonts w:cs="Arial"/>
                <w:sz w:val="20"/>
              </w:rPr>
              <w:t xml:space="preserve"> </w:t>
            </w:r>
          </w:p>
        </w:tc>
      </w:tr>
    </w:tbl>
    <w:p w:rsidR="003C7876" w:rsidRPr="00F36525" w:rsidRDefault="003C7876" w:rsidP="00DC3001">
      <w:pPr>
        <w:pStyle w:val="Caption"/>
        <w:rPr>
          <w:rFonts w:cs="Arial"/>
        </w:rPr>
      </w:pPr>
      <w:r w:rsidRPr="00F36525">
        <w:rPr>
          <w:rFonts w:cs="Arial"/>
        </w:rPr>
        <w:lastRenderedPageBreak/>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30</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3C7876"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Data / Parameter:</w:t>
            </w:r>
          </w:p>
        </w:tc>
        <w:tc>
          <w:tcPr>
            <w:tcW w:w="6386" w:type="dxa"/>
          </w:tcPr>
          <w:p w:rsidR="003C7876" w:rsidRPr="00F36525" w:rsidRDefault="003C7876" w:rsidP="00DC300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F</w:t>
            </w:r>
            <w:r w:rsidRPr="00F36525">
              <w:rPr>
                <w:rFonts w:cs="Arial"/>
                <w:sz w:val="20"/>
                <w:vertAlign w:val="subscript"/>
              </w:rPr>
              <w:t>PI,y</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Data unit:</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w:t>
            </w:r>
            <w:r w:rsidRPr="00F36525">
              <w:rPr>
                <w:rFonts w:cs="Arial"/>
                <w:sz w:val="20"/>
                <w:vertAlign w:val="superscript"/>
              </w:rPr>
              <w:t>3</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Description:</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Volume of product liquid flow in year </w:t>
            </w:r>
            <w:r w:rsidRPr="00F36525">
              <w:rPr>
                <w:rFonts w:cs="Arial"/>
                <w:i/>
                <w:sz w:val="20"/>
              </w:rPr>
              <w:t>y</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Source of data:</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Production reports</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Measurement procedures (if any):</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Monitoring frequency:</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QA/QC procedures:</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Any comment:</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Since the quantity of N</w:t>
            </w:r>
            <w:r w:rsidRPr="00F36525">
              <w:rPr>
                <w:rFonts w:cs="Arial"/>
                <w:sz w:val="20"/>
                <w:vertAlign w:val="subscript"/>
              </w:rPr>
              <w:t>2</w:t>
            </w:r>
            <w:r w:rsidRPr="00F36525">
              <w:rPr>
                <w:rFonts w:cs="Arial"/>
                <w:sz w:val="20"/>
              </w:rPr>
              <w:t>O in the product liquid is very low, the amount of product liquid flow is to be determined from standard reports on the production process</w:t>
            </w:r>
          </w:p>
        </w:tc>
      </w:tr>
    </w:tbl>
    <w:p w:rsidR="003C7876" w:rsidRPr="00F36525" w:rsidRDefault="003C7876" w:rsidP="00DC300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31</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3C7876"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Data / Parameter:</w:t>
            </w:r>
          </w:p>
        </w:tc>
        <w:tc>
          <w:tcPr>
            <w:tcW w:w="6386" w:type="dxa"/>
          </w:tcPr>
          <w:p w:rsidR="003C7876" w:rsidRPr="00F36525" w:rsidRDefault="003C7876" w:rsidP="00DC300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QR</w:t>
            </w:r>
            <w:r w:rsidRPr="00F36525">
              <w:rPr>
                <w:rFonts w:cs="Arial"/>
                <w:sz w:val="20"/>
                <w:vertAlign w:val="subscript"/>
              </w:rPr>
              <w:t>N2O,y</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Data unit:</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tN</w:t>
            </w:r>
            <w:r w:rsidRPr="00F36525">
              <w:rPr>
                <w:rFonts w:cs="Arial"/>
                <w:sz w:val="20"/>
                <w:vertAlign w:val="subscript"/>
              </w:rPr>
              <w:t>2</w:t>
            </w:r>
            <w:r w:rsidRPr="00F36525">
              <w:rPr>
                <w:rFonts w:cs="Arial"/>
                <w:sz w:val="20"/>
              </w:rPr>
              <w:t>O</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Description:</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Regulation I: annual quantity N</w:t>
            </w:r>
            <w:r w:rsidRPr="00F36525">
              <w:rPr>
                <w:rFonts w:cs="Arial"/>
                <w:sz w:val="20"/>
                <w:vertAlign w:val="subscript"/>
              </w:rPr>
              <w:t>2</w:t>
            </w:r>
            <w:r w:rsidRPr="00F36525">
              <w:rPr>
                <w:rFonts w:cs="Arial"/>
                <w:sz w:val="20"/>
              </w:rPr>
              <w:t>O limited</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Source of data:</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National legislation</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Measurement procedures (if any):</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Monitoring frequency:</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Recording frequency: date of regulation</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QA/QC procedures:</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Any comment:</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3C7876" w:rsidRPr="00F36525" w:rsidRDefault="003C7876" w:rsidP="00DC300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32</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3C7876"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Data / Parameter:</w:t>
            </w:r>
          </w:p>
        </w:tc>
        <w:tc>
          <w:tcPr>
            <w:tcW w:w="6386" w:type="dxa"/>
          </w:tcPr>
          <w:p w:rsidR="003C7876" w:rsidRPr="00F36525" w:rsidRDefault="003C7876" w:rsidP="00DC300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RSE</w:t>
            </w:r>
            <w:r w:rsidRPr="00F36525">
              <w:rPr>
                <w:rFonts w:cs="Arial"/>
                <w:sz w:val="20"/>
                <w:vertAlign w:val="subscript"/>
              </w:rPr>
              <w:t>N2O,y</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Data unit:</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lang w:val="es-PE"/>
              </w:rPr>
            </w:pPr>
            <w:r w:rsidRPr="00F36525">
              <w:rPr>
                <w:rFonts w:cs="Arial"/>
                <w:sz w:val="20"/>
                <w:lang w:val="es-PE"/>
              </w:rPr>
              <w:t>tN</w:t>
            </w:r>
            <w:r w:rsidRPr="00F36525">
              <w:rPr>
                <w:rFonts w:cs="Arial"/>
                <w:sz w:val="20"/>
                <w:vertAlign w:val="subscript"/>
                <w:lang w:val="es-PE"/>
              </w:rPr>
              <w:t>2</w:t>
            </w:r>
            <w:r w:rsidR="009F609A" w:rsidRPr="00F36525">
              <w:rPr>
                <w:rFonts w:cs="Arial"/>
                <w:sz w:val="20"/>
                <w:lang w:val="es-PE"/>
              </w:rPr>
              <w:t>O/</w:t>
            </w:r>
            <w:r w:rsidRPr="00F36525">
              <w:rPr>
                <w:rFonts w:cs="Arial"/>
                <w:sz w:val="20"/>
                <w:lang w:val="es-PE"/>
              </w:rPr>
              <w:t>tCaprolactam</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Description:</w:t>
            </w:r>
          </w:p>
        </w:tc>
        <w:tc>
          <w:tcPr>
            <w:tcW w:w="6386" w:type="dxa"/>
          </w:tcPr>
          <w:p w:rsidR="003C7876" w:rsidRPr="00F36525" w:rsidRDefault="003C7876" w:rsidP="007B7FC7">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Regulation II: N</w:t>
            </w:r>
            <w:r w:rsidRPr="00F36525">
              <w:rPr>
                <w:rFonts w:cs="Arial"/>
                <w:sz w:val="20"/>
                <w:vertAlign w:val="subscript"/>
              </w:rPr>
              <w:t>2</w:t>
            </w:r>
            <w:r w:rsidRPr="00F36525">
              <w:rPr>
                <w:rFonts w:cs="Arial"/>
                <w:sz w:val="20"/>
              </w:rPr>
              <w:t>O emissions per unit of Caprolactam</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Source of data:</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National legislation</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Measurement procedures (if any):</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06129F">
            <w:pPr>
              <w:keepNext/>
              <w:rPr>
                <w:rFonts w:cs="Arial"/>
                <w:sz w:val="20"/>
              </w:rPr>
            </w:pPr>
            <w:r w:rsidRPr="00F36525">
              <w:rPr>
                <w:rFonts w:cs="Arial"/>
                <w:sz w:val="20"/>
              </w:rPr>
              <w:t>Monitoring frequency:</w:t>
            </w:r>
          </w:p>
        </w:tc>
        <w:tc>
          <w:tcPr>
            <w:tcW w:w="6386" w:type="dxa"/>
          </w:tcPr>
          <w:p w:rsidR="003C7876" w:rsidRPr="00F36525" w:rsidRDefault="003C7876" w:rsidP="0006129F">
            <w:pPr>
              <w:keepNex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Recording frequency: date of regulation</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06129F">
            <w:pPr>
              <w:keepNext/>
              <w:rPr>
                <w:rFonts w:cs="Arial"/>
                <w:sz w:val="20"/>
              </w:rPr>
            </w:pPr>
            <w:r w:rsidRPr="00F36525">
              <w:rPr>
                <w:rFonts w:cs="Arial"/>
                <w:sz w:val="20"/>
              </w:rPr>
              <w:t>QA/QC procedures:</w:t>
            </w:r>
          </w:p>
        </w:tc>
        <w:tc>
          <w:tcPr>
            <w:tcW w:w="6386" w:type="dxa"/>
          </w:tcPr>
          <w:p w:rsidR="003C7876" w:rsidRPr="00F36525" w:rsidRDefault="00256691" w:rsidP="0006129F">
            <w:pPr>
              <w:keepNex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Any comment:</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3C7876" w:rsidRPr="00F36525" w:rsidRDefault="003C7876" w:rsidP="00DC300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33</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3C7876"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Data / Parameter:</w:t>
            </w:r>
          </w:p>
        </w:tc>
        <w:tc>
          <w:tcPr>
            <w:tcW w:w="6386" w:type="dxa"/>
          </w:tcPr>
          <w:p w:rsidR="003C7876" w:rsidRPr="00F36525" w:rsidRDefault="003C7876" w:rsidP="00DC300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CR</w:t>
            </w:r>
            <w:r w:rsidRPr="00F36525">
              <w:rPr>
                <w:rFonts w:cs="Arial"/>
                <w:sz w:val="20"/>
                <w:vertAlign w:val="subscript"/>
              </w:rPr>
              <w:t>N2O,i</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Data unit:</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tN</w:t>
            </w:r>
            <w:r w:rsidRPr="00F36525">
              <w:rPr>
                <w:rFonts w:cs="Arial"/>
                <w:sz w:val="20"/>
                <w:vertAlign w:val="subscript"/>
              </w:rPr>
              <w:t>2</w:t>
            </w:r>
            <w:r w:rsidRPr="00F36525">
              <w:rPr>
                <w:rFonts w:cs="Arial"/>
                <w:sz w:val="20"/>
              </w:rPr>
              <w:t>O/m</w:t>
            </w:r>
            <w:r w:rsidRPr="00F36525">
              <w:rPr>
                <w:rFonts w:cs="Arial"/>
                <w:sz w:val="20"/>
                <w:vertAlign w:val="superscript"/>
              </w:rPr>
              <w:t>3</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Description:</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Regulatory limit for specific N</w:t>
            </w:r>
            <w:r w:rsidRPr="00F36525">
              <w:rPr>
                <w:rFonts w:cs="Arial"/>
                <w:sz w:val="20"/>
                <w:vertAlign w:val="subscript"/>
              </w:rPr>
              <w:t>2</w:t>
            </w:r>
            <w:r w:rsidRPr="00F36525">
              <w:rPr>
                <w:rFonts w:cs="Arial"/>
                <w:sz w:val="20"/>
              </w:rPr>
              <w:t xml:space="preserve">O concentration during interval </w:t>
            </w:r>
            <w:r w:rsidRPr="00F36525">
              <w:rPr>
                <w:rFonts w:cs="Arial"/>
                <w:i/>
                <w:sz w:val="20"/>
              </w:rPr>
              <w:t>i</w:t>
            </w:r>
            <w:r w:rsidRPr="00F36525">
              <w:rPr>
                <w:rFonts w:cs="Arial"/>
                <w:sz w:val="20"/>
              </w:rPr>
              <w:t xml:space="preserve"> </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Source of data:</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National legislation</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Measurement procedures (if any):</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lastRenderedPageBreak/>
              <w:t>Monitoring frequency:</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Recording frequency: date of regulation</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QA/QC procedures:</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Any comment:</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3C7876" w:rsidRPr="00F36525" w:rsidRDefault="003C7876" w:rsidP="002E025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34</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3C7876"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2E0252">
            <w:pPr>
              <w:rPr>
                <w:rFonts w:cs="Arial"/>
                <w:sz w:val="20"/>
              </w:rPr>
            </w:pPr>
            <w:r w:rsidRPr="00F36525">
              <w:rPr>
                <w:rFonts w:cs="Arial"/>
                <w:sz w:val="20"/>
              </w:rPr>
              <w:t>Data / Parameter:</w:t>
            </w:r>
          </w:p>
        </w:tc>
        <w:tc>
          <w:tcPr>
            <w:tcW w:w="6386" w:type="dxa"/>
          </w:tcPr>
          <w:p w:rsidR="003C7876" w:rsidRPr="00F36525" w:rsidRDefault="003C7876" w:rsidP="002E0252">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T</w:t>
            </w:r>
            <w:r w:rsidRPr="00F36525">
              <w:rPr>
                <w:rFonts w:cs="Arial"/>
                <w:sz w:val="20"/>
                <w:vertAlign w:val="subscript"/>
              </w:rPr>
              <w:t>g,d</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2E0252">
            <w:pPr>
              <w:keepNext/>
              <w:rPr>
                <w:rFonts w:cs="Arial"/>
                <w:sz w:val="20"/>
              </w:rPr>
            </w:pPr>
            <w:r w:rsidRPr="00F36525">
              <w:rPr>
                <w:rFonts w:cs="Arial"/>
                <w:sz w:val="20"/>
              </w:rPr>
              <w:t>Data unit:</w:t>
            </w:r>
          </w:p>
        </w:tc>
        <w:tc>
          <w:tcPr>
            <w:tcW w:w="6386" w:type="dxa"/>
          </w:tcPr>
          <w:p w:rsidR="003C7876" w:rsidRPr="00F36525" w:rsidRDefault="003C7876" w:rsidP="002E0252">
            <w:pPr>
              <w:keepNex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Description:</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Actual operating temperature ammonia oxidation reactors on day </w:t>
            </w:r>
            <w:r w:rsidRPr="00F36525">
              <w:rPr>
                <w:rFonts w:cs="Arial"/>
                <w:i/>
                <w:sz w:val="20"/>
              </w:rPr>
              <w:t>d</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Source of data:</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Measurements by project participants</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Measurement procedures (if any):</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Measuring device</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Monitoring frequency:</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Continuously</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QA/QC procedures:</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Pressure gauges subjected to Q</w:t>
            </w:r>
            <w:r w:rsidR="002E0252" w:rsidRPr="00F36525">
              <w:rPr>
                <w:rFonts w:cs="Arial"/>
                <w:sz w:val="20"/>
              </w:rPr>
              <w:t>A/</w:t>
            </w:r>
            <w:r w:rsidRPr="00F36525">
              <w:rPr>
                <w:rFonts w:cs="Arial"/>
                <w:sz w:val="20"/>
              </w:rPr>
              <w:t>QC scheme consistent with the procedures listed below, with respect to equipment certification, installation and performance</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Any comment:</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3C7876" w:rsidRPr="00F36525" w:rsidRDefault="003C7876" w:rsidP="00DC300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35</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3C7876"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Data / Parameter:</w:t>
            </w:r>
          </w:p>
        </w:tc>
        <w:tc>
          <w:tcPr>
            <w:tcW w:w="6386" w:type="dxa"/>
          </w:tcPr>
          <w:p w:rsidR="003C7876" w:rsidRPr="00F36525" w:rsidRDefault="003C7876" w:rsidP="00DC300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P</w:t>
            </w:r>
            <w:r w:rsidRPr="00F36525">
              <w:rPr>
                <w:rFonts w:cs="Arial"/>
                <w:sz w:val="20"/>
                <w:vertAlign w:val="subscript"/>
              </w:rPr>
              <w:t>g,d</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Data unit:</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Pa</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Description:</w:t>
            </w:r>
          </w:p>
        </w:tc>
        <w:tc>
          <w:tcPr>
            <w:tcW w:w="6386" w:type="dxa"/>
          </w:tcPr>
          <w:p w:rsidR="003C7876" w:rsidRPr="00F36525" w:rsidRDefault="003C7876" w:rsidP="009F609A">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Actual operating pressure ammonia oxidation reactors on day</w:t>
            </w:r>
            <w:r w:rsidR="009F609A" w:rsidRPr="00F36525">
              <w:rPr>
                <w:rFonts w:cs="Arial"/>
                <w:sz w:val="20"/>
              </w:rPr>
              <w:t> </w:t>
            </w:r>
            <w:r w:rsidRPr="00F36525">
              <w:rPr>
                <w:rFonts w:cs="Arial"/>
                <w:i/>
                <w:sz w:val="20"/>
              </w:rPr>
              <w:t>d</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Source of data:</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Measurements by project participants</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Measurement procedures (if any):</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Measuring device</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Monitoring frequency:</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Continuously</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QA/QC procedures:</w:t>
            </w:r>
          </w:p>
        </w:tc>
        <w:tc>
          <w:tcPr>
            <w:tcW w:w="6386" w:type="dxa"/>
          </w:tcPr>
          <w:p w:rsidR="003C7876" w:rsidRPr="00F36525" w:rsidRDefault="003C7876"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Pressure gauges subjec</w:t>
            </w:r>
            <w:r w:rsidR="009F609A" w:rsidRPr="00F36525">
              <w:rPr>
                <w:rFonts w:cs="Arial"/>
                <w:sz w:val="20"/>
              </w:rPr>
              <w:t>ted to QA/</w:t>
            </w:r>
            <w:r w:rsidRPr="00F36525">
              <w:rPr>
                <w:rFonts w:cs="Arial"/>
                <w:sz w:val="20"/>
              </w:rPr>
              <w:t>QC scheme consistent with the procedures listed below, with respect to equipment certification, installation and performance</w:t>
            </w:r>
          </w:p>
        </w:tc>
      </w:tr>
      <w:tr w:rsidR="003C7876"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3C7876" w:rsidRPr="00F36525" w:rsidRDefault="003C7876" w:rsidP="00DC3001">
            <w:pPr>
              <w:rPr>
                <w:rFonts w:cs="Arial"/>
                <w:sz w:val="20"/>
              </w:rPr>
            </w:pPr>
            <w:r w:rsidRPr="00F36525">
              <w:rPr>
                <w:rFonts w:cs="Arial"/>
                <w:sz w:val="20"/>
              </w:rPr>
              <w:t>Any comment:</w:t>
            </w:r>
          </w:p>
        </w:tc>
        <w:tc>
          <w:tcPr>
            <w:tcW w:w="6386" w:type="dxa"/>
          </w:tcPr>
          <w:p w:rsidR="003C7876"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3C7876" w:rsidRPr="00F36525" w:rsidRDefault="003C7876" w:rsidP="00DC300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36</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DC3001"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DC3001" w:rsidRPr="00F36525" w:rsidRDefault="00DC3001" w:rsidP="00DC3001">
            <w:pPr>
              <w:rPr>
                <w:rFonts w:cs="Arial"/>
                <w:sz w:val="20"/>
              </w:rPr>
            </w:pPr>
            <w:r w:rsidRPr="00F36525">
              <w:rPr>
                <w:rFonts w:cs="Arial"/>
                <w:sz w:val="20"/>
              </w:rPr>
              <w:t>Data / Parameter:</w:t>
            </w:r>
          </w:p>
        </w:tc>
        <w:tc>
          <w:tcPr>
            <w:tcW w:w="6386" w:type="dxa"/>
          </w:tcPr>
          <w:p w:rsidR="00DC3001" w:rsidRPr="00F36525" w:rsidRDefault="00DC3001" w:rsidP="00DC300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Reg</w:t>
            </w:r>
            <w:r w:rsidRPr="00F36525">
              <w:rPr>
                <w:rFonts w:cs="Arial"/>
                <w:sz w:val="20"/>
                <w:vertAlign w:val="subscript"/>
              </w:rPr>
              <w:t>NOx</w:t>
            </w:r>
          </w:p>
        </w:tc>
      </w:tr>
      <w:tr w:rsidR="00DC300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DC3001" w:rsidRPr="00F36525" w:rsidRDefault="00DC3001" w:rsidP="00DC3001">
            <w:pPr>
              <w:rPr>
                <w:rFonts w:cs="Arial"/>
                <w:sz w:val="20"/>
              </w:rPr>
            </w:pPr>
            <w:r w:rsidRPr="00F36525">
              <w:rPr>
                <w:rFonts w:cs="Arial"/>
                <w:sz w:val="20"/>
              </w:rPr>
              <w:t>Data unit:</w:t>
            </w:r>
          </w:p>
        </w:tc>
        <w:tc>
          <w:tcPr>
            <w:tcW w:w="6386" w:type="dxa"/>
          </w:tcPr>
          <w:p w:rsidR="00DC3001" w:rsidRPr="00F36525" w:rsidRDefault="00DC300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tNOx/m³</w:t>
            </w:r>
          </w:p>
        </w:tc>
      </w:tr>
      <w:tr w:rsidR="00DC300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DC3001" w:rsidRPr="00F36525" w:rsidRDefault="00DC3001" w:rsidP="00DC3001">
            <w:pPr>
              <w:rPr>
                <w:rFonts w:cs="Arial"/>
                <w:sz w:val="20"/>
              </w:rPr>
            </w:pPr>
            <w:r w:rsidRPr="00F36525">
              <w:rPr>
                <w:rFonts w:cs="Arial"/>
                <w:sz w:val="20"/>
              </w:rPr>
              <w:t>Description:</w:t>
            </w:r>
          </w:p>
        </w:tc>
        <w:tc>
          <w:tcPr>
            <w:tcW w:w="6386" w:type="dxa"/>
          </w:tcPr>
          <w:p w:rsidR="00DC3001" w:rsidRPr="00F36525" w:rsidRDefault="00DC300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National regulation on NO</w:t>
            </w:r>
            <w:r w:rsidRPr="00F36525">
              <w:rPr>
                <w:rFonts w:cs="Arial"/>
                <w:sz w:val="20"/>
                <w:vertAlign w:val="subscript"/>
              </w:rPr>
              <w:t>X</w:t>
            </w:r>
            <w:r w:rsidRPr="00F36525">
              <w:rPr>
                <w:rFonts w:cs="Arial"/>
                <w:sz w:val="20"/>
              </w:rPr>
              <w:t xml:space="preserve"> emissions</w:t>
            </w:r>
          </w:p>
        </w:tc>
      </w:tr>
      <w:tr w:rsidR="00DC300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DC3001" w:rsidRPr="00F36525" w:rsidRDefault="00DC3001" w:rsidP="00DC3001">
            <w:pPr>
              <w:rPr>
                <w:rFonts w:cs="Arial"/>
                <w:sz w:val="20"/>
              </w:rPr>
            </w:pPr>
            <w:r w:rsidRPr="00F36525">
              <w:rPr>
                <w:rFonts w:cs="Arial"/>
                <w:sz w:val="20"/>
              </w:rPr>
              <w:t>Source of data:</w:t>
            </w:r>
          </w:p>
        </w:tc>
        <w:tc>
          <w:tcPr>
            <w:tcW w:w="6386" w:type="dxa"/>
          </w:tcPr>
          <w:p w:rsidR="00DC3001" w:rsidRPr="00F36525" w:rsidRDefault="00DC300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National regulations, Ministry of Environment</w:t>
            </w:r>
          </w:p>
        </w:tc>
      </w:tr>
      <w:tr w:rsidR="00DC300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DC3001" w:rsidRPr="00F36525" w:rsidRDefault="00DC3001" w:rsidP="00DC3001">
            <w:pPr>
              <w:rPr>
                <w:rFonts w:cs="Arial"/>
                <w:sz w:val="20"/>
              </w:rPr>
            </w:pPr>
            <w:r w:rsidRPr="00F36525">
              <w:rPr>
                <w:rFonts w:cs="Arial"/>
                <w:sz w:val="20"/>
              </w:rPr>
              <w:t>Measurement procedures (if any):</w:t>
            </w:r>
          </w:p>
        </w:tc>
        <w:tc>
          <w:tcPr>
            <w:tcW w:w="6386" w:type="dxa"/>
          </w:tcPr>
          <w:p w:rsidR="00DC3001"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DC300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DC3001" w:rsidRPr="00F36525" w:rsidRDefault="00DC3001" w:rsidP="00DC3001">
            <w:pPr>
              <w:rPr>
                <w:rFonts w:cs="Arial"/>
                <w:sz w:val="20"/>
              </w:rPr>
            </w:pPr>
            <w:r w:rsidRPr="00F36525">
              <w:rPr>
                <w:rFonts w:cs="Arial"/>
                <w:sz w:val="20"/>
              </w:rPr>
              <w:t>Monitoring frequency:</w:t>
            </w:r>
          </w:p>
        </w:tc>
        <w:tc>
          <w:tcPr>
            <w:tcW w:w="6386" w:type="dxa"/>
          </w:tcPr>
          <w:p w:rsidR="00DC3001" w:rsidRPr="00F36525" w:rsidRDefault="00DC300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Recording frequency: date of regulation</w:t>
            </w:r>
          </w:p>
        </w:tc>
      </w:tr>
      <w:tr w:rsidR="00DC300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DC3001" w:rsidRPr="00F36525" w:rsidRDefault="00DC3001" w:rsidP="00DC3001">
            <w:pPr>
              <w:rPr>
                <w:rFonts w:cs="Arial"/>
                <w:sz w:val="20"/>
              </w:rPr>
            </w:pPr>
            <w:r w:rsidRPr="00F36525">
              <w:rPr>
                <w:rFonts w:cs="Arial"/>
                <w:sz w:val="20"/>
              </w:rPr>
              <w:t>QA/QC procedures:</w:t>
            </w:r>
          </w:p>
        </w:tc>
        <w:tc>
          <w:tcPr>
            <w:tcW w:w="6386" w:type="dxa"/>
          </w:tcPr>
          <w:p w:rsidR="00DC3001"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DC3001"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DC3001" w:rsidRPr="00F36525" w:rsidRDefault="00DC3001" w:rsidP="00DC3001">
            <w:pPr>
              <w:rPr>
                <w:rFonts w:cs="Arial"/>
                <w:sz w:val="20"/>
              </w:rPr>
            </w:pPr>
            <w:r w:rsidRPr="00F36525">
              <w:rPr>
                <w:rFonts w:cs="Arial"/>
                <w:sz w:val="20"/>
              </w:rPr>
              <w:t>Any comment:</w:t>
            </w:r>
          </w:p>
        </w:tc>
        <w:tc>
          <w:tcPr>
            <w:tcW w:w="6386" w:type="dxa"/>
          </w:tcPr>
          <w:p w:rsidR="00DC3001" w:rsidRPr="00F36525" w:rsidRDefault="00256691" w:rsidP="00DC300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DC3001" w:rsidRPr="00F36525" w:rsidRDefault="00DC3001" w:rsidP="00DC3001">
      <w:pPr>
        <w:pStyle w:val="Caption"/>
        <w:rPr>
          <w:rFonts w:cs="Arial"/>
        </w:rPr>
      </w:pPr>
      <w:r w:rsidRPr="00F36525">
        <w:rPr>
          <w:rFonts w:cs="Arial"/>
        </w:rPr>
        <w:lastRenderedPageBreak/>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37</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795388" w:rsidRPr="00F36525" w:rsidTr="00DC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 Parameter:</w:t>
            </w:r>
          </w:p>
        </w:tc>
        <w:tc>
          <w:tcPr>
            <w:tcW w:w="6386" w:type="dxa"/>
          </w:tcPr>
          <w:p w:rsidR="00795388" w:rsidRPr="00F36525" w:rsidRDefault="00795388" w:rsidP="003410C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G</w:t>
            </w:r>
            <w:r w:rsidRPr="00F36525">
              <w:rPr>
                <w:rFonts w:cs="Arial"/>
                <w:sz w:val="20"/>
                <w:vertAlign w:val="subscript"/>
              </w:rPr>
              <w:t>sup</w:t>
            </w:r>
          </w:p>
        </w:tc>
      </w:tr>
      <w:tr w:rsidR="00795388"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unit:</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Description:</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Supplier of the ammonia oxidation catalyst</w:t>
            </w:r>
          </w:p>
        </w:tc>
      </w:tr>
      <w:tr w:rsidR="00795388"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Source of data:</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Supplier information</w:t>
            </w:r>
          </w:p>
        </w:tc>
      </w:tr>
      <w:tr w:rsidR="00795388"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Measurement procedures (if any):</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Monitoring frequency:</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QA/QC procedures:</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DC300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Any comment:</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795388" w:rsidRPr="00F36525" w:rsidRDefault="00795388" w:rsidP="003410C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38</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795388" w:rsidRPr="00F36525" w:rsidTr="003410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 Parameter:</w:t>
            </w:r>
          </w:p>
        </w:tc>
        <w:tc>
          <w:tcPr>
            <w:tcW w:w="6386" w:type="dxa"/>
          </w:tcPr>
          <w:p w:rsidR="00795388" w:rsidRPr="00F36525" w:rsidRDefault="00795388" w:rsidP="003410C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G</w:t>
            </w:r>
            <w:r w:rsidRPr="00F36525">
              <w:rPr>
                <w:rFonts w:cs="Arial"/>
                <w:sz w:val="20"/>
                <w:vertAlign w:val="subscript"/>
              </w:rPr>
              <w:t>com</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unit:</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Description:</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Composition of the ammonia oxidation catalyst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Source of data:</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Annual reports, supplier infor</w:t>
            </w:r>
            <w:r w:rsidR="009F609A" w:rsidRPr="00F36525">
              <w:rPr>
                <w:rFonts w:cs="Arial"/>
                <w:sz w:val="20"/>
              </w:rPr>
              <w:t>mation</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Measurement procedures (if any):</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Monitoring frequency:</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Date of changing gauze composition</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QA/QC procedures:</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Any comment:</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795388" w:rsidRPr="00F36525" w:rsidRDefault="00795388" w:rsidP="003410C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39</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795388" w:rsidRPr="00F36525" w:rsidTr="003410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 Parameter:</w:t>
            </w:r>
          </w:p>
        </w:tc>
        <w:tc>
          <w:tcPr>
            <w:tcW w:w="6386" w:type="dxa"/>
          </w:tcPr>
          <w:p w:rsidR="00795388" w:rsidRPr="00F36525" w:rsidRDefault="00795388" w:rsidP="003410C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SE</w:t>
            </w:r>
            <w:r w:rsidRPr="00F36525">
              <w:rPr>
                <w:rFonts w:cs="Arial"/>
                <w:sz w:val="20"/>
                <w:vertAlign w:val="subscript"/>
              </w:rPr>
              <w:t>N2O,y</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unit:</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tN</w:t>
            </w:r>
            <w:r w:rsidRPr="00F36525">
              <w:rPr>
                <w:rFonts w:cs="Arial"/>
                <w:sz w:val="20"/>
                <w:vertAlign w:val="subscript"/>
              </w:rPr>
              <w:t>2</w:t>
            </w:r>
            <w:r w:rsidRPr="00F36525">
              <w:rPr>
                <w:rFonts w:cs="Arial"/>
                <w:sz w:val="20"/>
              </w:rPr>
              <w:t>O/t Product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Description:</w:t>
            </w:r>
          </w:p>
        </w:tc>
        <w:tc>
          <w:tcPr>
            <w:tcW w:w="6386" w:type="dxa"/>
          </w:tcPr>
          <w:p w:rsidR="00795388" w:rsidRPr="00F36525" w:rsidRDefault="00795388" w:rsidP="007B7FC7">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Specific N</w:t>
            </w:r>
            <w:r w:rsidRPr="00F36525">
              <w:rPr>
                <w:rFonts w:cs="Arial"/>
                <w:sz w:val="20"/>
                <w:vertAlign w:val="subscript"/>
              </w:rPr>
              <w:t>2</w:t>
            </w:r>
            <w:r w:rsidRPr="00F36525">
              <w:rPr>
                <w:rFonts w:cs="Arial"/>
                <w:sz w:val="20"/>
              </w:rPr>
              <w:t xml:space="preserve">O emissions per ton of product of caprolactam in year </w:t>
            </w:r>
            <w:r w:rsidRPr="00F36525">
              <w:rPr>
                <w:rFonts w:cs="Arial"/>
                <w:i/>
                <w:sz w:val="20"/>
              </w:rPr>
              <w:t>y</w:t>
            </w:r>
            <w:r w:rsidRPr="00F36525">
              <w:rPr>
                <w:rFonts w:cs="Arial"/>
                <w:sz w:val="20"/>
              </w:rPr>
              <w:t xml:space="preserve"> </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Source of data:</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Measurements by project participants </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Measurement procedures (if any):</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06129F">
            <w:pPr>
              <w:keepNext/>
              <w:rPr>
                <w:rFonts w:cs="Arial"/>
                <w:sz w:val="20"/>
              </w:rPr>
            </w:pPr>
            <w:r w:rsidRPr="00F36525">
              <w:rPr>
                <w:rFonts w:cs="Arial"/>
                <w:sz w:val="20"/>
              </w:rPr>
              <w:t>Monitoring frequency:</w:t>
            </w:r>
          </w:p>
        </w:tc>
        <w:tc>
          <w:tcPr>
            <w:tcW w:w="6386" w:type="dxa"/>
          </w:tcPr>
          <w:p w:rsidR="00795388" w:rsidRPr="00F36525" w:rsidRDefault="00795388" w:rsidP="0006129F">
            <w:pPr>
              <w:keepNex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Recording frequency: yearly</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QA/QC procedures:</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Any comment:</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795388" w:rsidRPr="00F36525" w:rsidRDefault="00795388" w:rsidP="002E0252">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40</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795388" w:rsidRPr="00F36525" w:rsidTr="003410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2E0252">
            <w:pPr>
              <w:rPr>
                <w:rFonts w:cs="Arial"/>
                <w:sz w:val="20"/>
              </w:rPr>
            </w:pPr>
            <w:r w:rsidRPr="00F36525">
              <w:rPr>
                <w:rFonts w:cs="Arial"/>
                <w:sz w:val="20"/>
              </w:rPr>
              <w:t>Data / Parameter:</w:t>
            </w:r>
          </w:p>
        </w:tc>
        <w:tc>
          <w:tcPr>
            <w:tcW w:w="6386" w:type="dxa"/>
          </w:tcPr>
          <w:p w:rsidR="00795388" w:rsidRPr="00F36525" w:rsidRDefault="00795388" w:rsidP="002E0252">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A</w:t>
            </w:r>
            <w:r w:rsidRPr="00F36525">
              <w:rPr>
                <w:rFonts w:cs="Arial"/>
                <w:sz w:val="20"/>
                <w:vertAlign w:val="subscript"/>
              </w:rPr>
              <w:t>OR,y</w:t>
            </w:r>
            <w:r w:rsidRPr="00F36525">
              <w:rPr>
                <w:rFonts w:cs="Arial"/>
                <w:sz w:val="20"/>
              </w:rPr>
              <w:t xml:space="preserve"> </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2E0252">
            <w:pPr>
              <w:keepNext/>
              <w:rPr>
                <w:rFonts w:cs="Arial"/>
                <w:sz w:val="20"/>
              </w:rPr>
            </w:pPr>
            <w:r w:rsidRPr="00F36525">
              <w:rPr>
                <w:rFonts w:cs="Arial"/>
                <w:sz w:val="20"/>
              </w:rPr>
              <w:t>Data unit:</w:t>
            </w:r>
          </w:p>
        </w:tc>
        <w:tc>
          <w:tcPr>
            <w:tcW w:w="6386" w:type="dxa"/>
          </w:tcPr>
          <w:p w:rsidR="00795388" w:rsidRPr="00F36525" w:rsidRDefault="00795388" w:rsidP="002E0252">
            <w:pPr>
              <w:keepNex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tNH</w:t>
            </w:r>
            <w:r w:rsidRPr="00F36525">
              <w:rPr>
                <w:rFonts w:cs="Arial"/>
                <w:sz w:val="20"/>
                <w:vertAlign w:val="subscript"/>
              </w:rPr>
              <w:t>3</w:t>
            </w:r>
            <w:r w:rsidRPr="00F36525">
              <w:rPr>
                <w:rFonts w:cs="Arial"/>
                <w:sz w:val="20"/>
              </w:rPr>
              <w:t>/yr</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Description:</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Actual ammonia input to oxidation reactor in year </w:t>
            </w:r>
            <w:r w:rsidRPr="00F36525">
              <w:rPr>
                <w:rFonts w:cs="Arial"/>
                <w:i/>
                <w:sz w:val="20"/>
              </w:rPr>
              <w:t>y</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Source of data:</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Measurements by project participants </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Measurement procedures (if any):</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Calculate from </w:t>
            </w:r>
            <w:r w:rsidRPr="00F36525">
              <w:rPr>
                <w:rFonts w:cs="Arial"/>
                <w:i/>
                <w:sz w:val="20"/>
              </w:rPr>
              <w:t>A</w:t>
            </w:r>
            <w:r w:rsidRPr="00F36525">
              <w:rPr>
                <w:rFonts w:cs="Arial"/>
                <w:i/>
                <w:sz w:val="20"/>
                <w:vertAlign w:val="subscript"/>
              </w:rPr>
              <w:t>OR,d</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Monitoring frequency:</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Continuously</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QA/QC procedures:</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lastRenderedPageBreak/>
              <w:t>Any comment:</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B940E2" w:rsidRPr="00F36525" w:rsidRDefault="00B940E2" w:rsidP="00795388">
      <w:pPr>
        <w:pStyle w:val="SDMHead3"/>
        <w:rPr>
          <w:sz w:val="20"/>
          <w:szCs w:val="20"/>
        </w:rPr>
      </w:pPr>
      <w:bookmarkStart w:id="44" w:name="_Toc358026545"/>
      <w:r w:rsidRPr="00F36525">
        <w:rPr>
          <w:sz w:val="20"/>
          <w:szCs w:val="20"/>
        </w:rPr>
        <w:t>Leakage emissions</w:t>
      </w:r>
      <w:bookmarkEnd w:id="44"/>
    </w:p>
    <w:p w:rsidR="00795388" w:rsidRPr="00F36525" w:rsidRDefault="00795388" w:rsidP="003410C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41</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795388" w:rsidRPr="00F36525" w:rsidTr="003410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 Parameter:</w:t>
            </w:r>
          </w:p>
        </w:tc>
        <w:tc>
          <w:tcPr>
            <w:tcW w:w="6386" w:type="dxa"/>
          </w:tcPr>
          <w:p w:rsidR="00795388" w:rsidRPr="00F36525" w:rsidRDefault="00795388" w:rsidP="003410C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ST</w:t>
            </w:r>
            <w:r w:rsidRPr="00F36525">
              <w:rPr>
                <w:rFonts w:cs="Arial"/>
                <w:sz w:val="20"/>
                <w:vertAlign w:val="subscript"/>
              </w:rPr>
              <w:t>PR</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unit:</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MW</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Description:</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Project Steam Export </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Source of data:</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Project operator and/or technology provider (PDD)</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Measurement procedures (if any):</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Calculated based on ex post estimation (PDD)</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Monitoring frequency:</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QA/QC procedures:</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Any comment:</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795388" w:rsidRPr="00F36525" w:rsidRDefault="00795388" w:rsidP="003410C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42</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795388" w:rsidRPr="00F36525" w:rsidTr="003410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 Parameter:</w:t>
            </w:r>
          </w:p>
        </w:tc>
        <w:tc>
          <w:tcPr>
            <w:tcW w:w="6386" w:type="dxa"/>
          </w:tcPr>
          <w:p w:rsidR="00795388" w:rsidRPr="00F36525" w:rsidRDefault="00795388" w:rsidP="003410C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EF</w:t>
            </w:r>
            <w:r w:rsidRPr="00F36525">
              <w:rPr>
                <w:rFonts w:cs="Arial"/>
                <w:sz w:val="20"/>
                <w:vertAlign w:val="subscript"/>
              </w:rPr>
              <w:t>ST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unit:</w:t>
            </w:r>
          </w:p>
        </w:tc>
        <w:tc>
          <w:tcPr>
            <w:tcW w:w="6386" w:type="dxa"/>
          </w:tcPr>
          <w:p w:rsidR="00795388" w:rsidRPr="00F36525" w:rsidRDefault="00C32F7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w:t>
            </w:r>
            <w:r w:rsidR="002E0252" w:rsidRPr="00F36525">
              <w:rPr>
                <w:rFonts w:cs="Arial"/>
                <w:sz w:val="20"/>
              </w:rPr>
              <w:t xml:space="preserve"> </w:t>
            </w:r>
            <w:r w:rsidR="00795388" w:rsidRPr="00F36525">
              <w:rPr>
                <w:rFonts w:cs="Arial"/>
                <w:sz w:val="20"/>
              </w:rPr>
              <w:t>CO</w:t>
            </w:r>
            <w:r w:rsidR="00795388" w:rsidRPr="00F36525">
              <w:rPr>
                <w:rFonts w:cs="Arial"/>
                <w:sz w:val="20"/>
                <w:vertAlign w:val="subscript"/>
              </w:rPr>
              <w:t>2</w:t>
            </w:r>
            <w:r w:rsidR="00795388" w:rsidRPr="00F36525">
              <w:rPr>
                <w:rFonts w:cs="Arial"/>
                <w:sz w:val="20"/>
              </w:rPr>
              <w:t>e/MWh</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Description:</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Steam Generation Emission Factor</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Source of data:</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Certificate fuel supplier or default value</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Measurement procedures (if any):</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Calculated based on ex post estimation (PDD)</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Monitoring frequency:</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QA/QC procedures:</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Any comment:</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795388" w:rsidRPr="00F36525" w:rsidRDefault="00795388" w:rsidP="0006129F">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43</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795388" w:rsidRPr="00F36525" w:rsidTr="003410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06129F">
            <w:pPr>
              <w:rPr>
                <w:rFonts w:cs="Arial"/>
                <w:sz w:val="20"/>
              </w:rPr>
            </w:pPr>
            <w:r w:rsidRPr="00F36525">
              <w:rPr>
                <w:rFonts w:cs="Arial"/>
                <w:sz w:val="20"/>
              </w:rPr>
              <w:t>Data / Parameter:</w:t>
            </w:r>
          </w:p>
        </w:tc>
        <w:tc>
          <w:tcPr>
            <w:tcW w:w="6386" w:type="dxa"/>
          </w:tcPr>
          <w:p w:rsidR="00795388" w:rsidRPr="00F36525" w:rsidRDefault="00795388" w:rsidP="0006129F">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M</w:t>
            </w:r>
            <w:r w:rsidRPr="00F36525">
              <w:rPr>
                <w:rFonts w:cs="Arial"/>
                <w:sz w:val="20"/>
                <w:vertAlign w:val="subscript"/>
              </w:rPr>
              <w:t>y</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06129F">
            <w:pPr>
              <w:keepNext/>
              <w:rPr>
                <w:rFonts w:cs="Arial"/>
                <w:sz w:val="20"/>
              </w:rPr>
            </w:pPr>
            <w:r w:rsidRPr="00F36525">
              <w:rPr>
                <w:rFonts w:cs="Arial"/>
                <w:sz w:val="20"/>
              </w:rPr>
              <w:t>Data unit:</w:t>
            </w:r>
          </w:p>
        </w:tc>
        <w:tc>
          <w:tcPr>
            <w:tcW w:w="6386" w:type="dxa"/>
          </w:tcPr>
          <w:p w:rsidR="00795388" w:rsidRPr="00F36525" w:rsidRDefault="00795388" w:rsidP="0006129F">
            <w:pPr>
              <w:keepNex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h</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Description:</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 xml:space="preserve">Operation hours in year </w:t>
            </w:r>
            <w:r w:rsidRPr="00F36525">
              <w:rPr>
                <w:rFonts w:cs="Arial"/>
                <w:i/>
                <w:sz w:val="20"/>
              </w:rPr>
              <w:t>y</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Source of data:</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Measurements by project participants</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Measurement procedures (if any):</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Measuring device, Data management system</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Monitoring frequency:</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QA/QC procedures:</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Any comment:</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795388" w:rsidRPr="00F36525" w:rsidRDefault="00795388" w:rsidP="003410C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44</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795388" w:rsidRPr="00F36525" w:rsidTr="003410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 Parameter:</w:t>
            </w:r>
          </w:p>
        </w:tc>
        <w:tc>
          <w:tcPr>
            <w:tcW w:w="6386" w:type="dxa"/>
          </w:tcPr>
          <w:p w:rsidR="00795388" w:rsidRPr="00F36525" w:rsidRDefault="00795388" w:rsidP="003410C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EE</w:t>
            </w:r>
            <w:r w:rsidRPr="00F36525">
              <w:rPr>
                <w:rFonts w:cs="Arial"/>
                <w:sz w:val="20"/>
                <w:vertAlign w:val="subscript"/>
              </w:rPr>
              <w:t>PR</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unit:</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MW</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Description:</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Project Energy Export from Tail Gas Utilization</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Source of data:</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Project operator and/or technology provider (PDD)</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lastRenderedPageBreak/>
              <w:t>Measurement procedures (if any):</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Calculated, based on ex ante estimation (PDD)</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Monitoring frequency:</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QA/QC procedures:</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Any comment:</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795388" w:rsidRPr="00F36525" w:rsidRDefault="00795388" w:rsidP="003410C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45</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795388" w:rsidRPr="00F36525" w:rsidTr="003410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 Parameter:</w:t>
            </w:r>
          </w:p>
        </w:tc>
        <w:tc>
          <w:tcPr>
            <w:tcW w:w="6386" w:type="dxa"/>
          </w:tcPr>
          <w:p w:rsidR="00795388" w:rsidRPr="00F36525" w:rsidRDefault="00795388" w:rsidP="003410C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EF</w:t>
            </w:r>
            <w:r w:rsidRPr="00F36525">
              <w:rPr>
                <w:rFonts w:cs="Arial"/>
                <w:sz w:val="20"/>
                <w:vertAlign w:val="subscript"/>
              </w:rPr>
              <w:t>r</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unit:</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w:t>
            </w:r>
            <w:r w:rsidR="0022182A" w:rsidRPr="00F36525">
              <w:rPr>
                <w:rFonts w:cs="Arial"/>
                <w:sz w:val="20"/>
              </w:rPr>
              <w:t xml:space="preserve"> </w:t>
            </w:r>
            <w:r w:rsidR="00795388" w:rsidRPr="00F36525">
              <w:rPr>
                <w:rFonts w:cs="Arial"/>
                <w:sz w:val="20"/>
              </w:rPr>
              <w:t>CO</w:t>
            </w:r>
            <w:r w:rsidR="00795388" w:rsidRPr="00F36525">
              <w:rPr>
                <w:rFonts w:cs="Arial"/>
                <w:sz w:val="20"/>
                <w:vertAlign w:val="subscript"/>
              </w:rPr>
              <w:t>2</w:t>
            </w:r>
            <w:r w:rsidR="00795388" w:rsidRPr="00F36525">
              <w:rPr>
                <w:rFonts w:cs="Arial"/>
                <w:sz w:val="20"/>
              </w:rPr>
              <w:t>e/MWh</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Description:</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Fuel Emission Factor for replaced technology</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Source of data:</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Certificate fuel supplier or default value</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Measurement procedures (if any):</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Monitoring frequency:</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Yearly</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QA/QC procedures:</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Any comment:</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795388" w:rsidRPr="00F36525" w:rsidRDefault="00795388" w:rsidP="003410C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46</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795388" w:rsidRPr="00F36525" w:rsidTr="003410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 Parameter:</w:t>
            </w:r>
          </w:p>
        </w:tc>
        <w:tc>
          <w:tcPr>
            <w:tcW w:w="6386" w:type="dxa"/>
          </w:tcPr>
          <w:p w:rsidR="00795388" w:rsidRPr="00F36525" w:rsidRDefault="00795388" w:rsidP="003410C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EI</w:t>
            </w:r>
            <w:r w:rsidRPr="00F36525">
              <w:rPr>
                <w:rFonts w:cs="Arial"/>
                <w:sz w:val="20"/>
                <w:vertAlign w:val="subscript"/>
              </w:rPr>
              <w:t>TGH,y</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unit:</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MWh/yr</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Description:</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Additional Energy Input for Tail Gas Heating</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Source of data:</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Measuring device or project operator and/or technology provider (PDD)</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Measurement procedures (if any):</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06129F">
            <w:pPr>
              <w:keepNext/>
              <w:rPr>
                <w:rFonts w:cs="Arial"/>
                <w:sz w:val="20"/>
              </w:rPr>
            </w:pPr>
            <w:r w:rsidRPr="00F36525">
              <w:rPr>
                <w:rFonts w:cs="Arial"/>
                <w:sz w:val="20"/>
              </w:rPr>
              <w:t>Monitoring frequency:</w:t>
            </w:r>
          </w:p>
        </w:tc>
        <w:tc>
          <w:tcPr>
            <w:tcW w:w="6386" w:type="dxa"/>
          </w:tcPr>
          <w:p w:rsidR="00795388" w:rsidRPr="00F36525" w:rsidRDefault="00795388" w:rsidP="0006129F">
            <w:pPr>
              <w:keepNext/>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Recording frequency: monthly</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QA/QC procedures:</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Any comment:</w:t>
            </w:r>
          </w:p>
        </w:tc>
        <w:tc>
          <w:tcPr>
            <w:tcW w:w="6386" w:type="dxa"/>
          </w:tcPr>
          <w:p w:rsidR="00795388" w:rsidRPr="00F36525" w:rsidRDefault="00795388" w:rsidP="002E0252">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Measured if leakage emissions exceed 2%</w:t>
            </w:r>
            <w:r w:rsidR="000E2C58" w:rsidRPr="00F36525">
              <w:rPr>
                <w:rFonts w:cs="Arial"/>
                <w:sz w:val="20"/>
              </w:rPr>
              <w:t xml:space="preserve"> </w:t>
            </w:r>
            <w:r w:rsidRPr="00F36525">
              <w:rPr>
                <w:rFonts w:cs="Arial"/>
                <w:sz w:val="20"/>
              </w:rPr>
              <w:t>of total expected emission reductions. Otherwise calculated based on ex post estimation (PDD)</w:t>
            </w:r>
          </w:p>
        </w:tc>
      </w:tr>
    </w:tbl>
    <w:p w:rsidR="00795388" w:rsidRPr="00F36525" w:rsidRDefault="00795388" w:rsidP="003410C1">
      <w:pPr>
        <w:pStyle w:val="Caption"/>
        <w:rPr>
          <w:rFonts w:cs="Arial"/>
        </w:rPr>
      </w:pPr>
      <w:r w:rsidRPr="00F36525">
        <w:rPr>
          <w:rFonts w:cs="Arial"/>
        </w:rPr>
        <w:t>Data / Parameter table </w:t>
      </w:r>
      <w:r w:rsidR="00727D30" w:rsidRPr="00F36525">
        <w:rPr>
          <w:rFonts w:cs="Arial"/>
        </w:rPr>
        <w:fldChar w:fldCharType="begin"/>
      </w:r>
      <w:r w:rsidR="00727D30" w:rsidRPr="00F36525">
        <w:rPr>
          <w:rFonts w:cs="Arial"/>
        </w:rPr>
        <w:instrText xml:space="preserve"> SEQ Data_/_Parameter_table \* ARABIC </w:instrText>
      </w:r>
      <w:r w:rsidR="00727D30" w:rsidRPr="00F36525">
        <w:rPr>
          <w:rFonts w:cs="Arial"/>
        </w:rPr>
        <w:fldChar w:fldCharType="separate"/>
      </w:r>
      <w:r w:rsidR="001F50D8">
        <w:rPr>
          <w:rFonts w:cs="Arial"/>
          <w:noProof/>
        </w:rPr>
        <w:t>47</w:t>
      </w:r>
      <w:r w:rsidR="00727D30" w:rsidRPr="00F36525">
        <w:rPr>
          <w:rFonts w:cs="Arial"/>
          <w:noProof/>
        </w:rPr>
        <w:fldChar w:fldCharType="end"/>
      </w:r>
      <w:r w:rsidRPr="00F36525">
        <w:rPr>
          <w:rFonts w:cs="Arial"/>
        </w:rPr>
        <w:t>.</w:t>
      </w:r>
      <w:r w:rsidRPr="00F36525">
        <w:rPr>
          <w:rFonts w:cs="Arial"/>
        </w:rPr>
        <w:tab/>
      </w:r>
    </w:p>
    <w:tbl>
      <w:tblPr>
        <w:tblStyle w:val="SDMMethTableDataParameter"/>
        <w:tblW w:w="8618" w:type="dxa"/>
        <w:tblLayout w:type="fixed"/>
        <w:tblLook w:val="01E0" w:firstRow="1" w:lastRow="1" w:firstColumn="1" w:lastColumn="1" w:noHBand="0" w:noVBand="0"/>
      </w:tblPr>
      <w:tblGrid>
        <w:gridCol w:w="2232"/>
        <w:gridCol w:w="6386"/>
      </w:tblGrid>
      <w:tr w:rsidR="00795388" w:rsidRPr="00F36525" w:rsidTr="003410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 Parameter:</w:t>
            </w:r>
          </w:p>
        </w:tc>
        <w:tc>
          <w:tcPr>
            <w:tcW w:w="6386" w:type="dxa"/>
          </w:tcPr>
          <w:p w:rsidR="00795388" w:rsidRPr="00F36525" w:rsidRDefault="00795388" w:rsidP="003410C1">
            <w:pPr>
              <w:cnfStyle w:val="100000000000" w:firstRow="1" w:lastRow="0" w:firstColumn="0" w:lastColumn="0" w:oddVBand="0" w:evenVBand="0" w:oddHBand="0" w:evenHBand="0" w:firstRowFirstColumn="0" w:firstRowLastColumn="0" w:lastRowFirstColumn="0" w:lastRowLastColumn="0"/>
              <w:rPr>
                <w:rFonts w:cs="Arial"/>
                <w:sz w:val="20"/>
              </w:rPr>
            </w:pPr>
            <w:r w:rsidRPr="00F36525">
              <w:rPr>
                <w:rFonts w:cs="Arial"/>
                <w:sz w:val="20"/>
              </w:rPr>
              <w:t>EF</w:t>
            </w:r>
            <w:r w:rsidRPr="00F36525">
              <w:rPr>
                <w:rFonts w:cs="Arial"/>
                <w:sz w:val="20"/>
                <w:vertAlign w:val="subscript"/>
              </w:rPr>
              <w:t>TGH</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Data unit:</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t</w:t>
            </w:r>
            <w:r w:rsidR="0022182A" w:rsidRPr="00F36525">
              <w:rPr>
                <w:rFonts w:cs="Arial"/>
                <w:sz w:val="20"/>
              </w:rPr>
              <w:t xml:space="preserve"> </w:t>
            </w:r>
            <w:r w:rsidR="00795388" w:rsidRPr="00F36525">
              <w:rPr>
                <w:rFonts w:cs="Arial"/>
                <w:sz w:val="20"/>
              </w:rPr>
              <w:t>CO</w:t>
            </w:r>
            <w:r w:rsidR="00795388" w:rsidRPr="00F36525">
              <w:rPr>
                <w:rFonts w:cs="Arial"/>
                <w:sz w:val="20"/>
                <w:vertAlign w:val="subscript"/>
              </w:rPr>
              <w:t>2</w:t>
            </w:r>
            <w:r w:rsidR="00795388" w:rsidRPr="00F36525">
              <w:rPr>
                <w:rFonts w:cs="Arial"/>
                <w:sz w:val="20"/>
              </w:rPr>
              <w:t>e/MWh</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Description:</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Fuel Emission Factor external Tail Gas Heating</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Source of data:</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Certificate fuel supplier or default value</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Measurement procedures (if any):</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Monitoring frequency:</w:t>
            </w:r>
          </w:p>
        </w:tc>
        <w:tc>
          <w:tcPr>
            <w:tcW w:w="6386" w:type="dxa"/>
          </w:tcPr>
          <w:p w:rsidR="00795388" w:rsidRPr="00F36525" w:rsidRDefault="00795388"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Recording frequency: yearly</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QA/QC procedures:</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r w:rsidR="00795388" w:rsidRPr="00F36525" w:rsidTr="003410C1">
        <w:tc>
          <w:tcPr>
            <w:cnfStyle w:val="001000000000" w:firstRow="0" w:lastRow="0" w:firstColumn="1" w:lastColumn="0" w:oddVBand="0" w:evenVBand="0" w:oddHBand="0" w:evenHBand="0" w:firstRowFirstColumn="0" w:firstRowLastColumn="0" w:lastRowFirstColumn="0" w:lastRowLastColumn="0"/>
            <w:tcW w:w="2232" w:type="dxa"/>
          </w:tcPr>
          <w:p w:rsidR="00795388" w:rsidRPr="00F36525" w:rsidRDefault="00795388" w:rsidP="003410C1">
            <w:pPr>
              <w:rPr>
                <w:rFonts w:cs="Arial"/>
                <w:sz w:val="20"/>
              </w:rPr>
            </w:pPr>
            <w:r w:rsidRPr="00F36525">
              <w:rPr>
                <w:rFonts w:cs="Arial"/>
                <w:sz w:val="20"/>
              </w:rPr>
              <w:t>Any comment:</w:t>
            </w:r>
          </w:p>
        </w:tc>
        <w:tc>
          <w:tcPr>
            <w:tcW w:w="6386" w:type="dxa"/>
          </w:tcPr>
          <w:p w:rsidR="00795388" w:rsidRPr="00F36525" w:rsidRDefault="00256691" w:rsidP="003410C1">
            <w:pPr>
              <w:cnfStyle w:val="000000000000" w:firstRow="0" w:lastRow="0" w:firstColumn="0" w:lastColumn="0" w:oddVBand="0" w:evenVBand="0" w:oddHBand="0" w:evenHBand="0" w:firstRowFirstColumn="0" w:firstRowLastColumn="0" w:lastRowFirstColumn="0" w:lastRowLastColumn="0"/>
              <w:rPr>
                <w:rFonts w:cs="Arial"/>
                <w:sz w:val="20"/>
              </w:rPr>
            </w:pPr>
            <w:r w:rsidRPr="00F36525">
              <w:rPr>
                <w:rFonts w:cs="Arial"/>
                <w:sz w:val="20"/>
              </w:rPr>
              <w:t>-</w:t>
            </w:r>
          </w:p>
        </w:tc>
      </w:tr>
    </w:tbl>
    <w:p w:rsidR="00B940E2" w:rsidRDefault="00B940E2" w:rsidP="005A6E88">
      <w:pPr>
        <w:pStyle w:val="SDMHead2"/>
      </w:pPr>
      <w:bookmarkStart w:id="45" w:name="_Toc358026546"/>
      <w:r>
        <w:lastRenderedPageBreak/>
        <w:t>Good monitoring practice and performance characteristics</w:t>
      </w:r>
      <w:bookmarkEnd w:id="45"/>
    </w:p>
    <w:p w:rsidR="00B940E2" w:rsidRDefault="00B940E2" w:rsidP="00DC3469">
      <w:pPr>
        <w:pStyle w:val="SDMPara"/>
        <w:numPr>
          <w:ilvl w:val="0"/>
          <w:numId w:val="7"/>
        </w:numPr>
      </w:pPr>
      <w:r>
        <w:t>Accuracy of the N</w:t>
      </w:r>
      <w:r w:rsidR="0001122A" w:rsidRPr="0001122A">
        <w:rPr>
          <w:vertAlign w:val="subscript"/>
        </w:rPr>
        <w:t>2</w:t>
      </w:r>
      <w:r>
        <w:t>O emissions monitoring results is to be ensured by installing a monitoring system that has been certified to meet or exceed the requirements of the prevailing best industry practice or monitoring standards in terms of operation, maintenance and calibration. The latest applicable E</w:t>
      </w:r>
      <w:r w:rsidR="0022182A">
        <w:t>uropean standards and norms (EN </w:t>
      </w:r>
      <w:r>
        <w:t>14181) or equivalent standards, which prescribes the features needed for Automated Measuring Systems (AMS) need and how they are to be calibrated and maintained, shall be used as the basis for selecting and operating the monitoring system.</w:t>
      </w:r>
    </w:p>
    <w:p w:rsidR="00B940E2" w:rsidRDefault="00B940E2" w:rsidP="00DC3469">
      <w:pPr>
        <w:pStyle w:val="SDMPara"/>
        <w:numPr>
          <w:ilvl w:val="0"/>
          <w:numId w:val="7"/>
        </w:numPr>
      </w:pPr>
      <w:r>
        <w:t>The following guidance documents are recommended as references for the Quality Assurance and Control procedures:</w:t>
      </w:r>
    </w:p>
    <w:p w:rsidR="00B940E2" w:rsidRPr="00256691" w:rsidRDefault="00B940E2" w:rsidP="00DC3469">
      <w:pPr>
        <w:pStyle w:val="SDMSubPara1"/>
        <w:numPr>
          <w:ilvl w:val="1"/>
          <w:numId w:val="7"/>
        </w:numPr>
      </w:pPr>
      <w:r w:rsidRPr="00256691">
        <w:t>European Standard, Technical Committee Air Quality: Working Document, Air quality – Certification of automated measuring systems (AMS). Part 3: Performance specifications and test procedures for AMS for monitoring emissions from stationery sources, prEN 264022, CEN/TC 264:2005/1;</w:t>
      </w:r>
    </w:p>
    <w:p w:rsidR="00B940E2" w:rsidRPr="00256691" w:rsidRDefault="00B940E2" w:rsidP="00DC3469">
      <w:pPr>
        <w:pStyle w:val="SDMSubPara1"/>
        <w:keepNext/>
        <w:numPr>
          <w:ilvl w:val="1"/>
          <w:numId w:val="7"/>
        </w:numPr>
      </w:pPr>
      <w:r w:rsidRPr="00256691">
        <w:t>European Norm EN 14181: Quality assurance of automated measuring systems, 2004;</w:t>
      </w:r>
    </w:p>
    <w:p w:rsidR="00B940E2" w:rsidRPr="00256691" w:rsidRDefault="00B940E2" w:rsidP="00DC3469">
      <w:pPr>
        <w:pStyle w:val="SDMSubPara1"/>
        <w:keepNext/>
        <w:numPr>
          <w:ilvl w:val="1"/>
          <w:numId w:val="7"/>
        </w:numPr>
      </w:pPr>
      <w:r w:rsidRPr="00256691">
        <w:rPr>
          <w:lang w:val="de-DE"/>
        </w:rPr>
        <w:t xml:space="preserve">Bundesministerium für Umwelt, Naturschutz und Reaktorsicherheit (BMU), German Federal Ministry for the Environment, Nature Conservation and Nuclear Safety: Bundeseinheitliche Praxis bei der Überwachung der Emissionen. </w:t>
      </w:r>
      <w:r w:rsidRPr="00256691">
        <w:t>RdSchr. d. BMU v. 13.06.2005 – IG 12 – 45053/5.</w:t>
      </w:r>
    </w:p>
    <w:p w:rsidR="00B940E2" w:rsidRDefault="00B940E2" w:rsidP="00DC3469">
      <w:pPr>
        <w:pStyle w:val="SDMPara"/>
        <w:numPr>
          <w:ilvl w:val="0"/>
          <w:numId w:val="7"/>
        </w:numPr>
      </w:pPr>
      <w:r>
        <w:t>The European Norm EN 14181 stipulates three levels of quality assurance tests and one annual functional test for AMS which are recommended to be used as guidance regarding the selection, installation and operation of the AMS under the monitoring methodology. The three quality assurance levels (QALs) are as follows:</w:t>
      </w:r>
    </w:p>
    <w:p w:rsidR="00B940E2" w:rsidRDefault="00B940E2" w:rsidP="00DC3469">
      <w:pPr>
        <w:pStyle w:val="SDMSubPara1"/>
        <w:numPr>
          <w:ilvl w:val="1"/>
          <w:numId w:val="7"/>
        </w:numPr>
      </w:pPr>
      <w:r>
        <w:t>Quality assurance of tested AMS. AMS must have performance certificate (e.g. MCERTS), with calculation of uncertainty before installation according to approved methods such as ISO 14956 including:</w:t>
      </w:r>
    </w:p>
    <w:p w:rsidR="00B940E2" w:rsidRDefault="00B940E2" w:rsidP="00DC3469">
      <w:pPr>
        <w:pStyle w:val="SDMSubPara2"/>
        <w:numPr>
          <w:ilvl w:val="2"/>
          <w:numId w:val="7"/>
        </w:numPr>
      </w:pPr>
      <w:r>
        <w:t>Standard deviation;</w:t>
      </w:r>
    </w:p>
    <w:p w:rsidR="00B940E2" w:rsidRDefault="00B940E2" w:rsidP="00DC3469">
      <w:pPr>
        <w:pStyle w:val="SDMSubPara2"/>
        <w:numPr>
          <w:ilvl w:val="2"/>
          <w:numId w:val="7"/>
        </w:numPr>
      </w:pPr>
      <w:r>
        <w:t>Lack of fit (linearity);</w:t>
      </w:r>
    </w:p>
    <w:p w:rsidR="00B940E2" w:rsidRDefault="00B940E2" w:rsidP="00DC3469">
      <w:pPr>
        <w:pStyle w:val="SDMSubPara2"/>
        <w:numPr>
          <w:ilvl w:val="2"/>
          <w:numId w:val="7"/>
        </w:numPr>
      </w:pPr>
      <w:r>
        <w:t>Repeatability at zero and reference points;</w:t>
      </w:r>
    </w:p>
    <w:p w:rsidR="00B940E2" w:rsidRDefault="00B940E2" w:rsidP="00DC3469">
      <w:pPr>
        <w:pStyle w:val="SDMSubPara2"/>
        <w:numPr>
          <w:ilvl w:val="2"/>
          <w:numId w:val="7"/>
        </w:numPr>
      </w:pPr>
      <w:r>
        <w:t>Time-dependent zero and span drift;</w:t>
      </w:r>
    </w:p>
    <w:p w:rsidR="00B940E2" w:rsidRDefault="00B940E2" w:rsidP="00DC3469">
      <w:pPr>
        <w:pStyle w:val="SDMSubPara2"/>
        <w:numPr>
          <w:ilvl w:val="2"/>
          <w:numId w:val="7"/>
        </w:numPr>
      </w:pPr>
      <w:r>
        <w:t>Temperature dependence;</w:t>
      </w:r>
    </w:p>
    <w:p w:rsidR="00B940E2" w:rsidRDefault="00B940E2" w:rsidP="00DC3469">
      <w:pPr>
        <w:pStyle w:val="SDMSubPara2"/>
        <w:numPr>
          <w:ilvl w:val="2"/>
          <w:numId w:val="7"/>
        </w:numPr>
      </w:pPr>
      <w:r>
        <w:t>Voltage fluctuation;</w:t>
      </w:r>
    </w:p>
    <w:p w:rsidR="00B940E2" w:rsidRDefault="00B940E2" w:rsidP="00DC3469">
      <w:pPr>
        <w:pStyle w:val="SDMSubPara2"/>
        <w:numPr>
          <w:ilvl w:val="2"/>
          <w:numId w:val="7"/>
        </w:numPr>
      </w:pPr>
      <w:r>
        <w:t>Suitability test;</w:t>
      </w:r>
    </w:p>
    <w:p w:rsidR="00B940E2" w:rsidRDefault="00B940E2" w:rsidP="00DC3469">
      <w:pPr>
        <w:pStyle w:val="SDMSubPara2"/>
        <w:numPr>
          <w:ilvl w:val="2"/>
          <w:numId w:val="7"/>
        </w:numPr>
      </w:pPr>
      <w:r>
        <w:t>Cross sensitivity to likely components of the stack gas;</w:t>
      </w:r>
    </w:p>
    <w:p w:rsidR="00B940E2" w:rsidRDefault="00B940E2" w:rsidP="00DC3469">
      <w:pPr>
        <w:pStyle w:val="SDMSubPara2"/>
        <w:numPr>
          <w:ilvl w:val="2"/>
          <w:numId w:val="7"/>
        </w:numPr>
      </w:pPr>
      <w:r>
        <w:t>Influence of variations in flow rate on extractive Automated Measuring Systems;</w:t>
      </w:r>
    </w:p>
    <w:p w:rsidR="00B940E2" w:rsidRDefault="00B940E2" w:rsidP="00DC3469">
      <w:pPr>
        <w:pStyle w:val="SDMSubPara2"/>
        <w:numPr>
          <w:ilvl w:val="2"/>
          <w:numId w:val="7"/>
        </w:numPr>
      </w:pPr>
      <w:r>
        <w:lastRenderedPageBreak/>
        <w:t>Response time;</w:t>
      </w:r>
    </w:p>
    <w:p w:rsidR="00B940E2" w:rsidRDefault="00B940E2" w:rsidP="00DC3469">
      <w:pPr>
        <w:pStyle w:val="SDMSubPara2"/>
        <w:numPr>
          <w:ilvl w:val="2"/>
          <w:numId w:val="7"/>
        </w:numPr>
      </w:pPr>
      <w:r>
        <w:t>Detection limit;</w:t>
      </w:r>
    </w:p>
    <w:p w:rsidR="00B940E2" w:rsidRDefault="00B940E2" w:rsidP="00DC3469">
      <w:pPr>
        <w:pStyle w:val="SDMSubPara2"/>
        <w:numPr>
          <w:ilvl w:val="2"/>
          <w:numId w:val="7"/>
        </w:numPr>
      </w:pPr>
      <w:r>
        <w:t>Influence of ambient conditions on zero and span readings;</w:t>
      </w:r>
    </w:p>
    <w:p w:rsidR="00B940E2" w:rsidRDefault="00B940E2" w:rsidP="00DC3469">
      <w:pPr>
        <w:pStyle w:val="SDMSubPara2"/>
        <w:numPr>
          <w:ilvl w:val="2"/>
          <w:numId w:val="7"/>
        </w:numPr>
      </w:pPr>
      <w:r>
        <w:t>Performance and accuracy;</w:t>
      </w:r>
    </w:p>
    <w:p w:rsidR="00B940E2" w:rsidRDefault="00B940E2" w:rsidP="00DC3469">
      <w:pPr>
        <w:pStyle w:val="SDMSubPara2"/>
        <w:numPr>
          <w:ilvl w:val="2"/>
          <w:numId w:val="7"/>
        </w:numPr>
      </w:pPr>
      <w:r>
        <w:t>Availability;</w:t>
      </w:r>
    </w:p>
    <w:p w:rsidR="00B940E2" w:rsidRDefault="00B940E2" w:rsidP="00DC3469">
      <w:pPr>
        <w:pStyle w:val="SDMSubPara2"/>
        <w:numPr>
          <w:ilvl w:val="2"/>
          <w:numId w:val="7"/>
        </w:numPr>
      </w:pPr>
      <w:r>
        <w:t>Susceptibility to physical disturbances.</w:t>
      </w:r>
    </w:p>
    <w:p w:rsidR="00B940E2" w:rsidRDefault="00B940E2" w:rsidP="0022182A">
      <w:pPr>
        <w:spacing w:before="180"/>
        <w:ind w:left="1418"/>
      </w:pPr>
      <w:r>
        <w:t>The specific performance characteristics of the monitoring system chosen by the project shall be listed in the Project Design Document. Also, project activities should calculate and show the margins of error for each of the performance characteristics as well as the cumulative error for the complete measuring system.</w:t>
      </w:r>
    </w:p>
    <w:p w:rsidR="00B940E2" w:rsidRDefault="00B940E2" w:rsidP="00DC3469">
      <w:pPr>
        <w:pStyle w:val="SDMSubPara1"/>
        <w:numPr>
          <w:ilvl w:val="1"/>
          <w:numId w:val="7"/>
        </w:numPr>
      </w:pPr>
      <w:r>
        <w:t>Quality assurance of installation and calibration of the Automated Measuring System according to the Standard Reference Measurement Method (SRM), determination of the measurement uncertainty/variability of the AMS and inspection of the compliance with the prescribed measurement uncertainties. Such tests must be carried out by organisations that have an accredited quality assurance system such as one according to ISO/IEC 17025 or relevant standards. Items to be considered include the following:</w:t>
      </w:r>
    </w:p>
    <w:p w:rsidR="00B940E2" w:rsidRDefault="00B940E2" w:rsidP="00DC3469">
      <w:pPr>
        <w:pStyle w:val="SDMSubPara2"/>
        <w:numPr>
          <w:ilvl w:val="2"/>
          <w:numId w:val="7"/>
        </w:numPr>
      </w:pPr>
      <w:r>
        <w:t>Selection of the location of measurement;</w:t>
      </w:r>
    </w:p>
    <w:p w:rsidR="00B940E2" w:rsidRDefault="00B940E2" w:rsidP="00DC3469">
      <w:pPr>
        <w:pStyle w:val="SDMSubPara2"/>
        <w:numPr>
          <w:ilvl w:val="2"/>
          <w:numId w:val="7"/>
        </w:numPr>
      </w:pPr>
      <w:r>
        <w:t>Duly installation of the monitoring equipment;</w:t>
      </w:r>
    </w:p>
    <w:p w:rsidR="00B940E2" w:rsidRDefault="00B940E2" w:rsidP="00DC3469">
      <w:pPr>
        <w:pStyle w:val="SDMSubPara2"/>
        <w:numPr>
          <w:ilvl w:val="2"/>
          <w:numId w:val="7"/>
        </w:numPr>
      </w:pPr>
      <w:r>
        <w:t>Correct choice of measurement range;</w:t>
      </w:r>
    </w:p>
    <w:p w:rsidR="00B940E2" w:rsidRDefault="00B940E2" w:rsidP="00DC3469">
      <w:pPr>
        <w:pStyle w:val="SDMSubPara2"/>
        <w:numPr>
          <w:ilvl w:val="2"/>
          <w:numId w:val="7"/>
        </w:numPr>
      </w:pPr>
      <w:r>
        <w:t>Calibration of the AMS using the Standard-Reference-Method (SRM) as guidance;</w:t>
      </w:r>
    </w:p>
    <w:p w:rsidR="00B940E2" w:rsidRDefault="00B940E2" w:rsidP="00DC3469">
      <w:pPr>
        <w:pStyle w:val="SDMSubPara2"/>
        <w:numPr>
          <w:ilvl w:val="2"/>
          <w:numId w:val="7"/>
        </w:numPr>
      </w:pPr>
      <w:r>
        <w:t>Calibration curve either as linear regression or as straight line from absolute zero to centre of a scatter-plot;</w:t>
      </w:r>
    </w:p>
    <w:p w:rsidR="00B940E2" w:rsidRDefault="00B940E2" w:rsidP="00DC3469">
      <w:pPr>
        <w:pStyle w:val="SDMSubPara2"/>
        <w:numPr>
          <w:ilvl w:val="2"/>
          <w:numId w:val="7"/>
        </w:numPr>
      </w:pPr>
      <w:r>
        <w:t>Calculation of the standard deviation at the 95</w:t>
      </w:r>
      <w:r w:rsidRPr="007B7FC7">
        <w:t xml:space="preserve"> </w:t>
      </w:r>
      <w:r w:rsidR="002E0252" w:rsidRPr="007B7FC7">
        <w:t>per cent</w:t>
      </w:r>
      <w:r w:rsidR="002E0252">
        <w:t xml:space="preserve"> </w:t>
      </w:r>
      <w:r>
        <w:t>confidence interval;</w:t>
      </w:r>
    </w:p>
    <w:p w:rsidR="00B940E2" w:rsidRDefault="00B940E2" w:rsidP="00DC3469">
      <w:pPr>
        <w:pStyle w:val="SDMSubPara2"/>
        <w:numPr>
          <w:ilvl w:val="2"/>
          <w:numId w:val="7"/>
        </w:numPr>
      </w:pPr>
      <w:r>
        <w:t>Inspection every three years</w:t>
      </w:r>
      <w:r w:rsidR="001625EA">
        <w:t>;</w:t>
      </w:r>
    </w:p>
    <w:p w:rsidR="00B940E2" w:rsidRDefault="00B940E2" w:rsidP="00DC3469">
      <w:pPr>
        <w:pStyle w:val="SDMSubPara1"/>
        <w:numPr>
          <w:ilvl w:val="1"/>
          <w:numId w:val="7"/>
        </w:numPr>
      </w:pPr>
      <w:r>
        <w:t>Continuous quality assurance through the local operator/manager (drift and accuracy of the AMS, verification management and documentation);</w:t>
      </w:r>
    </w:p>
    <w:p w:rsidR="00B940E2" w:rsidRDefault="00B940E2" w:rsidP="00DC3469">
      <w:pPr>
        <w:pStyle w:val="SDMSubPara2"/>
        <w:numPr>
          <w:ilvl w:val="2"/>
          <w:numId w:val="7"/>
        </w:numPr>
      </w:pPr>
      <w:r>
        <w:t>Permanent quality assurance during the plant operation by the operating staff;</w:t>
      </w:r>
    </w:p>
    <w:p w:rsidR="00B940E2" w:rsidRDefault="00B940E2" w:rsidP="00DC3469">
      <w:pPr>
        <w:pStyle w:val="SDMSubPara2"/>
        <w:numPr>
          <w:ilvl w:val="2"/>
          <w:numId w:val="7"/>
        </w:numPr>
      </w:pPr>
      <w:r>
        <w:t>Assurance of reliable and correct operation of the monitoring equipment (maintenance evidence);</w:t>
      </w:r>
    </w:p>
    <w:p w:rsidR="00B940E2" w:rsidRDefault="00B940E2" w:rsidP="00DC3469">
      <w:pPr>
        <w:pStyle w:val="SDMSubPara2"/>
        <w:numPr>
          <w:ilvl w:val="2"/>
          <w:numId w:val="7"/>
        </w:numPr>
      </w:pPr>
      <w:r>
        <w:t>Regular controls: zero point, span, drift, meet schedule of manufacturer maintenance intervals.</w:t>
      </w:r>
    </w:p>
    <w:p w:rsidR="00B940E2" w:rsidRDefault="00B940E2" w:rsidP="00DC3469">
      <w:pPr>
        <w:pStyle w:val="SDMPara"/>
        <w:numPr>
          <w:ilvl w:val="0"/>
          <w:numId w:val="7"/>
        </w:numPr>
      </w:pPr>
      <w:r>
        <w:t xml:space="preserve">In addition, annual functionality test including SRM measurements to check for uncertainties in the data measured by the AMS. Such tests must be carried out by </w:t>
      </w:r>
      <w:r>
        <w:lastRenderedPageBreak/>
        <w:t>organisations that have an accredited quality assurance system such as one according to ISO/IEC 17025 or relevant standards.</w:t>
      </w:r>
    </w:p>
    <w:p w:rsidR="00B940E2" w:rsidRDefault="00B940E2" w:rsidP="00DC3469">
      <w:pPr>
        <w:pStyle w:val="SDMSubPara1"/>
        <w:numPr>
          <w:ilvl w:val="1"/>
          <w:numId w:val="7"/>
        </w:numPr>
      </w:pPr>
      <w:r>
        <w:t>Annual confirmation of the calibration curve;</w:t>
      </w:r>
    </w:p>
    <w:p w:rsidR="00B940E2" w:rsidRDefault="00B940E2" w:rsidP="00DC3469">
      <w:pPr>
        <w:pStyle w:val="SDMSubPara1"/>
        <w:numPr>
          <w:ilvl w:val="1"/>
          <w:numId w:val="7"/>
        </w:numPr>
      </w:pPr>
      <w:r>
        <w:t>Validity proof of calibration curves;</w:t>
      </w:r>
    </w:p>
    <w:p w:rsidR="00B940E2" w:rsidRDefault="00B940E2" w:rsidP="00DC3469">
      <w:pPr>
        <w:pStyle w:val="SDMSubPara1"/>
        <w:numPr>
          <w:ilvl w:val="1"/>
          <w:numId w:val="7"/>
        </w:numPr>
      </w:pPr>
      <w:r>
        <w:t>Back-setting of excess meter of invalid calibration range.</w:t>
      </w:r>
    </w:p>
    <w:p w:rsidR="00B940E2" w:rsidRDefault="00B940E2" w:rsidP="00DC3469">
      <w:pPr>
        <w:pStyle w:val="SDMPara"/>
        <w:numPr>
          <w:ilvl w:val="0"/>
          <w:numId w:val="7"/>
        </w:numPr>
      </w:pPr>
      <w:r>
        <w:t>Minimum requirements for electronic evaluation units</w:t>
      </w:r>
    </w:p>
    <w:p w:rsidR="00B940E2" w:rsidRDefault="00B940E2" w:rsidP="00DC3469">
      <w:pPr>
        <w:pStyle w:val="SDMSubPara1"/>
        <w:numPr>
          <w:ilvl w:val="1"/>
          <w:numId w:val="7"/>
        </w:numPr>
      </w:pPr>
      <w:r>
        <w:t>Evaluation unit needs to take into account registration, mean average determination, validation, and evaluation;</w:t>
      </w:r>
    </w:p>
    <w:p w:rsidR="00B940E2" w:rsidRDefault="00B940E2" w:rsidP="00DC3469">
      <w:pPr>
        <w:pStyle w:val="SDMSubPara1"/>
        <w:numPr>
          <w:ilvl w:val="1"/>
          <w:numId w:val="7"/>
        </w:numPr>
      </w:pPr>
      <w:r>
        <w:t>The system and concept of emission data processing needs to be described;</w:t>
      </w:r>
    </w:p>
    <w:p w:rsidR="00B940E2" w:rsidRDefault="00B940E2" w:rsidP="00DC3469">
      <w:pPr>
        <w:pStyle w:val="SDMSubPara1"/>
        <w:numPr>
          <w:ilvl w:val="1"/>
          <w:numId w:val="7"/>
        </w:numPr>
      </w:pPr>
      <w:r>
        <w:t>Protocols and out-prints are required.</w:t>
      </w:r>
    </w:p>
    <w:p w:rsidR="00B940E2" w:rsidRDefault="00B940E2" w:rsidP="00DC3469">
      <w:pPr>
        <w:pStyle w:val="SDMPara"/>
        <w:numPr>
          <w:ilvl w:val="0"/>
          <w:numId w:val="7"/>
        </w:numPr>
      </w:pPr>
      <w:r>
        <w:t>Downtime of Automated Measuring System</w:t>
      </w:r>
    </w:p>
    <w:p w:rsidR="00B940E2" w:rsidRDefault="00B940E2" w:rsidP="00DC3469">
      <w:pPr>
        <w:pStyle w:val="SDMSubPara1"/>
        <w:numPr>
          <w:ilvl w:val="1"/>
          <w:numId w:val="7"/>
        </w:numPr>
      </w:pPr>
      <w:r>
        <w:t>In the event that the monitoring system is down, the lowest between the conservative default value established in the methodology or the last measured byproduct rate (whichever the lower) will be valid and applied for the downtime period for the baseline emission factor, and the highest measured byproduct rate during the project activity will be applied for the downtime period for the campaign emission factor.</w:t>
      </w:r>
    </w:p>
    <w:p w:rsidR="000545B1" w:rsidRDefault="000545B1" w:rsidP="000E2C58">
      <w:pPr>
        <w:pStyle w:val="SDMPara"/>
        <w:numPr>
          <w:ilvl w:val="0"/>
          <w:numId w:val="0"/>
        </w:numPr>
        <w:jc w:val="center"/>
      </w:pPr>
      <w:r>
        <w:t>-</w:t>
      </w:r>
      <w:r w:rsidR="001977E2">
        <w:t xml:space="preserve"> </w:t>
      </w:r>
      <w:r>
        <w:t>-</w:t>
      </w:r>
      <w:r w:rsidR="001977E2">
        <w:t xml:space="preserve"> </w:t>
      </w:r>
      <w:r>
        <w:t>-</w:t>
      </w:r>
      <w:r w:rsidR="001977E2">
        <w:t xml:space="preserve"> </w:t>
      </w:r>
      <w:r>
        <w:t>-</w:t>
      </w:r>
      <w:r w:rsidR="001977E2">
        <w:t xml:space="preserve"> </w:t>
      </w:r>
      <w:r>
        <w:t>-</w:t>
      </w:r>
    </w:p>
    <w:p w:rsidR="000545B1" w:rsidRPr="00C151D8" w:rsidRDefault="000545B1" w:rsidP="00DE72F7">
      <w:pPr>
        <w:pStyle w:val="SDMDocInfoTitle"/>
      </w:pPr>
      <w:r w:rsidRPr="00C151D8">
        <w:t xml:space="preserve">Document </w:t>
      </w:r>
      <w:r w:rsidR="00063E08">
        <w:t>i</w:t>
      </w:r>
      <w:r w:rsidRPr="00C151D8">
        <w:t>nformation</w:t>
      </w:r>
    </w:p>
    <w:tbl>
      <w:tblPr>
        <w:tblW w:w="5000" w:type="pct"/>
        <w:jc w:val="center"/>
        <w:tblLayout w:type="fixed"/>
        <w:tblLook w:val="0000" w:firstRow="0" w:lastRow="0" w:firstColumn="0" w:lastColumn="0" w:noHBand="0" w:noVBand="0"/>
      </w:tblPr>
      <w:tblGrid>
        <w:gridCol w:w="1127"/>
        <w:gridCol w:w="2253"/>
        <w:gridCol w:w="6191"/>
      </w:tblGrid>
      <w:tr w:rsidR="000545B1" w:rsidRPr="003303F0" w:rsidTr="002E0252">
        <w:trPr>
          <w:cantSplit/>
          <w:trHeight w:val="113"/>
          <w:tblHeader/>
          <w:jc w:val="center"/>
        </w:trPr>
        <w:tc>
          <w:tcPr>
            <w:tcW w:w="1127"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0545B1" w:rsidP="000866AF">
            <w:pPr>
              <w:pStyle w:val="SDMDocInfoHeadRow"/>
            </w:pPr>
            <w:r>
              <w:t>Version</w:t>
            </w:r>
          </w:p>
        </w:tc>
        <w:tc>
          <w:tcPr>
            <w:tcW w:w="2253"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Date</w:t>
            </w:r>
          </w:p>
        </w:tc>
        <w:tc>
          <w:tcPr>
            <w:tcW w:w="6191"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Description</w:t>
            </w:r>
          </w:p>
        </w:tc>
      </w:tr>
      <w:tr w:rsidR="005D1259" w:rsidRPr="00EA492B" w:rsidTr="002E0252">
        <w:trPr>
          <w:cantSplit/>
          <w:trHeight w:val="113"/>
          <w:tblHeader/>
          <w:jc w:val="center"/>
        </w:trPr>
        <w:tc>
          <w:tcPr>
            <w:tcW w:w="9571" w:type="dxa"/>
            <w:gridSpan w:val="3"/>
            <w:tcBorders>
              <w:top w:val="single" w:sz="12" w:space="0" w:color="auto"/>
            </w:tcBorders>
          </w:tcPr>
          <w:p w:rsidR="005D1259" w:rsidRPr="000C607D" w:rsidRDefault="005D1259" w:rsidP="000C607D">
            <w:pPr>
              <w:pStyle w:val="SDMDocInfoText"/>
              <w:spacing w:before="0" w:after="0"/>
              <w:rPr>
                <w:sz w:val="16"/>
                <w:szCs w:val="16"/>
              </w:rPr>
            </w:pPr>
          </w:p>
        </w:tc>
      </w:tr>
      <w:tr w:rsidR="002E0252" w:rsidRPr="003303F0" w:rsidTr="002E0252">
        <w:trPr>
          <w:cantSplit/>
          <w:trHeight w:val="113"/>
          <w:jc w:val="center"/>
        </w:trPr>
        <w:tc>
          <w:tcPr>
            <w:tcW w:w="1127" w:type="dxa"/>
          </w:tcPr>
          <w:p w:rsidR="002E0252" w:rsidRPr="00256691" w:rsidRDefault="002E0252" w:rsidP="001445E7">
            <w:pPr>
              <w:pStyle w:val="SDMDocInfoText"/>
            </w:pPr>
            <w:r w:rsidRPr="00256691">
              <w:t>06.0</w:t>
            </w:r>
          </w:p>
        </w:tc>
        <w:tc>
          <w:tcPr>
            <w:tcW w:w="2253" w:type="dxa"/>
          </w:tcPr>
          <w:p w:rsidR="002E0252" w:rsidRPr="00256691" w:rsidRDefault="001445E7" w:rsidP="001445E7">
            <w:pPr>
              <w:pStyle w:val="SDMDocInfoText"/>
            </w:pPr>
            <w:r>
              <w:t xml:space="preserve">31 </w:t>
            </w:r>
            <w:r w:rsidR="002E0252">
              <w:t>May</w:t>
            </w:r>
            <w:r w:rsidR="002E0252" w:rsidRPr="00256691">
              <w:t xml:space="preserve"> 201</w:t>
            </w:r>
            <w:r w:rsidR="002E0252">
              <w:t>3</w:t>
            </w:r>
          </w:p>
        </w:tc>
        <w:tc>
          <w:tcPr>
            <w:tcW w:w="6191" w:type="dxa"/>
          </w:tcPr>
          <w:p w:rsidR="002E0252" w:rsidRDefault="001445E7" w:rsidP="001445E7">
            <w:pPr>
              <w:pStyle w:val="SDMDocInfoText"/>
            </w:pPr>
            <w:r>
              <w:t>EB</w:t>
            </w:r>
            <w:r w:rsidR="002E0252" w:rsidRPr="00256691">
              <w:t xml:space="preserve"> </w:t>
            </w:r>
            <w:r>
              <w:t>73</w:t>
            </w:r>
            <w:r w:rsidR="002E0252" w:rsidRPr="00256691">
              <w:t>, Annex</w:t>
            </w:r>
            <w:r w:rsidR="00C32F71">
              <w:t xml:space="preserve"> </w:t>
            </w:r>
            <w:r w:rsidR="005F36F7">
              <w:t>5</w:t>
            </w:r>
          </w:p>
          <w:p w:rsidR="002E0252" w:rsidRPr="00256691" w:rsidRDefault="002E0252" w:rsidP="001445E7">
            <w:pPr>
              <w:pStyle w:val="SDMDocInfoText"/>
            </w:pPr>
            <w:r w:rsidRPr="00256691">
              <w:t>Revision to:</w:t>
            </w:r>
          </w:p>
          <w:p w:rsidR="002E0252" w:rsidRPr="00256691" w:rsidRDefault="002E0252" w:rsidP="001445E7">
            <w:pPr>
              <w:pStyle w:val="SDMDocInfoText"/>
              <w:numPr>
                <w:ilvl w:val="0"/>
                <w:numId w:val="6"/>
              </w:numPr>
              <w:ind w:left="397" w:hanging="389"/>
            </w:pPr>
            <w:r w:rsidRPr="00256691">
              <w:t>Remove all references to nitric acid plants;</w:t>
            </w:r>
          </w:p>
          <w:p w:rsidR="00C242B9" w:rsidRDefault="002E0252" w:rsidP="00C242B9">
            <w:pPr>
              <w:pStyle w:val="SDMDocInfoText"/>
              <w:numPr>
                <w:ilvl w:val="0"/>
                <w:numId w:val="6"/>
              </w:numPr>
              <w:ind w:left="397" w:hanging="389"/>
            </w:pPr>
            <w:r w:rsidRPr="00256691">
              <w:t>Change the title from “N</w:t>
            </w:r>
            <w:r w:rsidRPr="00256691">
              <w:rPr>
                <w:vertAlign w:val="subscript"/>
              </w:rPr>
              <w:t>2</w:t>
            </w:r>
            <w:r w:rsidRPr="00256691">
              <w:t>O destruction in the tail gas of Nitric Acid or Caprolactam Production Plants” to “N</w:t>
            </w:r>
            <w:r w:rsidRPr="00256691">
              <w:rPr>
                <w:vertAlign w:val="subscript"/>
              </w:rPr>
              <w:t>2</w:t>
            </w:r>
            <w:r w:rsidRPr="00256691">
              <w:t>O destruction in the tail gas of Caprolactam production plants”</w:t>
            </w:r>
            <w:r w:rsidR="00C242B9" w:rsidRPr="00C242B9">
              <w:rPr>
                <w:color w:val="000000"/>
                <w:lang w:eastAsia="en-GB"/>
              </w:rPr>
              <w:t xml:space="preserve"> (formally known as </w:t>
            </w:r>
            <w:r w:rsidR="00C242B9" w:rsidRPr="00C242B9">
              <w:rPr>
                <w:rFonts w:ascii="Helv" w:hAnsi="Helv" w:cs="Helv"/>
                <w:color w:val="000000"/>
                <w:lang w:eastAsia="en-GB"/>
              </w:rPr>
              <w:t>"Catalytic N</w:t>
            </w:r>
            <w:r w:rsidR="00C242B9" w:rsidRPr="00083EB7">
              <w:rPr>
                <w:rFonts w:ascii="Helv" w:hAnsi="Helv" w:cs="Helv"/>
                <w:color w:val="000000"/>
                <w:vertAlign w:val="subscript"/>
                <w:lang w:eastAsia="en-GB"/>
              </w:rPr>
              <w:t>2</w:t>
            </w:r>
            <w:r w:rsidR="00C242B9" w:rsidRPr="00C242B9">
              <w:rPr>
                <w:rFonts w:ascii="Helv" w:hAnsi="Helv" w:cs="Helv"/>
                <w:color w:val="000000"/>
                <w:lang w:eastAsia="en-GB"/>
              </w:rPr>
              <w:t>O destruction in the tail gas of Nitric Acid or Caprolactam Production Plants</w:t>
            </w:r>
            <w:r w:rsidR="00C242B9" w:rsidRPr="00C242B9">
              <w:rPr>
                <w:color w:val="000000"/>
                <w:lang w:eastAsia="en-GB"/>
              </w:rPr>
              <w:t>")</w:t>
            </w:r>
            <w:r w:rsidR="00C242B9">
              <w:rPr>
                <w:color w:val="000000"/>
                <w:lang w:eastAsia="en-GB"/>
              </w:rPr>
              <w:t>.</w:t>
            </w:r>
          </w:p>
          <w:p w:rsidR="002E0252" w:rsidRPr="00256691" w:rsidRDefault="002E0252" w:rsidP="007027D9">
            <w:pPr>
              <w:pStyle w:val="SDMDocInfoText"/>
              <w:spacing w:before="0" w:after="0"/>
            </w:pPr>
          </w:p>
        </w:tc>
      </w:tr>
      <w:tr w:rsidR="002E0252" w:rsidRPr="003303F0" w:rsidTr="002E0252">
        <w:trPr>
          <w:cantSplit/>
          <w:trHeight w:val="113"/>
          <w:jc w:val="center"/>
        </w:trPr>
        <w:tc>
          <w:tcPr>
            <w:tcW w:w="1127" w:type="dxa"/>
          </w:tcPr>
          <w:p w:rsidR="002E0252" w:rsidRPr="00565894" w:rsidRDefault="002E0252" w:rsidP="001445E7">
            <w:pPr>
              <w:pStyle w:val="SDMDocInfoText"/>
            </w:pPr>
            <w:r w:rsidRPr="00565894">
              <w:t>05.1.0</w:t>
            </w:r>
          </w:p>
        </w:tc>
        <w:tc>
          <w:tcPr>
            <w:tcW w:w="2253" w:type="dxa"/>
          </w:tcPr>
          <w:p w:rsidR="002E0252" w:rsidRPr="00565894" w:rsidRDefault="002E0252" w:rsidP="001445E7">
            <w:pPr>
              <w:pStyle w:val="SDMDocInfoText"/>
            </w:pPr>
            <w:r w:rsidRPr="00565894">
              <w:t>15 April 2011</w:t>
            </w:r>
          </w:p>
        </w:tc>
        <w:tc>
          <w:tcPr>
            <w:tcW w:w="6191" w:type="dxa"/>
          </w:tcPr>
          <w:p w:rsidR="002E0252" w:rsidRDefault="002E0252" w:rsidP="001445E7">
            <w:pPr>
              <w:pStyle w:val="SDMDocInfoText"/>
            </w:pPr>
            <w:r>
              <w:t>EB 60, Annex 2</w:t>
            </w:r>
          </w:p>
          <w:p w:rsidR="002E0252" w:rsidRDefault="002E0252" w:rsidP="004C4BD2">
            <w:pPr>
              <w:pStyle w:val="SDMDocInfoText"/>
              <w:spacing w:before="0" w:after="0"/>
            </w:pPr>
            <w:r>
              <w:t>Amendment to:</w:t>
            </w:r>
          </w:p>
          <w:p w:rsidR="002E0252" w:rsidRDefault="002E0252" w:rsidP="001445E7">
            <w:pPr>
              <w:pStyle w:val="SDMDocInfoText"/>
              <w:numPr>
                <w:ilvl w:val="0"/>
                <w:numId w:val="6"/>
              </w:numPr>
              <w:ind w:left="397" w:hanging="389"/>
            </w:pPr>
            <w:r>
              <w:t>Broaden the applicability allowing thermal decomposition of N</w:t>
            </w:r>
            <w:r w:rsidRPr="000D0E26">
              <w:rPr>
                <w:vertAlign w:val="subscript"/>
              </w:rPr>
              <w:t>2</w:t>
            </w:r>
            <w:r>
              <w:t>O;</w:t>
            </w:r>
          </w:p>
          <w:p w:rsidR="002E0252" w:rsidRDefault="002E0252" w:rsidP="001445E7">
            <w:pPr>
              <w:pStyle w:val="SDMDocInfoText"/>
              <w:numPr>
                <w:ilvl w:val="0"/>
                <w:numId w:val="6"/>
              </w:numPr>
              <w:ind w:left="397" w:hanging="389"/>
            </w:pPr>
            <w:r>
              <w:t>Editorial improvements.</w:t>
            </w:r>
          </w:p>
          <w:p w:rsidR="007027D9" w:rsidRDefault="007027D9" w:rsidP="007027D9">
            <w:pPr>
              <w:pStyle w:val="SDMDocInfoText"/>
              <w:spacing w:before="0" w:after="0"/>
              <w:ind w:left="720"/>
            </w:pPr>
          </w:p>
        </w:tc>
      </w:tr>
      <w:tr w:rsidR="002E0252" w:rsidRPr="003303F0" w:rsidTr="002E0252">
        <w:trPr>
          <w:cantSplit/>
          <w:trHeight w:val="113"/>
          <w:jc w:val="center"/>
        </w:trPr>
        <w:tc>
          <w:tcPr>
            <w:tcW w:w="1127" w:type="dxa"/>
          </w:tcPr>
          <w:p w:rsidR="002E0252" w:rsidRPr="00565894" w:rsidRDefault="002E0252" w:rsidP="001445E7">
            <w:pPr>
              <w:pStyle w:val="SDMDocInfoText"/>
            </w:pPr>
            <w:r w:rsidRPr="00565894">
              <w:lastRenderedPageBreak/>
              <w:t>05</w:t>
            </w:r>
          </w:p>
        </w:tc>
        <w:tc>
          <w:tcPr>
            <w:tcW w:w="2253" w:type="dxa"/>
          </w:tcPr>
          <w:p w:rsidR="002E0252" w:rsidRPr="00565894" w:rsidRDefault="002E0252" w:rsidP="001445E7">
            <w:pPr>
              <w:pStyle w:val="SDMDocInfoText"/>
            </w:pPr>
            <w:r w:rsidRPr="00565894">
              <w:t>12 February 2010</w:t>
            </w:r>
          </w:p>
        </w:tc>
        <w:tc>
          <w:tcPr>
            <w:tcW w:w="6191" w:type="dxa"/>
          </w:tcPr>
          <w:p w:rsidR="002E0252" w:rsidRDefault="002E0252" w:rsidP="001445E7">
            <w:pPr>
              <w:pStyle w:val="SDMDocInfoText"/>
            </w:pPr>
            <w:r>
              <w:t>EB 52, Annex 4</w:t>
            </w:r>
          </w:p>
          <w:p w:rsidR="002E0252" w:rsidRDefault="002E0252" w:rsidP="004C4BD2">
            <w:pPr>
              <w:pStyle w:val="SDMDocInfoText"/>
              <w:spacing w:before="0" w:after="0"/>
            </w:pPr>
            <w:r>
              <w:t>Revision to:</w:t>
            </w:r>
          </w:p>
          <w:p w:rsidR="002E0252" w:rsidRDefault="002E0252" w:rsidP="001445E7">
            <w:pPr>
              <w:pStyle w:val="SDMDocInfoText"/>
              <w:numPr>
                <w:ilvl w:val="0"/>
                <w:numId w:val="6"/>
              </w:numPr>
              <w:ind w:left="397" w:hanging="389"/>
            </w:pPr>
            <w:r>
              <w:t>B</w:t>
            </w:r>
            <w:r w:rsidRPr="000D0E26">
              <w:t>roaden the applicability of the methodology to cover project activities that use HPO® process for the production of Caprolactam.</w:t>
            </w:r>
          </w:p>
          <w:p w:rsidR="007027D9" w:rsidRDefault="007027D9" w:rsidP="007027D9">
            <w:pPr>
              <w:pStyle w:val="SDMDocInfoText"/>
              <w:spacing w:before="0" w:after="0"/>
              <w:ind w:left="720"/>
            </w:pPr>
          </w:p>
        </w:tc>
      </w:tr>
      <w:tr w:rsidR="002E0252" w:rsidRPr="003303F0" w:rsidTr="002E0252">
        <w:trPr>
          <w:cantSplit/>
          <w:trHeight w:val="113"/>
          <w:jc w:val="center"/>
        </w:trPr>
        <w:tc>
          <w:tcPr>
            <w:tcW w:w="1127" w:type="dxa"/>
          </w:tcPr>
          <w:p w:rsidR="002E0252" w:rsidRDefault="002E0252" w:rsidP="001445E7">
            <w:pPr>
              <w:pStyle w:val="SDMDocInfoText"/>
            </w:pPr>
            <w:r>
              <w:t>04.2</w:t>
            </w:r>
          </w:p>
        </w:tc>
        <w:tc>
          <w:tcPr>
            <w:tcW w:w="2253" w:type="dxa"/>
          </w:tcPr>
          <w:p w:rsidR="002E0252" w:rsidRDefault="002E0252" w:rsidP="001445E7">
            <w:pPr>
              <w:pStyle w:val="SDMDocInfoText"/>
            </w:pPr>
            <w:r>
              <w:t>02 August 2008</w:t>
            </w:r>
          </w:p>
        </w:tc>
        <w:tc>
          <w:tcPr>
            <w:tcW w:w="6191" w:type="dxa"/>
          </w:tcPr>
          <w:p w:rsidR="002E0252" w:rsidRDefault="002E0252" w:rsidP="001445E7">
            <w:pPr>
              <w:pStyle w:val="SDMDocInfoText"/>
            </w:pPr>
            <w:r>
              <w:t>EB 41, Annex 8</w:t>
            </w:r>
          </w:p>
          <w:p w:rsidR="002E0252" w:rsidRDefault="002E0252" w:rsidP="001445E7">
            <w:pPr>
              <w:pStyle w:val="SDMDocInfoText"/>
            </w:pPr>
            <w:r>
              <w:t>Editiorial revision to:</w:t>
            </w:r>
          </w:p>
          <w:p w:rsidR="008C4780" w:rsidRDefault="008C4780" w:rsidP="001445E7">
            <w:pPr>
              <w:pStyle w:val="SDMDocInfoText"/>
              <w:numPr>
                <w:ilvl w:val="0"/>
                <w:numId w:val="6"/>
              </w:numPr>
              <w:ind w:left="397" w:hanging="389"/>
            </w:pPr>
            <w:r>
              <w:t>A</w:t>
            </w:r>
            <w:r w:rsidRPr="000D0E26">
              <w:t>dd footnote 4 and footnote 5 to clarify that volume of gas and N</w:t>
            </w:r>
            <w:r w:rsidRPr="000D0E26">
              <w:rPr>
                <w:vertAlign w:val="subscript"/>
              </w:rPr>
              <w:t>2</w:t>
            </w:r>
            <w:r w:rsidRPr="000D0E26">
              <w:t>O concentration should be measured simultaneously, and at same basis (wet or dry) and should be expressed at the normal conditions. The clarification made in the monitoring tables of these parameters</w:t>
            </w:r>
            <w:r w:rsidR="00C242B9">
              <w:t>.</w:t>
            </w:r>
          </w:p>
          <w:p w:rsidR="008C4780" w:rsidRDefault="008C4780" w:rsidP="008C4780">
            <w:pPr>
              <w:pStyle w:val="SDMDocInfoText"/>
              <w:spacing w:before="0" w:after="0"/>
              <w:ind w:left="720"/>
            </w:pPr>
          </w:p>
        </w:tc>
      </w:tr>
      <w:tr w:rsidR="002E0252" w:rsidRPr="00A24625" w:rsidTr="002E0252">
        <w:trPr>
          <w:cantSplit/>
          <w:trHeight w:val="113"/>
          <w:jc w:val="center"/>
        </w:trPr>
        <w:tc>
          <w:tcPr>
            <w:tcW w:w="1127" w:type="dxa"/>
          </w:tcPr>
          <w:p w:rsidR="002E0252" w:rsidRDefault="002E0252" w:rsidP="001445E7">
            <w:pPr>
              <w:pStyle w:val="SDMDocInfoText"/>
            </w:pPr>
            <w:r>
              <w:t>04.1</w:t>
            </w:r>
          </w:p>
        </w:tc>
        <w:tc>
          <w:tcPr>
            <w:tcW w:w="2253" w:type="dxa"/>
          </w:tcPr>
          <w:p w:rsidR="002E0252" w:rsidRDefault="002E0252" w:rsidP="001445E7">
            <w:pPr>
              <w:pStyle w:val="SDMDocInfoText"/>
            </w:pPr>
            <w:r>
              <w:t>25 January 2007</w:t>
            </w:r>
          </w:p>
        </w:tc>
        <w:tc>
          <w:tcPr>
            <w:tcW w:w="6191" w:type="dxa"/>
          </w:tcPr>
          <w:p w:rsidR="002E0252" w:rsidRDefault="002E0252" w:rsidP="001445E7">
            <w:pPr>
              <w:pStyle w:val="SDMDocInfoText"/>
            </w:pPr>
            <w:r w:rsidRPr="00A24625">
              <w:t>Equation 8 was modified by removing the term GWP on the lhs of the equation.</w:t>
            </w:r>
          </w:p>
          <w:p w:rsidR="007027D9" w:rsidRPr="00A24625" w:rsidRDefault="007027D9" w:rsidP="004C4BD2">
            <w:pPr>
              <w:pStyle w:val="SDMDocInfoText"/>
              <w:spacing w:before="0" w:after="0"/>
            </w:pPr>
          </w:p>
        </w:tc>
      </w:tr>
      <w:tr w:rsidR="002E0252" w:rsidRPr="003303F0" w:rsidTr="002E0252">
        <w:trPr>
          <w:cantSplit/>
          <w:trHeight w:val="113"/>
          <w:jc w:val="center"/>
        </w:trPr>
        <w:tc>
          <w:tcPr>
            <w:tcW w:w="1127" w:type="dxa"/>
          </w:tcPr>
          <w:p w:rsidR="002E0252" w:rsidRDefault="002E0252" w:rsidP="001445E7">
            <w:pPr>
              <w:pStyle w:val="SDMDocInfoText"/>
            </w:pPr>
            <w:r>
              <w:t>04</w:t>
            </w:r>
          </w:p>
        </w:tc>
        <w:tc>
          <w:tcPr>
            <w:tcW w:w="2253" w:type="dxa"/>
          </w:tcPr>
          <w:p w:rsidR="002E0252" w:rsidRDefault="002E0252" w:rsidP="001445E7">
            <w:pPr>
              <w:pStyle w:val="SDMDocInfoText"/>
            </w:pPr>
            <w:r>
              <w:t>21 December 2006</w:t>
            </w:r>
          </w:p>
        </w:tc>
        <w:tc>
          <w:tcPr>
            <w:tcW w:w="6191" w:type="dxa"/>
          </w:tcPr>
          <w:p w:rsidR="002E0252" w:rsidRPr="000D0E26" w:rsidRDefault="002E0252" w:rsidP="001445E7">
            <w:pPr>
              <w:pStyle w:val="SDMDocInfoText"/>
            </w:pPr>
            <w:r w:rsidRPr="000D0E26">
              <w:t>EB 28, Annex 11</w:t>
            </w:r>
          </w:p>
          <w:p w:rsidR="002E0252" w:rsidRDefault="002E0252" w:rsidP="004C4BD2">
            <w:pPr>
              <w:pStyle w:val="SDMDocInfoText"/>
              <w:spacing w:before="0" w:after="0"/>
            </w:pPr>
            <w:r w:rsidRPr="000D0E26">
              <w:rPr>
                <w:lang w:eastAsia="en-US"/>
              </w:rPr>
              <w:t>Conservative default value for oxidation of methane and hydrocarbons that may be used for destruction of NO</w:t>
            </w:r>
            <w:r w:rsidRPr="000D0E26">
              <w:rPr>
                <w:vertAlign w:val="subscript"/>
                <w:lang w:eastAsia="en-US"/>
              </w:rPr>
              <w:t>X</w:t>
            </w:r>
            <w:r w:rsidRPr="000D0E26">
              <w:rPr>
                <w:lang w:eastAsia="en-US"/>
              </w:rPr>
              <w:t xml:space="preserve"> has been amended.</w:t>
            </w:r>
          </w:p>
          <w:p w:rsidR="007027D9" w:rsidRDefault="007027D9" w:rsidP="004C4BD2">
            <w:pPr>
              <w:pStyle w:val="SDMDocInfoText"/>
              <w:spacing w:before="0" w:after="0"/>
            </w:pPr>
          </w:p>
        </w:tc>
      </w:tr>
      <w:tr w:rsidR="002E0252" w:rsidRPr="003303F0" w:rsidTr="002E0252">
        <w:trPr>
          <w:cantSplit/>
          <w:trHeight w:val="113"/>
          <w:jc w:val="center"/>
        </w:trPr>
        <w:tc>
          <w:tcPr>
            <w:tcW w:w="1127" w:type="dxa"/>
          </w:tcPr>
          <w:p w:rsidR="002E0252" w:rsidRDefault="002E0252" w:rsidP="001445E7">
            <w:pPr>
              <w:pStyle w:val="SDMDocInfoText"/>
            </w:pPr>
            <w:r>
              <w:t>03</w:t>
            </w:r>
          </w:p>
        </w:tc>
        <w:tc>
          <w:tcPr>
            <w:tcW w:w="2253" w:type="dxa"/>
          </w:tcPr>
          <w:p w:rsidR="002E0252" w:rsidRDefault="002E0252" w:rsidP="001445E7">
            <w:pPr>
              <w:pStyle w:val="SDMDocInfoText"/>
            </w:pPr>
            <w:r w:rsidRPr="000D0E26">
              <w:t>01 November 2006</w:t>
            </w:r>
          </w:p>
        </w:tc>
        <w:tc>
          <w:tcPr>
            <w:tcW w:w="6191" w:type="dxa"/>
          </w:tcPr>
          <w:p w:rsidR="002E0252" w:rsidRDefault="002E0252" w:rsidP="001445E7">
            <w:pPr>
              <w:pStyle w:val="SDMDocInfoText"/>
            </w:pPr>
            <w:r w:rsidRPr="000D0E26">
              <w:t>EB 27, Annex 8</w:t>
            </w:r>
          </w:p>
          <w:p w:rsidR="002E0252" w:rsidRDefault="002E0252" w:rsidP="001445E7">
            <w:pPr>
              <w:pStyle w:val="SDMDocInfoText"/>
            </w:pPr>
            <w:r>
              <w:t>Revision to:</w:t>
            </w:r>
          </w:p>
          <w:p w:rsidR="002E0252" w:rsidRDefault="002E0252" w:rsidP="001445E7">
            <w:pPr>
              <w:pStyle w:val="SDMDocInfoText"/>
              <w:numPr>
                <w:ilvl w:val="0"/>
                <w:numId w:val="6"/>
              </w:numPr>
              <w:ind w:left="397" w:hanging="389"/>
            </w:pPr>
            <w:r>
              <w:t>C</w:t>
            </w:r>
            <w:r w:rsidRPr="000D0E26">
              <w:t>larify that the phrase “existing nitric acid production facilities installed no later than 31 December 2005” in the applicability conditions should be that a record of commercial production exists before 31 December, 2005.</w:t>
            </w:r>
          </w:p>
        </w:tc>
      </w:tr>
      <w:tr w:rsidR="002E0252" w:rsidRPr="003303F0" w:rsidTr="002E0252">
        <w:trPr>
          <w:cantSplit/>
          <w:trHeight w:val="113"/>
          <w:jc w:val="center"/>
        </w:trPr>
        <w:tc>
          <w:tcPr>
            <w:tcW w:w="1127" w:type="dxa"/>
          </w:tcPr>
          <w:p w:rsidR="002E0252" w:rsidRDefault="002E0252" w:rsidP="00C96C43">
            <w:pPr>
              <w:pStyle w:val="SDMDocInfoText"/>
            </w:pPr>
            <w:r>
              <w:t>02</w:t>
            </w:r>
          </w:p>
        </w:tc>
        <w:tc>
          <w:tcPr>
            <w:tcW w:w="2253" w:type="dxa"/>
          </w:tcPr>
          <w:p w:rsidR="002E0252" w:rsidRDefault="002E0252" w:rsidP="001445E7">
            <w:pPr>
              <w:pStyle w:val="SDMDocInfoText"/>
            </w:pPr>
            <w:r w:rsidRPr="000D0E26">
              <w:t>29 September 2006</w:t>
            </w:r>
          </w:p>
        </w:tc>
        <w:tc>
          <w:tcPr>
            <w:tcW w:w="6191" w:type="dxa"/>
          </w:tcPr>
          <w:p w:rsidR="002E0252" w:rsidRDefault="002E0252" w:rsidP="001445E7">
            <w:pPr>
              <w:pStyle w:val="SDMDocInfoText"/>
            </w:pPr>
            <w:r w:rsidRPr="00EC7C06">
              <w:t>EB 26, Annex 8</w:t>
            </w:r>
          </w:p>
          <w:p w:rsidR="002E0252" w:rsidRDefault="002E0252" w:rsidP="001445E7">
            <w:pPr>
              <w:pStyle w:val="SDMDocInfoText"/>
            </w:pPr>
            <w:r>
              <w:t>Revision to:</w:t>
            </w:r>
          </w:p>
          <w:p w:rsidR="002E0252" w:rsidRDefault="002E0252" w:rsidP="009C4C2F">
            <w:pPr>
              <w:pStyle w:val="SDMDocInfoText"/>
              <w:numPr>
                <w:ilvl w:val="0"/>
                <w:numId w:val="6"/>
              </w:numPr>
              <w:spacing w:before="0" w:after="0"/>
              <w:ind w:hanging="698"/>
            </w:pPr>
            <w:r>
              <w:t>B</w:t>
            </w:r>
            <w:r w:rsidRPr="000D0E26">
              <w:t>roaden the applicability of the approved methodology AM0028 to project activities that destroy N</w:t>
            </w:r>
            <w:r w:rsidRPr="00EC7C06">
              <w:rPr>
                <w:vertAlign w:val="subscript"/>
              </w:rPr>
              <w:t>2</w:t>
            </w:r>
            <w:r w:rsidRPr="000D0E26">
              <w:t>O emissions from process of caprolactam production. The approved methodology was also amended to include the monitoring of N</w:t>
            </w:r>
            <w:r w:rsidRPr="00EC7C06">
              <w:rPr>
                <w:vertAlign w:val="subscript"/>
              </w:rPr>
              <w:t>2</w:t>
            </w:r>
            <w:r w:rsidRPr="000D0E26">
              <w:t>O using the standard EN1418, which is also used in the approved methodology AM0034</w:t>
            </w:r>
            <w:r>
              <w:t>.</w:t>
            </w:r>
          </w:p>
          <w:p w:rsidR="007027D9" w:rsidRDefault="007027D9" w:rsidP="007027D9">
            <w:pPr>
              <w:pStyle w:val="SDMDocInfoText"/>
              <w:spacing w:before="0" w:after="0"/>
              <w:ind w:left="720"/>
            </w:pPr>
          </w:p>
        </w:tc>
      </w:tr>
      <w:tr w:rsidR="002E0252" w:rsidRPr="003303F0" w:rsidTr="002E0252">
        <w:trPr>
          <w:cantSplit/>
          <w:trHeight w:val="113"/>
          <w:jc w:val="center"/>
        </w:trPr>
        <w:tc>
          <w:tcPr>
            <w:tcW w:w="1127" w:type="dxa"/>
          </w:tcPr>
          <w:p w:rsidR="002E0252" w:rsidRDefault="002E0252" w:rsidP="00C96C43">
            <w:pPr>
              <w:pStyle w:val="SDMDocInfoText"/>
            </w:pPr>
            <w:r>
              <w:t>01</w:t>
            </w:r>
          </w:p>
        </w:tc>
        <w:tc>
          <w:tcPr>
            <w:tcW w:w="2253" w:type="dxa"/>
          </w:tcPr>
          <w:p w:rsidR="002E0252" w:rsidRDefault="002E0252" w:rsidP="001445E7">
            <w:pPr>
              <w:pStyle w:val="SDMDocInfoText"/>
            </w:pPr>
            <w:r w:rsidRPr="000D0E26">
              <w:t>24 February 2006</w:t>
            </w:r>
          </w:p>
        </w:tc>
        <w:tc>
          <w:tcPr>
            <w:tcW w:w="6191" w:type="dxa"/>
          </w:tcPr>
          <w:p w:rsidR="002E0252" w:rsidRDefault="002E0252" w:rsidP="001445E7">
            <w:pPr>
              <w:pStyle w:val="SDMDocInfoText"/>
            </w:pPr>
            <w:r w:rsidRPr="00EC7C06">
              <w:t>EB 23, Annex 13</w:t>
            </w:r>
          </w:p>
          <w:p w:rsidR="002E0252" w:rsidRDefault="002E0252" w:rsidP="001445E7">
            <w:pPr>
              <w:pStyle w:val="SDMDocInfoText"/>
            </w:pPr>
            <w:r>
              <w:t>Initial adoption.</w:t>
            </w:r>
          </w:p>
        </w:tc>
      </w:tr>
      <w:tr w:rsidR="002E0252" w:rsidRPr="0056518A" w:rsidTr="002E0252">
        <w:trPr>
          <w:cantSplit/>
          <w:trHeight w:val="113"/>
          <w:jc w:val="center"/>
        </w:trPr>
        <w:tc>
          <w:tcPr>
            <w:tcW w:w="9571" w:type="dxa"/>
            <w:gridSpan w:val="3"/>
            <w:tcBorders>
              <w:top w:val="single" w:sz="4" w:space="0" w:color="auto"/>
              <w:bottom w:val="single" w:sz="12" w:space="0" w:color="auto"/>
            </w:tcBorders>
            <w:vAlign w:val="center"/>
          </w:tcPr>
          <w:p w:rsidR="002E0252" w:rsidRPr="0056518A" w:rsidRDefault="002E0252" w:rsidP="00AE390C">
            <w:pPr>
              <w:pStyle w:val="SDMDocInfoText"/>
            </w:pPr>
            <w:r w:rsidRPr="0056518A">
              <w:t>Decision Class:</w:t>
            </w:r>
            <w:r>
              <w:t xml:space="preserve"> Regulatory</w:t>
            </w:r>
            <w:r>
              <w:br/>
              <w:t>Document Type: Standard</w:t>
            </w:r>
            <w:r w:rsidRPr="001D22EB">
              <w:br/>
            </w:r>
            <w:r w:rsidRPr="0056518A">
              <w:t>Business Function:</w:t>
            </w:r>
            <w:r>
              <w:t xml:space="preserve"> Methodology</w:t>
            </w:r>
            <w:r w:rsidRPr="0056518A">
              <w:br/>
            </w:r>
            <w:r w:rsidRPr="00115613">
              <w:t xml:space="preserve">Keywords: </w:t>
            </w:r>
            <w:r w:rsidR="005F36F7">
              <w:rPr>
                <w:color w:val="000000"/>
                <w:lang w:eastAsia="en-GB"/>
              </w:rPr>
              <w:t>nitrous oxide</w:t>
            </w:r>
          </w:p>
        </w:tc>
      </w:tr>
    </w:tbl>
    <w:p w:rsidR="00235FD4" w:rsidRDefault="00235FD4" w:rsidP="000E2C58">
      <w:pPr>
        <w:rPr>
          <w:sz w:val="2"/>
          <w:szCs w:val="2"/>
        </w:rPr>
      </w:pPr>
    </w:p>
    <w:sectPr w:rsidR="00235FD4" w:rsidSect="00487AA2">
      <w:headerReference w:type="even" r:id="rId18"/>
      <w:headerReference w:type="default" r:id="rId19"/>
      <w:footerReference w:type="default" r:id="rId20"/>
      <w:headerReference w:type="first" r:id="rId21"/>
      <w:type w:val="continuous"/>
      <w:pgSz w:w="11907" w:h="16840" w:code="9"/>
      <w:pgMar w:top="2552" w:right="1134" w:bottom="1418" w:left="1418" w:header="851" w:footer="567"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FC7" w:rsidRDefault="007B7FC7">
      <w:r>
        <w:separator/>
      </w:r>
    </w:p>
  </w:endnote>
  <w:endnote w:type="continuationSeparator" w:id="0">
    <w:p w:rsidR="007B7FC7" w:rsidRDefault="007B7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C7" w:rsidRDefault="007B7FC7" w:rsidP="001E515F">
    <w:pPr>
      <w:pStyle w:val="Footer"/>
      <w:pBdr>
        <w:bottom w:val="single" w:sz="24" w:space="1" w:color="auto"/>
      </w:pBdr>
      <w:spacing w:after="300"/>
      <w:rPr>
        <w:rFonts w:cs="Arial"/>
        <w:szCs w:val="22"/>
        <w:lang w:val="de-DE"/>
      </w:rPr>
    </w:pPr>
  </w:p>
  <w:p w:rsidR="007B7FC7" w:rsidRPr="00EE1740" w:rsidRDefault="007B7FC7" w:rsidP="001C060A">
    <w:pPr>
      <w:pStyle w:val="Footer"/>
      <w:rPr>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C7" w:rsidRDefault="007B7FC7" w:rsidP="004412C4">
    <w:pPr>
      <w:pStyle w:val="Footer"/>
      <w:pBdr>
        <w:bottom w:val="single" w:sz="24" w:space="1" w:color="auto"/>
      </w:pBdr>
      <w:spacing w:after="300"/>
      <w:rPr>
        <w:rFonts w:cs="Arial"/>
        <w:szCs w:val="22"/>
        <w:lang w:val="de-DE"/>
      </w:rPr>
    </w:pPr>
  </w:p>
  <w:p w:rsidR="007B7FC7" w:rsidRPr="004412C4" w:rsidRDefault="007B7FC7" w:rsidP="004412C4">
    <w:pPr>
      <w:pStyle w:val="Footer"/>
      <w:rPr>
        <w:lang w:val="de-D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C7" w:rsidRPr="000C4064" w:rsidRDefault="007B7FC7" w:rsidP="00FC376F">
    <w:pPr>
      <w:pStyle w:val="SDMFooter"/>
    </w:pPr>
    <w:r w:rsidRPr="000C4064">
      <w:fldChar w:fldCharType="begin"/>
    </w:r>
    <w:r w:rsidRPr="000C4064">
      <w:instrText xml:space="preserve"> PAGE </w:instrText>
    </w:r>
    <w:r w:rsidRPr="000C4064">
      <w:fldChar w:fldCharType="separate"/>
    </w:r>
    <w:r w:rsidR="001F50D8">
      <w:rPr>
        <w:noProof/>
      </w:rPr>
      <w:t>3</w:t>
    </w:r>
    <w:r w:rsidRPr="000C4064">
      <w:fldChar w:fldCharType="end"/>
    </w:r>
    <w:r>
      <w:t xml:space="preserve"> of </w:t>
    </w:r>
    <w:r w:rsidR="001F50D8">
      <w:fldChar w:fldCharType="begin"/>
    </w:r>
    <w:r w:rsidR="001F50D8">
      <w:instrText xml:space="preserve"> NUMPAGES </w:instrText>
    </w:r>
    <w:r w:rsidR="001F50D8">
      <w:fldChar w:fldCharType="separate"/>
    </w:r>
    <w:r w:rsidR="001F50D8">
      <w:rPr>
        <w:noProof/>
      </w:rPr>
      <w:t>27</w:t>
    </w:r>
    <w:r w:rsidR="001F50D8">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C7" w:rsidRPr="00F306F1" w:rsidRDefault="007B7FC7" w:rsidP="00F306F1">
    <w:pPr>
      <w:pStyle w:val="SDMFooter"/>
    </w:pPr>
    <w:r w:rsidRPr="00F306F1">
      <w:fldChar w:fldCharType="begin"/>
    </w:r>
    <w:r w:rsidRPr="00F306F1">
      <w:instrText xml:space="preserve"> PAGE </w:instrText>
    </w:r>
    <w:r w:rsidRPr="00F306F1">
      <w:fldChar w:fldCharType="separate"/>
    </w:r>
    <w:r w:rsidR="001F50D8">
      <w:rPr>
        <w:noProof/>
      </w:rPr>
      <w:t>19</w:t>
    </w:r>
    <w:r w:rsidRPr="00F306F1">
      <w:fldChar w:fldCharType="end"/>
    </w:r>
    <w:r w:rsidRPr="00F306F1">
      <w:t xml:space="preserve"> of </w:t>
    </w:r>
    <w:r w:rsidR="001F50D8">
      <w:fldChar w:fldCharType="begin"/>
    </w:r>
    <w:r w:rsidR="001F50D8">
      <w:instrText xml:space="preserve"> NUMPAGES </w:instrText>
    </w:r>
    <w:r w:rsidR="001F50D8">
      <w:fldChar w:fldCharType="separate"/>
    </w:r>
    <w:r w:rsidR="001F50D8">
      <w:rPr>
        <w:noProof/>
      </w:rPr>
      <w:t>27</w:t>
    </w:r>
    <w:r w:rsidR="001F50D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FC7" w:rsidRDefault="007B7FC7">
      <w:r>
        <w:separator/>
      </w:r>
    </w:p>
  </w:footnote>
  <w:footnote w:type="continuationSeparator" w:id="0">
    <w:p w:rsidR="007B7FC7" w:rsidRDefault="007B7FC7">
      <w:r>
        <w:continuationSeparator/>
      </w:r>
    </w:p>
  </w:footnote>
  <w:footnote w:id="1">
    <w:p w:rsidR="007B7FC7" w:rsidRPr="002E667D" w:rsidRDefault="007B7FC7" w:rsidP="00C31B9A">
      <w:pPr>
        <w:pStyle w:val="FootnoteText"/>
        <w:rPr>
          <w:lang w:val="en-US"/>
        </w:rPr>
      </w:pPr>
      <w:r>
        <w:rPr>
          <w:rStyle w:val="FootnoteReference"/>
        </w:rPr>
        <w:footnoteRef/>
      </w:r>
      <w:r>
        <w:tab/>
      </w:r>
      <w:r w:rsidRPr="002E667D">
        <w:t>Caprolactam production plants including the ammonia oxidation reactor (AOR) where N</w:t>
      </w:r>
      <w:r w:rsidRPr="002E667D">
        <w:rPr>
          <w:vertAlign w:val="subscript"/>
        </w:rPr>
        <w:t>2</w:t>
      </w:r>
      <w:r w:rsidRPr="002E667D">
        <w:t>O is generated</w:t>
      </w:r>
      <w:r>
        <w:t>.</w:t>
      </w:r>
    </w:p>
  </w:footnote>
  <w:footnote w:id="2">
    <w:p w:rsidR="007B7FC7" w:rsidRPr="00811F00" w:rsidRDefault="007B7FC7">
      <w:pPr>
        <w:pStyle w:val="FootnoteText"/>
        <w:rPr>
          <w:lang w:val="en-US"/>
        </w:rPr>
      </w:pPr>
      <w:r>
        <w:rPr>
          <w:rStyle w:val="FootnoteReference"/>
        </w:rPr>
        <w:footnoteRef/>
      </w:r>
      <w:r>
        <w:tab/>
      </w:r>
      <w:r w:rsidRPr="00811F00">
        <w:t xml:space="preserve">NSCR: </w:t>
      </w:r>
      <w:r>
        <w:t>a</w:t>
      </w:r>
      <w:r w:rsidRPr="00811F00">
        <w:t>s NSCR DeNO</w:t>
      </w:r>
      <w:r w:rsidRPr="00400069">
        <w:rPr>
          <w:rFonts w:cs="Arial"/>
          <w:sz w:val="22"/>
          <w:szCs w:val="22"/>
          <w:vertAlign w:val="subscript"/>
        </w:rPr>
        <w:t>X</w:t>
      </w:r>
      <w:r w:rsidRPr="00811F00">
        <w:t>-unit will reduce N</w:t>
      </w:r>
      <w:r w:rsidRPr="00400069">
        <w:rPr>
          <w:rFonts w:cs="Arial"/>
          <w:sz w:val="22"/>
          <w:szCs w:val="22"/>
          <w:vertAlign w:val="subscript"/>
        </w:rPr>
        <w:t>2</w:t>
      </w:r>
      <w:r w:rsidRPr="00811F00">
        <w:t>O emissions as a side reaction to the NO</w:t>
      </w:r>
      <w:r w:rsidRPr="00400069">
        <w:rPr>
          <w:rFonts w:cs="Arial"/>
          <w:sz w:val="22"/>
          <w:szCs w:val="22"/>
          <w:vertAlign w:val="subscript"/>
        </w:rPr>
        <w:t>X</w:t>
      </w:r>
      <w:r w:rsidRPr="00811F00">
        <w:t>-reduction. Consequently, new NSCR installation can be seen as alternative N</w:t>
      </w:r>
      <w:r w:rsidRPr="00400069">
        <w:rPr>
          <w:rFonts w:cs="Arial"/>
          <w:sz w:val="22"/>
          <w:szCs w:val="22"/>
          <w:vertAlign w:val="subscript"/>
        </w:rPr>
        <w:t>2</w:t>
      </w:r>
      <w:r w:rsidRPr="00811F00">
        <w:t>O reduction technology</w:t>
      </w:r>
      <w:r>
        <w:t>.</w:t>
      </w:r>
    </w:p>
  </w:footnote>
  <w:footnote w:id="3">
    <w:p w:rsidR="007B7FC7" w:rsidRPr="005C599E" w:rsidRDefault="007B7FC7">
      <w:pPr>
        <w:pStyle w:val="FootnoteText"/>
        <w:rPr>
          <w:lang w:val="en-US"/>
        </w:rPr>
      </w:pPr>
      <w:r>
        <w:rPr>
          <w:rStyle w:val="FootnoteReference"/>
        </w:rPr>
        <w:footnoteRef/>
      </w:r>
      <w:r>
        <w:tab/>
      </w:r>
      <w:r w:rsidRPr="005C599E">
        <w:t>For the investment comparison analyses, IRRs can be calculated either as project IRRs or as equity IRRs. Project IRRs calculate a return based on project cash outflows and cash inflows only, irrespective of the source of financing. Equity IRRs calculate a return to equity investors and therefore also consider amount and costs of available debt financing. The decision to proceed with an investment is based on returns to the investors, so equity IRR will be more appropriate in many cases. However, there will also be cases where a project IRR may be appropriate.</w:t>
      </w:r>
    </w:p>
  </w:footnote>
  <w:footnote w:id="4">
    <w:p w:rsidR="007B7FC7" w:rsidRPr="009F1150" w:rsidRDefault="007B7FC7">
      <w:pPr>
        <w:pStyle w:val="FootnoteText"/>
        <w:rPr>
          <w:lang w:val="en-US"/>
        </w:rPr>
      </w:pPr>
      <w:r>
        <w:rPr>
          <w:rStyle w:val="FootnoteReference"/>
        </w:rPr>
        <w:footnoteRef/>
      </w:r>
      <w:r>
        <w:rPr>
          <w:i/>
        </w:rPr>
        <w:tab/>
      </w:r>
      <w:r w:rsidRPr="00306D47">
        <w:rPr>
          <w:i/>
        </w:rPr>
        <w:t>F</w:t>
      </w:r>
      <w:r w:rsidRPr="00306D47">
        <w:rPr>
          <w:i/>
          <w:vertAlign w:val="subscript"/>
        </w:rPr>
        <w:t>TE,i</w:t>
      </w:r>
      <w:r w:rsidRPr="004A0B92">
        <w:t xml:space="preserve"> and </w:t>
      </w:r>
      <w:r w:rsidRPr="00306D47">
        <w:rPr>
          <w:i/>
        </w:rPr>
        <w:t>CO</w:t>
      </w:r>
      <w:r w:rsidRPr="00306D47">
        <w:rPr>
          <w:i/>
          <w:vertAlign w:val="subscript"/>
        </w:rPr>
        <w:t>N</w:t>
      </w:r>
      <w:r w:rsidRPr="00306D47">
        <w:rPr>
          <w:rFonts w:cs="Arial"/>
          <w:i/>
          <w:sz w:val="22"/>
          <w:szCs w:val="22"/>
          <w:vertAlign w:val="subscript"/>
        </w:rPr>
        <w:t>2</w:t>
      </w:r>
      <w:r w:rsidRPr="00306D47">
        <w:rPr>
          <w:i/>
          <w:vertAlign w:val="subscript"/>
        </w:rPr>
        <w:t>O,i</w:t>
      </w:r>
      <w:r w:rsidRPr="00DE62B9">
        <w:t xml:space="preserve"> </w:t>
      </w:r>
      <w:r w:rsidRPr="004A0B92">
        <w:t>should be measured simultaneously and at same basis (wet or dry) and values should be expressed on the same basis (wet or dry) and should be correcte</w:t>
      </w:r>
      <w:r>
        <w:t>d to normal conditions (101.325 </w:t>
      </w:r>
      <w:r w:rsidRPr="004A0B92">
        <w:t>kPa, 0 deg C)</w:t>
      </w:r>
      <w:r>
        <w:t>.</w:t>
      </w:r>
      <w:r w:rsidRPr="004A0B92">
        <w:t xml:space="preserve"> If the instrument (or measurement system) uses an algorithm to convert actual conditions to normal conditions, the proper source of such an algorithm should be used (e.g. based on procedures of EN14181). For all the cases, either manual or algorithm-based conversion of actual conditions to normal conditions, the temperature and pressure of actual conditions of gas should be recorded.</w:t>
      </w:r>
    </w:p>
  </w:footnote>
  <w:footnote w:id="5">
    <w:p w:rsidR="007B7FC7" w:rsidRPr="006829C9" w:rsidRDefault="007B7FC7">
      <w:pPr>
        <w:pStyle w:val="FootnoteText"/>
        <w:rPr>
          <w:lang w:val="en-US"/>
        </w:rPr>
      </w:pPr>
      <w:r>
        <w:rPr>
          <w:rStyle w:val="FootnoteReference"/>
        </w:rPr>
        <w:footnoteRef/>
      </w:r>
      <w:r>
        <w:rPr>
          <w:i/>
        </w:rPr>
        <w:tab/>
      </w:r>
      <w:r w:rsidRPr="00A27B81">
        <w:rPr>
          <w:i/>
        </w:rPr>
        <w:t>F</w:t>
      </w:r>
      <w:r w:rsidRPr="00A27B81">
        <w:rPr>
          <w:i/>
          <w:vertAlign w:val="subscript"/>
        </w:rPr>
        <w:t>Tl,i</w:t>
      </w:r>
      <w:r w:rsidRPr="006829C9">
        <w:t xml:space="preserve"> and </w:t>
      </w:r>
      <w:r w:rsidRPr="005C47D2">
        <w:rPr>
          <w:i/>
        </w:rPr>
        <w:t>CI</w:t>
      </w:r>
      <w:r w:rsidRPr="005C47D2">
        <w:rPr>
          <w:i/>
          <w:vertAlign w:val="subscript"/>
        </w:rPr>
        <w:t>N2O,i</w:t>
      </w:r>
      <w:r w:rsidRPr="006829C9">
        <w:t xml:space="preserve"> should be measured simultaneously and at same basis (wet or dry) and values should be expressed on the same basis (wet or dry) and should be corrected to no</w:t>
      </w:r>
      <w:r>
        <w:t>rmal conditions (101.325 kPa, 0 deg C)</w:t>
      </w:r>
      <w:r w:rsidRPr="006829C9">
        <w:t>. If the instrument (or measurement system) uses the algorithm to convert actual conditions to normal conditions, the proper source of such algorithm should be used (e.g. based on procedures of EN14181). For all the cases, either manual or algorithm-based conversion of actual conditions to normal conditions, the temperature and pressure of actual conditions of gas should be recorded.</w:t>
      </w:r>
    </w:p>
  </w:footnote>
  <w:footnote w:id="6">
    <w:p w:rsidR="007B7FC7" w:rsidRPr="00936DEF" w:rsidRDefault="007B7FC7">
      <w:pPr>
        <w:pStyle w:val="FootnoteText"/>
        <w:rPr>
          <w:lang w:val="en-US"/>
        </w:rPr>
      </w:pPr>
      <w:r>
        <w:rPr>
          <w:rStyle w:val="FootnoteReference"/>
        </w:rPr>
        <w:footnoteRef/>
      </w:r>
      <w:r>
        <w:tab/>
      </w:r>
      <w:r w:rsidRPr="00936DEF">
        <w:t>C. Keleti (ed), Nitric Acid and fertilizer nitrates, Fertilizer Science and Technology series, Vol 4, New York, Basel, 1985.</w:t>
      </w:r>
    </w:p>
  </w:footnote>
  <w:footnote w:id="7">
    <w:p w:rsidR="007B7FC7" w:rsidRPr="001E36B4" w:rsidRDefault="007B7FC7">
      <w:pPr>
        <w:pStyle w:val="FootnoteText"/>
        <w:rPr>
          <w:lang w:val="en-US"/>
        </w:rPr>
      </w:pPr>
      <w:r w:rsidRPr="00936DEF">
        <w:rPr>
          <w:rStyle w:val="FootnoteReference"/>
        </w:rPr>
        <w:footnoteRef/>
      </w:r>
      <w:r>
        <w:tab/>
      </w:r>
      <w:r w:rsidRPr="00936DEF">
        <w:t>P. Gry, Program to reduce NOx emissions of HNO3 plants with selective catalytic reduction, International conference on Industrial Atmospheric Pollution – NOXCONF 2001, Collection of papers, Session 8, Paris, 21-22 March 2001.</w:t>
      </w:r>
    </w:p>
  </w:footnote>
  <w:footnote w:id="8">
    <w:p w:rsidR="007B7FC7" w:rsidRPr="005B562F" w:rsidRDefault="007B7FC7">
      <w:pPr>
        <w:pStyle w:val="FootnoteText"/>
        <w:rPr>
          <w:lang w:val="en-US"/>
        </w:rPr>
      </w:pPr>
      <w:r>
        <w:rPr>
          <w:rStyle w:val="FootnoteReference"/>
        </w:rPr>
        <w:footnoteRef/>
      </w:r>
      <w:r>
        <w:rPr>
          <w:i/>
        </w:rPr>
        <w:tab/>
      </w:r>
      <w:r w:rsidRPr="005C47D2">
        <w:rPr>
          <w:i/>
        </w:rPr>
        <w:t>FT</w:t>
      </w:r>
      <w:r w:rsidRPr="005C47D2">
        <w:rPr>
          <w:i/>
          <w:vertAlign w:val="subscript"/>
        </w:rPr>
        <w:t>1,i</w:t>
      </w:r>
      <w:r w:rsidRPr="005B562F">
        <w:t xml:space="preserve"> and </w:t>
      </w:r>
      <w:r w:rsidRPr="005C47D2">
        <w:rPr>
          <w:i/>
        </w:rPr>
        <w:t>CI</w:t>
      </w:r>
      <w:r w:rsidRPr="005C47D2">
        <w:rPr>
          <w:i/>
          <w:vertAlign w:val="subscript"/>
        </w:rPr>
        <w:t>N2O,i</w:t>
      </w:r>
      <w:r w:rsidRPr="005B562F">
        <w:t xml:space="preserve"> should be measured simultaneously and at same basis (wet or dry) and values should be expressed on the same basis (wet or dry) and should be correcte</w:t>
      </w:r>
      <w:r>
        <w:t>d to normal conditions (101.325 </w:t>
      </w:r>
      <w:r w:rsidRPr="005B562F">
        <w:t>kPa, 0 deg C) . If the instrument (or measurement system) uses the algorithm to convert actual conditions to normal conditions, the proper source of such algorithm should be used (e.g. based on procedures of EN14181). For all the cases, either manual or algorithm-based conversion of actual conditions to normal conditions, the temperature and pressure of actual conditions of gas should be recorded.</w:t>
      </w:r>
    </w:p>
  </w:footnote>
  <w:footnote w:id="9">
    <w:p w:rsidR="007B7FC7" w:rsidRPr="007304C1" w:rsidRDefault="007B7FC7" w:rsidP="003410C1">
      <w:pPr>
        <w:pStyle w:val="FootnoteText"/>
        <w:keepNext/>
        <w:rPr>
          <w:lang w:val="en-US"/>
        </w:rPr>
      </w:pPr>
      <w:r>
        <w:rPr>
          <w:rStyle w:val="FootnoteReference"/>
        </w:rPr>
        <w:footnoteRef/>
      </w:r>
      <w:r>
        <w:rPr>
          <w:i/>
        </w:rPr>
        <w:tab/>
      </w:r>
      <w:r w:rsidRPr="005C47D2">
        <w:rPr>
          <w:i/>
        </w:rPr>
        <w:t>Air</w:t>
      </w:r>
      <w:r w:rsidRPr="005C47D2">
        <w:rPr>
          <w:i/>
          <w:vertAlign w:val="subscript"/>
        </w:rPr>
        <w:t>OR,I</w:t>
      </w:r>
      <w:r w:rsidRPr="007304C1">
        <w:t xml:space="preserve"> and </w:t>
      </w:r>
      <w:r w:rsidRPr="005C47D2">
        <w:rPr>
          <w:i/>
        </w:rPr>
        <w:t>CA</w:t>
      </w:r>
      <w:r w:rsidRPr="005C47D2">
        <w:rPr>
          <w:i/>
          <w:vertAlign w:val="subscript"/>
        </w:rPr>
        <w:t>N2O,I</w:t>
      </w:r>
      <w:r w:rsidRPr="007304C1">
        <w:t xml:space="preserve"> should be measured and expressed at wet bases and should be corrected to normal conditions (101.325 kPa, 0 deg C). If the instrument (or measurement system) uses the algorithm to convert actual conditions to normal conditions, the proper source of such algorithm should be used (e.g. based on procedures of EN14181). For all the cases, either manual or algorithm-based conversion of actual conditions to normal conditions, the temperature and pressure of actual conditions of gas should be recorded.</w:t>
      </w:r>
    </w:p>
  </w:footnote>
  <w:footnote w:id="10">
    <w:p w:rsidR="007B7FC7" w:rsidRPr="00003604" w:rsidRDefault="007B7FC7">
      <w:pPr>
        <w:pStyle w:val="FootnoteText"/>
        <w:rPr>
          <w:lang w:val="en-US"/>
        </w:rPr>
      </w:pPr>
      <w:r>
        <w:rPr>
          <w:rStyle w:val="FootnoteReference"/>
        </w:rPr>
        <w:footnoteRef/>
      </w:r>
      <w:r>
        <w:tab/>
      </w:r>
      <w:r w:rsidRPr="007304C1">
        <w:t xml:space="preserve">According to </w:t>
      </w:r>
      <w:r>
        <w:t>p</w:t>
      </w:r>
      <w:r w:rsidRPr="007304C1">
        <w:t xml:space="preserve">re-publication </w:t>
      </w:r>
      <w:r>
        <w:t>d</w:t>
      </w:r>
      <w:r w:rsidRPr="007304C1">
        <w:t>raft 2006 IPCC Guidelines accepted by the 21st Session of the IPCC, the conservative IPCC default value of Nitric Acid Plants is based on the default emission factor for low-pressure plants (5kgN</w:t>
      </w:r>
      <w:r w:rsidRPr="00A27B81">
        <w:rPr>
          <w:vertAlign w:val="subscript"/>
        </w:rPr>
        <w:t>2</w:t>
      </w:r>
      <w:r w:rsidRPr="007304C1">
        <w:t xml:space="preserve">O/tonne of nitric acid, accounting for </w:t>
      </w:r>
      <w:r w:rsidRPr="00ED25D7">
        <w:t>10 per cent uncertainty</w:t>
      </w:r>
      <w:r w:rsidRPr="007304C1">
        <w:t xml:space="preserve"> factor), whereas for high-pressure plants used by caprolactam plants using both Raschig and </w:t>
      </w:r>
      <w:r>
        <w:t>HPO® processes, emissions are 9 </w:t>
      </w:r>
      <w:r w:rsidRPr="007304C1">
        <w:t>kgN</w:t>
      </w:r>
      <w:r w:rsidRPr="00A27B81">
        <w:rPr>
          <w:vertAlign w:val="subscript"/>
        </w:rPr>
        <w:t>2</w:t>
      </w:r>
      <w:r w:rsidRPr="007304C1">
        <w:t>O/tonne of nitric acid, accounting for 40</w:t>
      </w:r>
      <w:r>
        <w:t xml:space="preserve"> </w:t>
      </w:r>
      <w:r w:rsidRPr="00ED25D7">
        <w:t>per cent</w:t>
      </w:r>
      <w:r>
        <w:t xml:space="preserve"> </w:t>
      </w:r>
      <w:r w:rsidRPr="007304C1">
        <w:t>uncertainty factor.</w:t>
      </w:r>
    </w:p>
  </w:footnote>
  <w:footnote w:id="11">
    <w:p w:rsidR="007B7FC7" w:rsidRPr="003C7876" w:rsidRDefault="007B7FC7">
      <w:pPr>
        <w:pStyle w:val="FootnoteText"/>
        <w:rPr>
          <w:lang w:val="en-US"/>
        </w:rPr>
      </w:pPr>
      <w:r>
        <w:rPr>
          <w:rStyle w:val="FootnoteReference"/>
        </w:rPr>
        <w:footnoteRef/>
      </w:r>
      <w:r>
        <w:tab/>
      </w:r>
      <w:r w:rsidRPr="00256691">
        <w:t>U.S. Environmental Protection Agency, 1994, RSKSOP 175 rev. no. 2, Sample preparations and calculations for dissolved gas analysis in water samples using a GC headspace equilibration technique: U.S. Environmental Protection Agency Test Methods, Region 1, 14 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C7" w:rsidRPr="00F80DD3" w:rsidRDefault="007B7FC7" w:rsidP="001E515F">
    <w:pPr>
      <w:pStyle w:val="SDMTiHead"/>
      <w:pBdr>
        <w:bottom w:val="single" w:sz="24" w:space="10" w:color="auto"/>
      </w:pBdr>
      <w:tabs>
        <w:tab w:val="clear" w:pos="4320"/>
        <w:tab w:val="clear" w:pos="8640"/>
      </w:tabs>
      <w:spacing w:after="240"/>
      <w:ind w:left="0" w:firstLine="0"/>
    </w:pPr>
    <w:r w:rsidRPr="00F80DD3">
      <w:t>SDMCovHeader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C7" w:rsidRPr="00B72A4E" w:rsidRDefault="007B7FC7" w:rsidP="00A778F8">
    <w:pPr>
      <w:pStyle w:val="SDMTiHead"/>
      <w:pBdr>
        <w:bottom w:val="single" w:sz="24" w:space="10" w:color="auto"/>
      </w:pBdr>
      <w:tabs>
        <w:tab w:val="clear" w:pos="4320"/>
        <w:tab w:val="clear" w:pos="8640"/>
      </w:tabs>
      <w:spacing w:after="240"/>
      <w:ind w:left="0" w:firstLine="0"/>
      <w:rPr>
        <w:lang w:val="de-DE"/>
      </w:rPr>
    </w:pPr>
    <w:r>
      <w:rPr>
        <w:lang w:val="de-DE"/>
      </w:rPr>
      <w:t>Clean Development Mechanism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C7" w:rsidRDefault="007B7FC7" w:rsidP="0096354D">
    <w:pPr>
      <w:pStyle w:val="SDMHeader"/>
    </w:pPr>
    <w:r>
      <w:fldChar w:fldCharType="begin"/>
    </w:r>
    <w:r>
      <w:instrText xml:space="preserve"> REF  SDMDocRef \* Upper \h  \* MERGEFORMAT </w:instrText>
    </w:r>
    <w:r>
      <w:fldChar w:fldCharType="separate"/>
    </w:r>
    <w:sdt>
      <w:sdtPr>
        <w:alias w:val="SDMDocRef"/>
        <w:tag w:val="SDMDocRef"/>
        <w:id w:val="1506484086"/>
        <w:placeholder>
          <w:docPart w:val="CC540D4901B94DEBAC74569FA027BC8C"/>
        </w:placeholder>
      </w:sdtPr>
      <w:sdtContent>
        <w:r w:rsidR="001F50D8">
          <w:t>AM0028</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747734272"/>
        <w:lock w:val="sdtLocked"/>
        <w:placeholder>
          <w:docPart w:val="A5FEA73D4DF241E9AA0CBD2CF9D76C01"/>
        </w:placeholder>
        <w:dropDownList>
          <w:listItem w:displayText="Confidential" w:value="Confidential"/>
          <w:listItem w:displayText=" " w:value="  "/>
        </w:dropDownList>
      </w:sdtPr>
      <w:sdtContent>
        <w:r w:rsidR="001F50D8">
          <w:t xml:space="preserve"> </w:t>
        </w:r>
      </w:sdtContent>
    </w:sdt>
    <w:r>
      <w:fldChar w:fldCharType="end"/>
    </w:r>
  </w:p>
  <w:p w:rsidR="007B7FC7" w:rsidRDefault="007B7FC7" w:rsidP="0096354D">
    <w:pPr>
      <w:pStyle w:val="SDMHeader"/>
      <w:rPr>
        <w:szCs w:val="20"/>
      </w:rPr>
    </w:pPr>
    <w:r>
      <w:rPr>
        <w:szCs w:val="20"/>
      </w:rPr>
      <w:fldChar w:fldCharType="begin"/>
    </w:r>
    <w:r>
      <w:rPr>
        <w:szCs w:val="20"/>
      </w:rPr>
      <w:instrText xml:space="preserve"> REF SDMTitle1 \h </w:instrText>
    </w:r>
    <w:r>
      <w:rPr>
        <w:szCs w:val="20"/>
      </w:rPr>
    </w:r>
    <w:r>
      <w:rPr>
        <w:szCs w:val="20"/>
      </w:rPr>
      <w:fldChar w:fldCharType="separate"/>
    </w:r>
    <w:sdt>
      <w:sdtPr>
        <w:alias w:val="SDMTitle1"/>
        <w:tag w:val="SDMTitle1"/>
        <w:id w:val="-130635145"/>
        <w:lock w:val="sdtLocked"/>
        <w:placeholder>
          <w:docPart w:val="D7D96DB4343741E8A6923C63C9D1A79D"/>
        </w:placeholder>
      </w:sdtPr>
      <w:sdtContent>
        <w:r w:rsidR="001F50D8">
          <w:t xml:space="preserve">Large-scale </w:t>
        </w:r>
        <w:sdt>
          <w:sdtPr>
            <w:alias w:val="SDMDocType"/>
            <w:tag w:val="SDMDocType"/>
            <w:id w:val="-5063638"/>
            <w:lock w:val="sdtContentLocked"/>
            <w:placeholder>
              <w:docPart w:val="DEE70E99B1584DECAF19EA19AC6B2929"/>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Content>
            <w:r w:rsidR="001F50D8">
              <w:t>Methodology</w:t>
            </w:r>
          </w:sdtContent>
        </w:sdt>
      </w:sdtContent>
    </w:sdt>
    <w:r>
      <w:rPr>
        <w:szCs w:val="20"/>
      </w:rPr>
      <w:fldChar w:fldCharType="end"/>
    </w:r>
    <w:r>
      <w:rPr>
        <w:szCs w:val="20"/>
      </w:rPr>
      <w:t xml:space="preserve">: </w:t>
    </w:r>
    <w:r>
      <w:rPr>
        <w:szCs w:val="20"/>
      </w:rPr>
      <w:fldChar w:fldCharType="begin"/>
    </w:r>
    <w:r>
      <w:rPr>
        <w:szCs w:val="20"/>
      </w:rPr>
      <w:instrText xml:space="preserve"> REF SDMTitle2 \h  \* MERGEFORMAT </w:instrText>
    </w:r>
    <w:r>
      <w:rPr>
        <w:szCs w:val="20"/>
      </w:rPr>
    </w:r>
    <w:r>
      <w:rPr>
        <w:szCs w:val="20"/>
      </w:rPr>
      <w:fldChar w:fldCharType="separate"/>
    </w:r>
    <w:sdt>
      <w:sdtPr>
        <w:alias w:val="SDMTitle2"/>
        <w:tag w:val="SDMTitle2"/>
        <w:id w:val="1009719385"/>
        <w:lock w:val="sdtLocked"/>
        <w:placeholder>
          <w:docPart w:val="E8A9535C6C9E4C12A8A0E2DB6B751E91"/>
        </w:placeholder>
      </w:sdtPr>
      <w:sdtEndPr>
        <w:rPr>
          <w:rStyle w:val="PlaceholderText"/>
          <w:color w:val="808080"/>
        </w:rPr>
      </w:sdtEndPr>
      <w:sdtContent>
        <w:r w:rsidR="001F50D8" w:rsidRPr="008D098D">
          <w:t>N</w:t>
        </w:r>
        <w:r w:rsidR="001F50D8" w:rsidRPr="001F50D8">
          <w:t>2</w:t>
        </w:r>
        <w:r w:rsidR="001F50D8" w:rsidRPr="008D098D">
          <w:t xml:space="preserve">O destruction in the tail gas </w:t>
        </w:r>
        <w:r w:rsidR="001F50D8">
          <w:t>of Caprolactam production plants</w:t>
        </w:r>
      </w:sdtContent>
    </w:sdt>
    <w:r>
      <w:rPr>
        <w:szCs w:val="20"/>
      </w:rPr>
      <w:fldChar w:fldCharType="end"/>
    </w:r>
  </w:p>
  <w:p w:rsidR="007B7FC7" w:rsidRPr="00B22E67" w:rsidRDefault="007B7FC7" w:rsidP="0096354D">
    <w:pPr>
      <w:pStyle w:val="SDMHeader"/>
      <w:rPr>
        <w:szCs w:val="20"/>
      </w:rPr>
    </w:pPr>
    <w:r>
      <w:rPr>
        <w:szCs w:val="20"/>
      </w:rPr>
      <w:fldChar w:fldCharType="begin"/>
    </w:r>
    <w:r>
      <w:rPr>
        <w:szCs w:val="20"/>
      </w:rPr>
      <w:instrText xml:space="preserve"> REF SDMDocVerExt \h </w:instrText>
    </w:r>
    <w:r>
      <w:rPr>
        <w:szCs w:val="20"/>
      </w:rPr>
    </w:r>
    <w:r>
      <w:rPr>
        <w:szCs w:val="20"/>
      </w:rPr>
      <w:fldChar w:fldCharType="separate"/>
    </w:r>
    <w:sdt>
      <w:sdtPr>
        <w:alias w:val="SDMDocVerExt"/>
        <w:tag w:val="SDMDocVerExt"/>
        <w:id w:val="776681352"/>
        <w:lock w:val="sdtLocked"/>
        <w:placeholder>
          <w:docPart w:val="75E08404B4104B42A873A01F4106C8B5"/>
        </w:placeholder>
      </w:sdtPr>
      <w:sdtContent>
        <w:sdt>
          <w:sdtPr>
            <w:alias w:val="SDMDocVersionLabel"/>
            <w:tag w:val="SDMDocVersionLabel"/>
            <w:id w:val="-1252580112"/>
            <w:lock w:val="sdtContentLocked"/>
            <w:placeholder>
              <w:docPart w:val="75E08404B4104B42A873A01F4106C8B5"/>
            </w:placeholder>
          </w:sdtPr>
          <w:sdtContent>
            <w:r w:rsidR="001F50D8" w:rsidRPr="00152FB5">
              <w:t>Version</w:t>
            </w:r>
          </w:sdtContent>
        </w:sdt>
        <w:r w:rsidR="001F50D8" w:rsidRPr="00152FB5">
          <w:t xml:space="preserve"> </w:t>
        </w:r>
        <w:sdt>
          <w:sdtPr>
            <w:alias w:val="SDMDocVer"/>
            <w:tag w:val="SDMDocVer"/>
            <w:id w:val="1752077874"/>
            <w:lock w:val="sdtLocked"/>
            <w:placeholder>
              <w:docPart w:val="28B99A3259504FB397561152285DE583"/>
            </w:placeholder>
          </w:sdtPr>
          <w:sdtContent>
            <w:r w:rsidR="001F50D8">
              <w:t>0</w:t>
            </w:r>
            <w:r w:rsidR="001F50D8" w:rsidRPr="005E71BB">
              <w:t>6.0</w:t>
            </w:r>
          </w:sdtContent>
        </w:sdt>
      </w:sdtContent>
    </w:sdt>
    <w:r>
      <w:rPr>
        <w:szCs w:val="20"/>
      </w:rPr>
      <w:fldChar w:fldCharType="end"/>
    </w:r>
  </w:p>
  <w:p w:rsidR="007B7FC7" w:rsidRPr="0096354D" w:rsidRDefault="007B7FC7" w:rsidP="0096354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C7" w:rsidRDefault="007B7FC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C7" w:rsidRDefault="007B7FC7" w:rsidP="00B22E67">
    <w:pPr>
      <w:pStyle w:val="SDMHeader"/>
    </w:pPr>
    <w:r>
      <w:fldChar w:fldCharType="begin"/>
    </w:r>
    <w:r>
      <w:instrText xml:space="preserve"> REF  SDMDocRef \* Upper \h  \* MERGEFORMAT </w:instrText>
    </w:r>
    <w:r>
      <w:fldChar w:fldCharType="separate"/>
    </w:r>
    <w:sdt>
      <w:sdtPr>
        <w:alias w:val="SDMDocRef"/>
        <w:tag w:val="SDMDocRef"/>
        <w:id w:val="804276419"/>
        <w:placeholder>
          <w:docPart w:val="8BA24C86E2644330B79A141E52D0E27F"/>
        </w:placeholder>
      </w:sdtPr>
      <w:sdtContent>
        <w:r w:rsidR="001F50D8">
          <w:t>AM0028</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581723196"/>
        <w:lock w:val="sdtLocked"/>
        <w:placeholder>
          <w:docPart w:val="C267C38DC73D4BFD92EB92BA631CBB7A"/>
        </w:placeholder>
        <w:dropDownList>
          <w:listItem w:displayText="Confidential" w:value="Confidential"/>
          <w:listItem w:displayText=" " w:value="  "/>
        </w:dropDownList>
      </w:sdtPr>
      <w:sdtContent>
        <w:r w:rsidR="001F50D8">
          <w:t xml:space="preserve"> </w:t>
        </w:r>
      </w:sdtContent>
    </w:sdt>
    <w:r>
      <w:fldChar w:fldCharType="end"/>
    </w:r>
  </w:p>
  <w:p w:rsidR="007B7FC7" w:rsidRDefault="007B7FC7" w:rsidP="00B22E67">
    <w:pPr>
      <w:pStyle w:val="SDMHeader"/>
      <w:rPr>
        <w:szCs w:val="20"/>
      </w:rPr>
    </w:pPr>
    <w:r>
      <w:rPr>
        <w:szCs w:val="20"/>
      </w:rPr>
      <w:fldChar w:fldCharType="begin"/>
    </w:r>
    <w:r>
      <w:rPr>
        <w:szCs w:val="20"/>
      </w:rPr>
      <w:instrText xml:space="preserve"> REF SDMTitle1 \h </w:instrText>
    </w:r>
    <w:r>
      <w:rPr>
        <w:szCs w:val="20"/>
      </w:rPr>
    </w:r>
    <w:r>
      <w:rPr>
        <w:szCs w:val="20"/>
      </w:rPr>
      <w:fldChar w:fldCharType="separate"/>
    </w:r>
    <w:sdt>
      <w:sdtPr>
        <w:alias w:val="SDMTitle1"/>
        <w:tag w:val="SDMTitle1"/>
        <w:id w:val="-488719827"/>
        <w:lock w:val="sdtLocked"/>
        <w:placeholder>
          <w:docPart w:val="639616361FB44B19B337A6A630533089"/>
        </w:placeholder>
      </w:sdtPr>
      <w:sdtContent>
        <w:r w:rsidR="001F50D8">
          <w:t xml:space="preserve">Large-scale </w:t>
        </w:r>
        <w:sdt>
          <w:sdtPr>
            <w:alias w:val="SDMDocType"/>
            <w:tag w:val="SDMDocType"/>
            <w:id w:val="-995801295"/>
            <w:lock w:val="sdtContentLocked"/>
            <w:placeholder>
              <w:docPart w:val="1BA93A955F104F8AA9C9B3BC8BE6866E"/>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Content>
            <w:r w:rsidR="001F50D8">
              <w:t>Methodology</w:t>
            </w:r>
          </w:sdtContent>
        </w:sdt>
      </w:sdtContent>
    </w:sdt>
    <w:r>
      <w:rPr>
        <w:szCs w:val="20"/>
      </w:rPr>
      <w:fldChar w:fldCharType="end"/>
    </w:r>
    <w:r>
      <w:rPr>
        <w:szCs w:val="20"/>
      </w:rPr>
      <w:t xml:space="preserve">: </w:t>
    </w:r>
    <w:r>
      <w:rPr>
        <w:szCs w:val="20"/>
      </w:rPr>
      <w:fldChar w:fldCharType="begin"/>
    </w:r>
    <w:r>
      <w:rPr>
        <w:szCs w:val="20"/>
      </w:rPr>
      <w:instrText xml:space="preserve"> REF SDMTitle2 \h </w:instrText>
    </w:r>
    <w:r>
      <w:rPr>
        <w:szCs w:val="20"/>
      </w:rPr>
    </w:r>
    <w:r>
      <w:rPr>
        <w:szCs w:val="20"/>
      </w:rPr>
      <w:fldChar w:fldCharType="separate"/>
    </w:r>
    <w:sdt>
      <w:sdtPr>
        <w:alias w:val="SDMTitle2"/>
        <w:tag w:val="SDMTitle2"/>
        <w:id w:val="-2037880714"/>
        <w:lock w:val="sdtLocked"/>
        <w:placeholder>
          <w:docPart w:val="B142413C6BB54D8BBFB2A87EC5E7D483"/>
        </w:placeholder>
      </w:sdtPr>
      <w:sdtContent>
        <w:r w:rsidR="001F50D8" w:rsidRPr="008D098D">
          <w:t>N</w:t>
        </w:r>
        <w:r w:rsidR="001F50D8" w:rsidRPr="008D098D">
          <w:rPr>
            <w:vertAlign w:val="subscript"/>
          </w:rPr>
          <w:t>2</w:t>
        </w:r>
        <w:r w:rsidR="001F50D8" w:rsidRPr="008D098D">
          <w:t xml:space="preserve">O destruction in the tail gas </w:t>
        </w:r>
        <w:r w:rsidR="001F50D8">
          <w:t>of Caprolactam production plants</w:t>
        </w:r>
      </w:sdtContent>
    </w:sdt>
    <w:r>
      <w:rPr>
        <w:szCs w:val="20"/>
      </w:rPr>
      <w:fldChar w:fldCharType="end"/>
    </w:r>
  </w:p>
  <w:p w:rsidR="007B7FC7" w:rsidRPr="00B22E67" w:rsidRDefault="007B7FC7" w:rsidP="00B22E67">
    <w:pPr>
      <w:pStyle w:val="SDMHeader"/>
      <w:rPr>
        <w:szCs w:val="20"/>
      </w:rPr>
    </w:pPr>
    <w:r>
      <w:rPr>
        <w:szCs w:val="20"/>
      </w:rPr>
      <w:fldChar w:fldCharType="begin"/>
    </w:r>
    <w:r>
      <w:rPr>
        <w:szCs w:val="20"/>
      </w:rPr>
      <w:instrText xml:space="preserve"> REF SDMDocVerExt \h </w:instrText>
    </w:r>
    <w:r>
      <w:rPr>
        <w:szCs w:val="20"/>
      </w:rPr>
    </w:r>
    <w:r>
      <w:rPr>
        <w:szCs w:val="20"/>
      </w:rPr>
      <w:fldChar w:fldCharType="separate"/>
    </w:r>
    <w:sdt>
      <w:sdtPr>
        <w:alias w:val="SDMDocVerExt"/>
        <w:tag w:val="SDMDocVerExt"/>
        <w:id w:val="-1238938827"/>
        <w:lock w:val="sdtLocked"/>
        <w:placeholder>
          <w:docPart w:val="CD9DB29847C94D2C8362CCE588B226F7"/>
        </w:placeholder>
      </w:sdtPr>
      <w:sdtContent>
        <w:sdt>
          <w:sdtPr>
            <w:alias w:val="SDMDocVersionLabel"/>
            <w:tag w:val="SDMDocVersionLabel"/>
            <w:id w:val="-1870129829"/>
            <w:lock w:val="sdtContentLocked"/>
            <w:placeholder>
              <w:docPart w:val="CD9DB29847C94D2C8362CCE588B226F7"/>
            </w:placeholder>
          </w:sdtPr>
          <w:sdtContent>
            <w:r w:rsidR="001F50D8" w:rsidRPr="00152FB5">
              <w:t>Version</w:t>
            </w:r>
          </w:sdtContent>
        </w:sdt>
        <w:r w:rsidR="001F50D8" w:rsidRPr="00152FB5">
          <w:t xml:space="preserve"> </w:t>
        </w:r>
        <w:sdt>
          <w:sdtPr>
            <w:alias w:val="SDMDocVer"/>
            <w:tag w:val="SDMDocVer"/>
            <w:id w:val="-1864809863"/>
            <w:lock w:val="sdtLocked"/>
            <w:placeholder>
              <w:docPart w:val="02D8E540F75D4832802920099D8C1971"/>
            </w:placeholder>
          </w:sdtPr>
          <w:sdtContent>
            <w:r w:rsidR="001F50D8">
              <w:t>0</w:t>
            </w:r>
            <w:r w:rsidR="001F50D8" w:rsidRPr="005E71BB">
              <w:t>6.0</w:t>
            </w:r>
          </w:sdtContent>
        </w:sdt>
      </w:sdtContent>
    </w:sdt>
    <w:r>
      <w:rPr>
        <w:szCs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C7" w:rsidRPr="004F55FB" w:rsidRDefault="007B7FC7" w:rsidP="007D5994">
    <w:pPr>
      <w:pStyle w:val="SDMHeader"/>
      <w:rPr>
        <w:szCs w:val="20"/>
      </w:rPr>
    </w:pPr>
    <w:r>
      <w:fldChar w:fldCharType="begin"/>
    </w:r>
    <w:r w:rsidRPr="0073336D">
      <w:instrText xml:space="preserve"> REF  SDMDocSym \* Upper \h  \* MERGEFORMAT </w:instrText>
    </w:r>
    <w:r>
      <w:fldChar w:fldCharType="separate"/>
    </w:r>
    <w:r w:rsidR="001F50D8">
      <w:rPr>
        <w:b/>
        <w:bCs/>
        <w:lang w:val="en-US"/>
      </w:rPr>
      <w:t>Error! Reference source not found.</w:t>
    </w:r>
    <w:r>
      <w:fldChar w:fldCharType="end"/>
    </w:r>
    <w:r w:rsidRPr="004F55FB">
      <w:rPr>
        <w:szCs w:val="20"/>
      </w:rPr>
      <w:fldChar w:fldCharType="begin"/>
    </w:r>
    <w:r w:rsidRPr="0073336D">
      <w:rPr>
        <w:szCs w:val="20"/>
      </w:rPr>
      <w:instrText xml:space="preserve"> REF SDMTitle2  \* MERGEFORMAT </w:instrText>
    </w:r>
    <w:r w:rsidRPr="004F55FB">
      <w:rPr>
        <w:szCs w:val="20"/>
      </w:rPr>
      <w:fldChar w:fldCharType="separate"/>
    </w:r>
    <w:sdt>
      <w:sdtPr>
        <w:rPr>
          <w:szCs w:val="20"/>
        </w:rPr>
        <w:alias w:val="SDMTitle2"/>
        <w:tag w:val="SDMTitle2"/>
        <w:id w:val="-908842484"/>
        <w:lock w:val="sdtLocked"/>
        <w:placeholder>
          <w:docPart w:val="E672BC8BBD774AADAFDA1FEF23E315E8"/>
        </w:placeholder>
      </w:sdtPr>
      <w:sdtEndPr>
        <w:rPr>
          <w:rStyle w:val="PlaceholderText"/>
          <w:color w:val="808080"/>
          <w:szCs w:val="16"/>
        </w:rPr>
      </w:sdtEndPr>
      <w:sdtContent>
        <w:r w:rsidR="001F50D8" w:rsidRPr="001F50D8">
          <w:rPr>
            <w:szCs w:val="20"/>
          </w:rPr>
          <w:t>N2O</w:t>
        </w:r>
        <w:r w:rsidR="001F50D8" w:rsidRPr="008D098D">
          <w:rPr>
            <w:noProof/>
          </w:rPr>
          <w:t xml:space="preserve"> </w:t>
        </w:r>
        <w:r w:rsidR="001F50D8" w:rsidRPr="008D098D">
          <w:t xml:space="preserve">destruction in the tail gas </w:t>
        </w:r>
        <w:r w:rsidR="001F50D8">
          <w:t>of Caprolactam production plants</w:t>
        </w:r>
      </w:sdtContent>
    </w:sdt>
    <w:r w:rsidRPr="004F55FB">
      <w:rPr>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7417693"/>
    <w:multiLevelType w:val="multilevel"/>
    <w:tmpl w:val="648A687A"/>
    <w:styleLink w:val="SDMTableBoxParaNumbered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
    <w:nsid w:val="0AB21255"/>
    <w:multiLevelType w:val="multilevel"/>
    <w:tmpl w:val="A28EC812"/>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0BD21D4D"/>
    <w:multiLevelType w:val="multilevel"/>
    <w:tmpl w:val="81E46A44"/>
    <w:numStyleLink w:val="SDMHeadList"/>
  </w:abstractNum>
  <w:abstractNum w:abstractNumId="6">
    <w:nsid w:val="0FB12BA1"/>
    <w:multiLevelType w:val="multilevel"/>
    <w:tmpl w:val="45C27C68"/>
    <w:styleLink w:val="SDMFootnoteList"/>
    <w:lvl w:ilvl="0">
      <w:start w:val="1"/>
      <w:numFmt w:val="none"/>
      <w:pStyle w:val="FootnoteText"/>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9">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2">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3">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nsid w:val="162C4AFF"/>
    <w:multiLevelType w:val="multilevel"/>
    <w:tmpl w:val="4F9ED6BC"/>
    <w:numStyleLink w:val="SDMCovNoteHeadList"/>
  </w:abstractNum>
  <w:abstractNum w:abstractNumId="15">
    <w:nsid w:val="16404ED9"/>
    <w:multiLevelType w:val="multilevel"/>
    <w:tmpl w:val="3CC81634"/>
    <w:numStyleLink w:val="SDMTableBoxFigureFootnoteFullPageList"/>
  </w:abstractNum>
  <w:abstractNum w:abstractNumId="16">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7">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8">
    <w:nsid w:val="1A416448"/>
    <w:multiLevelType w:val="multilevel"/>
    <w:tmpl w:val="A28EC812"/>
    <w:numStyleLink w:val="SDMMethEquationNrList"/>
  </w:abstractNum>
  <w:abstractNum w:abstractNumId="19">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0">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1">
    <w:nsid w:val="1BAC496D"/>
    <w:multiLevelType w:val="multilevel"/>
    <w:tmpl w:val="A28EC812"/>
    <w:numStyleLink w:val="SDMMethEquationNrList"/>
  </w:abstractNum>
  <w:abstractNum w:abstractNumId="22">
    <w:nsid w:val="1BB5186F"/>
    <w:multiLevelType w:val="multilevel"/>
    <w:tmpl w:val="C182385A"/>
    <w:styleLink w:val="SDMAppHeadList"/>
    <w:lvl w:ilvl="0">
      <w:start w:val="1"/>
      <w:numFmt w:val="decimal"/>
      <w:pStyle w:val="SDMAppTitle"/>
      <w:lvlText w:val="Appendix %1."/>
      <w:lvlJc w:val="left"/>
      <w:pPr>
        <w:ind w:left="2126" w:hanging="2126"/>
      </w:pPr>
      <w:rPr>
        <w:rFonts w:hint="default"/>
      </w:rPr>
    </w:lvl>
    <w:lvl w:ilvl="1">
      <w:start w:val="1"/>
      <w:numFmt w:val="decimal"/>
      <w:pStyle w:val="SDMApp1"/>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4">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5">
    <w:nsid w:val="21B25DC4"/>
    <w:multiLevelType w:val="hybridMultilevel"/>
    <w:tmpl w:val="34CA8A4E"/>
    <w:lvl w:ilvl="0" w:tplc="68C6F7EC">
      <w:start w:val="1"/>
      <w:numFmt w:val="lowerLetter"/>
      <w:lvlText w:val="(%1)"/>
      <w:lvlJc w:val="left"/>
      <w:pPr>
        <w:ind w:left="720" w:hanging="360"/>
      </w:pPr>
      <w:rPr>
        <w:rFonts w:ascii="Arial" w:hAnsi="Arial" w:hint="default"/>
        <w:b w:val="0"/>
        <w:i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6566C45"/>
    <w:multiLevelType w:val="multilevel"/>
    <w:tmpl w:val="4858EB8E"/>
    <w:numStyleLink w:val="SDMTableBoxFigureFootnoteList"/>
  </w:abstractNum>
  <w:abstractNum w:abstractNumId="27">
    <w:nsid w:val="2B2037D9"/>
    <w:multiLevelType w:val="multilevel"/>
    <w:tmpl w:val="C182385A"/>
    <w:numStyleLink w:val="SDMAppHeadList"/>
  </w:abstractNum>
  <w:abstractNum w:abstractNumId="28">
    <w:nsid w:val="2D391BEF"/>
    <w:multiLevelType w:val="multilevel"/>
    <w:tmpl w:val="A28EC812"/>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30">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1">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2">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33">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4">
    <w:nsid w:val="36854508"/>
    <w:multiLevelType w:val="multilevel"/>
    <w:tmpl w:val="C18A5072"/>
    <w:styleLink w:val="SDMDocInfoTextBullets"/>
    <w:lvl w:ilvl="0">
      <w:start w:val="1"/>
      <w:numFmt w:val="none"/>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6">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7">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8">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9">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0">
    <w:nsid w:val="428120B6"/>
    <w:multiLevelType w:val="multilevel"/>
    <w:tmpl w:val="23DC3AAA"/>
    <w:name w:val="Reg32"/>
    <w:lvl w:ilvl="0">
      <w:start w:val="1"/>
      <w:numFmt w:val="upperRoman"/>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41">
    <w:nsid w:val="45E052B9"/>
    <w:multiLevelType w:val="multilevel"/>
    <w:tmpl w:val="BAB8CCD8"/>
    <w:name w:val="Dec"/>
    <w:lvl w:ilvl="0">
      <w:start w:val="1"/>
      <w:numFmt w:val="upperRoman"/>
      <w:suff w:val="space"/>
      <w:lvlText w:val="%1. "/>
      <w:lvlJc w:val="right"/>
      <w:pPr>
        <w:ind w:left="0" w:firstLine="0"/>
      </w:pPr>
      <w:rPr>
        <w:rFonts w:hint="default"/>
        <w:sz w:val="24"/>
        <w:szCs w:val="24"/>
      </w:rPr>
    </w:lvl>
    <w:lvl w:ilvl="1">
      <w:start w:val="1"/>
      <w:numFmt w:val="decimal"/>
      <w:suff w:val="space"/>
      <w:lvlText w:val="%2. "/>
      <w:lvlJc w:val="left"/>
      <w:pPr>
        <w:ind w:left="0" w:firstLine="0"/>
      </w:pPr>
      <w:rPr>
        <w:rFonts w:hint="default"/>
        <w:u w:val="none"/>
      </w:rPr>
    </w:lvl>
    <w:lvl w:ilvl="2">
      <w:start w:val="1"/>
      <w:numFmt w:val="lowerLetter"/>
      <w:lvlText w:val="(%3)"/>
      <w:lvlJc w:val="left"/>
      <w:pPr>
        <w:tabs>
          <w:tab w:val="num" w:pos="360"/>
        </w:tabs>
        <w:ind w:left="0" w:firstLine="0"/>
      </w:pPr>
      <w:rPr>
        <w:rFonts w:hint="default"/>
        <w:b w:val="0"/>
        <w:i w:val="0"/>
        <w:u w:val="none"/>
      </w:rPr>
    </w:lvl>
    <w:lvl w:ilvl="3">
      <w:start w:val="1"/>
      <w:numFmt w:val="lowerRoman"/>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42">
    <w:nsid w:val="476B292B"/>
    <w:multiLevelType w:val="multilevel"/>
    <w:tmpl w:val="4858EB8E"/>
    <w:styleLink w:val="SDMTableBoxFigureFootnoteList"/>
    <w:lvl w:ilvl="0">
      <w:start w:val="1"/>
      <w:numFmt w:val="lowerLetter"/>
      <w:pStyle w:val="SDMTableBoxFigureFootnote"/>
      <w:lvlText w:val="(%1)"/>
      <w:lvlJc w:val="left"/>
      <w:pPr>
        <w:ind w:left="964" w:hanging="255"/>
      </w:pPr>
      <w:rPr>
        <w:rFonts w:hint="default"/>
        <w:b w:val="0"/>
        <w:i w:val="0"/>
        <w:vertAlign w:val="superscript"/>
      </w:rPr>
    </w:lvl>
    <w:lvl w:ilvl="1">
      <w:start w:val="1"/>
      <w:numFmt w:val="decimal"/>
      <w:pStyle w:val="SDMTableBoxFigureFootnoteSL1"/>
      <w:lvlText w:val="%2."/>
      <w:lvlJc w:val="left"/>
      <w:pPr>
        <w:ind w:left="1276" w:hanging="312"/>
      </w:pPr>
      <w:rPr>
        <w:rFonts w:hint="default"/>
      </w:rPr>
    </w:lvl>
    <w:lvl w:ilvl="2">
      <w:start w:val="1"/>
      <w:numFmt w:val="lowerLetter"/>
      <w:pStyle w:val="SDMTableBoxFigureFootnoteSL2"/>
      <w:lvlText w:val="(%3)"/>
      <w:lvlJc w:val="left"/>
      <w:pPr>
        <w:ind w:left="1673" w:hanging="397"/>
      </w:pPr>
      <w:rPr>
        <w:rFonts w:hint="default"/>
      </w:rPr>
    </w:lvl>
    <w:lvl w:ilvl="3">
      <w:start w:val="1"/>
      <w:numFmt w:val="lowerRoman"/>
      <w:pStyle w:val="SDMTableBoxFigureFootnoteSL3"/>
      <w:lvlText w:val="(%4)"/>
      <w:lvlJc w:val="left"/>
      <w:pPr>
        <w:ind w:left="2070" w:hanging="397"/>
      </w:pPr>
      <w:rPr>
        <w:rFonts w:hint="default"/>
      </w:rPr>
    </w:lvl>
    <w:lvl w:ilvl="4">
      <w:start w:val="1"/>
      <w:numFmt w:val="lowerLetter"/>
      <w:pStyle w:val="SDMTableBoxFigureFootnoteSL4"/>
      <w:lvlText w:val="%5."/>
      <w:lvlJc w:val="left"/>
      <w:pPr>
        <w:ind w:left="2410" w:hanging="340"/>
      </w:pPr>
      <w:rPr>
        <w:rFonts w:hint="default"/>
      </w:rPr>
    </w:lvl>
    <w:lvl w:ilvl="5">
      <w:start w:val="1"/>
      <w:numFmt w:val="lowerRoman"/>
      <w:pStyle w:val="SDMTableBoxFigureFootnoteSL5"/>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3">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4">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5">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6">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7">
    <w:nsid w:val="5A2B6EDB"/>
    <w:multiLevelType w:val="multilevel"/>
    <w:tmpl w:val="CEECAD16"/>
    <w:lvl w:ilvl="0">
      <w:start w:val="1"/>
      <w:numFmt w:val="none"/>
      <w:pStyle w:val="TableColumnHeading"/>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8">
    <w:nsid w:val="5E65057A"/>
    <w:multiLevelType w:val="multilevel"/>
    <w:tmpl w:val="50041812"/>
    <w:name w:val="Reg1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9">
    <w:nsid w:val="639E5E02"/>
    <w:multiLevelType w:val="multilevel"/>
    <w:tmpl w:val="E9BEC3F6"/>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0">
    <w:nsid w:val="63E51A38"/>
    <w:multiLevelType w:val="multilevel"/>
    <w:tmpl w:val="087CCD52"/>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1">
    <w:nsid w:val="64D345AC"/>
    <w:multiLevelType w:val="multilevel"/>
    <w:tmpl w:val="12C0BDFA"/>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2">
    <w:nsid w:val="6B392DA7"/>
    <w:multiLevelType w:val="multilevel"/>
    <w:tmpl w:val="5EDE06C6"/>
    <w:numStyleLink w:val="SDMParaList"/>
  </w:abstractNum>
  <w:abstractNum w:abstractNumId="53">
    <w:nsid w:val="6BAA183E"/>
    <w:multiLevelType w:val="multilevel"/>
    <w:tmpl w:val="AE40536C"/>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4">
    <w:nsid w:val="6C331F90"/>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55">
    <w:nsid w:val="6E1606BE"/>
    <w:multiLevelType w:val="multilevel"/>
    <w:tmpl w:val="CC264296"/>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6">
    <w:nsid w:val="6F060572"/>
    <w:multiLevelType w:val="multilevel"/>
    <w:tmpl w:val="5B66B3FC"/>
    <w:name w:val="Reg3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7">
    <w:nsid w:val="6FF560E4"/>
    <w:multiLevelType w:val="multilevel"/>
    <w:tmpl w:val="0E4A9DFC"/>
    <w:name w:val="Reg27"/>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nsid w:val="75906882"/>
    <w:multiLevelType w:val="hybridMultilevel"/>
    <w:tmpl w:val="028C0C32"/>
    <w:name w:val="Reg28"/>
    <w:lvl w:ilvl="0" w:tplc="03DEC4E8">
      <w:start w:val="1"/>
      <w:numFmt w:val="bullet"/>
      <w:lvlText w:val=""/>
      <w:lvlJc w:val="left"/>
      <w:pPr>
        <w:tabs>
          <w:tab w:val="num" w:pos="720"/>
        </w:tabs>
        <w:ind w:left="720" w:hanging="360"/>
      </w:pPr>
      <w:rPr>
        <w:rFonts w:ascii="Symbol" w:hAnsi="Symbol" w:hint="default"/>
      </w:rPr>
    </w:lvl>
    <w:lvl w:ilvl="1" w:tplc="8AA43FB0" w:tentative="1">
      <w:start w:val="1"/>
      <w:numFmt w:val="bullet"/>
      <w:lvlText w:val="o"/>
      <w:lvlJc w:val="left"/>
      <w:pPr>
        <w:tabs>
          <w:tab w:val="num" w:pos="1440"/>
        </w:tabs>
        <w:ind w:left="1440" w:hanging="360"/>
      </w:pPr>
      <w:rPr>
        <w:rFonts w:ascii="Courier New" w:hAnsi="Courier New" w:hint="default"/>
      </w:rPr>
    </w:lvl>
    <w:lvl w:ilvl="2" w:tplc="C86089E4" w:tentative="1">
      <w:start w:val="1"/>
      <w:numFmt w:val="bullet"/>
      <w:lvlText w:val=""/>
      <w:lvlJc w:val="left"/>
      <w:pPr>
        <w:tabs>
          <w:tab w:val="num" w:pos="2160"/>
        </w:tabs>
        <w:ind w:left="2160" w:hanging="360"/>
      </w:pPr>
      <w:rPr>
        <w:rFonts w:ascii="Wingdings" w:hAnsi="Wingdings" w:hint="default"/>
      </w:rPr>
    </w:lvl>
    <w:lvl w:ilvl="3" w:tplc="684CA72E" w:tentative="1">
      <w:start w:val="1"/>
      <w:numFmt w:val="bullet"/>
      <w:lvlText w:val=""/>
      <w:lvlJc w:val="left"/>
      <w:pPr>
        <w:tabs>
          <w:tab w:val="num" w:pos="2880"/>
        </w:tabs>
        <w:ind w:left="2880" w:hanging="360"/>
      </w:pPr>
      <w:rPr>
        <w:rFonts w:ascii="Symbol" w:hAnsi="Symbol" w:hint="default"/>
      </w:rPr>
    </w:lvl>
    <w:lvl w:ilvl="4" w:tplc="06A09FC6">
      <w:start w:val="1"/>
      <w:numFmt w:val="bullet"/>
      <w:lvlText w:val="o"/>
      <w:lvlJc w:val="left"/>
      <w:pPr>
        <w:tabs>
          <w:tab w:val="num" w:pos="3600"/>
        </w:tabs>
        <w:ind w:left="3600" w:hanging="360"/>
      </w:pPr>
      <w:rPr>
        <w:rFonts w:ascii="Courier New" w:hAnsi="Courier New" w:hint="default"/>
      </w:rPr>
    </w:lvl>
    <w:lvl w:ilvl="5" w:tplc="FDB82654" w:tentative="1">
      <w:start w:val="1"/>
      <w:numFmt w:val="bullet"/>
      <w:lvlText w:val=""/>
      <w:lvlJc w:val="left"/>
      <w:pPr>
        <w:tabs>
          <w:tab w:val="num" w:pos="4320"/>
        </w:tabs>
        <w:ind w:left="4320" w:hanging="360"/>
      </w:pPr>
      <w:rPr>
        <w:rFonts w:ascii="Wingdings" w:hAnsi="Wingdings" w:hint="default"/>
      </w:rPr>
    </w:lvl>
    <w:lvl w:ilvl="6" w:tplc="AAC861AE" w:tentative="1">
      <w:start w:val="1"/>
      <w:numFmt w:val="bullet"/>
      <w:lvlText w:val=""/>
      <w:lvlJc w:val="left"/>
      <w:pPr>
        <w:tabs>
          <w:tab w:val="num" w:pos="5040"/>
        </w:tabs>
        <w:ind w:left="5040" w:hanging="360"/>
      </w:pPr>
      <w:rPr>
        <w:rFonts w:ascii="Symbol" w:hAnsi="Symbol" w:hint="default"/>
      </w:rPr>
    </w:lvl>
    <w:lvl w:ilvl="7" w:tplc="ABC41C8E" w:tentative="1">
      <w:start w:val="1"/>
      <w:numFmt w:val="bullet"/>
      <w:lvlText w:val="o"/>
      <w:lvlJc w:val="left"/>
      <w:pPr>
        <w:tabs>
          <w:tab w:val="num" w:pos="5760"/>
        </w:tabs>
        <w:ind w:left="5760" w:hanging="360"/>
      </w:pPr>
      <w:rPr>
        <w:rFonts w:ascii="Courier New" w:hAnsi="Courier New" w:hint="default"/>
      </w:rPr>
    </w:lvl>
    <w:lvl w:ilvl="8" w:tplc="FDC41136" w:tentative="1">
      <w:start w:val="1"/>
      <w:numFmt w:val="bullet"/>
      <w:lvlText w:val=""/>
      <w:lvlJc w:val="left"/>
      <w:pPr>
        <w:tabs>
          <w:tab w:val="num" w:pos="6480"/>
        </w:tabs>
        <w:ind w:left="6480" w:hanging="360"/>
      </w:pPr>
      <w:rPr>
        <w:rFonts w:ascii="Wingdings" w:hAnsi="Wingdings" w:hint="default"/>
      </w:rPr>
    </w:lvl>
  </w:abstractNum>
  <w:abstractNum w:abstractNumId="59">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pStyle w:val="SDMHead2"/>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60">
    <w:nsid w:val="7CBA47F7"/>
    <w:multiLevelType w:val="hybridMultilevel"/>
    <w:tmpl w:val="0A4A371A"/>
    <w:name w:val="Reg36"/>
    <w:lvl w:ilvl="0" w:tplc="FFFFFFFF">
      <w:start w:val="1"/>
      <w:numFmt w:val="lowerRoman"/>
      <w:lvlText w:val="(%1)"/>
      <w:lvlJc w:val="left"/>
      <w:pPr>
        <w:tabs>
          <w:tab w:val="num" w:pos="1440"/>
        </w:tabs>
        <w:ind w:left="887" w:hanging="16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7FDF60AA"/>
    <w:multiLevelType w:val="hybridMultilevel"/>
    <w:tmpl w:val="52B2E114"/>
    <w:lvl w:ilvl="0" w:tplc="E084A31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7"/>
  </w:num>
  <w:num w:numId="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1"/>
  </w:num>
  <w:num w:numId="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54"/>
  </w:num>
  <w:num w:numId="10">
    <w:abstractNumId w:val="22"/>
  </w:num>
  <w:num w:numId="11">
    <w:abstractNumId w:val="27"/>
  </w:num>
  <w:num w:numId="12">
    <w:abstractNumId w:val="13"/>
  </w:num>
  <w:num w:numId="13">
    <w:abstractNumId w:val="34"/>
  </w:num>
  <w:num w:numId="14">
    <w:abstractNumId w:val="6"/>
  </w:num>
  <w:num w:numId="15">
    <w:abstractNumId w:val="59"/>
  </w:num>
  <w:num w:numId="16">
    <w:abstractNumId w:val="7"/>
  </w:num>
  <w:num w:numId="17">
    <w:abstractNumId w:val="17"/>
  </w:num>
  <w:num w:numId="18">
    <w:abstractNumId w:val="52"/>
  </w:num>
  <w:num w:numId="19">
    <w:abstractNumId w:val="2"/>
  </w:num>
  <w:num w:numId="20">
    <w:abstractNumId w:val="10"/>
  </w:num>
  <w:num w:numId="21">
    <w:abstractNumId w:val="42"/>
  </w:num>
  <w:num w:numId="22">
    <w:abstractNumId w:val="26"/>
  </w:num>
  <w:num w:numId="23">
    <w:abstractNumId w:val="15"/>
  </w:num>
  <w:num w:numId="24">
    <w:abstractNumId w:val="14"/>
  </w:num>
  <w:num w:numId="25">
    <w:abstractNumId w:val="21"/>
    <w:lvlOverride w:ilvl="0">
      <w:lvl w:ilvl="0">
        <w:start w:val="1"/>
        <w:numFmt w:val="decimal"/>
        <w:suff w:val="nothing"/>
        <w:lvlText w:val="Equation (%1)"/>
        <w:lvlJc w:val="left"/>
        <w:pPr>
          <w:ind w:left="0" w:firstLine="0"/>
        </w:pPr>
        <w:rPr>
          <w:rFonts w:hint="default"/>
        </w:rPr>
      </w:lvl>
    </w:lvlOverride>
  </w:num>
  <w:num w:numId="26">
    <w:abstractNumId w:val="5"/>
  </w:num>
  <w:num w:numId="27">
    <w:abstractNumId w:val="18"/>
    <w:lvlOverride w:ilvl="0">
      <w:lvl w:ilvl="0">
        <w:start w:val="1"/>
        <w:numFmt w:val="decimal"/>
        <w:pStyle w:val="SDMMethEquationNr"/>
        <w:suff w:val="nothing"/>
        <w:lvlText w:val="Equation (%1)"/>
        <w:lvlJc w:val="left"/>
        <w:pPr>
          <w:ind w:left="0" w:firstLine="0"/>
        </w:pPr>
        <w:rPr>
          <w:rFonts w:hint="default"/>
          <w:sz w:val="20"/>
          <w:szCs w:val="20"/>
        </w:rPr>
      </w:lvl>
    </w:lvlOverride>
  </w:num>
  <w:num w:numId="28">
    <w:abstractNumId w:val="28"/>
  </w:num>
  <w:num w:numId="29">
    <w:abstractNumId w:val="4"/>
    <w:lvlOverride w:ilvl="0">
      <w:lvl w:ilvl="0">
        <w:start w:val="1"/>
        <w:numFmt w:val="decimal"/>
        <w:suff w:val="nothing"/>
        <w:lvlText w:val="Equation (%1)"/>
        <w:lvlJc w:val="left"/>
        <w:pPr>
          <w:ind w:left="0" w:firstLine="0"/>
        </w:pPr>
        <w:rPr>
          <w:rFonts w:hint="default"/>
        </w:rPr>
      </w:lvl>
    </w:lvlOverride>
  </w:num>
  <w:num w:numId="30">
    <w:abstractNumId w:val="50"/>
  </w:num>
  <w:num w:numId="31">
    <w:abstractNumId w:val="34"/>
  </w:num>
  <w:num w:numId="32">
    <w:abstractNumId w:val="34"/>
  </w:num>
  <w:num w:numId="33">
    <w:abstractNumId w:val="34"/>
  </w:num>
  <w:num w:numId="34">
    <w:abstractNumId w:val="34"/>
  </w:num>
  <w:num w:numId="35">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forms" w:enforcement="0"/>
  <w:defaultTabStop w:val="709"/>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30721" style="mso-position-horizontal:center;mso-position-horizontal-relative:margin;mso-position-vertical:center;mso-position-vertical-relative:margin" fill="f" fillcolor="#a6a6a6" stroke="f">
      <v:fill color="#a6a6a6" on="f"/>
      <v:stroke on="f"/>
      <v:shadow color="#868686"/>
      <o:colormru v:ext="edit" colors="#ffc"/>
    </o:shapedefaults>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F81"/>
    <w:rsid w:val="0000013B"/>
    <w:rsid w:val="0000045C"/>
    <w:rsid w:val="000004B7"/>
    <w:rsid w:val="0000088E"/>
    <w:rsid w:val="00000ADB"/>
    <w:rsid w:val="000012E9"/>
    <w:rsid w:val="000017C8"/>
    <w:rsid w:val="00001AC8"/>
    <w:rsid w:val="000027C4"/>
    <w:rsid w:val="00002823"/>
    <w:rsid w:val="00002A1E"/>
    <w:rsid w:val="00002FBE"/>
    <w:rsid w:val="000031D5"/>
    <w:rsid w:val="00003604"/>
    <w:rsid w:val="00003DBE"/>
    <w:rsid w:val="00003F80"/>
    <w:rsid w:val="000043F7"/>
    <w:rsid w:val="00004C06"/>
    <w:rsid w:val="000051F4"/>
    <w:rsid w:val="0000544C"/>
    <w:rsid w:val="00005504"/>
    <w:rsid w:val="00005B98"/>
    <w:rsid w:val="00006979"/>
    <w:rsid w:val="00006A75"/>
    <w:rsid w:val="00006AC5"/>
    <w:rsid w:val="00006F4F"/>
    <w:rsid w:val="00007AE8"/>
    <w:rsid w:val="00007E9B"/>
    <w:rsid w:val="00010125"/>
    <w:rsid w:val="0001049C"/>
    <w:rsid w:val="0001073B"/>
    <w:rsid w:val="00010CE4"/>
    <w:rsid w:val="00010D38"/>
    <w:rsid w:val="0001110F"/>
    <w:rsid w:val="0001122A"/>
    <w:rsid w:val="0001140D"/>
    <w:rsid w:val="00011478"/>
    <w:rsid w:val="00011573"/>
    <w:rsid w:val="0001165C"/>
    <w:rsid w:val="00011E6C"/>
    <w:rsid w:val="00011F5D"/>
    <w:rsid w:val="0001251E"/>
    <w:rsid w:val="00012A91"/>
    <w:rsid w:val="00012DDB"/>
    <w:rsid w:val="00012EFA"/>
    <w:rsid w:val="00013330"/>
    <w:rsid w:val="000146C3"/>
    <w:rsid w:val="000147F0"/>
    <w:rsid w:val="00014814"/>
    <w:rsid w:val="0001516D"/>
    <w:rsid w:val="00016131"/>
    <w:rsid w:val="000165AF"/>
    <w:rsid w:val="000174BC"/>
    <w:rsid w:val="00017D33"/>
    <w:rsid w:val="00020754"/>
    <w:rsid w:val="00021280"/>
    <w:rsid w:val="00021AD8"/>
    <w:rsid w:val="00021B33"/>
    <w:rsid w:val="00022A60"/>
    <w:rsid w:val="00022A86"/>
    <w:rsid w:val="00022CC8"/>
    <w:rsid w:val="000236D3"/>
    <w:rsid w:val="000239DB"/>
    <w:rsid w:val="00023F5C"/>
    <w:rsid w:val="000241A5"/>
    <w:rsid w:val="000244AB"/>
    <w:rsid w:val="000246DA"/>
    <w:rsid w:val="0002487B"/>
    <w:rsid w:val="00024974"/>
    <w:rsid w:val="00024BA3"/>
    <w:rsid w:val="00024C9D"/>
    <w:rsid w:val="00025937"/>
    <w:rsid w:val="00025FDB"/>
    <w:rsid w:val="00026099"/>
    <w:rsid w:val="0002663E"/>
    <w:rsid w:val="0002677D"/>
    <w:rsid w:val="0002690A"/>
    <w:rsid w:val="00026A0B"/>
    <w:rsid w:val="00026B93"/>
    <w:rsid w:val="0002743F"/>
    <w:rsid w:val="000279BF"/>
    <w:rsid w:val="00027F65"/>
    <w:rsid w:val="000306ED"/>
    <w:rsid w:val="00030991"/>
    <w:rsid w:val="00030C08"/>
    <w:rsid w:val="00030D59"/>
    <w:rsid w:val="00030E69"/>
    <w:rsid w:val="00030F34"/>
    <w:rsid w:val="00031003"/>
    <w:rsid w:val="000310A1"/>
    <w:rsid w:val="0003133D"/>
    <w:rsid w:val="00031EFF"/>
    <w:rsid w:val="00032207"/>
    <w:rsid w:val="00032453"/>
    <w:rsid w:val="00032A52"/>
    <w:rsid w:val="00032B9D"/>
    <w:rsid w:val="00032DED"/>
    <w:rsid w:val="00032E10"/>
    <w:rsid w:val="000339B5"/>
    <w:rsid w:val="00033A36"/>
    <w:rsid w:val="00033F7B"/>
    <w:rsid w:val="000340C5"/>
    <w:rsid w:val="000343F5"/>
    <w:rsid w:val="0003494A"/>
    <w:rsid w:val="00034B0D"/>
    <w:rsid w:val="000357EC"/>
    <w:rsid w:val="00035AA9"/>
    <w:rsid w:val="000361DB"/>
    <w:rsid w:val="0003624C"/>
    <w:rsid w:val="00036406"/>
    <w:rsid w:val="0003674D"/>
    <w:rsid w:val="00036818"/>
    <w:rsid w:val="00036902"/>
    <w:rsid w:val="00037036"/>
    <w:rsid w:val="00037ECD"/>
    <w:rsid w:val="0004019F"/>
    <w:rsid w:val="0004059F"/>
    <w:rsid w:val="000408DA"/>
    <w:rsid w:val="0004112F"/>
    <w:rsid w:val="000412E2"/>
    <w:rsid w:val="00041737"/>
    <w:rsid w:val="00041D85"/>
    <w:rsid w:val="00041E3F"/>
    <w:rsid w:val="0004270B"/>
    <w:rsid w:val="00042BF3"/>
    <w:rsid w:val="00043E33"/>
    <w:rsid w:val="00044BFB"/>
    <w:rsid w:val="00044F86"/>
    <w:rsid w:val="00045030"/>
    <w:rsid w:val="00045C2B"/>
    <w:rsid w:val="0004606A"/>
    <w:rsid w:val="00046120"/>
    <w:rsid w:val="00046F53"/>
    <w:rsid w:val="00047247"/>
    <w:rsid w:val="00047658"/>
    <w:rsid w:val="000478BE"/>
    <w:rsid w:val="00047EEB"/>
    <w:rsid w:val="000501E2"/>
    <w:rsid w:val="00050204"/>
    <w:rsid w:val="000502D5"/>
    <w:rsid w:val="00050967"/>
    <w:rsid w:val="00050EDA"/>
    <w:rsid w:val="000513DA"/>
    <w:rsid w:val="00051A49"/>
    <w:rsid w:val="000522FD"/>
    <w:rsid w:val="00052717"/>
    <w:rsid w:val="0005271E"/>
    <w:rsid w:val="000529A2"/>
    <w:rsid w:val="000530C3"/>
    <w:rsid w:val="0005341D"/>
    <w:rsid w:val="00053D88"/>
    <w:rsid w:val="00054151"/>
    <w:rsid w:val="000543C6"/>
    <w:rsid w:val="000545B1"/>
    <w:rsid w:val="00054879"/>
    <w:rsid w:val="00054C8A"/>
    <w:rsid w:val="00054CE4"/>
    <w:rsid w:val="00055154"/>
    <w:rsid w:val="000552A1"/>
    <w:rsid w:val="00055563"/>
    <w:rsid w:val="00055565"/>
    <w:rsid w:val="00056364"/>
    <w:rsid w:val="00056569"/>
    <w:rsid w:val="00056680"/>
    <w:rsid w:val="00056845"/>
    <w:rsid w:val="00056DFA"/>
    <w:rsid w:val="00057792"/>
    <w:rsid w:val="00060E35"/>
    <w:rsid w:val="00060F41"/>
    <w:rsid w:val="0006129F"/>
    <w:rsid w:val="00061799"/>
    <w:rsid w:val="00061F17"/>
    <w:rsid w:val="00062146"/>
    <w:rsid w:val="00062180"/>
    <w:rsid w:val="00062322"/>
    <w:rsid w:val="00062CC9"/>
    <w:rsid w:val="000630C6"/>
    <w:rsid w:val="00063344"/>
    <w:rsid w:val="0006338C"/>
    <w:rsid w:val="000637F7"/>
    <w:rsid w:val="00063AB5"/>
    <w:rsid w:val="00063E08"/>
    <w:rsid w:val="00064651"/>
    <w:rsid w:val="00064735"/>
    <w:rsid w:val="0006526A"/>
    <w:rsid w:val="000653B7"/>
    <w:rsid w:val="00065C85"/>
    <w:rsid w:val="00065E31"/>
    <w:rsid w:val="000666DF"/>
    <w:rsid w:val="00066B4B"/>
    <w:rsid w:val="00067083"/>
    <w:rsid w:val="00067730"/>
    <w:rsid w:val="00067826"/>
    <w:rsid w:val="00067B7E"/>
    <w:rsid w:val="000700D8"/>
    <w:rsid w:val="00070225"/>
    <w:rsid w:val="0007034A"/>
    <w:rsid w:val="000711FC"/>
    <w:rsid w:val="00071B34"/>
    <w:rsid w:val="00071E89"/>
    <w:rsid w:val="00072050"/>
    <w:rsid w:val="000724BA"/>
    <w:rsid w:val="000725B5"/>
    <w:rsid w:val="00072A05"/>
    <w:rsid w:val="00073333"/>
    <w:rsid w:val="000736DB"/>
    <w:rsid w:val="00073927"/>
    <w:rsid w:val="00073D26"/>
    <w:rsid w:val="000747BE"/>
    <w:rsid w:val="00074F92"/>
    <w:rsid w:val="00074FA9"/>
    <w:rsid w:val="0007521F"/>
    <w:rsid w:val="00075504"/>
    <w:rsid w:val="000756F5"/>
    <w:rsid w:val="00076437"/>
    <w:rsid w:val="000769E0"/>
    <w:rsid w:val="00076ECB"/>
    <w:rsid w:val="00077241"/>
    <w:rsid w:val="000776E5"/>
    <w:rsid w:val="000778FC"/>
    <w:rsid w:val="000779A5"/>
    <w:rsid w:val="00080741"/>
    <w:rsid w:val="000809A8"/>
    <w:rsid w:val="0008151B"/>
    <w:rsid w:val="000816FC"/>
    <w:rsid w:val="00081E91"/>
    <w:rsid w:val="00081F76"/>
    <w:rsid w:val="00082228"/>
    <w:rsid w:val="000823C6"/>
    <w:rsid w:val="00082986"/>
    <w:rsid w:val="00082C21"/>
    <w:rsid w:val="00082F50"/>
    <w:rsid w:val="000838BF"/>
    <w:rsid w:val="00083EB7"/>
    <w:rsid w:val="0008406E"/>
    <w:rsid w:val="000846E2"/>
    <w:rsid w:val="00084D1F"/>
    <w:rsid w:val="0008667B"/>
    <w:rsid w:val="000866AF"/>
    <w:rsid w:val="0008699B"/>
    <w:rsid w:val="00086AE0"/>
    <w:rsid w:val="00086D83"/>
    <w:rsid w:val="00087198"/>
    <w:rsid w:val="0008783C"/>
    <w:rsid w:val="000878E7"/>
    <w:rsid w:val="00090067"/>
    <w:rsid w:val="000904A8"/>
    <w:rsid w:val="00090954"/>
    <w:rsid w:val="000911F4"/>
    <w:rsid w:val="00091C7B"/>
    <w:rsid w:val="000920C6"/>
    <w:rsid w:val="00093030"/>
    <w:rsid w:val="00093093"/>
    <w:rsid w:val="00093BB6"/>
    <w:rsid w:val="00093C1C"/>
    <w:rsid w:val="00093E8F"/>
    <w:rsid w:val="00094043"/>
    <w:rsid w:val="000946BB"/>
    <w:rsid w:val="000946DB"/>
    <w:rsid w:val="00094F24"/>
    <w:rsid w:val="000950E4"/>
    <w:rsid w:val="0009541E"/>
    <w:rsid w:val="00095EC6"/>
    <w:rsid w:val="000962AE"/>
    <w:rsid w:val="000967E5"/>
    <w:rsid w:val="000972D4"/>
    <w:rsid w:val="0009730B"/>
    <w:rsid w:val="000975EA"/>
    <w:rsid w:val="00097C44"/>
    <w:rsid w:val="00097DB3"/>
    <w:rsid w:val="00097FB3"/>
    <w:rsid w:val="000A07CF"/>
    <w:rsid w:val="000A0BF3"/>
    <w:rsid w:val="000A0E3A"/>
    <w:rsid w:val="000A11E4"/>
    <w:rsid w:val="000A2684"/>
    <w:rsid w:val="000A2914"/>
    <w:rsid w:val="000A3021"/>
    <w:rsid w:val="000A32C1"/>
    <w:rsid w:val="000A35EE"/>
    <w:rsid w:val="000A3942"/>
    <w:rsid w:val="000A3CDF"/>
    <w:rsid w:val="000A3D11"/>
    <w:rsid w:val="000A3FFC"/>
    <w:rsid w:val="000A420F"/>
    <w:rsid w:val="000A464D"/>
    <w:rsid w:val="000A4C2A"/>
    <w:rsid w:val="000A4D8F"/>
    <w:rsid w:val="000A4EB6"/>
    <w:rsid w:val="000A5DBB"/>
    <w:rsid w:val="000A618A"/>
    <w:rsid w:val="000A62D4"/>
    <w:rsid w:val="000A668C"/>
    <w:rsid w:val="000A6938"/>
    <w:rsid w:val="000A699E"/>
    <w:rsid w:val="000A7170"/>
    <w:rsid w:val="000A7B9A"/>
    <w:rsid w:val="000A7CFD"/>
    <w:rsid w:val="000B0193"/>
    <w:rsid w:val="000B0E11"/>
    <w:rsid w:val="000B1FA0"/>
    <w:rsid w:val="000B25AE"/>
    <w:rsid w:val="000B2703"/>
    <w:rsid w:val="000B2846"/>
    <w:rsid w:val="000B2DE6"/>
    <w:rsid w:val="000B2E8C"/>
    <w:rsid w:val="000B3606"/>
    <w:rsid w:val="000B39DA"/>
    <w:rsid w:val="000B3C1A"/>
    <w:rsid w:val="000B429D"/>
    <w:rsid w:val="000B4312"/>
    <w:rsid w:val="000B4A77"/>
    <w:rsid w:val="000B50BD"/>
    <w:rsid w:val="000B6361"/>
    <w:rsid w:val="000B6574"/>
    <w:rsid w:val="000B66D8"/>
    <w:rsid w:val="000B6A28"/>
    <w:rsid w:val="000B6B97"/>
    <w:rsid w:val="000B7027"/>
    <w:rsid w:val="000B712F"/>
    <w:rsid w:val="000B7458"/>
    <w:rsid w:val="000B74DF"/>
    <w:rsid w:val="000B770A"/>
    <w:rsid w:val="000B7ED9"/>
    <w:rsid w:val="000C01EC"/>
    <w:rsid w:val="000C0BD0"/>
    <w:rsid w:val="000C0FBF"/>
    <w:rsid w:val="000C178D"/>
    <w:rsid w:val="000C188C"/>
    <w:rsid w:val="000C190A"/>
    <w:rsid w:val="000C1B5C"/>
    <w:rsid w:val="000C1CCB"/>
    <w:rsid w:val="000C254B"/>
    <w:rsid w:val="000C3329"/>
    <w:rsid w:val="000C3597"/>
    <w:rsid w:val="000C3823"/>
    <w:rsid w:val="000C3888"/>
    <w:rsid w:val="000C3BF3"/>
    <w:rsid w:val="000C4064"/>
    <w:rsid w:val="000C47EB"/>
    <w:rsid w:val="000C486C"/>
    <w:rsid w:val="000C49E3"/>
    <w:rsid w:val="000C57A1"/>
    <w:rsid w:val="000C607D"/>
    <w:rsid w:val="000C692E"/>
    <w:rsid w:val="000C6C90"/>
    <w:rsid w:val="000C7090"/>
    <w:rsid w:val="000C75BC"/>
    <w:rsid w:val="000C7652"/>
    <w:rsid w:val="000C792C"/>
    <w:rsid w:val="000C7BBC"/>
    <w:rsid w:val="000C7C18"/>
    <w:rsid w:val="000D023B"/>
    <w:rsid w:val="000D02C4"/>
    <w:rsid w:val="000D03E1"/>
    <w:rsid w:val="000D0530"/>
    <w:rsid w:val="000D0E26"/>
    <w:rsid w:val="000D1283"/>
    <w:rsid w:val="000D128C"/>
    <w:rsid w:val="000D1BEF"/>
    <w:rsid w:val="000D2D2D"/>
    <w:rsid w:val="000D30C8"/>
    <w:rsid w:val="000D325F"/>
    <w:rsid w:val="000D3D61"/>
    <w:rsid w:val="000D4113"/>
    <w:rsid w:val="000D411B"/>
    <w:rsid w:val="000D4538"/>
    <w:rsid w:val="000D5C6C"/>
    <w:rsid w:val="000D6349"/>
    <w:rsid w:val="000D6B0E"/>
    <w:rsid w:val="000D6D11"/>
    <w:rsid w:val="000D71F4"/>
    <w:rsid w:val="000D750E"/>
    <w:rsid w:val="000D7615"/>
    <w:rsid w:val="000D773D"/>
    <w:rsid w:val="000D7938"/>
    <w:rsid w:val="000E08CB"/>
    <w:rsid w:val="000E0CE5"/>
    <w:rsid w:val="000E0D9D"/>
    <w:rsid w:val="000E0F97"/>
    <w:rsid w:val="000E16DE"/>
    <w:rsid w:val="000E1739"/>
    <w:rsid w:val="000E2159"/>
    <w:rsid w:val="000E24D8"/>
    <w:rsid w:val="000E29C8"/>
    <w:rsid w:val="000E2BA7"/>
    <w:rsid w:val="000E2C58"/>
    <w:rsid w:val="000E338E"/>
    <w:rsid w:val="000E4751"/>
    <w:rsid w:val="000E486B"/>
    <w:rsid w:val="000E6146"/>
    <w:rsid w:val="000E63FD"/>
    <w:rsid w:val="000E64BF"/>
    <w:rsid w:val="000E70A9"/>
    <w:rsid w:val="000E7794"/>
    <w:rsid w:val="000E7AE4"/>
    <w:rsid w:val="000E7F12"/>
    <w:rsid w:val="000E7FDE"/>
    <w:rsid w:val="000F01E2"/>
    <w:rsid w:val="000F0584"/>
    <w:rsid w:val="000F093D"/>
    <w:rsid w:val="000F0CED"/>
    <w:rsid w:val="000F10CC"/>
    <w:rsid w:val="000F1316"/>
    <w:rsid w:val="000F2CC4"/>
    <w:rsid w:val="000F31EA"/>
    <w:rsid w:val="000F3DA4"/>
    <w:rsid w:val="000F3E3B"/>
    <w:rsid w:val="000F4236"/>
    <w:rsid w:val="000F4539"/>
    <w:rsid w:val="000F4A9D"/>
    <w:rsid w:val="000F5863"/>
    <w:rsid w:val="000F5939"/>
    <w:rsid w:val="000F5C2F"/>
    <w:rsid w:val="000F5D33"/>
    <w:rsid w:val="000F6737"/>
    <w:rsid w:val="000F699F"/>
    <w:rsid w:val="000F6F9B"/>
    <w:rsid w:val="000F795D"/>
    <w:rsid w:val="00100311"/>
    <w:rsid w:val="0010063B"/>
    <w:rsid w:val="00101798"/>
    <w:rsid w:val="00101BAA"/>
    <w:rsid w:val="0010246C"/>
    <w:rsid w:val="001024AA"/>
    <w:rsid w:val="00102680"/>
    <w:rsid w:val="001029BB"/>
    <w:rsid w:val="00102CE5"/>
    <w:rsid w:val="00102E23"/>
    <w:rsid w:val="00103545"/>
    <w:rsid w:val="0010378B"/>
    <w:rsid w:val="001037A8"/>
    <w:rsid w:val="001040B8"/>
    <w:rsid w:val="00104982"/>
    <w:rsid w:val="00104D01"/>
    <w:rsid w:val="001050BD"/>
    <w:rsid w:val="0010516B"/>
    <w:rsid w:val="00105E9D"/>
    <w:rsid w:val="00105F10"/>
    <w:rsid w:val="00106691"/>
    <w:rsid w:val="00106B06"/>
    <w:rsid w:val="00106EAA"/>
    <w:rsid w:val="00107354"/>
    <w:rsid w:val="0010767D"/>
    <w:rsid w:val="00110138"/>
    <w:rsid w:val="00110607"/>
    <w:rsid w:val="0011063E"/>
    <w:rsid w:val="00110845"/>
    <w:rsid w:val="00110A86"/>
    <w:rsid w:val="00110BBF"/>
    <w:rsid w:val="0011106B"/>
    <w:rsid w:val="00111503"/>
    <w:rsid w:val="00111986"/>
    <w:rsid w:val="00111BD7"/>
    <w:rsid w:val="00112AE3"/>
    <w:rsid w:val="00112FB3"/>
    <w:rsid w:val="001133FD"/>
    <w:rsid w:val="0011363B"/>
    <w:rsid w:val="00113779"/>
    <w:rsid w:val="00113A19"/>
    <w:rsid w:val="00113A5E"/>
    <w:rsid w:val="00113A96"/>
    <w:rsid w:val="00113E3A"/>
    <w:rsid w:val="00114A0D"/>
    <w:rsid w:val="00114BD8"/>
    <w:rsid w:val="00114DC8"/>
    <w:rsid w:val="0011503B"/>
    <w:rsid w:val="001151A2"/>
    <w:rsid w:val="00115434"/>
    <w:rsid w:val="00115613"/>
    <w:rsid w:val="00115C0C"/>
    <w:rsid w:val="001163B7"/>
    <w:rsid w:val="00117D4D"/>
    <w:rsid w:val="00117E4C"/>
    <w:rsid w:val="00117E7E"/>
    <w:rsid w:val="0012057C"/>
    <w:rsid w:val="001219ED"/>
    <w:rsid w:val="00121B8D"/>
    <w:rsid w:val="0012253D"/>
    <w:rsid w:val="00122BDA"/>
    <w:rsid w:val="00123196"/>
    <w:rsid w:val="00124A5D"/>
    <w:rsid w:val="00124C6D"/>
    <w:rsid w:val="00125074"/>
    <w:rsid w:val="00125347"/>
    <w:rsid w:val="0012582E"/>
    <w:rsid w:val="00125A0E"/>
    <w:rsid w:val="00125C81"/>
    <w:rsid w:val="00125DC3"/>
    <w:rsid w:val="00126344"/>
    <w:rsid w:val="0012671F"/>
    <w:rsid w:val="001268FC"/>
    <w:rsid w:val="00126900"/>
    <w:rsid w:val="00127399"/>
    <w:rsid w:val="001273B6"/>
    <w:rsid w:val="001274D9"/>
    <w:rsid w:val="001275BF"/>
    <w:rsid w:val="00127639"/>
    <w:rsid w:val="00130710"/>
    <w:rsid w:val="001309BC"/>
    <w:rsid w:val="00130BCF"/>
    <w:rsid w:val="00130DA0"/>
    <w:rsid w:val="001311BF"/>
    <w:rsid w:val="00131CD7"/>
    <w:rsid w:val="00131DC5"/>
    <w:rsid w:val="001320AE"/>
    <w:rsid w:val="00132C7D"/>
    <w:rsid w:val="00132D84"/>
    <w:rsid w:val="001339FD"/>
    <w:rsid w:val="001342C0"/>
    <w:rsid w:val="0013588E"/>
    <w:rsid w:val="00135B2D"/>
    <w:rsid w:val="00135CC0"/>
    <w:rsid w:val="00135F59"/>
    <w:rsid w:val="00136776"/>
    <w:rsid w:val="00136B3C"/>
    <w:rsid w:val="00136C94"/>
    <w:rsid w:val="00137165"/>
    <w:rsid w:val="0013716C"/>
    <w:rsid w:val="001376E2"/>
    <w:rsid w:val="001404CC"/>
    <w:rsid w:val="0014067D"/>
    <w:rsid w:val="00141A33"/>
    <w:rsid w:val="00141CDB"/>
    <w:rsid w:val="00141D6E"/>
    <w:rsid w:val="0014207D"/>
    <w:rsid w:val="0014237B"/>
    <w:rsid w:val="001427BD"/>
    <w:rsid w:val="001429D1"/>
    <w:rsid w:val="001430E1"/>
    <w:rsid w:val="001438A5"/>
    <w:rsid w:val="001445E7"/>
    <w:rsid w:val="001447C1"/>
    <w:rsid w:val="00144AA8"/>
    <w:rsid w:val="00144BEB"/>
    <w:rsid w:val="00145464"/>
    <w:rsid w:val="00145773"/>
    <w:rsid w:val="001458D2"/>
    <w:rsid w:val="00145A49"/>
    <w:rsid w:val="00145FFF"/>
    <w:rsid w:val="00147ACD"/>
    <w:rsid w:val="00147B6F"/>
    <w:rsid w:val="00150103"/>
    <w:rsid w:val="00150574"/>
    <w:rsid w:val="0015111E"/>
    <w:rsid w:val="0015175E"/>
    <w:rsid w:val="001520B8"/>
    <w:rsid w:val="001524B2"/>
    <w:rsid w:val="0015272A"/>
    <w:rsid w:val="00152EB5"/>
    <w:rsid w:val="00152F2E"/>
    <w:rsid w:val="00152FB5"/>
    <w:rsid w:val="0015333E"/>
    <w:rsid w:val="001537C4"/>
    <w:rsid w:val="00153C73"/>
    <w:rsid w:val="00153E67"/>
    <w:rsid w:val="001544A0"/>
    <w:rsid w:val="00154BFB"/>
    <w:rsid w:val="00154D4B"/>
    <w:rsid w:val="00154DB5"/>
    <w:rsid w:val="00155236"/>
    <w:rsid w:val="001552BF"/>
    <w:rsid w:val="00155A1C"/>
    <w:rsid w:val="00156974"/>
    <w:rsid w:val="00156D39"/>
    <w:rsid w:val="00156D75"/>
    <w:rsid w:val="0015742D"/>
    <w:rsid w:val="001576E7"/>
    <w:rsid w:val="00157C10"/>
    <w:rsid w:val="001602E9"/>
    <w:rsid w:val="00160E25"/>
    <w:rsid w:val="00161C87"/>
    <w:rsid w:val="00162469"/>
    <w:rsid w:val="001625D1"/>
    <w:rsid w:val="001625EA"/>
    <w:rsid w:val="00162B88"/>
    <w:rsid w:val="00162C95"/>
    <w:rsid w:val="00162E7B"/>
    <w:rsid w:val="00163176"/>
    <w:rsid w:val="00163491"/>
    <w:rsid w:val="0016392A"/>
    <w:rsid w:val="00163E8F"/>
    <w:rsid w:val="00164198"/>
    <w:rsid w:val="00164830"/>
    <w:rsid w:val="00164A98"/>
    <w:rsid w:val="00164F54"/>
    <w:rsid w:val="0016535E"/>
    <w:rsid w:val="00165584"/>
    <w:rsid w:val="00165729"/>
    <w:rsid w:val="001659C5"/>
    <w:rsid w:val="001660AB"/>
    <w:rsid w:val="00166CCD"/>
    <w:rsid w:val="001673AB"/>
    <w:rsid w:val="001677D3"/>
    <w:rsid w:val="00167A87"/>
    <w:rsid w:val="00170190"/>
    <w:rsid w:val="001703AB"/>
    <w:rsid w:val="00170668"/>
    <w:rsid w:val="00170843"/>
    <w:rsid w:val="00170A2C"/>
    <w:rsid w:val="00170F2B"/>
    <w:rsid w:val="00170FF3"/>
    <w:rsid w:val="0017111A"/>
    <w:rsid w:val="0017125D"/>
    <w:rsid w:val="00171BA3"/>
    <w:rsid w:val="00171C0A"/>
    <w:rsid w:val="00171DCE"/>
    <w:rsid w:val="00172D2F"/>
    <w:rsid w:val="00173271"/>
    <w:rsid w:val="0017360D"/>
    <w:rsid w:val="00173A75"/>
    <w:rsid w:val="001740C6"/>
    <w:rsid w:val="001740C7"/>
    <w:rsid w:val="00174100"/>
    <w:rsid w:val="001745C8"/>
    <w:rsid w:val="001749EB"/>
    <w:rsid w:val="00174A94"/>
    <w:rsid w:val="00175981"/>
    <w:rsid w:val="00175A9D"/>
    <w:rsid w:val="00176281"/>
    <w:rsid w:val="001762E4"/>
    <w:rsid w:val="0017706D"/>
    <w:rsid w:val="0017709F"/>
    <w:rsid w:val="001779C9"/>
    <w:rsid w:val="00177E00"/>
    <w:rsid w:val="00180857"/>
    <w:rsid w:val="00180B28"/>
    <w:rsid w:val="0018127F"/>
    <w:rsid w:val="0018140E"/>
    <w:rsid w:val="0018172C"/>
    <w:rsid w:val="00181789"/>
    <w:rsid w:val="00181B5B"/>
    <w:rsid w:val="00181FD8"/>
    <w:rsid w:val="00182308"/>
    <w:rsid w:val="00182909"/>
    <w:rsid w:val="00183174"/>
    <w:rsid w:val="001832BE"/>
    <w:rsid w:val="00183804"/>
    <w:rsid w:val="0018398F"/>
    <w:rsid w:val="00183B85"/>
    <w:rsid w:val="00183EF8"/>
    <w:rsid w:val="00184078"/>
    <w:rsid w:val="001840EE"/>
    <w:rsid w:val="00184175"/>
    <w:rsid w:val="001841BF"/>
    <w:rsid w:val="00184504"/>
    <w:rsid w:val="00184632"/>
    <w:rsid w:val="00184E7F"/>
    <w:rsid w:val="00185565"/>
    <w:rsid w:val="001857B1"/>
    <w:rsid w:val="001857FE"/>
    <w:rsid w:val="00186342"/>
    <w:rsid w:val="0018634D"/>
    <w:rsid w:val="0018663F"/>
    <w:rsid w:val="00186954"/>
    <w:rsid w:val="00187B7A"/>
    <w:rsid w:val="00190573"/>
    <w:rsid w:val="00190877"/>
    <w:rsid w:val="00190ED4"/>
    <w:rsid w:val="0019160B"/>
    <w:rsid w:val="00191E08"/>
    <w:rsid w:val="00192258"/>
    <w:rsid w:val="00192274"/>
    <w:rsid w:val="00192465"/>
    <w:rsid w:val="00192F58"/>
    <w:rsid w:val="001930B4"/>
    <w:rsid w:val="0019331A"/>
    <w:rsid w:val="001939EE"/>
    <w:rsid w:val="00193AD5"/>
    <w:rsid w:val="00193CD1"/>
    <w:rsid w:val="00193E47"/>
    <w:rsid w:val="001941F2"/>
    <w:rsid w:val="0019463F"/>
    <w:rsid w:val="00194799"/>
    <w:rsid w:val="0019479E"/>
    <w:rsid w:val="00195984"/>
    <w:rsid w:val="00195C34"/>
    <w:rsid w:val="001962CF"/>
    <w:rsid w:val="00196C0E"/>
    <w:rsid w:val="00196EF8"/>
    <w:rsid w:val="001970EF"/>
    <w:rsid w:val="001977E2"/>
    <w:rsid w:val="001979E5"/>
    <w:rsid w:val="00197BD1"/>
    <w:rsid w:val="00197D5A"/>
    <w:rsid w:val="00197E55"/>
    <w:rsid w:val="00197ED9"/>
    <w:rsid w:val="001A0357"/>
    <w:rsid w:val="001A0480"/>
    <w:rsid w:val="001A0A28"/>
    <w:rsid w:val="001A0AA9"/>
    <w:rsid w:val="001A0B0A"/>
    <w:rsid w:val="001A0C16"/>
    <w:rsid w:val="001A1637"/>
    <w:rsid w:val="001A16D0"/>
    <w:rsid w:val="001A1BDD"/>
    <w:rsid w:val="001A206A"/>
    <w:rsid w:val="001A26D7"/>
    <w:rsid w:val="001A3551"/>
    <w:rsid w:val="001A449B"/>
    <w:rsid w:val="001A455E"/>
    <w:rsid w:val="001A4855"/>
    <w:rsid w:val="001A4DC9"/>
    <w:rsid w:val="001A51BB"/>
    <w:rsid w:val="001A5A24"/>
    <w:rsid w:val="001A5EBE"/>
    <w:rsid w:val="001A600D"/>
    <w:rsid w:val="001A6050"/>
    <w:rsid w:val="001A60DA"/>
    <w:rsid w:val="001A686B"/>
    <w:rsid w:val="001A776D"/>
    <w:rsid w:val="001A7A3F"/>
    <w:rsid w:val="001A7B43"/>
    <w:rsid w:val="001B0E46"/>
    <w:rsid w:val="001B0EA9"/>
    <w:rsid w:val="001B0EE5"/>
    <w:rsid w:val="001B0F14"/>
    <w:rsid w:val="001B1783"/>
    <w:rsid w:val="001B22B2"/>
    <w:rsid w:val="001B2422"/>
    <w:rsid w:val="001B2F15"/>
    <w:rsid w:val="001B3091"/>
    <w:rsid w:val="001B35F2"/>
    <w:rsid w:val="001B3F22"/>
    <w:rsid w:val="001B3F4F"/>
    <w:rsid w:val="001B4454"/>
    <w:rsid w:val="001B4E9E"/>
    <w:rsid w:val="001B4F32"/>
    <w:rsid w:val="001B4FBF"/>
    <w:rsid w:val="001B53C6"/>
    <w:rsid w:val="001B5503"/>
    <w:rsid w:val="001B63AF"/>
    <w:rsid w:val="001B64A6"/>
    <w:rsid w:val="001B67A8"/>
    <w:rsid w:val="001B6CD3"/>
    <w:rsid w:val="001B767C"/>
    <w:rsid w:val="001B7831"/>
    <w:rsid w:val="001B7BF0"/>
    <w:rsid w:val="001B7F30"/>
    <w:rsid w:val="001B7FE6"/>
    <w:rsid w:val="001C060A"/>
    <w:rsid w:val="001C07BD"/>
    <w:rsid w:val="001C13E2"/>
    <w:rsid w:val="001C14C6"/>
    <w:rsid w:val="001C18AA"/>
    <w:rsid w:val="001C1E52"/>
    <w:rsid w:val="001C2416"/>
    <w:rsid w:val="001C2AC1"/>
    <w:rsid w:val="001C4222"/>
    <w:rsid w:val="001C46C6"/>
    <w:rsid w:val="001C4CC4"/>
    <w:rsid w:val="001C5191"/>
    <w:rsid w:val="001C52E2"/>
    <w:rsid w:val="001C54EB"/>
    <w:rsid w:val="001C5580"/>
    <w:rsid w:val="001C5814"/>
    <w:rsid w:val="001C5B71"/>
    <w:rsid w:val="001C62DA"/>
    <w:rsid w:val="001C6370"/>
    <w:rsid w:val="001C658F"/>
    <w:rsid w:val="001C65DB"/>
    <w:rsid w:val="001C6814"/>
    <w:rsid w:val="001C68DC"/>
    <w:rsid w:val="001C68ED"/>
    <w:rsid w:val="001C6E9D"/>
    <w:rsid w:val="001C7318"/>
    <w:rsid w:val="001D03F6"/>
    <w:rsid w:val="001D0516"/>
    <w:rsid w:val="001D0762"/>
    <w:rsid w:val="001D07AD"/>
    <w:rsid w:val="001D09EC"/>
    <w:rsid w:val="001D0A3D"/>
    <w:rsid w:val="001D15B4"/>
    <w:rsid w:val="001D1672"/>
    <w:rsid w:val="001D1D13"/>
    <w:rsid w:val="001D22EB"/>
    <w:rsid w:val="001D2739"/>
    <w:rsid w:val="001D2CCC"/>
    <w:rsid w:val="001D311E"/>
    <w:rsid w:val="001D3165"/>
    <w:rsid w:val="001D4146"/>
    <w:rsid w:val="001D485C"/>
    <w:rsid w:val="001D4D37"/>
    <w:rsid w:val="001D4E21"/>
    <w:rsid w:val="001D5E97"/>
    <w:rsid w:val="001D61B2"/>
    <w:rsid w:val="001D620F"/>
    <w:rsid w:val="001D6677"/>
    <w:rsid w:val="001D6C71"/>
    <w:rsid w:val="001D6DF6"/>
    <w:rsid w:val="001D70B3"/>
    <w:rsid w:val="001D76EF"/>
    <w:rsid w:val="001D788A"/>
    <w:rsid w:val="001D7967"/>
    <w:rsid w:val="001D79C6"/>
    <w:rsid w:val="001E06BF"/>
    <w:rsid w:val="001E0899"/>
    <w:rsid w:val="001E266E"/>
    <w:rsid w:val="001E269F"/>
    <w:rsid w:val="001E2E81"/>
    <w:rsid w:val="001E358C"/>
    <w:rsid w:val="001E36B4"/>
    <w:rsid w:val="001E378E"/>
    <w:rsid w:val="001E38B0"/>
    <w:rsid w:val="001E3A69"/>
    <w:rsid w:val="001E3B4F"/>
    <w:rsid w:val="001E46C6"/>
    <w:rsid w:val="001E4C2F"/>
    <w:rsid w:val="001E4F44"/>
    <w:rsid w:val="001E4FCC"/>
    <w:rsid w:val="001E515F"/>
    <w:rsid w:val="001E532E"/>
    <w:rsid w:val="001E539A"/>
    <w:rsid w:val="001E53AA"/>
    <w:rsid w:val="001E589D"/>
    <w:rsid w:val="001E5928"/>
    <w:rsid w:val="001E5A27"/>
    <w:rsid w:val="001E5FA5"/>
    <w:rsid w:val="001E5FA6"/>
    <w:rsid w:val="001E6174"/>
    <w:rsid w:val="001E647F"/>
    <w:rsid w:val="001E65AC"/>
    <w:rsid w:val="001E66A2"/>
    <w:rsid w:val="001E66F5"/>
    <w:rsid w:val="001E685E"/>
    <w:rsid w:val="001E6B55"/>
    <w:rsid w:val="001E6F87"/>
    <w:rsid w:val="001E7136"/>
    <w:rsid w:val="001E747B"/>
    <w:rsid w:val="001E7C1B"/>
    <w:rsid w:val="001F075E"/>
    <w:rsid w:val="001F0958"/>
    <w:rsid w:val="001F0B79"/>
    <w:rsid w:val="001F0B7A"/>
    <w:rsid w:val="001F0DF5"/>
    <w:rsid w:val="001F1B4D"/>
    <w:rsid w:val="001F1F2E"/>
    <w:rsid w:val="001F213C"/>
    <w:rsid w:val="001F2C52"/>
    <w:rsid w:val="001F2EA0"/>
    <w:rsid w:val="001F2F39"/>
    <w:rsid w:val="001F2FCB"/>
    <w:rsid w:val="001F35BC"/>
    <w:rsid w:val="001F3B3A"/>
    <w:rsid w:val="001F3CCE"/>
    <w:rsid w:val="001F4087"/>
    <w:rsid w:val="001F44AB"/>
    <w:rsid w:val="001F4949"/>
    <w:rsid w:val="001F49D6"/>
    <w:rsid w:val="001F4AED"/>
    <w:rsid w:val="001F4D32"/>
    <w:rsid w:val="001F50D8"/>
    <w:rsid w:val="001F5476"/>
    <w:rsid w:val="001F5AEB"/>
    <w:rsid w:val="001F5F63"/>
    <w:rsid w:val="001F6004"/>
    <w:rsid w:val="001F61E1"/>
    <w:rsid w:val="001F64F0"/>
    <w:rsid w:val="001F6567"/>
    <w:rsid w:val="001F72CF"/>
    <w:rsid w:val="001F733F"/>
    <w:rsid w:val="001F76B9"/>
    <w:rsid w:val="001F7AF4"/>
    <w:rsid w:val="001F7BE4"/>
    <w:rsid w:val="001F7F37"/>
    <w:rsid w:val="0020000B"/>
    <w:rsid w:val="002004D3"/>
    <w:rsid w:val="00200646"/>
    <w:rsid w:val="00200789"/>
    <w:rsid w:val="00200C4D"/>
    <w:rsid w:val="00200F48"/>
    <w:rsid w:val="0020142B"/>
    <w:rsid w:val="00201792"/>
    <w:rsid w:val="00201BBB"/>
    <w:rsid w:val="00201D5C"/>
    <w:rsid w:val="00201DF2"/>
    <w:rsid w:val="0020249F"/>
    <w:rsid w:val="00202A67"/>
    <w:rsid w:val="00202A89"/>
    <w:rsid w:val="00202DBC"/>
    <w:rsid w:val="00202EB7"/>
    <w:rsid w:val="002030EF"/>
    <w:rsid w:val="002031B2"/>
    <w:rsid w:val="002032FE"/>
    <w:rsid w:val="002037CF"/>
    <w:rsid w:val="002037E6"/>
    <w:rsid w:val="0020439D"/>
    <w:rsid w:val="002044DF"/>
    <w:rsid w:val="00205C9E"/>
    <w:rsid w:val="00205FA1"/>
    <w:rsid w:val="00206C58"/>
    <w:rsid w:val="00210680"/>
    <w:rsid w:val="0021135A"/>
    <w:rsid w:val="00211830"/>
    <w:rsid w:val="002119F3"/>
    <w:rsid w:val="00211A39"/>
    <w:rsid w:val="00211BCE"/>
    <w:rsid w:val="0021223B"/>
    <w:rsid w:val="002137ED"/>
    <w:rsid w:val="0021389E"/>
    <w:rsid w:val="00213A83"/>
    <w:rsid w:val="00213FEC"/>
    <w:rsid w:val="002142C7"/>
    <w:rsid w:val="00214492"/>
    <w:rsid w:val="00214CB6"/>
    <w:rsid w:val="00214F11"/>
    <w:rsid w:val="002158D4"/>
    <w:rsid w:val="002158DE"/>
    <w:rsid w:val="00215E76"/>
    <w:rsid w:val="00215FF2"/>
    <w:rsid w:val="00216C2A"/>
    <w:rsid w:val="00216DB5"/>
    <w:rsid w:val="00216E5B"/>
    <w:rsid w:val="002172CC"/>
    <w:rsid w:val="00217680"/>
    <w:rsid w:val="00220A70"/>
    <w:rsid w:val="0022182A"/>
    <w:rsid w:val="00221CF5"/>
    <w:rsid w:val="002228DC"/>
    <w:rsid w:val="002232A5"/>
    <w:rsid w:val="0022333C"/>
    <w:rsid w:val="0022370D"/>
    <w:rsid w:val="002239E2"/>
    <w:rsid w:val="00223FFD"/>
    <w:rsid w:val="00224E01"/>
    <w:rsid w:val="00224FF4"/>
    <w:rsid w:val="002253F5"/>
    <w:rsid w:val="00225623"/>
    <w:rsid w:val="002258B6"/>
    <w:rsid w:val="00225AB7"/>
    <w:rsid w:val="00226024"/>
    <w:rsid w:val="002260D9"/>
    <w:rsid w:val="0022626F"/>
    <w:rsid w:val="00226391"/>
    <w:rsid w:val="00227134"/>
    <w:rsid w:val="0022764E"/>
    <w:rsid w:val="002306EE"/>
    <w:rsid w:val="00230C0D"/>
    <w:rsid w:val="00230E1D"/>
    <w:rsid w:val="002314D3"/>
    <w:rsid w:val="00231CD6"/>
    <w:rsid w:val="00231F00"/>
    <w:rsid w:val="002320AD"/>
    <w:rsid w:val="00232317"/>
    <w:rsid w:val="00232334"/>
    <w:rsid w:val="0023244A"/>
    <w:rsid w:val="002325CB"/>
    <w:rsid w:val="0023263E"/>
    <w:rsid w:val="00232934"/>
    <w:rsid w:val="00232C3A"/>
    <w:rsid w:val="002339D2"/>
    <w:rsid w:val="00233BCC"/>
    <w:rsid w:val="00233EA6"/>
    <w:rsid w:val="0023421F"/>
    <w:rsid w:val="00234461"/>
    <w:rsid w:val="002346C1"/>
    <w:rsid w:val="002347FE"/>
    <w:rsid w:val="00234A91"/>
    <w:rsid w:val="00234E8D"/>
    <w:rsid w:val="00235C45"/>
    <w:rsid w:val="00235C85"/>
    <w:rsid w:val="00235FD4"/>
    <w:rsid w:val="002360AC"/>
    <w:rsid w:val="0023680D"/>
    <w:rsid w:val="00236A23"/>
    <w:rsid w:val="00236B56"/>
    <w:rsid w:val="00237487"/>
    <w:rsid w:val="00237A06"/>
    <w:rsid w:val="00237BEA"/>
    <w:rsid w:val="00237F1C"/>
    <w:rsid w:val="00240362"/>
    <w:rsid w:val="0024039A"/>
    <w:rsid w:val="00240D05"/>
    <w:rsid w:val="00240E42"/>
    <w:rsid w:val="0024160B"/>
    <w:rsid w:val="0024193C"/>
    <w:rsid w:val="00241AC9"/>
    <w:rsid w:val="00241BB2"/>
    <w:rsid w:val="00241E45"/>
    <w:rsid w:val="00241E55"/>
    <w:rsid w:val="00241FC5"/>
    <w:rsid w:val="002420F1"/>
    <w:rsid w:val="0024393A"/>
    <w:rsid w:val="00243E34"/>
    <w:rsid w:val="002441BA"/>
    <w:rsid w:val="00244560"/>
    <w:rsid w:val="002456E2"/>
    <w:rsid w:val="00245BF4"/>
    <w:rsid w:val="00245CC6"/>
    <w:rsid w:val="00245E37"/>
    <w:rsid w:val="0024605D"/>
    <w:rsid w:val="002466B0"/>
    <w:rsid w:val="002466F3"/>
    <w:rsid w:val="002467B4"/>
    <w:rsid w:val="00247D0A"/>
    <w:rsid w:val="00250836"/>
    <w:rsid w:val="00250F62"/>
    <w:rsid w:val="00251288"/>
    <w:rsid w:val="0025141F"/>
    <w:rsid w:val="0025172F"/>
    <w:rsid w:val="00252AA4"/>
    <w:rsid w:val="00252ED3"/>
    <w:rsid w:val="00253290"/>
    <w:rsid w:val="00253695"/>
    <w:rsid w:val="00253874"/>
    <w:rsid w:val="0025584D"/>
    <w:rsid w:val="0025593C"/>
    <w:rsid w:val="00255CCA"/>
    <w:rsid w:val="00255E29"/>
    <w:rsid w:val="00256691"/>
    <w:rsid w:val="002566DE"/>
    <w:rsid w:val="00256AEE"/>
    <w:rsid w:val="0025741E"/>
    <w:rsid w:val="00257716"/>
    <w:rsid w:val="002601CC"/>
    <w:rsid w:val="002605B0"/>
    <w:rsid w:val="00260651"/>
    <w:rsid w:val="0026082C"/>
    <w:rsid w:val="00260C24"/>
    <w:rsid w:val="00260D40"/>
    <w:rsid w:val="00260F43"/>
    <w:rsid w:val="0026109E"/>
    <w:rsid w:val="002614B1"/>
    <w:rsid w:val="002616D8"/>
    <w:rsid w:val="002619CE"/>
    <w:rsid w:val="002622CF"/>
    <w:rsid w:val="00263220"/>
    <w:rsid w:val="00263991"/>
    <w:rsid w:val="0026467E"/>
    <w:rsid w:val="00264CD3"/>
    <w:rsid w:val="00264FCD"/>
    <w:rsid w:val="00265CAF"/>
    <w:rsid w:val="00265EE9"/>
    <w:rsid w:val="00265F5D"/>
    <w:rsid w:val="0026640C"/>
    <w:rsid w:val="00267D46"/>
    <w:rsid w:val="002703EA"/>
    <w:rsid w:val="00270C18"/>
    <w:rsid w:val="00270C4E"/>
    <w:rsid w:val="00270E50"/>
    <w:rsid w:val="00270FD0"/>
    <w:rsid w:val="00271B7A"/>
    <w:rsid w:val="00271CD4"/>
    <w:rsid w:val="00272313"/>
    <w:rsid w:val="00272F27"/>
    <w:rsid w:val="00273F15"/>
    <w:rsid w:val="002745B5"/>
    <w:rsid w:val="00274A37"/>
    <w:rsid w:val="00274CA6"/>
    <w:rsid w:val="00275763"/>
    <w:rsid w:val="00275BA5"/>
    <w:rsid w:val="00276177"/>
    <w:rsid w:val="00276293"/>
    <w:rsid w:val="00276300"/>
    <w:rsid w:val="00276CD0"/>
    <w:rsid w:val="00276EAB"/>
    <w:rsid w:val="002773BB"/>
    <w:rsid w:val="002774E1"/>
    <w:rsid w:val="0027767F"/>
    <w:rsid w:val="00280198"/>
    <w:rsid w:val="002808AB"/>
    <w:rsid w:val="002818C1"/>
    <w:rsid w:val="00281C74"/>
    <w:rsid w:val="00282167"/>
    <w:rsid w:val="00282811"/>
    <w:rsid w:val="00282927"/>
    <w:rsid w:val="00283E82"/>
    <w:rsid w:val="00283F5D"/>
    <w:rsid w:val="00284164"/>
    <w:rsid w:val="0028559A"/>
    <w:rsid w:val="002855C8"/>
    <w:rsid w:val="0028603D"/>
    <w:rsid w:val="0028622C"/>
    <w:rsid w:val="0028646E"/>
    <w:rsid w:val="00286BC4"/>
    <w:rsid w:val="00286E94"/>
    <w:rsid w:val="00286F9A"/>
    <w:rsid w:val="00287B65"/>
    <w:rsid w:val="00287F8C"/>
    <w:rsid w:val="00290276"/>
    <w:rsid w:val="00290479"/>
    <w:rsid w:val="002904CE"/>
    <w:rsid w:val="0029093A"/>
    <w:rsid w:val="002915B4"/>
    <w:rsid w:val="00291B05"/>
    <w:rsid w:val="002923A7"/>
    <w:rsid w:val="00292E6F"/>
    <w:rsid w:val="0029386B"/>
    <w:rsid w:val="00293B39"/>
    <w:rsid w:val="00293B78"/>
    <w:rsid w:val="0029435C"/>
    <w:rsid w:val="00294C02"/>
    <w:rsid w:val="00294C86"/>
    <w:rsid w:val="002952BA"/>
    <w:rsid w:val="00295384"/>
    <w:rsid w:val="002953FF"/>
    <w:rsid w:val="00295AEA"/>
    <w:rsid w:val="00295E9A"/>
    <w:rsid w:val="00296794"/>
    <w:rsid w:val="00296FB7"/>
    <w:rsid w:val="00297333"/>
    <w:rsid w:val="00297E9B"/>
    <w:rsid w:val="002A0014"/>
    <w:rsid w:val="002A05AE"/>
    <w:rsid w:val="002A05B7"/>
    <w:rsid w:val="002A060B"/>
    <w:rsid w:val="002A0C8B"/>
    <w:rsid w:val="002A0D56"/>
    <w:rsid w:val="002A1002"/>
    <w:rsid w:val="002A1574"/>
    <w:rsid w:val="002A1656"/>
    <w:rsid w:val="002A1965"/>
    <w:rsid w:val="002A2225"/>
    <w:rsid w:val="002A2597"/>
    <w:rsid w:val="002A3054"/>
    <w:rsid w:val="002A3775"/>
    <w:rsid w:val="002A3B45"/>
    <w:rsid w:val="002A3C8F"/>
    <w:rsid w:val="002A3DB7"/>
    <w:rsid w:val="002A41C4"/>
    <w:rsid w:val="002A42E9"/>
    <w:rsid w:val="002A4341"/>
    <w:rsid w:val="002A596B"/>
    <w:rsid w:val="002A5E27"/>
    <w:rsid w:val="002A5F22"/>
    <w:rsid w:val="002A5F30"/>
    <w:rsid w:val="002A64CD"/>
    <w:rsid w:val="002A679C"/>
    <w:rsid w:val="002A6B10"/>
    <w:rsid w:val="002A6C7E"/>
    <w:rsid w:val="002A6F53"/>
    <w:rsid w:val="002A6FE1"/>
    <w:rsid w:val="002A7423"/>
    <w:rsid w:val="002A7603"/>
    <w:rsid w:val="002A789C"/>
    <w:rsid w:val="002A794B"/>
    <w:rsid w:val="002A7B50"/>
    <w:rsid w:val="002A7F73"/>
    <w:rsid w:val="002A7FE3"/>
    <w:rsid w:val="002B15D3"/>
    <w:rsid w:val="002B1DAC"/>
    <w:rsid w:val="002B2A8C"/>
    <w:rsid w:val="002B2B87"/>
    <w:rsid w:val="002B2C09"/>
    <w:rsid w:val="002B2DE1"/>
    <w:rsid w:val="002B2FB0"/>
    <w:rsid w:val="002B3D36"/>
    <w:rsid w:val="002B3E36"/>
    <w:rsid w:val="002B3E83"/>
    <w:rsid w:val="002B42D8"/>
    <w:rsid w:val="002B45F1"/>
    <w:rsid w:val="002B4BED"/>
    <w:rsid w:val="002B502D"/>
    <w:rsid w:val="002B53A7"/>
    <w:rsid w:val="002B54C6"/>
    <w:rsid w:val="002B552A"/>
    <w:rsid w:val="002B570D"/>
    <w:rsid w:val="002B5A03"/>
    <w:rsid w:val="002B5BED"/>
    <w:rsid w:val="002B5FBB"/>
    <w:rsid w:val="002B61F6"/>
    <w:rsid w:val="002B6851"/>
    <w:rsid w:val="002B6960"/>
    <w:rsid w:val="002B70A5"/>
    <w:rsid w:val="002B71A5"/>
    <w:rsid w:val="002B7CAA"/>
    <w:rsid w:val="002C090E"/>
    <w:rsid w:val="002C0DFF"/>
    <w:rsid w:val="002C0E20"/>
    <w:rsid w:val="002C1140"/>
    <w:rsid w:val="002C1276"/>
    <w:rsid w:val="002C1322"/>
    <w:rsid w:val="002C151E"/>
    <w:rsid w:val="002C181B"/>
    <w:rsid w:val="002C1C8C"/>
    <w:rsid w:val="002C1CDB"/>
    <w:rsid w:val="002C2898"/>
    <w:rsid w:val="002C2F73"/>
    <w:rsid w:val="002C303A"/>
    <w:rsid w:val="002C335F"/>
    <w:rsid w:val="002C445C"/>
    <w:rsid w:val="002C4729"/>
    <w:rsid w:val="002C4B0E"/>
    <w:rsid w:val="002C4BA2"/>
    <w:rsid w:val="002C5192"/>
    <w:rsid w:val="002C51D6"/>
    <w:rsid w:val="002C538D"/>
    <w:rsid w:val="002C6F8E"/>
    <w:rsid w:val="002C73A7"/>
    <w:rsid w:val="002C77C8"/>
    <w:rsid w:val="002D08AF"/>
    <w:rsid w:val="002D08BD"/>
    <w:rsid w:val="002D09B1"/>
    <w:rsid w:val="002D0DDA"/>
    <w:rsid w:val="002D1357"/>
    <w:rsid w:val="002D1616"/>
    <w:rsid w:val="002D1994"/>
    <w:rsid w:val="002D1A66"/>
    <w:rsid w:val="002D22A4"/>
    <w:rsid w:val="002D2445"/>
    <w:rsid w:val="002D26D5"/>
    <w:rsid w:val="002D3045"/>
    <w:rsid w:val="002D30CF"/>
    <w:rsid w:val="002D314B"/>
    <w:rsid w:val="002D34DF"/>
    <w:rsid w:val="002D382C"/>
    <w:rsid w:val="002D463E"/>
    <w:rsid w:val="002D4A62"/>
    <w:rsid w:val="002D53F4"/>
    <w:rsid w:val="002D5CEB"/>
    <w:rsid w:val="002D5E94"/>
    <w:rsid w:val="002D5FFB"/>
    <w:rsid w:val="002D62B6"/>
    <w:rsid w:val="002D6526"/>
    <w:rsid w:val="002D750E"/>
    <w:rsid w:val="002D78E8"/>
    <w:rsid w:val="002D7B6E"/>
    <w:rsid w:val="002D7F88"/>
    <w:rsid w:val="002E017D"/>
    <w:rsid w:val="002E023D"/>
    <w:rsid w:val="002E0252"/>
    <w:rsid w:val="002E0404"/>
    <w:rsid w:val="002E0979"/>
    <w:rsid w:val="002E0BCA"/>
    <w:rsid w:val="002E0E63"/>
    <w:rsid w:val="002E14E2"/>
    <w:rsid w:val="002E15E5"/>
    <w:rsid w:val="002E1AE5"/>
    <w:rsid w:val="002E1CC0"/>
    <w:rsid w:val="002E1F27"/>
    <w:rsid w:val="002E22AA"/>
    <w:rsid w:val="002E23EE"/>
    <w:rsid w:val="002E26B9"/>
    <w:rsid w:val="002E270E"/>
    <w:rsid w:val="002E29F1"/>
    <w:rsid w:val="002E2B6A"/>
    <w:rsid w:val="002E2D73"/>
    <w:rsid w:val="002E2FEC"/>
    <w:rsid w:val="002E3112"/>
    <w:rsid w:val="002E3144"/>
    <w:rsid w:val="002E3E14"/>
    <w:rsid w:val="002E44AD"/>
    <w:rsid w:val="002E4BC8"/>
    <w:rsid w:val="002E4DC3"/>
    <w:rsid w:val="002E4E43"/>
    <w:rsid w:val="002E55FE"/>
    <w:rsid w:val="002E563A"/>
    <w:rsid w:val="002E59A9"/>
    <w:rsid w:val="002E5C5F"/>
    <w:rsid w:val="002E5E8F"/>
    <w:rsid w:val="002E62E7"/>
    <w:rsid w:val="002E6352"/>
    <w:rsid w:val="002E6655"/>
    <w:rsid w:val="002E667D"/>
    <w:rsid w:val="002E685B"/>
    <w:rsid w:val="002E698D"/>
    <w:rsid w:val="002E6CC1"/>
    <w:rsid w:val="002E781E"/>
    <w:rsid w:val="002E7D14"/>
    <w:rsid w:val="002E7F6C"/>
    <w:rsid w:val="002E7FD9"/>
    <w:rsid w:val="002F059E"/>
    <w:rsid w:val="002F07B9"/>
    <w:rsid w:val="002F14DF"/>
    <w:rsid w:val="002F1970"/>
    <w:rsid w:val="002F249E"/>
    <w:rsid w:val="002F2631"/>
    <w:rsid w:val="002F2BFA"/>
    <w:rsid w:val="002F2EB2"/>
    <w:rsid w:val="002F2FBA"/>
    <w:rsid w:val="002F38BF"/>
    <w:rsid w:val="002F4048"/>
    <w:rsid w:val="002F502F"/>
    <w:rsid w:val="002F53FC"/>
    <w:rsid w:val="002F59C7"/>
    <w:rsid w:val="002F5BBA"/>
    <w:rsid w:val="002F64A0"/>
    <w:rsid w:val="002F6771"/>
    <w:rsid w:val="002F6A21"/>
    <w:rsid w:val="002F78EA"/>
    <w:rsid w:val="002F79E8"/>
    <w:rsid w:val="002F7EEF"/>
    <w:rsid w:val="003006F2"/>
    <w:rsid w:val="00300744"/>
    <w:rsid w:val="00300773"/>
    <w:rsid w:val="00300959"/>
    <w:rsid w:val="00300FFA"/>
    <w:rsid w:val="003011B9"/>
    <w:rsid w:val="00301756"/>
    <w:rsid w:val="003022B3"/>
    <w:rsid w:val="003023CC"/>
    <w:rsid w:val="00302582"/>
    <w:rsid w:val="00302966"/>
    <w:rsid w:val="00302FD9"/>
    <w:rsid w:val="003032E1"/>
    <w:rsid w:val="003036FB"/>
    <w:rsid w:val="00303703"/>
    <w:rsid w:val="003039CA"/>
    <w:rsid w:val="00303CCB"/>
    <w:rsid w:val="00303D98"/>
    <w:rsid w:val="00305107"/>
    <w:rsid w:val="00305230"/>
    <w:rsid w:val="00305EA6"/>
    <w:rsid w:val="003060EB"/>
    <w:rsid w:val="0030616A"/>
    <w:rsid w:val="003067D2"/>
    <w:rsid w:val="003069EF"/>
    <w:rsid w:val="00306D22"/>
    <w:rsid w:val="00306D47"/>
    <w:rsid w:val="003079E1"/>
    <w:rsid w:val="003079E8"/>
    <w:rsid w:val="00307B99"/>
    <w:rsid w:val="00310379"/>
    <w:rsid w:val="003103B2"/>
    <w:rsid w:val="003107FC"/>
    <w:rsid w:val="00310ADE"/>
    <w:rsid w:val="00310D10"/>
    <w:rsid w:val="00310FB8"/>
    <w:rsid w:val="003115C1"/>
    <w:rsid w:val="0031172F"/>
    <w:rsid w:val="00311F6C"/>
    <w:rsid w:val="003120A5"/>
    <w:rsid w:val="003126F2"/>
    <w:rsid w:val="00312965"/>
    <w:rsid w:val="00312BE3"/>
    <w:rsid w:val="00312CAA"/>
    <w:rsid w:val="00313253"/>
    <w:rsid w:val="003141C0"/>
    <w:rsid w:val="003143CA"/>
    <w:rsid w:val="003153A2"/>
    <w:rsid w:val="00315FBB"/>
    <w:rsid w:val="003161F0"/>
    <w:rsid w:val="0031625C"/>
    <w:rsid w:val="00316B9F"/>
    <w:rsid w:val="00317047"/>
    <w:rsid w:val="0031754D"/>
    <w:rsid w:val="00317A32"/>
    <w:rsid w:val="00317DA7"/>
    <w:rsid w:val="003209C7"/>
    <w:rsid w:val="00320A06"/>
    <w:rsid w:val="00320A3B"/>
    <w:rsid w:val="003217E7"/>
    <w:rsid w:val="00321ED1"/>
    <w:rsid w:val="0032222E"/>
    <w:rsid w:val="00322237"/>
    <w:rsid w:val="00322687"/>
    <w:rsid w:val="003228B3"/>
    <w:rsid w:val="003229A7"/>
    <w:rsid w:val="00322EFA"/>
    <w:rsid w:val="00322F88"/>
    <w:rsid w:val="00322FCD"/>
    <w:rsid w:val="003231EF"/>
    <w:rsid w:val="00323423"/>
    <w:rsid w:val="003235DE"/>
    <w:rsid w:val="00323612"/>
    <w:rsid w:val="003236A8"/>
    <w:rsid w:val="00323BCC"/>
    <w:rsid w:val="00323BF4"/>
    <w:rsid w:val="00323D3C"/>
    <w:rsid w:val="00323FC9"/>
    <w:rsid w:val="00324423"/>
    <w:rsid w:val="00324A58"/>
    <w:rsid w:val="00324D16"/>
    <w:rsid w:val="00324F42"/>
    <w:rsid w:val="003253C5"/>
    <w:rsid w:val="00326263"/>
    <w:rsid w:val="00326369"/>
    <w:rsid w:val="003264A8"/>
    <w:rsid w:val="0032684E"/>
    <w:rsid w:val="00326A17"/>
    <w:rsid w:val="003271E1"/>
    <w:rsid w:val="003275E5"/>
    <w:rsid w:val="00327B0C"/>
    <w:rsid w:val="00327D82"/>
    <w:rsid w:val="00327E58"/>
    <w:rsid w:val="00327F40"/>
    <w:rsid w:val="003303F0"/>
    <w:rsid w:val="00330DDC"/>
    <w:rsid w:val="003314F9"/>
    <w:rsid w:val="003319A6"/>
    <w:rsid w:val="00331BC1"/>
    <w:rsid w:val="00331EB4"/>
    <w:rsid w:val="003324D2"/>
    <w:rsid w:val="003329DD"/>
    <w:rsid w:val="00334C94"/>
    <w:rsid w:val="00335A21"/>
    <w:rsid w:val="00335E18"/>
    <w:rsid w:val="00335F63"/>
    <w:rsid w:val="00336971"/>
    <w:rsid w:val="0033716F"/>
    <w:rsid w:val="00337685"/>
    <w:rsid w:val="00340A07"/>
    <w:rsid w:val="00340DC8"/>
    <w:rsid w:val="00340DFC"/>
    <w:rsid w:val="003410C1"/>
    <w:rsid w:val="00341241"/>
    <w:rsid w:val="0034221F"/>
    <w:rsid w:val="00342D97"/>
    <w:rsid w:val="0034307E"/>
    <w:rsid w:val="003436D5"/>
    <w:rsid w:val="003439BF"/>
    <w:rsid w:val="00343AC7"/>
    <w:rsid w:val="00343C1E"/>
    <w:rsid w:val="00343EC4"/>
    <w:rsid w:val="0034404E"/>
    <w:rsid w:val="003441E2"/>
    <w:rsid w:val="003445B7"/>
    <w:rsid w:val="00344745"/>
    <w:rsid w:val="00344EBF"/>
    <w:rsid w:val="00345193"/>
    <w:rsid w:val="003456FF"/>
    <w:rsid w:val="003459F4"/>
    <w:rsid w:val="00345E07"/>
    <w:rsid w:val="00346E5F"/>
    <w:rsid w:val="00347191"/>
    <w:rsid w:val="00347674"/>
    <w:rsid w:val="00347813"/>
    <w:rsid w:val="00350B32"/>
    <w:rsid w:val="00351223"/>
    <w:rsid w:val="00351268"/>
    <w:rsid w:val="00352098"/>
    <w:rsid w:val="003520B3"/>
    <w:rsid w:val="00352712"/>
    <w:rsid w:val="003528B7"/>
    <w:rsid w:val="00352A01"/>
    <w:rsid w:val="00352A28"/>
    <w:rsid w:val="00352DC1"/>
    <w:rsid w:val="00352DC4"/>
    <w:rsid w:val="00353277"/>
    <w:rsid w:val="003533E2"/>
    <w:rsid w:val="00353EA4"/>
    <w:rsid w:val="003540D8"/>
    <w:rsid w:val="003548E6"/>
    <w:rsid w:val="003555D3"/>
    <w:rsid w:val="00355D53"/>
    <w:rsid w:val="00356701"/>
    <w:rsid w:val="00357157"/>
    <w:rsid w:val="003572C0"/>
    <w:rsid w:val="00357A1C"/>
    <w:rsid w:val="00360BEE"/>
    <w:rsid w:val="003619FC"/>
    <w:rsid w:val="00361B90"/>
    <w:rsid w:val="00361D44"/>
    <w:rsid w:val="00361EA7"/>
    <w:rsid w:val="003624C3"/>
    <w:rsid w:val="00362F98"/>
    <w:rsid w:val="00363316"/>
    <w:rsid w:val="003639D7"/>
    <w:rsid w:val="00363D83"/>
    <w:rsid w:val="0036414A"/>
    <w:rsid w:val="00364319"/>
    <w:rsid w:val="0036480B"/>
    <w:rsid w:val="00364B38"/>
    <w:rsid w:val="00365343"/>
    <w:rsid w:val="00365972"/>
    <w:rsid w:val="003659B5"/>
    <w:rsid w:val="00365D4D"/>
    <w:rsid w:val="003661CC"/>
    <w:rsid w:val="00366361"/>
    <w:rsid w:val="00366514"/>
    <w:rsid w:val="00366911"/>
    <w:rsid w:val="00366C8C"/>
    <w:rsid w:val="00367439"/>
    <w:rsid w:val="00367855"/>
    <w:rsid w:val="00367C0A"/>
    <w:rsid w:val="00370542"/>
    <w:rsid w:val="00370AED"/>
    <w:rsid w:val="003711A0"/>
    <w:rsid w:val="0037136E"/>
    <w:rsid w:val="003716E0"/>
    <w:rsid w:val="0037239D"/>
    <w:rsid w:val="00372901"/>
    <w:rsid w:val="00372B02"/>
    <w:rsid w:val="00372F01"/>
    <w:rsid w:val="003731E3"/>
    <w:rsid w:val="0037376B"/>
    <w:rsid w:val="003737F5"/>
    <w:rsid w:val="003742E2"/>
    <w:rsid w:val="00374381"/>
    <w:rsid w:val="003752EF"/>
    <w:rsid w:val="003756A5"/>
    <w:rsid w:val="00375723"/>
    <w:rsid w:val="00375932"/>
    <w:rsid w:val="00375C07"/>
    <w:rsid w:val="00375E2F"/>
    <w:rsid w:val="00376181"/>
    <w:rsid w:val="00376613"/>
    <w:rsid w:val="00376E61"/>
    <w:rsid w:val="003770B1"/>
    <w:rsid w:val="003770F6"/>
    <w:rsid w:val="003773DB"/>
    <w:rsid w:val="00377768"/>
    <w:rsid w:val="00377908"/>
    <w:rsid w:val="00377FD9"/>
    <w:rsid w:val="003805C7"/>
    <w:rsid w:val="0038086A"/>
    <w:rsid w:val="00380983"/>
    <w:rsid w:val="00380B71"/>
    <w:rsid w:val="00380FB1"/>
    <w:rsid w:val="003812E8"/>
    <w:rsid w:val="003816EE"/>
    <w:rsid w:val="00381749"/>
    <w:rsid w:val="0038208E"/>
    <w:rsid w:val="0038214E"/>
    <w:rsid w:val="00382421"/>
    <w:rsid w:val="0038310C"/>
    <w:rsid w:val="003836ED"/>
    <w:rsid w:val="00383778"/>
    <w:rsid w:val="00383A4D"/>
    <w:rsid w:val="00383C3A"/>
    <w:rsid w:val="00383F96"/>
    <w:rsid w:val="00383FC9"/>
    <w:rsid w:val="003841B4"/>
    <w:rsid w:val="003849DD"/>
    <w:rsid w:val="00384BF6"/>
    <w:rsid w:val="003850C6"/>
    <w:rsid w:val="00385211"/>
    <w:rsid w:val="00385B1B"/>
    <w:rsid w:val="00385C09"/>
    <w:rsid w:val="003861C6"/>
    <w:rsid w:val="00386319"/>
    <w:rsid w:val="00386B07"/>
    <w:rsid w:val="00387858"/>
    <w:rsid w:val="00387A1E"/>
    <w:rsid w:val="00387C5D"/>
    <w:rsid w:val="00387CC9"/>
    <w:rsid w:val="0039063D"/>
    <w:rsid w:val="00391625"/>
    <w:rsid w:val="00391C36"/>
    <w:rsid w:val="00392A70"/>
    <w:rsid w:val="00392B3F"/>
    <w:rsid w:val="003937C4"/>
    <w:rsid w:val="003938E9"/>
    <w:rsid w:val="00393FEF"/>
    <w:rsid w:val="003941CE"/>
    <w:rsid w:val="003948E6"/>
    <w:rsid w:val="00394C0C"/>
    <w:rsid w:val="003950C0"/>
    <w:rsid w:val="003953D1"/>
    <w:rsid w:val="00396229"/>
    <w:rsid w:val="003968A9"/>
    <w:rsid w:val="00396F0C"/>
    <w:rsid w:val="003970A1"/>
    <w:rsid w:val="003972E6"/>
    <w:rsid w:val="0039742C"/>
    <w:rsid w:val="003979A5"/>
    <w:rsid w:val="00397CC9"/>
    <w:rsid w:val="003A0279"/>
    <w:rsid w:val="003A079F"/>
    <w:rsid w:val="003A087F"/>
    <w:rsid w:val="003A0A06"/>
    <w:rsid w:val="003A0A14"/>
    <w:rsid w:val="003A0AD7"/>
    <w:rsid w:val="003A0D28"/>
    <w:rsid w:val="003A106E"/>
    <w:rsid w:val="003A1400"/>
    <w:rsid w:val="003A146F"/>
    <w:rsid w:val="003A19ED"/>
    <w:rsid w:val="003A1B35"/>
    <w:rsid w:val="003A1FD1"/>
    <w:rsid w:val="003A20A6"/>
    <w:rsid w:val="003A30AC"/>
    <w:rsid w:val="003A323E"/>
    <w:rsid w:val="003A33C5"/>
    <w:rsid w:val="003A366C"/>
    <w:rsid w:val="003A3860"/>
    <w:rsid w:val="003A39A2"/>
    <w:rsid w:val="003A4214"/>
    <w:rsid w:val="003A42A8"/>
    <w:rsid w:val="003A4307"/>
    <w:rsid w:val="003A458E"/>
    <w:rsid w:val="003A46F9"/>
    <w:rsid w:val="003A4E95"/>
    <w:rsid w:val="003A4F9C"/>
    <w:rsid w:val="003A53ED"/>
    <w:rsid w:val="003A549E"/>
    <w:rsid w:val="003A575F"/>
    <w:rsid w:val="003A58DB"/>
    <w:rsid w:val="003A6492"/>
    <w:rsid w:val="003A6C35"/>
    <w:rsid w:val="003A6C81"/>
    <w:rsid w:val="003A6E25"/>
    <w:rsid w:val="003A72A0"/>
    <w:rsid w:val="003A748F"/>
    <w:rsid w:val="003B03BB"/>
    <w:rsid w:val="003B076C"/>
    <w:rsid w:val="003B1082"/>
    <w:rsid w:val="003B12F5"/>
    <w:rsid w:val="003B1AB2"/>
    <w:rsid w:val="003B1E4C"/>
    <w:rsid w:val="003B2005"/>
    <w:rsid w:val="003B2340"/>
    <w:rsid w:val="003B24B8"/>
    <w:rsid w:val="003B2BF6"/>
    <w:rsid w:val="003B2C1E"/>
    <w:rsid w:val="003B3917"/>
    <w:rsid w:val="003B3F8E"/>
    <w:rsid w:val="003B435B"/>
    <w:rsid w:val="003B49E2"/>
    <w:rsid w:val="003B49F6"/>
    <w:rsid w:val="003B4E4E"/>
    <w:rsid w:val="003B5D62"/>
    <w:rsid w:val="003B6583"/>
    <w:rsid w:val="003B6B71"/>
    <w:rsid w:val="003B6B8E"/>
    <w:rsid w:val="003B778C"/>
    <w:rsid w:val="003B79B5"/>
    <w:rsid w:val="003B7B45"/>
    <w:rsid w:val="003B7C24"/>
    <w:rsid w:val="003B7E76"/>
    <w:rsid w:val="003C049C"/>
    <w:rsid w:val="003C0B86"/>
    <w:rsid w:val="003C10B0"/>
    <w:rsid w:val="003C18F1"/>
    <w:rsid w:val="003C1B7C"/>
    <w:rsid w:val="003C1FB8"/>
    <w:rsid w:val="003C21B3"/>
    <w:rsid w:val="003C2359"/>
    <w:rsid w:val="003C287E"/>
    <w:rsid w:val="003C2A4D"/>
    <w:rsid w:val="003C31E1"/>
    <w:rsid w:val="003C32B0"/>
    <w:rsid w:val="003C3474"/>
    <w:rsid w:val="003C4310"/>
    <w:rsid w:val="003C466A"/>
    <w:rsid w:val="003C51E6"/>
    <w:rsid w:val="003C608F"/>
    <w:rsid w:val="003C6D5F"/>
    <w:rsid w:val="003C70DE"/>
    <w:rsid w:val="003C713C"/>
    <w:rsid w:val="003C7329"/>
    <w:rsid w:val="003C73C2"/>
    <w:rsid w:val="003C7483"/>
    <w:rsid w:val="003C7579"/>
    <w:rsid w:val="003C7598"/>
    <w:rsid w:val="003C7876"/>
    <w:rsid w:val="003C78AE"/>
    <w:rsid w:val="003D0010"/>
    <w:rsid w:val="003D0158"/>
    <w:rsid w:val="003D0543"/>
    <w:rsid w:val="003D08C6"/>
    <w:rsid w:val="003D0DB2"/>
    <w:rsid w:val="003D0DCC"/>
    <w:rsid w:val="003D21E1"/>
    <w:rsid w:val="003D2712"/>
    <w:rsid w:val="003D2EB0"/>
    <w:rsid w:val="003D3042"/>
    <w:rsid w:val="003D3568"/>
    <w:rsid w:val="003D3844"/>
    <w:rsid w:val="003D3BCD"/>
    <w:rsid w:val="003D43AA"/>
    <w:rsid w:val="003D4683"/>
    <w:rsid w:val="003D468D"/>
    <w:rsid w:val="003D4EBB"/>
    <w:rsid w:val="003D53FD"/>
    <w:rsid w:val="003D58FD"/>
    <w:rsid w:val="003D5AF8"/>
    <w:rsid w:val="003D5B7F"/>
    <w:rsid w:val="003D6223"/>
    <w:rsid w:val="003D649F"/>
    <w:rsid w:val="003D691F"/>
    <w:rsid w:val="003D69AA"/>
    <w:rsid w:val="003D6F21"/>
    <w:rsid w:val="003D7006"/>
    <w:rsid w:val="003D7011"/>
    <w:rsid w:val="003D7086"/>
    <w:rsid w:val="003D77EB"/>
    <w:rsid w:val="003D7C0A"/>
    <w:rsid w:val="003D7E14"/>
    <w:rsid w:val="003E0895"/>
    <w:rsid w:val="003E1088"/>
    <w:rsid w:val="003E165F"/>
    <w:rsid w:val="003E1BED"/>
    <w:rsid w:val="003E24CB"/>
    <w:rsid w:val="003E30BF"/>
    <w:rsid w:val="003E3411"/>
    <w:rsid w:val="003E34D1"/>
    <w:rsid w:val="003E3A16"/>
    <w:rsid w:val="003E3A56"/>
    <w:rsid w:val="003E3EBC"/>
    <w:rsid w:val="003E4869"/>
    <w:rsid w:val="003E50AF"/>
    <w:rsid w:val="003E5E74"/>
    <w:rsid w:val="003E5EB8"/>
    <w:rsid w:val="003E5EF8"/>
    <w:rsid w:val="003E5F44"/>
    <w:rsid w:val="003E647C"/>
    <w:rsid w:val="003E6803"/>
    <w:rsid w:val="003E79B5"/>
    <w:rsid w:val="003E7E63"/>
    <w:rsid w:val="003E7ED1"/>
    <w:rsid w:val="003F009F"/>
    <w:rsid w:val="003F07EB"/>
    <w:rsid w:val="003F0E03"/>
    <w:rsid w:val="003F12F5"/>
    <w:rsid w:val="003F1336"/>
    <w:rsid w:val="003F14CD"/>
    <w:rsid w:val="003F1550"/>
    <w:rsid w:val="003F175D"/>
    <w:rsid w:val="003F18CF"/>
    <w:rsid w:val="003F1BB2"/>
    <w:rsid w:val="003F209C"/>
    <w:rsid w:val="003F2284"/>
    <w:rsid w:val="003F22A5"/>
    <w:rsid w:val="003F2B3D"/>
    <w:rsid w:val="003F2E23"/>
    <w:rsid w:val="003F2E91"/>
    <w:rsid w:val="003F3056"/>
    <w:rsid w:val="003F33AA"/>
    <w:rsid w:val="003F34BB"/>
    <w:rsid w:val="003F37E8"/>
    <w:rsid w:val="003F40BF"/>
    <w:rsid w:val="003F4195"/>
    <w:rsid w:val="003F4F3B"/>
    <w:rsid w:val="003F5BFF"/>
    <w:rsid w:val="003F5E84"/>
    <w:rsid w:val="003F5EFC"/>
    <w:rsid w:val="003F5F41"/>
    <w:rsid w:val="003F60CE"/>
    <w:rsid w:val="003F60DF"/>
    <w:rsid w:val="003F61E7"/>
    <w:rsid w:val="003F6745"/>
    <w:rsid w:val="003F6B51"/>
    <w:rsid w:val="003F6E91"/>
    <w:rsid w:val="003F707C"/>
    <w:rsid w:val="003F752D"/>
    <w:rsid w:val="00400069"/>
    <w:rsid w:val="004002A5"/>
    <w:rsid w:val="00400637"/>
    <w:rsid w:val="00400B4B"/>
    <w:rsid w:val="00400BA3"/>
    <w:rsid w:val="00400D21"/>
    <w:rsid w:val="004012D9"/>
    <w:rsid w:val="00401708"/>
    <w:rsid w:val="00401849"/>
    <w:rsid w:val="00401FF2"/>
    <w:rsid w:val="00402025"/>
    <w:rsid w:val="0040297C"/>
    <w:rsid w:val="00403802"/>
    <w:rsid w:val="00405D1A"/>
    <w:rsid w:val="00406053"/>
    <w:rsid w:val="0040623A"/>
    <w:rsid w:val="00406617"/>
    <w:rsid w:val="00406AA6"/>
    <w:rsid w:val="00406BF7"/>
    <w:rsid w:val="00406C11"/>
    <w:rsid w:val="00406C7B"/>
    <w:rsid w:val="004071F2"/>
    <w:rsid w:val="00407802"/>
    <w:rsid w:val="004103B0"/>
    <w:rsid w:val="00410810"/>
    <w:rsid w:val="00410B59"/>
    <w:rsid w:val="004115E3"/>
    <w:rsid w:val="004119D1"/>
    <w:rsid w:val="00411BDD"/>
    <w:rsid w:val="004122F7"/>
    <w:rsid w:val="00412412"/>
    <w:rsid w:val="00412D4B"/>
    <w:rsid w:val="0041365C"/>
    <w:rsid w:val="00413721"/>
    <w:rsid w:val="00413A10"/>
    <w:rsid w:val="00413C75"/>
    <w:rsid w:val="00413C8B"/>
    <w:rsid w:val="00413DBE"/>
    <w:rsid w:val="00414078"/>
    <w:rsid w:val="00414C33"/>
    <w:rsid w:val="00414DDC"/>
    <w:rsid w:val="004152B4"/>
    <w:rsid w:val="00416219"/>
    <w:rsid w:val="00416259"/>
    <w:rsid w:val="00416E12"/>
    <w:rsid w:val="0041707D"/>
    <w:rsid w:val="004171DF"/>
    <w:rsid w:val="004174D6"/>
    <w:rsid w:val="00417507"/>
    <w:rsid w:val="004176AF"/>
    <w:rsid w:val="00420561"/>
    <w:rsid w:val="004209FE"/>
    <w:rsid w:val="00420CB0"/>
    <w:rsid w:val="00420CF0"/>
    <w:rsid w:val="00420E5B"/>
    <w:rsid w:val="00420F85"/>
    <w:rsid w:val="00421580"/>
    <w:rsid w:val="00421619"/>
    <w:rsid w:val="004225AE"/>
    <w:rsid w:val="004231B2"/>
    <w:rsid w:val="00423616"/>
    <w:rsid w:val="004236D9"/>
    <w:rsid w:val="00423BC7"/>
    <w:rsid w:val="00424232"/>
    <w:rsid w:val="00424258"/>
    <w:rsid w:val="004242D7"/>
    <w:rsid w:val="00424667"/>
    <w:rsid w:val="00424700"/>
    <w:rsid w:val="004249D2"/>
    <w:rsid w:val="00424A45"/>
    <w:rsid w:val="00424A9E"/>
    <w:rsid w:val="00424FC0"/>
    <w:rsid w:val="00425183"/>
    <w:rsid w:val="004251B4"/>
    <w:rsid w:val="004253B3"/>
    <w:rsid w:val="0042548D"/>
    <w:rsid w:val="004257F0"/>
    <w:rsid w:val="00425863"/>
    <w:rsid w:val="004258E9"/>
    <w:rsid w:val="00425DAF"/>
    <w:rsid w:val="0042622C"/>
    <w:rsid w:val="00426242"/>
    <w:rsid w:val="00426342"/>
    <w:rsid w:val="004263D3"/>
    <w:rsid w:val="00426A8A"/>
    <w:rsid w:val="00426ABB"/>
    <w:rsid w:val="00426BCB"/>
    <w:rsid w:val="00426CA3"/>
    <w:rsid w:val="00426FB6"/>
    <w:rsid w:val="0042769A"/>
    <w:rsid w:val="00427739"/>
    <w:rsid w:val="00427881"/>
    <w:rsid w:val="00427BBD"/>
    <w:rsid w:val="0043017E"/>
    <w:rsid w:val="004302A3"/>
    <w:rsid w:val="00430AF0"/>
    <w:rsid w:val="00430DA0"/>
    <w:rsid w:val="00430F6B"/>
    <w:rsid w:val="004312C9"/>
    <w:rsid w:val="004316A6"/>
    <w:rsid w:val="004316B1"/>
    <w:rsid w:val="00431731"/>
    <w:rsid w:val="00431911"/>
    <w:rsid w:val="00431A31"/>
    <w:rsid w:val="00431C2A"/>
    <w:rsid w:val="00431F54"/>
    <w:rsid w:val="00432391"/>
    <w:rsid w:val="00432F90"/>
    <w:rsid w:val="00433E35"/>
    <w:rsid w:val="00433EEF"/>
    <w:rsid w:val="0043440C"/>
    <w:rsid w:val="00434927"/>
    <w:rsid w:val="00434D11"/>
    <w:rsid w:val="0043529B"/>
    <w:rsid w:val="0043532F"/>
    <w:rsid w:val="00435A08"/>
    <w:rsid w:val="00435A09"/>
    <w:rsid w:val="00436418"/>
    <w:rsid w:val="00436D92"/>
    <w:rsid w:val="00436FBB"/>
    <w:rsid w:val="00437E49"/>
    <w:rsid w:val="004403F2"/>
    <w:rsid w:val="00440472"/>
    <w:rsid w:val="004411AB"/>
    <w:rsid w:val="00441218"/>
    <w:rsid w:val="004412C4"/>
    <w:rsid w:val="004419DF"/>
    <w:rsid w:val="00441E3D"/>
    <w:rsid w:val="004422E4"/>
    <w:rsid w:val="00442617"/>
    <w:rsid w:val="0044296D"/>
    <w:rsid w:val="00443DB0"/>
    <w:rsid w:val="004444B2"/>
    <w:rsid w:val="00444E2D"/>
    <w:rsid w:val="00445883"/>
    <w:rsid w:val="00446571"/>
    <w:rsid w:val="00447276"/>
    <w:rsid w:val="004472D2"/>
    <w:rsid w:val="00447525"/>
    <w:rsid w:val="004477AB"/>
    <w:rsid w:val="00447B7C"/>
    <w:rsid w:val="00450148"/>
    <w:rsid w:val="004501B4"/>
    <w:rsid w:val="00450D84"/>
    <w:rsid w:val="00451400"/>
    <w:rsid w:val="00451C39"/>
    <w:rsid w:val="00451CFD"/>
    <w:rsid w:val="00451D72"/>
    <w:rsid w:val="0045232D"/>
    <w:rsid w:val="004526EB"/>
    <w:rsid w:val="004530FD"/>
    <w:rsid w:val="00453326"/>
    <w:rsid w:val="00453A0F"/>
    <w:rsid w:val="00453A81"/>
    <w:rsid w:val="00453D61"/>
    <w:rsid w:val="00454092"/>
    <w:rsid w:val="004546D2"/>
    <w:rsid w:val="004548F3"/>
    <w:rsid w:val="00454B61"/>
    <w:rsid w:val="00454D58"/>
    <w:rsid w:val="00454E1E"/>
    <w:rsid w:val="004559D8"/>
    <w:rsid w:val="00456156"/>
    <w:rsid w:val="00456918"/>
    <w:rsid w:val="00456A45"/>
    <w:rsid w:val="00456A62"/>
    <w:rsid w:val="00456BCB"/>
    <w:rsid w:val="00457264"/>
    <w:rsid w:val="00457294"/>
    <w:rsid w:val="004603ED"/>
    <w:rsid w:val="0046075B"/>
    <w:rsid w:val="004613F2"/>
    <w:rsid w:val="004616D2"/>
    <w:rsid w:val="00461BEC"/>
    <w:rsid w:val="004620A3"/>
    <w:rsid w:val="004620A5"/>
    <w:rsid w:val="004622A6"/>
    <w:rsid w:val="004629CA"/>
    <w:rsid w:val="00463032"/>
    <w:rsid w:val="0046364C"/>
    <w:rsid w:val="004636C9"/>
    <w:rsid w:val="00463A4D"/>
    <w:rsid w:val="004643F4"/>
    <w:rsid w:val="00464E14"/>
    <w:rsid w:val="00464F58"/>
    <w:rsid w:val="00465208"/>
    <w:rsid w:val="0046552C"/>
    <w:rsid w:val="004655D4"/>
    <w:rsid w:val="00465B1E"/>
    <w:rsid w:val="00466251"/>
    <w:rsid w:val="004665A1"/>
    <w:rsid w:val="0046663D"/>
    <w:rsid w:val="00466654"/>
    <w:rsid w:val="0046694F"/>
    <w:rsid w:val="00466E0A"/>
    <w:rsid w:val="004678FF"/>
    <w:rsid w:val="00467D49"/>
    <w:rsid w:val="00470600"/>
    <w:rsid w:val="00470626"/>
    <w:rsid w:val="00470EF6"/>
    <w:rsid w:val="00471208"/>
    <w:rsid w:val="00471C2B"/>
    <w:rsid w:val="004720DA"/>
    <w:rsid w:val="0047241D"/>
    <w:rsid w:val="00472D06"/>
    <w:rsid w:val="00473427"/>
    <w:rsid w:val="00473489"/>
    <w:rsid w:val="00473738"/>
    <w:rsid w:val="00473C1B"/>
    <w:rsid w:val="00473E3F"/>
    <w:rsid w:val="00473FE0"/>
    <w:rsid w:val="0047459D"/>
    <w:rsid w:val="00474793"/>
    <w:rsid w:val="004751DC"/>
    <w:rsid w:val="00475403"/>
    <w:rsid w:val="0047564E"/>
    <w:rsid w:val="00475ABD"/>
    <w:rsid w:val="00475D8C"/>
    <w:rsid w:val="00475FE0"/>
    <w:rsid w:val="0047640B"/>
    <w:rsid w:val="00476CFF"/>
    <w:rsid w:val="00477505"/>
    <w:rsid w:val="00477731"/>
    <w:rsid w:val="00477A6E"/>
    <w:rsid w:val="004802DF"/>
    <w:rsid w:val="0048043B"/>
    <w:rsid w:val="00480572"/>
    <w:rsid w:val="004806A0"/>
    <w:rsid w:val="00480965"/>
    <w:rsid w:val="00480B6E"/>
    <w:rsid w:val="00480C72"/>
    <w:rsid w:val="00480DEF"/>
    <w:rsid w:val="00481725"/>
    <w:rsid w:val="004817C9"/>
    <w:rsid w:val="00481E35"/>
    <w:rsid w:val="0048220D"/>
    <w:rsid w:val="00482F7D"/>
    <w:rsid w:val="00483005"/>
    <w:rsid w:val="004833F7"/>
    <w:rsid w:val="0048361E"/>
    <w:rsid w:val="00483721"/>
    <w:rsid w:val="004839AE"/>
    <w:rsid w:val="00483D87"/>
    <w:rsid w:val="0048500D"/>
    <w:rsid w:val="004850BE"/>
    <w:rsid w:val="0048521B"/>
    <w:rsid w:val="00485CD9"/>
    <w:rsid w:val="00485CF1"/>
    <w:rsid w:val="004868A5"/>
    <w:rsid w:val="0048711A"/>
    <w:rsid w:val="00487480"/>
    <w:rsid w:val="00487AA2"/>
    <w:rsid w:val="00487D14"/>
    <w:rsid w:val="00490136"/>
    <w:rsid w:val="00490591"/>
    <w:rsid w:val="00490D32"/>
    <w:rsid w:val="004911DF"/>
    <w:rsid w:val="004919C8"/>
    <w:rsid w:val="00491B10"/>
    <w:rsid w:val="00492257"/>
    <w:rsid w:val="004925DD"/>
    <w:rsid w:val="004926E1"/>
    <w:rsid w:val="00492EFA"/>
    <w:rsid w:val="00493220"/>
    <w:rsid w:val="00493629"/>
    <w:rsid w:val="00493884"/>
    <w:rsid w:val="00493E0E"/>
    <w:rsid w:val="00494BAC"/>
    <w:rsid w:val="00494BFE"/>
    <w:rsid w:val="00495676"/>
    <w:rsid w:val="00495687"/>
    <w:rsid w:val="004956D2"/>
    <w:rsid w:val="00495B27"/>
    <w:rsid w:val="00495F72"/>
    <w:rsid w:val="004960A6"/>
    <w:rsid w:val="004962C5"/>
    <w:rsid w:val="00496594"/>
    <w:rsid w:val="00496943"/>
    <w:rsid w:val="004969D4"/>
    <w:rsid w:val="00496B7D"/>
    <w:rsid w:val="00497075"/>
    <w:rsid w:val="00497967"/>
    <w:rsid w:val="004A01DF"/>
    <w:rsid w:val="004A055B"/>
    <w:rsid w:val="004A06F2"/>
    <w:rsid w:val="004A0B23"/>
    <w:rsid w:val="004A0B92"/>
    <w:rsid w:val="004A0CD2"/>
    <w:rsid w:val="004A160F"/>
    <w:rsid w:val="004A17AE"/>
    <w:rsid w:val="004A1835"/>
    <w:rsid w:val="004A1AA0"/>
    <w:rsid w:val="004A24D9"/>
    <w:rsid w:val="004A2BD5"/>
    <w:rsid w:val="004A3658"/>
    <w:rsid w:val="004A3A8A"/>
    <w:rsid w:val="004A3C24"/>
    <w:rsid w:val="004A3F8A"/>
    <w:rsid w:val="004A49E8"/>
    <w:rsid w:val="004A51D3"/>
    <w:rsid w:val="004A59DB"/>
    <w:rsid w:val="004A6836"/>
    <w:rsid w:val="004A7244"/>
    <w:rsid w:val="004A724C"/>
    <w:rsid w:val="004A75FE"/>
    <w:rsid w:val="004A7759"/>
    <w:rsid w:val="004A7D75"/>
    <w:rsid w:val="004A7E99"/>
    <w:rsid w:val="004B01A4"/>
    <w:rsid w:val="004B091F"/>
    <w:rsid w:val="004B0A70"/>
    <w:rsid w:val="004B13DC"/>
    <w:rsid w:val="004B15B6"/>
    <w:rsid w:val="004B21A5"/>
    <w:rsid w:val="004B2373"/>
    <w:rsid w:val="004B2991"/>
    <w:rsid w:val="004B3AF6"/>
    <w:rsid w:val="004B436E"/>
    <w:rsid w:val="004B4671"/>
    <w:rsid w:val="004B471D"/>
    <w:rsid w:val="004B56C6"/>
    <w:rsid w:val="004B5A41"/>
    <w:rsid w:val="004B5B03"/>
    <w:rsid w:val="004B5C60"/>
    <w:rsid w:val="004B6096"/>
    <w:rsid w:val="004B638C"/>
    <w:rsid w:val="004B6B48"/>
    <w:rsid w:val="004B6D07"/>
    <w:rsid w:val="004B6F6C"/>
    <w:rsid w:val="004C035F"/>
    <w:rsid w:val="004C096F"/>
    <w:rsid w:val="004C0A2D"/>
    <w:rsid w:val="004C0EC9"/>
    <w:rsid w:val="004C0F80"/>
    <w:rsid w:val="004C0F98"/>
    <w:rsid w:val="004C1682"/>
    <w:rsid w:val="004C1BB3"/>
    <w:rsid w:val="004C23F1"/>
    <w:rsid w:val="004C2406"/>
    <w:rsid w:val="004C3991"/>
    <w:rsid w:val="004C39DB"/>
    <w:rsid w:val="004C3A7B"/>
    <w:rsid w:val="004C3EF3"/>
    <w:rsid w:val="004C4BD2"/>
    <w:rsid w:val="004C4CC0"/>
    <w:rsid w:val="004C5053"/>
    <w:rsid w:val="004C583E"/>
    <w:rsid w:val="004C5CC8"/>
    <w:rsid w:val="004C6C0B"/>
    <w:rsid w:val="004D02FB"/>
    <w:rsid w:val="004D0434"/>
    <w:rsid w:val="004D075F"/>
    <w:rsid w:val="004D081E"/>
    <w:rsid w:val="004D0A82"/>
    <w:rsid w:val="004D13C0"/>
    <w:rsid w:val="004D175C"/>
    <w:rsid w:val="004D19EE"/>
    <w:rsid w:val="004D1D7B"/>
    <w:rsid w:val="004D1F7D"/>
    <w:rsid w:val="004D26EE"/>
    <w:rsid w:val="004D279F"/>
    <w:rsid w:val="004D2BED"/>
    <w:rsid w:val="004D2D2A"/>
    <w:rsid w:val="004D359C"/>
    <w:rsid w:val="004D35DA"/>
    <w:rsid w:val="004D37CD"/>
    <w:rsid w:val="004D380B"/>
    <w:rsid w:val="004D3EC3"/>
    <w:rsid w:val="004D497A"/>
    <w:rsid w:val="004D4F42"/>
    <w:rsid w:val="004D574F"/>
    <w:rsid w:val="004D61B0"/>
    <w:rsid w:val="004D6731"/>
    <w:rsid w:val="004D6858"/>
    <w:rsid w:val="004D68B2"/>
    <w:rsid w:val="004D7041"/>
    <w:rsid w:val="004D73E0"/>
    <w:rsid w:val="004D78D4"/>
    <w:rsid w:val="004D7AFF"/>
    <w:rsid w:val="004D7CE8"/>
    <w:rsid w:val="004D7FE3"/>
    <w:rsid w:val="004E01B6"/>
    <w:rsid w:val="004E025A"/>
    <w:rsid w:val="004E0A8F"/>
    <w:rsid w:val="004E0FAA"/>
    <w:rsid w:val="004E0FF8"/>
    <w:rsid w:val="004E1323"/>
    <w:rsid w:val="004E1B40"/>
    <w:rsid w:val="004E1C64"/>
    <w:rsid w:val="004E1CCF"/>
    <w:rsid w:val="004E20BE"/>
    <w:rsid w:val="004E21D5"/>
    <w:rsid w:val="004E33FD"/>
    <w:rsid w:val="004E3C8E"/>
    <w:rsid w:val="004E4016"/>
    <w:rsid w:val="004E4784"/>
    <w:rsid w:val="004E4ACA"/>
    <w:rsid w:val="004E4DC8"/>
    <w:rsid w:val="004E568C"/>
    <w:rsid w:val="004E5762"/>
    <w:rsid w:val="004E5F38"/>
    <w:rsid w:val="004E6172"/>
    <w:rsid w:val="004E6D8C"/>
    <w:rsid w:val="004E6DA6"/>
    <w:rsid w:val="004E6E25"/>
    <w:rsid w:val="004E7478"/>
    <w:rsid w:val="004E7643"/>
    <w:rsid w:val="004E777A"/>
    <w:rsid w:val="004E7AF0"/>
    <w:rsid w:val="004E7D72"/>
    <w:rsid w:val="004F0464"/>
    <w:rsid w:val="004F05EF"/>
    <w:rsid w:val="004F083C"/>
    <w:rsid w:val="004F0D94"/>
    <w:rsid w:val="004F0EAB"/>
    <w:rsid w:val="004F0EBB"/>
    <w:rsid w:val="004F1269"/>
    <w:rsid w:val="004F13CE"/>
    <w:rsid w:val="004F14B6"/>
    <w:rsid w:val="004F1718"/>
    <w:rsid w:val="004F23C4"/>
    <w:rsid w:val="004F2FEB"/>
    <w:rsid w:val="004F3BC1"/>
    <w:rsid w:val="004F44C3"/>
    <w:rsid w:val="004F514B"/>
    <w:rsid w:val="004F55FB"/>
    <w:rsid w:val="004F571C"/>
    <w:rsid w:val="004F5B4B"/>
    <w:rsid w:val="004F6358"/>
    <w:rsid w:val="004F68D5"/>
    <w:rsid w:val="004F7A8E"/>
    <w:rsid w:val="00500081"/>
    <w:rsid w:val="00500A53"/>
    <w:rsid w:val="00501625"/>
    <w:rsid w:val="00501626"/>
    <w:rsid w:val="00501A6D"/>
    <w:rsid w:val="00501C13"/>
    <w:rsid w:val="0050267F"/>
    <w:rsid w:val="00502D56"/>
    <w:rsid w:val="00502E1B"/>
    <w:rsid w:val="00503404"/>
    <w:rsid w:val="0050340B"/>
    <w:rsid w:val="005034BC"/>
    <w:rsid w:val="00503AE4"/>
    <w:rsid w:val="005042C2"/>
    <w:rsid w:val="00504D50"/>
    <w:rsid w:val="00504F38"/>
    <w:rsid w:val="00505144"/>
    <w:rsid w:val="0050548B"/>
    <w:rsid w:val="00505745"/>
    <w:rsid w:val="00505B4E"/>
    <w:rsid w:val="00505C5B"/>
    <w:rsid w:val="005063C0"/>
    <w:rsid w:val="00506494"/>
    <w:rsid w:val="00506555"/>
    <w:rsid w:val="00507AE0"/>
    <w:rsid w:val="00507DAF"/>
    <w:rsid w:val="005102A1"/>
    <w:rsid w:val="005106E3"/>
    <w:rsid w:val="005109B4"/>
    <w:rsid w:val="00510B83"/>
    <w:rsid w:val="00510BC6"/>
    <w:rsid w:val="00510CEB"/>
    <w:rsid w:val="00510DB5"/>
    <w:rsid w:val="00511F77"/>
    <w:rsid w:val="005123ED"/>
    <w:rsid w:val="00512530"/>
    <w:rsid w:val="0051253E"/>
    <w:rsid w:val="00512612"/>
    <w:rsid w:val="00513A28"/>
    <w:rsid w:val="00513C39"/>
    <w:rsid w:val="00514255"/>
    <w:rsid w:val="005143CB"/>
    <w:rsid w:val="0051556D"/>
    <w:rsid w:val="00515586"/>
    <w:rsid w:val="005155B2"/>
    <w:rsid w:val="005156A2"/>
    <w:rsid w:val="00515747"/>
    <w:rsid w:val="00515C7D"/>
    <w:rsid w:val="00515E90"/>
    <w:rsid w:val="00515EDB"/>
    <w:rsid w:val="00515EFA"/>
    <w:rsid w:val="00515FDC"/>
    <w:rsid w:val="005167F1"/>
    <w:rsid w:val="00516A4D"/>
    <w:rsid w:val="00516AF9"/>
    <w:rsid w:val="00516E2F"/>
    <w:rsid w:val="005178BA"/>
    <w:rsid w:val="00517A51"/>
    <w:rsid w:val="00517FA8"/>
    <w:rsid w:val="005204FA"/>
    <w:rsid w:val="00520A29"/>
    <w:rsid w:val="00521EC0"/>
    <w:rsid w:val="005220C0"/>
    <w:rsid w:val="00522898"/>
    <w:rsid w:val="00523215"/>
    <w:rsid w:val="0052374D"/>
    <w:rsid w:val="00524796"/>
    <w:rsid w:val="005247A4"/>
    <w:rsid w:val="0052490D"/>
    <w:rsid w:val="005252B5"/>
    <w:rsid w:val="00525FFC"/>
    <w:rsid w:val="005260FE"/>
    <w:rsid w:val="005262C1"/>
    <w:rsid w:val="00526AE7"/>
    <w:rsid w:val="00526BC3"/>
    <w:rsid w:val="00526DEA"/>
    <w:rsid w:val="00526E4F"/>
    <w:rsid w:val="00527077"/>
    <w:rsid w:val="0052713F"/>
    <w:rsid w:val="005271C5"/>
    <w:rsid w:val="00527549"/>
    <w:rsid w:val="0052763F"/>
    <w:rsid w:val="00527A76"/>
    <w:rsid w:val="00527DE1"/>
    <w:rsid w:val="005306D6"/>
    <w:rsid w:val="005306F8"/>
    <w:rsid w:val="00530AB7"/>
    <w:rsid w:val="00531137"/>
    <w:rsid w:val="0053117A"/>
    <w:rsid w:val="005318F7"/>
    <w:rsid w:val="00531B17"/>
    <w:rsid w:val="00531B5D"/>
    <w:rsid w:val="00531F4F"/>
    <w:rsid w:val="005332F5"/>
    <w:rsid w:val="0053333B"/>
    <w:rsid w:val="00533DCA"/>
    <w:rsid w:val="005345A7"/>
    <w:rsid w:val="0053469C"/>
    <w:rsid w:val="00534B30"/>
    <w:rsid w:val="00535016"/>
    <w:rsid w:val="005351F4"/>
    <w:rsid w:val="005352DB"/>
    <w:rsid w:val="005356B9"/>
    <w:rsid w:val="00535D48"/>
    <w:rsid w:val="005361B0"/>
    <w:rsid w:val="00536564"/>
    <w:rsid w:val="00536D76"/>
    <w:rsid w:val="00536DD5"/>
    <w:rsid w:val="00536EC4"/>
    <w:rsid w:val="00537193"/>
    <w:rsid w:val="00537474"/>
    <w:rsid w:val="0053767A"/>
    <w:rsid w:val="0053767C"/>
    <w:rsid w:val="00537882"/>
    <w:rsid w:val="00537BA1"/>
    <w:rsid w:val="00537C8B"/>
    <w:rsid w:val="00537CC0"/>
    <w:rsid w:val="005406E4"/>
    <w:rsid w:val="0054076C"/>
    <w:rsid w:val="00540A02"/>
    <w:rsid w:val="00540B0F"/>
    <w:rsid w:val="00540F78"/>
    <w:rsid w:val="005412CF"/>
    <w:rsid w:val="00541607"/>
    <w:rsid w:val="00541971"/>
    <w:rsid w:val="00542404"/>
    <w:rsid w:val="00542752"/>
    <w:rsid w:val="00542CF2"/>
    <w:rsid w:val="00542E7D"/>
    <w:rsid w:val="00542EDA"/>
    <w:rsid w:val="00543472"/>
    <w:rsid w:val="00543821"/>
    <w:rsid w:val="00543FEF"/>
    <w:rsid w:val="005441CD"/>
    <w:rsid w:val="0054432C"/>
    <w:rsid w:val="00544448"/>
    <w:rsid w:val="00544469"/>
    <w:rsid w:val="005444E1"/>
    <w:rsid w:val="00544848"/>
    <w:rsid w:val="005448E5"/>
    <w:rsid w:val="00544BF9"/>
    <w:rsid w:val="00544CC3"/>
    <w:rsid w:val="00544F00"/>
    <w:rsid w:val="00545904"/>
    <w:rsid w:val="00546163"/>
    <w:rsid w:val="005462CE"/>
    <w:rsid w:val="005463E8"/>
    <w:rsid w:val="005463F0"/>
    <w:rsid w:val="00546BBB"/>
    <w:rsid w:val="00546ED9"/>
    <w:rsid w:val="0054711C"/>
    <w:rsid w:val="00547614"/>
    <w:rsid w:val="00547A4B"/>
    <w:rsid w:val="00550134"/>
    <w:rsid w:val="0055070B"/>
    <w:rsid w:val="0055097F"/>
    <w:rsid w:val="00550FA2"/>
    <w:rsid w:val="00551B46"/>
    <w:rsid w:val="00551F34"/>
    <w:rsid w:val="0055201D"/>
    <w:rsid w:val="005524C8"/>
    <w:rsid w:val="005526AA"/>
    <w:rsid w:val="0055271D"/>
    <w:rsid w:val="00552A7F"/>
    <w:rsid w:val="00552E6A"/>
    <w:rsid w:val="005533D5"/>
    <w:rsid w:val="0055389A"/>
    <w:rsid w:val="00553DD8"/>
    <w:rsid w:val="0055408F"/>
    <w:rsid w:val="005546F4"/>
    <w:rsid w:val="005549C6"/>
    <w:rsid w:val="00554D9D"/>
    <w:rsid w:val="00555299"/>
    <w:rsid w:val="005559BD"/>
    <w:rsid w:val="00555ED1"/>
    <w:rsid w:val="005560ED"/>
    <w:rsid w:val="00556255"/>
    <w:rsid w:val="00556517"/>
    <w:rsid w:val="00556AFF"/>
    <w:rsid w:val="005575C9"/>
    <w:rsid w:val="00557E1E"/>
    <w:rsid w:val="005605FD"/>
    <w:rsid w:val="00560641"/>
    <w:rsid w:val="00560E48"/>
    <w:rsid w:val="00560ED1"/>
    <w:rsid w:val="00560FD6"/>
    <w:rsid w:val="005617F0"/>
    <w:rsid w:val="00561AAD"/>
    <w:rsid w:val="00561D35"/>
    <w:rsid w:val="0056263B"/>
    <w:rsid w:val="00563219"/>
    <w:rsid w:val="0056362F"/>
    <w:rsid w:val="00563AFF"/>
    <w:rsid w:val="00563B18"/>
    <w:rsid w:val="005641D8"/>
    <w:rsid w:val="00564343"/>
    <w:rsid w:val="0056435B"/>
    <w:rsid w:val="00564473"/>
    <w:rsid w:val="005645A0"/>
    <w:rsid w:val="005648A8"/>
    <w:rsid w:val="005648D0"/>
    <w:rsid w:val="00564F43"/>
    <w:rsid w:val="0056518A"/>
    <w:rsid w:val="0056562B"/>
    <w:rsid w:val="00565894"/>
    <w:rsid w:val="00565942"/>
    <w:rsid w:val="00565C1A"/>
    <w:rsid w:val="00566580"/>
    <w:rsid w:val="005666BF"/>
    <w:rsid w:val="0056676E"/>
    <w:rsid w:val="00566879"/>
    <w:rsid w:val="00566E50"/>
    <w:rsid w:val="005675CF"/>
    <w:rsid w:val="00567987"/>
    <w:rsid w:val="00567E70"/>
    <w:rsid w:val="00570648"/>
    <w:rsid w:val="005708A4"/>
    <w:rsid w:val="0057124A"/>
    <w:rsid w:val="00571AB3"/>
    <w:rsid w:val="00571AD7"/>
    <w:rsid w:val="00571B46"/>
    <w:rsid w:val="00572322"/>
    <w:rsid w:val="00572544"/>
    <w:rsid w:val="005729E7"/>
    <w:rsid w:val="00572F56"/>
    <w:rsid w:val="00572F81"/>
    <w:rsid w:val="00573E73"/>
    <w:rsid w:val="00574606"/>
    <w:rsid w:val="0057474F"/>
    <w:rsid w:val="005751E8"/>
    <w:rsid w:val="00575992"/>
    <w:rsid w:val="00575B06"/>
    <w:rsid w:val="00575FF6"/>
    <w:rsid w:val="0057611E"/>
    <w:rsid w:val="005767B8"/>
    <w:rsid w:val="0057727F"/>
    <w:rsid w:val="0057730C"/>
    <w:rsid w:val="0057745D"/>
    <w:rsid w:val="005775F3"/>
    <w:rsid w:val="00577C3A"/>
    <w:rsid w:val="00577FDE"/>
    <w:rsid w:val="00577FF8"/>
    <w:rsid w:val="00580451"/>
    <w:rsid w:val="00580A13"/>
    <w:rsid w:val="00580DB7"/>
    <w:rsid w:val="005811D1"/>
    <w:rsid w:val="00581233"/>
    <w:rsid w:val="005814DB"/>
    <w:rsid w:val="00581603"/>
    <w:rsid w:val="005817F0"/>
    <w:rsid w:val="00581854"/>
    <w:rsid w:val="00581A8A"/>
    <w:rsid w:val="00581CFD"/>
    <w:rsid w:val="00581ECF"/>
    <w:rsid w:val="00582317"/>
    <w:rsid w:val="00582885"/>
    <w:rsid w:val="0058345F"/>
    <w:rsid w:val="00583605"/>
    <w:rsid w:val="00583AFE"/>
    <w:rsid w:val="0058409F"/>
    <w:rsid w:val="00584492"/>
    <w:rsid w:val="005844FB"/>
    <w:rsid w:val="00584795"/>
    <w:rsid w:val="00585580"/>
    <w:rsid w:val="00585791"/>
    <w:rsid w:val="00585ED9"/>
    <w:rsid w:val="00586B96"/>
    <w:rsid w:val="00586D71"/>
    <w:rsid w:val="0058739D"/>
    <w:rsid w:val="00587A42"/>
    <w:rsid w:val="00587B14"/>
    <w:rsid w:val="00587C35"/>
    <w:rsid w:val="00587E07"/>
    <w:rsid w:val="00587F12"/>
    <w:rsid w:val="00590506"/>
    <w:rsid w:val="0059062C"/>
    <w:rsid w:val="005906AD"/>
    <w:rsid w:val="00590989"/>
    <w:rsid w:val="00590DE1"/>
    <w:rsid w:val="005913E3"/>
    <w:rsid w:val="00591F91"/>
    <w:rsid w:val="00592345"/>
    <w:rsid w:val="00592839"/>
    <w:rsid w:val="00592877"/>
    <w:rsid w:val="005929D8"/>
    <w:rsid w:val="00593487"/>
    <w:rsid w:val="005937CC"/>
    <w:rsid w:val="00593956"/>
    <w:rsid w:val="00594209"/>
    <w:rsid w:val="00594714"/>
    <w:rsid w:val="0059482C"/>
    <w:rsid w:val="005948DF"/>
    <w:rsid w:val="00594D7E"/>
    <w:rsid w:val="00594DA0"/>
    <w:rsid w:val="005954E0"/>
    <w:rsid w:val="005955B2"/>
    <w:rsid w:val="00595E07"/>
    <w:rsid w:val="0059656A"/>
    <w:rsid w:val="00597671"/>
    <w:rsid w:val="00597CE7"/>
    <w:rsid w:val="00597CF3"/>
    <w:rsid w:val="00597DB5"/>
    <w:rsid w:val="00597DEE"/>
    <w:rsid w:val="005A04FA"/>
    <w:rsid w:val="005A05DB"/>
    <w:rsid w:val="005A0834"/>
    <w:rsid w:val="005A11F0"/>
    <w:rsid w:val="005A1753"/>
    <w:rsid w:val="005A262E"/>
    <w:rsid w:val="005A304C"/>
    <w:rsid w:val="005A326A"/>
    <w:rsid w:val="005A3778"/>
    <w:rsid w:val="005A4D49"/>
    <w:rsid w:val="005A4EE3"/>
    <w:rsid w:val="005A521F"/>
    <w:rsid w:val="005A5613"/>
    <w:rsid w:val="005A5E04"/>
    <w:rsid w:val="005A68D6"/>
    <w:rsid w:val="005A6A0C"/>
    <w:rsid w:val="005A6CA2"/>
    <w:rsid w:val="005A6E67"/>
    <w:rsid w:val="005A6E88"/>
    <w:rsid w:val="005A6F7E"/>
    <w:rsid w:val="005A73C8"/>
    <w:rsid w:val="005A759B"/>
    <w:rsid w:val="005A7BF0"/>
    <w:rsid w:val="005B03B4"/>
    <w:rsid w:val="005B0457"/>
    <w:rsid w:val="005B04B6"/>
    <w:rsid w:val="005B0623"/>
    <w:rsid w:val="005B0A82"/>
    <w:rsid w:val="005B0F45"/>
    <w:rsid w:val="005B1542"/>
    <w:rsid w:val="005B174E"/>
    <w:rsid w:val="005B1F05"/>
    <w:rsid w:val="005B2376"/>
    <w:rsid w:val="005B29B9"/>
    <w:rsid w:val="005B3B68"/>
    <w:rsid w:val="005B3CA7"/>
    <w:rsid w:val="005B42D7"/>
    <w:rsid w:val="005B44F3"/>
    <w:rsid w:val="005B48B9"/>
    <w:rsid w:val="005B4C84"/>
    <w:rsid w:val="005B4D58"/>
    <w:rsid w:val="005B562F"/>
    <w:rsid w:val="005B6F99"/>
    <w:rsid w:val="005B7891"/>
    <w:rsid w:val="005C06E1"/>
    <w:rsid w:val="005C0875"/>
    <w:rsid w:val="005C09F2"/>
    <w:rsid w:val="005C0ACD"/>
    <w:rsid w:val="005C0C7A"/>
    <w:rsid w:val="005C0EA8"/>
    <w:rsid w:val="005C143F"/>
    <w:rsid w:val="005C1503"/>
    <w:rsid w:val="005C1839"/>
    <w:rsid w:val="005C25D3"/>
    <w:rsid w:val="005C25FE"/>
    <w:rsid w:val="005C260D"/>
    <w:rsid w:val="005C2AF5"/>
    <w:rsid w:val="005C3C7F"/>
    <w:rsid w:val="005C3CDA"/>
    <w:rsid w:val="005C47D2"/>
    <w:rsid w:val="005C58B3"/>
    <w:rsid w:val="005C599E"/>
    <w:rsid w:val="005C6B14"/>
    <w:rsid w:val="005C6FA5"/>
    <w:rsid w:val="005C7063"/>
    <w:rsid w:val="005C74E1"/>
    <w:rsid w:val="005C7D47"/>
    <w:rsid w:val="005C7F48"/>
    <w:rsid w:val="005C7FF5"/>
    <w:rsid w:val="005D0547"/>
    <w:rsid w:val="005D0CBF"/>
    <w:rsid w:val="005D1259"/>
    <w:rsid w:val="005D17ED"/>
    <w:rsid w:val="005D1B0C"/>
    <w:rsid w:val="005D1B7E"/>
    <w:rsid w:val="005D1C03"/>
    <w:rsid w:val="005D1C8F"/>
    <w:rsid w:val="005D1D09"/>
    <w:rsid w:val="005D25A1"/>
    <w:rsid w:val="005D3398"/>
    <w:rsid w:val="005D386E"/>
    <w:rsid w:val="005D3E6E"/>
    <w:rsid w:val="005D4393"/>
    <w:rsid w:val="005D45E4"/>
    <w:rsid w:val="005D48AD"/>
    <w:rsid w:val="005D4D02"/>
    <w:rsid w:val="005D50D9"/>
    <w:rsid w:val="005D5345"/>
    <w:rsid w:val="005D5672"/>
    <w:rsid w:val="005D5E03"/>
    <w:rsid w:val="005D5F10"/>
    <w:rsid w:val="005D5FE9"/>
    <w:rsid w:val="005D6400"/>
    <w:rsid w:val="005D6416"/>
    <w:rsid w:val="005D6450"/>
    <w:rsid w:val="005D6DE3"/>
    <w:rsid w:val="005D7572"/>
    <w:rsid w:val="005E0184"/>
    <w:rsid w:val="005E0437"/>
    <w:rsid w:val="005E07F9"/>
    <w:rsid w:val="005E09D1"/>
    <w:rsid w:val="005E0A31"/>
    <w:rsid w:val="005E15FA"/>
    <w:rsid w:val="005E1780"/>
    <w:rsid w:val="005E1ABA"/>
    <w:rsid w:val="005E2A98"/>
    <w:rsid w:val="005E3E71"/>
    <w:rsid w:val="005E4434"/>
    <w:rsid w:val="005E47CA"/>
    <w:rsid w:val="005E4E46"/>
    <w:rsid w:val="005E50FF"/>
    <w:rsid w:val="005E5DEF"/>
    <w:rsid w:val="005E61CC"/>
    <w:rsid w:val="005E65A1"/>
    <w:rsid w:val="005E660E"/>
    <w:rsid w:val="005E6D65"/>
    <w:rsid w:val="005E6E75"/>
    <w:rsid w:val="005E7000"/>
    <w:rsid w:val="005E71BB"/>
    <w:rsid w:val="005E74AA"/>
    <w:rsid w:val="005E7590"/>
    <w:rsid w:val="005E76AA"/>
    <w:rsid w:val="005E7C4A"/>
    <w:rsid w:val="005E7D72"/>
    <w:rsid w:val="005F0909"/>
    <w:rsid w:val="005F0C5A"/>
    <w:rsid w:val="005F10FF"/>
    <w:rsid w:val="005F14AB"/>
    <w:rsid w:val="005F15EF"/>
    <w:rsid w:val="005F1736"/>
    <w:rsid w:val="005F18DD"/>
    <w:rsid w:val="005F1B64"/>
    <w:rsid w:val="005F22FB"/>
    <w:rsid w:val="005F2826"/>
    <w:rsid w:val="005F322B"/>
    <w:rsid w:val="005F36F7"/>
    <w:rsid w:val="005F433F"/>
    <w:rsid w:val="005F45BC"/>
    <w:rsid w:val="005F4ADF"/>
    <w:rsid w:val="005F4AFE"/>
    <w:rsid w:val="005F4EEE"/>
    <w:rsid w:val="005F500B"/>
    <w:rsid w:val="005F5404"/>
    <w:rsid w:val="005F5965"/>
    <w:rsid w:val="005F5DCB"/>
    <w:rsid w:val="005F70EC"/>
    <w:rsid w:val="005F784D"/>
    <w:rsid w:val="005F7F69"/>
    <w:rsid w:val="00600555"/>
    <w:rsid w:val="00600CC6"/>
    <w:rsid w:val="00600DC9"/>
    <w:rsid w:val="0060125E"/>
    <w:rsid w:val="0060188C"/>
    <w:rsid w:val="00601FE8"/>
    <w:rsid w:val="006022BA"/>
    <w:rsid w:val="006024EF"/>
    <w:rsid w:val="006027EE"/>
    <w:rsid w:val="0060327C"/>
    <w:rsid w:val="00603319"/>
    <w:rsid w:val="00603506"/>
    <w:rsid w:val="006038B4"/>
    <w:rsid w:val="00603F8A"/>
    <w:rsid w:val="00604140"/>
    <w:rsid w:val="00604785"/>
    <w:rsid w:val="00604E7D"/>
    <w:rsid w:val="00604F34"/>
    <w:rsid w:val="00605091"/>
    <w:rsid w:val="006058E9"/>
    <w:rsid w:val="00605F0B"/>
    <w:rsid w:val="0060610F"/>
    <w:rsid w:val="00606407"/>
    <w:rsid w:val="00606DB0"/>
    <w:rsid w:val="00607310"/>
    <w:rsid w:val="00607402"/>
    <w:rsid w:val="00607425"/>
    <w:rsid w:val="00607DF2"/>
    <w:rsid w:val="00607F29"/>
    <w:rsid w:val="00610169"/>
    <w:rsid w:val="00610CD3"/>
    <w:rsid w:val="006114C2"/>
    <w:rsid w:val="00611C98"/>
    <w:rsid w:val="00612135"/>
    <w:rsid w:val="00612413"/>
    <w:rsid w:val="00612BEE"/>
    <w:rsid w:val="00613221"/>
    <w:rsid w:val="00613DBC"/>
    <w:rsid w:val="0061401C"/>
    <w:rsid w:val="006147B1"/>
    <w:rsid w:val="00614938"/>
    <w:rsid w:val="0061657E"/>
    <w:rsid w:val="0061754D"/>
    <w:rsid w:val="006208D5"/>
    <w:rsid w:val="00620C13"/>
    <w:rsid w:val="00621308"/>
    <w:rsid w:val="00621B0C"/>
    <w:rsid w:val="00621CA7"/>
    <w:rsid w:val="00621CCD"/>
    <w:rsid w:val="00621FC1"/>
    <w:rsid w:val="00622E96"/>
    <w:rsid w:val="00622FA8"/>
    <w:rsid w:val="00623386"/>
    <w:rsid w:val="006234AA"/>
    <w:rsid w:val="00623ED7"/>
    <w:rsid w:val="0062449C"/>
    <w:rsid w:val="0062481C"/>
    <w:rsid w:val="00624ECA"/>
    <w:rsid w:val="00625533"/>
    <w:rsid w:val="00625EC9"/>
    <w:rsid w:val="006261AF"/>
    <w:rsid w:val="006265FE"/>
    <w:rsid w:val="00626C29"/>
    <w:rsid w:val="00626CC2"/>
    <w:rsid w:val="00626CE2"/>
    <w:rsid w:val="00626E73"/>
    <w:rsid w:val="00627793"/>
    <w:rsid w:val="00627CEA"/>
    <w:rsid w:val="00627D66"/>
    <w:rsid w:val="00627D74"/>
    <w:rsid w:val="00627DE2"/>
    <w:rsid w:val="00630466"/>
    <w:rsid w:val="006309D5"/>
    <w:rsid w:val="00631103"/>
    <w:rsid w:val="00631178"/>
    <w:rsid w:val="006313C0"/>
    <w:rsid w:val="00631E11"/>
    <w:rsid w:val="00632135"/>
    <w:rsid w:val="0063293A"/>
    <w:rsid w:val="00632B37"/>
    <w:rsid w:val="006333CA"/>
    <w:rsid w:val="00633419"/>
    <w:rsid w:val="006338FA"/>
    <w:rsid w:val="00633992"/>
    <w:rsid w:val="00633D2C"/>
    <w:rsid w:val="0063427B"/>
    <w:rsid w:val="006347F6"/>
    <w:rsid w:val="00634873"/>
    <w:rsid w:val="00634AF8"/>
    <w:rsid w:val="00634F92"/>
    <w:rsid w:val="0063502B"/>
    <w:rsid w:val="006352D9"/>
    <w:rsid w:val="0063534D"/>
    <w:rsid w:val="006355F4"/>
    <w:rsid w:val="0063568C"/>
    <w:rsid w:val="00636771"/>
    <w:rsid w:val="00636ABB"/>
    <w:rsid w:val="006373AE"/>
    <w:rsid w:val="00637A92"/>
    <w:rsid w:val="006406B7"/>
    <w:rsid w:val="006409F6"/>
    <w:rsid w:val="00640D15"/>
    <w:rsid w:val="0064187B"/>
    <w:rsid w:val="0064230A"/>
    <w:rsid w:val="00642992"/>
    <w:rsid w:val="00642E27"/>
    <w:rsid w:val="00643170"/>
    <w:rsid w:val="00643440"/>
    <w:rsid w:val="006435F2"/>
    <w:rsid w:val="006439ED"/>
    <w:rsid w:val="00643ACE"/>
    <w:rsid w:val="0064455A"/>
    <w:rsid w:val="00644880"/>
    <w:rsid w:val="00644B4C"/>
    <w:rsid w:val="00644F98"/>
    <w:rsid w:val="0064517D"/>
    <w:rsid w:val="0064575E"/>
    <w:rsid w:val="00645BBE"/>
    <w:rsid w:val="00645C41"/>
    <w:rsid w:val="00645C82"/>
    <w:rsid w:val="00646129"/>
    <w:rsid w:val="006461D1"/>
    <w:rsid w:val="006463E2"/>
    <w:rsid w:val="00646503"/>
    <w:rsid w:val="00646E42"/>
    <w:rsid w:val="0064798C"/>
    <w:rsid w:val="00647D1E"/>
    <w:rsid w:val="00647FEB"/>
    <w:rsid w:val="006502E4"/>
    <w:rsid w:val="00650315"/>
    <w:rsid w:val="00650428"/>
    <w:rsid w:val="00650869"/>
    <w:rsid w:val="00650F33"/>
    <w:rsid w:val="006511B5"/>
    <w:rsid w:val="006514FD"/>
    <w:rsid w:val="00651703"/>
    <w:rsid w:val="00651754"/>
    <w:rsid w:val="00651A4D"/>
    <w:rsid w:val="00651B65"/>
    <w:rsid w:val="00651FF7"/>
    <w:rsid w:val="00652342"/>
    <w:rsid w:val="00652B65"/>
    <w:rsid w:val="00653037"/>
    <w:rsid w:val="006532EE"/>
    <w:rsid w:val="00653A2F"/>
    <w:rsid w:val="00653AA6"/>
    <w:rsid w:val="006545B1"/>
    <w:rsid w:val="00654DE5"/>
    <w:rsid w:val="006553B6"/>
    <w:rsid w:val="006555FA"/>
    <w:rsid w:val="006556AE"/>
    <w:rsid w:val="006558C1"/>
    <w:rsid w:val="00655F00"/>
    <w:rsid w:val="00655F07"/>
    <w:rsid w:val="0065608C"/>
    <w:rsid w:val="0065611F"/>
    <w:rsid w:val="0065617A"/>
    <w:rsid w:val="00656603"/>
    <w:rsid w:val="0065677E"/>
    <w:rsid w:val="00656B60"/>
    <w:rsid w:val="00656BA0"/>
    <w:rsid w:val="00657481"/>
    <w:rsid w:val="006574AC"/>
    <w:rsid w:val="00657650"/>
    <w:rsid w:val="006576C3"/>
    <w:rsid w:val="00657CD8"/>
    <w:rsid w:val="00660004"/>
    <w:rsid w:val="00660057"/>
    <w:rsid w:val="00660206"/>
    <w:rsid w:val="00660E33"/>
    <w:rsid w:val="006618F6"/>
    <w:rsid w:val="0066224C"/>
    <w:rsid w:val="00662D3E"/>
    <w:rsid w:val="00663357"/>
    <w:rsid w:val="00663447"/>
    <w:rsid w:val="00663AB1"/>
    <w:rsid w:val="00663F2C"/>
    <w:rsid w:val="00663F8C"/>
    <w:rsid w:val="0066425C"/>
    <w:rsid w:val="0066431C"/>
    <w:rsid w:val="006643ED"/>
    <w:rsid w:val="006644EB"/>
    <w:rsid w:val="00664958"/>
    <w:rsid w:val="00664E14"/>
    <w:rsid w:val="00664F58"/>
    <w:rsid w:val="00665225"/>
    <w:rsid w:val="0066572F"/>
    <w:rsid w:val="00665808"/>
    <w:rsid w:val="00665E14"/>
    <w:rsid w:val="00666985"/>
    <w:rsid w:val="00666FDE"/>
    <w:rsid w:val="00670750"/>
    <w:rsid w:val="00670D59"/>
    <w:rsid w:val="00671AB8"/>
    <w:rsid w:val="00671C58"/>
    <w:rsid w:val="00671E94"/>
    <w:rsid w:val="00671F1A"/>
    <w:rsid w:val="00671F7F"/>
    <w:rsid w:val="006721EF"/>
    <w:rsid w:val="00672AC6"/>
    <w:rsid w:val="00672BF8"/>
    <w:rsid w:val="0067344F"/>
    <w:rsid w:val="00673468"/>
    <w:rsid w:val="00673C34"/>
    <w:rsid w:val="006740D7"/>
    <w:rsid w:val="0067415B"/>
    <w:rsid w:val="00674BAD"/>
    <w:rsid w:val="00674BB9"/>
    <w:rsid w:val="0067502A"/>
    <w:rsid w:val="00675298"/>
    <w:rsid w:val="00675D43"/>
    <w:rsid w:val="00675E10"/>
    <w:rsid w:val="00676914"/>
    <w:rsid w:val="00676D4B"/>
    <w:rsid w:val="00676E50"/>
    <w:rsid w:val="00676E5C"/>
    <w:rsid w:val="0067748D"/>
    <w:rsid w:val="0067761A"/>
    <w:rsid w:val="00677A0C"/>
    <w:rsid w:val="00677D90"/>
    <w:rsid w:val="00677DB8"/>
    <w:rsid w:val="00680010"/>
    <w:rsid w:val="00680050"/>
    <w:rsid w:val="006804F7"/>
    <w:rsid w:val="00680625"/>
    <w:rsid w:val="00680B54"/>
    <w:rsid w:val="00680F88"/>
    <w:rsid w:val="00681164"/>
    <w:rsid w:val="006818AE"/>
    <w:rsid w:val="00681B00"/>
    <w:rsid w:val="00681CBE"/>
    <w:rsid w:val="00681EC8"/>
    <w:rsid w:val="00681F31"/>
    <w:rsid w:val="00682518"/>
    <w:rsid w:val="00682947"/>
    <w:rsid w:val="006829C9"/>
    <w:rsid w:val="00682B0A"/>
    <w:rsid w:val="00683331"/>
    <w:rsid w:val="006838B1"/>
    <w:rsid w:val="0068395B"/>
    <w:rsid w:val="00683BCC"/>
    <w:rsid w:val="00684113"/>
    <w:rsid w:val="00684184"/>
    <w:rsid w:val="006841C0"/>
    <w:rsid w:val="00684437"/>
    <w:rsid w:val="006844F2"/>
    <w:rsid w:val="00685312"/>
    <w:rsid w:val="00685BD6"/>
    <w:rsid w:val="00685D6B"/>
    <w:rsid w:val="00686679"/>
    <w:rsid w:val="006868EC"/>
    <w:rsid w:val="00686AA9"/>
    <w:rsid w:val="00686ED6"/>
    <w:rsid w:val="006874E6"/>
    <w:rsid w:val="0068751A"/>
    <w:rsid w:val="00687655"/>
    <w:rsid w:val="00690CBE"/>
    <w:rsid w:val="00691426"/>
    <w:rsid w:val="006917B8"/>
    <w:rsid w:val="006920A4"/>
    <w:rsid w:val="00692A02"/>
    <w:rsid w:val="00692ACB"/>
    <w:rsid w:val="0069366E"/>
    <w:rsid w:val="00693768"/>
    <w:rsid w:val="00693913"/>
    <w:rsid w:val="00693B9B"/>
    <w:rsid w:val="00694095"/>
    <w:rsid w:val="00694659"/>
    <w:rsid w:val="0069471F"/>
    <w:rsid w:val="00694768"/>
    <w:rsid w:val="00694BEA"/>
    <w:rsid w:val="0069510E"/>
    <w:rsid w:val="006951DD"/>
    <w:rsid w:val="00695E9A"/>
    <w:rsid w:val="00696026"/>
    <w:rsid w:val="00696BEF"/>
    <w:rsid w:val="0069752C"/>
    <w:rsid w:val="006978A7"/>
    <w:rsid w:val="006A0312"/>
    <w:rsid w:val="006A039C"/>
    <w:rsid w:val="006A0706"/>
    <w:rsid w:val="006A073B"/>
    <w:rsid w:val="006A082C"/>
    <w:rsid w:val="006A0858"/>
    <w:rsid w:val="006A0859"/>
    <w:rsid w:val="006A0D8A"/>
    <w:rsid w:val="006A1104"/>
    <w:rsid w:val="006A14B7"/>
    <w:rsid w:val="006A1D17"/>
    <w:rsid w:val="006A1EC0"/>
    <w:rsid w:val="006A1FBC"/>
    <w:rsid w:val="006A212A"/>
    <w:rsid w:val="006A2715"/>
    <w:rsid w:val="006A3A42"/>
    <w:rsid w:val="006A42FC"/>
    <w:rsid w:val="006A46DF"/>
    <w:rsid w:val="006A5156"/>
    <w:rsid w:val="006A53F5"/>
    <w:rsid w:val="006A5CC7"/>
    <w:rsid w:val="006A6679"/>
    <w:rsid w:val="006A695D"/>
    <w:rsid w:val="006A6D20"/>
    <w:rsid w:val="006A72DC"/>
    <w:rsid w:val="006A773B"/>
    <w:rsid w:val="006A7925"/>
    <w:rsid w:val="006B0033"/>
    <w:rsid w:val="006B0398"/>
    <w:rsid w:val="006B0669"/>
    <w:rsid w:val="006B06F2"/>
    <w:rsid w:val="006B077A"/>
    <w:rsid w:val="006B089C"/>
    <w:rsid w:val="006B0B3F"/>
    <w:rsid w:val="006B1396"/>
    <w:rsid w:val="006B157C"/>
    <w:rsid w:val="006B1603"/>
    <w:rsid w:val="006B1917"/>
    <w:rsid w:val="006B20EF"/>
    <w:rsid w:val="006B2763"/>
    <w:rsid w:val="006B2991"/>
    <w:rsid w:val="006B2CDA"/>
    <w:rsid w:val="006B3371"/>
    <w:rsid w:val="006B3C73"/>
    <w:rsid w:val="006B41D5"/>
    <w:rsid w:val="006B41F1"/>
    <w:rsid w:val="006B4791"/>
    <w:rsid w:val="006B4A5E"/>
    <w:rsid w:val="006B4C1B"/>
    <w:rsid w:val="006B5222"/>
    <w:rsid w:val="006B5408"/>
    <w:rsid w:val="006B5901"/>
    <w:rsid w:val="006B5942"/>
    <w:rsid w:val="006B605C"/>
    <w:rsid w:val="006B629C"/>
    <w:rsid w:val="006B69EF"/>
    <w:rsid w:val="006B6DB1"/>
    <w:rsid w:val="006B7B54"/>
    <w:rsid w:val="006B7E91"/>
    <w:rsid w:val="006C011E"/>
    <w:rsid w:val="006C11C7"/>
    <w:rsid w:val="006C1B27"/>
    <w:rsid w:val="006C1DF8"/>
    <w:rsid w:val="006C1E4F"/>
    <w:rsid w:val="006C1F21"/>
    <w:rsid w:val="006C1F72"/>
    <w:rsid w:val="006C2DCB"/>
    <w:rsid w:val="006C3706"/>
    <w:rsid w:val="006C37A7"/>
    <w:rsid w:val="006C416D"/>
    <w:rsid w:val="006C42F5"/>
    <w:rsid w:val="006C4389"/>
    <w:rsid w:val="006C4DC5"/>
    <w:rsid w:val="006C59E7"/>
    <w:rsid w:val="006C6559"/>
    <w:rsid w:val="006C6849"/>
    <w:rsid w:val="006C6C72"/>
    <w:rsid w:val="006C6DED"/>
    <w:rsid w:val="006C6E0F"/>
    <w:rsid w:val="006C70D0"/>
    <w:rsid w:val="006C78A7"/>
    <w:rsid w:val="006C7F06"/>
    <w:rsid w:val="006D0207"/>
    <w:rsid w:val="006D0893"/>
    <w:rsid w:val="006D0A26"/>
    <w:rsid w:val="006D0F42"/>
    <w:rsid w:val="006D0FDF"/>
    <w:rsid w:val="006D1047"/>
    <w:rsid w:val="006D193F"/>
    <w:rsid w:val="006D1BC8"/>
    <w:rsid w:val="006D23C0"/>
    <w:rsid w:val="006D2755"/>
    <w:rsid w:val="006D3010"/>
    <w:rsid w:val="006D3F44"/>
    <w:rsid w:val="006D4CFC"/>
    <w:rsid w:val="006D5214"/>
    <w:rsid w:val="006D57E6"/>
    <w:rsid w:val="006D5918"/>
    <w:rsid w:val="006D5C1B"/>
    <w:rsid w:val="006D5DD1"/>
    <w:rsid w:val="006D5E2E"/>
    <w:rsid w:val="006D6569"/>
    <w:rsid w:val="006D662F"/>
    <w:rsid w:val="006D7362"/>
    <w:rsid w:val="006D7527"/>
    <w:rsid w:val="006E004C"/>
    <w:rsid w:val="006E02D5"/>
    <w:rsid w:val="006E0FD6"/>
    <w:rsid w:val="006E1667"/>
    <w:rsid w:val="006E1A9A"/>
    <w:rsid w:val="006E2313"/>
    <w:rsid w:val="006E259D"/>
    <w:rsid w:val="006E264F"/>
    <w:rsid w:val="006E2D33"/>
    <w:rsid w:val="006E30DC"/>
    <w:rsid w:val="006E387C"/>
    <w:rsid w:val="006E398F"/>
    <w:rsid w:val="006E39CF"/>
    <w:rsid w:val="006E3B3D"/>
    <w:rsid w:val="006E3D68"/>
    <w:rsid w:val="006E3E0C"/>
    <w:rsid w:val="006E3F9D"/>
    <w:rsid w:val="006E491D"/>
    <w:rsid w:val="006E4C1D"/>
    <w:rsid w:val="006E4D6D"/>
    <w:rsid w:val="006E4EA2"/>
    <w:rsid w:val="006E5800"/>
    <w:rsid w:val="006E5B91"/>
    <w:rsid w:val="006E5D79"/>
    <w:rsid w:val="006E6119"/>
    <w:rsid w:val="006E61CB"/>
    <w:rsid w:val="006E65E0"/>
    <w:rsid w:val="006E6F67"/>
    <w:rsid w:val="006E75C3"/>
    <w:rsid w:val="006F0091"/>
    <w:rsid w:val="006F0432"/>
    <w:rsid w:val="006F0B5B"/>
    <w:rsid w:val="006F0C52"/>
    <w:rsid w:val="006F12E2"/>
    <w:rsid w:val="006F1626"/>
    <w:rsid w:val="006F1A2F"/>
    <w:rsid w:val="006F1C65"/>
    <w:rsid w:val="006F2445"/>
    <w:rsid w:val="006F2448"/>
    <w:rsid w:val="006F270C"/>
    <w:rsid w:val="006F2A67"/>
    <w:rsid w:val="006F2B7B"/>
    <w:rsid w:val="006F2D3F"/>
    <w:rsid w:val="006F2F6C"/>
    <w:rsid w:val="006F303B"/>
    <w:rsid w:val="006F34EB"/>
    <w:rsid w:val="006F3766"/>
    <w:rsid w:val="006F450D"/>
    <w:rsid w:val="006F4582"/>
    <w:rsid w:val="006F49B8"/>
    <w:rsid w:val="006F5296"/>
    <w:rsid w:val="006F5649"/>
    <w:rsid w:val="006F5B88"/>
    <w:rsid w:val="006F5F97"/>
    <w:rsid w:val="006F640B"/>
    <w:rsid w:val="006F68F1"/>
    <w:rsid w:val="006F6E06"/>
    <w:rsid w:val="006F7064"/>
    <w:rsid w:val="00700732"/>
    <w:rsid w:val="00700A63"/>
    <w:rsid w:val="00700E64"/>
    <w:rsid w:val="00700F03"/>
    <w:rsid w:val="00701339"/>
    <w:rsid w:val="007014C1"/>
    <w:rsid w:val="00701554"/>
    <w:rsid w:val="007018AD"/>
    <w:rsid w:val="00701D68"/>
    <w:rsid w:val="00701F24"/>
    <w:rsid w:val="00702707"/>
    <w:rsid w:val="007027D9"/>
    <w:rsid w:val="00702875"/>
    <w:rsid w:val="00702F58"/>
    <w:rsid w:val="0070329C"/>
    <w:rsid w:val="007032D2"/>
    <w:rsid w:val="00703AB2"/>
    <w:rsid w:val="00703AD6"/>
    <w:rsid w:val="00703E20"/>
    <w:rsid w:val="00703EFE"/>
    <w:rsid w:val="007041B3"/>
    <w:rsid w:val="007042CB"/>
    <w:rsid w:val="00704672"/>
    <w:rsid w:val="00704C1C"/>
    <w:rsid w:val="00704C6A"/>
    <w:rsid w:val="00704EC9"/>
    <w:rsid w:val="007052EE"/>
    <w:rsid w:val="00705415"/>
    <w:rsid w:val="007055D5"/>
    <w:rsid w:val="00705603"/>
    <w:rsid w:val="00705B5A"/>
    <w:rsid w:val="00705E27"/>
    <w:rsid w:val="00705EF6"/>
    <w:rsid w:val="00706288"/>
    <w:rsid w:val="0070794A"/>
    <w:rsid w:val="00707E1B"/>
    <w:rsid w:val="007100CD"/>
    <w:rsid w:val="00710303"/>
    <w:rsid w:val="007108AD"/>
    <w:rsid w:val="00710A6C"/>
    <w:rsid w:val="00710B9C"/>
    <w:rsid w:val="00711009"/>
    <w:rsid w:val="00711923"/>
    <w:rsid w:val="00711CC1"/>
    <w:rsid w:val="00712140"/>
    <w:rsid w:val="007126DB"/>
    <w:rsid w:val="0071291C"/>
    <w:rsid w:val="0071291D"/>
    <w:rsid w:val="00712AF2"/>
    <w:rsid w:val="00713616"/>
    <w:rsid w:val="00713BDE"/>
    <w:rsid w:val="00713CEF"/>
    <w:rsid w:val="00713F26"/>
    <w:rsid w:val="00713FFB"/>
    <w:rsid w:val="007141D1"/>
    <w:rsid w:val="0071466E"/>
    <w:rsid w:val="0071490C"/>
    <w:rsid w:val="00714CA4"/>
    <w:rsid w:val="00714D46"/>
    <w:rsid w:val="00715CC7"/>
    <w:rsid w:val="00716281"/>
    <w:rsid w:val="00716F98"/>
    <w:rsid w:val="00716FD4"/>
    <w:rsid w:val="007173F7"/>
    <w:rsid w:val="00717A3B"/>
    <w:rsid w:val="00717FC7"/>
    <w:rsid w:val="00720516"/>
    <w:rsid w:val="0072071C"/>
    <w:rsid w:val="00720C79"/>
    <w:rsid w:val="00720DD2"/>
    <w:rsid w:val="00720E1F"/>
    <w:rsid w:val="00721FDB"/>
    <w:rsid w:val="0072220E"/>
    <w:rsid w:val="00722431"/>
    <w:rsid w:val="0072291C"/>
    <w:rsid w:val="00722B51"/>
    <w:rsid w:val="00722C69"/>
    <w:rsid w:val="00723494"/>
    <w:rsid w:val="00723EB2"/>
    <w:rsid w:val="00724971"/>
    <w:rsid w:val="00724EAA"/>
    <w:rsid w:val="00725BB6"/>
    <w:rsid w:val="00725BC6"/>
    <w:rsid w:val="0072661F"/>
    <w:rsid w:val="00726B63"/>
    <w:rsid w:val="00726BD8"/>
    <w:rsid w:val="00726D56"/>
    <w:rsid w:val="00727037"/>
    <w:rsid w:val="007272AA"/>
    <w:rsid w:val="00727404"/>
    <w:rsid w:val="00727549"/>
    <w:rsid w:val="00727AC4"/>
    <w:rsid w:val="00727D30"/>
    <w:rsid w:val="00727ED8"/>
    <w:rsid w:val="007302B8"/>
    <w:rsid w:val="007304C1"/>
    <w:rsid w:val="00730ABD"/>
    <w:rsid w:val="00730C63"/>
    <w:rsid w:val="00730CBF"/>
    <w:rsid w:val="00730E1D"/>
    <w:rsid w:val="00731460"/>
    <w:rsid w:val="00731705"/>
    <w:rsid w:val="007318D6"/>
    <w:rsid w:val="00731C02"/>
    <w:rsid w:val="00731CE9"/>
    <w:rsid w:val="00732BF5"/>
    <w:rsid w:val="00733161"/>
    <w:rsid w:val="0073336D"/>
    <w:rsid w:val="0073391E"/>
    <w:rsid w:val="0073395B"/>
    <w:rsid w:val="00733FD8"/>
    <w:rsid w:val="00733FF4"/>
    <w:rsid w:val="007344BA"/>
    <w:rsid w:val="0073451C"/>
    <w:rsid w:val="00734678"/>
    <w:rsid w:val="00734754"/>
    <w:rsid w:val="00734A0F"/>
    <w:rsid w:val="00735262"/>
    <w:rsid w:val="007355FD"/>
    <w:rsid w:val="00735AB7"/>
    <w:rsid w:val="00735C20"/>
    <w:rsid w:val="00735CE0"/>
    <w:rsid w:val="00735FE9"/>
    <w:rsid w:val="0073615E"/>
    <w:rsid w:val="0073624B"/>
    <w:rsid w:val="007362D4"/>
    <w:rsid w:val="007363BD"/>
    <w:rsid w:val="00736644"/>
    <w:rsid w:val="00736CDB"/>
    <w:rsid w:val="00737474"/>
    <w:rsid w:val="00737715"/>
    <w:rsid w:val="00737ED2"/>
    <w:rsid w:val="0074062A"/>
    <w:rsid w:val="007406E6"/>
    <w:rsid w:val="00740B40"/>
    <w:rsid w:val="00741498"/>
    <w:rsid w:val="00742529"/>
    <w:rsid w:val="0074271D"/>
    <w:rsid w:val="00742765"/>
    <w:rsid w:val="007427B8"/>
    <w:rsid w:val="00743282"/>
    <w:rsid w:val="007433BB"/>
    <w:rsid w:val="00743588"/>
    <w:rsid w:val="00743628"/>
    <w:rsid w:val="00744409"/>
    <w:rsid w:val="0074471B"/>
    <w:rsid w:val="0074478C"/>
    <w:rsid w:val="00745D72"/>
    <w:rsid w:val="00745DBE"/>
    <w:rsid w:val="00746CB4"/>
    <w:rsid w:val="00747E94"/>
    <w:rsid w:val="00750FE9"/>
    <w:rsid w:val="007515FB"/>
    <w:rsid w:val="007516D9"/>
    <w:rsid w:val="007519AA"/>
    <w:rsid w:val="00751A46"/>
    <w:rsid w:val="00751EC5"/>
    <w:rsid w:val="007521D2"/>
    <w:rsid w:val="007523D4"/>
    <w:rsid w:val="0075262B"/>
    <w:rsid w:val="00752CDC"/>
    <w:rsid w:val="007531B9"/>
    <w:rsid w:val="0075376D"/>
    <w:rsid w:val="00754014"/>
    <w:rsid w:val="00754137"/>
    <w:rsid w:val="00754559"/>
    <w:rsid w:val="007553AB"/>
    <w:rsid w:val="00755C3E"/>
    <w:rsid w:val="00756446"/>
    <w:rsid w:val="00756B9C"/>
    <w:rsid w:val="007600FB"/>
    <w:rsid w:val="007602EA"/>
    <w:rsid w:val="00760571"/>
    <w:rsid w:val="007607D5"/>
    <w:rsid w:val="00760C12"/>
    <w:rsid w:val="00760DAD"/>
    <w:rsid w:val="0076224C"/>
    <w:rsid w:val="00762306"/>
    <w:rsid w:val="007626D4"/>
    <w:rsid w:val="00762E69"/>
    <w:rsid w:val="00762FF3"/>
    <w:rsid w:val="0076315D"/>
    <w:rsid w:val="007645CC"/>
    <w:rsid w:val="007649A7"/>
    <w:rsid w:val="00764EA4"/>
    <w:rsid w:val="00765241"/>
    <w:rsid w:val="007656FF"/>
    <w:rsid w:val="0076594E"/>
    <w:rsid w:val="00765B31"/>
    <w:rsid w:val="00765F83"/>
    <w:rsid w:val="00766ABB"/>
    <w:rsid w:val="00766BB1"/>
    <w:rsid w:val="00766BBD"/>
    <w:rsid w:val="00767539"/>
    <w:rsid w:val="00767808"/>
    <w:rsid w:val="00767B05"/>
    <w:rsid w:val="00770421"/>
    <w:rsid w:val="00770469"/>
    <w:rsid w:val="00770762"/>
    <w:rsid w:val="00770833"/>
    <w:rsid w:val="007710A8"/>
    <w:rsid w:val="00771261"/>
    <w:rsid w:val="00771FA2"/>
    <w:rsid w:val="00772390"/>
    <w:rsid w:val="00773362"/>
    <w:rsid w:val="007733DE"/>
    <w:rsid w:val="00773BE0"/>
    <w:rsid w:val="00773F2C"/>
    <w:rsid w:val="00774037"/>
    <w:rsid w:val="007744B7"/>
    <w:rsid w:val="00774DFD"/>
    <w:rsid w:val="00775014"/>
    <w:rsid w:val="00775139"/>
    <w:rsid w:val="00775760"/>
    <w:rsid w:val="0077576A"/>
    <w:rsid w:val="00775C05"/>
    <w:rsid w:val="007767B1"/>
    <w:rsid w:val="007768C0"/>
    <w:rsid w:val="007769E2"/>
    <w:rsid w:val="00776B04"/>
    <w:rsid w:val="00776D6E"/>
    <w:rsid w:val="00776DA9"/>
    <w:rsid w:val="00776EE7"/>
    <w:rsid w:val="007770DD"/>
    <w:rsid w:val="00777C3B"/>
    <w:rsid w:val="00780054"/>
    <w:rsid w:val="00780276"/>
    <w:rsid w:val="00780F07"/>
    <w:rsid w:val="00781393"/>
    <w:rsid w:val="00782458"/>
    <w:rsid w:val="007827EE"/>
    <w:rsid w:val="007829F6"/>
    <w:rsid w:val="00782A13"/>
    <w:rsid w:val="00782C85"/>
    <w:rsid w:val="00782E33"/>
    <w:rsid w:val="00782FDF"/>
    <w:rsid w:val="00783117"/>
    <w:rsid w:val="00783142"/>
    <w:rsid w:val="00783290"/>
    <w:rsid w:val="007837B9"/>
    <w:rsid w:val="00783F90"/>
    <w:rsid w:val="0078400F"/>
    <w:rsid w:val="007849BF"/>
    <w:rsid w:val="007852C4"/>
    <w:rsid w:val="00785865"/>
    <w:rsid w:val="00785B9D"/>
    <w:rsid w:val="00786195"/>
    <w:rsid w:val="00786FA0"/>
    <w:rsid w:val="007875B0"/>
    <w:rsid w:val="00787702"/>
    <w:rsid w:val="0078795E"/>
    <w:rsid w:val="007904B8"/>
    <w:rsid w:val="00791025"/>
    <w:rsid w:val="0079134C"/>
    <w:rsid w:val="00791B23"/>
    <w:rsid w:val="00791F32"/>
    <w:rsid w:val="00792434"/>
    <w:rsid w:val="00792657"/>
    <w:rsid w:val="00792795"/>
    <w:rsid w:val="00793928"/>
    <w:rsid w:val="00794A6E"/>
    <w:rsid w:val="007951F3"/>
    <w:rsid w:val="00795388"/>
    <w:rsid w:val="007954D3"/>
    <w:rsid w:val="00795E45"/>
    <w:rsid w:val="00796317"/>
    <w:rsid w:val="00796808"/>
    <w:rsid w:val="00796BD8"/>
    <w:rsid w:val="00796F61"/>
    <w:rsid w:val="00796F9B"/>
    <w:rsid w:val="00797666"/>
    <w:rsid w:val="007A02C9"/>
    <w:rsid w:val="007A0E68"/>
    <w:rsid w:val="007A1407"/>
    <w:rsid w:val="007A1D9F"/>
    <w:rsid w:val="007A265B"/>
    <w:rsid w:val="007A27C6"/>
    <w:rsid w:val="007A2CC6"/>
    <w:rsid w:val="007A3473"/>
    <w:rsid w:val="007A34A1"/>
    <w:rsid w:val="007A34CF"/>
    <w:rsid w:val="007A35F3"/>
    <w:rsid w:val="007A3A8F"/>
    <w:rsid w:val="007A3F8B"/>
    <w:rsid w:val="007A43F0"/>
    <w:rsid w:val="007A4BDC"/>
    <w:rsid w:val="007A4FE8"/>
    <w:rsid w:val="007A505E"/>
    <w:rsid w:val="007A5266"/>
    <w:rsid w:val="007A5B22"/>
    <w:rsid w:val="007A5DD2"/>
    <w:rsid w:val="007A5FEE"/>
    <w:rsid w:val="007A6A90"/>
    <w:rsid w:val="007A6D13"/>
    <w:rsid w:val="007A6DDD"/>
    <w:rsid w:val="007A6FDC"/>
    <w:rsid w:val="007A7049"/>
    <w:rsid w:val="007A7148"/>
    <w:rsid w:val="007A778D"/>
    <w:rsid w:val="007A78D6"/>
    <w:rsid w:val="007B0288"/>
    <w:rsid w:val="007B0676"/>
    <w:rsid w:val="007B0AB9"/>
    <w:rsid w:val="007B0BB0"/>
    <w:rsid w:val="007B1134"/>
    <w:rsid w:val="007B1B02"/>
    <w:rsid w:val="007B2504"/>
    <w:rsid w:val="007B3B7D"/>
    <w:rsid w:val="007B3C19"/>
    <w:rsid w:val="007B3D1C"/>
    <w:rsid w:val="007B4352"/>
    <w:rsid w:val="007B4B83"/>
    <w:rsid w:val="007B4EF0"/>
    <w:rsid w:val="007B5C93"/>
    <w:rsid w:val="007B60E1"/>
    <w:rsid w:val="007B621B"/>
    <w:rsid w:val="007B6A2A"/>
    <w:rsid w:val="007B6CFD"/>
    <w:rsid w:val="007B7642"/>
    <w:rsid w:val="007B77C3"/>
    <w:rsid w:val="007B792D"/>
    <w:rsid w:val="007B7B51"/>
    <w:rsid w:val="007B7FC7"/>
    <w:rsid w:val="007C031B"/>
    <w:rsid w:val="007C0818"/>
    <w:rsid w:val="007C0E1D"/>
    <w:rsid w:val="007C0F5B"/>
    <w:rsid w:val="007C1052"/>
    <w:rsid w:val="007C1243"/>
    <w:rsid w:val="007C1D04"/>
    <w:rsid w:val="007C2345"/>
    <w:rsid w:val="007C3023"/>
    <w:rsid w:val="007C34A3"/>
    <w:rsid w:val="007C3914"/>
    <w:rsid w:val="007C3B9E"/>
    <w:rsid w:val="007C3C44"/>
    <w:rsid w:val="007C3EAB"/>
    <w:rsid w:val="007C445C"/>
    <w:rsid w:val="007C44E8"/>
    <w:rsid w:val="007C4F32"/>
    <w:rsid w:val="007C5382"/>
    <w:rsid w:val="007C57A8"/>
    <w:rsid w:val="007C5F1B"/>
    <w:rsid w:val="007C66C9"/>
    <w:rsid w:val="007C68B4"/>
    <w:rsid w:val="007C7413"/>
    <w:rsid w:val="007C7592"/>
    <w:rsid w:val="007C7C14"/>
    <w:rsid w:val="007D03D9"/>
    <w:rsid w:val="007D03F0"/>
    <w:rsid w:val="007D0489"/>
    <w:rsid w:val="007D0542"/>
    <w:rsid w:val="007D079C"/>
    <w:rsid w:val="007D09D2"/>
    <w:rsid w:val="007D0CB8"/>
    <w:rsid w:val="007D0F33"/>
    <w:rsid w:val="007D11F6"/>
    <w:rsid w:val="007D1365"/>
    <w:rsid w:val="007D1815"/>
    <w:rsid w:val="007D1E06"/>
    <w:rsid w:val="007D2742"/>
    <w:rsid w:val="007D2E73"/>
    <w:rsid w:val="007D304C"/>
    <w:rsid w:val="007D35BC"/>
    <w:rsid w:val="007D399E"/>
    <w:rsid w:val="007D3B67"/>
    <w:rsid w:val="007D4195"/>
    <w:rsid w:val="007D4F16"/>
    <w:rsid w:val="007D4FFA"/>
    <w:rsid w:val="007D575E"/>
    <w:rsid w:val="007D5994"/>
    <w:rsid w:val="007D61E3"/>
    <w:rsid w:val="007D69E3"/>
    <w:rsid w:val="007D6B3A"/>
    <w:rsid w:val="007D6D64"/>
    <w:rsid w:val="007D6FA7"/>
    <w:rsid w:val="007D78BC"/>
    <w:rsid w:val="007D7AE4"/>
    <w:rsid w:val="007D7C14"/>
    <w:rsid w:val="007E0019"/>
    <w:rsid w:val="007E0683"/>
    <w:rsid w:val="007E0A5D"/>
    <w:rsid w:val="007E0DE1"/>
    <w:rsid w:val="007E134D"/>
    <w:rsid w:val="007E170A"/>
    <w:rsid w:val="007E1742"/>
    <w:rsid w:val="007E2A44"/>
    <w:rsid w:val="007E366B"/>
    <w:rsid w:val="007E3B42"/>
    <w:rsid w:val="007E4A3D"/>
    <w:rsid w:val="007E5171"/>
    <w:rsid w:val="007E51D2"/>
    <w:rsid w:val="007E5717"/>
    <w:rsid w:val="007E5822"/>
    <w:rsid w:val="007E5A56"/>
    <w:rsid w:val="007E5B8E"/>
    <w:rsid w:val="007E5C39"/>
    <w:rsid w:val="007E61C2"/>
    <w:rsid w:val="007E61CD"/>
    <w:rsid w:val="007E62E2"/>
    <w:rsid w:val="007E6AE9"/>
    <w:rsid w:val="007E6CBC"/>
    <w:rsid w:val="007E70ED"/>
    <w:rsid w:val="007E721F"/>
    <w:rsid w:val="007E77FC"/>
    <w:rsid w:val="007E7915"/>
    <w:rsid w:val="007E7E50"/>
    <w:rsid w:val="007F00D8"/>
    <w:rsid w:val="007F08A2"/>
    <w:rsid w:val="007F1243"/>
    <w:rsid w:val="007F21A6"/>
    <w:rsid w:val="007F288A"/>
    <w:rsid w:val="007F2CD4"/>
    <w:rsid w:val="007F306D"/>
    <w:rsid w:val="007F30A5"/>
    <w:rsid w:val="007F3475"/>
    <w:rsid w:val="007F353D"/>
    <w:rsid w:val="007F35BE"/>
    <w:rsid w:val="007F374E"/>
    <w:rsid w:val="007F3C10"/>
    <w:rsid w:val="007F4CA1"/>
    <w:rsid w:val="007F4DDE"/>
    <w:rsid w:val="007F564A"/>
    <w:rsid w:val="007F611F"/>
    <w:rsid w:val="007F624B"/>
    <w:rsid w:val="007F656E"/>
    <w:rsid w:val="007F66EE"/>
    <w:rsid w:val="007F79BE"/>
    <w:rsid w:val="008005BE"/>
    <w:rsid w:val="00801137"/>
    <w:rsid w:val="008018FA"/>
    <w:rsid w:val="0080212D"/>
    <w:rsid w:val="0080271F"/>
    <w:rsid w:val="008027DA"/>
    <w:rsid w:val="00802A81"/>
    <w:rsid w:val="00802A9B"/>
    <w:rsid w:val="00802CB9"/>
    <w:rsid w:val="00802DC9"/>
    <w:rsid w:val="00803739"/>
    <w:rsid w:val="008046B5"/>
    <w:rsid w:val="00804AD6"/>
    <w:rsid w:val="00804F2D"/>
    <w:rsid w:val="00805119"/>
    <w:rsid w:val="008057E8"/>
    <w:rsid w:val="00805A3C"/>
    <w:rsid w:val="00805B9B"/>
    <w:rsid w:val="00805FB0"/>
    <w:rsid w:val="00806161"/>
    <w:rsid w:val="00806558"/>
    <w:rsid w:val="0080692A"/>
    <w:rsid w:val="00806D64"/>
    <w:rsid w:val="00806E8F"/>
    <w:rsid w:val="008072D6"/>
    <w:rsid w:val="00807482"/>
    <w:rsid w:val="00807CDC"/>
    <w:rsid w:val="00810672"/>
    <w:rsid w:val="008109D4"/>
    <w:rsid w:val="00810B51"/>
    <w:rsid w:val="00811A05"/>
    <w:rsid w:val="00811E47"/>
    <w:rsid w:val="00811F00"/>
    <w:rsid w:val="008121AC"/>
    <w:rsid w:val="0081254C"/>
    <w:rsid w:val="00812E84"/>
    <w:rsid w:val="008134CB"/>
    <w:rsid w:val="008137E2"/>
    <w:rsid w:val="008138BE"/>
    <w:rsid w:val="00813E33"/>
    <w:rsid w:val="008140F3"/>
    <w:rsid w:val="00814472"/>
    <w:rsid w:val="008148E6"/>
    <w:rsid w:val="00814AFB"/>
    <w:rsid w:val="00814FAA"/>
    <w:rsid w:val="00815050"/>
    <w:rsid w:val="008154BD"/>
    <w:rsid w:val="00815645"/>
    <w:rsid w:val="00815C08"/>
    <w:rsid w:val="008161E2"/>
    <w:rsid w:val="00816C34"/>
    <w:rsid w:val="00817606"/>
    <w:rsid w:val="00817F19"/>
    <w:rsid w:val="008208AD"/>
    <w:rsid w:val="00820D7E"/>
    <w:rsid w:val="00821182"/>
    <w:rsid w:val="00821FFC"/>
    <w:rsid w:val="00822415"/>
    <w:rsid w:val="008229D7"/>
    <w:rsid w:val="00822CD5"/>
    <w:rsid w:val="00822E66"/>
    <w:rsid w:val="00822E80"/>
    <w:rsid w:val="00822EF9"/>
    <w:rsid w:val="00824610"/>
    <w:rsid w:val="00824864"/>
    <w:rsid w:val="00824885"/>
    <w:rsid w:val="00824CAB"/>
    <w:rsid w:val="00825AAC"/>
    <w:rsid w:val="00825D1C"/>
    <w:rsid w:val="00826D7B"/>
    <w:rsid w:val="008276DE"/>
    <w:rsid w:val="00827750"/>
    <w:rsid w:val="00830320"/>
    <w:rsid w:val="00831247"/>
    <w:rsid w:val="00831A10"/>
    <w:rsid w:val="00831A47"/>
    <w:rsid w:val="00831C78"/>
    <w:rsid w:val="00831DC8"/>
    <w:rsid w:val="0083203B"/>
    <w:rsid w:val="00832A3B"/>
    <w:rsid w:val="00832D64"/>
    <w:rsid w:val="00832D77"/>
    <w:rsid w:val="008332E0"/>
    <w:rsid w:val="00833365"/>
    <w:rsid w:val="00833554"/>
    <w:rsid w:val="00833994"/>
    <w:rsid w:val="00833F2B"/>
    <w:rsid w:val="0083437D"/>
    <w:rsid w:val="00834A73"/>
    <w:rsid w:val="0083540F"/>
    <w:rsid w:val="0083683B"/>
    <w:rsid w:val="00836A1F"/>
    <w:rsid w:val="00836BC5"/>
    <w:rsid w:val="00836D38"/>
    <w:rsid w:val="00837225"/>
    <w:rsid w:val="00840205"/>
    <w:rsid w:val="008403D3"/>
    <w:rsid w:val="008404B1"/>
    <w:rsid w:val="00840995"/>
    <w:rsid w:val="00840AA8"/>
    <w:rsid w:val="00840CAE"/>
    <w:rsid w:val="008417BF"/>
    <w:rsid w:val="0084197D"/>
    <w:rsid w:val="00841F40"/>
    <w:rsid w:val="00842081"/>
    <w:rsid w:val="0084231A"/>
    <w:rsid w:val="00842A37"/>
    <w:rsid w:val="00843173"/>
    <w:rsid w:val="00843441"/>
    <w:rsid w:val="00843819"/>
    <w:rsid w:val="00843AD1"/>
    <w:rsid w:val="00843C10"/>
    <w:rsid w:val="00844C90"/>
    <w:rsid w:val="00844CA6"/>
    <w:rsid w:val="00844E06"/>
    <w:rsid w:val="00844FF7"/>
    <w:rsid w:val="00845535"/>
    <w:rsid w:val="008460AD"/>
    <w:rsid w:val="008464E1"/>
    <w:rsid w:val="00846A4A"/>
    <w:rsid w:val="00846E4F"/>
    <w:rsid w:val="00846F3A"/>
    <w:rsid w:val="008470BA"/>
    <w:rsid w:val="00850189"/>
    <w:rsid w:val="00850237"/>
    <w:rsid w:val="00850602"/>
    <w:rsid w:val="00850A64"/>
    <w:rsid w:val="00850D41"/>
    <w:rsid w:val="00850F79"/>
    <w:rsid w:val="00851278"/>
    <w:rsid w:val="00851742"/>
    <w:rsid w:val="00851A83"/>
    <w:rsid w:val="008524BD"/>
    <w:rsid w:val="00853695"/>
    <w:rsid w:val="00853989"/>
    <w:rsid w:val="00853B87"/>
    <w:rsid w:val="00853C49"/>
    <w:rsid w:val="00853D9E"/>
    <w:rsid w:val="00853F04"/>
    <w:rsid w:val="008542F4"/>
    <w:rsid w:val="00854DF2"/>
    <w:rsid w:val="00855287"/>
    <w:rsid w:val="008552AF"/>
    <w:rsid w:val="008552EE"/>
    <w:rsid w:val="00855E0C"/>
    <w:rsid w:val="00855FE4"/>
    <w:rsid w:val="00856ED4"/>
    <w:rsid w:val="0085781A"/>
    <w:rsid w:val="00857945"/>
    <w:rsid w:val="00857DC1"/>
    <w:rsid w:val="00860207"/>
    <w:rsid w:val="00860208"/>
    <w:rsid w:val="00860B29"/>
    <w:rsid w:val="00860EFF"/>
    <w:rsid w:val="008618C7"/>
    <w:rsid w:val="0086196D"/>
    <w:rsid w:val="008619F1"/>
    <w:rsid w:val="00861A32"/>
    <w:rsid w:val="00861E69"/>
    <w:rsid w:val="008625BA"/>
    <w:rsid w:val="008626EA"/>
    <w:rsid w:val="00862799"/>
    <w:rsid w:val="0086288C"/>
    <w:rsid w:val="0086292A"/>
    <w:rsid w:val="00862A36"/>
    <w:rsid w:val="008646A6"/>
    <w:rsid w:val="0086489F"/>
    <w:rsid w:val="00864968"/>
    <w:rsid w:val="008649D7"/>
    <w:rsid w:val="00864C64"/>
    <w:rsid w:val="00865108"/>
    <w:rsid w:val="0086549F"/>
    <w:rsid w:val="00865657"/>
    <w:rsid w:val="008656E1"/>
    <w:rsid w:val="00866225"/>
    <w:rsid w:val="0086669D"/>
    <w:rsid w:val="008668E3"/>
    <w:rsid w:val="00866BFC"/>
    <w:rsid w:val="00866D5A"/>
    <w:rsid w:val="00866E94"/>
    <w:rsid w:val="00867049"/>
    <w:rsid w:val="0086712C"/>
    <w:rsid w:val="00867174"/>
    <w:rsid w:val="00867339"/>
    <w:rsid w:val="00867823"/>
    <w:rsid w:val="00867FDF"/>
    <w:rsid w:val="00870544"/>
    <w:rsid w:val="00870B35"/>
    <w:rsid w:val="00870B55"/>
    <w:rsid w:val="00870E0A"/>
    <w:rsid w:val="0087148D"/>
    <w:rsid w:val="00871BE8"/>
    <w:rsid w:val="00871DCF"/>
    <w:rsid w:val="008721FC"/>
    <w:rsid w:val="00872228"/>
    <w:rsid w:val="008728A5"/>
    <w:rsid w:val="00872BC0"/>
    <w:rsid w:val="00872E94"/>
    <w:rsid w:val="00872FD0"/>
    <w:rsid w:val="008730F9"/>
    <w:rsid w:val="0087383A"/>
    <w:rsid w:val="00873B51"/>
    <w:rsid w:val="00874147"/>
    <w:rsid w:val="00874206"/>
    <w:rsid w:val="008746A6"/>
    <w:rsid w:val="00874995"/>
    <w:rsid w:val="0087504E"/>
    <w:rsid w:val="00875183"/>
    <w:rsid w:val="008754E2"/>
    <w:rsid w:val="0087573A"/>
    <w:rsid w:val="00875CBB"/>
    <w:rsid w:val="00875F21"/>
    <w:rsid w:val="00875F38"/>
    <w:rsid w:val="0087679D"/>
    <w:rsid w:val="00877275"/>
    <w:rsid w:val="0087731A"/>
    <w:rsid w:val="008773FA"/>
    <w:rsid w:val="00877AA4"/>
    <w:rsid w:val="00880611"/>
    <w:rsid w:val="0088083C"/>
    <w:rsid w:val="0088131A"/>
    <w:rsid w:val="00881B01"/>
    <w:rsid w:val="008821DC"/>
    <w:rsid w:val="008827FC"/>
    <w:rsid w:val="00883E7D"/>
    <w:rsid w:val="00883FC6"/>
    <w:rsid w:val="00884028"/>
    <w:rsid w:val="0088471A"/>
    <w:rsid w:val="00884FAA"/>
    <w:rsid w:val="008856BC"/>
    <w:rsid w:val="0088582D"/>
    <w:rsid w:val="008861DC"/>
    <w:rsid w:val="00886408"/>
    <w:rsid w:val="008864CD"/>
    <w:rsid w:val="00886A8F"/>
    <w:rsid w:val="0088719A"/>
    <w:rsid w:val="008871B7"/>
    <w:rsid w:val="008878B7"/>
    <w:rsid w:val="0088796F"/>
    <w:rsid w:val="00887B4D"/>
    <w:rsid w:val="00887D58"/>
    <w:rsid w:val="008905AF"/>
    <w:rsid w:val="008906AF"/>
    <w:rsid w:val="00890CCC"/>
    <w:rsid w:val="00891046"/>
    <w:rsid w:val="00891D87"/>
    <w:rsid w:val="00891E75"/>
    <w:rsid w:val="00891FB9"/>
    <w:rsid w:val="008921B2"/>
    <w:rsid w:val="008927FD"/>
    <w:rsid w:val="00893084"/>
    <w:rsid w:val="00893490"/>
    <w:rsid w:val="008935EA"/>
    <w:rsid w:val="0089372B"/>
    <w:rsid w:val="00893F73"/>
    <w:rsid w:val="00894945"/>
    <w:rsid w:val="00894F2A"/>
    <w:rsid w:val="00895383"/>
    <w:rsid w:val="00895392"/>
    <w:rsid w:val="0089541B"/>
    <w:rsid w:val="008957AF"/>
    <w:rsid w:val="00896630"/>
    <w:rsid w:val="008969AC"/>
    <w:rsid w:val="00897C98"/>
    <w:rsid w:val="008A0109"/>
    <w:rsid w:val="008A0131"/>
    <w:rsid w:val="008A091F"/>
    <w:rsid w:val="008A150D"/>
    <w:rsid w:val="008A15E9"/>
    <w:rsid w:val="008A1CF0"/>
    <w:rsid w:val="008A2001"/>
    <w:rsid w:val="008A21C2"/>
    <w:rsid w:val="008A2967"/>
    <w:rsid w:val="008A2B3C"/>
    <w:rsid w:val="008A33E0"/>
    <w:rsid w:val="008A34B8"/>
    <w:rsid w:val="008A3BDB"/>
    <w:rsid w:val="008A3BE4"/>
    <w:rsid w:val="008A4326"/>
    <w:rsid w:val="008A4F60"/>
    <w:rsid w:val="008A552C"/>
    <w:rsid w:val="008A5876"/>
    <w:rsid w:val="008A5B7B"/>
    <w:rsid w:val="008A5FA8"/>
    <w:rsid w:val="008A627D"/>
    <w:rsid w:val="008A6B38"/>
    <w:rsid w:val="008A7406"/>
    <w:rsid w:val="008B009D"/>
    <w:rsid w:val="008B0A28"/>
    <w:rsid w:val="008B0C18"/>
    <w:rsid w:val="008B0C1E"/>
    <w:rsid w:val="008B1086"/>
    <w:rsid w:val="008B227F"/>
    <w:rsid w:val="008B27A0"/>
    <w:rsid w:val="008B30C5"/>
    <w:rsid w:val="008B31C5"/>
    <w:rsid w:val="008B3329"/>
    <w:rsid w:val="008B3BC3"/>
    <w:rsid w:val="008B3D82"/>
    <w:rsid w:val="008B3E5A"/>
    <w:rsid w:val="008B4472"/>
    <w:rsid w:val="008B47CC"/>
    <w:rsid w:val="008B5688"/>
    <w:rsid w:val="008B57AA"/>
    <w:rsid w:val="008B57E6"/>
    <w:rsid w:val="008B5B8B"/>
    <w:rsid w:val="008B682C"/>
    <w:rsid w:val="008B7A13"/>
    <w:rsid w:val="008C061C"/>
    <w:rsid w:val="008C1397"/>
    <w:rsid w:val="008C17EA"/>
    <w:rsid w:val="008C20AA"/>
    <w:rsid w:val="008C26FD"/>
    <w:rsid w:val="008C2B66"/>
    <w:rsid w:val="008C308E"/>
    <w:rsid w:val="008C3761"/>
    <w:rsid w:val="008C4584"/>
    <w:rsid w:val="008C4780"/>
    <w:rsid w:val="008C4AE9"/>
    <w:rsid w:val="008C4D31"/>
    <w:rsid w:val="008C520E"/>
    <w:rsid w:val="008C556C"/>
    <w:rsid w:val="008C5AF1"/>
    <w:rsid w:val="008C5C2A"/>
    <w:rsid w:val="008C5D11"/>
    <w:rsid w:val="008C6A6C"/>
    <w:rsid w:val="008C6AA9"/>
    <w:rsid w:val="008C6E21"/>
    <w:rsid w:val="008C74E3"/>
    <w:rsid w:val="008C779E"/>
    <w:rsid w:val="008C7A0B"/>
    <w:rsid w:val="008C7D92"/>
    <w:rsid w:val="008D023D"/>
    <w:rsid w:val="008D0494"/>
    <w:rsid w:val="008D098D"/>
    <w:rsid w:val="008D1053"/>
    <w:rsid w:val="008D123D"/>
    <w:rsid w:val="008D1272"/>
    <w:rsid w:val="008D127D"/>
    <w:rsid w:val="008D196B"/>
    <w:rsid w:val="008D1A5B"/>
    <w:rsid w:val="008D1EF7"/>
    <w:rsid w:val="008D31B3"/>
    <w:rsid w:val="008D327B"/>
    <w:rsid w:val="008D35FB"/>
    <w:rsid w:val="008D35FE"/>
    <w:rsid w:val="008D3C4F"/>
    <w:rsid w:val="008D3DAE"/>
    <w:rsid w:val="008D4848"/>
    <w:rsid w:val="008D49E9"/>
    <w:rsid w:val="008D4E66"/>
    <w:rsid w:val="008D50F7"/>
    <w:rsid w:val="008D53C5"/>
    <w:rsid w:val="008D57B3"/>
    <w:rsid w:val="008D57B5"/>
    <w:rsid w:val="008D58A4"/>
    <w:rsid w:val="008D5929"/>
    <w:rsid w:val="008D596D"/>
    <w:rsid w:val="008D5A0E"/>
    <w:rsid w:val="008D5EF1"/>
    <w:rsid w:val="008D61D0"/>
    <w:rsid w:val="008D644E"/>
    <w:rsid w:val="008D6B66"/>
    <w:rsid w:val="008D73DC"/>
    <w:rsid w:val="008E0009"/>
    <w:rsid w:val="008E0557"/>
    <w:rsid w:val="008E0BBB"/>
    <w:rsid w:val="008E1019"/>
    <w:rsid w:val="008E2A26"/>
    <w:rsid w:val="008E3202"/>
    <w:rsid w:val="008E3875"/>
    <w:rsid w:val="008E397D"/>
    <w:rsid w:val="008E39E6"/>
    <w:rsid w:val="008E5295"/>
    <w:rsid w:val="008E5759"/>
    <w:rsid w:val="008E5C11"/>
    <w:rsid w:val="008E6090"/>
    <w:rsid w:val="008E6435"/>
    <w:rsid w:val="008E657B"/>
    <w:rsid w:val="008E6616"/>
    <w:rsid w:val="008E6731"/>
    <w:rsid w:val="008E6FEE"/>
    <w:rsid w:val="008E7368"/>
    <w:rsid w:val="008E743F"/>
    <w:rsid w:val="008E7572"/>
    <w:rsid w:val="008E7584"/>
    <w:rsid w:val="008E7927"/>
    <w:rsid w:val="008F026F"/>
    <w:rsid w:val="008F088E"/>
    <w:rsid w:val="008F10B6"/>
    <w:rsid w:val="008F17CA"/>
    <w:rsid w:val="008F1D42"/>
    <w:rsid w:val="008F238C"/>
    <w:rsid w:val="008F2C1C"/>
    <w:rsid w:val="008F2C81"/>
    <w:rsid w:val="008F3376"/>
    <w:rsid w:val="008F4D81"/>
    <w:rsid w:val="008F5CDF"/>
    <w:rsid w:val="008F5D73"/>
    <w:rsid w:val="008F60EA"/>
    <w:rsid w:val="008F60F9"/>
    <w:rsid w:val="008F65BC"/>
    <w:rsid w:val="008F6655"/>
    <w:rsid w:val="008F6C53"/>
    <w:rsid w:val="008F727E"/>
    <w:rsid w:val="008F7ADA"/>
    <w:rsid w:val="008F7EB6"/>
    <w:rsid w:val="0090071C"/>
    <w:rsid w:val="009007CE"/>
    <w:rsid w:val="00900C40"/>
    <w:rsid w:val="00900C55"/>
    <w:rsid w:val="009010B1"/>
    <w:rsid w:val="00901166"/>
    <w:rsid w:val="009019CD"/>
    <w:rsid w:val="00901E89"/>
    <w:rsid w:val="0090229C"/>
    <w:rsid w:val="0090309D"/>
    <w:rsid w:val="00903226"/>
    <w:rsid w:val="00903258"/>
    <w:rsid w:val="009048B4"/>
    <w:rsid w:val="009048CA"/>
    <w:rsid w:val="00904A7C"/>
    <w:rsid w:val="00904DED"/>
    <w:rsid w:val="00904F59"/>
    <w:rsid w:val="009050DF"/>
    <w:rsid w:val="0090565C"/>
    <w:rsid w:val="00905663"/>
    <w:rsid w:val="00906258"/>
    <w:rsid w:val="0090628E"/>
    <w:rsid w:val="00906491"/>
    <w:rsid w:val="009071A0"/>
    <w:rsid w:val="00907651"/>
    <w:rsid w:val="00907E83"/>
    <w:rsid w:val="00907FB7"/>
    <w:rsid w:val="009101DA"/>
    <w:rsid w:val="00910602"/>
    <w:rsid w:val="0091068F"/>
    <w:rsid w:val="009109C9"/>
    <w:rsid w:val="00910AAC"/>
    <w:rsid w:val="00910B46"/>
    <w:rsid w:val="00910CEB"/>
    <w:rsid w:val="00910F83"/>
    <w:rsid w:val="00910FCF"/>
    <w:rsid w:val="00911884"/>
    <w:rsid w:val="00911F51"/>
    <w:rsid w:val="009120B8"/>
    <w:rsid w:val="00912361"/>
    <w:rsid w:val="009123B1"/>
    <w:rsid w:val="00912D95"/>
    <w:rsid w:val="00912ECE"/>
    <w:rsid w:val="0091337C"/>
    <w:rsid w:val="00913466"/>
    <w:rsid w:val="009136ED"/>
    <w:rsid w:val="00913DE9"/>
    <w:rsid w:val="00913EDF"/>
    <w:rsid w:val="00914413"/>
    <w:rsid w:val="00914821"/>
    <w:rsid w:val="00914B60"/>
    <w:rsid w:val="00914D6E"/>
    <w:rsid w:val="00915C87"/>
    <w:rsid w:val="00915D35"/>
    <w:rsid w:val="00915EAD"/>
    <w:rsid w:val="009160BD"/>
    <w:rsid w:val="00916F23"/>
    <w:rsid w:val="00916FC6"/>
    <w:rsid w:val="00917015"/>
    <w:rsid w:val="00917788"/>
    <w:rsid w:val="00917847"/>
    <w:rsid w:val="00917D3F"/>
    <w:rsid w:val="00920AB5"/>
    <w:rsid w:val="00920CC8"/>
    <w:rsid w:val="0092111A"/>
    <w:rsid w:val="0092148E"/>
    <w:rsid w:val="00922761"/>
    <w:rsid w:val="00922ADC"/>
    <w:rsid w:val="00923072"/>
    <w:rsid w:val="00923137"/>
    <w:rsid w:val="009231CE"/>
    <w:rsid w:val="009234B9"/>
    <w:rsid w:val="00923709"/>
    <w:rsid w:val="00924271"/>
    <w:rsid w:val="009242A6"/>
    <w:rsid w:val="0092446C"/>
    <w:rsid w:val="009247AF"/>
    <w:rsid w:val="009249DD"/>
    <w:rsid w:val="009258E1"/>
    <w:rsid w:val="00925937"/>
    <w:rsid w:val="00925AA9"/>
    <w:rsid w:val="009262F8"/>
    <w:rsid w:val="009263AA"/>
    <w:rsid w:val="00926858"/>
    <w:rsid w:val="00927448"/>
    <w:rsid w:val="00927460"/>
    <w:rsid w:val="009275CB"/>
    <w:rsid w:val="009279FE"/>
    <w:rsid w:val="009309B3"/>
    <w:rsid w:val="00930BB8"/>
    <w:rsid w:val="00930C80"/>
    <w:rsid w:val="00930E97"/>
    <w:rsid w:val="00931119"/>
    <w:rsid w:val="0093145E"/>
    <w:rsid w:val="009333D0"/>
    <w:rsid w:val="00933B5D"/>
    <w:rsid w:val="00933F23"/>
    <w:rsid w:val="00934234"/>
    <w:rsid w:val="0093436F"/>
    <w:rsid w:val="00934AA7"/>
    <w:rsid w:val="00935198"/>
    <w:rsid w:val="00936147"/>
    <w:rsid w:val="00936499"/>
    <w:rsid w:val="009368E4"/>
    <w:rsid w:val="00936D8F"/>
    <w:rsid w:val="00936DEF"/>
    <w:rsid w:val="00936ED8"/>
    <w:rsid w:val="00937CD3"/>
    <w:rsid w:val="0094056D"/>
    <w:rsid w:val="009406FB"/>
    <w:rsid w:val="00940989"/>
    <w:rsid w:val="00940994"/>
    <w:rsid w:val="00940A44"/>
    <w:rsid w:val="00940A49"/>
    <w:rsid w:val="00940DD8"/>
    <w:rsid w:val="00940FA8"/>
    <w:rsid w:val="009413A3"/>
    <w:rsid w:val="00941407"/>
    <w:rsid w:val="0094203E"/>
    <w:rsid w:val="009423C9"/>
    <w:rsid w:val="009428AA"/>
    <w:rsid w:val="009432D0"/>
    <w:rsid w:val="009440CD"/>
    <w:rsid w:val="009443E0"/>
    <w:rsid w:val="009444CB"/>
    <w:rsid w:val="0094535B"/>
    <w:rsid w:val="009457EC"/>
    <w:rsid w:val="00945F18"/>
    <w:rsid w:val="00945F4B"/>
    <w:rsid w:val="009460D9"/>
    <w:rsid w:val="0094628F"/>
    <w:rsid w:val="0094658A"/>
    <w:rsid w:val="00946AB3"/>
    <w:rsid w:val="00946C7C"/>
    <w:rsid w:val="00946CEA"/>
    <w:rsid w:val="00946D5B"/>
    <w:rsid w:val="00946F21"/>
    <w:rsid w:val="009478A6"/>
    <w:rsid w:val="00950013"/>
    <w:rsid w:val="00950485"/>
    <w:rsid w:val="00950878"/>
    <w:rsid w:val="00950C13"/>
    <w:rsid w:val="00951840"/>
    <w:rsid w:val="00951877"/>
    <w:rsid w:val="00951E3B"/>
    <w:rsid w:val="0095201E"/>
    <w:rsid w:val="00952BDB"/>
    <w:rsid w:val="00952C58"/>
    <w:rsid w:val="0095376B"/>
    <w:rsid w:val="00953788"/>
    <w:rsid w:val="00953AD6"/>
    <w:rsid w:val="00953C31"/>
    <w:rsid w:val="009541B8"/>
    <w:rsid w:val="009544C8"/>
    <w:rsid w:val="0095483A"/>
    <w:rsid w:val="00955081"/>
    <w:rsid w:val="00955254"/>
    <w:rsid w:val="009552D1"/>
    <w:rsid w:val="0095551A"/>
    <w:rsid w:val="009555E4"/>
    <w:rsid w:val="00955713"/>
    <w:rsid w:val="00955778"/>
    <w:rsid w:val="00955A8A"/>
    <w:rsid w:val="00955CF8"/>
    <w:rsid w:val="00955F22"/>
    <w:rsid w:val="00955FAC"/>
    <w:rsid w:val="009560BA"/>
    <w:rsid w:val="00956407"/>
    <w:rsid w:val="00957227"/>
    <w:rsid w:val="009574DC"/>
    <w:rsid w:val="00957C72"/>
    <w:rsid w:val="0096033A"/>
    <w:rsid w:val="00960494"/>
    <w:rsid w:val="00960AF9"/>
    <w:rsid w:val="00960BB3"/>
    <w:rsid w:val="00961A4B"/>
    <w:rsid w:val="009623C9"/>
    <w:rsid w:val="00962AC2"/>
    <w:rsid w:val="0096300C"/>
    <w:rsid w:val="00963282"/>
    <w:rsid w:val="009632DE"/>
    <w:rsid w:val="0096354D"/>
    <w:rsid w:val="00963755"/>
    <w:rsid w:val="00963CD1"/>
    <w:rsid w:val="00963D1B"/>
    <w:rsid w:val="009640EF"/>
    <w:rsid w:val="00964462"/>
    <w:rsid w:val="00964970"/>
    <w:rsid w:val="009649F1"/>
    <w:rsid w:val="00965014"/>
    <w:rsid w:val="009651C1"/>
    <w:rsid w:val="00965957"/>
    <w:rsid w:val="009659F9"/>
    <w:rsid w:val="00966231"/>
    <w:rsid w:val="009668ED"/>
    <w:rsid w:val="00966B8D"/>
    <w:rsid w:val="00967066"/>
    <w:rsid w:val="0096708F"/>
    <w:rsid w:val="009679E3"/>
    <w:rsid w:val="00967FEE"/>
    <w:rsid w:val="00970423"/>
    <w:rsid w:val="0097062F"/>
    <w:rsid w:val="009707A7"/>
    <w:rsid w:val="0097114F"/>
    <w:rsid w:val="009712A8"/>
    <w:rsid w:val="00971AB9"/>
    <w:rsid w:val="00971C56"/>
    <w:rsid w:val="00971CE0"/>
    <w:rsid w:val="00971E74"/>
    <w:rsid w:val="00972D9D"/>
    <w:rsid w:val="0097310A"/>
    <w:rsid w:val="00973E1A"/>
    <w:rsid w:val="009744B5"/>
    <w:rsid w:val="00974823"/>
    <w:rsid w:val="00974A47"/>
    <w:rsid w:val="00974A6A"/>
    <w:rsid w:val="00974B22"/>
    <w:rsid w:val="00974B5F"/>
    <w:rsid w:val="00974D21"/>
    <w:rsid w:val="009754E5"/>
    <w:rsid w:val="00976354"/>
    <w:rsid w:val="00976851"/>
    <w:rsid w:val="00976963"/>
    <w:rsid w:val="00976DCD"/>
    <w:rsid w:val="009770E2"/>
    <w:rsid w:val="00977732"/>
    <w:rsid w:val="0098034B"/>
    <w:rsid w:val="009805E9"/>
    <w:rsid w:val="00980994"/>
    <w:rsid w:val="00980A7F"/>
    <w:rsid w:val="00980CB9"/>
    <w:rsid w:val="00980DA7"/>
    <w:rsid w:val="00980ECD"/>
    <w:rsid w:val="009819F7"/>
    <w:rsid w:val="00981B09"/>
    <w:rsid w:val="00981D7C"/>
    <w:rsid w:val="009825B7"/>
    <w:rsid w:val="0098296C"/>
    <w:rsid w:val="009829A1"/>
    <w:rsid w:val="009831BA"/>
    <w:rsid w:val="00983373"/>
    <w:rsid w:val="0098379D"/>
    <w:rsid w:val="0098508F"/>
    <w:rsid w:val="00985092"/>
    <w:rsid w:val="0098513C"/>
    <w:rsid w:val="00985509"/>
    <w:rsid w:val="009855A0"/>
    <w:rsid w:val="00985696"/>
    <w:rsid w:val="00985964"/>
    <w:rsid w:val="00985B62"/>
    <w:rsid w:val="00985C8A"/>
    <w:rsid w:val="0098619A"/>
    <w:rsid w:val="009867EC"/>
    <w:rsid w:val="00986C68"/>
    <w:rsid w:val="00987263"/>
    <w:rsid w:val="00987A91"/>
    <w:rsid w:val="009901A6"/>
    <w:rsid w:val="009901F0"/>
    <w:rsid w:val="0099035F"/>
    <w:rsid w:val="0099081E"/>
    <w:rsid w:val="00990820"/>
    <w:rsid w:val="00991446"/>
    <w:rsid w:val="00991B57"/>
    <w:rsid w:val="0099200F"/>
    <w:rsid w:val="00992276"/>
    <w:rsid w:val="0099227A"/>
    <w:rsid w:val="0099285F"/>
    <w:rsid w:val="00992C93"/>
    <w:rsid w:val="009934B6"/>
    <w:rsid w:val="0099451B"/>
    <w:rsid w:val="0099470B"/>
    <w:rsid w:val="00994C86"/>
    <w:rsid w:val="00994DFA"/>
    <w:rsid w:val="0099542F"/>
    <w:rsid w:val="00995624"/>
    <w:rsid w:val="00995E2D"/>
    <w:rsid w:val="0099616A"/>
    <w:rsid w:val="0099644F"/>
    <w:rsid w:val="00997829"/>
    <w:rsid w:val="00997D1E"/>
    <w:rsid w:val="00997DDE"/>
    <w:rsid w:val="00997F32"/>
    <w:rsid w:val="00997F54"/>
    <w:rsid w:val="009A00B6"/>
    <w:rsid w:val="009A0278"/>
    <w:rsid w:val="009A02F0"/>
    <w:rsid w:val="009A040A"/>
    <w:rsid w:val="009A05A3"/>
    <w:rsid w:val="009A0920"/>
    <w:rsid w:val="009A0B2B"/>
    <w:rsid w:val="009A0B4F"/>
    <w:rsid w:val="009A0F13"/>
    <w:rsid w:val="009A18ED"/>
    <w:rsid w:val="009A2766"/>
    <w:rsid w:val="009A28B5"/>
    <w:rsid w:val="009A2D6E"/>
    <w:rsid w:val="009A30C9"/>
    <w:rsid w:val="009A3609"/>
    <w:rsid w:val="009A377D"/>
    <w:rsid w:val="009A3B38"/>
    <w:rsid w:val="009A4209"/>
    <w:rsid w:val="009A4255"/>
    <w:rsid w:val="009A439A"/>
    <w:rsid w:val="009A44FA"/>
    <w:rsid w:val="009A4FE5"/>
    <w:rsid w:val="009A518D"/>
    <w:rsid w:val="009A5ADB"/>
    <w:rsid w:val="009A5D7A"/>
    <w:rsid w:val="009A67C9"/>
    <w:rsid w:val="009A68A2"/>
    <w:rsid w:val="009A68CF"/>
    <w:rsid w:val="009A6A57"/>
    <w:rsid w:val="009A6B70"/>
    <w:rsid w:val="009A6D8C"/>
    <w:rsid w:val="009A7AB3"/>
    <w:rsid w:val="009A7C8D"/>
    <w:rsid w:val="009B02CF"/>
    <w:rsid w:val="009B06AF"/>
    <w:rsid w:val="009B0A3C"/>
    <w:rsid w:val="009B1153"/>
    <w:rsid w:val="009B124E"/>
    <w:rsid w:val="009B1498"/>
    <w:rsid w:val="009B15CD"/>
    <w:rsid w:val="009B1640"/>
    <w:rsid w:val="009B1843"/>
    <w:rsid w:val="009B1A13"/>
    <w:rsid w:val="009B1AC1"/>
    <w:rsid w:val="009B1B04"/>
    <w:rsid w:val="009B23B8"/>
    <w:rsid w:val="009B249C"/>
    <w:rsid w:val="009B26D2"/>
    <w:rsid w:val="009B27EC"/>
    <w:rsid w:val="009B27F8"/>
    <w:rsid w:val="009B2D50"/>
    <w:rsid w:val="009B337F"/>
    <w:rsid w:val="009B33F7"/>
    <w:rsid w:val="009B3759"/>
    <w:rsid w:val="009B3ACD"/>
    <w:rsid w:val="009B3E4B"/>
    <w:rsid w:val="009B40DA"/>
    <w:rsid w:val="009B44BB"/>
    <w:rsid w:val="009B479A"/>
    <w:rsid w:val="009B4827"/>
    <w:rsid w:val="009B488B"/>
    <w:rsid w:val="009B5CD9"/>
    <w:rsid w:val="009B5D5E"/>
    <w:rsid w:val="009B5DCB"/>
    <w:rsid w:val="009B5EBF"/>
    <w:rsid w:val="009B5EC8"/>
    <w:rsid w:val="009B629F"/>
    <w:rsid w:val="009B67DD"/>
    <w:rsid w:val="009B70F6"/>
    <w:rsid w:val="009B7B88"/>
    <w:rsid w:val="009C006E"/>
    <w:rsid w:val="009C01DE"/>
    <w:rsid w:val="009C07CC"/>
    <w:rsid w:val="009C0C50"/>
    <w:rsid w:val="009C1223"/>
    <w:rsid w:val="009C1A78"/>
    <w:rsid w:val="009C1E46"/>
    <w:rsid w:val="009C236D"/>
    <w:rsid w:val="009C2937"/>
    <w:rsid w:val="009C2CE8"/>
    <w:rsid w:val="009C2E3B"/>
    <w:rsid w:val="009C3003"/>
    <w:rsid w:val="009C3623"/>
    <w:rsid w:val="009C3A3B"/>
    <w:rsid w:val="009C428B"/>
    <w:rsid w:val="009C4352"/>
    <w:rsid w:val="009C47F8"/>
    <w:rsid w:val="009C4C2F"/>
    <w:rsid w:val="009C4C6D"/>
    <w:rsid w:val="009C4DE9"/>
    <w:rsid w:val="009C5117"/>
    <w:rsid w:val="009C52D4"/>
    <w:rsid w:val="009C5436"/>
    <w:rsid w:val="009C5942"/>
    <w:rsid w:val="009C6001"/>
    <w:rsid w:val="009C6152"/>
    <w:rsid w:val="009C6326"/>
    <w:rsid w:val="009C75DB"/>
    <w:rsid w:val="009C7919"/>
    <w:rsid w:val="009C7ACB"/>
    <w:rsid w:val="009D00AC"/>
    <w:rsid w:val="009D06FA"/>
    <w:rsid w:val="009D0777"/>
    <w:rsid w:val="009D0827"/>
    <w:rsid w:val="009D11DB"/>
    <w:rsid w:val="009D19AC"/>
    <w:rsid w:val="009D1B1D"/>
    <w:rsid w:val="009D1C96"/>
    <w:rsid w:val="009D1DA8"/>
    <w:rsid w:val="009D230E"/>
    <w:rsid w:val="009D2503"/>
    <w:rsid w:val="009D252D"/>
    <w:rsid w:val="009D2B88"/>
    <w:rsid w:val="009D35B1"/>
    <w:rsid w:val="009D3833"/>
    <w:rsid w:val="009D3D0B"/>
    <w:rsid w:val="009D496D"/>
    <w:rsid w:val="009D4C61"/>
    <w:rsid w:val="009D5CD2"/>
    <w:rsid w:val="009D64D6"/>
    <w:rsid w:val="009D7303"/>
    <w:rsid w:val="009D7EB4"/>
    <w:rsid w:val="009E045B"/>
    <w:rsid w:val="009E050E"/>
    <w:rsid w:val="009E077C"/>
    <w:rsid w:val="009E0F45"/>
    <w:rsid w:val="009E10ED"/>
    <w:rsid w:val="009E1C88"/>
    <w:rsid w:val="009E1F2D"/>
    <w:rsid w:val="009E23FD"/>
    <w:rsid w:val="009E24B3"/>
    <w:rsid w:val="009E2F88"/>
    <w:rsid w:val="009E3414"/>
    <w:rsid w:val="009E3649"/>
    <w:rsid w:val="009E4226"/>
    <w:rsid w:val="009E44FB"/>
    <w:rsid w:val="009E4C22"/>
    <w:rsid w:val="009E4E46"/>
    <w:rsid w:val="009E4F01"/>
    <w:rsid w:val="009E54F6"/>
    <w:rsid w:val="009E5697"/>
    <w:rsid w:val="009E5B6E"/>
    <w:rsid w:val="009E5D08"/>
    <w:rsid w:val="009E673D"/>
    <w:rsid w:val="009E6993"/>
    <w:rsid w:val="009E6CB0"/>
    <w:rsid w:val="009E75B3"/>
    <w:rsid w:val="009E7614"/>
    <w:rsid w:val="009E77D0"/>
    <w:rsid w:val="009E7975"/>
    <w:rsid w:val="009E7AEC"/>
    <w:rsid w:val="009E7B2C"/>
    <w:rsid w:val="009E7BF5"/>
    <w:rsid w:val="009E7DD6"/>
    <w:rsid w:val="009F0043"/>
    <w:rsid w:val="009F038C"/>
    <w:rsid w:val="009F1150"/>
    <w:rsid w:val="009F115F"/>
    <w:rsid w:val="009F1623"/>
    <w:rsid w:val="009F1729"/>
    <w:rsid w:val="009F1A71"/>
    <w:rsid w:val="009F1CFA"/>
    <w:rsid w:val="009F2289"/>
    <w:rsid w:val="009F29E6"/>
    <w:rsid w:val="009F2A59"/>
    <w:rsid w:val="009F2DFE"/>
    <w:rsid w:val="009F2E12"/>
    <w:rsid w:val="009F2F4B"/>
    <w:rsid w:val="009F3017"/>
    <w:rsid w:val="009F3368"/>
    <w:rsid w:val="009F33E6"/>
    <w:rsid w:val="009F3423"/>
    <w:rsid w:val="009F3648"/>
    <w:rsid w:val="009F36A9"/>
    <w:rsid w:val="009F385B"/>
    <w:rsid w:val="009F393B"/>
    <w:rsid w:val="009F3C05"/>
    <w:rsid w:val="009F3E5E"/>
    <w:rsid w:val="009F4007"/>
    <w:rsid w:val="009F40F9"/>
    <w:rsid w:val="009F4A5A"/>
    <w:rsid w:val="009F51EA"/>
    <w:rsid w:val="009F5967"/>
    <w:rsid w:val="009F5BBD"/>
    <w:rsid w:val="009F5DE8"/>
    <w:rsid w:val="009F609A"/>
    <w:rsid w:val="009F622F"/>
    <w:rsid w:val="009F6803"/>
    <w:rsid w:val="009F6FE0"/>
    <w:rsid w:val="00A00812"/>
    <w:rsid w:val="00A0158D"/>
    <w:rsid w:val="00A01A40"/>
    <w:rsid w:val="00A02083"/>
    <w:rsid w:val="00A02242"/>
    <w:rsid w:val="00A02A48"/>
    <w:rsid w:val="00A03B34"/>
    <w:rsid w:val="00A04B03"/>
    <w:rsid w:val="00A04FD5"/>
    <w:rsid w:val="00A054B7"/>
    <w:rsid w:val="00A05B54"/>
    <w:rsid w:val="00A05EF4"/>
    <w:rsid w:val="00A05FD4"/>
    <w:rsid w:val="00A0609A"/>
    <w:rsid w:val="00A067DF"/>
    <w:rsid w:val="00A06C64"/>
    <w:rsid w:val="00A06EF9"/>
    <w:rsid w:val="00A07448"/>
    <w:rsid w:val="00A07A8A"/>
    <w:rsid w:val="00A07BA0"/>
    <w:rsid w:val="00A11189"/>
    <w:rsid w:val="00A1194A"/>
    <w:rsid w:val="00A12300"/>
    <w:rsid w:val="00A12779"/>
    <w:rsid w:val="00A12A9D"/>
    <w:rsid w:val="00A12C27"/>
    <w:rsid w:val="00A12E1C"/>
    <w:rsid w:val="00A13131"/>
    <w:rsid w:val="00A13299"/>
    <w:rsid w:val="00A1347E"/>
    <w:rsid w:val="00A1350E"/>
    <w:rsid w:val="00A13A35"/>
    <w:rsid w:val="00A13A8E"/>
    <w:rsid w:val="00A13F56"/>
    <w:rsid w:val="00A14061"/>
    <w:rsid w:val="00A14BC6"/>
    <w:rsid w:val="00A14E27"/>
    <w:rsid w:val="00A14FA5"/>
    <w:rsid w:val="00A1521F"/>
    <w:rsid w:val="00A15709"/>
    <w:rsid w:val="00A1592E"/>
    <w:rsid w:val="00A16C51"/>
    <w:rsid w:val="00A172A0"/>
    <w:rsid w:val="00A1744D"/>
    <w:rsid w:val="00A174A1"/>
    <w:rsid w:val="00A179B7"/>
    <w:rsid w:val="00A17A8D"/>
    <w:rsid w:val="00A20162"/>
    <w:rsid w:val="00A2066E"/>
    <w:rsid w:val="00A20A5E"/>
    <w:rsid w:val="00A21244"/>
    <w:rsid w:val="00A218F6"/>
    <w:rsid w:val="00A219B8"/>
    <w:rsid w:val="00A21B4D"/>
    <w:rsid w:val="00A21FFC"/>
    <w:rsid w:val="00A22962"/>
    <w:rsid w:val="00A2341B"/>
    <w:rsid w:val="00A23908"/>
    <w:rsid w:val="00A23A07"/>
    <w:rsid w:val="00A23C48"/>
    <w:rsid w:val="00A23F9B"/>
    <w:rsid w:val="00A24348"/>
    <w:rsid w:val="00A24625"/>
    <w:rsid w:val="00A25105"/>
    <w:rsid w:val="00A2533D"/>
    <w:rsid w:val="00A25565"/>
    <w:rsid w:val="00A259C3"/>
    <w:rsid w:val="00A26465"/>
    <w:rsid w:val="00A26BF1"/>
    <w:rsid w:val="00A2706E"/>
    <w:rsid w:val="00A2779B"/>
    <w:rsid w:val="00A27973"/>
    <w:rsid w:val="00A27B81"/>
    <w:rsid w:val="00A27D10"/>
    <w:rsid w:val="00A27F63"/>
    <w:rsid w:val="00A30022"/>
    <w:rsid w:val="00A302BA"/>
    <w:rsid w:val="00A308CE"/>
    <w:rsid w:val="00A30B5C"/>
    <w:rsid w:val="00A315F0"/>
    <w:rsid w:val="00A31A65"/>
    <w:rsid w:val="00A322A4"/>
    <w:rsid w:val="00A32704"/>
    <w:rsid w:val="00A32DE4"/>
    <w:rsid w:val="00A32DED"/>
    <w:rsid w:val="00A331DA"/>
    <w:rsid w:val="00A3375B"/>
    <w:rsid w:val="00A339AA"/>
    <w:rsid w:val="00A33A87"/>
    <w:rsid w:val="00A33C42"/>
    <w:rsid w:val="00A34698"/>
    <w:rsid w:val="00A34E62"/>
    <w:rsid w:val="00A350E1"/>
    <w:rsid w:val="00A35427"/>
    <w:rsid w:val="00A35ED4"/>
    <w:rsid w:val="00A36127"/>
    <w:rsid w:val="00A36128"/>
    <w:rsid w:val="00A362EF"/>
    <w:rsid w:val="00A37379"/>
    <w:rsid w:val="00A376D1"/>
    <w:rsid w:val="00A3793D"/>
    <w:rsid w:val="00A37999"/>
    <w:rsid w:val="00A37ABA"/>
    <w:rsid w:val="00A40538"/>
    <w:rsid w:val="00A407D3"/>
    <w:rsid w:val="00A40851"/>
    <w:rsid w:val="00A40967"/>
    <w:rsid w:val="00A40D36"/>
    <w:rsid w:val="00A411CF"/>
    <w:rsid w:val="00A4145C"/>
    <w:rsid w:val="00A415D1"/>
    <w:rsid w:val="00A417CD"/>
    <w:rsid w:val="00A41828"/>
    <w:rsid w:val="00A41AB2"/>
    <w:rsid w:val="00A41C14"/>
    <w:rsid w:val="00A41D0B"/>
    <w:rsid w:val="00A41D82"/>
    <w:rsid w:val="00A41FB1"/>
    <w:rsid w:val="00A422A0"/>
    <w:rsid w:val="00A42998"/>
    <w:rsid w:val="00A42D6F"/>
    <w:rsid w:val="00A42EE5"/>
    <w:rsid w:val="00A433AF"/>
    <w:rsid w:val="00A43918"/>
    <w:rsid w:val="00A43926"/>
    <w:rsid w:val="00A43E40"/>
    <w:rsid w:val="00A440B6"/>
    <w:rsid w:val="00A442C3"/>
    <w:rsid w:val="00A44650"/>
    <w:rsid w:val="00A44762"/>
    <w:rsid w:val="00A447AC"/>
    <w:rsid w:val="00A4488D"/>
    <w:rsid w:val="00A45133"/>
    <w:rsid w:val="00A4535C"/>
    <w:rsid w:val="00A4541B"/>
    <w:rsid w:val="00A456BE"/>
    <w:rsid w:val="00A458C7"/>
    <w:rsid w:val="00A4665C"/>
    <w:rsid w:val="00A46D38"/>
    <w:rsid w:val="00A472C1"/>
    <w:rsid w:val="00A47914"/>
    <w:rsid w:val="00A5016B"/>
    <w:rsid w:val="00A501C4"/>
    <w:rsid w:val="00A501D1"/>
    <w:rsid w:val="00A516B5"/>
    <w:rsid w:val="00A5171D"/>
    <w:rsid w:val="00A5183D"/>
    <w:rsid w:val="00A51EF0"/>
    <w:rsid w:val="00A521E2"/>
    <w:rsid w:val="00A5223E"/>
    <w:rsid w:val="00A52355"/>
    <w:rsid w:val="00A5286E"/>
    <w:rsid w:val="00A52935"/>
    <w:rsid w:val="00A530EA"/>
    <w:rsid w:val="00A539B0"/>
    <w:rsid w:val="00A539F3"/>
    <w:rsid w:val="00A53EBD"/>
    <w:rsid w:val="00A5432E"/>
    <w:rsid w:val="00A545CA"/>
    <w:rsid w:val="00A54620"/>
    <w:rsid w:val="00A5472F"/>
    <w:rsid w:val="00A54752"/>
    <w:rsid w:val="00A54794"/>
    <w:rsid w:val="00A54D1A"/>
    <w:rsid w:val="00A5502E"/>
    <w:rsid w:val="00A55241"/>
    <w:rsid w:val="00A55848"/>
    <w:rsid w:val="00A55852"/>
    <w:rsid w:val="00A558EC"/>
    <w:rsid w:val="00A5601E"/>
    <w:rsid w:val="00A5644B"/>
    <w:rsid w:val="00A566A5"/>
    <w:rsid w:val="00A5686C"/>
    <w:rsid w:val="00A56976"/>
    <w:rsid w:val="00A56A31"/>
    <w:rsid w:val="00A56FE0"/>
    <w:rsid w:val="00A60021"/>
    <w:rsid w:val="00A60E57"/>
    <w:rsid w:val="00A60ECB"/>
    <w:rsid w:val="00A61601"/>
    <w:rsid w:val="00A619CC"/>
    <w:rsid w:val="00A61B95"/>
    <w:rsid w:val="00A61DC1"/>
    <w:rsid w:val="00A62686"/>
    <w:rsid w:val="00A62F41"/>
    <w:rsid w:val="00A63400"/>
    <w:rsid w:val="00A63F60"/>
    <w:rsid w:val="00A6497F"/>
    <w:rsid w:val="00A64B5B"/>
    <w:rsid w:val="00A65450"/>
    <w:rsid w:val="00A655A0"/>
    <w:rsid w:val="00A66C87"/>
    <w:rsid w:val="00A6712E"/>
    <w:rsid w:val="00A673E7"/>
    <w:rsid w:val="00A67507"/>
    <w:rsid w:val="00A67F15"/>
    <w:rsid w:val="00A67FB5"/>
    <w:rsid w:val="00A70085"/>
    <w:rsid w:val="00A70281"/>
    <w:rsid w:val="00A709C6"/>
    <w:rsid w:val="00A70B48"/>
    <w:rsid w:val="00A70CBF"/>
    <w:rsid w:val="00A70E78"/>
    <w:rsid w:val="00A70F45"/>
    <w:rsid w:val="00A712C0"/>
    <w:rsid w:val="00A71349"/>
    <w:rsid w:val="00A716BD"/>
    <w:rsid w:val="00A7190E"/>
    <w:rsid w:val="00A72268"/>
    <w:rsid w:val="00A72812"/>
    <w:rsid w:val="00A7283C"/>
    <w:rsid w:val="00A7294F"/>
    <w:rsid w:val="00A73280"/>
    <w:rsid w:val="00A7383D"/>
    <w:rsid w:val="00A73889"/>
    <w:rsid w:val="00A73936"/>
    <w:rsid w:val="00A740A2"/>
    <w:rsid w:val="00A7516E"/>
    <w:rsid w:val="00A75980"/>
    <w:rsid w:val="00A75C52"/>
    <w:rsid w:val="00A75E90"/>
    <w:rsid w:val="00A7638A"/>
    <w:rsid w:val="00A767EF"/>
    <w:rsid w:val="00A76A09"/>
    <w:rsid w:val="00A76AB2"/>
    <w:rsid w:val="00A778F8"/>
    <w:rsid w:val="00A77F43"/>
    <w:rsid w:val="00A80021"/>
    <w:rsid w:val="00A80331"/>
    <w:rsid w:val="00A80A0D"/>
    <w:rsid w:val="00A80F36"/>
    <w:rsid w:val="00A810BD"/>
    <w:rsid w:val="00A8155E"/>
    <w:rsid w:val="00A81729"/>
    <w:rsid w:val="00A81BC9"/>
    <w:rsid w:val="00A822C6"/>
    <w:rsid w:val="00A826B5"/>
    <w:rsid w:val="00A83782"/>
    <w:rsid w:val="00A837D2"/>
    <w:rsid w:val="00A83D8D"/>
    <w:rsid w:val="00A84ADD"/>
    <w:rsid w:val="00A84C1A"/>
    <w:rsid w:val="00A84F3F"/>
    <w:rsid w:val="00A84FE7"/>
    <w:rsid w:val="00A85B10"/>
    <w:rsid w:val="00A86286"/>
    <w:rsid w:val="00A869DC"/>
    <w:rsid w:val="00A86ED5"/>
    <w:rsid w:val="00A86F76"/>
    <w:rsid w:val="00A86FE6"/>
    <w:rsid w:val="00A87169"/>
    <w:rsid w:val="00A87221"/>
    <w:rsid w:val="00A87259"/>
    <w:rsid w:val="00A8733B"/>
    <w:rsid w:val="00A87882"/>
    <w:rsid w:val="00A87CFA"/>
    <w:rsid w:val="00A87F22"/>
    <w:rsid w:val="00A90480"/>
    <w:rsid w:val="00A90561"/>
    <w:rsid w:val="00A9070D"/>
    <w:rsid w:val="00A90790"/>
    <w:rsid w:val="00A909A9"/>
    <w:rsid w:val="00A90AAB"/>
    <w:rsid w:val="00A90CB5"/>
    <w:rsid w:val="00A90CCD"/>
    <w:rsid w:val="00A90EC4"/>
    <w:rsid w:val="00A9102A"/>
    <w:rsid w:val="00A910BE"/>
    <w:rsid w:val="00A91381"/>
    <w:rsid w:val="00A91C5E"/>
    <w:rsid w:val="00A91D23"/>
    <w:rsid w:val="00A92174"/>
    <w:rsid w:val="00A92381"/>
    <w:rsid w:val="00A92BD5"/>
    <w:rsid w:val="00A92E46"/>
    <w:rsid w:val="00A92FA2"/>
    <w:rsid w:val="00A93251"/>
    <w:rsid w:val="00A9331A"/>
    <w:rsid w:val="00A934A1"/>
    <w:rsid w:val="00A937DF"/>
    <w:rsid w:val="00A938F7"/>
    <w:rsid w:val="00A93C54"/>
    <w:rsid w:val="00A940D5"/>
    <w:rsid w:val="00A947D3"/>
    <w:rsid w:val="00A949F1"/>
    <w:rsid w:val="00A94BB0"/>
    <w:rsid w:val="00A94EFA"/>
    <w:rsid w:val="00A95577"/>
    <w:rsid w:val="00A9564E"/>
    <w:rsid w:val="00A9568B"/>
    <w:rsid w:val="00A9616D"/>
    <w:rsid w:val="00A96447"/>
    <w:rsid w:val="00A967CB"/>
    <w:rsid w:val="00A96839"/>
    <w:rsid w:val="00A96C37"/>
    <w:rsid w:val="00A97040"/>
    <w:rsid w:val="00A97167"/>
    <w:rsid w:val="00A973E7"/>
    <w:rsid w:val="00A979C5"/>
    <w:rsid w:val="00A97B0F"/>
    <w:rsid w:val="00A97DA5"/>
    <w:rsid w:val="00A97FDB"/>
    <w:rsid w:val="00A97FFA"/>
    <w:rsid w:val="00AA0B2B"/>
    <w:rsid w:val="00AA0E2B"/>
    <w:rsid w:val="00AA0F26"/>
    <w:rsid w:val="00AA107F"/>
    <w:rsid w:val="00AA122E"/>
    <w:rsid w:val="00AA1420"/>
    <w:rsid w:val="00AA15C8"/>
    <w:rsid w:val="00AA1BE8"/>
    <w:rsid w:val="00AA20F7"/>
    <w:rsid w:val="00AA2E34"/>
    <w:rsid w:val="00AA2F66"/>
    <w:rsid w:val="00AA370D"/>
    <w:rsid w:val="00AA396E"/>
    <w:rsid w:val="00AA3A3A"/>
    <w:rsid w:val="00AA3C24"/>
    <w:rsid w:val="00AA3F19"/>
    <w:rsid w:val="00AA4EA3"/>
    <w:rsid w:val="00AA520F"/>
    <w:rsid w:val="00AA52DA"/>
    <w:rsid w:val="00AA5602"/>
    <w:rsid w:val="00AA5B60"/>
    <w:rsid w:val="00AA6052"/>
    <w:rsid w:val="00AA63D9"/>
    <w:rsid w:val="00AA653A"/>
    <w:rsid w:val="00AA6EB3"/>
    <w:rsid w:val="00AA7269"/>
    <w:rsid w:val="00AA788D"/>
    <w:rsid w:val="00AA791B"/>
    <w:rsid w:val="00AA79B3"/>
    <w:rsid w:val="00AB0423"/>
    <w:rsid w:val="00AB0FB3"/>
    <w:rsid w:val="00AB15AC"/>
    <w:rsid w:val="00AB1702"/>
    <w:rsid w:val="00AB1A58"/>
    <w:rsid w:val="00AB203B"/>
    <w:rsid w:val="00AB2242"/>
    <w:rsid w:val="00AB2A7D"/>
    <w:rsid w:val="00AB2D3F"/>
    <w:rsid w:val="00AB334F"/>
    <w:rsid w:val="00AB3633"/>
    <w:rsid w:val="00AB365B"/>
    <w:rsid w:val="00AB3DB1"/>
    <w:rsid w:val="00AB3E10"/>
    <w:rsid w:val="00AB3FF8"/>
    <w:rsid w:val="00AB450D"/>
    <w:rsid w:val="00AB4CE2"/>
    <w:rsid w:val="00AB4DB4"/>
    <w:rsid w:val="00AB5896"/>
    <w:rsid w:val="00AB5915"/>
    <w:rsid w:val="00AB65BC"/>
    <w:rsid w:val="00AB6A39"/>
    <w:rsid w:val="00AB6DAE"/>
    <w:rsid w:val="00AB6F97"/>
    <w:rsid w:val="00AB79E6"/>
    <w:rsid w:val="00AB7DF3"/>
    <w:rsid w:val="00AC06EE"/>
    <w:rsid w:val="00AC0A0F"/>
    <w:rsid w:val="00AC0EBF"/>
    <w:rsid w:val="00AC11C0"/>
    <w:rsid w:val="00AC16CF"/>
    <w:rsid w:val="00AC24A3"/>
    <w:rsid w:val="00AC253A"/>
    <w:rsid w:val="00AC2925"/>
    <w:rsid w:val="00AC2ABE"/>
    <w:rsid w:val="00AC2C95"/>
    <w:rsid w:val="00AC2D73"/>
    <w:rsid w:val="00AC2E5C"/>
    <w:rsid w:val="00AC32CA"/>
    <w:rsid w:val="00AC3724"/>
    <w:rsid w:val="00AC436E"/>
    <w:rsid w:val="00AC469A"/>
    <w:rsid w:val="00AC5A71"/>
    <w:rsid w:val="00AC5E16"/>
    <w:rsid w:val="00AC5F24"/>
    <w:rsid w:val="00AC6B43"/>
    <w:rsid w:val="00AC6E7D"/>
    <w:rsid w:val="00AC6FA6"/>
    <w:rsid w:val="00AC7915"/>
    <w:rsid w:val="00AC7BC6"/>
    <w:rsid w:val="00AC7BEA"/>
    <w:rsid w:val="00AD08B8"/>
    <w:rsid w:val="00AD0918"/>
    <w:rsid w:val="00AD0E08"/>
    <w:rsid w:val="00AD189D"/>
    <w:rsid w:val="00AD19CE"/>
    <w:rsid w:val="00AD22BF"/>
    <w:rsid w:val="00AD2E7A"/>
    <w:rsid w:val="00AD32F3"/>
    <w:rsid w:val="00AD337C"/>
    <w:rsid w:val="00AD38F9"/>
    <w:rsid w:val="00AD3A63"/>
    <w:rsid w:val="00AD3B33"/>
    <w:rsid w:val="00AD4A89"/>
    <w:rsid w:val="00AD4D1A"/>
    <w:rsid w:val="00AD54A5"/>
    <w:rsid w:val="00AD67B5"/>
    <w:rsid w:val="00AD73AA"/>
    <w:rsid w:val="00AD785D"/>
    <w:rsid w:val="00AD7E20"/>
    <w:rsid w:val="00AE010C"/>
    <w:rsid w:val="00AE0CE9"/>
    <w:rsid w:val="00AE0DBC"/>
    <w:rsid w:val="00AE0F71"/>
    <w:rsid w:val="00AE1584"/>
    <w:rsid w:val="00AE15F0"/>
    <w:rsid w:val="00AE193D"/>
    <w:rsid w:val="00AE260A"/>
    <w:rsid w:val="00AE2815"/>
    <w:rsid w:val="00AE2CC5"/>
    <w:rsid w:val="00AE2F73"/>
    <w:rsid w:val="00AE390C"/>
    <w:rsid w:val="00AE4BFA"/>
    <w:rsid w:val="00AE5117"/>
    <w:rsid w:val="00AE52A4"/>
    <w:rsid w:val="00AE579D"/>
    <w:rsid w:val="00AE5EB8"/>
    <w:rsid w:val="00AE6451"/>
    <w:rsid w:val="00AE64B9"/>
    <w:rsid w:val="00AF0872"/>
    <w:rsid w:val="00AF13E6"/>
    <w:rsid w:val="00AF1ED2"/>
    <w:rsid w:val="00AF2026"/>
    <w:rsid w:val="00AF2048"/>
    <w:rsid w:val="00AF2139"/>
    <w:rsid w:val="00AF2736"/>
    <w:rsid w:val="00AF2BA1"/>
    <w:rsid w:val="00AF38D6"/>
    <w:rsid w:val="00AF4205"/>
    <w:rsid w:val="00AF49AC"/>
    <w:rsid w:val="00AF53AE"/>
    <w:rsid w:val="00AF5528"/>
    <w:rsid w:val="00AF58BD"/>
    <w:rsid w:val="00AF6522"/>
    <w:rsid w:val="00AF6545"/>
    <w:rsid w:val="00AF6F1B"/>
    <w:rsid w:val="00AF7170"/>
    <w:rsid w:val="00AF7469"/>
    <w:rsid w:val="00AF74C0"/>
    <w:rsid w:val="00AF751F"/>
    <w:rsid w:val="00AF7531"/>
    <w:rsid w:val="00AF78A4"/>
    <w:rsid w:val="00AF796C"/>
    <w:rsid w:val="00AF7AE8"/>
    <w:rsid w:val="00AF7CA3"/>
    <w:rsid w:val="00AF7D96"/>
    <w:rsid w:val="00AF7E6E"/>
    <w:rsid w:val="00B0050F"/>
    <w:rsid w:val="00B01274"/>
    <w:rsid w:val="00B01A29"/>
    <w:rsid w:val="00B022BB"/>
    <w:rsid w:val="00B02EAD"/>
    <w:rsid w:val="00B03E9D"/>
    <w:rsid w:val="00B03F24"/>
    <w:rsid w:val="00B04352"/>
    <w:rsid w:val="00B04626"/>
    <w:rsid w:val="00B047F3"/>
    <w:rsid w:val="00B04DD6"/>
    <w:rsid w:val="00B04E5F"/>
    <w:rsid w:val="00B0517F"/>
    <w:rsid w:val="00B051AF"/>
    <w:rsid w:val="00B0562C"/>
    <w:rsid w:val="00B05D87"/>
    <w:rsid w:val="00B05F23"/>
    <w:rsid w:val="00B05F5C"/>
    <w:rsid w:val="00B0621A"/>
    <w:rsid w:val="00B0708B"/>
    <w:rsid w:val="00B0783D"/>
    <w:rsid w:val="00B078E9"/>
    <w:rsid w:val="00B07B06"/>
    <w:rsid w:val="00B07B53"/>
    <w:rsid w:val="00B103B5"/>
    <w:rsid w:val="00B103B9"/>
    <w:rsid w:val="00B109BA"/>
    <w:rsid w:val="00B1166D"/>
    <w:rsid w:val="00B12872"/>
    <w:rsid w:val="00B1296B"/>
    <w:rsid w:val="00B12F8C"/>
    <w:rsid w:val="00B1312B"/>
    <w:rsid w:val="00B1318B"/>
    <w:rsid w:val="00B133C2"/>
    <w:rsid w:val="00B13BBB"/>
    <w:rsid w:val="00B13F11"/>
    <w:rsid w:val="00B13F5C"/>
    <w:rsid w:val="00B14060"/>
    <w:rsid w:val="00B140BC"/>
    <w:rsid w:val="00B141BA"/>
    <w:rsid w:val="00B144C1"/>
    <w:rsid w:val="00B14726"/>
    <w:rsid w:val="00B14AEB"/>
    <w:rsid w:val="00B14D10"/>
    <w:rsid w:val="00B14E63"/>
    <w:rsid w:val="00B14F6E"/>
    <w:rsid w:val="00B15232"/>
    <w:rsid w:val="00B15B01"/>
    <w:rsid w:val="00B15D4E"/>
    <w:rsid w:val="00B160CF"/>
    <w:rsid w:val="00B167C2"/>
    <w:rsid w:val="00B17726"/>
    <w:rsid w:val="00B1784F"/>
    <w:rsid w:val="00B17870"/>
    <w:rsid w:val="00B17DC5"/>
    <w:rsid w:val="00B17E26"/>
    <w:rsid w:val="00B17FA7"/>
    <w:rsid w:val="00B20646"/>
    <w:rsid w:val="00B21492"/>
    <w:rsid w:val="00B21BF2"/>
    <w:rsid w:val="00B2252D"/>
    <w:rsid w:val="00B22962"/>
    <w:rsid w:val="00B22CDB"/>
    <w:rsid w:val="00B22E67"/>
    <w:rsid w:val="00B22EAD"/>
    <w:rsid w:val="00B2335C"/>
    <w:rsid w:val="00B23C5B"/>
    <w:rsid w:val="00B23C6D"/>
    <w:rsid w:val="00B23EC8"/>
    <w:rsid w:val="00B2411E"/>
    <w:rsid w:val="00B24C81"/>
    <w:rsid w:val="00B24D5E"/>
    <w:rsid w:val="00B24E45"/>
    <w:rsid w:val="00B2514B"/>
    <w:rsid w:val="00B26083"/>
    <w:rsid w:val="00B270E9"/>
    <w:rsid w:val="00B27498"/>
    <w:rsid w:val="00B302B2"/>
    <w:rsid w:val="00B305C5"/>
    <w:rsid w:val="00B30B8E"/>
    <w:rsid w:val="00B30CC9"/>
    <w:rsid w:val="00B30D6B"/>
    <w:rsid w:val="00B318B3"/>
    <w:rsid w:val="00B31BB4"/>
    <w:rsid w:val="00B32E19"/>
    <w:rsid w:val="00B33DED"/>
    <w:rsid w:val="00B34785"/>
    <w:rsid w:val="00B34C69"/>
    <w:rsid w:val="00B3569D"/>
    <w:rsid w:val="00B35D8D"/>
    <w:rsid w:val="00B36510"/>
    <w:rsid w:val="00B36578"/>
    <w:rsid w:val="00B365B2"/>
    <w:rsid w:val="00B366FF"/>
    <w:rsid w:val="00B369EC"/>
    <w:rsid w:val="00B370D6"/>
    <w:rsid w:val="00B37593"/>
    <w:rsid w:val="00B377CE"/>
    <w:rsid w:val="00B378E9"/>
    <w:rsid w:val="00B40106"/>
    <w:rsid w:val="00B402A0"/>
    <w:rsid w:val="00B402F3"/>
    <w:rsid w:val="00B40925"/>
    <w:rsid w:val="00B40E30"/>
    <w:rsid w:val="00B412C7"/>
    <w:rsid w:val="00B4146A"/>
    <w:rsid w:val="00B41878"/>
    <w:rsid w:val="00B41CBD"/>
    <w:rsid w:val="00B42173"/>
    <w:rsid w:val="00B42579"/>
    <w:rsid w:val="00B42726"/>
    <w:rsid w:val="00B431BC"/>
    <w:rsid w:val="00B44563"/>
    <w:rsid w:val="00B44955"/>
    <w:rsid w:val="00B44A9F"/>
    <w:rsid w:val="00B44B05"/>
    <w:rsid w:val="00B44BAC"/>
    <w:rsid w:val="00B44D4C"/>
    <w:rsid w:val="00B45928"/>
    <w:rsid w:val="00B459A4"/>
    <w:rsid w:val="00B463CD"/>
    <w:rsid w:val="00B4691B"/>
    <w:rsid w:val="00B46F6E"/>
    <w:rsid w:val="00B47758"/>
    <w:rsid w:val="00B50B8A"/>
    <w:rsid w:val="00B5109F"/>
    <w:rsid w:val="00B510D4"/>
    <w:rsid w:val="00B51410"/>
    <w:rsid w:val="00B51441"/>
    <w:rsid w:val="00B519FD"/>
    <w:rsid w:val="00B522ED"/>
    <w:rsid w:val="00B52653"/>
    <w:rsid w:val="00B527EA"/>
    <w:rsid w:val="00B5291E"/>
    <w:rsid w:val="00B5379F"/>
    <w:rsid w:val="00B5398A"/>
    <w:rsid w:val="00B53AF9"/>
    <w:rsid w:val="00B53FBA"/>
    <w:rsid w:val="00B54DF4"/>
    <w:rsid w:val="00B55134"/>
    <w:rsid w:val="00B55329"/>
    <w:rsid w:val="00B553BC"/>
    <w:rsid w:val="00B55732"/>
    <w:rsid w:val="00B56C04"/>
    <w:rsid w:val="00B56DAC"/>
    <w:rsid w:val="00B56EB9"/>
    <w:rsid w:val="00B56F6E"/>
    <w:rsid w:val="00B57B2E"/>
    <w:rsid w:val="00B57E12"/>
    <w:rsid w:val="00B6000A"/>
    <w:rsid w:val="00B608A5"/>
    <w:rsid w:val="00B60C48"/>
    <w:rsid w:val="00B60D29"/>
    <w:rsid w:val="00B60DE2"/>
    <w:rsid w:val="00B61422"/>
    <w:rsid w:val="00B617C1"/>
    <w:rsid w:val="00B626D6"/>
    <w:rsid w:val="00B62D62"/>
    <w:rsid w:val="00B62F29"/>
    <w:rsid w:val="00B6307D"/>
    <w:rsid w:val="00B63260"/>
    <w:rsid w:val="00B637FB"/>
    <w:rsid w:val="00B63F72"/>
    <w:rsid w:val="00B6405A"/>
    <w:rsid w:val="00B643BC"/>
    <w:rsid w:val="00B647B6"/>
    <w:rsid w:val="00B64AC7"/>
    <w:rsid w:val="00B64B9E"/>
    <w:rsid w:val="00B64E9B"/>
    <w:rsid w:val="00B64FB1"/>
    <w:rsid w:val="00B6510A"/>
    <w:rsid w:val="00B65D86"/>
    <w:rsid w:val="00B66009"/>
    <w:rsid w:val="00B661E4"/>
    <w:rsid w:val="00B6657B"/>
    <w:rsid w:val="00B667E9"/>
    <w:rsid w:val="00B66B7E"/>
    <w:rsid w:val="00B66DCD"/>
    <w:rsid w:val="00B67432"/>
    <w:rsid w:val="00B67518"/>
    <w:rsid w:val="00B677FB"/>
    <w:rsid w:val="00B67D25"/>
    <w:rsid w:val="00B67DA2"/>
    <w:rsid w:val="00B701A3"/>
    <w:rsid w:val="00B7066D"/>
    <w:rsid w:val="00B71584"/>
    <w:rsid w:val="00B715F7"/>
    <w:rsid w:val="00B71A6C"/>
    <w:rsid w:val="00B71C5F"/>
    <w:rsid w:val="00B71F9B"/>
    <w:rsid w:val="00B722A0"/>
    <w:rsid w:val="00B72566"/>
    <w:rsid w:val="00B72771"/>
    <w:rsid w:val="00B72A4E"/>
    <w:rsid w:val="00B72FCC"/>
    <w:rsid w:val="00B730CE"/>
    <w:rsid w:val="00B7348A"/>
    <w:rsid w:val="00B73AF2"/>
    <w:rsid w:val="00B74A65"/>
    <w:rsid w:val="00B74E6E"/>
    <w:rsid w:val="00B74F35"/>
    <w:rsid w:val="00B75FC1"/>
    <w:rsid w:val="00B765D4"/>
    <w:rsid w:val="00B76B00"/>
    <w:rsid w:val="00B76C27"/>
    <w:rsid w:val="00B7724B"/>
    <w:rsid w:val="00B77519"/>
    <w:rsid w:val="00B77972"/>
    <w:rsid w:val="00B77CE3"/>
    <w:rsid w:val="00B77E63"/>
    <w:rsid w:val="00B8079D"/>
    <w:rsid w:val="00B80AC0"/>
    <w:rsid w:val="00B80B31"/>
    <w:rsid w:val="00B80BAC"/>
    <w:rsid w:val="00B80E9E"/>
    <w:rsid w:val="00B812E3"/>
    <w:rsid w:val="00B819BB"/>
    <w:rsid w:val="00B81EAD"/>
    <w:rsid w:val="00B81F51"/>
    <w:rsid w:val="00B82396"/>
    <w:rsid w:val="00B82909"/>
    <w:rsid w:val="00B833CB"/>
    <w:rsid w:val="00B8363C"/>
    <w:rsid w:val="00B8377E"/>
    <w:rsid w:val="00B841A0"/>
    <w:rsid w:val="00B84635"/>
    <w:rsid w:val="00B84682"/>
    <w:rsid w:val="00B8484C"/>
    <w:rsid w:val="00B858D1"/>
    <w:rsid w:val="00B85A77"/>
    <w:rsid w:val="00B85C90"/>
    <w:rsid w:val="00B85D69"/>
    <w:rsid w:val="00B85F0C"/>
    <w:rsid w:val="00B862BA"/>
    <w:rsid w:val="00B86493"/>
    <w:rsid w:val="00B8750E"/>
    <w:rsid w:val="00B87927"/>
    <w:rsid w:val="00B87BB8"/>
    <w:rsid w:val="00B87F0F"/>
    <w:rsid w:val="00B9021A"/>
    <w:rsid w:val="00B90270"/>
    <w:rsid w:val="00B909A4"/>
    <w:rsid w:val="00B91D0B"/>
    <w:rsid w:val="00B91FF6"/>
    <w:rsid w:val="00B929FB"/>
    <w:rsid w:val="00B92D1C"/>
    <w:rsid w:val="00B92DF4"/>
    <w:rsid w:val="00B92EB3"/>
    <w:rsid w:val="00B935F3"/>
    <w:rsid w:val="00B9386C"/>
    <w:rsid w:val="00B938CC"/>
    <w:rsid w:val="00B939B1"/>
    <w:rsid w:val="00B93DD6"/>
    <w:rsid w:val="00B93EB5"/>
    <w:rsid w:val="00B940E2"/>
    <w:rsid w:val="00B94A90"/>
    <w:rsid w:val="00B94C5D"/>
    <w:rsid w:val="00B95FB0"/>
    <w:rsid w:val="00B96216"/>
    <w:rsid w:val="00B96734"/>
    <w:rsid w:val="00B96FBA"/>
    <w:rsid w:val="00B97587"/>
    <w:rsid w:val="00B978A8"/>
    <w:rsid w:val="00B97979"/>
    <w:rsid w:val="00B97C09"/>
    <w:rsid w:val="00BA02A0"/>
    <w:rsid w:val="00BA04E2"/>
    <w:rsid w:val="00BA1036"/>
    <w:rsid w:val="00BA1707"/>
    <w:rsid w:val="00BA1793"/>
    <w:rsid w:val="00BA1A53"/>
    <w:rsid w:val="00BA1D8D"/>
    <w:rsid w:val="00BA1F16"/>
    <w:rsid w:val="00BA25DD"/>
    <w:rsid w:val="00BA2B56"/>
    <w:rsid w:val="00BA2D29"/>
    <w:rsid w:val="00BA30B5"/>
    <w:rsid w:val="00BA47DB"/>
    <w:rsid w:val="00BA4FC1"/>
    <w:rsid w:val="00BA503D"/>
    <w:rsid w:val="00BA5305"/>
    <w:rsid w:val="00BA5376"/>
    <w:rsid w:val="00BA5B4D"/>
    <w:rsid w:val="00BA6025"/>
    <w:rsid w:val="00BA658C"/>
    <w:rsid w:val="00BA6960"/>
    <w:rsid w:val="00BA6A48"/>
    <w:rsid w:val="00BA6D75"/>
    <w:rsid w:val="00BA796D"/>
    <w:rsid w:val="00BA7995"/>
    <w:rsid w:val="00BB0653"/>
    <w:rsid w:val="00BB08D5"/>
    <w:rsid w:val="00BB0F55"/>
    <w:rsid w:val="00BB1593"/>
    <w:rsid w:val="00BB1FE9"/>
    <w:rsid w:val="00BB3085"/>
    <w:rsid w:val="00BB31B3"/>
    <w:rsid w:val="00BB3232"/>
    <w:rsid w:val="00BB3565"/>
    <w:rsid w:val="00BB3A1C"/>
    <w:rsid w:val="00BB3CCE"/>
    <w:rsid w:val="00BB4400"/>
    <w:rsid w:val="00BB50FB"/>
    <w:rsid w:val="00BB5104"/>
    <w:rsid w:val="00BB5410"/>
    <w:rsid w:val="00BB56FA"/>
    <w:rsid w:val="00BB5CCE"/>
    <w:rsid w:val="00BB647A"/>
    <w:rsid w:val="00BB663B"/>
    <w:rsid w:val="00BB6685"/>
    <w:rsid w:val="00BB6C49"/>
    <w:rsid w:val="00BB6FDB"/>
    <w:rsid w:val="00BB725E"/>
    <w:rsid w:val="00BC00D2"/>
    <w:rsid w:val="00BC014B"/>
    <w:rsid w:val="00BC0290"/>
    <w:rsid w:val="00BC03BD"/>
    <w:rsid w:val="00BC0A2E"/>
    <w:rsid w:val="00BC0B33"/>
    <w:rsid w:val="00BC0F6E"/>
    <w:rsid w:val="00BC0F9A"/>
    <w:rsid w:val="00BC10D9"/>
    <w:rsid w:val="00BC12DB"/>
    <w:rsid w:val="00BC1395"/>
    <w:rsid w:val="00BC13E4"/>
    <w:rsid w:val="00BC1FEA"/>
    <w:rsid w:val="00BC2264"/>
    <w:rsid w:val="00BC226C"/>
    <w:rsid w:val="00BC294E"/>
    <w:rsid w:val="00BC3692"/>
    <w:rsid w:val="00BC36E2"/>
    <w:rsid w:val="00BC3EFE"/>
    <w:rsid w:val="00BC40E4"/>
    <w:rsid w:val="00BC4DCC"/>
    <w:rsid w:val="00BC57B5"/>
    <w:rsid w:val="00BC5A87"/>
    <w:rsid w:val="00BC5B27"/>
    <w:rsid w:val="00BC6093"/>
    <w:rsid w:val="00BC63C8"/>
    <w:rsid w:val="00BC69DC"/>
    <w:rsid w:val="00BC6F0C"/>
    <w:rsid w:val="00BC77FE"/>
    <w:rsid w:val="00BC79FB"/>
    <w:rsid w:val="00BC7FBA"/>
    <w:rsid w:val="00BD0727"/>
    <w:rsid w:val="00BD1342"/>
    <w:rsid w:val="00BD18C8"/>
    <w:rsid w:val="00BD1FCD"/>
    <w:rsid w:val="00BD29FA"/>
    <w:rsid w:val="00BD2D94"/>
    <w:rsid w:val="00BD366A"/>
    <w:rsid w:val="00BD3941"/>
    <w:rsid w:val="00BD3A46"/>
    <w:rsid w:val="00BD40CB"/>
    <w:rsid w:val="00BD4858"/>
    <w:rsid w:val="00BD4AA5"/>
    <w:rsid w:val="00BD4C84"/>
    <w:rsid w:val="00BD4FB7"/>
    <w:rsid w:val="00BD5890"/>
    <w:rsid w:val="00BD6A89"/>
    <w:rsid w:val="00BD6D4F"/>
    <w:rsid w:val="00BD704C"/>
    <w:rsid w:val="00BD7AB7"/>
    <w:rsid w:val="00BE0F8A"/>
    <w:rsid w:val="00BE1171"/>
    <w:rsid w:val="00BE1352"/>
    <w:rsid w:val="00BE17FF"/>
    <w:rsid w:val="00BE1ADB"/>
    <w:rsid w:val="00BE217F"/>
    <w:rsid w:val="00BE286B"/>
    <w:rsid w:val="00BE291F"/>
    <w:rsid w:val="00BE2A39"/>
    <w:rsid w:val="00BE2BC7"/>
    <w:rsid w:val="00BE377E"/>
    <w:rsid w:val="00BE3891"/>
    <w:rsid w:val="00BE3BD8"/>
    <w:rsid w:val="00BE4892"/>
    <w:rsid w:val="00BE4DAC"/>
    <w:rsid w:val="00BE53D9"/>
    <w:rsid w:val="00BE55CE"/>
    <w:rsid w:val="00BE57FD"/>
    <w:rsid w:val="00BE5CD0"/>
    <w:rsid w:val="00BE64DD"/>
    <w:rsid w:val="00BE6533"/>
    <w:rsid w:val="00BE6D1B"/>
    <w:rsid w:val="00BE70B4"/>
    <w:rsid w:val="00BE73CC"/>
    <w:rsid w:val="00BE7483"/>
    <w:rsid w:val="00BE7A71"/>
    <w:rsid w:val="00BE7B2C"/>
    <w:rsid w:val="00BF00A8"/>
    <w:rsid w:val="00BF020C"/>
    <w:rsid w:val="00BF04D4"/>
    <w:rsid w:val="00BF0DAB"/>
    <w:rsid w:val="00BF1312"/>
    <w:rsid w:val="00BF1601"/>
    <w:rsid w:val="00BF21C6"/>
    <w:rsid w:val="00BF28DF"/>
    <w:rsid w:val="00BF3826"/>
    <w:rsid w:val="00BF38DB"/>
    <w:rsid w:val="00BF397C"/>
    <w:rsid w:val="00BF5329"/>
    <w:rsid w:val="00BF595D"/>
    <w:rsid w:val="00BF5D0C"/>
    <w:rsid w:val="00BF670A"/>
    <w:rsid w:val="00BF688F"/>
    <w:rsid w:val="00BF6C93"/>
    <w:rsid w:val="00BF705B"/>
    <w:rsid w:val="00BF7C0E"/>
    <w:rsid w:val="00C001E9"/>
    <w:rsid w:val="00C0093B"/>
    <w:rsid w:val="00C00F16"/>
    <w:rsid w:val="00C01296"/>
    <w:rsid w:val="00C0171C"/>
    <w:rsid w:val="00C0190F"/>
    <w:rsid w:val="00C01D7D"/>
    <w:rsid w:val="00C025F9"/>
    <w:rsid w:val="00C028B3"/>
    <w:rsid w:val="00C02C94"/>
    <w:rsid w:val="00C02DD2"/>
    <w:rsid w:val="00C03B96"/>
    <w:rsid w:val="00C03D27"/>
    <w:rsid w:val="00C03D6D"/>
    <w:rsid w:val="00C047E5"/>
    <w:rsid w:val="00C04D43"/>
    <w:rsid w:val="00C04E7C"/>
    <w:rsid w:val="00C05B8F"/>
    <w:rsid w:val="00C05C08"/>
    <w:rsid w:val="00C05D67"/>
    <w:rsid w:val="00C061B6"/>
    <w:rsid w:val="00C06700"/>
    <w:rsid w:val="00C06873"/>
    <w:rsid w:val="00C06A85"/>
    <w:rsid w:val="00C077AC"/>
    <w:rsid w:val="00C10070"/>
    <w:rsid w:val="00C109D1"/>
    <w:rsid w:val="00C10C69"/>
    <w:rsid w:val="00C10D19"/>
    <w:rsid w:val="00C11214"/>
    <w:rsid w:val="00C11575"/>
    <w:rsid w:val="00C1162E"/>
    <w:rsid w:val="00C11FC4"/>
    <w:rsid w:val="00C1246D"/>
    <w:rsid w:val="00C12C1D"/>
    <w:rsid w:val="00C131C7"/>
    <w:rsid w:val="00C13368"/>
    <w:rsid w:val="00C139D2"/>
    <w:rsid w:val="00C14155"/>
    <w:rsid w:val="00C148AB"/>
    <w:rsid w:val="00C1512A"/>
    <w:rsid w:val="00C151D8"/>
    <w:rsid w:val="00C15546"/>
    <w:rsid w:val="00C15C10"/>
    <w:rsid w:val="00C15FB3"/>
    <w:rsid w:val="00C16725"/>
    <w:rsid w:val="00C170E5"/>
    <w:rsid w:val="00C17152"/>
    <w:rsid w:val="00C1794C"/>
    <w:rsid w:val="00C17A26"/>
    <w:rsid w:val="00C17C8B"/>
    <w:rsid w:val="00C17F34"/>
    <w:rsid w:val="00C17F98"/>
    <w:rsid w:val="00C2040C"/>
    <w:rsid w:val="00C20729"/>
    <w:rsid w:val="00C2171E"/>
    <w:rsid w:val="00C2193B"/>
    <w:rsid w:val="00C21AFE"/>
    <w:rsid w:val="00C21C3C"/>
    <w:rsid w:val="00C21E24"/>
    <w:rsid w:val="00C21EE3"/>
    <w:rsid w:val="00C22438"/>
    <w:rsid w:val="00C22B9F"/>
    <w:rsid w:val="00C2319C"/>
    <w:rsid w:val="00C23405"/>
    <w:rsid w:val="00C2365E"/>
    <w:rsid w:val="00C23AE0"/>
    <w:rsid w:val="00C23AFF"/>
    <w:rsid w:val="00C23C08"/>
    <w:rsid w:val="00C23F8C"/>
    <w:rsid w:val="00C23FBD"/>
    <w:rsid w:val="00C242B9"/>
    <w:rsid w:val="00C24C3F"/>
    <w:rsid w:val="00C24D5C"/>
    <w:rsid w:val="00C25238"/>
    <w:rsid w:val="00C2581D"/>
    <w:rsid w:val="00C25B55"/>
    <w:rsid w:val="00C2615B"/>
    <w:rsid w:val="00C2632A"/>
    <w:rsid w:val="00C2675F"/>
    <w:rsid w:val="00C27264"/>
    <w:rsid w:val="00C273A3"/>
    <w:rsid w:val="00C27705"/>
    <w:rsid w:val="00C27775"/>
    <w:rsid w:val="00C27B2B"/>
    <w:rsid w:val="00C300E4"/>
    <w:rsid w:val="00C30223"/>
    <w:rsid w:val="00C30C84"/>
    <w:rsid w:val="00C31246"/>
    <w:rsid w:val="00C3158F"/>
    <w:rsid w:val="00C3197F"/>
    <w:rsid w:val="00C31B9A"/>
    <w:rsid w:val="00C31CBD"/>
    <w:rsid w:val="00C31DCB"/>
    <w:rsid w:val="00C321DE"/>
    <w:rsid w:val="00C323EF"/>
    <w:rsid w:val="00C32F71"/>
    <w:rsid w:val="00C331A1"/>
    <w:rsid w:val="00C3335A"/>
    <w:rsid w:val="00C3347B"/>
    <w:rsid w:val="00C33594"/>
    <w:rsid w:val="00C338B9"/>
    <w:rsid w:val="00C338EC"/>
    <w:rsid w:val="00C33A9C"/>
    <w:rsid w:val="00C33FB6"/>
    <w:rsid w:val="00C340AD"/>
    <w:rsid w:val="00C35453"/>
    <w:rsid w:val="00C35B1C"/>
    <w:rsid w:val="00C35EE3"/>
    <w:rsid w:val="00C35F9F"/>
    <w:rsid w:val="00C36B55"/>
    <w:rsid w:val="00C41536"/>
    <w:rsid w:val="00C415A2"/>
    <w:rsid w:val="00C41626"/>
    <w:rsid w:val="00C4182C"/>
    <w:rsid w:val="00C41A0D"/>
    <w:rsid w:val="00C41EAF"/>
    <w:rsid w:val="00C42226"/>
    <w:rsid w:val="00C42581"/>
    <w:rsid w:val="00C426BF"/>
    <w:rsid w:val="00C429FA"/>
    <w:rsid w:val="00C42D5C"/>
    <w:rsid w:val="00C42E47"/>
    <w:rsid w:val="00C4343F"/>
    <w:rsid w:val="00C438FE"/>
    <w:rsid w:val="00C43A35"/>
    <w:rsid w:val="00C43C60"/>
    <w:rsid w:val="00C44342"/>
    <w:rsid w:val="00C44B18"/>
    <w:rsid w:val="00C44E1C"/>
    <w:rsid w:val="00C44FF4"/>
    <w:rsid w:val="00C46884"/>
    <w:rsid w:val="00C46A12"/>
    <w:rsid w:val="00C46B2A"/>
    <w:rsid w:val="00C471F6"/>
    <w:rsid w:val="00C4784C"/>
    <w:rsid w:val="00C478DA"/>
    <w:rsid w:val="00C47D2B"/>
    <w:rsid w:val="00C51A09"/>
    <w:rsid w:val="00C523AE"/>
    <w:rsid w:val="00C524A2"/>
    <w:rsid w:val="00C52AC7"/>
    <w:rsid w:val="00C535C3"/>
    <w:rsid w:val="00C536AF"/>
    <w:rsid w:val="00C5388E"/>
    <w:rsid w:val="00C53A4A"/>
    <w:rsid w:val="00C547C9"/>
    <w:rsid w:val="00C54F9F"/>
    <w:rsid w:val="00C5574D"/>
    <w:rsid w:val="00C56204"/>
    <w:rsid w:val="00C56610"/>
    <w:rsid w:val="00C569D5"/>
    <w:rsid w:val="00C56C31"/>
    <w:rsid w:val="00C56D91"/>
    <w:rsid w:val="00C56DBA"/>
    <w:rsid w:val="00C573B0"/>
    <w:rsid w:val="00C602DB"/>
    <w:rsid w:val="00C60432"/>
    <w:rsid w:val="00C60516"/>
    <w:rsid w:val="00C60876"/>
    <w:rsid w:val="00C60C4C"/>
    <w:rsid w:val="00C60E82"/>
    <w:rsid w:val="00C61229"/>
    <w:rsid w:val="00C618AB"/>
    <w:rsid w:val="00C6192F"/>
    <w:rsid w:val="00C61A53"/>
    <w:rsid w:val="00C624F4"/>
    <w:rsid w:val="00C63239"/>
    <w:rsid w:val="00C633E5"/>
    <w:rsid w:val="00C6390B"/>
    <w:rsid w:val="00C63D65"/>
    <w:rsid w:val="00C64050"/>
    <w:rsid w:val="00C64564"/>
    <w:rsid w:val="00C64687"/>
    <w:rsid w:val="00C648DA"/>
    <w:rsid w:val="00C6498A"/>
    <w:rsid w:val="00C64F81"/>
    <w:rsid w:val="00C6628C"/>
    <w:rsid w:val="00C66295"/>
    <w:rsid w:val="00C6650A"/>
    <w:rsid w:val="00C66548"/>
    <w:rsid w:val="00C667C8"/>
    <w:rsid w:val="00C66A8E"/>
    <w:rsid w:val="00C66B9A"/>
    <w:rsid w:val="00C6734B"/>
    <w:rsid w:val="00C67AEC"/>
    <w:rsid w:val="00C67C45"/>
    <w:rsid w:val="00C67E3D"/>
    <w:rsid w:val="00C67EB2"/>
    <w:rsid w:val="00C70620"/>
    <w:rsid w:val="00C70781"/>
    <w:rsid w:val="00C70B5D"/>
    <w:rsid w:val="00C70C20"/>
    <w:rsid w:val="00C70D5E"/>
    <w:rsid w:val="00C70F90"/>
    <w:rsid w:val="00C715F9"/>
    <w:rsid w:val="00C717C2"/>
    <w:rsid w:val="00C71D99"/>
    <w:rsid w:val="00C724DF"/>
    <w:rsid w:val="00C72889"/>
    <w:rsid w:val="00C72A9C"/>
    <w:rsid w:val="00C734E0"/>
    <w:rsid w:val="00C73524"/>
    <w:rsid w:val="00C73599"/>
    <w:rsid w:val="00C736AF"/>
    <w:rsid w:val="00C73F85"/>
    <w:rsid w:val="00C74529"/>
    <w:rsid w:val="00C748CD"/>
    <w:rsid w:val="00C74A10"/>
    <w:rsid w:val="00C74BCC"/>
    <w:rsid w:val="00C74CE0"/>
    <w:rsid w:val="00C74D1E"/>
    <w:rsid w:val="00C751DE"/>
    <w:rsid w:val="00C753BD"/>
    <w:rsid w:val="00C756E5"/>
    <w:rsid w:val="00C757DC"/>
    <w:rsid w:val="00C75E4D"/>
    <w:rsid w:val="00C764CD"/>
    <w:rsid w:val="00C765DA"/>
    <w:rsid w:val="00C7695A"/>
    <w:rsid w:val="00C76A4D"/>
    <w:rsid w:val="00C76AD4"/>
    <w:rsid w:val="00C76B45"/>
    <w:rsid w:val="00C76CE5"/>
    <w:rsid w:val="00C773F6"/>
    <w:rsid w:val="00C77A39"/>
    <w:rsid w:val="00C77BB1"/>
    <w:rsid w:val="00C77D2B"/>
    <w:rsid w:val="00C80ECF"/>
    <w:rsid w:val="00C81010"/>
    <w:rsid w:val="00C81254"/>
    <w:rsid w:val="00C8189F"/>
    <w:rsid w:val="00C83C74"/>
    <w:rsid w:val="00C83FA3"/>
    <w:rsid w:val="00C843A6"/>
    <w:rsid w:val="00C847BD"/>
    <w:rsid w:val="00C8531D"/>
    <w:rsid w:val="00C85885"/>
    <w:rsid w:val="00C86095"/>
    <w:rsid w:val="00C86718"/>
    <w:rsid w:val="00C86832"/>
    <w:rsid w:val="00C8696F"/>
    <w:rsid w:val="00C86B3C"/>
    <w:rsid w:val="00C86C68"/>
    <w:rsid w:val="00C86F84"/>
    <w:rsid w:val="00C86F87"/>
    <w:rsid w:val="00C87267"/>
    <w:rsid w:val="00C87543"/>
    <w:rsid w:val="00C87B97"/>
    <w:rsid w:val="00C9022B"/>
    <w:rsid w:val="00C90769"/>
    <w:rsid w:val="00C90866"/>
    <w:rsid w:val="00C90F38"/>
    <w:rsid w:val="00C911D4"/>
    <w:rsid w:val="00C91259"/>
    <w:rsid w:val="00C912B0"/>
    <w:rsid w:val="00C914E2"/>
    <w:rsid w:val="00C91AB3"/>
    <w:rsid w:val="00C91D9B"/>
    <w:rsid w:val="00C92344"/>
    <w:rsid w:val="00C924FE"/>
    <w:rsid w:val="00C92568"/>
    <w:rsid w:val="00C9285F"/>
    <w:rsid w:val="00C92F2B"/>
    <w:rsid w:val="00C93655"/>
    <w:rsid w:val="00C93DD3"/>
    <w:rsid w:val="00C93F7E"/>
    <w:rsid w:val="00C9434A"/>
    <w:rsid w:val="00C958CA"/>
    <w:rsid w:val="00C95CF9"/>
    <w:rsid w:val="00C96844"/>
    <w:rsid w:val="00C96B0F"/>
    <w:rsid w:val="00C96C43"/>
    <w:rsid w:val="00C970BA"/>
    <w:rsid w:val="00C970EC"/>
    <w:rsid w:val="00C97292"/>
    <w:rsid w:val="00C97FF5"/>
    <w:rsid w:val="00CA0264"/>
    <w:rsid w:val="00CA13CA"/>
    <w:rsid w:val="00CA13CF"/>
    <w:rsid w:val="00CA13F0"/>
    <w:rsid w:val="00CA1B8C"/>
    <w:rsid w:val="00CA2544"/>
    <w:rsid w:val="00CA2BAA"/>
    <w:rsid w:val="00CA2E41"/>
    <w:rsid w:val="00CA2E5B"/>
    <w:rsid w:val="00CA2FF3"/>
    <w:rsid w:val="00CA311D"/>
    <w:rsid w:val="00CA32C2"/>
    <w:rsid w:val="00CA47C3"/>
    <w:rsid w:val="00CA4ED9"/>
    <w:rsid w:val="00CA5900"/>
    <w:rsid w:val="00CA5CBB"/>
    <w:rsid w:val="00CA5D96"/>
    <w:rsid w:val="00CA613C"/>
    <w:rsid w:val="00CA649E"/>
    <w:rsid w:val="00CA6A71"/>
    <w:rsid w:val="00CA6DE0"/>
    <w:rsid w:val="00CA7376"/>
    <w:rsid w:val="00CA7627"/>
    <w:rsid w:val="00CA7978"/>
    <w:rsid w:val="00CB007C"/>
    <w:rsid w:val="00CB1039"/>
    <w:rsid w:val="00CB10D6"/>
    <w:rsid w:val="00CB117A"/>
    <w:rsid w:val="00CB1202"/>
    <w:rsid w:val="00CB1206"/>
    <w:rsid w:val="00CB171A"/>
    <w:rsid w:val="00CB1C84"/>
    <w:rsid w:val="00CB1E92"/>
    <w:rsid w:val="00CB2247"/>
    <w:rsid w:val="00CB2342"/>
    <w:rsid w:val="00CB2A05"/>
    <w:rsid w:val="00CB2CB0"/>
    <w:rsid w:val="00CB2F9A"/>
    <w:rsid w:val="00CB2FB5"/>
    <w:rsid w:val="00CB38D9"/>
    <w:rsid w:val="00CB3B27"/>
    <w:rsid w:val="00CB3B81"/>
    <w:rsid w:val="00CB3ECD"/>
    <w:rsid w:val="00CB48B1"/>
    <w:rsid w:val="00CB4B44"/>
    <w:rsid w:val="00CB4BB9"/>
    <w:rsid w:val="00CB546F"/>
    <w:rsid w:val="00CB55AD"/>
    <w:rsid w:val="00CB55DD"/>
    <w:rsid w:val="00CB5B2C"/>
    <w:rsid w:val="00CB5D4B"/>
    <w:rsid w:val="00CB6305"/>
    <w:rsid w:val="00CB65F1"/>
    <w:rsid w:val="00CB6768"/>
    <w:rsid w:val="00CB70B2"/>
    <w:rsid w:val="00CB70CC"/>
    <w:rsid w:val="00CB712A"/>
    <w:rsid w:val="00CB7C71"/>
    <w:rsid w:val="00CC151F"/>
    <w:rsid w:val="00CC15F7"/>
    <w:rsid w:val="00CC1A32"/>
    <w:rsid w:val="00CC1A8F"/>
    <w:rsid w:val="00CC1B3A"/>
    <w:rsid w:val="00CC1F8F"/>
    <w:rsid w:val="00CC21A9"/>
    <w:rsid w:val="00CC2251"/>
    <w:rsid w:val="00CC2352"/>
    <w:rsid w:val="00CC25EE"/>
    <w:rsid w:val="00CC298C"/>
    <w:rsid w:val="00CC2997"/>
    <w:rsid w:val="00CC2D01"/>
    <w:rsid w:val="00CC2F04"/>
    <w:rsid w:val="00CC3092"/>
    <w:rsid w:val="00CC386E"/>
    <w:rsid w:val="00CC3B56"/>
    <w:rsid w:val="00CC3C60"/>
    <w:rsid w:val="00CC42F5"/>
    <w:rsid w:val="00CC4333"/>
    <w:rsid w:val="00CC43CC"/>
    <w:rsid w:val="00CC4439"/>
    <w:rsid w:val="00CC4A0C"/>
    <w:rsid w:val="00CC4BEF"/>
    <w:rsid w:val="00CC4E97"/>
    <w:rsid w:val="00CC505D"/>
    <w:rsid w:val="00CC52B6"/>
    <w:rsid w:val="00CC5706"/>
    <w:rsid w:val="00CC5C30"/>
    <w:rsid w:val="00CC5FDA"/>
    <w:rsid w:val="00CC6021"/>
    <w:rsid w:val="00CC634F"/>
    <w:rsid w:val="00CC674B"/>
    <w:rsid w:val="00CC698F"/>
    <w:rsid w:val="00CC7455"/>
    <w:rsid w:val="00CC7723"/>
    <w:rsid w:val="00CC7AC3"/>
    <w:rsid w:val="00CC7F76"/>
    <w:rsid w:val="00CD032F"/>
    <w:rsid w:val="00CD0811"/>
    <w:rsid w:val="00CD1103"/>
    <w:rsid w:val="00CD141D"/>
    <w:rsid w:val="00CD1A58"/>
    <w:rsid w:val="00CD1BFF"/>
    <w:rsid w:val="00CD1C2A"/>
    <w:rsid w:val="00CD1DEA"/>
    <w:rsid w:val="00CD20AE"/>
    <w:rsid w:val="00CD219F"/>
    <w:rsid w:val="00CD2535"/>
    <w:rsid w:val="00CD2A9E"/>
    <w:rsid w:val="00CD2D43"/>
    <w:rsid w:val="00CD315C"/>
    <w:rsid w:val="00CD3223"/>
    <w:rsid w:val="00CD33C1"/>
    <w:rsid w:val="00CD3DC6"/>
    <w:rsid w:val="00CD4317"/>
    <w:rsid w:val="00CD4466"/>
    <w:rsid w:val="00CD52D7"/>
    <w:rsid w:val="00CD5B5D"/>
    <w:rsid w:val="00CD5B6A"/>
    <w:rsid w:val="00CD78E2"/>
    <w:rsid w:val="00CE0094"/>
    <w:rsid w:val="00CE039E"/>
    <w:rsid w:val="00CE0487"/>
    <w:rsid w:val="00CE0AEA"/>
    <w:rsid w:val="00CE0D9A"/>
    <w:rsid w:val="00CE1229"/>
    <w:rsid w:val="00CE1282"/>
    <w:rsid w:val="00CE1354"/>
    <w:rsid w:val="00CE137F"/>
    <w:rsid w:val="00CE2819"/>
    <w:rsid w:val="00CE2B59"/>
    <w:rsid w:val="00CE2BDF"/>
    <w:rsid w:val="00CE3274"/>
    <w:rsid w:val="00CE38E4"/>
    <w:rsid w:val="00CE3DC0"/>
    <w:rsid w:val="00CE427E"/>
    <w:rsid w:val="00CE454B"/>
    <w:rsid w:val="00CE46FF"/>
    <w:rsid w:val="00CE5254"/>
    <w:rsid w:val="00CE5F61"/>
    <w:rsid w:val="00CE6000"/>
    <w:rsid w:val="00CE6723"/>
    <w:rsid w:val="00CE6F76"/>
    <w:rsid w:val="00CE7440"/>
    <w:rsid w:val="00CE770C"/>
    <w:rsid w:val="00CE7748"/>
    <w:rsid w:val="00CE78A0"/>
    <w:rsid w:val="00CE7A4A"/>
    <w:rsid w:val="00CF0033"/>
    <w:rsid w:val="00CF03F4"/>
    <w:rsid w:val="00CF09B5"/>
    <w:rsid w:val="00CF0BCC"/>
    <w:rsid w:val="00CF0FE4"/>
    <w:rsid w:val="00CF121C"/>
    <w:rsid w:val="00CF1305"/>
    <w:rsid w:val="00CF1710"/>
    <w:rsid w:val="00CF1740"/>
    <w:rsid w:val="00CF1957"/>
    <w:rsid w:val="00CF1CBD"/>
    <w:rsid w:val="00CF23EF"/>
    <w:rsid w:val="00CF37D2"/>
    <w:rsid w:val="00CF3B96"/>
    <w:rsid w:val="00CF42FD"/>
    <w:rsid w:val="00CF5178"/>
    <w:rsid w:val="00CF560F"/>
    <w:rsid w:val="00CF57D3"/>
    <w:rsid w:val="00CF59C5"/>
    <w:rsid w:val="00CF6457"/>
    <w:rsid w:val="00CF669A"/>
    <w:rsid w:val="00CF70C1"/>
    <w:rsid w:val="00CF7395"/>
    <w:rsid w:val="00CF7856"/>
    <w:rsid w:val="00CF7871"/>
    <w:rsid w:val="00CF7AC7"/>
    <w:rsid w:val="00CF7B22"/>
    <w:rsid w:val="00CF7C8A"/>
    <w:rsid w:val="00CF7CBE"/>
    <w:rsid w:val="00D00123"/>
    <w:rsid w:val="00D00458"/>
    <w:rsid w:val="00D00903"/>
    <w:rsid w:val="00D00B64"/>
    <w:rsid w:val="00D01034"/>
    <w:rsid w:val="00D0136D"/>
    <w:rsid w:val="00D017B0"/>
    <w:rsid w:val="00D021B0"/>
    <w:rsid w:val="00D02647"/>
    <w:rsid w:val="00D0280E"/>
    <w:rsid w:val="00D036ED"/>
    <w:rsid w:val="00D03A4E"/>
    <w:rsid w:val="00D040EE"/>
    <w:rsid w:val="00D04446"/>
    <w:rsid w:val="00D04DCA"/>
    <w:rsid w:val="00D051A4"/>
    <w:rsid w:val="00D054B7"/>
    <w:rsid w:val="00D055A8"/>
    <w:rsid w:val="00D055AD"/>
    <w:rsid w:val="00D0596D"/>
    <w:rsid w:val="00D05B58"/>
    <w:rsid w:val="00D05E1C"/>
    <w:rsid w:val="00D05E64"/>
    <w:rsid w:val="00D05F63"/>
    <w:rsid w:val="00D06141"/>
    <w:rsid w:val="00D06366"/>
    <w:rsid w:val="00D06BF0"/>
    <w:rsid w:val="00D06CF7"/>
    <w:rsid w:val="00D06EA2"/>
    <w:rsid w:val="00D074D9"/>
    <w:rsid w:val="00D076E9"/>
    <w:rsid w:val="00D07771"/>
    <w:rsid w:val="00D07C49"/>
    <w:rsid w:val="00D07D0F"/>
    <w:rsid w:val="00D108F3"/>
    <w:rsid w:val="00D10F1E"/>
    <w:rsid w:val="00D11532"/>
    <w:rsid w:val="00D1177D"/>
    <w:rsid w:val="00D11879"/>
    <w:rsid w:val="00D12CDF"/>
    <w:rsid w:val="00D12D2A"/>
    <w:rsid w:val="00D12E2C"/>
    <w:rsid w:val="00D13D0C"/>
    <w:rsid w:val="00D13D1F"/>
    <w:rsid w:val="00D13E89"/>
    <w:rsid w:val="00D140D4"/>
    <w:rsid w:val="00D14120"/>
    <w:rsid w:val="00D141B7"/>
    <w:rsid w:val="00D1447C"/>
    <w:rsid w:val="00D144F1"/>
    <w:rsid w:val="00D14FC6"/>
    <w:rsid w:val="00D152D4"/>
    <w:rsid w:val="00D153F9"/>
    <w:rsid w:val="00D1584C"/>
    <w:rsid w:val="00D1595C"/>
    <w:rsid w:val="00D15DAA"/>
    <w:rsid w:val="00D16167"/>
    <w:rsid w:val="00D16486"/>
    <w:rsid w:val="00D1708E"/>
    <w:rsid w:val="00D17330"/>
    <w:rsid w:val="00D17A62"/>
    <w:rsid w:val="00D17C33"/>
    <w:rsid w:val="00D2009D"/>
    <w:rsid w:val="00D208CD"/>
    <w:rsid w:val="00D20D29"/>
    <w:rsid w:val="00D20F3C"/>
    <w:rsid w:val="00D211C4"/>
    <w:rsid w:val="00D21C4D"/>
    <w:rsid w:val="00D21EE3"/>
    <w:rsid w:val="00D2207E"/>
    <w:rsid w:val="00D221C6"/>
    <w:rsid w:val="00D222FE"/>
    <w:rsid w:val="00D22D64"/>
    <w:rsid w:val="00D23564"/>
    <w:rsid w:val="00D24738"/>
    <w:rsid w:val="00D24AC3"/>
    <w:rsid w:val="00D24CBC"/>
    <w:rsid w:val="00D250C9"/>
    <w:rsid w:val="00D250D1"/>
    <w:rsid w:val="00D254E8"/>
    <w:rsid w:val="00D2560C"/>
    <w:rsid w:val="00D2591F"/>
    <w:rsid w:val="00D25A62"/>
    <w:rsid w:val="00D25DF5"/>
    <w:rsid w:val="00D25FE1"/>
    <w:rsid w:val="00D26169"/>
    <w:rsid w:val="00D26550"/>
    <w:rsid w:val="00D26D65"/>
    <w:rsid w:val="00D27040"/>
    <w:rsid w:val="00D2722A"/>
    <w:rsid w:val="00D27336"/>
    <w:rsid w:val="00D273D4"/>
    <w:rsid w:val="00D27529"/>
    <w:rsid w:val="00D27EED"/>
    <w:rsid w:val="00D30224"/>
    <w:rsid w:val="00D30791"/>
    <w:rsid w:val="00D3085E"/>
    <w:rsid w:val="00D31386"/>
    <w:rsid w:val="00D315F9"/>
    <w:rsid w:val="00D31BC3"/>
    <w:rsid w:val="00D327C7"/>
    <w:rsid w:val="00D3293B"/>
    <w:rsid w:val="00D32C3F"/>
    <w:rsid w:val="00D32CBE"/>
    <w:rsid w:val="00D33054"/>
    <w:rsid w:val="00D3329C"/>
    <w:rsid w:val="00D3381F"/>
    <w:rsid w:val="00D33E01"/>
    <w:rsid w:val="00D34020"/>
    <w:rsid w:val="00D34118"/>
    <w:rsid w:val="00D35E4F"/>
    <w:rsid w:val="00D35FF9"/>
    <w:rsid w:val="00D36AD3"/>
    <w:rsid w:val="00D36FEA"/>
    <w:rsid w:val="00D37514"/>
    <w:rsid w:val="00D3753D"/>
    <w:rsid w:val="00D3786E"/>
    <w:rsid w:val="00D40684"/>
    <w:rsid w:val="00D40D2C"/>
    <w:rsid w:val="00D41068"/>
    <w:rsid w:val="00D41557"/>
    <w:rsid w:val="00D41C98"/>
    <w:rsid w:val="00D41D7B"/>
    <w:rsid w:val="00D41EEC"/>
    <w:rsid w:val="00D42262"/>
    <w:rsid w:val="00D4235B"/>
    <w:rsid w:val="00D425C4"/>
    <w:rsid w:val="00D42A6D"/>
    <w:rsid w:val="00D432C0"/>
    <w:rsid w:val="00D434B7"/>
    <w:rsid w:val="00D4352A"/>
    <w:rsid w:val="00D43761"/>
    <w:rsid w:val="00D43AF2"/>
    <w:rsid w:val="00D44516"/>
    <w:rsid w:val="00D445B5"/>
    <w:rsid w:val="00D45C62"/>
    <w:rsid w:val="00D463BB"/>
    <w:rsid w:val="00D464D1"/>
    <w:rsid w:val="00D467F2"/>
    <w:rsid w:val="00D46A3E"/>
    <w:rsid w:val="00D46AA4"/>
    <w:rsid w:val="00D46E1B"/>
    <w:rsid w:val="00D47176"/>
    <w:rsid w:val="00D47B01"/>
    <w:rsid w:val="00D47BF8"/>
    <w:rsid w:val="00D5005D"/>
    <w:rsid w:val="00D500CB"/>
    <w:rsid w:val="00D5032A"/>
    <w:rsid w:val="00D50406"/>
    <w:rsid w:val="00D5071A"/>
    <w:rsid w:val="00D5083B"/>
    <w:rsid w:val="00D5119B"/>
    <w:rsid w:val="00D514B3"/>
    <w:rsid w:val="00D51568"/>
    <w:rsid w:val="00D51A62"/>
    <w:rsid w:val="00D51C42"/>
    <w:rsid w:val="00D51D4C"/>
    <w:rsid w:val="00D51FD2"/>
    <w:rsid w:val="00D52320"/>
    <w:rsid w:val="00D53408"/>
    <w:rsid w:val="00D53BA1"/>
    <w:rsid w:val="00D53DB6"/>
    <w:rsid w:val="00D54948"/>
    <w:rsid w:val="00D54C17"/>
    <w:rsid w:val="00D5506C"/>
    <w:rsid w:val="00D55232"/>
    <w:rsid w:val="00D55403"/>
    <w:rsid w:val="00D55787"/>
    <w:rsid w:val="00D557D5"/>
    <w:rsid w:val="00D557F1"/>
    <w:rsid w:val="00D55DBC"/>
    <w:rsid w:val="00D56337"/>
    <w:rsid w:val="00D5727D"/>
    <w:rsid w:val="00D57D6E"/>
    <w:rsid w:val="00D603D4"/>
    <w:rsid w:val="00D60A85"/>
    <w:rsid w:val="00D61521"/>
    <w:rsid w:val="00D61C35"/>
    <w:rsid w:val="00D62A57"/>
    <w:rsid w:val="00D63202"/>
    <w:rsid w:val="00D63891"/>
    <w:rsid w:val="00D6401C"/>
    <w:rsid w:val="00D643DC"/>
    <w:rsid w:val="00D64AC5"/>
    <w:rsid w:val="00D65206"/>
    <w:rsid w:val="00D6523B"/>
    <w:rsid w:val="00D653C4"/>
    <w:rsid w:val="00D657CC"/>
    <w:rsid w:val="00D65E14"/>
    <w:rsid w:val="00D66B99"/>
    <w:rsid w:val="00D671CC"/>
    <w:rsid w:val="00D6723C"/>
    <w:rsid w:val="00D67745"/>
    <w:rsid w:val="00D67E65"/>
    <w:rsid w:val="00D712EB"/>
    <w:rsid w:val="00D7151A"/>
    <w:rsid w:val="00D7198D"/>
    <w:rsid w:val="00D71998"/>
    <w:rsid w:val="00D71B3C"/>
    <w:rsid w:val="00D72189"/>
    <w:rsid w:val="00D7226E"/>
    <w:rsid w:val="00D724CD"/>
    <w:rsid w:val="00D72C8E"/>
    <w:rsid w:val="00D72E1D"/>
    <w:rsid w:val="00D73423"/>
    <w:rsid w:val="00D73F63"/>
    <w:rsid w:val="00D74152"/>
    <w:rsid w:val="00D753A3"/>
    <w:rsid w:val="00D75881"/>
    <w:rsid w:val="00D75A7D"/>
    <w:rsid w:val="00D75FD7"/>
    <w:rsid w:val="00D766D6"/>
    <w:rsid w:val="00D76CCF"/>
    <w:rsid w:val="00D76E8F"/>
    <w:rsid w:val="00D76FF0"/>
    <w:rsid w:val="00D7701A"/>
    <w:rsid w:val="00D77133"/>
    <w:rsid w:val="00D77494"/>
    <w:rsid w:val="00D77688"/>
    <w:rsid w:val="00D7782C"/>
    <w:rsid w:val="00D809AE"/>
    <w:rsid w:val="00D81155"/>
    <w:rsid w:val="00D81965"/>
    <w:rsid w:val="00D81DFF"/>
    <w:rsid w:val="00D82809"/>
    <w:rsid w:val="00D82816"/>
    <w:rsid w:val="00D8367D"/>
    <w:rsid w:val="00D83850"/>
    <w:rsid w:val="00D83A48"/>
    <w:rsid w:val="00D83C21"/>
    <w:rsid w:val="00D83CD4"/>
    <w:rsid w:val="00D83FCA"/>
    <w:rsid w:val="00D843FE"/>
    <w:rsid w:val="00D84D15"/>
    <w:rsid w:val="00D85B06"/>
    <w:rsid w:val="00D8618E"/>
    <w:rsid w:val="00D876B9"/>
    <w:rsid w:val="00D876C6"/>
    <w:rsid w:val="00D87F35"/>
    <w:rsid w:val="00D902EA"/>
    <w:rsid w:val="00D90425"/>
    <w:rsid w:val="00D904A3"/>
    <w:rsid w:val="00D904B2"/>
    <w:rsid w:val="00D904C1"/>
    <w:rsid w:val="00D90638"/>
    <w:rsid w:val="00D90713"/>
    <w:rsid w:val="00D907B4"/>
    <w:rsid w:val="00D90D54"/>
    <w:rsid w:val="00D9101E"/>
    <w:rsid w:val="00D914B5"/>
    <w:rsid w:val="00D91D54"/>
    <w:rsid w:val="00D91F46"/>
    <w:rsid w:val="00D92112"/>
    <w:rsid w:val="00D92694"/>
    <w:rsid w:val="00D92712"/>
    <w:rsid w:val="00D92F5E"/>
    <w:rsid w:val="00D935B8"/>
    <w:rsid w:val="00D93739"/>
    <w:rsid w:val="00D93DA9"/>
    <w:rsid w:val="00D93DEB"/>
    <w:rsid w:val="00D93E18"/>
    <w:rsid w:val="00D94160"/>
    <w:rsid w:val="00D9494C"/>
    <w:rsid w:val="00D94C35"/>
    <w:rsid w:val="00D94F7F"/>
    <w:rsid w:val="00D95DEE"/>
    <w:rsid w:val="00D966E6"/>
    <w:rsid w:val="00D97025"/>
    <w:rsid w:val="00D9790B"/>
    <w:rsid w:val="00D97CE0"/>
    <w:rsid w:val="00DA00E5"/>
    <w:rsid w:val="00DA0724"/>
    <w:rsid w:val="00DA07C8"/>
    <w:rsid w:val="00DA091D"/>
    <w:rsid w:val="00DA1680"/>
    <w:rsid w:val="00DA1D79"/>
    <w:rsid w:val="00DA1FD4"/>
    <w:rsid w:val="00DA273D"/>
    <w:rsid w:val="00DA3259"/>
    <w:rsid w:val="00DA32F3"/>
    <w:rsid w:val="00DA3C8E"/>
    <w:rsid w:val="00DA43A9"/>
    <w:rsid w:val="00DA4748"/>
    <w:rsid w:val="00DA48BC"/>
    <w:rsid w:val="00DA4B5A"/>
    <w:rsid w:val="00DA4BEE"/>
    <w:rsid w:val="00DA4D4B"/>
    <w:rsid w:val="00DA503B"/>
    <w:rsid w:val="00DA5E09"/>
    <w:rsid w:val="00DA629A"/>
    <w:rsid w:val="00DA6B11"/>
    <w:rsid w:val="00DA6C80"/>
    <w:rsid w:val="00DA6CD8"/>
    <w:rsid w:val="00DA7055"/>
    <w:rsid w:val="00DA7568"/>
    <w:rsid w:val="00DA7D85"/>
    <w:rsid w:val="00DB02DE"/>
    <w:rsid w:val="00DB0311"/>
    <w:rsid w:val="00DB07D4"/>
    <w:rsid w:val="00DB12B5"/>
    <w:rsid w:val="00DB1776"/>
    <w:rsid w:val="00DB17F9"/>
    <w:rsid w:val="00DB2C0D"/>
    <w:rsid w:val="00DB307D"/>
    <w:rsid w:val="00DB3523"/>
    <w:rsid w:val="00DB357E"/>
    <w:rsid w:val="00DB3CBB"/>
    <w:rsid w:val="00DB3D81"/>
    <w:rsid w:val="00DB4A50"/>
    <w:rsid w:val="00DB4AC5"/>
    <w:rsid w:val="00DB5203"/>
    <w:rsid w:val="00DB58A6"/>
    <w:rsid w:val="00DB5BB4"/>
    <w:rsid w:val="00DB60C0"/>
    <w:rsid w:val="00DB6827"/>
    <w:rsid w:val="00DB74FB"/>
    <w:rsid w:val="00DB7D1C"/>
    <w:rsid w:val="00DC0212"/>
    <w:rsid w:val="00DC0F06"/>
    <w:rsid w:val="00DC1350"/>
    <w:rsid w:val="00DC15DB"/>
    <w:rsid w:val="00DC16E1"/>
    <w:rsid w:val="00DC1752"/>
    <w:rsid w:val="00DC2CC6"/>
    <w:rsid w:val="00DC3001"/>
    <w:rsid w:val="00DC33EA"/>
    <w:rsid w:val="00DC3426"/>
    <w:rsid w:val="00DC3469"/>
    <w:rsid w:val="00DC3941"/>
    <w:rsid w:val="00DC4713"/>
    <w:rsid w:val="00DC4CAF"/>
    <w:rsid w:val="00DC5527"/>
    <w:rsid w:val="00DC55A8"/>
    <w:rsid w:val="00DC55DB"/>
    <w:rsid w:val="00DC5D4E"/>
    <w:rsid w:val="00DC62FF"/>
    <w:rsid w:val="00DC643B"/>
    <w:rsid w:val="00DC6A13"/>
    <w:rsid w:val="00DC6C4A"/>
    <w:rsid w:val="00DC7103"/>
    <w:rsid w:val="00DC7581"/>
    <w:rsid w:val="00DC75A8"/>
    <w:rsid w:val="00DC75ED"/>
    <w:rsid w:val="00DC7609"/>
    <w:rsid w:val="00DD0199"/>
    <w:rsid w:val="00DD04EE"/>
    <w:rsid w:val="00DD096D"/>
    <w:rsid w:val="00DD0BC1"/>
    <w:rsid w:val="00DD0BF6"/>
    <w:rsid w:val="00DD0E8D"/>
    <w:rsid w:val="00DD0F1D"/>
    <w:rsid w:val="00DD1053"/>
    <w:rsid w:val="00DD143A"/>
    <w:rsid w:val="00DD145B"/>
    <w:rsid w:val="00DD197F"/>
    <w:rsid w:val="00DD19E7"/>
    <w:rsid w:val="00DD2CAA"/>
    <w:rsid w:val="00DD2D53"/>
    <w:rsid w:val="00DD2E12"/>
    <w:rsid w:val="00DD3F4A"/>
    <w:rsid w:val="00DD4341"/>
    <w:rsid w:val="00DD45EB"/>
    <w:rsid w:val="00DD4BA2"/>
    <w:rsid w:val="00DD500D"/>
    <w:rsid w:val="00DD52DC"/>
    <w:rsid w:val="00DD56BC"/>
    <w:rsid w:val="00DD6094"/>
    <w:rsid w:val="00DD62BF"/>
    <w:rsid w:val="00DD631F"/>
    <w:rsid w:val="00DD63A1"/>
    <w:rsid w:val="00DD66AD"/>
    <w:rsid w:val="00DD79F9"/>
    <w:rsid w:val="00DD7CB9"/>
    <w:rsid w:val="00DE04C2"/>
    <w:rsid w:val="00DE04C9"/>
    <w:rsid w:val="00DE11A8"/>
    <w:rsid w:val="00DE1DDA"/>
    <w:rsid w:val="00DE21C7"/>
    <w:rsid w:val="00DE2242"/>
    <w:rsid w:val="00DE2640"/>
    <w:rsid w:val="00DE2974"/>
    <w:rsid w:val="00DE2A3A"/>
    <w:rsid w:val="00DE2FFE"/>
    <w:rsid w:val="00DE3982"/>
    <w:rsid w:val="00DE4116"/>
    <w:rsid w:val="00DE437D"/>
    <w:rsid w:val="00DE43DB"/>
    <w:rsid w:val="00DE452A"/>
    <w:rsid w:val="00DE4B0B"/>
    <w:rsid w:val="00DE4D31"/>
    <w:rsid w:val="00DE4DCA"/>
    <w:rsid w:val="00DE51BC"/>
    <w:rsid w:val="00DE545C"/>
    <w:rsid w:val="00DE61CF"/>
    <w:rsid w:val="00DE6292"/>
    <w:rsid w:val="00DE62B9"/>
    <w:rsid w:val="00DE6328"/>
    <w:rsid w:val="00DE657A"/>
    <w:rsid w:val="00DE6862"/>
    <w:rsid w:val="00DE6D30"/>
    <w:rsid w:val="00DE6EE1"/>
    <w:rsid w:val="00DE728C"/>
    <w:rsid w:val="00DE72F7"/>
    <w:rsid w:val="00DE7806"/>
    <w:rsid w:val="00DE7F0F"/>
    <w:rsid w:val="00DF07D7"/>
    <w:rsid w:val="00DF07E5"/>
    <w:rsid w:val="00DF0E28"/>
    <w:rsid w:val="00DF123D"/>
    <w:rsid w:val="00DF19AF"/>
    <w:rsid w:val="00DF2144"/>
    <w:rsid w:val="00DF22F0"/>
    <w:rsid w:val="00DF2518"/>
    <w:rsid w:val="00DF268B"/>
    <w:rsid w:val="00DF2D82"/>
    <w:rsid w:val="00DF3860"/>
    <w:rsid w:val="00DF3988"/>
    <w:rsid w:val="00DF4203"/>
    <w:rsid w:val="00DF429C"/>
    <w:rsid w:val="00DF4788"/>
    <w:rsid w:val="00DF4B94"/>
    <w:rsid w:val="00DF4D38"/>
    <w:rsid w:val="00DF4E16"/>
    <w:rsid w:val="00DF5140"/>
    <w:rsid w:val="00DF5A7C"/>
    <w:rsid w:val="00DF5C1B"/>
    <w:rsid w:val="00DF5E3B"/>
    <w:rsid w:val="00DF5F88"/>
    <w:rsid w:val="00DF6027"/>
    <w:rsid w:val="00DF60E6"/>
    <w:rsid w:val="00DF6381"/>
    <w:rsid w:val="00DF657E"/>
    <w:rsid w:val="00DF674D"/>
    <w:rsid w:val="00DF6ADA"/>
    <w:rsid w:val="00DF6C49"/>
    <w:rsid w:val="00DF6E70"/>
    <w:rsid w:val="00DF6F45"/>
    <w:rsid w:val="00DF7560"/>
    <w:rsid w:val="00DF7953"/>
    <w:rsid w:val="00DF796A"/>
    <w:rsid w:val="00DF7CE5"/>
    <w:rsid w:val="00E00025"/>
    <w:rsid w:val="00E00081"/>
    <w:rsid w:val="00E0008E"/>
    <w:rsid w:val="00E0069E"/>
    <w:rsid w:val="00E006BA"/>
    <w:rsid w:val="00E00C6F"/>
    <w:rsid w:val="00E011B9"/>
    <w:rsid w:val="00E014B5"/>
    <w:rsid w:val="00E01F4E"/>
    <w:rsid w:val="00E0201B"/>
    <w:rsid w:val="00E026D0"/>
    <w:rsid w:val="00E02CFE"/>
    <w:rsid w:val="00E02F06"/>
    <w:rsid w:val="00E02F15"/>
    <w:rsid w:val="00E031FD"/>
    <w:rsid w:val="00E03AB7"/>
    <w:rsid w:val="00E03D7D"/>
    <w:rsid w:val="00E05206"/>
    <w:rsid w:val="00E05BAF"/>
    <w:rsid w:val="00E05C34"/>
    <w:rsid w:val="00E05C98"/>
    <w:rsid w:val="00E05FBB"/>
    <w:rsid w:val="00E06800"/>
    <w:rsid w:val="00E06FC6"/>
    <w:rsid w:val="00E0709D"/>
    <w:rsid w:val="00E07236"/>
    <w:rsid w:val="00E0725B"/>
    <w:rsid w:val="00E073DD"/>
    <w:rsid w:val="00E0752F"/>
    <w:rsid w:val="00E07578"/>
    <w:rsid w:val="00E077D9"/>
    <w:rsid w:val="00E1088A"/>
    <w:rsid w:val="00E10DBA"/>
    <w:rsid w:val="00E10EF6"/>
    <w:rsid w:val="00E11B64"/>
    <w:rsid w:val="00E12889"/>
    <w:rsid w:val="00E12898"/>
    <w:rsid w:val="00E12F5F"/>
    <w:rsid w:val="00E13639"/>
    <w:rsid w:val="00E137FD"/>
    <w:rsid w:val="00E13F03"/>
    <w:rsid w:val="00E14282"/>
    <w:rsid w:val="00E1436F"/>
    <w:rsid w:val="00E14624"/>
    <w:rsid w:val="00E14708"/>
    <w:rsid w:val="00E147B1"/>
    <w:rsid w:val="00E154AD"/>
    <w:rsid w:val="00E15C57"/>
    <w:rsid w:val="00E15E03"/>
    <w:rsid w:val="00E1689E"/>
    <w:rsid w:val="00E16CC9"/>
    <w:rsid w:val="00E16DD1"/>
    <w:rsid w:val="00E17886"/>
    <w:rsid w:val="00E17C97"/>
    <w:rsid w:val="00E17D37"/>
    <w:rsid w:val="00E20290"/>
    <w:rsid w:val="00E20CBC"/>
    <w:rsid w:val="00E21936"/>
    <w:rsid w:val="00E21C96"/>
    <w:rsid w:val="00E21EE1"/>
    <w:rsid w:val="00E21FA5"/>
    <w:rsid w:val="00E22272"/>
    <w:rsid w:val="00E22337"/>
    <w:rsid w:val="00E2366B"/>
    <w:rsid w:val="00E237A0"/>
    <w:rsid w:val="00E23E23"/>
    <w:rsid w:val="00E2413C"/>
    <w:rsid w:val="00E24540"/>
    <w:rsid w:val="00E24DF7"/>
    <w:rsid w:val="00E253AE"/>
    <w:rsid w:val="00E2551A"/>
    <w:rsid w:val="00E255C0"/>
    <w:rsid w:val="00E259C0"/>
    <w:rsid w:val="00E25C5B"/>
    <w:rsid w:val="00E2616D"/>
    <w:rsid w:val="00E26504"/>
    <w:rsid w:val="00E26D44"/>
    <w:rsid w:val="00E26FCD"/>
    <w:rsid w:val="00E27649"/>
    <w:rsid w:val="00E30098"/>
    <w:rsid w:val="00E304A8"/>
    <w:rsid w:val="00E30B84"/>
    <w:rsid w:val="00E30CAA"/>
    <w:rsid w:val="00E31397"/>
    <w:rsid w:val="00E31483"/>
    <w:rsid w:val="00E31BF5"/>
    <w:rsid w:val="00E31C3D"/>
    <w:rsid w:val="00E31DFF"/>
    <w:rsid w:val="00E32225"/>
    <w:rsid w:val="00E32799"/>
    <w:rsid w:val="00E32958"/>
    <w:rsid w:val="00E32A43"/>
    <w:rsid w:val="00E32D24"/>
    <w:rsid w:val="00E32F75"/>
    <w:rsid w:val="00E33571"/>
    <w:rsid w:val="00E3358F"/>
    <w:rsid w:val="00E33A35"/>
    <w:rsid w:val="00E33B76"/>
    <w:rsid w:val="00E33C38"/>
    <w:rsid w:val="00E33F19"/>
    <w:rsid w:val="00E34037"/>
    <w:rsid w:val="00E34795"/>
    <w:rsid w:val="00E34AC3"/>
    <w:rsid w:val="00E350FD"/>
    <w:rsid w:val="00E35B03"/>
    <w:rsid w:val="00E35D04"/>
    <w:rsid w:val="00E364E5"/>
    <w:rsid w:val="00E36F4F"/>
    <w:rsid w:val="00E372B2"/>
    <w:rsid w:val="00E37385"/>
    <w:rsid w:val="00E378D0"/>
    <w:rsid w:val="00E37EFF"/>
    <w:rsid w:val="00E4091D"/>
    <w:rsid w:val="00E40ACF"/>
    <w:rsid w:val="00E40CA7"/>
    <w:rsid w:val="00E411DF"/>
    <w:rsid w:val="00E4149F"/>
    <w:rsid w:val="00E41E6B"/>
    <w:rsid w:val="00E41EFF"/>
    <w:rsid w:val="00E427D4"/>
    <w:rsid w:val="00E42FDE"/>
    <w:rsid w:val="00E431BF"/>
    <w:rsid w:val="00E43305"/>
    <w:rsid w:val="00E43406"/>
    <w:rsid w:val="00E43A66"/>
    <w:rsid w:val="00E43DA6"/>
    <w:rsid w:val="00E43F59"/>
    <w:rsid w:val="00E43FF4"/>
    <w:rsid w:val="00E44096"/>
    <w:rsid w:val="00E448E9"/>
    <w:rsid w:val="00E44E5F"/>
    <w:rsid w:val="00E45AF0"/>
    <w:rsid w:val="00E46538"/>
    <w:rsid w:val="00E46691"/>
    <w:rsid w:val="00E46848"/>
    <w:rsid w:val="00E46B47"/>
    <w:rsid w:val="00E46D53"/>
    <w:rsid w:val="00E47432"/>
    <w:rsid w:val="00E47AAC"/>
    <w:rsid w:val="00E47BF6"/>
    <w:rsid w:val="00E501E8"/>
    <w:rsid w:val="00E50429"/>
    <w:rsid w:val="00E5046C"/>
    <w:rsid w:val="00E50898"/>
    <w:rsid w:val="00E513D3"/>
    <w:rsid w:val="00E51968"/>
    <w:rsid w:val="00E51C95"/>
    <w:rsid w:val="00E523F8"/>
    <w:rsid w:val="00E526C2"/>
    <w:rsid w:val="00E530F9"/>
    <w:rsid w:val="00E53647"/>
    <w:rsid w:val="00E53763"/>
    <w:rsid w:val="00E548CD"/>
    <w:rsid w:val="00E55729"/>
    <w:rsid w:val="00E557BC"/>
    <w:rsid w:val="00E55B81"/>
    <w:rsid w:val="00E55E21"/>
    <w:rsid w:val="00E55F18"/>
    <w:rsid w:val="00E56049"/>
    <w:rsid w:val="00E56769"/>
    <w:rsid w:val="00E56EE8"/>
    <w:rsid w:val="00E573E9"/>
    <w:rsid w:val="00E57A88"/>
    <w:rsid w:val="00E57E71"/>
    <w:rsid w:val="00E6003D"/>
    <w:rsid w:val="00E61621"/>
    <w:rsid w:val="00E6194C"/>
    <w:rsid w:val="00E61DE0"/>
    <w:rsid w:val="00E61E59"/>
    <w:rsid w:val="00E61EDC"/>
    <w:rsid w:val="00E62496"/>
    <w:rsid w:val="00E6255E"/>
    <w:rsid w:val="00E62746"/>
    <w:rsid w:val="00E62EBD"/>
    <w:rsid w:val="00E635E1"/>
    <w:rsid w:val="00E6382A"/>
    <w:rsid w:val="00E63872"/>
    <w:rsid w:val="00E63D92"/>
    <w:rsid w:val="00E63E11"/>
    <w:rsid w:val="00E63EAD"/>
    <w:rsid w:val="00E64302"/>
    <w:rsid w:val="00E64CA8"/>
    <w:rsid w:val="00E65074"/>
    <w:rsid w:val="00E65384"/>
    <w:rsid w:val="00E65C6C"/>
    <w:rsid w:val="00E65E64"/>
    <w:rsid w:val="00E65F8D"/>
    <w:rsid w:val="00E66195"/>
    <w:rsid w:val="00E6634A"/>
    <w:rsid w:val="00E66A62"/>
    <w:rsid w:val="00E66EB6"/>
    <w:rsid w:val="00E673B9"/>
    <w:rsid w:val="00E6757F"/>
    <w:rsid w:val="00E67754"/>
    <w:rsid w:val="00E7038F"/>
    <w:rsid w:val="00E70CC7"/>
    <w:rsid w:val="00E71142"/>
    <w:rsid w:val="00E712FC"/>
    <w:rsid w:val="00E71867"/>
    <w:rsid w:val="00E7197D"/>
    <w:rsid w:val="00E72EC5"/>
    <w:rsid w:val="00E73113"/>
    <w:rsid w:val="00E73302"/>
    <w:rsid w:val="00E734BB"/>
    <w:rsid w:val="00E7357D"/>
    <w:rsid w:val="00E7380D"/>
    <w:rsid w:val="00E739BC"/>
    <w:rsid w:val="00E73E41"/>
    <w:rsid w:val="00E7406E"/>
    <w:rsid w:val="00E74912"/>
    <w:rsid w:val="00E74B3C"/>
    <w:rsid w:val="00E74BA2"/>
    <w:rsid w:val="00E74DE0"/>
    <w:rsid w:val="00E75055"/>
    <w:rsid w:val="00E7574A"/>
    <w:rsid w:val="00E75A5B"/>
    <w:rsid w:val="00E7639B"/>
    <w:rsid w:val="00E766FA"/>
    <w:rsid w:val="00E76808"/>
    <w:rsid w:val="00E76851"/>
    <w:rsid w:val="00E80160"/>
    <w:rsid w:val="00E80299"/>
    <w:rsid w:val="00E80B36"/>
    <w:rsid w:val="00E8168B"/>
    <w:rsid w:val="00E8179D"/>
    <w:rsid w:val="00E81845"/>
    <w:rsid w:val="00E81940"/>
    <w:rsid w:val="00E81B44"/>
    <w:rsid w:val="00E81C2F"/>
    <w:rsid w:val="00E824D3"/>
    <w:rsid w:val="00E82AC6"/>
    <w:rsid w:val="00E8301C"/>
    <w:rsid w:val="00E837B5"/>
    <w:rsid w:val="00E83D3B"/>
    <w:rsid w:val="00E83E5E"/>
    <w:rsid w:val="00E83F80"/>
    <w:rsid w:val="00E846D6"/>
    <w:rsid w:val="00E848F9"/>
    <w:rsid w:val="00E8503B"/>
    <w:rsid w:val="00E85CB1"/>
    <w:rsid w:val="00E867C9"/>
    <w:rsid w:val="00E867D5"/>
    <w:rsid w:val="00E872A3"/>
    <w:rsid w:val="00E872DB"/>
    <w:rsid w:val="00E873FC"/>
    <w:rsid w:val="00E87EB8"/>
    <w:rsid w:val="00E908C1"/>
    <w:rsid w:val="00E90995"/>
    <w:rsid w:val="00E90C61"/>
    <w:rsid w:val="00E91439"/>
    <w:rsid w:val="00E91699"/>
    <w:rsid w:val="00E9191A"/>
    <w:rsid w:val="00E91D57"/>
    <w:rsid w:val="00E91EE1"/>
    <w:rsid w:val="00E91EED"/>
    <w:rsid w:val="00E92054"/>
    <w:rsid w:val="00E9208E"/>
    <w:rsid w:val="00E92605"/>
    <w:rsid w:val="00E929A9"/>
    <w:rsid w:val="00E934FC"/>
    <w:rsid w:val="00E93B0C"/>
    <w:rsid w:val="00E94190"/>
    <w:rsid w:val="00E943D8"/>
    <w:rsid w:val="00E94677"/>
    <w:rsid w:val="00E95A71"/>
    <w:rsid w:val="00E95AB9"/>
    <w:rsid w:val="00E963B3"/>
    <w:rsid w:val="00E965ED"/>
    <w:rsid w:val="00E96A89"/>
    <w:rsid w:val="00E96BBB"/>
    <w:rsid w:val="00E9721A"/>
    <w:rsid w:val="00E973E3"/>
    <w:rsid w:val="00E97800"/>
    <w:rsid w:val="00E97A69"/>
    <w:rsid w:val="00E97F2C"/>
    <w:rsid w:val="00EA09B0"/>
    <w:rsid w:val="00EA0A13"/>
    <w:rsid w:val="00EA0BA4"/>
    <w:rsid w:val="00EA0E21"/>
    <w:rsid w:val="00EA1352"/>
    <w:rsid w:val="00EA185E"/>
    <w:rsid w:val="00EA1A24"/>
    <w:rsid w:val="00EA28D1"/>
    <w:rsid w:val="00EA358D"/>
    <w:rsid w:val="00EA39A7"/>
    <w:rsid w:val="00EA3B8E"/>
    <w:rsid w:val="00EA3CC5"/>
    <w:rsid w:val="00EA4142"/>
    <w:rsid w:val="00EA44C0"/>
    <w:rsid w:val="00EA459C"/>
    <w:rsid w:val="00EA492B"/>
    <w:rsid w:val="00EA4B99"/>
    <w:rsid w:val="00EA4BC0"/>
    <w:rsid w:val="00EA4E71"/>
    <w:rsid w:val="00EA5323"/>
    <w:rsid w:val="00EA57EE"/>
    <w:rsid w:val="00EA60AC"/>
    <w:rsid w:val="00EA688B"/>
    <w:rsid w:val="00EA6D35"/>
    <w:rsid w:val="00EA6D52"/>
    <w:rsid w:val="00EA6DBD"/>
    <w:rsid w:val="00EA7124"/>
    <w:rsid w:val="00EA7884"/>
    <w:rsid w:val="00EA79C6"/>
    <w:rsid w:val="00EA7AB2"/>
    <w:rsid w:val="00EA7AFD"/>
    <w:rsid w:val="00EA7C4C"/>
    <w:rsid w:val="00EA7D3C"/>
    <w:rsid w:val="00EA7DFD"/>
    <w:rsid w:val="00EB073B"/>
    <w:rsid w:val="00EB1B1A"/>
    <w:rsid w:val="00EB1BFA"/>
    <w:rsid w:val="00EB2110"/>
    <w:rsid w:val="00EB3728"/>
    <w:rsid w:val="00EB39E1"/>
    <w:rsid w:val="00EB3BC9"/>
    <w:rsid w:val="00EB3C47"/>
    <w:rsid w:val="00EB3C8F"/>
    <w:rsid w:val="00EB4855"/>
    <w:rsid w:val="00EB4B93"/>
    <w:rsid w:val="00EB4E92"/>
    <w:rsid w:val="00EB4F4E"/>
    <w:rsid w:val="00EB5115"/>
    <w:rsid w:val="00EB53A0"/>
    <w:rsid w:val="00EB5B88"/>
    <w:rsid w:val="00EB5C4C"/>
    <w:rsid w:val="00EB62A5"/>
    <w:rsid w:val="00EB67D2"/>
    <w:rsid w:val="00EB69DB"/>
    <w:rsid w:val="00EB69E3"/>
    <w:rsid w:val="00EB6DCA"/>
    <w:rsid w:val="00EB75B3"/>
    <w:rsid w:val="00EB7660"/>
    <w:rsid w:val="00EB78FD"/>
    <w:rsid w:val="00EB7ECE"/>
    <w:rsid w:val="00EC0732"/>
    <w:rsid w:val="00EC0C37"/>
    <w:rsid w:val="00EC0DA9"/>
    <w:rsid w:val="00EC18FB"/>
    <w:rsid w:val="00EC1E00"/>
    <w:rsid w:val="00EC23EB"/>
    <w:rsid w:val="00EC266F"/>
    <w:rsid w:val="00EC26E7"/>
    <w:rsid w:val="00EC273C"/>
    <w:rsid w:val="00EC2874"/>
    <w:rsid w:val="00EC29D4"/>
    <w:rsid w:val="00EC32A2"/>
    <w:rsid w:val="00EC3B77"/>
    <w:rsid w:val="00EC4480"/>
    <w:rsid w:val="00EC44FF"/>
    <w:rsid w:val="00EC53F7"/>
    <w:rsid w:val="00EC58EA"/>
    <w:rsid w:val="00EC59CF"/>
    <w:rsid w:val="00EC5BC1"/>
    <w:rsid w:val="00EC5D63"/>
    <w:rsid w:val="00EC63B7"/>
    <w:rsid w:val="00EC652F"/>
    <w:rsid w:val="00EC6CDE"/>
    <w:rsid w:val="00EC73A4"/>
    <w:rsid w:val="00EC7448"/>
    <w:rsid w:val="00EC77D9"/>
    <w:rsid w:val="00EC7A0A"/>
    <w:rsid w:val="00EC7C06"/>
    <w:rsid w:val="00EC7D6D"/>
    <w:rsid w:val="00ED019E"/>
    <w:rsid w:val="00ED01E7"/>
    <w:rsid w:val="00ED0599"/>
    <w:rsid w:val="00ED0D65"/>
    <w:rsid w:val="00ED0F31"/>
    <w:rsid w:val="00ED1721"/>
    <w:rsid w:val="00ED1A5B"/>
    <w:rsid w:val="00ED1E57"/>
    <w:rsid w:val="00ED25D7"/>
    <w:rsid w:val="00ED2F6D"/>
    <w:rsid w:val="00ED30AE"/>
    <w:rsid w:val="00ED321E"/>
    <w:rsid w:val="00ED356D"/>
    <w:rsid w:val="00ED3C64"/>
    <w:rsid w:val="00ED3E62"/>
    <w:rsid w:val="00ED40DC"/>
    <w:rsid w:val="00ED4B59"/>
    <w:rsid w:val="00ED5901"/>
    <w:rsid w:val="00ED59E9"/>
    <w:rsid w:val="00ED6182"/>
    <w:rsid w:val="00ED6D1A"/>
    <w:rsid w:val="00ED76AB"/>
    <w:rsid w:val="00EE0159"/>
    <w:rsid w:val="00EE0C21"/>
    <w:rsid w:val="00EE124F"/>
    <w:rsid w:val="00EE12DE"/>
    <w:rsid w:val="00EE1342"/>
    <w:rsid w:val="00EE14F7"/>
    <w:rsid w:val="00EE1740"/>
    <w:rsid w:val="00EE1877"/>
    <w:rsid w:val="00EE19B5"/>
    <w:rsid w:val="00EE1FF3"/>
    <w:rsid w:val="00EE215D"/>
    <w:rsid w:val="00EE2DFE"/>
    <w:rsid w:val="00EE2E61"/>
    <w:rsid w:val="00EE31F2"/>
    <w:rsid w:val="00EE3CCE"/>
    <w:rsid w:val="00EE4278"/>
    <w:rsid w:val="00EE489A"/>
    <w:rsid w:val="00EE5E00"/>
    <w:rsid w:val="00EE61A0"/>
    <w:rsid w:val="00EE6906"/>
    <w:rsid w:val="00EE6B04"/>
    <w:rsid w:val="00EE7222"/>
    <w:rsid w:val="00EF05A9"/>
    <w:rsid w:val="00EF0730"/>
    <w:rsid w:val="00EF1353"/>
    <w:rsid w:val="00EF142C"/>
    <w:rsid w:val="00EF1666"/>
    <w:rsid w:val="00EF2022"/>
    <w:rsid w:val="00EF21F8"/>
    <w:rsid w:val="00EF2324"/>
    <w:rsid w:val="00EF334F"/>
    <w:rsid w:val="00EF3637"/>
    <w:rsid w:val="00EF3F5F"/>
    <w:rsid w:val="00EF4363"/>
    <w:rsid w:val="00EF4DD3"/>
    <w:rsid w:val="00EF4EF7"/>
    <w:rsid w:val="00EF51A7"/>
    <w:rsid w:val="00EF52C1"/>
    <w:rsid w:val="00EF55E8"/>
    <w:rsid w:val="00EF56B7"/>
    <w:rsid w:val="00EF5C03"/>
    <w:rsid w:val="00EF653F"/>
    <w:rsid w:val="00EF6705"/>
    <w:rsid w:val="00EF6952"/>
    <w:rsid w:val="00EF70A5"/>
    <w:rsid w:val="00EF73DA"/>
    <w:rsid w:val="00EF7573"/>
    <w:rsid w:val="00F0013F"/>
    <w:rsid w:val="00F00675"/>
    <w:rsid w:val="00F006D5"/>
    <w:rsid w:val="00F00C54"/>
    <w:rsid w:val="00F00D85"/>
    <w:rsid w:val="00F02191"/>
    <w:rsid w:val="00F0248D"/>
    <w:rsid w:val="00F025A7"/>
    <w:rsid w:val="00F0265D"/>
    <w:rsid w:val="00F02999"/>
    <w:rsid w:val="00F02BDF"/>
    <w:rsid w:val="00F034E6"/>
    <w:rsid w:val="00F03944"/>
    <w:rsid w:val="00F03BE0"/>
    <w:rsid w:val="00F03E67"/>
    <w:rsid w:val="00F04221"/>
    <w:rsid w:val="00F046F6"/>
    <w:rsid w:val="00F04725"/>
    <w:rsid w:val="00F049CD"/>
    <w:rsid w:val="00F049FD"/>
    <w:rsid w:val="00F055CC"/>
    <w:rsid w:val="00F058F7"/>
    <w:rsid w:val="00F05A04"/>
    <w:rsid w:val="00F05DA9"/>
    <w:rsid w:val="00F05DCF"/>
    <w:rsid w:val="00F05F38"/>
    <w:rsid w:val="00F05FDE"/>
    <w:rsid w:val="00F06158"/>
    <w:rsid w:val="00F06232"/>
    <w:rsid w:val="00F066B6"/>
    <w:rsid w:val="00F06E70"/>
    <w:rsid w:val="00F06F49"/>
    <w:rsid w:val="00F07043"/>
    <w:rsid w:val="00F07462"/>
    <w:rsid w:val="00F079CC"/>
    <w:rsid w:val="00F07CFF"/>
    <w:rsid w:val="00F07E2F"/>
    <w:rsid w:val="00F1009D"/>
    <w:rsid w:val="00F10201"/>
    <w:rsid w:val="00F105B5"/>
    <w:rsid w:val="00F10AC3"/>
    <w:rsid w:val="00F10CE9"/>
    <w:rsid w:val="00F10D00"/>
    <w:rsid w:val="00F11144"/>
    <w:rsid w:val="00F123E5"/>
    <w:rsid w:val="00F129C2"/>
    <w:rsid w:val="00F12E7A"/>
    <w:rsid w:val="00F1324B"/>
    <w:rsid w:val="00F1372C"/>
    <w:rsid w:val="00F138E6"/>
    <w:rsid w:val="00F1398D"/>
    <w:rsid w:val="00F13A20"/>
    <w:rsid w:val="00F13E66"/>
    <w:rsid w:val="00F1408E"/>
    <w:rsid w:val="00F143EF"/>
    <w:rsid w:val="00F14509"/>
    <w:rsid w:val="00F148B7"/>
    <w:rsid w:val="00F14C20"/>
    <w:rsid w:val="00F14F6E"/>
    <w:rsid w:val="00F152A3"/>
    <w:rsid w:val="00F15EF0"/>
    <w:rsid w:val="00F15FA1"/>
    <w:rsid w:val="00F16334"/>
    <w:rsid w:val="00F16854"/>
    <w:rsid w:val="00F1727B"/>
    <w:rsid w:val="00F177B3"/>
    <w:rsid w:val="00F17DBE"/>
    <w:rsid w:val="00F17EF5"/>
    <w:rsid w:val="00F17F63"/>
    <w:rsid w:val="00F20C7B"/>
    <w:rsid w:val="00F20F23"/>
    <w:rsid w:val="00F213A1"/>
    <w:rsid w:val="00F2184F"/>
    <w:rsid w:val="00F21F81"/>
    <w:rsid w:val="00F22A50"/>
    <w:rsid w:val="00F22C00"/>
    <w:rsid w:val="00F2324F"/>
    <w:rsid w:val="00F236BB"/>
    <w:rsid w:val="00F239C2"/>
    <w:rsid w:val="00F24338"/>
    <w:rsid w:val="00F248E2"/>
    <w:rsid w:val="00F24AFB"/>
    <w:rsid w:val="00F24CBF"/>
    <w:rsid w:val="00F25B56"/>
    <w:rsid w:val="00F25C5B"/>
    <w:rsid w:val="00F25FA9"/>
    <w:rsid w:val="00F26CBE"/>
    <w:rsid w:val="00F273A4"/>
    <w:rsid w:val="00F27512"/>
    <w:rsid w:val="00F27800"/>
    <w:rsid w:val="00F27AD2"/>
    <w:rsid w:val="00F305A2"/>
    <w:rsid w:val="00F306F1"/>
    <w:rsid w:val="00F3087B"/>
    <w:rsid w:val="00F30926"/>
    <w:rsid w:val="00F30A24"/>
    <w:rsid w:val="00F30AA6"/>
    <w:rsid w:val="00F30C4A"/>
    <w:rsid w:val="00F32058"/>
    <w:rsid w:val="00F320FF"/>
    <w:rsid w:val="00F32245"/>
    <w:rsid w:val="00F3236D"/>
    <w:rsid w:val="00F325B0"/>
    <w:rsid w:val="00F32635"/>
    <w:rsid w:val="00F329C1"/>
    <w:rsid w:val="00F32A4E"/>
    <w:rsid w:val="00F32F8F"/>
    <w:rsid w:val="00F331F5"/>
    <w:rsid w:val="00F33239"/>
    <w:rsid w:val="00F3374E"/>
    <w:rsid w:val="00F33E83"/>
    <w:rsid w:val="00F345C8"/>
    <w:rsid w:val="00F34848"/>
    <w:rsid w:val="00F349E8"/>
    <w:rsid w:val="00F34A1C"/>
    <w:rsid w:val="00F34C32"/>
    <w:rsid w:val="00F34FB8"/>
    <w:rsid w:val="00F352EF"/>
    <w:rsid w:val="00F359F9"/>
    <w:rsid w:val="00F35AE2"/>
    <w:rsid w:val="00F35B3B"/>
    <w:rsid w:val="00F35F56"/>
    <w:rsid w:val="00F36525"/>
    <w:rsid w:val="00F3683F"/>
    <w:rsid w:val="00F36874"/>
    <w:rsid w:val="00F36AFC"/>
    <w:rsid w:val="00F37006"/>
    <w:rsid w:val="00F370E5"/>
    <w:rsid w:val="00F3734E"/>
    <w:rsid w:val="00F37449"/>
    <w:rsid w:val="00F374DA"/>
    <w:rsid w:val="00F37738"/>
    <w:rsid w:val="00F37952"/>
    <w:rsid w:val="00F37CEC"/>
    <w:rsid w:val="00F400F4"/>
    <w:rsid w:val="00F40495"/>
    <w:rsid w:val="00F41348"/>
    <w:rsid w:val="00F4163C"/>
    <w:rsid w:val="00F418B6"/>
    <w:rsid w:val="00F4226B"/>
    <w:rsid w:val="00F4292D"/>
    <w:rsid w:val="00F42A07"/>
    <w:rsid w:val="00F42BD4"/>
    <w:rsid w:val="00F42F6B"/>
    <w:rsid w:val="00F430A0"/>
    <w:rsid w:val="00F43207"/>
    <w:rsid w:val="00F4363B"/>
    <w:rsid w:val="00F43D29"/>
    <w:rsid w:val="00F43E36"/>
    <w:rsid w:val="00F443D5"/>
    <w:rsid w:val="00F443EE"/>
    <w:rsid w:val="00F4457C"/>
    <w:rsid w:val="00F44BBD"/>
    <w:rsid w:val="00F44D7E"/>
    <w:rsid w:val="00F44FBA"/>
    <w:rsid w:val="00F4537A"/>
    <w:rsid w:val="00F4570F"/>
    <w:rsid w:val="00F45EF3"/>
    <w:rsid w:val="00F46C1F"/>
    <w:rsid w:val="00F472AC"/>
    <w:rsid w:val="00F47A3B"/>
    <w:rsid w:val="00F5014B"/>
    <w:rsid w:val="00F50674"/>
    <w:rsid w:val="00F50828"/>
    <w:rsid w:val="00F50BA0"/>
    <w:rsid w:val="00F50EE2"/>
    <w:rsid w:val="00F511B4"/>
    <w:rsid w:val="00F5188D"/>
    <w:rsid w:val="00F51F21"/>
    <w:rsid w:val="00F522B2"/>
    <w:rsid w:val="00F5248F"/>
    <w:rsid w:val="00F52BCB"/>
    <w:rsid w:val="00F533CB"/>
    <w:rsid w:val="00F535E1"/>
    <w:rsid w:val="00F5386E"/>
    <w:rsid w:val="00F5394C"/>
    <w:rsid w:val="00F53AAE"/>
    <w:rsid w:val="00F53C88"/>
    <w:rsid w:val="00F5420F"/>
    <w:rsid w:val="00F54336"/>
    <w:rsid w:val="00F54B54"/>
    <w:rsid w:val="00F5519E"/>
    <w:rsid w:val="00F55383"/>
    <w:rsid w:val="00F556ED"/>
    <w:rsid w:val="00F55861"/>
    <w:rsid w:val="00F55E5D"/>
    <w:rsid w:val="00F564C3"/>
    <w:rsid w:val="00F568EF"/>
    <w:rsid w:val="00F56DDA"/>
    <w:rsid w:val="00F57150"/>
    <w:rsid w:val="00F5731E"/>
    <w:rsid w:val="00F57841"/>
    <w:rsid w:val="00F57E89"/>
    <w:rsid w:val="00F57FE9"/>
    <w:rsid w:val="00F60526"/>
    <w:rsid w:val="00F60708"/>
    <w:rsid w:val="00F60BD0"/>
    <w:rsid w:val="00F60C26"/>
    <w:rsid w:val="00F60D09"/>
    <w:rsid w:val="00F60DA4"/>
    <w:rsid w:val="00F60E40"/>
    <w:rsid w:val="00F61026"/>
    <w:rsid w:val="00F61089"/>
    <w:rsid w:val="00F613AB"/>
    <w:rsid w:val="00F61A00"/>
    <w:rsid w:val="00F61A99"/>
    <w:rsid w:val="00F61CBC"/>
    <w:rsid w:val="00F621BF"/>
    <w:rsid w:val="00F625FF"/>
    <w:rsid w:val="00F6267B"/>
    <w:rsid w:val="00F62691"/>
    <w:rsid w:val="00F62DCB"/>
    <w:rsid w:val="00F63EE9"/>
    <w:rsid w:val="00F6445F"/>
    <w:rsid w:val="00F64875"/>
    <w:rsid w:val="00F64A41"/>
    <w:rsid w:val="00F64B34"/>
    <w:rsid w:val="00F64D54"/>
    <w:rsid w:val="00F64DCA"/>
    <w:rsid w:val="00F65245"/>
    <w:rsid w:val="00F65AFF"/>
    <w:rsid w:val="00F65BBC"/>
    <w:rsid w:val="00F663F3"/>
    <w:rsid w:val="00F66556"/>
    <w:rsid w:val="00F669EE"/>
    <w:rsid w:val="00F66B7E"/>
    <w:rsid w:val="00F67BFD"/>
    <w:rsid w:val="00F7014A"/>
    <w:rsid w:val="00F70766"/>
    <w:rsid w:val="00F70DC5"/>
    <w:rsid w:val="00F70FCA"/>
    <w:rsid w:val="00F7117E"/>
    <w:rsid w:val="00F71F16"/>
    <w:rsid w:val="00F7220F"/>
    <w:rsid w:val="00F72762"/>
    <w:rsid w:val="00F736E0"/>
    <w:rsid w:val="00F73EFE"/>
    <w:rsid w:val="00F744D3"/>
    <w:rsid w:val="00F74EE2"/>
    <w:rsid w:val="00F755A8"/>
    <w:rsid w:val="00F75D73"/>
    <w:rsid w:val="00F76A48"/>
    <w:rsid w:val="00F7705D"/>
    <w:rsid w:val="00F77196"/>
    <w:rsid w:val="00F77231"/>
    <w:rsid w:val="00F77724"/>
    <w:rsid w:val="00F77757"/>
    <w:rsid w:val="00F7791E"/>
    <w:rsid w:val="00F809FC"/>
    <w:rsid w:val="00F80DD3"/>
    <w:rsid w:val="00F80DEC"/>
    <w:rsid w:val="00F81218"/>
    <w:rsid w:val="00F81248"/>
    <w:rsid w:val="00F8206A"/>
    <w:rsid w:val="00F82191"/>
    <w:rsid w:val="00F824D8"/>
    <w:rsid w:val="00F82D05"/>
    <w:rsid w:val="00F82D1E"/>
    <w:rsid w:val="00F8353B"/>
    <w:rsid w:val="00F837F3"/>
    <w:rsid w:val="00F8384A"/>
    <w:rsid w:val="00F83EBE"/>
    <w:rsid w:val="00F84775"/>
    <w:rsid w:val="00F848E7"/>
    <w:rsid w:val="00F84A90"/>
    <w:rsid w:val="00F84CD5"/>
    <w:rsid w:val="00F852B2"/>
    <w:rsid w:val="00F85596"/>
    <w:rsid w:val="00F85C0C"/>
    <w:rsid w:val="00F86342"/>
    <w:rsid w:val="00F865C4"/>
    <w:rsid w:val="00F8673D"/>
    <w:rsid w:val="00F86894"/>
    <w:rsid w:val="00F86D36"/>
    <w:rsid w:val="00F87108"/>
    <w:rsid w:val="00F871E2"/>
    <w:rsid w:val="00F8779A"/>
    <w:rsid w:val="00F878A7"/>
    <w:rsid w:val="00F90518"/>
    <w:rsid w:val="00F909C0"/>
    <w:rsid w:val="00F90CD4"/>
    <w:rsid w:val="00F90F27"/>
    <w:rsid w:val="00F92083"/>
    <w:rsid w:val="00F922BD"/>
    <w:rsid w:val="00F92865"/>
    <w:rsid w:val="00F92D29"/>
    <w:rsid w:val="00F92D3A"/>
    <w:rsid w:val="00F92EEE"/>
    <w:rsid w:val="00F9375C"/>
    <w:rsid w:val="00F9406D"/>
    <w:rsid w:val="00F945D8"/>
    <w:rsid w:val="00F94775"/>
    <w:rsid w:val="00F9587A"/>
    <w:rsid w:val="00F95A7A"/>
    <w:rsid w:val="00F95A98"/>
    <w:rsid w:val="00F95C9D"/>
    <w:rsid w:val="00F95D41"/>
    <w:rsid w:val="00F95F88"/>
    <w:rsid w:val="00F960D7"/>
    <w:rsid w:val="00F96311"/>
    <w:rsid w:val="00F96478"/>
    <w:rsid w:val="00F970F4"/>
    <w:rsid w:val="00F97347"/>
    <w:rsid w:val="00F97A27"/>
    <w:rsid w:val="00FA05CF"/>
    <w:rsid w:val="00FA061F"/>
    <w:rsid w:val="00FA0BCE"/>
    <w:rsid w:val="00FA0C2A"/>
    <w:rsid w:val="00FA0E12"/>
    <w:rsid w:val="00FA0EA8"/>
    <w:rsid w:val="00FA134C"/>
    <w:rsid w:val="00FA1B72"/>
    <w:rsid w:val="00FA1D0D"/>
    <w:rsid w:val="00FA1E22"/>
    <w:rsid w:val="00FA1EE5"/>
    <w:rsid w:val="00FA1FFE"/>
    <w:rsid w:val="00FA2176"/>
    <w:rsid w:val="00FA378E"/>
    <w:rsid w:val="00FA4875"/>
    <w:rsid w:val="00FA5049"/>
    <w:rsid w:val="00FA5D5A"/>
    <w:rsid w:val="00FA68A3"/>
    <w:rsid w:val="00FA6989"/>
    <w:rsid w:val="00FA72B7"/>
    <w:rsid w:val="00FA73D7"/>
    <w:rsid w:val="00FA76F7"/>
    <w:rsid w:val="00FA7D68"/>
    <w:rsid w:val="00FB1A1D"/>
    <w:rsid w:val="00FB1CF6"/>
    <w:rsid w:val="00FB1E4C"/>
    <w:rsid w:val="00FB201E"/>
    <w:rsid w:val="00FB24E7"/>
    <w:rsid w:val="00FB26CB"/>
    <w:rsid w:val="00FB2A82"/>
    <w:rsid w:val="00FB3D74"/>
    <w:rsid w:val="00FB3E07"/>
    <w:rsid w:val="00FB4567"/>
    <w:rsid w:val="00FB46C3"/>
    <w:rsid w:val="00FB49F9"/>
    <w:rsid w:val="00FB527A"/>
    <w:rsid w:val="00FB564A"/>
    <w:rsid w:val="00FB57C3"/>
    <w:rsid w:val="00FB6394"/>
    <w:rsid w:val="00FB67D1"/>
    <w:rsid w:val="00FB694D"/>
    <w:rsid w:val="00FB6C1F"/>
    <w:rsid w:val="00FB6D12"/>
    <w:rsid w:val="00FB6F11"/>
    <w:rsid w:val="00FB701E"/>
    <w:rsid w:val="00FB71A8"/>
    <w:rsid w:val="00FB73C5"/>
    <w:rsid w:val="00FB7681"/>
    <w:rsid w:val="00FB7909"/>
    <w:rsid w:val="00FB7F54"/>
    <w:rsid w:val="00FC028B"/>
    <w:rsid w:val="00FC02F6"/>
    <w:rsid w:val="00FC1993"/>
    <w:rsid w:val="00FC2290"/>
    <w:rsid w:val="00FC2741"/>
    <w:rsid w:val="00FC27C9"/>
    <w:rsid w:val="00FC3409"/>
    <w:rsid w:val="00FC376F"/>
    <w:rsid w:val="00FC3CC7"/>
    <w:rsid w:val="00FC4752"/>
    <w:rsid w:val="00FC4ACF"/>
    <w:rsid w:val="00FC4EBB"/>
    <w:rsid w:val="00FC5112"/>
    <w:rsid w:val="00FC57DD"/>
    <w:rsid w:val="00FC5DCE"/>
    <w:rsid w:val="00FC5DDB"/>
    <w:rsid w:val="00FC5E57"/>
    <w:rsid w:val="00FC72A9"/>
    <w:rsid w:val="00FC75BD"/>
    <w:rsid w:val="00FC7ACA"/>
    <w:rsid w:val="00FC7CFE"/>
    <w:rsid w:val="00FD0332"/>
    <w:rsid w:val="00FD0616"/>
    <w:rsid w:val="00FD06E5"/>
    <w:rsid w:val="00FD0774"/>
    <w:rsid w:val="00FD0927"/>
    <w:rsid w:val="00FD0A8E"/>
    <w:rsid w:val="00FD0DF4"/>
    <w:rsid w:val="00FD0F8B"/>
    <w:rsid w:val="00FD1B9A"/>
    <w:rsid w:val="00FD2B87"/>
    <w:rsid w:val="00FD2CD2"/>
    <w:rsid w:val="00FD2E15"/>
    <w:rsid w:val="00FD3844"/>
    <w:rsid w:val="00FD3A86"/>
    <w:rsid w:val="00FD43E0"/>
    <w:rsid w:val="00FD449D"/>
    <w:rsid w:val="00FD4A23"/>
    <w:rsid w:val="00FD4BA1"/>
    <w:rsid w:val="00FD5046"/>
    <w:rsid w:val="00FD5B87"/>
    <w:rsid w:val="00FD5DA4"/>
    <w:rsid w:val="00FD6004"/>
    <w:rsid w:val="00FD62E3"/>
    <w:rsid w:val="00FD63C2"/>
    <w:rsid w:val="00FD64E6"/>
    <w:rsid w:val="00FD7955"/>
    <w:rsid w:val="00FD7D98"/>
    <w:rsid w:val="00FE0092"/>
    <w:rsid w:val="00FE04B5"/>
    <w:rsid w:val="00FE0CB8"/>
    <w:rsid w:val="00FE130E"/>
    <w:rsid w:val="00FE1B3C"/>
    <w:rsid w:val="00FE1EA3"/>
    <w:rsid w:val="00FE1FF9"/>
    <w:rsid w:val="00FE22E4"/>
    <w:rsid w:val="00FE2312"/>
    <w:rsid w:val="00FE267E"/>
    <w:rsid w:val="00FE303C"/>
    <w:rsid w:val="00FE3063"/>
    <w:rsid w:val="00FE318F"/>
    <w:rsid w:val="00FE435C"/>
    <w:rsid w:val="00FE4395"/>
    <w:rsid w:val="00FE4684"/>
    <w:rsid w:val="00FE4DC3"/>
    <w:rsid w:val="00FE4DF2"/>
    <w:rsid w:val="00FE544C"/>
    <w:rsid w:val="00FE56AA"/>
    <w:rsid w:val="00FE6379"/>
    <w:rsid w:val="00FE675A"/>
    <w:rsid w:val="00FE68D9"/>
    <w:rsid w:val="00FE7BA1"/>
    <w:rsid w:val="00FE7DA6"/>
    <w:rsid w:val="00FF0176"/>
    <w:rsid w:val="00FF0B86"/>
    <w:rsid w:val="00FF0C49"/>
    <w:rsid w:val="00FF135C"/>
    <w:rsid w:val="00FF1410"/>
    <w:rsid w:val="00FF1652"/>
    <w:rsid w:val="00FF1B44"/>
    <w:rsid w:val="00FF1F3D"/>
    <w:rsid w:val="00FF2254"/>
    <w:rsid w:val="00FF24DA"/>
    <w:rsid w:val="00FF24F5"/>
    <w:rsid w:val="00FF283D"/>
    <w:rsid w:val="00FF2932"/>
    <w:rsid w:val="00FF3190"/>
    <w:rsid w:val="00FF31FE"/>
    <w:rsid w:val="00FF341B"/>
    <w:rsid w:val="00FF3D53"/>
    <w:rsid w:val="00FF40D2"/>
    <w:rsid w:val="00FF4243"/>
    <w:rsid w:val="00FF4380"/>
    <w:rsid w:val="00FF49C8"/>
    <w:rsid w:val="00FF5089"/>
    <w:rsid w:val="00FF518B"/>
    <w:rsid w:val="00FF51EA"/>
    <w:rsid w:val="00FF627B"/>
    <w:rsid w:val="00FF642A"/>
    <w:rsid w:val="00FF6BCA"/>
    <w:rsid w:val="00FF7961"/>
    <w:rsid w:val="00FF7D67"/>
    <w:rsid w:val="00FF7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style="mso-position-horizontal:center;mso-position-horizontal-relative:margin;mso-position-vertical:center;mso-position-vertical-relative:margin" fill="f" fillcolor="#a6a6a6" stroke="f">
      <v:fill color="#a6a6a6" on="f"/>
      <v:stroke on="f"/>
      <v:shadow color="#868686"/>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2F71"/>
    <w:pPr>
      <w:jc w:val="both"/>
    </w:pPr>
    <w:rPr>
      <w:rFonts w:ascii="Arial" w:hAnsi="Arial"/>
      <w:sz w:val="22"/>
      <w:lang w:eastAsia="de-DE"/>
    </w:rPr>
  </w:style>
  <w:style w:type="paragraph" w:styleId="Heading1">
    <w:name w:val="heading 1"/>
    <w:basedOn w:val="Normal"/>
    <w:next w:val="Normal"/>
    <w:link w:val="Heading1Char"/>
    <w:qFormat/>
    <w:rsid w:val="00C32F71"/>
    <w:pPr>
      <w:keepNext/>
      <w:keepLines/>
      <w:numPr>
        <w:numId w:val="9"/>
      </w:numPr>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C32F71"/>
    <w:pPr>
      <w:keepNext/>
      <w:keepLines/>
      <w:numPr>
        <w:ilvl w:val="1"/>
        <w:numId w:val="9"/>
      </w:numPr>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C32F71"/>
    <w:pPr>
      <w:keepNext/>
      <w:keepLines/>
      <w:numPr>
        <w:ilvl w:val="2"/>
        <w:numId w:val="9"/>
      </w:numPr>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C32F71"/>
    <w:pPr>
      <w:keepNext/>
      <w:keepLines/>
      <w:numPr>
        <w:ilvl w:val="3"/>
        <w:numId w:val="9"/>
      </w:numPr>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C32F71"/>
    <w:pPr>
      <w:keepNext/>
      <w:keepLines/>
      <w:numPr>
        <w:ilvl w:val="4"/>
        <w:numId w:val="9"/>
      </w:numPr>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C32F71"/>
    <w:pPr>
      <w:keepNext/>
      <w:keepLines/>
      <w:numPr>
        <w:ilvl w:val="5"/>
        <w:numId w:val="9"/>
      </w:numPr>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C32F71"/>
    <w:pPr>
      <w:keepNext/>
      <w:keepLines/>
      <w:numPr>
        <w:ilvl w:val="6"/>
        <w:numId w:val="9"/>
      </w:numPr>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C32F71"/>
    <w:pPr>
      <w:keepNext/>
      <w:keepLines/>
      <w:numPr>
        <w:ilvl w:val="7"/>
        <w:numId w:val="9"/>
      </w:numPr>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C32F71"/>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32F71"/>
    <w:pPr>
      <w:tabs>
        <w:tab w:val="center" w:pos="4320"/>
        <w:tab w:val="right" w:pos="8640"/>
      </w:tabs>
    </w:pPr>
  </w:style>
  <w:style w:type="paragraph" w:styleId="Footer">
    <w:name w:val="footer"/>
    <w:basedOn w:val="Normal"/>
    <w:rsid w:val="00C32F71"/>
    <w:pPr>
      <w:tabs>
        <w:tab w:val="center" w:pos="4320"/>
        <w:tab w:val="right" w:pos="8640"/>
      </w:tabs>
    </w:pPr>
  </w:style>
  <w:style w:type="paragraph" w:styleId="TOC3">
    <w:name w:val="toc 3"/>
    <w:basedOn w:val="TOC1"/>
    <w:link w:val="TOC3Char"/>
    <w:uiPriority w:val="39"/>
    <w:rsid w:val="00C32F71"/>
    <w:pPr>
      <w:ind w:left="2268" w:hanging="992"/>
    </w:pPr>
    <w:rPr>
      <w:b w:val="0"/>
      <w:caps w:val="0"/>
    </w:rPr>
  </w:style>
  <w:style w:type="paragraph" w:styleId="TOC2">
    <w:name w:val="toc 2"/>
    <w:basedOn w:val="TOC1"/>
    <w:link w:val="TOC2Char"/>
    <w:uiPriority w:val="39"/>
    <w:rsid w:val="00C32F71"/>
    <w:pPr>
      <w:ind w:left="1276" w:hanging="709"/>
    </w:pPr>
    <w:rPr>
      <w:b w:val="0"/>
      <w:caps w:val="0"/>
    </w:rPr>
  </w:style>
  <w:style w:type="paragraph" w:styleId="TOC1">
    <w:name w:val="toc 1"/>
    <w:basedOn w:val="Normal"/>
    <w:link w:val="TOC1Char"/>
    <w:uiPriority w:val="39"/>
    <w:rsid w:val="00C32F71"/>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C32F71"/>
    <w:pPr>
      <w:keepLines/>
      <w:numPr>
        <w:numId w:val="14"/>
      </w:numPr>
      <w:spacing w:before="120" w:after="60"/>
    </w:pPr>
    <w:rPr>
      <w:sz w:val="20"/>
    </w:rPr>
  </w:style>
  <w:style w:type="paragraph" w:customStyle="1" w:styleId="MainTitle">
    <w:name w:val="MainTitle"/>
    <w:basedOn w:val="Normal"/>
    <w:pPr>
      <w:jc w:val="center"/>
    </w:pPr>
    <w:rPr>
      <w:b/>
      <w:sz w:val="28"/>
    </w:rPr>
  </w:style>
  <w:style w:type="character" w:styleId="Hyperlink">
    <w:name w:val="Hyperlink"/>
    <w:uiPriority w:val="99"/>
    <w:rsid w:val="00C32F71"/>
    <w:rPr>
      <w:color w:val="0000FF"/>
      <w:u w:val="single"/>
    </w:rPr>
  </w:style>
  <w:style w:type="paragraph" w:styleId="EndnoteText">
    <w:name w:val="endnote text"/>
    <w:basedOn w:val="Normal"/>
    <w:rsid w:val="00C32F71"/>
    <w:rPr>
      <w:rFonts w:eastAsia="MS Mincho"/>
      <w:lang w:eastAsia="en-US"/>
    </w:rPr>
  </w:style>
  <w:style w:type="paragraph" w:styleId="CommentText">
    <w:name w:val="annotation text"/>
    <w:basedOn w:val="Normal"/>
    <w:rsid w:val="00C32F71"/>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C32F71"/>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C32F71"/>
    <w:pPr>
      <w:ind w:left="1760"/>
    </w:pPr>
  </w:style>
  <w:style w:type="paragraph" w:styleId="CommentSubject">
    <w:name w:val="annotation subject"/>
    <w:basedOn w:val="CommentText"/>
    <w:next w:val="CommentText"/>
    <w:rsid w:val="00C32F71"/>
    <w:rPr>
      <w:rFonts w:eastAsia="Times New Roman"/>
      <w:b/>
      <w:bCs/>
      <w:lang w:eastAsia="de-DE"/>
    </w:rPr>
  </w:style>
  <w:style w:type="paragraph" w:styleId="IndexHeading">
    <w:name w:val="index heading"/>
    <w:basedOn w:val="Normal"/>
    <w:next w:val="Normal"/>
    <w:rsid w:val="00C32F71"/>
    <w:rPr>
      <w:rFonts w:cs="Arial"/>
      <w:b/>
      <w:bCs/>
    </w:rPr>
  </w:style>
  <w:style w:type="paragraph" w:styleId="TableofAuthorities">
    <w:name w:val="table of authorities"/>
    <w:basedOn w:val="Normal"/>
    <w:next w:val="Normal"/>
    <w:rsid w:val="00C32F71"/>
    <w:pPr>
      <w:ind w:left="220" w:hanging="220"/>
    </w:pPr>
  </w:style>
  <w:style w:type="paragraph" w:styleId="TableofFigures">
    <w:name w:val="table of figures"/>
    <w:basedOn w:val="Normal"/>
    <w:next w:val="Normal"/>
    <w:rsid w:val="00C32F71"/>
  </w:style>
  <w:style w:type="paragraph" w:styleId="TOAHeading">
    <w:name w:val="toa heading"/>
    <w:basedOn w:val="Normal"/>
    <w:next w:val="Normal"/>
    <w:rsid w:val="00C32F71"/>
    <w:pPr>
      <w:spacing w:before="120"/>
    </w:pPr>
    <w:rPr>
      <w:rFonts w:cs="Arial"/>
      <w:b/>
      <w:bCs/>
      <w:sz w:val="24"/>
      <w:szCs w:val="24"/>
    </w:rPr>
  </w:style>
  <w:style w:type="paragraph" w:styleId="TOC4">
    <w:name w:val="toc 4"/>
    <w:basedOn w:val="TOC1"/>
    <w:uiPriority w:val="39"/>
    <w:rsid w:val="00C32F71"/>
    <w:pPr>
      <w:ind w:left="3544" w:hanging="1276"/>
    </w:pPr>
    <w:rPr>
      <w:b w:val="0"/>
      <w:caps w:val="0"/>
      <w:noProof/>
    </w:rPr>
  </w:style>
  <w:style w:type="paragraph" w:styleId="TOC5">
    <w:name w:val="toc 5"/>
    <w:basedOn w:val="TOC1"/>
    <w:uiPriority w:val="39"/>
    <w:rsid w:val="00C32F71"/>
    <w:pPr>
      <w:ind w:left="5103" w:hanging="1559"/>
    </w:pPr>
    <w:rPr>
      <w:b w:val="0"/>
      <w:caps w:val="0"/>
      <w:noProof/>
    </w:rPr>
  </w:style>
  <w:style w:type="paragraph" w:styleId="TOC6">
    <w:name w:val="toc 6"/>
    <w:basedOn w:val="TOC1"/>
    <w:next w:val="Normal"/>
    <w:uiPriority w:val="39"/>
    <w:rsid w:val="00C32F71"/>
    <w:pPr>
      <w:ind w:left="1588" w:hanging="1588"/>
    </w:pPr>
    <w:rPr>
      <w:noProof/>
    </w:rPr>
  </w:style>
  <w:style w:type="paragraph" w:styleId="TOC7">
    <w:name w:val="toc 7"/>
    <w:basedOn w:val="Normal"/>
    <w:next w:val="Normal"/>
    <w:autoRedefine/>
    <w:uiPriority w:val="39"/>
    <w:rsid w:val="00C32F71"/>
    <w:pPr>
      <w:ind w:left="1320"/>
    </w:pPr>
  </w:style>
  <w:style w:type="paragraph" w:styleId="TOC8">
    <w:name w:val="toc 8"/>
    <w:basedOn w:val="Normal"/>
    <w:next w:val="Normal"/>
    <w:autoRedefine/>
    <w:uiPriority w:val="39"/>
    <w:rsid w:val="00C32F71"/>
    <w:pPr>
      <w:ind w:left="1540"/>
    </w:pPr>
  </w:style>
  <w:style w:type="paragraph" w:customStyle="1" w:styleId="SDMTiHead">
    <w:name w:val="SDMTiHead"/>
    <w:basedOn w:val="Header"/>
    <w:rsid w:val="00C32F71"/>
    <w:pPr>
      <w:ind w:left="-330" w:firstLine="330"/>
    </w:pPr>
    <w:rPr>
      <w:rFonts w:cs="Arial"/>
      <w:caps/>
      <w:szCs w:val="19"/>
    </w:rPr>
  </w:style>
  <w:style w:type="paragraph" w:customStyle="1" w:styleId="SDMTitle2">
    <w:name w:val="SDMTitle2"/>
    <w:basedOn w:val="Normal"/>
    <w:rsid w:val="00C32F71"/>
    <w:pPr>
      <w:spacing w:after="600"/>
      <w:jc w:val="left"/>
    </w:pPr>
    <w:rPr>
      <w:rFonts w:cs="Arial"/>
      <w:sz w:val="48"/>
      <w:szCs w:val="48"/>
    </w:rPr>
  </w:style>
  <w:style w:type="paragraph" w:customStyle="1" w:styleId="SDMTitle1">
    <w:name w:val="SDMTitle1"/>
    <w:basedOn w:val="Normal"/>
    <w:rsid w:val="00C32F71"/>
    <w:pPr>
      <w:pBdr>
        <w:bottom w:val="single" w:sz="12" w:space="7" w:color="auto"/>
      </w:pBdr>
      <w:spacing w:before="1800" w:after="200"/>
      <w:jc w:val="left"/>
    </w:pPr>
    <w:rPr>
      <w:rFonts w:cs="Arial"/>
      <w:sz w:val="48"/>
      <w:szCs w:val="48"/>
    </w:rPr>
  </w:style>
  <w:style w:type="paragraph" w:customStyle="1" w:styleId="SDMTiInfo">
    <w:name w:val="SDMTiInfo"/>
    <w:basedOn w:val="Normal"/>
    <w:rsid w:val="00C32F71"/>
    <w:pPr>
      <w:spacing w:before="300"/>
    </w:pPr>
    <w:rPr>
      <w:rFonts w:cs="Arial"/>
      <w:szCs w:val="22"/>
    </w:rPr>
  </w:style>
  <w:style w:type="paragraph" w:customStyle="1" w:styleId="SDMHead1">
    <w:name w:val="SDMHead1"/>
    <w:basedOn w:val="Normal"/>
    <w:link w:val="SDMHead1Char"/>
    <w:rsid w:val="00C32F71"/>
    <w:pPr>
      <w:keepNext/>
      <w:keepLines/>
      <w:numPr>
        <w:numId w:val="26"/>
      </w:numPr>
      <w:suppressAutoHyphens/>
      <w:spacing w:before="240" w:after="60"/>
      <w:outlineLvl w:val="0"/>
    </w:pPr>
    <w:rPr>
      <w:rFonts w:cs="Arial"/>
      <w:b/>
      <w:sz w:val="32"/>
      <w:szCs w:val="32"/>
    </w:rPr>
  </w:style>
  <w:style w:type="paragraph" w:customStyle="1" w:styleId="SDMHead2">
    <w:name w:val="SDMHead2"/>
    <w:basedOn w:val="Normal"/>
    <w:rsid w:val="00C32F71"/>
    <w:pPr>
      <w:keepNext/>
      <w:keepLines/>
      <w:numPr>
        <w:ilvl w:val="1"/>
        <w:numId w:val="26"/>
      </w:numPr>
      <w:suppressAutoHyphens/>
      <w:spacing w:before="240" w:after="60"/>
      <w:outlineLvl w:val="1"/>
    </w:pPr>
    <w:rPr>
      <w:rFonts w:cs="Arial"/>
      <w:b/>
      <w:sz w:val="24"/>
      <w:szCs w:val="24"/>
    </w:rPr>
  </w:style>
  <w:style w:type="paragraph" w:customStyle="1" w:styleId="SDMHead3">
    <w:name w:val="SDMHead3"/>
    <w:basedOn w:val="Normal"/>
    <w:rsid w:val="00C32F71"/>
    <w:pPr>
      <w:keepNext/>
      <w:keepLines/>
      <w:numPr>
        <w:ilvl w:val="2"/>
        <w:numId w:val="26"/>
      </w:numPr>
      <w:suppressAutoHyphens/>
      <w:spacing w:before="240" w:after="60"/>
      <w:outlineLvl w:val="2"/>
    </w:pPr>
    <w:rPr>
      <w:rFonts w:cs="Arial"/>
      <w:b/>
      <w:szCs w:val="24"/>
    </w:rPr>
  </w:style>
  <w:style w:type="paragraph" w:customStyle="1" w:styleId="SDMHead4">
    <w:name w:val="SDMHead4"/>
    <w:basedOn w:val="Normal"/>
    <w:rsid w:val="00C32F71"/>
    <w:pPr>
      <w:keepNext/>
      <w:keepLines/>
      <w:numPr>
        <w:ilvl w:val="3"/>
        <w:numId w:val="26"/>
      </w:numPr>
      <w:suppressAutoHyphens/>
      <w:spacing w:before="240" w:after="60"/>
      <w:outlineLvl w:val="3"/>
    </w:pPr>
    <w:rPr>
      <w:rFonts w:cs="Arial"/>
      <w:b/>
      <w:szCs w:val="24"/>
    </w:rPr>
  </w:style>
  <w:style w:type="paragraph" w:customStyle="1" w:styleId="SDMHead5">
    <w:name w:val="SDMHead5"/>
    <w:basedOn w:val="Normal"/>
    <w:rsid w:val="00C32F71"/>
    <w:pPr>
      <w:keepNext/>
      <w:keepLines/>
      <w:numPr>
        <w:ilvl w:val="4"/>
        <w:numId w:val="26"/>
      </w:numPr>
      <w:suppressAutoHyphens/>
      <w:spacing w:before="240" w:after="60"/>
      <w:outlineLvl w:val="4"/>
    </w:pPr>
    <w:rPr>
      <w:rFonts w:cs="Arial"/>
      <w:b/>
      <w:szCs w:val="24"/>
    </w:rPr>
  </w:style>
  <w:style w:type="character" w:customStyle="1" w:styleId="SDMHead1Char">
    <w:name w:val="SDMHead1 Char"/>
    <w:link w:val="SDMHead1"/>
    <w:rsid w:val="00C32F71"/>
    <w:rPr>
      <w:rFonts w:ascii="Arial" w:hAnsi="Arial" w:cs="Arial"/>
      <w:b/>
      <w:sz w:val="32"/>
      <w:szCs w:val="32"/>
      <w:lang w:eastAsia="de-DE"/>
    </w:rPr>
  </w:style>
  <w:style w:type="paragraph" w:customStyle="1" w:styleId="SDMPara">
    <w:name w:val="SDMPara"/>
    <w:basedOn w:val="Normal"/>
    <w:rsid w:val="00C32F71"/>
    <w:pPr>
      <w:numPr>
        <w:numId w:val="2"/>
      </w:numPr>
      <w:spacing w:before="180"/>
    </w:pPr>
    <w:rPr>
      <w:rFonts w:cs="Arial"/>
      <w:szCs w:val="22"/>
    </w:rPr>
  </w:style>
  <w:style w:type="paragraph" w:customStyle="1" w:styleId="SDMSubPara1">
    <w:name w:val="SDMSubPara1"/>
    <w:basedOn w:val="Normal"/>
    <w:rsid w:val="00C32F71"/>
    <w:pPr>
      <w:numPr>
        <w:ilvl w:val="1"/>
        <w:numId w:val="2"/>
      </w:numPr>
      <w:spacing w:before="180"/>
    </w:pPr>
    <w:rPr>
      <w:rFonts w:cs="Arial"/>
      <w:szCs w:val="22"/>
    </w:rPr>
  </w:style>
  <w:style w:type="paragraph" w:customStyle="1" w:styleId="SDMSubPara2">
    <w:name w:val="SDMSubPara2"/>
    <w:basedOn w:val="Normal"/>
    <w:rsid w:val="00C32F71"/>
    <w:pPr>
      <w:numPr>
        <w:ilvl w:val="2"/>
        <w:numId w:val="2"/>
      </w:numPr>
      <w:spacing w:before="180"/>
    </w:pPr>
    <w:rPr>
      <w:rFonts w:cs="Arial"/>
      <w:szCs w:val="22"/>
    </w:rPr>
  </w:style>
  <w:style w:type="character" w:customStyle="1" w:styleId="FootnoteTextChar">
    <w:name w:val="Footnote Text Char"/>
    <w:link w:val="FootnoteText"/>
    <w:rsid w:val="00C32F71"/>
    <w:rPr>
      <w:rFonts w:ascii="Arial" w:hAnsi="Arial"/>
      <w:lang w:eastAsia="de-DE"/>
    </w:rPr>
  </w:style>
  <w:style w:type="table" w:customStyle="1" w:styleId="SDMTable">
    <w:name w:val="SDMTable"/>
    <w:basedOn w:val="TableNormal"/>
    <w:rsid w:val="00C32F71"/>
    <w:rPr>
      <w:rFonts w:ascii="Arial" w:hAnsi="Arial"/>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C32F71"/>
    <w:pPr>
      <w:jc w:val="center"/>
    </w:pPr>
    <w:rPr>
      <w:rFonts w:cs="Arial"/>
      <w:sz w:val="20"/>
    </w:rPr>
  </w:style>
  <w:style w:type="table" w:customStyle="1" w:styleId="SDMTableDocInfo">
    <w:name w:val="SDMTableDocInfo"/>
    <w:basedOn w:val="TableNormal"/>
    <w:rsid w:val="00C32F71"/>
    <w:pPr>
      <w:keepNext/>
      <w:spacing w:before="80" w:after="80"/>
    </w:pPr>
    <w:rPr>
      <w:rFonts w:ascii="Arial" w:hAnsi="Arial"/>
    </w:rPr>
    <w:tblPr>
      <w:tblInd w:w="0" w:type="dxa"/>
      <w:tblCellMar>
        <w:top w:w="0" w:type="dxa"/>
        <w:left w:w="108" w:type="dxa"/>
        <w:bottom w:w="0" w:type="dxa"/>
        <w:right w:w="108" w:type="dxa"/>
      </w:tblCellMa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C32F71"/>
    <w:pPr>
      <w:keepLines/>
      <w:spacing w:before="80" w:after="80"/>
    </w:pPr>
    <w:rPr>
      <w:rFonts w:cs="Arial"/>
      <w:sz w:val="20"/>
    </w:rPr>
  </w:style>
  <w:style w:type="character" w:customStyle="1" w:styleId="SDMDocInfoTextChar">
    <w:name w:val="SDMDocInfoText Char"/>
    <w:link w:val="SDMDocInfoText"/>
    <w:rsid w:val="00C32F71"/>
    <w:rPr>
      <w:rFonts w:ascii="Arial" w:hAnsi="Arial" w:cs="Arial"/>
      <w:lang w:eastAsia="de-DE"/>
    </w:rPr>
  </w:style>
  <w:style w:type="paragraph" w:customStyle="1" w:styleId="SDMDocInfoTitle">
    <w:name w:val="SDMDocInfoTitle"/>
    <w:basedOn w:val="Normal"/>
    <w:rsid w:val="00C32F71"/>
    <w:pPr>
      <w:keepNext/>
      <w:keepLines/>
      <w:spacing w:before="480" w:after="240"/>
      <w:jc w:val="center"/>
    </w:pPr>
    <w:rPr>
      <w:rFonts w:cs="Arial"/>
      <w:b/>
      <w:szCs w:val="22"/>
    </w:rPr>
  </w:style>
  <w:style w:type="paragraph" w:customStyle="1" w:styleId="SDMSubPara3">
    <w:name w:val="SDMSubPara3"/>
    <w:basedOn w:val="Normal"/>
    <w:rsid w:val="00C32F71"/>
    <w:pPr>
      <w:numPr>
        <w:ilvl w:val="3"/>
        <w:numId w:val="2"/>
      </w:numPr>
      <w:spacing w:before="180"/>
      <w:ind w:left="2721" w:hanging="595"/>
    </w:pPr>
  </w:style>
  <w:style w:type="paragraph" w:customStyle="1" w:styleId="SDMSubPara4">
    <w:name w:val="SDMSubPara4"/>
    <w:basedOn w:val="Normal"/>
    <w:rsid w:val="00C32F71"/>
    <w:pPr>
      <w:numPr>
        <w:ilvl w:val="4"/>
        <w:numId w:val="2"/>
      </w:numPr>
      <w:spacing w:before="180"/>
    </w:pPr>
  </w:style>
  <w:style w:type="character" w:customStyle="1" w:styleId="TOC1Char">
    <w:name w:val="TOC 1 Char"/>
    <w:link w:val="TOC1"/>
    <w:uiPriority w:val="39"/>
    <w:rsid w:val="00C32F71"/>
    <w:rPr>
      <w:rFonts w:ascii="Arial" w:hAnsi="Arial" w:cs="Arial"/>
      <w:b/>
      <w:caps/>
      <w:sz w:val="21"/>
      <w:szCs w:val="21"/>
      <w:lang w:eastAsia="de-DE"/>
    </w:rPr>
  </w:style>
  <w:style w:type="character" w:customStyle="1" w:styleId="TOC2Char">
    <w:name w:val="TOC 2 Char"/>
    <w:link w:val="TOC2"/>
    <w:uiPriority w:val="39"/>
    <w:rsid w:val="00C32F71"/>
    <w:rPr>
      <w:rFonts w:ascii="Arial" w:hAnsi="Arial" w:cs="Arial"/>
      <w:sz w:val="21"/>
      <w:szCs w:val="21"/>
      <w:lang w:eastAsia="de-DE"/>
    </w:rPr>
  </w:style>
  <w:style w:type="character" w:customStyle="1" w:styleId="TOC3Char">
    <w:name w:val="TOC 3 Char"/>
    <w:link w:val="TOC3"/>
    <w:uiPriority w:val="39"/>
    <w:rsid w:val="00C32F71"/>
    <w:rPr>
      <w:rFonts w:ascii="Arial" w:hAnsi="Arial" w:cs="Arial"/>
      <w:sz w:val="21"/>
      <w:szCs w:val="21"/>
      <w:lang w:eastAsia="de-DE"/>
    </w:rPr>
  </w:style>
  <w:style w:type="paragraph" w:customStyle="1" w:styleId="SDMHeader">
    <w:name w:val="SDMHeader"/>
    <w:basedOn w:val="Header"/>
    <w:rsid w:val="00C32F71"/>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C32F71"/>
    <w:pPr>
      <w:keepNext/>
      <w:keepLines/>
    </w:pPr>
    <w:rPr>
      <w:rFonts w:cs="Arial"/>
      <w:i/>
      <w:sz w:val="16"/>
      <w:szCs w:val="16"/>
    </w:rPr>
  </w:style>
  <w:style w:type="table" w:customStyle="1" w:styleId="SDMBox">
    <w:name w:val="SDMBox"/>
    <w:basedOn w:val="TableNormal"/>
    <w:rsid w:val="00C32F7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C32F71"/>
    <w:pPr>
      <w:numPr>
        <w:numId w:val="17"/>
      </w:numPr>
    </w:pPr>
  </w:style>
  <w:style w:type="numbering" w:customStyle="1" w:styleId="SDMHeadList">
    <w:name w:val="SDMHeadList"/>
    <w:uiPriority w:val="99"/>
    <w:rsid w:val="00C32F71"/>
    <w:pPr>
      <w:numPr>
        <w:numId w:val="15"/>
      </w:numPr>
    </w:pPr>
  </w:style>
  <w:style w:type="paragraph" w:customStyle="1" w:styleId="SDMAppTitle">
    <w:name w:val="SDMAppTitle"/>
    <w:basedOn w:val="SDMHead1"/>
    <w:next w:val="SDMApp1"/>
    <w:qFormat/>
    <w:rsid w:val="00C32F71"/>
    <w:pPr>
      <w:pageBreakBefore/>
      <w:numPr>
        <w:numId w:val="11"/>
      </w:numPr>
      <w:spacing w:before="120" w:after="600"/>
    </w:pPr>
  </w:style>
  <w:style w:type="paragraph" w:customStyle="1" w:styleId="SDMApp1">
    <w:name w:val="SDMApp1"/>
    <w:basedOn w:val="SDMHead2"/>
    <w:qFormat/>
    <w:rsid w:val="00C32F71"/>
    <w:pPr>
      <w:numPr>
        <w:numId w:val="11"/>
      </w:numPr>
      <w:outlineLvl w:val="9"/>
    </w:pPr>
  </w:style>
  <w:style w:type="paragraph" w:customStyle="1" w:styleId="SDMApp2">
    <w:name w:val="SDMApp2"/>
    <w:basedOn w:val="SDMHead3"/>
    <w:qFormat/>
    <w:rsid w:val="00C32F71"/>
    <w:pPr>
      <w:numPr>
        <w:numId w:val="11"/>
      </w:numPr>
      <w:outlineLvl w:val="9"/>
    </w:pPr>
  </w:style>
  <w:style w:type="paragraph" w:customStyle="1" w:styleId="SDMApp3">
    <w:name w:val="SDMApp3"/>
    <w:basedOn w:val="SDMHead4"/>
    <w:qFormat/>
    <w:rsid w:val="00C32F71"/>
    <w:pPr>
      <w:numPr>
        <w:numId w:val="11"/>
      </w:numPr>
      <w:outlineLvl w:val="9"/>
    </w:pPr>
  </w:style>
  <w:style w:type="paragraph" w:customStyle="1" w:styleId="SDMApp4">
    <w:name w:val="SDMApp4"/>
    <w:basedOn w:val="SDMHead5"/>
    <w:qFormat/>
    <w:rsid w:val="00C32F71"/>
    <w:pPr>
      <w:numPr>
        <w:numId w:val="11"/>
      </w:numPr>
      <w:outlineLvl w:val="9"/>
    </w:pPr>
  </w:style>
  <w:style w:type="numbering" w:customStyle="1" w:styleId="SDMAppHeadList">
    <w:name w:val="SDMAppHeadList"/>
    <w:uiPriority w:val="99"/>
    <w:rsid w:val="00C32F71"/>
    <w:pPr>
      <w:numPr>
        <w:numId w:val="10"/>
      </w:numPr>
    </w:pPr>
  </w:style>
  <w:style w:type="paragraph" w:customStyle="1" w:styleId="SDMDocRef">
    <w:name w:val="SDMDocRef"/>
    <w:basedOn w:val="Normal"/>
    <w:qFormat/>
    <w:rsid w:val="00C32F71"/>
    <w:pPr>
      <w:spacing w:before="100"/>
    </w:pPr>
    <w:rPr>
      <w:b/>
      <w:caps/>
      <w:sz w:val="28"/>
    </w:rPr>
  </w:style>
  <w:style w:type="paragraph" w:customStyle="1" w:styleId="SDMApp5">
    <w:name w:val="SDMApp5"/>
    <w:basedOn w:val="SDMApp4"/>
    <w:qFormat/>
    <w:rsid w:val="00C32F71"/>
    <w:pPr>
      <w:numPr>
        <w:ilvl w:val="5"/>
      </w:numPr>
      <w:tabs>
        <w:tab w:val="left" w:pos="1418"/>
      </w:tabs>
      <w:ind w:left="1418" w:hanging="1418"/>
    </w:pPr>
  </w:style>
  <w:style w:type="paragraph" w:customStyle="1" w:styleId="SDMTableBoxFigureFootnote">
    <w:name w:val="SDMTableBoxFigureFootnote"/>
    <w:basedOn w:val="Normal"/>
    <w:qFormat/>
    <w:rsid w:val="00C32F71"/>
    <w:pPr>
      <w:numPr>
        <w:numId w:val="22"/>
      </w:numPr>
      <w:spacing w:before="120"/>
    </w:pPr>
    <w:rPr>
      <w:sz w:val="20"/>
    </w:rPr>
  </w:style>
  <w:style w:type="paragraph" w:customStyle="1" w:styleId="SDMCovNoteTitle">
    <w:name w:val="SDMCovNoteTitle"/>
    <w:basedOn w:val="Normal"/>
    <w:qFormat/>
    <w:rsid w:val="00C32F71"/>
    <w:pPr>
      <w:keepNext/>
      <w:keepLines/>
      <w:suppressAutoHyphens/>
      <w:spacing w:before="240" w:after="840"/>
      <w:jc w:val="center"/>
    </w:pPr>
    <w:rPr>
      <w:b/>
      <w:caps/>
      <w:sz w:val="32"/>
    </w:rPr>
  </w:style>
  <w:style w:type="numbering" w:customStyle="1" w:styleId="SDMCovNoteHeadList">
    <w:name w:val="SDMCovNoteHeadList"/>
    <w:uiPriority w:val="99"/>
    <w:rsid w:val="00C32F71"/>
    <w:pPr>
      <w:numPr>
        <w:numId w:val="12"/>
      </w:numPr>
    </w:pPr>
  </w:style>
  <w:style w:type="paragraph" w:customStyle="1" w:styleId="SDMCovNoteHead1">
    <w:name w:val="SDMCovNoteHead1"/>
    <w:basedOn w:val="Normal"/>
    <w:rsid w:val="00C32F71"/>
    <w:pPr>
      <w:keepNext/>
      <w:keepLines/>
      <w:numPr>
        <w:numId w:val="3"/>
      </w:numPr>
      <w:suppressAutoHyphens/>
      <w:spacing w:before="240" w:after="60"/>
    </w:pPr>
    <w:rPr>
      <w:b/>
      <w:sz w:val="24"/>
    </w:rPr>
  </w:style>
  <w:style w:type="paragraph" w:customStyle="1" w:styleId="SDMCovNoteHead2">
    <w:name w:val="SDMCovNoteHead2"/>
    <w:basedOn w:val="Normal"/>
    <w:rsid w:val="00C32F71"/>
    <w:pPr>
      <w:keepNext/>
      <w:keepLines/>
      <w:numPr>
        <w:ilvl w:val="1"/>
        <w:numId w:val="3"/>
      </w:numPr>
      <w:spacing w:before="240" w:after="60"/>
    </w:pPr>
    <w:rPr>
      <w:b/>
    </w:rPr>
  </w:style>
  <w:style w:type="paragraph" w:customStyle="1" w:styleId="SDMCovNoteHead3">
    <w:name w:val="SDMCovNoteHead3"/>
    <w:basedOn w:val="Normal"/>
    <w:rsid w:val="00C32F71"/>
    <w:pPr>
      <w:keepNext/>
      <w:keepLines/>
      <w:numPr>
        <w:ilvl w:val="2"/>
        <w:numId w:val="3"/>
      </w:numPr>
      <w:spacing w:before="240" w:after="60"/>
    </w:pPr>
    <w:rPr>
      <w:b/>
    </w:rPr>
  </w:style>
  <w:style w:type="paragraph" w:styleId="NoSpacing">
    <w:name w:val="No Spacing"/>
    <w:link w:val="NoSpacingChar"/>
    <w:uiPriority w:val="1"/>
    <w:qFormat/>
    <w:rsid w:val="00C32F71"/>
    <w:rPr>
      <w:rFonts w:ascii="Calibri" w:eastAsia="MS Mincho" w:hAnsi="Calibri" w:cs="Arial"/>
      <w:sz w:val="22"/>
      <w:szCs w:val="22"/>
      <w:lang w:val="en-US" w:eastAsia="ja-JP"/>
    </w:rPr>
  </w:style>
  <w:style w:type="character" w:customStyle="1" w:styleId="NoSpacingChar">
    <w:name w:val="No Spacing Char"/>
    <w:link w:val="NoSpacing"/>
    <w:uiPriority w:val="1"/>
    <w:rsid w:val="00C32F71"/>
    <w:rPr>
      <w:rFonts w:ascii="Calibri" w:eastAsia="MS Mincho" w:hAnsi="Calibri" w:cs="Arial"/>
      <w:sz w:val="22"/>
      <w:szCs w:val="22"/>
      <w:lang w:val="en-US" w:eastAsia="ja-JP"/>
    </w:rPr>
  </w:style>
  <w:style w:type="paragraph" w:customStyle="1" w:styleId="SDMTOCHeading">
    <w:name w:val="SDMTOCHeading"/>
    <w:basedOn w:val="Normal"/>
    <w:qFormat/>
    <w:rsid w:val="00C32F71"/>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C32F71"/>
    <w:pPr>
      <w:numPr>
        <w:numId w:val="21"/>
      </w:numPr>
    </w:pPr>
  </w:style>
  <w:style w:type="paragraph" w:customStyle="1" w:styleId="SDMTableBoxFigureFootnoteSL1">
    <w:name w:val="SDMTableBoxFigureFootnoteSL1"/>
    <w:basedOn w:val="SDMTableBoxFigureFootnote"/>
    <w:qFormat/>
    <w:rsid w:val="00C32F71"/>
    <w:pPr>
      <w:numPr>
        <w:ilvl w:val="1"/>
      </w:numPr>
      <w:spacing w:before="40"/>
    </w:pPr>
  </w:style>
  <w:style w:type="paragraph" w:customStyle="1" w:styleId="SDMTableBoxFigureFootnoteSL2">
    <w:name w:val="SDMTableBoxFigureFootnoteSL2"/>
    <w:basedOn w:val="SDMTableBoxFigureFootnote"/>
    <w:qFormat/>
    <w:rsid w:val="00C32F71"/>
    <w:pPr>
      <w:numPr>
        <w:ilvl w:val="2"/>
      </w:numPr>
      <w:spacing w:before="40"/>
    </w:pPr>
  </w:style>
  <w:style w:type="paragraph" w:customStyle="1" w:styleId="SDMTableBoxFigureFootnoteSL3">
    <w:name w:val="SDMTableBoxFigureFootnoteSL3"/>
    <w:basedOn w:val="SDMTableBoxFigureFootnote"/>
    <w:qFormat/>
    <w:rsid w:val="00C32F71"/>
    <w:pPr>
      <w:numPr>
        <w:ilvl w:val="3"/>
      </w:numPr>
      <w:spacing w:before="40"/>
    </w:pPr>
  </w:style>
  <w:style w:type="paragraph" w:customStyle="1" w:styleId="SDMTableBoxFigureFootnoteSL4">
    <w:name w:val="SDMTableBoxFigureFootnoteSL4"/>
    <w:basedOn w:val="SDMTableBoxFigureFootnote"/>
    <w:qFormat/>
    <w:rsid w:val="00C32F71"/>
    <w:pPr>
      <w:numPr>
        <w:ilvl w:val="4"/>
      </w:numPr>
      <w:spacing w:before="40"/>
    </w:pPr>
  </w:style>
  <w:style w:type="paragraph" w:customStyle="1" w:styleId="SDMTableBoxFigureFootnoteSL5">
    <w:name w:val="SDMTableBoxFigureFootnoteSL5"/>
    <w:basedOn w:val="SDMTableBoxFigureFootnote"/>
    <w:qFormat/>
    <w:rsid w:val="00C32F71"/>
    <w:pPr>
      <w:numPr>
        <w:ilvl w:val="5"/>
      </w:numPr>
      <w:spacing w:before="40"/>
    </w:pPr>
  </w:style>
  <w:style w:type="character" w:styleId="PlaceholderText">
    <w:name w:val="Placeholder Text"/>
    <w:basedOn w:val="DefaultParagraphFont"/>
    <w:uiPriority w:val="99"/>
    <w:rsid w:val="00C32F71"/>
    <w:rPr>
      <w:color w:val="808080"/>
    </w:rPr>
  </w:style>
  <w:style w:type="paragraph" w:styleId="BalloonText">
    <w:name w:val="Balloon Text"/>
    <w:basedOn w:val="Normal"/>
    <w:link w:val="BalloonTextChar"/>
    <w:rsid w:val="00C32F71"/>
    <w:rPr>
      <w:rFonts w:ascii="Tahoma" w:hAnsi="Tahoma" w:cs="Tahoma"/>
      <w:sz w:val="16"/>
      <w:szCs w:val="16"/>
    </w:rPr>
  </w:style>
  <w:style w:type="character" w:customStyle="1" w:styleId="BalloonTextChar">
    <w:name w:val="Balloon Text Char"/>
    <w:basedOn w:val="DefaultParagraphFont"/>
    <w:link w:val="BalloonText"/>
    <w:rsid w:val="00C32F71"/>
    <w:rPr>
      <w:rFonts w:ascii="Tahoma" w:hAnsi="Tahoma" w:cs="Tahoma"/>
      <w:sz w:val="16"/>
      <w:szCs w:val="16"/>
      <w:lang w:eastAsia="de-DE"/>
    </w:rPr>
  </w:style>
  <w:style w:type="paragraph" w:styleId="Date">
    <w:name w:val="Date"/>
    <w:basedOn w:val="Normal"/>
    <w:next w:val="Normal"/>
    <w:link w:val="DateChar"/>
    <w:rsid w:val="00C32F71"/>
  </w:style>
  <w:style w:type="character" w:customStyle="1" w:styleId="DateChar">
    <w:name w:val="Date Char"/>
    <w:basedOn w:val="DefaultParagraphFont"/>
    <w:link w:val="Date"/>
    <w:rsid w:val="00C32F71"/>
    <w:rPr>
      <w:rFonts w:ascii="Arial" w:hAnsi="Arial"/>
      <w:sz w:val="22"/>
      <w:lang w:eastAsia="de-DE"/>
    </w:rPr>
  </w:style>
  <w:style w:type="paragraph" w:customStyle="1" w:styleId="SDMConfidentialMark">
    <w:name w:val="SDMConfidentialMark"/>
    <w:basedOn w:val="Normal"/>
    <w:qFormat/>
    <w:rsid w:val="00C32F71"/>
    <w:pPr>
      <w:spacing w:before="1200"/>
      <w:jc w:val="right"/>
    </w:pPr>
    <w:rPr>
      <w:b/>
      <w:caps/>
      <w:spacing w:val="10"/>
      <w:sz w:val="32"/>
    </w:rPr>
  </w:style>
  <w:style w:type="character" w:customStyle="1" w:styleId="Heading1Char">
    <w:name w:val="Heading 1 Char"/>
    <w:basedOn w:val="DefaultParagraphFont"/>
    <w:link w:val="Heading1"/>
    <w:rsid w:val="00C32F71"/>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C32F7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C32F71"/>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C32F71"/>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C32F71"/>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C32F71"/>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C32F71"/>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C32F71"/>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C32F71"/>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C32F71"/>
    <w:rPr>
      <w:rFonts w:ascii="Arial" w:hAnsi="Arial"/>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C32F71"/>
    <w:rPr>
      <w:rFonts w:ascii="Arial" w:hAnsi="Arial"/>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C32F71"/>
    <w:pPr>
      <w:ind w:left="1531"/>
    </w:pPr>
  </w:style>
  <w:style w:type="table" w:customStyle="1" w:styleId="SDMMethTable">
    <w:name w:val="SDMMethTable"/>
    <w:basedOn w:val="SDMTable"/>
    <w:uiPriority w:val="99"/>
    <w:rsid w:val="00C32F71"/>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C32F71"/>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C32F71"/>
    <w:pPr>
      <w:spacing w:before="180" w:after="0"/>
    </w:pPr>
    <w:rPr>
      <w:b w:val="0"/>
      <w:sz w:val="22"/>
    </w:rPr>
  </w:style>
  <w:style w:type="paragraph" w:customStyle="1" w:styleId="SDMMethEquation">
    <w:name w:val="SDMMethEquation"/>
    <w:basedOn w:val="SDMPara"/>
    <w:qFormat/>
    <w:rsid w:val="00C32F71"/>
    <w:pPr>
      <w:keepLines/>
      <w:numPr>
        <w:numId w:val="0"/>
      </w:numPr>
      <w:spacing w:before="360" w:line="360" w:lineRule="auto"/>
    </w:pPr>
  </w:style>
  <w:style w:type="table" w:customStyle="1" w:styleId="SDMMethTableEquation">
    <w:name w:val="SDMMethTableEquation"/>
    <w:basedOn w:val="TableNormal"/>
    <w:uiPriority w:val="99"/>
    <w:rsid w:val="00C32F71"/>
    <w:rPr>
      <w:rFonts w:ascii="Arial" w:hAnsi="Arial"/>
      <w:sz w:val="22"/>
    </w:rPr>
    <w:tblPr>
      <w:tblInd w:w="680" w:type="dxa"/>
      <w:tblCellMar>
        <w:top w:w="0" w:type="dxa"/>
        <w:left w:w="108" w:type="dxa"/>
        <w:bottom w:w="0" w:type="dxa"/>
        <w:right w:w="108" w:type="dxa"/>
      </w:tblCellMar>
    </w:tblPr>
    <w:trPr>
      <w:cantSplit/>
    </w:trPr>
  </w:style>
  <w:style w:type="paragraph" w:customStyle="1" w:styleId="SDMTableBoxParaNotNumbered">
    <w:name w:val="SDMTable&amp;BoxParaNotNumbered"/>
    <w:basedOn w:val="Normal"/>
    <w:qFormat/>
    <w:rsid w:val="00C32F71"/>
    <w:pPr>
      <w:jc w:val="left"/>
    </w:pPr>
    <w:rPr>
      <w:sz w:val="20"/>
    </w:rPr>
  </w:style>
  <w:style w:type="paragraph" w:customStyle="1" w:styleId="SDMTableBoxParaNumbered">
    <w:name w:val="SDMTable&amp;BoxParaNumbered"/>
    <w:basedOn w:val="Normal"/>
    <w:qFormat/>
    <w:rsid w:val="00C32F71"/>
    <w:pPr>
      <w:numPr>
        <w:numId w:val="19"/>
      </w:numPr>
      <w:jc w:val="left"/>
    </w:pPr>
    <w:rPr>
      <w:sz w:val="20"/>
    </w:rPr>
  </w:style>
  <w:style w:type="paragraph" w:customStyle="1" w:styleId="SDMMethEquationNr">
    <w:name w:val="SDMMethEquationNr"/>
    <w:basedOn w:val="SDMMethEquation"/>
    <w:qFormat/>
    <w:rsid w:val="00C32F71"/>
    <w:pPr>
      <w:keepNext/>
      <w:numPr>
        <w:numId w:val="27"/>
      </w:numPr>
      <w:jc w:val="right"/>
    </w:pPr>
    <w:rPr>
      <w:sz w:val="20"/>
    </w:rPr>
  </w:style>
  <w:style w:type="paragraph" w:styleId="ListParagraph">
    <w:name w:val="List Paragraph"/>
    <w:basedOn w:val="Normal"/>
    <w:uiPriority w:val="34"/>
    <w:qFormat/>
    <w:rsid w:val="00C32F71"/>
    <w:pPr>
      <w:ind w:left="720"/>
      <w:contextualSpacing/>
    </w:p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character" w:styleId="FootnoteReference">
    <w:name w:val="footnote reference"/>
    <w:basedOn w:val="DefaultParagraphFont"/>
    <w:rsid w:val="00C32F71"/>
    <w:rPr>
      <w:vertAlign w:val="superscript"/>
    </w:rPr>
  </w:style>
  <w:style w:type="character" w:styleId="CommentReference">
    <w:name w:val="annotation reference"/>
    <w:basedOn w:val="DefaultParagraphFont"/>
    <w:rsid w:val="00FE4DC3"/>
    <w:rPr>
      <w:sz w:val="16"/>
      <w:szCs w:val="16"/>
    </w:rPr>
  </w:style>
  <w:style w:type="paragraph" w:customStyle="1" w:styleId="CaptionFullPage">
    <w:name w:val="CaptionFullPage"/>
    <w:basedOn w:val="Caption"/>
    <w:qFormat/>
    <w:rsid w:val="00C32F71"/>
    <w:pPr>
      <w:ind w:left="0" w:firstLine="0"/>
    </w:pPr>
  </w:style>
  <w:style w:type="table" w:customStyle="1" w:styleId="SDMBoxFullPage">
    <w:name w:val="SDMBoxFullPage"/>
    <w:basedOn w:val="SDMBox"/>
    <w:uiPriority w:val="99"/>
    <w:rsid w:val="00C32F71"/>
    <w:tblPr>
      <w:jc w:val="center"/>
      <w:tblInd w:w="0"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DocInfoTextBullets">
    <w:name w:val="SDMDocInfoTextBullets"/>
    <w:uiPriority w:val="99"/>
    <w:rsid w:val="00C32F71"/>
    <w:pPr>
      <w:numPr>
        <w:numId w:val="13"/>
      </w:numPr>
    </w:pPr>
  </w:style>
  <w:style w:type="numbering" w:customStyle="1" w:styleId="SDMFootnoteList">
    <w:name w:val="SDMFootnoteList"/>
    <w:uiPriority w:val="99"/>
    <w:rsid w:val="00C32F71"/>
    <w:pPr>
      <w:numPr>
        <w:numId w:val="14"/>
      </w:numPr>
    </w:pPr>
  </w:style>
  <w:style w:type="numbering" w:customStyle="1" w:styleId="SDMMethEquationNrList">
    <w:name w:val="SDMMethEquationNrList"/>
    <w:uiPriority w:val="99"/>
    <w:rsid w:val="00C32F71"/>
    <w:pPr>
      <w:numPr>
        <w:numId w:val="16"/>
      </w:numPr>
    </w:pPr>
  </w:style>
  <w:style w:type="table" w:customStyle="1" w:styleId="SDMMethTableFullPage">
    <w:name w:val="SDMMethTableFullPage"/>
    <w:basedOn w:val="SDMMethTable"/>
    <w:uiPriority w:val="99"/>
    <w:rsid w:val="00C32F71"/>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numbering" w:customStyle="1" w:styleId="SDMTableBoxParaNumberedList">
    <w:name w:val="SDMTable&amp;BoxParaNumberedList"/>
    <w:rsid w:val="00C32F71"/>
    <w:pPr>
      <w:numPr>
        <w:numId w:val="19"/>
      </w:numPr>
    </w:pPr>
  </w:style>
  <w:style w:type="paragraph" w:customStyle="1" w:styleId="SDMTableBoxFigureFootnoteFullPage">
    <w:name w:val="SDMTableBoxFigureFootnoteFullPage"/>
    <w:basedOn w:val="SDMTableBoxFigureFootnote"/>
    <w:rsid w:val="00C32F71"/>
    <w:pPr>
      <w:numPr>
        <w:numId w:val="23"/>
      </w:numPr>
    </w:pPr>
  </w:style>
  <w:style w:type="numbering" w:customStyle="1" w:styleId="SDMTableBoxFigureFootnoteFullPageList">
    <w:name w:val="SDMTableBoxFigureFootnoteFullPageList"/>
    <w:uiPriority w:val="99"/>
    <w:rsid w:val="00C32F71"/>
    <w:pPr>
      <w:numPr>
        <w:numId w:val="20"/>
      </w:numPr>
    </w:pPr>
  </w:style>
  <w:style w:type="paragraph" w:customStyle="1" w:styleId="SDMTableBoxFigureFootnoteSL1FullPage">
    <w:name w:val="SDMTableBoxFigureFootnoteSL1FullPage"/>
    <w:basedOn w:val="SDMTableBoxFigureFootnoteSL1"/>
    <w:rsid w:val="00C32F71"/>
    <w:pPr>
      <w:numPr>
        <w:numId w:val="23"/>
      </w:numPr>
    </w:pPr>
  </w:style>
  <w:style w:type="paragraph" w:customStyle="1" w:styleId="SDMTableBoxFigureFootnoteSL2FullPage">
    <w:name w:val="SDMTableBoxFigureFootnoteSL2FullPage"/>
    <w:basedOn w:val="SDMTableBoxFigureFootnoteSL2"/>
    <w:rsid w:val="00C32F71"/>
    <w:pPr>
      <w:numPr>
        <w:numId w:val="23"/>
      </w:numPr>
    </w:pPr>
  </w:style>
  <w:style w:type="paragraph" w:customStyle="1" w:styleId="SDMTableBoxFigureFootnoteSL3FullPage">
    <w:name w:val="SDMTableBoxFigureFootnoteSL3FullPage"/>
    <w:basedOn w:val="SDMTableBoxFigureFootnoteSL3"/>
    <w:rsid w:val="00C32F71"/>
    <w:pPr>
      <w:numPr>
        <w:numId w:val="23"/>
      </w:numPr>
      <w:ind w:left="1248" w:hanging="397"/>
    </w:pPr>
  </w:style>
  <w:style w:type="paragraph" w:customStyle="1" w:styleId="SDMTableBoxFigureFootnoteSL4FullPage">
    <w:name w:val="SDMTableBoxFigureFootnoteSL4FullPage"/>
    <w:basedOn w:val="SDMTableBoxFigureFootnoteSL4"/>
    <w:rsid w:val="00C32F71"/>
    <w:pPr>
      <w:numPr>
        <w:numId w:val="23"/>
      </w:numPr>
      <w:ind w:left="1587" w:hanging="340"/>
    </w:pPr>
  </w:style>
  <w:style w:type="paragraph" w:customStyle="1" w:styleId="SDMTableBoxFigureFootnoteSL5FullPage">
    <w:name w:val="SDMTableBoxFigureFootnoteSL5FullPage"/>
    <w:basedOn w:val="SDMTableBoxFigureFootnoteSL5"/>
    <w:rsid w:val="00C32F71"/>
    <w:pPr>
      <w:numPr>
        <w:numId w:val="23"/>
      </w:numPr>
      <w:ind w:left="2042" w:hanging="454"/>
    </w:pPr>
  </w:style>
  <w:style w:type="table" w:customStyle="1" w:styleId="SDMTableFullPage">
    <w:name w:val="SDMTableFullPage"/>
    <w:basedOn w:val="SDMTable"/>
    <w:uiPriority w:val="99"/>
    <w:rsid w:val="00C32F71"/>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2F71"/>
    <w:pPr>
      <w:jc w:val="both"/>
    </w:pPr>
    <w:rPr>
      <w:rFonts w:ascii="Arial" w:hAnsi="Arial"/>
      <w:sz w:val="22"/>
      <w:lang w:eastAsia="de-DE"/>
    </w:rPr>
  </w:style>
  <w:style w:type="paragraph" w:styleId="Heading1">
    <w:name w:val="heading 1"/>
    <w:basedOn w:val="Normal"/>
    <w:next w:val="Normal"/>
    <w:link w:val="Heading1Char"/>
    <w:qFormat/>
    <w:rsid w:val="00C32F71"/>
    <w:pPr>
      <w:keepNext/>
      <w:keepLines/>
      <w:numPr>
        <w:numId w:val="9"/>
      </w:numPr>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C32F71"/>
    <w:pPr>
      <w:keepNext/>
      <w:keepLines/>
      <w:numPr>
        <w:ilvl w:val="1"/>
        <w:numId w:val="9"/>
      </w:numPr>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C32F71"/>
    <w:pPr>
      <w:keepNext/>
      <w:keepLines/>
      <w:numPr>
        <w:ilvl w:val="2"/>
        <w:numId w:val="9"/>
      </w:numPr>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C32F71"/>
    <w:pPr>
      <w:keepNext/>
      <w:keepLines/>
      <w:numPr>
        <w:ilvl w:val="3"/>
        <w:numId w:val="9"/>
      </w:numPr>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C32F71"/>
    <w:pPr>
      <w:keepNext/>
      <w:keepLines/>
      <w:numPr>
        <w:ilvl w:val="4"/>
        <w:numId w:val="9"/>
      </w:numPr>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C32F71"/>
    <w:pPr>
      <w:keepNext/>
      <w:keepLines/>
      <w:numPr>
        <w:ilvl w:val="5"/>
        <w:numId w:val="9"/>
      </w:numPr>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C32F71"/>
    <w:pPr>
      <w:keepNext/>
      <w:keepLines/>
      <w:numPr>
        <w:ilvl w:val="6"/>
        <w:numId w:val="9"/>
      </w:numPr>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C32F71"/>
    <w:pPr>
      <w:keepNext/>
      <w:keepLines/>
      <w:numPr>
        <w:ilvl w:val="7"/>
        <w:numId w:val="9"/>
      </w:numPr>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C32F71"/>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32F71"/>
    <w:pPr>
      <w:tabs>
        <w:tab w:val="center" w:pos="4320"/>
        <w:tab w:val="right" w:pos="8640"/>
      </w:tabs>
    </w:pPr>
  </w:style>
  <w:style w:type="paragraph" w:styleId="Footer">
    <w:name w:val="footer"/>
    <w:basedOn w:val="Normal"/>
    <w:rsid w:val="00C32F71"/>
    <w:pPr>
      <w:tabs>
        <w:tab w:val="center" w:pos="4320"/>
        <w:tab w:val="right" w:pos="8640"/>
      </w:tabs>
    </w:pPr>
  </w:style>
  <w:style w:type="paragraph" w:styleId="TOC3">
    <w:name w:val="toc 3"/>
    <w:basedOn w:val="TOC1"/>
    <w:link w:val="TOC3Char"/>
    <w:uiPriority w:val="39"/>
    <w:rsid w:val="00C32F71"/>
    <w:pPr>
      <w:ind w:left="2268" w:hanging="992"/>
    </w:pPr>
    <w:rPr>
      <w:b w:val="0"/>
      <w:caps w:val="0"/>
    </w:rPr>
  </w:style>
  <w:style w:type="paragraph" w:styleId="TOC2">
    <w:name w:val="toc 2"/>
    <w:basedOn w:val="TOC1"/>
    <w:link w:val="TOC2Char"/>
    <w:uiPriority w:val="39"/>
    <w:rsid w:val="00C32F71"/>
    <w:pPr>
      <w:ind w:left="1276" w:hanging="709"/>
    </w:pPr>
    <w:rPr>
      <w:b w:val="0"/>
      <w:caps w:val="0"/>
    </w:rPr>
  </w:style>
  <w:style w:type="paragraph" w:styleId="TOC1">
    <w:name w:val="toc 1"/>
    <w:basedOn w:val="Normal"/>
    <w:link w:val="TOC1Char"/>
    <w:uiPriority w:val="39"/>
    <w:rsid w:val="00C32F71"/>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C32F71"/>
    <w:pPr>
      <w:keepLines/>
      <w:numPr>
        <w:numId w:val="14"/>
      </w:numPr>
      <w:spacing w:before="120" w:after="60"/>
    </w:pPr>
    <w:rPr>
      <w:sz w:val="20"/>
    </w:rPr>
  </w:style>
  <w:style w:type="paragraph" w:customStyle="1" w:styleId="MainTitle">
    <w:name w:val="MainTitle"/>
    <w:basedOn w:val="Normal"/>
    <w:pPr>
      <w:jc w:val="center"/>
    </w:pPr>
    <w:rPr>
      <w:b/>
      <w:sz w:val="28"/>
    </w:rPr>
  </w:style>
  <w:style w:type="character" w:styleId="Hyperlink">
    <w:name w:val="Hyperlink"/>
    <w:uiPriority w:val="99"/>
    <w:rsid w:val="00C32F71"/>
    <w:rPr>
      <w:color w:val="0000FF"/>
      <w:u w:val="single"/>
    </w:rPr>
  </w:style>
  <w:style w:type="paragraph" w:styleId="EndnoteText">
    <w:name w:val="endnote text"/>
    <w:basedOn w:val="Normal"/>
    <w:rsid w:val="00C32F71"/>
    <w:rPr>
      <w:rFonts w:eastAsia="MS Mincho"/>
      <w:lang w:eastAsia="en-US"/>
    </w:rPr>
  </w:style>
  <w:style w:type="paragraph" w:styleId="CommentText">
    <w:name w:val="annotation text"/>
    <w:basedOn w:val="Normal"/>
    <w:rsid w:val="00C32F71"/>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C32F71"/>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C32F71"/>
    <w:pPr>
      <w:ind w:left="1760"/>
    </w:pPr>
  </w:style>
  <w:style w:type="paragraph" w:styleId="CommentSubject">
    <w:name w:val="annotation subject"/>
    <w:basedOn w:val="CommentText"/>
    <w:next w:val="CommentText"/>
    <w:rsid w:val="00C32F71"/>
    <w:rPr>
      <w:rFonts w:eastAsia="Times New Roman"/>
      <w:b/>
      <w:bCs/>
      <w:lang w:eastAsia="de-DE"/>
    </w:rPr>
  </w:style>
  <w:style w:type="paragraph" w:styleId="IndexHeading">
    <w:name w:val="index heading"/>
    <w:basedOn w:val="Normal"/>
    <w:next w:val="Normal"/>
    <w:rsid w:val="00C32F71"/>
    <w:rPr>
      <w:rFonts w:cs="Arial"/>
      <w:b/>
      <w:bCs/>
    </w:rPr>
  </w:style>
  <w:style w:type="paragraph" w:styleId="TableofAuthorities">
    <w:name w:val="table of authorities"/>
    <w:basedOn w:val="Normal"/>
    <w:next w:val="Normal"/>
    <w:rsid w:val="00C32F71"/>
    <w:pPr>
      <w:ind w:left="220" w:hanging="220"/>
    </w:pPr>
  </w:style>
  <w:style w:type="paragraph" w:styleId="TableofFigures">
    <w:name w:val="table of figures"/>
    <w:basedOn w:val="Normal"/>
    <w:next w:val="Normal"/>
    <w:rsid w:val="00C32F71"/>
  </w:style>
  <w:style w:type="paragraph" w:styleId="TOAHeading">
    <w:name w:val="toa heading"/>
    <w:basedOn w:val="Normal"/>
    <w:next w:val="Normal"/>
    <w:rsid w:val="00C32F71"/>
    <w:pPr>
      <w:spacing w:before="120"/>
    </w:pPr>
    <w:rPr>
      <w:rFonts w:cs="Arial"/>
      <w:b/>
      <w:bCs/>
      <w:sz w:val="24"/>
      <w:szCs w:val="24"/>
    </w:rPr>
  </w:style>
  <w:style w:type="paragraph" w:styleId="TOC4">
    <w:name w:val="toc 4"/>
    <w:basedOn w:val="TOC1"/>
    <w:uiPriority w:val="39"/>
    <w:rsid w:val="00C32F71"/>
    <w:pPr>
      <w:ind w:left="3544" w:hanging="1276"/>
    </w:pPr>
    <w:rPr>
      <w:b w:val="0"/>
      <w:caps w:val="0"/>
      <w:noProof/>
    </w:rPr>
  </w:style>
  <w:style w:type="paragraph" w:styleId="TOC5">
    <w:name w:val="toc 5"/>
    <w:basedOn w:val="TOC1"/>
    <w:uiPriority w:val="39"/>
    <w:rsid w:val="00C32F71"/>
    <w:pPr>
      <w:ind w:left="5103" w:hanging="1559"/>
    </w:pPr>
    <w:rPr>
      <w:b w:val="0"/>
      <w:caps w:val="0"/>
      <w:noProof/>
    </w:rPr>
  </w:style>
  <w:style w:type="paragraph" w:styleId="TOC6">
    <w:name w:val="toc 6"/>
    <w:basedOn w:val="TOC1"/>
    <w:next w:val="Normal"/>
    <w:uiPriority w:val="39"/>
    <w:rsid w:val="00C32F71"/>
    <w:pPr>
      <w:ind w:left="1588" w:hanging="1588"/>
    </w:pPr>
    <w:rPr>
      <w:noProof/>
    </w:rPr>
  </w:style>
  <w:style w:type="paragraph" w:styleId="TOC7">
    <w:name w:val="toc 7"/>
    <w:basedOn w:val="Normal"/>
    <w:next w:val="Normal"/>
    <w:autoRedefine/>
    <w:uiPriority w:val="39"/>
    <w:rsid w:val="00C32F71"/>
    <w:pPr>
      <w:ind w:left="1320"/>
    </w:pPr>
  </w:style>
  <w:style w:type="paragraph" w:styleId="TOC8">
    <w:name w:val="toc 8"/>
    <w:basedOn w:val="Normal"/>
    <w:next w:val="Normal"/>
    <w:autoRedefine/>
    <w:uiPriority w:val="39"/>
    <w:rsid w:val="00C32F71"/>
    <w:pPr>
      <w:ind w:left="1540"/>
    </w:pPr>
  </w:style>
  <w:style w:type="paragraph" w:customStyle="1" w:styleId="SDMTiHead">
    <w:name w:val="SDMTiHead"/>
    <w:basedOn w:val="Header"/>
    <w:rsid w:val="00C32F71"/>
    <w:pPr>
      <w:ind w:left="-330" w:firstLine="330"/>
    </w:pPr>
    <w:rPr>
      <w:rFonts w:cs="Arial"/>
      <w:caps/>
      <w:szCs w:val="19"/>
    </w:rPr>
  </w:style>
  <w:style w:type="paragraph" w:customStyle="1" w:styleId="SDMTitle2">
    <w:name w:val="SDMTitle2"/>
    <w:basedOn w:val="Normal"/>
    <w:rsid w:val="00C32F71"/>
    <w:pPr>
      <w:spacing w:after="600"/>
      <w:jc w:val="left"/>
    </w:pPr>
    <w:rPr>
      <w:rFonts w:cs="Arial"/>
      <w:sz w:val="48"/>
      <w:szCs w:val="48"/>
    </w:rPr>
  </w:style>
  <w:style w:type="paragraph" w:customStyle="1" w:styleId="SDMTitle1">
    <w:name w:val="SDMTitle1"/>
    <w:basedOn w:val="Normal"/>
    <w:rsid w:val="00C32F71"/>
    <w:pPr>
      <w:pBdr>
        <w:bottom w:val="single" w:sz="12" w:space="7" w:color="auto"/>
      </w:pBdr>
      <w:spacing w:before="1800" w:after="200"/>
      <w:jc w:val="left"/>
    </w:pPr>
    <w:rPr>
      <w:rFonts w:cs="Arial"/>
      <w:sz w:val="48"/>
      <w:szCs w:val="48"/>
    </w:rPr>
  </w:style>
  <w:style w:type="paragraph" w:customStyle="1" w:styleId="SDMTiInfo">
    <w:name w:val="SDMTiInfo"/>
    <w:basedOn w:val="Normal"/>
    <w:rsid w:val="00C32F71"/>
    <w:pPr>
      <w:spacing w:before="300"/>
    </w:pPr>
    <w:rPr>
      <w:rFonts w:cs="Arial"/>
      <w:szCs w:val="22"/>
    </w:rPr>
  </w:style>
  <w:style w:type="paragraph" w:customStyle="1" w:styleId="SDMHead1">
    <w:name w:val="SDMHead1"/>
    <w:basedOn w:val="Normal"/>
    <w:link w:val="SDMHead1Char"/>
    <w:rsid w:val="00C32F71"/>
    <w:pPr>
      <w:keepNext/>
      <w:keepLines/>
      <w:numPr>
        <w:numId w:val="26"/>
      </w:numPr>
      <w:suppressAutoHyphens/>
      <w:spacing w:before="240" w:after="60"/>
      <w:outlineLvl w:val="0"/>
    </w:pPr>
    <w:rPr>
      <w:rFonts w:cs="Arial"/>
      <w:b/>
      <w:sz w:val="32"/>
      <w:szCs w:val="32"/>
    </w:rPr>
  </w:style>
  <w:style w:type="paragraph" w:customStyle="1" w:styleId="SDMHead2">
    <w:name w:val="SDMHead2"/>
    <w:basedOn w:val="Normal"/>
    <w:rsid w:val="00C32F71"/>
    <w:pPr>
      <w:keepNext/>
      <w:keepLines/>
      <w:numPr>
        <w:ilvl w:val="1"/>
        <w:numId w:val="26"/>
      </w:numPr>
      <w:suppressAutoHyphens/>
      <w:spacing w:before="240" w:after="60"/>
      <w:outlineLvl w:val="1"/>
    </w:pPr>
    <w:rPr>
      <w:rFonts w:cs="Arial"/>
      <w:b/>
      <w:sz w:val="24"/>
      <w:szCs w:val="24"/>
    </w:rPr>
  </w:style>
  <w:style w:type="paragraph" w:customStyle="1" w:styleId="SDMHead3">
    <w:name w:val="SDMHead3"/>
    <w:basedOn w:val="Normal"/>
    <w:rsid w:val="00C32F71"/>
    <w:pPr>
      <w:keepNext/>
      <w:keepLines/>
      <w:numPr>
        <w:ilvl w:val="2"/>
        <w:numId w:val="26"/>
      </w:numPr>
      <w:suppressAutoHyphens/>
      <w:spacing w:before="240" w:after="60"/>
      <w:outlineLvl w:val="2"/>
    </w:pPr>
    <w:rPr>
      <w:rFonts w:cs="Arial"/>
      <w:b/>
      <w:szCs w:val="24"/>
    </w:rPr>
  </w:style>
  <w:style w:type="paragraph" w:customStyle="1" w:styleId="SDMHead4">
    <w:name w:val="SDMHead4"/>
    <w:basedOn w:val="Normal"/>
    <w:rsid w:val="00C32F71"/>
    <w:pPr>
      <w:keepNext/>
      <w:keepLines/>
      <w:numPr>
        <w:ilvl w:val="3"/>
        <w:numId w:val="26"/>
      </w:numPr>
      <w:suppressAutoHyphens/>
      <w:spacing w:before="240" w:after="60"/>
      <w:outlineLvl w:val="3"/>
    </w:pPr>
    <w:rPr>
      <w:rFonts w:cs="Arial"/>
      <w:b/>
      <w:szCs w:val="24"/>
    </w:rPr>
  </w:style>
  <w:style w:type="paragraph" w:customStyle="1" w:styleId="SDMHead5">
    <w:name w:val="SDMHead5"/>
    <w:basedOn w:val="Normal"/>
    <w:rsid w:val="00C32F71"/>
    <w:pPr>
      <w:keepNext/>
      <w:keepLines/>
      <w:numPr>
        <w:ilvl w:val="4"/>
        <w:numId w:val="26"/>
      </w:numPr>
      <w:suppressAutoHyphens/>
      <w:spacing w:before="240" w:after="60"/>
      <w:outlineLvl w:val="4"/>
    </w:pPr>
    <w:rPr>
      <w:rFonts w:cs="Arial"/>
      <w:b/>
      <w:szCs w:val="24"/>
    </w:rPr>
  </w:style>
  <w:style w:type="character" w:customStyle="1" w:styleId="SDMHead1Char">
    <w:name w:val="SDMHead1 Char"/>
    <w:link w:val="SDMHead1"/>
    <w:rsid w:val="00C32F71"/>
    <w:rPr>
      <w:rFonts w:ascii="Arial" w:hAnsi="Arial" w:cs="Arial"/>
      <w:b/>
      <w:sz w:val="32"/>
      <w:szCs w:val="32"/>
      <w:lang w:eastAsia="de-DE"/>
    </w:rPr>
  </w:style>
  <w:style w:type="paragraph" w:customStyle="1" w:styleId="SDMPara">
    <w:name w:val="SDMPara"/>
    <w:basedOn w:val="Normal"/>
    <w:rsid w:val="00C32F71"/>
    <w:pPr>
      <w:numPr>
        <w:numId w:val="2"/>
      </w:numPr>
      <w:spacing w:before="180"/>
    </w:pPr>
    <w:rPr>
      <w:rFonts w:cs="Arial"/>
      <w:szCs w:val="22"/>
    </w:rPr>
  </w:style>
  <w:style w:type="paragraph" w:customStyle="1" w:styleId="SDMSubPara1">
    <w:name w:val="SDMSubPara1"/>
    <w:basedOn w:val="Normal"/>
    <w:rsid w:val="00C32F71"/>
    <w:pPr>
      <w:numPr>
        <w:ilvl w:val="1"/>
        <w:numId w:val="2"/>
      </w:numPr>
      <w:spacing w:before="180"/>
    </w:pPr>
    <w:rPr>
      <w:rFonts w:cs="Arial"/>
      <w:szCs w:val="22"/>
    </w:rPr>
  </w:style>
  <w:style w:type="paragraph" w:customStyle="1" w:styleId="SDMSubPara2">
    <w:name w:val="SDMSubPara2"/>
    <w:basedOn w:val="Normal"/>
    <w:rsid w:val="00C32F71"/>
    <w:pPr>
      <w:numPr>
        <w:ilvl w:val="2"/>
        <w:numId w:val="2"/>
      </w:numPr>
      <w:spacing w:before="180"/>
    </w:pPr>
    <w:rPr>
      <w:rFonts w:cs="Arial"/>
      <w:szCs w:val="22"/>
    </w:rPr>
  </w:style>
  <w:style w:type="character" w:customStyle="1" w:styleId="FootnoteTextChar">
    <w:name w:val="Footnote Text Char"/>
    <w:link w:val="FootnoteText"/>
    <w:rsid w:val="00C32F71"/>
    <w:rPr>
      <w:rFonts w:ascii="Arial" w:hAnsi="Arial"/>
      <w:lang w:eastAsia="de-DE"/>
    </w:rPr>
  </w:style>
  <w:style w:type="table" w:customStyle="1" w:styleId="SDMTable">
    <w:name w:val="SDMTable"/>
    <w:basedOn w:val="TableNormal"/>
    <w:rsid w:val="00C32F71"/>
    <w:rPr>
      <w:rFonts w:ascii="Arial" w:hAnsi="Arial"/>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C32F71"/>
    <w:pPr>
      <w:jc w:val="center"/>
    </w:pPr>
    <w:rPr>
      <w:rFonts w:cs="Arial"/>
      <w:sz w:val="20"/>
    </w:rPr>
  </w:style>
  <w:style w:type="table" w:customStyle="1" w:styleId="SDMTableDocInfo">
    <w:name w:val="SDMTableDocInfo"/>
    <w:basedOn w:val="TableNormal"/>
    <w:rsid w:val="00C32F71"/>
    <w:pPr>
      <w:keepNext/>
      <w:spacing w:before="80" w:after="80"/>
    </w:pPr>
    <w:rPr>
      <w:rFonts w:ascii="Arial" w:hAnsi="Arial"/>
    </w:rPr>
    <w:tblPr>
      <w:tblInd w:w="0" w:type="dxa"/>
      <w:tblCellMar>
        <w:top w:w="0" w:type="dxa"/>
        <w:left w:w="108" w:type="dxa"/>
        <w:bottom w:w="0" w:type="dxa"/>
        <w:right w:w="108" w:type="dxa"/>
      </w:tblCellMa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C32F71"/>
    <w:pPr>
      <w:keepLines/>
      <w:spacing w:before="80" w:after="80"/>
    </w:pPr>
    <w:rPr>
      <w:rFonts w:cs="Arial"/>
      <w:sz w:val="20"/>
    </w:rPr>
  </w:style>
  <w:style w:type="character" w:customStyle="1" w:styleId="SDMDocInfoTextChar">
    <w:name w:val="SDMDocInfoText Char"/>
    <w:link w:val="SDMDocInfoText"/>
    <w:rsid w:val="00C32F71"/>
    <w:rPr>
      <w:rFonts w:ascii="Arial" w:hAnsi="Arial" w:cs="Arial"/>
      <w:lang w:eastAsia="de-DE"/>
    </w:rPr>
  </w:style>
  <w:style w:type="paragraph" w:customStyle="1" w:styleId="SDMDocInfoTitle">
    <w:name w:val="SDMDocInfoTitle"/>
    <w:basedOn w:val="Normal"/>
    <w:rsid w:val="00C32F71"/>
    <w:pPr>
      <w:keepNext/>
      <w:keepLines/>
      <w:spacing w:before="480" w:after="240"/>
      <w:jc w:val="center"/>
    </w:pPr>
    <w:rPr>
      <w:rFonts w:cs="Arial"/>
      <w:b/>
      <w:szCs w:val="22"/>
    </w:rPr>
  </w:style>
  <w:style w:type="paragraph" w:customStyle="1" w:styleId="SDMSubPara3">
    <w:name w:val="SDMSubPara3"/>
    <w:basedOn w:val="Normal"/>
    <w:rsid w:val="00C32F71"/>
    <w:pPr>
      <w:numPr>
        <w:ilvl w:val="3"/>
        <w:numId w:val="2"/>
      </w:numPr>
      <w:spacing w:before="180"/>
      <w:ind w:left="2721" w:hanging="595"/>
    </w:pPr>
  </w:style>
  <w:style w:type="paragraph" w:customStyle="1" w:styleId="SDMSubPara4">
    <w:name w:val="SDMSubPara4"/>
    <w:basedOn w:val="Normal"/>
    <w:rsid w:val="00C32F71"/>
    <w:pPr>
      <w:numPr>
        <w:ilvl w:val="4"/>
        <w:numId w:val="2"/>
      </w:numPr>
      <w:spacing w:before="180"/>
    </w:pPr>
  </w:style>
  <w:style w:type="character" w:customStyle="1" w:styleId="TOC1Char">
    <w:name w:val="TOC 1 Char"/>
    <w:link w:val="TOC1"/>
    <w:uiPriority w:val="39"/>
    <w:rsid w:val="00C32F71"/>
    <w:rPr>
      <w:rFonts w:ascii="Arial" w:hAnsi="Arial" w:cs="Arial"/>
      <w:b/>
      <w:caps/>
      <w:sz w:val="21"/>
      <w:szCs w:val="21"/>
      <w:lang w:eastAsia="de-DE"/>
    </w:rPr>
  </w:style>
  <w:style w:type="character" w:customStyle="1" w:styleId="TOC2Char">
    <w:name w:val="TOC 2 Char"/>
    <w:link w:val="TOC2"/>
    <w:uiPriority w:val="39"/>
    <w:rsid w:val="00C32F71"/>
    <w:rPr>
      <w:rFonts w:ascii="Arial" w:hAnsi="Arial" w:cs="Arial"/>
      <w:sz w:val="21"/>
      <w:szCs w:val="21"/>
      <w:lang w:eastAsia="de-DE"/>
    </w:rPr>
  </w:style>
  <w:style w:type="character" w:customStyle="1" w:styleId="TOC3Char">
    <w:name w:val="TOC 3 Char"/>
    <w:link w:val="TOC3"/>
    <w:uiPriority w:val="39"/>
    <w:rsid w:val="00C32F71"/>
    <w:rPr>
      <w:rFonts w:ascii="Arial" w:hAnsi="Arial" w:cs="Arial"/>
      <w:sz w:val="21"/>
      <w:szCs w:val="21"/>
      <w:lang w:eastAsia="de-DE"/>
    </w:rPr>
  </w:style>
  <w:style w:type="paragraph" w:customStyle="1" w:styleId="SDMHeader">
    <w:name w:val="SDMHeader"/>
    <w:basedOn w:val="Header"/>
    <w:rsid w:val="00C32F71"/>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C32F71"/>
    <w:pPr>
      <w:keepNext/>
      <w:keepLines/>
    </w:pPr>
    <w:rPr>
      <w:rFonts w:cs="Arial"/>
      <w:i/>
      <w:sz w:val="16"/>
      <w:szCs w:val="16"/>
    </w:rPr>
  </w:style>
  <w:style w:type="table" w:customStyle="1" w:styleId="SDMBox">
    <w:name w:val="SDMBox"/>
    <w:basedOn w:val="TableNormal"/>
    <w:rsid w:val="00C32F7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C32F71"/>
    <w:pPr>
      <w:numPr>
        <w:numId w:val="17"/>
      </w:numPr>
    </w:pPr>
  </w:style>
  <w:style w:type="numbering" w:customStyle="1" w:styleId="SDMHeadList">
    <w:name w:val="SDMHeadList"/>
    <w:uiPriority w:val="99"/>
    <w:rsid w:val="00C32F71"/>
    <w:pPr>
      <w:numPr>
        <w:numId w:val="15"/>
      </w:numPr>
    </w:pPr>
  </w:style>
  <w:style w:type="paragraph" w:customStyle="1" w:styleId="SDMAppTitle">
    <w:name w:val="SDMAppTitle"/>
    <w:basedOn w:val="SDMHead1"/>
    <w:next w:val="SDMApp1"/>
    <w:qFormat/>
    <w:rsid w:val="00C32F71"/>
    <w:pPr>
      <w:pageBreakBefore/>
      <w:numPr>
        <w:numId w:val="11"/>
      </w:numPr>
      <w:spacing w:before="120" w:after="600"/>
    </w:pPr>
  </w:style>
  <w:style w:type="paragraph" w:customStyle="1" w:styleId="SDMApp1">
    <w:name w:val="SDMApp1"/>
    <w:basedOn w:val="SDMHead2"/>
    <w:qFormat/>
    <w:rsid w:val="00C32F71"/>
    <w:pPr>
      <w:numPr>
        <w:numId w:val="11"/>
      </w:numPr>
      <w:outlineLvl w:val="9"/>
    </w:pPr>
  </w:style>
  <w:style w:type="paragraph" w:customStyle="1" w:styleId="SDMApp2">
    <w:name w:val="SDMApp2"/>
    <w:basedOn w:val="SDMHead3"/>
    <w:qFormat/>
    <w:rsid w:val="00C32F71"/>
    <w:pPr>
      <w:numPr>
        <w:numId w:val="11"/>
      </w:numPr>
      <w:outlineLvl w:val="9"/>
    </w:pPr>
  </w:style>
  <w:style w:type="paragraph" w:customStyle="1" w:styleId="SDMApp3">
    <w:name w:val="SDMApp3"/>
    <w:basedOn w:val="SDMHead4"/>
    <w:qFormat/>
    <w:rsid w:val="00C32F71"/>
    <w:pPr>
      <w:numPr>
        <w:numId w:val="11"/>
      </w:numPr>
      <w:outlineLvl w:val="9"/>
    </w:pPr>
  </w:style>
  <w:style w:type="paragraph" w:customStyle="1" w:styleId="SDMApp4">
    <w:name w:val="SDMApp4"/>
    <w:basedOn w:val="SDMHead5"/>
    <w:qFormat/>
    <w:rsid w:val="00C32F71"/>
    <w:pPr>
      <w:numPr>
        <w:numId w:val="11"/>
      </w:numPr>
      <w:outlineLvl w:val="9"/>
    </w:pPr>
  </w:style>
  <w:style w:type="numbering" w:customStyle="1" w:styleId="SDMAppHeadList">
    <w:name w:val="SDMAppHeadList"/>
    <w:uiPriority w:val="99"/>
    <w:rsid w:val="00C32F71"/>
    <w:pPr>
      <w:numPr>
        <w:numId w:val="10"/>
      </w:numPr>
    </w:pPr>
  </w:style>
  <w:style w:type="paragraph" w:customStyle="1" w:styleId="SDMDocRef">
    <w:name w:val="SDMDocRef"/>
    <w:basedOn w:val="Normal"/>
    <w:qFormat/>
    <w:rsid w:val="00C32F71"/>
    <w:pPr>
      <w:spacing w:before="100"/>
    </w:pPr>
    <w:rPr>
      <w:b/>
      <w:caps/>
      <w:sz w:val="28"/>
    </w:rPr>
  </w:style>
  <w:style w:type="paragraph" w:customStyle="1" w:styleId="SDMApp5">
    <w:name w:val="SDMApp5"/>
    <w:basedOn w:val="SDMApp4"/>
    <w:qFormat/>
    <w:rsid w:val="00C32F71"/>
    <w:pPr>
      <w:numPr>
        <w:ilvl w:val="5"/>
      </w:numPr>
      <w:tabs>
        <w:tab w:val="left" w:pos="1418"/>
      </w:tabs>
      <w:ind w:left="1418" w:hanging="1418"/>
    </w:pPr>
  </w:style>
  <w:style w:type="paragraph" w:customStyle="1" w:styleId="SDMTableBoxFigureFootnote">
    <w:name w:val="SDMTableBoxFigureFootnote"/>
    <w:basedOn w:val="Normal"/>
    <w:qFormat/>
    <w:rsid w:val="00C32F71"/>
    <w:pPr>
      <w:numPr>
        <w:numId w:val="22"/>
      </w:numPr>
      <w:spacing w:before="120"/>
    </w:pPr>
    <w:rPr>
      <w:sz w:val="20"/>
    </w:rPr>
  </w:style>
  <w:style w:type="paragraph" w:customStyle="1" w:styleId="SDMCovNoteTitle">
    <w:name w:val="SDMCovNoteTitle"/>
    <w:basedOn w:val="Normal"/>
    <w:qFormat/>
    <w:rsid w:val="00C32F71"/>
    <w:pPr>
      <w:keepNext/>
      <w:keepLines/>
      <w:suppressAutoHyphens/>
      <w:spacing w:before="240" w:after="840"/>
      <w:jc w:val="center"/>
    </w:pPr>
    <w:rPr>
      <w:b/>
      <w:caps/>
      <w:sz w:val="32"/>
    </w:rPr>
  </w:style>
  <w:style w:type="numbering" w:customStyle="1" w:styleId="SDMCovNoteHeadList">
    <w:name w:val="SDMCovNoteHeadList"/>
    <w:uiPriority w:val="99"/>
    <w:rsid w:val="00C32F71"/>
    <w:pPr>
      <w:numPr>
        <w:numId w:val="12"/>
      </w:numPr>
    </w:pPr>
  </w:style>
  <w:style w:type="paragraph" w:customStyle="1" w:styleId="SDMCovNoteHead1">
    <w:name w:val="SDMCovNoteHead1"/>
    <w:basedOn w:val="Normal"/>
    <w:rsid w:val="00C32F71"/>
    <w:pPr>
      <w:keepNext/>
      <w:keepLines/>
      <w:numPr>
        <w:numId w:val="3"/>
      </w:numPr>
      <w:suppressAutoHyphens/>
      <w:spacing w:before="240" w:after="60"/>
    </w:pPr>
    <w:rPr>
      <w:b/>
      <w:sz w:val="24"/>
    </w:rPr>
  </w:style>
  <w:style w:type="paragraph" w:customStyle="1" w:styleId="SDMCovNoteHead2">
    <w:name w:val="SDMCovNoteHead2"/>
    <w:basedOn w:val="Normal"/>
    <w:rsid w:val="00C32F71"/>
    <w:pPr>
      <w:keepNext/>
      <w:keepLines/>
      <w:numPr>
        <w:ilvl w:val="1"/>
        <w:numId w:val="3"/>
      </w:numPr>
      <w:spacing w:before="240" w:after="60"/>
    </w:pPr>
    <w:rPr>
      <w:b/>
    </w:rPr>
  </w:style>
  <w:style w:type="paragraph" w:customStyle="1" w:styleId="SDMCovNoteHead3">
    <w:name w:val="SDMCovNoteHead3"/>
    <w:basedOn w:val="Normal"/>
    <w:rsid w:val="00C32F71"/>
    <w:pPr>
      <w:keepNext/>
      <w:keepLines/>
      <w:numPr>
        <w:ilvl w:val="2"/>
        <w:numId w:val="3"/>
      </w:numPr>
      <w:spacing w:before="240" w:after="60"/>
    </w:pPr>
    <w:rPr>
      <w:b/>
    </w:rPr>
  </w:style>
  <w:style w:type="paragraph" w:styleId="NoSpacing">
    <w:name w:val="No Spacing"/>
    <w:link w:val="NoSpacingChar"/>
    <w:uiPriority w:val="1"/>
    <w:qFormat/>
    <w:rsid w:val="00C32F71"/>
    <w:rPr>
      <w:rFonts w:ascii="Calibri" w:eastAsia="MS Mincho" w:hAnsi="Calibri" w:cs="Arial"/>
      <w:sz w:val="22"/>
      <w:szCs w:val="22"/>
      <w:lang w:val="en-US" w:eastAsia="ja-JP"/>
    </w:rPr>
  </w:style>
  <w:style w:type="character" w:customStyle="1" w:styleId="NoSpacingChar">
    <w:name w:val="No Spacing Char"/>
    <w:link w:val="NoSpacing"/>
    <w:uiPriority w:val="1"/>
    <w:rsid w:val="00C32F71"/>
    <w:rPr>
      <w:rFonts w:ascii="Calibri" w:eastAsia="MS Mincho" w:hAnsi="Calibri" w:cs="Arial"/>
      <w:sz w:val="22"/>
      <w:szCs w:val="22"/>
      <w:lang w:val="en-US" w:eastAsia="ja-JP"/>
    </w:rPr>
  </w:style>
  <w:style w:type="paragraph" w:customStyle="1" w:styleId="SDMTOCHeading">
    <w:name w:val="SDMTOCHeading"/>
    <w:basedOn w:val="Normal"/>
    <w:qFormat/>
    <w:rsid w:val="00C32F71"/>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C32F71"/>
    <w:pPr>
      <w:numPr>
        <w:numId w:val="21"/>
      </w:numPr>
    </w:pPr>
  </w:style>
  <w:style w:type="paragraph" w:customStyle="1" w:styleId="SDMTableBoxFigureFootnoteSL1">
    <w:name w:val="SDMTableBoxFigureFootnoteSL1"/>
    <w:basedOn w:val="SDMTableBoxFigureFootnote"/>
    <w:qFormat/>
    <w:rsid w:val="00C32F71"/>
    <w:pPr>
      <w:numPr>
        <w:ilvl w:val="1"/>
      </w:numPr>
      <w:spacing w:before="40"/>
    </w:pPr>
  </w:style>
  <w:style w:type="paragraph" w:customStyle="1" w:styleId="SDMTableBoxFigureFootnoteSL2">
    <w:name w:val="SDMTableBoxFigureFootnoteSL2"/>
    <w:basedOn w:val="SDMTableBoxFigureFootnote"/>
    <w:qFormat/>
    <w:rsid w:val="00C32F71"/>
    <w:pPr>
      <w:numPr>
        <w:ilvl w:val="2"/>
      </w:numPr>
      <w:spacing w:before="40"/>
    </w:pPr>
  </w:style>
  <w:style w:type="paragraph" w:customStyle="1" w:styleId="SDMTableBoxFigureFootnoteSL3">
    <w:name w:val="SDMTableBoxFigureFootnoteSL3"/>
    <w:basedOn w:val="SDMTableBoxFigureFootnote"/>
    <w:qFormat/>
    <w:rsid w:val="00C32F71"/>
    <w:pPr>
      <w:numPr>
        <w:ilvl w:val="3"/>
      </w:numPr>
      <w:spacing w:before="40"/>
    </w:pPr>
  </w:style>
  <w:style w:type="paragraph" w:customStyle="1" w:styleId="SDMTableBoxFigureFootnoteSL4">
    <w:name w:val="SDMTableBoxFigureFootnoteSL4"/>
    <w:basedOn w:val="SDMTableBoxFigureFootnote"/>
    <w:qFormat/>
    <w:rsid w:val="00C32F71"/>
    <w:pPr>
      <w:numPr>
        <w:ilvl w:val="4"/>
      </w:numPr>
      <w:spacing w:before="40"/>
    </w:pPr>
  </w:style>
  <w:style w:type="paragraph" w:customStyle="1" w:styleId="SDMTableBoxFigureFootnoteSL5">
    <w:name w:val="SDMTableBoxFigureFootnoteSL5"/>
    <w:basedOn w:val="SDMTableBoxFigureFootnote"/>
    <w:qFormat/>
    <w:rsid w:val="00C32F71"/>
    <w:pPr>
      <w:numPr>
        <w:ilvl w:val="5"/>
      </w:numPr>
      <w:spacing w:before="40"/>
    </w:pPr>
  </w:style>
  <w:style w:type="character" w:styleId="PlaceholderText">
    <w:name w:val="Placeholder Text"/>
    <w:basedOn w:val="DefaultParagraphFont"/>
    <w:uiPriority w:val="99"/>
    <w:rsid w:val="00C32F71"/>
    <w:rPr>
      <w:color w:val="808080"/>
    </w:rPr>
  </w:style>
  <w:style w:type="paragraph" w:styleId="BalloonText">
    <w:name w:val="Balloon Text"/>
    <w:basedOn w:val="Normal"/>
    <w:link w:val="BalloonTextChar"/>
    <w:rsid w:val="00C32F71"/>
    <w:rPr>
      <w:rFonts w:ascii="Tahoma" w:hAnsi="Tahoma" w:cs="Tahoma"/>
      <w:sz w:val="16"/>
      <w:szCs w:val="16"/>
    </w:rPr>
  </w:style>
  <w:style w:type="character" w:customStyle="1" w:styleId="BalloonTextChar">
    <w:name w:val="Balloon Text Char"/>
    <w:basedOn w:val="DefaultParagraphFont"/>
    <w:link w:val="BalloonText"/>
    <w:rsid w:val="00C32F71"/>
    <w:rPr>
      <w:rFonts w:ascii="Tahoma" w:hAnsi="Tahoma" w:cs="Tahoma"/>
      <w:sz w:val="16"/>
      <w:szCs w:val="16"/>
      <w:lang w:eastAsia="de-DE"/>
    </w:rPr>
  </w:style>
  <w:style w:type="paragraph" w:styleId="Date">
    <w:name w:val="Date"/>
    <w:basedOn w:val="Normal"/>
    <w:next w:val="Normal"/>
    <w:link w:val="DateChar"/>
    <w:rsid w:val="00C32F71"/>
  </w:style>
  <w:style w:type="character" w:customStyle="1" w:styleId="DateChar">
    <w:name w:val="Date Char"/>
    <w:basedOn w:val="DefaultParagraphFont"/>
    <w:link w:val="Date"/>
    <w:rsid w:val="00C32F71"/>
    <w:rPr>
      <w:rFonts w:ascii="Arial" w:hAnsi="Arial"/>
      <w:sz w:val="22"/>
      <w:lang w:eastAsia="de-DE"/>
    </w:rPr>
  </w:style>
  <w:style w:type="paragraph" w:customStyle="1" w:styleId="SDMConfidentialMark">
    <w:name w:val="SDMConfidentialMark"/>
    <w:basedOn w:val="Normal"/>
    <w:qFormat/>
    <w:rsid w:val="00C32F71"/>
    <w:pPr>
      <w:spacing w:before="1200"/>
      <w:jc w:val="right"/>
    </w:pPr>
    <w:rPr>
      <w:b/>
      <w:caps/>
      <w:spacing w:val="10"/>
      <w:sz w:val="32"/>
    </w:rPr>
  </w:style>
  <w:style w:type="character" w:customStyle="1" w:styleId="Heading1Char">
    <w:name w:val="Heading 1 Char"/>
    <w:basedOn w:val="DefaultParagraphFont"/>
    <w:link w:val="Heading1"/>
    <w:rsid w:val="00C32F71"/>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C32F7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C32F71"/>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C32F71"/>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C32F71"/>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C32F71"/>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C32F71"/>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C32F71"/>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C32F71"/>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C32F71"/>
    <w:rPr>
      <w:rFonts w:ascii="Arial" w:hAnsi="Arial"/>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C32F71"/>
    <w:rPr>
      <w:rFonts w:ascii="Arial" w:hAnsi="Arial"/>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C32F71"/>
    <w:pPr>
      <w:ind w:left="1531"/>
    </w:pPr>
  </w:style>
  <w:style w:type="table" w:customStyle="1" w:styleId="SDMMethTable">
    <w:name w:val="SDMMethTable"/>
    <w:basedOn w:val="SDMTable"/>
    <w:uiPriority w:val="99"/>
    <w:rsid w:val="00C32F71"/>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C32F71"/>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C32F71"/>
    <w:pPr>
      <w:spacing w:before="180" w:after="0"/>
    </w:pPr>
    <w:rPr>
      <w:b w:val="0"/>
      <w:sz w:val="22"/>
    </w:rPr>
  </w:style>
  <w:style w:type="paragraph" w:customStyle="1" w:styleId="SDMMethEquation">
    <w:name w:val="SDMMethEquation"/>
    <w:basedOn w:val="SDMPara"/>
    <w:qFormat/>
    <w:rsid w:val="00C32F71"/>
    <w:pPr>
      <w:keepLines/>
      <w:numPr>
        <w:numId w:val="0"/>
      </w:numPr>
      <w:spacing w:before="360" w:line="360" w:lineRule="auto"/>
    </w:pPr>
  </w:style>
  <w:style w:type="table" w:customStyle="1" w:styleId="SDMMethTableEquation">
    <w:name w:val="SDMMethTableEquation"/>
    <w:basedOn w:val="TableNormal"/>
    <w:uiPriority w:val="99"/>
    <w:rsid w:val="00C32F71"/>
    <w:rPr>
      <w:rFonts w:ascii="Arial" w:hAnsi="Arial"/>
      <w:sz w:val="22"/>
    </w:rPr>
    <w:tblPr>
      <w:tblInd w:w="680" w:type="dxa"/>
      <w:tblCellMar>
        <w:top w:w="0" w:type="dxa"/>
        <w:left w:w="108" w:type="dxa"/>
        <w:bottom w:w="0" w:type="dxa"/>
        <w:right w:w="108" w:type="dxa"/>
      </w:tblCellMar>
    </w:tblPr>
    <w:trPr>
      <w:cantSplit/>
    </w:trPr>
  </w:style>
  <w:style w:type="paragraph" w:customStyle="1" w:styleId="SDMTableBoxParaNotNumbered">
    <w:name w:val="SDMTable&amp;BoxParaNotNumbered"/>
    <w:basedOn w:val="Normal"/>
    <w:qFormat/>
    <w:rsid w:val="00C32F71"/>
    <w:pPr>
      <w:jc w:val="left"/>
    </w:pPr>
    <w:rPr>
      <w:sz w:val="20"/>
    </w:rPr>
  </w:style>
  <w:style w:type="paragraph" w:customStyle="1" w:styleId="SDMTableBoxParaNumbered">
    <w:name w:val="SDMTable&amp;BoxParaNumbered"/>
    <w:basedOn w:val="Normal"/>
    <w:qFormat/>
    <w:rsid w:val="00C32F71"/>
    <w:pPr>
      <w:numPr>
        <w:numId w:val="19"/>
      </w:numPr>
      <w:jc w:val="left"/>
    </w:pPr>
    <w:rPr>
      <w:sz w:val="20"/>
    </w:rPr>
  </w:style>
  <w:style w:type="paragraph" w:customStyle="1" w:styleId="SDMMethEquationNr">
    <w:name w:val="SDMMethEquationNr"/>
    <w:basedOn w:val="SDMMethEquation"/>
    <w:qFormat/>
    <w:rsid w:val="00C32F71"/>
    <w:pPr>
      <w:keepNext/>
      <w:numPr>
        <w:numId w:val="27"/>
      </w:numPr>
      <w:jc w:val="right"/>
    </w:pPr>
    <w:rPr>
      <w:sz w:val="20"/>
    </w:rPr>
  </w:style>
  <w:style w:type="paragraph" w:styleId="ListParagraph">
    <w:name w:val="List Paragraph"/>
    <w:basedOn w:val="Normal"/>
    <w:uiPriority w:val="34"/>
    <w:qFormat/>
    <w:rsid w:val="00C32F71"/>
    <w:pPr>
      <w:ind w:left="720"/>
      <w:contextualSpacing/>
    </w:p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character" w:styleId="FootnoteReference">
    <w:name w:val="footnote reference"/>
    <w:basedOn w:val="DefaultParagraphFont"/>
    <w:rsid w:val="00C32F71"/>
    <w:rPr>
      <w:vertAlign w:val="superscript"/>
    </w:rPr>
  </w:style>
  <w:style w:type="character" w:styleId="CommentReference">
    <w:name w:val="annotation reference"/>
    <w:basedOn w:val="DefaultParagraphFont"/>
    <w:rsid w:val="00FE4DC3"/>
    <w:rPr>
      <w:sz w:val="16"/>
      <w:szCs w:val="16"/>
    </w:rPr>
  </w:style>
  <w:style w:type="paragraph" w:customStyle="1" w:styleId="CaptionFullPage">
    <w:name w:val="CaptionFullPage"/>
    <w:basedOn w:val="Caption"/>
    <w:qFormat/>
    <w:rsid w:val="00C32F71"/>
    <w:pPr>
      <w:ind w:left="0" w:firstLine="0"/>
    </w:pPr>
  </w:style>
  <w:style w:type="table" w:customStyle="1" w:styleId="SDMBoxFullPage">
    <w:name w:val="SDMBoxFullPage"/>
    <w:basedOn w:val="SDMBox"/>
    <w:uiPriority w:val="99"/>
    <w:rsid w:val="00C32F71"/>
    <w:tblPr>
      <w:jc w:val="center"/>
      <w:tblInd w:w="0"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DocInfoTextBullets">
    <w:name w:val="SDMDocInfoTextBullets"/>
    <w:uiPriority w:val="99"/>
    <w:rsid w:val="00C32F71"/>
    <w:pPr>
      <w:numPr>
        <w:numId w:val="13"/>
      </w:numPr>
    </w:pPr>
  </w:style>
  <w:style w:type="numbering" w:customStyle="1" w:styleId="SDMFootnoteList">
    <w:name w:val="SDMFootnoteList"/>
    <w:uiPriority w:val="99"/>
    <w:rsid w:val="00C32F71"/>
    <w:pPr>
      <w:numPr>
        <w:numId w:val="14"/>
      </w:numPr>
    </w:pPr>
  </w:style>
  <w:style w:type="numbering" w:customStyle="1" w:styleId="SDMMethEquationNrList">
    <w:name w:val="SDMMethEquationNrList"/>
    <w:uiPriority w:val="99"/>
    <w:rsid w:val="00C32F71"/>
    <w:pPr>
      <w:numPr>
        <w:numId w:val="16"/>
      </w:numPr>
    </w:pPr>
  </w:style>
  <w:style w:type="table" w:customStyle="1" w:styleId="SDMMethTableFullPage">
    <w:name w:val="SDMMethTableFullPage"/>
    <w:basedOn w:val="SDMMethTable"/>
    <w:uiPriority w:val="99"/>
    <w:rsid w:val="00C32F71"/>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numbering" w:customStyle="1" w:styleId="SDMTableBoxParaNumberedList">
    <w:name w:val="SDMTable&amp;BoxParaNumberedList"/>
    <w:rsid w:val="00C32F71"/>
    <w:pPr>
      <w:numPr>
        <w:numId w:val="19"/>
      </w:numPr>
    </w:pPr>
  </w:style>
  <w:style w:type="paragraph" w:customStyle="1" w:styleId="SDMTableBoxFigureFootnoteFullPage">
    <w:name w:val="SDMTableBoxFigureFootnoteFullPage"/>
    <w:basedOn w:val="SDMTableBoxFigureFootnote"/>
    <w:rsid w:val="00C32F71"/>
    <w:pPr>
      <w:numPr>
        <w:numId w:val="23"/>
      </w:numPr>
    </w:pPr>
  </w:style>
  <w:style w:type="numbering" w:customStyle="1" w:styleId="SDMTableBoxFigureFootnoteFullPageList">
    <w:name w:val="SDMTableBoxFigureFootnoteFullPageList"/>
    <w:uiPriority w:val="99"/>
    <w:rsid w:val="00C32F71"/>
    <w:pPr>
      <w:numPr>
        <w:numId w:val="20"/>
      </w:numPr>
    </w:pPr>
  </w:style>
  <w:style w:type="paragraph" w:customStyle="1" w:styleId="SDMTableBoxFigureFootnoteSL1FullPage">
    <w:name w:val="SDMTableBoxFigureFootnoteSL1FullPage"/>
    <w:basedOn w:val="SDMTableBoxFigureFootnoteSL1"/>
    <w:rsid w:val="00C32F71"/>
    <w:pPr>
      <w:numPr>
        <w:numId w:val="23"/>
      </w:numPr>
    </w:pPr>
  </w:style>
  <w:style w:type="paragraph" w:customStyle="1" w:styleId="SDMTableBoxFigureFootnoteSL2FullPage">
    <w:name w:val="SDMTableBoxFigureFootnoteSL2FullPage"/>
    <w:basedOn w:val="SDMTableBoxFigureFootnoteSL2"/>
    <w:rsid w:val="00C32F71"/>
    <w:pPr>
      <w:numPr>
        <w:numId w:val="23"/>
      </w:numPr>
    </w:pPr>
  </w:style>
  <w:style w:type="paragraph" w:customStyle="1" w:styleId="SDMTableBoxFigureFootnoteSL3FullPage">
    <w:name w:val="SDMTableBoxFigureFootnoteSL3FullPage"/>
    <w:basedOn w:val="SDMTableBoxFigureFootnoteSL3"/>
    <w:rsid w:val="00C32F71"/>
    <w:pPr>
      <w:numPr>
        <w:numId w:val="23"/>
      </w:numPr>
      <w:ind w:left="1248" w:hanging="397"/>
    </w:pPr>
  </w:style>
  <w:style w:type="paragraph" w:customStyle="1" w:styleId="SDMTableBoxFigureFootnoteSL4FullPage">
    <w:name w:val="SDMTableBoxFigureFootnoteSL4FullPage"/>
    <w:basedOn w:val="SDMTableBoxFigureFootnoteSL4"/>
    <w:rsid w:val="00C32F71"/>
    <w:pPr>
      <w:numPr>
        <w:numId w:val="23"/>
      </w:numPr>
      <w:ind w:left="1587" w:hanging="340"/>
    </w:pPr>
  </w:style>
  <w:style w:type="paragraph" w:customStyle="1" w:styleId="SDMTableBoxFigureFootnoteSL5FullPage">
    <w:name w:val="SDMTableBoxFigureFootnoteSL5FullPage"/>
    <w:basedOn w:val="SDMTableBoxFigureFootnoteSL5"/>
    <w:rsid w:val="00C32F71"/>
    <w:pPr>
      <w:numPr>
        <w:numId w:val="23"/>
      </w:numPr>
      <w:ind w:left="2042" w:hanging="454"/>
    </w:pPr>
  </w:style>
  <w:style w:type="table" w:customStyle="1" w:styleId="SDMTableFullPage">
    <w:name w:val="SDMTableFullPage"/>
    <w:basedOn w:val="SDMTable"/>
    <w:uiPriority w:val="99"/>
    <w:rsid w:val="00C32F71"/>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0747">
      <w:bodyDiv w:val="1"/>
      <w:marLeft w:val="0"/>
      <w:marRight w:val="0"/>
      <w:marTop w:val="0"/>
      <w:marBottom w:val="0"/>
      <w:divBdr>
        <w:top w:val="none" w:sz="0" w:space="0" w:color="auto"/>
        <w:left w:val="none" w:sz="0" w:space="0" w:color="auto"/>
        <w:bottom w:val="none" w:sz="0" w:space="0" w:color="auto"/>
        <w:right w:val="none" w:sz="0" w:space="0" w:color="auto"/>
      </w:divBdr>
    </w:div>
    <w:div w:id="934942610">
      <w:bodyDiv w:val="1"/>
      <w:marLeft w:val="0"/>
      <w:marRight w:val="0"/>
      <w:marTop w:val="0"/>
      <w:marBottom w:val="0"/>
      <w:divBdr>
        <w:top w:val="none" w:sz="0" w:space="0" w:color="auto"/>
        <w:left w:val="none" w:sz="0" w:space="0" w:color="auto"/>
        <w:bottom w:val="none" w:sz="0" w:space="0" w:color="auto"/>
        <w:right w:val="none" w:sz="0" w:space="0" w:color="auto"/>
      </w:divBdr>
    </w:div>
    <w:div w:id="124545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77AA26E5A9B41E391A011F87BC136EA"/>
        <w:category>
          <w:name w:val="General"/>
          <w:gallery w:val="placeholder"/>
        </w:category>
        <w:types>
          <w:type w:val="bbPlcHdr"/>
        </w:types>
        <w:behaviors>
          <w:behavior w:val="content"/>
        </w:behaviors>
        <w:guid w:val="{DC0EDB90-876A-4AB7-BA4B-464BCFE8FBFD}"/>
      </w:docPartPr>
      <w:docPartBody>
        <w:p w:rsidR="00BF3161" w:rsidRDefault="003444E3">
          <w:pPr>
            <w:pStyle w:val="277AA26E5A9B41E391A011F87BC136EA"/>
          </w:pPr>
          <w:r>
            <w:t>222</w:t>
          </w:r>
          <w:r w:rsidRPr="008721FC">
            <w:rPr>
              <w:rStyle w:val="PlaceholderText"/>
            </w:rPr>
            <w:t>Document reference number</w:t>
          </w:r>
        </w:p>
      </w:docPartBody>
    </w:docPart>
    <w:docPart>
      <w:docPartPr>
        <w:name w:val="ED7E4136FF844245A9416C720D7E68A3"/>
        <w:category>
          <w:name w:val="General"/>
          <w:gallery w:val="placeholder"/>
        </w:category>
        <w:types>
          <w:type w:val="bbPlcHdr"/>
        </w:types>
        <w:behaviors>
          <w:behavior w:val="content"/>
        </w:behaviors>
        <w:guid w:val="{DE27744D-7BF8-4568-B283-6E450F03CFA7}"/>
      </w:docPartPr>
      <w:docPartBody>
        <w:p w:rsidR="00BF3161" w:rsidRDefault="003444E3">
          <w:pPr>
            <w:pStyle w:val="ED7E4136FF844245A9416C720D7E68A3"/>
          </w:pPr>
          <w:r w:rsidRPr="00773362">
            <w:rPr>
              <w:rStyle w:val="PlaceholderText"/>
              <w:lang w:val="de-DE"/>
            </w:rPr>
            <w:t>Wählen Sie ein Element aus.</w:t>
          </w:r>
        </w:p>
      </w:docPartBody>
    </w:docPart>
    <w:docPart>
      <w:docPartPr>
        <w:name w:val="4FD18F3DA53A4C0FBC8A794499EC7807"/>
        <w:category>
          <w:name w:val="General"/>
          <w:gallery w:val="placeholder"/>
        </w:category>
        <w:types>
          <w:type w:val="bbPlcHdr"/>
        </w:types>
        <w:behaviors>
          <w:behavior w:val="content"/>
        </w:behaviors>
        <w:guid w:val="{6B4D523A-8354-4988-95E9-552F11062D86}"/>
      </w:docPartPr>
      <w:docPartBody>
        <w:p w:rsidR="00BF3161" w:rsidRDefault="003444E3">
          <w:pPr>
            <w:pStyle w:val="4FD18F3DA53A4C0FBC8A794499EC7807"/>
          </w:pPr>
          <w:r w:rsidRPr="0019515F">
            <w:rPr>
              <w:rStyle w:val="PlaceholderText"/>
            </w:rPr>
            <w:t>Klicken Sie hier, um Text einzugeben.</w:t>
          </w:r>
        </w:p>
      </w:docPartBody>
    </w:docPart>
    <w:docPart>
      <w:docPartPr>
        <w:name w:val="D20C78469185435BAA6E6CB1E29FBB8C"/>
        <w:category>
          <w:name w:val="General"/>
          <w:gallery w:val="placeholder"/>
        </w:category>
        <w:types>
          <w:type w:val="bbPlcHdr"/>
        </w:types>
        <w:behaviors>
          <w:behavior w:val="content"/>
        </w:behaviors>
        <w:guid w:val="{88BC6494-5007-4E68-BC9E-AD8CE90FF682}"/>
      </w:docPartPr>
      <w:docPartBody>
        <w:p w:rsidR="00BF3161" w:rsidRDefault="003444E3">
          <w:pPr>
            <w:pStyle w:val="D20C78469185435BAA6E6CB1E29FBB8C"/>
          </w:pPr>
          <w:r w:rsidRPr="001B3E66">
            <w:rPr>
              <w:rStyle w:val="PlaceholderText"/>
            </w:rPr>
            <w:t>Choose an item.</w:t>
          </w:r>
        </w:p>
      </w:docPartBody>
    </w:docPart>
    <w:docPart>
      <w:docPartPr>
        <w:name w:val="5AA7BC9EDA254ABCB87B7B8C482B1F07"/>
        <w:category>
          <w:name w:val="General"/>
          <w:gallery w:val="placeholder"/>
        </w:category>
        <w:types>
          <w:type w:val="bbPlcHdr"/>
        </w:types>
        <w:behaviors>
          <w:behavior w:val="content"/>
        </w:behaviors>
        <w:guid w:val="{0F93EA07-70CE-4F94-B90B-05C9DDB65E2F}"/>
      </w:docPartPr>
      <w:docPartBody>
        <w:p w:rsidR="00BF3161" w:rsidRDefault="003444E3">
          <w:pPr>
            <w:pStyle w:val="5AA7BC9EDA254ABCB87B7B8C482B1F07"/>
          </w:pPr>
          <w:r>
            <w:rPr>
              <w:rStyle w:val="PlaceholderText"/>
            </w:rPr>
            <w:t>Content title</w:t>
          </w:r>
        </w:p>
      </w:docPartBody>
    </w:docPart>
    <w:docPart>
      <w:docPartPr>
        <w:name w:val="E4650C05AF034E62A2065233837FA807"/>
        <w:category>
          <w:name w:val="General"/>
          <w:gallery w:val="placeholder"/>
        </w:category>
        <w:types>
          <w:type w:val="bbPlcHdr"/>
        </w:types>
        <w:behaviors>
          <w:behavior w:val="content"/>
        </w:behaviors>
        <w:guid w:val="{C4C2828A-8D35-4267-80D9-877AC641CBDA}"/>
      </w:docPartPr>
      <w:docPartBody>
        <w:p w:rsidR="00BF3161" w:rsidRDefault="003444E3">
          <w:pPr>
            <w:pStyle w:val="E4650C05AF034E62A2065233837FA807"/>
          </w:pPr>
          <w:r>
            <w:t>##.#</w:t>
          </w:r>
        </w:p>
      </w:docPartBody>
    </w:docPart>
    <w:docPart>
      <w:docPartPr>
        <w:name w:val="60A3A53247714384A560E7A06D7E209D"/>
        <w:category>
          <w:name w:val="General"/>
          <w:gallery w:val="placeholder"/>
        </w:category>
        <w:types>
          <w:type w:val="bbPlcHdr"/>
        </w:types>
        <w:behaviors>
          <w:behavior w:val="content"/>
        </w:behaviors>
        <w:guid w:val="{EC6CC483-7255-4737-84EF-1862CE4E8151}"/>
      </w:docPartPr>
      <w:docPartBody>
        <w:p w:rsidR="00BF3161" w:rsidRDefault="003444E3">
          <w:pPr>
            <w:pStyle w:val="60A3A53247714384A560E7A06D7E209D"/>
          </w:pPr>
          <w:r w:rsidRPr="0019515F">
            <w:rPr>
              <w:rStyle w:val="PlaceholderText"/>
            </w:rPr>
            <w:t>Klicken Sie hier, um Text einzugeben.</w:t>
          </w:r>
        </w:p>
      </w:docPartBody>
    </w:docPart>
    <w:docPart>
      <w:docPartPr>
        <w:name w:val="A5FEA73D4DF241E9AA0CBD2CF9D76C01"/>
        <w:category>
          <w:name w:val="General"/>
          <w:gallery w:val="placeholder"/>
        </w:category>
        <w:types>
          <w:type w:val="bbPlcHdr"/>
        </w:types>
        <w:behaviors>
          <w:behavior w:val="content"/>
        </w:behaviors>
        <w:guid w:val="{F3B8FD4A-846B-4356-8855-C1ECB8DFA19D}"/>
      </w:docPartPr>
      <w:docPartBody>
        <w:p w:rsidR="00000000" w:rsidRDefault="00B42083" w:rsidP="00B42083">
          <w:pPr>
            <w:pStyle w:val="A5FEA73D4DF241E9AA0CBD2CF9D76C01"/>
          </w:pPr>
          <w:r w:rsidRPr="00773362">
            <w:rPr>
              <w:rStyle w:val="PlaceholderText"/>
              <w:lang w:val="de-DE"/>
            </w:rPr>
            <w:t>Wählen Sie ein Element aus.</w:t>
          </w:r>
        </w:p>
      </w:docPartBody>
    </w:docPart>
    <w:docPart>
      <w:docPartPr>
        <w:name w:val="D7D96DB4343741E8A6923C63C9D1A79D"/>
        <w:category>
          <w:name w:val="General"/>
          <w:gallery w:val="placeholder"/>
        </w:category>
        <w:types>
          <w:type w:val="bbPlcHdr"/>
        </w:types>
        <w:behaviors>
          <w:behavior w:val="content"/>
        </w:behaviors>
        <w:guid w:val="{4EE1994F-8603-4111-B719-FFF528F31F41}"/>
      </w:docPartPr>
      <w:docPartBody>
        <w:p w:rsidR="00000000" w:rsidRDefault="00B42083" w:rsidP="00B42083">
          <w:pPr>
            <w:pStyle w:val="D7D96DB4343741E8A6923C63C9D1A79D"/>
          </w:pPr>
          <w:r w:rsidRPr="0019515F">
            <w:rPr>
              <w:rStyle w:val="PlaceholderText"/>
            </w:rPr>
            <w:t>Klicken Sie hier, um Text einzugeben.</w:t>
          </w:r>
        </w:p>
      </w:docPartBody>
    </w:docPart>
    <w:docPart>
      <w:docPartPr>
        <w:name w:val="DEE70E99B1584DECAF19EA19AC6B2929"/>
        <w:category>
          <w:name w:val="General"/>
          <w:gallery w:val="placeholder"/>
        </w:category>
        <w:types>
          <w:type w:val="bbPlcHdr"/>
        </w:types>
        <w:behaviors>
          <w:behavior w:val="content"/>
        </w:behaviors>
        <w:guid w:val="{FD540E4E-C796-4C5D-A70A-17738A8309D8}"/>
      </w:docPartPr>
      <w:docPartBody>
        <w:p w:rsidR="00000000" w:rsidRDefault="00B42083" w:rsidP="00B42083">
          <w:pPr>
            <w:pStyle w:val="DEE70E99B1584DECAF19EA19AC6B2929"/>
          </w:pPr>
          <w:r w:rsidRPr="001B3E66">
            <w:rPr>
              <w:rStyle w:val="PlaceholderText"/>
            </w:rPr>
            <w:t>Choose an item.</w:t>
          </w:r>
        </w:p>
      </w:docPartBody>
    </w:docPart>
    <w:docPart>
      <w:docPartPr>
        <w:name w:val="E8A9535C6C9E4C12A8A0E2DB6B751E91"/>
        <w:category>
          <w:name w:val="General"/>
          <w:gallery w:val="placeholder"/>
        </w:category>
        <w:types>
          <w:type w:val="bbPlcHdr"/>
        </w:types>
        <w:behaviors>
          <w:behavior w:val="content"/>
        </w:behaviors>
        <w:guid w:val="{3A69275B-268C-4861-849C-F402931282F8}"/>
      </w:docPartPr>
      <w:docPartBody>
        <w:p w:rsidR="00000000" w:rsidRDefault="00B42083" w:rsidP="00B42083">
          <w:pPr>
            <w:pStyle w:val="E8A9535C6C9E4C12A8A0E2DB6B751E91"/>
          </w:pPr>
          <w:r>
            <w:rPr>
              <w:rStyle w:val="PlaceholderText"/>
            </w:rPr>
            <w:t>Content title</w:t>
          </w:r>
        </w:p>
      </w:docPartBody>
    </w:docPart>
    <w:docPart>
      <w:docPartPr>
        <w:name w:val="75E08404B4104B42A873A01F4106C8B5"/>
        <w:category>
          <w:name w:val="General"/>
          <w:gallery w:val="placeholder"/>
        </w:category>
        <w:types>
          <w:type w:val="bbPlcHdr"/>
        </w:types>
        <w:behaviors>
          <w:behavior w:val="content"/>
        </w:behaviors>
        <w:guid w:val="{8B40397A-6650-4ABC-B0F0-D2CE269F77BB}"/>
      </w:docPartPr>
      <w:docPartBody>
        <w:p w:rsidR="00000000" w:rsidRDefault="00B42083" w:rsidP="00B42083">
          <w:pPr>
            <w:pStyle w:val="75E08404B4104B42A873A01F4106C8B5"/>
          </w:pPr>
          <w:r w:rsidRPr="0019515F">
            <w:rPr>
              <w:rStyle w:val="PlaceholderText"/>
            </w:rPr>
            <w:t>Klicken Sie hier, um Text einzugeben.</w:t>
          </w:r>
        </w:p>
      </w:docPartBody>
    </w:docPart>
    <w:docPart>
      <w:docPartPr>
        <w:name w:val="28B99A3259504FB397561152285DE583"/>
        <w:category>
          <w:name w:val="General"/>
          <w:gallery w:val="placeholder"/>
        </w:category>
        <w:types>
          <w:type w:val="bbPlcHdr"/>
        </w:types>
        <w:behaviors>
          <w:behavior w:val="content"/>
        </w:behaviors>
        <w:guid w:val="{4BCA27CA-1254-4164-B118-5CEE32D83F0A}"/>
      </w:docPartPr>
      <w:docPartBody>
        <w:p w:rsidR="00000000" w:rsidRDefault="00B42083" w:rsidP="00B42083">
          <w:pPr>
            <w:pStyle w:val="28B99A3259504FB397561152285DE583"/>
          </w:pPr>
          <w:r>
            <w:t>##.#</w:t>
          </w:r>
        </w:p>
      </w:docPartBody>
    </w:docPart>
    <w:docPart>
      <w:docPartPr>
        <w:name w:val="CC540D4901B94DEBAC74569FA027BC8C"/>
        <w:category>
          <w:name w:val="General"/>
          <w:gallery w:val="placeholder"/>
        </w:category>
        <w:types>
          <w:type w:val="bbPlcHdr"/>
        </w:types>
        <w:behaviors>
          <w:behavior w:val="content"/>
        </w:behaviors>
        <w:guid w:val="{B35C2194-0EB4-436C-94B2-4E30059178B1}"/>
      </w:docPartPr>
      <w:docPartBody>
        <w:p w:rsidR="00000000" w:rsidRDefault="00B42083" w:rsidP="00B42083">
          <w:pPr>
            <w:pStyle w:val="CC540D4901B94DEBAC74569FA027BC8C"/>
          </w:pPr>
          <w:r>
            <w:t>222</w:t>
          </w:r>
          <w:r w:rsidRPr="008721FC">
            <w:rPr>
              <w:rStyle w:val="PlaceholderText"/>
            </w:rPr>
            <w:t>Document reference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FA0"/>
    <w:rsid w:val="000E7755"/>
    <w:rsid w:val="00102D67"/>
    <w:rsid w:val="001353DF"/>
    <w:rsid w:val="001D4C6D"/>
    <w:rsid w:val="00257E62"/>
    <w:rsid w:val="00286339"/>
    <w:rsid w:val="003444E3"/>
    <w:rsid w:val="003914A8"/>
    <w:rsid w:val="003C01DD"/>
    <w:rsid w:val="003D0410"/>
    <w:rsid w:val="003D3FA0"/>
    <w:rsid w:val="004664C5"/>
    <w:rsid w:val="00496C8A"/>
    <w:rsid w:val="00511FDA"/>
    <w:rsid w:val="0051401D"/>
    <w:rsid w:val="00532654"/>
    <w:rsid w:val="00591E01"/>
    <w:rsid w:val="005F270C"/>
    <w:rsid w:val="005F2F36"/>
    <w:rsid w:val="00635239"/>
    <w:rsid w:val="0066013F"/>
    <w:rsid w:val="00662E68"/>
    <w:rsid w:val="006C583C"/>
    <w:rsid w:val="006F6E48"/>
    <w:rsid w:val="00742C1B"/>
    <w:rsid w:val="007C6BEF"/>
    <w:rsid w:val="007F0005"/>
    <w:rsid w:val="008A6B75"/>
    <w:rsid w:val="008D03E3"/>
    <w:rsid w:val="008D0588"/>
    <w:rsid w:val="00963FA3"/>
    <w:rsid w:val="009F64B0"/>
    <w:rsid w:val="00A13932"/>
    <w:rsid w:val="00A41D69"/>
    <w:rsid w:val="00A619F4"/>
    <w:rsid w:val="00AA4793"/>
    <w:rsid w:val="00AE418B"/>
    <w:rsid w:val="00B42083"/>
    <w:rsid w:val="00BA1CD8"/>
    <w:rsid w:val="00BC7FCB"/>
    <w:rsid w:val="00BF3161"/>
    <w:rsid w:val="00C13E9E"/>
    <w:rsid w:val="00C31600"/>
    <w:rsid w:val="00C35638"/>
    <w:rsid w:val="00C64673"/>
    <w:rsid w:val="00CB3745"/>
    <w:rsid w:val="00D573D6"/>
    <w:rsid w:val="00E562C7"/>
    <w:rsid w:val="00EC0C15"/>
    <w:rsid w:val="00F55E4F"/>
    <w:rsid w:val="00F84D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B42083"/>
    <w:rPr>
      <w:color w:val="808080"/>
    </w:rPr>
  </w:style>
  <w:style w:type="paragraph" w:customStyle="1" w:styleId="277AA26E5A9B41E391A011F87BC136EA">
    <w:name w:val="277AA26E5A9B41E391A011F87BC136EA"/>
  </w:style>
  <w:style w:type="paragraph" w:customStyle="1" w:styleId="ED7E4136FF844245A9416C720D7E68A3">
    <w:name w:val="ED7E4136FF844245A9416C720D7E68A3"/>
  </w:style>
  <w:style w:type="paragraph" w:customStyle="1" w:styleId="4FD18F3DA53A4C0FBC8A794499EC7807">
    <w:name w:val="4FD18F3DA53A4C0FBC8A794499EC7807"/>
  </w:style>
  <w:style w:type="paragraph" w:customStyle="1" w:styleId="D20C78469185435BAA6E6CB1E29FBB8C">
    <w:name w:val="D20C78469185435BAA6E6CB1E29FBB8C"/>
  </w:style>
  <w:style w:type="paragraph" w:customStyle="1" w:styleId="5AA7BC9EDA254ABCB87B7B8C482B1F07">
    <w:name w:val="5AA7BC9EDA254ABCB87B7B8C482B1F07"/>
  </w:style>
  <w:style w:type="paragraph" w:customStyle="1" w:styleId="E4650C05AF034E62A2065233837FA807">
    <w:name w:val="E4650C05AF034E62A2065233837FA807"/>
  </w:style>
  <w:style w:type="paragraph" w:customStyle="1" w:styleId="60A3A53247714384A560E7A06D7E209D">
    <w:name w:val="60A3A53247714384A560E7A06D7E209D"/>
  </w:style>
  <w:style w:type="paragraph" w:customStyle="1" w:styleId="4295D32E308B48208AB9D8B9C9EF80D0">
    <w:name w:val="4295D32E308B48208AB9D8B9C9EF80D0"/>
  </w:style>
  <w:style w:type="paragraph" w:customStyle="1" w:styleId="58BC41B34CDF4851AB6F0D2CF97225B2">
    <w:name w:val="58BC41B34CDF4851AB6F0D2CF97225B2"/>
  </w:style>
  <w:style w:type="paragraph" w:customStyle="1" w:styleId="FA990C8D7CF94CD2965F34C9AD658312">
    <w:name w:val="FA990C8D7CF94CD2965F34C9AD658312"/>
  </w:style>
  <w:style w:type="paragraph" w:customStyle="1" w:styleId="911D5544E78E4F5790C9DAB4D9F1D587">
    <w:name w:val="911D5544E78E4F5790C9DAB4D9F1D587"/>
  </w:style>
  <w:style w:type="paragraph" w:customStyle="1" w:styleId="50F75FAA10E4431888E8D47F2E948D70">
    <w:name w:val="50F75FAA10E4431888E8D47F2E948D70"/>
  </w:style>
  <w:style w:type="paragraph" w:customStyle="1" w:styleId="D61D500D4A984F68A9F58BA14608AEAB">
    <w:name w:val="D61D500D4A984F68A9F58BA14608AEAB"/>
  </w:style>
  <w:style w:type="paragraph" w:customStyle="1" w:styleId="F05F90A5742944CA8B8D8EC594D01BCA">
    <w:name w:val="F05F90A5742944CA8B8D8EC594D01BCA"/>
  </w:style>
  <w:style w:type="paragraph" w:customStyle="1" w:styleId="16C25949C855456287A2B71B2DE52564">
    <w:name w:val="16C25949C855456287A2B71B2DE52564"/>
  </w:style>
  <w:style w:type="paragraph" w:customStyle="1" w:styleId="69DAC731E22C45E5B6903640CC6A9D67">
    <w:name w:val="69DAC731E22C45E5B6903640CC6A9D67"/>
    <w:rsid w:val="003D3FA0"/>
  </w:style>
  <w:style w:type="paragraph" w:customStyle="1" w:styleId="95F2BD676F3A44188921A60B9BC6C326">
    <w:name w:val="95F2BD676F3A44188921A60B9BC6C326"/>
    <w:rsid w:val="003D3FA0"/>
  </w:style>
  <w:style w:type="paragraph" w:customStyle="1" w:styleId="33D8C81B63F64FA3B2945768EC285BCD">
    <w:name w:val="33D8C81B63F64FA3B2945768EC285BCD"/>
    <w:rsid w:val="003D3FA0"/>
  </w:style>
  <w:style w:type="paragraph" w:customStyle="1" w:styleId="B391854CCC5D4A8CAB29855BA9E6317B">
    <w:name w:val="B391854CCC5D4A8CAB29855BA9E6317B"/>
    <w:rsid w:val="003D3FA0"/>
  </w:style>
  <w:style w:type="paragraph" w:customStyle="1" w:styleId="74A92601AA324A07B986B9C55DFA1C1C">
    <w:name w:val="74A92601AA324A07B986B9C55DFA1C1C"/>
    <w:rsid w:val="003D3FA0"/>
  </w:style>
  <w:style w:type="paragraph" w:customStyle="1" w:styleId="B11A18623F634849A5BF109449A09509">
    <w:name w:val="B11A18623F634849A5BF109449A09509"/>
    <w:rsid w:val="003D3FA0"/>
  </w:style>
  <w:style w:type="paragraph" w:customStyle="1" w:styleId="46EDC2CE995A4DC1AD21C2C623C75CF8">
    <w:name w:val="46EDC2CE995A4DC1AD21C2C623C75CF8"/>
    <w:rsid w:val="003D3FA0"/>
  </w:style>
  <w:style w:type="paragraph" w:customStyle="1" w:styleId="1F59E91868924983BD957B8D2464BC6A">
    <w:name w:val="1F59E91868924983BD957B8D2464BC6A"/>
    <w:rsid w:val="003D3FA0"/>
  </w:style>
  <w:style w:type="paragraph" w:customStyle="1" w:styleId="6A1D5727BECC4B9AAB9D77C348851A6A">
    <w:name w:val="6A1D5727BECC4B9AAB9D77C348851A6A"/>
    <w:rsid w:val="003D3FA0"/>
  </w:style>
  <w:style w:type="paragraph" w:customStyle="1" w:styleId="69DDFEEBED2F417D9DDF4C7908EAE0BC">
    <w:name w:val="69DDFEEBED2F417D9DDF4C7908EAE0BC"/>
    <w:rsid w:val="003D3FA0"/>
  </w:style>
  <w:style w:type="paragraph" w:customStyle="1" w:styleId="33B2644ABDFA4124BE75BE6AA6FACEB0">
    <w:name w:val="33B2644ABDFA4124BE75BE6AA6FACEB0"/>
    <w:rsid w:val="003D3FA0"/>
  </w:style>
  <w:style w:type="paragraph" w:customStyle="1" w:styleId="CD1727FBE3FD4B18BF45A6EDC37B7F60">
    <w:name w:val="CD1727FBE3FD4B18BF45A6EDC37B7F60"/>
    <w:rsid w:val="003D3FA0"/>
  </w:style>
  <w:style w:type="paragraph" w:customStyle="1" w:styleId="5E0DB23CBA264212AC3CDD33222ECD04">
    <w:name w:val="5E0DB23CBA264212AC3CDD33222ECD04"/>
    <w:rsid w:val="003D3FA0"/>
  </w:style>
  <w:style w:type="paragraph" w:customStyle="1" w:styleId="9B42DE4CA99247DC8035E558C0A4E0DA">
    <w:name w:val="9B42DE4CA99247DC8035E558C0A4E0DA"/>
    <w:rsid w:val="003D3FA0"/>
  </w:style>
  <w:style w:type="paragraph" w:customStyle="1" w:styleId="8C64984E627E4A72A455EE967DBBA9C9">
    <w:name w:val="8C64984E627E4A72A455EE967DBBA9C9"/>
    <w:rsid w:val="003D3FA0"/>
  </w:style>
  <w:style w:type="paragraph" w:customStyle="1" w:styleId="842C42949FD54C40840F5DA6E6109B5F">
    <w:name w:val="842C42949FD54C40840F5DA6E6109B5F"/>
    <w:rsid w:val="003D3FA0"/>
  </w:style>
  <w:style w:type="paragraph" w:customStyle="1" w:styleId="0C1169B369B942A49D231F783272CF98">
    <w:name w:val="0C1169B369B942A49D231F783272CF98"/>
    <w:rsid w:val="003D3FA0"/>
  </w:style>
  <w:style w:type="paragraph" w:customStyle="1" w:styleId="9B09CEAD746342FEA81298EDBE63ED9D">
    <w:name w:val="9B09CEAD746342FEA81298EDBE63ED9D"/>
    <w:rsid w:val="003D3FA0"/>
  </w:style>
  <w:style w:type="paragraph" w:customStyle="1" w:styleId="A8434EBD03794409A93C9FE10541B3DB">
    <w:name w:val="A8434EBD03794409A93C9FE10541B3DB"/>
    <w:rsid w:val="003D3FA0"/>
  </w:style>
  <w:style w:type="paragraph" w:customStyle="1" w:styleId="8237509407A44997A382ED95E241781B">
    <w:name w:val="8237509407A44997A382ED95E241781B"/>
    <w:rsid w:val="003D3FA0"/>
  </w:style>
  <w:style w:type="paragraph" w:customStyle="1" w:styleId="365A90A5DC50474C83082ECA01BB4492">
    <w:name w:val="365A90A5DC50474C83082ECA01BB4492"/>
    <w:rsid w:val="003D3FA0"/>
  </w:style>
  <w:style w:type="paragraph" w:customStyle="1" w:styleId="8386319392344D10BBC09EDD1A90E5FF">
    <w:name w:val="8386319392344D10BBC09EDD1A90E5FF"/>
    <w:rsid w:val="003D3FA0"/>
  </w:style>
  <w:style w:type="paragraph" w:customStyle="1" w:styleId="2F009C903D924F8DB02ABD30FFD2E1EF">
    <w:name w:val="2F009C903D924F8DB02ABD30FFD2E1EF"/>
    <w:rsid w:val="003D3FA0"/>
  </w:style>
  <w:style w:type="paragraph" w:customStyle="1" w:styleId="EC03287F9C0443E99E65889BE7E78516">
    <w:name w:val="EC03287F9C0443E99E65889BE7E78516"/>
    <w:rsid w:val="00BF3161"/>
  </w:style>
  <w:style w:type="paragraph" w:customStyle="1" w:styleId="7DD48BE06B8A4198B216159DACF752CA">
    <w:name w:val="7DD48BE06B8A4198B216159DACF752CA"/>
    <w:rsid w:val="00BF3161"/>
  </w:style>
  <w:style w:type="paragraph" w:customStyle="1" w:styleId="D7CFDA6A12C94433976CAECA6FC51B8D">
    <w:name w:val="D7CFDA6A12C94433976CAECA6FC51B8D"/>
    <w:rsid w:val="00BF3161"/>
  </w:style>
  <w:style w:type="paragraph" w:customStyle="1" w:styleId="6ADB52AE995B4397985637A0B79F5143">
    <w:name w:val="6ADB52AE995B4397985637A0B79F5143"/>
    <w:rsid w:val="00BF3161"/>
  </w:style>
  <w:style w:type="paragraph" w:customStyle="1" w:styleId="619349AA73F74E4FA6FC3FFF2CF3E63C">
    <w:name w:val="619349AA73F74E4FA6FC3FFF2CF3E63C"/>
    <w:rsid w:val="00BF3161"/>
  </w:style>
  <w:style w:type="paragraph" w:customStyle="1" w:styleId="D54FDCDE472B4E27BDED084C1CF959A9">
    <w:name w:val="D54FDCDE472B4E27BDED084C1CF959A9"/>
    <w:rsid w:val="00BF3161"/>
  </w:style>
  <w:style w:type="paragraph" w:customStyle="1" w:styleId="98FFA24BAB5447E1BD87C43B30DAA7B1">
    <w:name w:val="98FFA24BAB5447E1BD87C43B30DAA7B1"/>
    <w:rsid w:val="00BF3161"/>
  </w:style>
  <w:style w:type="paragraph" w:customStyle="1" w:styleId="5C5B02C31CF74D60BCDF1BA6D41BEFB4">
    <w:name w:val="5C5B02C31CF74D60BCDF1BA6D41BEFB4"/>
    <w:rsid w:val="00BF3161"/>
  </w:style>
  <w:style w:type="paragraph" w:customStyle="1" w:styleId="07B17ADC6DCA4E1E87B39826CDD0FE21">
    <w:name w:val="07B17ADC6DCA4E1E87B39826CDD0FE21"/>
    <w:rsid w:val="00BF3161"/>
  </w:style>
  <w:style w:type="paragraph" w:customStyle="1" w:styleId="C6FC906611494C319DAC5C961D5E8AB9">
    <w:name w:val="C6FC906611494C319DAC5C961D5E8AB9"/>
    <w:rsid w:val="00BF3161"/>
  </w:style>
  <w:style w:type="paragraph" w:customStyle="1" w:styleId="FBB17BFB6A6F466CA9F99269295987C1">
    <w:name w:val="FBB17BFB6A6F466CA9F99269295987C1"/>
    <w:rsid w:val="00BF3161"/>
  </w:style>
  <w:style w:type="paragraph" w:customStyle="1" w:styleId="D4275F6CAD8C46E9908E160227EFADDF">
    <w:name w:val="D4275F6CAD8C46E9908E160227EFADDF"/>
    <w:rsid w:val="00BF3161"/>
  </w:style>
  <w:style w:type="paragraph" w:customStyle="1" w:styleId="D2818C529FEA44FF95A970071FDA7F13">
    <w:name w:val="D2818C529FEA44FF95A970071FDA7F13"/>
    <w:rsid w:val="00BF3161"/>
  </w:style>
  <w:style w:type="paragraph" w:customStyle="1" w:styleId="F9E765A70CB343259BA8D8C857B0F495">
    <w:name w:val="F9E765A70CB343259BA8D8C857B0F495"/>
    <w:rsid w:val="00BF3161"/>
  </w:style>
  <w:style w:type="paragraph" w:customStyle="1" w:styleId="C32BF1A494984624803B45FFCD453F5A">
    <w:name w:val="C32BF1A494984624803B45FFCD453F5A"/>
    <w:rsid w:val="00BF3161"/>
  </w:style>
  <w:style w:type="paragraph" w:customStyle="1" w:styleId="29D21F133BE14ED5B9F338DC5D243769">
    <w:name w:val="29D21F133BE14ED5B9F338DC5D243769"/>
    <w:rsid w:val="00BF3161"/>
  </w:style>
  <w:style w:type="paragraph" w:customStyle="1" w:styleId="2346AA3BCFD04A84988B2F42CCE5AAA8">
    <w:name w:val="2346AA3BCFD04A84988B2F42CCE5AAA8"/>
    <w:rsid w:val="00BF3161"/>
  </w:style>
  <w:style w:type="paragraph" w:customStyle="1" w:styleId="9BE4162407384DF695648E45AB8D2AA2">
    <w:name w:val="9BE4162407384DF695648E45AB8D2AA2"/>
    <w:rsid w:val="00BF3161"/>
  </w:style>
  <w:style w:type="paragraph" w:customStyle="1" w:styleId="CF90EDEBC2A543B1A2E505AE6E03530A">
    <w:name w:val="CF90EDEBC2A543B1A2E505AE6E03530A"/>
    <w:rsid w:val="00BF3161"/>
  </w:style>
  <w:style w:type="paragraph" w:customStyle="1" w:styleId="BA2D1B2E92ED450899FA4E967BB9825C">
    <w:name w:val="BA2D1B2E92ED450899FA4E967BB9825C"/>
    <w:rsid w:val="00BF3161"/>
  </w:style>
  <w:style w:type="paragraph" w:customStyle="1" w:styleId="B813EE61EFB24F3C8460190101A45475">
    <w:name w:val="B813EE61EFB24F3C8460190101A45475"/>
    <w:rsid w:val="00BF3161"/>
  </w:style>
  <w:style w:type="paragraph" w:customStyle="1" w:styleId="D1DCC57C44EE43AD9D45B502B1EABB20">
    <w:name w:val="D1DCC57C44EE43AD9D45B502B1EABB20"/>
    <w:rsid w:val="00BF3161"/>
  </w:style>
  <w:style w:type="paragraph" w:customStyle="1" w:styleId="905E8B209EE248DEB54C2674D76CCE1C">
    <w:name w:val="905E8B209EE248DEB54C2674D76CCE1C"/>
    <w:rsid w:val="00BF3161"/>
  </w:style>
  <w:style w:type="paragraph" w:customStyle="1" w:styleId="9C720F0D4223426FBA47C863BAC11699">
    <w:name w:val="9C720F0D4223426FBA47C863BAC11699"/>
    <w:rsid w:val="00BF3161"/>
  </w:style>
  <w:style w:type="paragraph" w:customStyle="1" w:styleId="2295B47A94DB4675A6C9359C60F995F1">
    <w:name w:val="2295B47A94DB4675A6C9359C60F995F1"/>
    <w:rsid w:val="00BF3161"/>
  </w:style>
  <w:style w:type="paragraph" w:customStyle="1" w:styleId="D6BB4D7ACC444B369EE1AD07BD6EAB75">
    <w:name w:val="D6BB4D7ACC444B369EE1AD07BD6EAB75"/>
    <w:rsid w:val="00BF3161"/>
  </w:style>
  <w:style w:type="paragraph" w:customStyle="1" w:styleId="FA0B365BB81044D098BE859098E1C00C">
    <w:name w:val="FA0B365BB81044D098BE859098E1C00C"/>
    <w:rsid w:val="00BF3161"/>
  </w:style>
  <w:style w:type="paragraph" w:customStyle="1" w:styleId="B53C6C57EF6D4AC7A33579ACD491DC29">
    <w:name w:val="B53C6C57EF6D4AC7A33579ACD491DC29"/>
    <w:rsid w:val="00BF3161"/>
  </w:style>
  <w:style w:type="paragraph" w:customStyle="1" w:styleId="942A9A7EDA76453E8E711FE168B612B3">
    <w:name w:val="942A9A7EDA76453E8E711FE168B612B3"/>
    <w:rsid w:val="00BF3161"/>
  </w:style>
  <w:style w:type="paragraph" w:customStyle="1" w:styleId="6C06B9C6B0E346809F8587EE2A033DC0">
    <w:name w:val="6C06B9C6B0E346809F8587EE2A033DC0"/>
    <w:rsid w:val="00BF3161"/>
  </w:style>
  <w:style w:type="paragraph" w:customStyle="1" w:styleId="2ACD3B20373E40FF9B67202251D34616">
    <w:name w:val="2ACD3B20373E40FF9B67202251D34616"/>
    <w:rsid w:val="00BF3161"/>
  </w:style>
  <w:style w:type="paragraph" w:customStyle="1" w:styleId="E01E3AF05E88443C8E31D4931C231255">
    <w:name w:val="E01E3AF05E88443C8E31D4931C231255"/>
    <w:rsid w:val="00BF3161"/>
  </w:style>
  <w:style w:type="paragraph" w:customStyle="1" w:styleId="A3E782ACC47541BBA0744BB1A296782B">
    <w:name w:val="A3E782ACC47541BBA0744BB1A296782B"/>
    <w:rsid w:val="00BF3161"/>
  </w:style>
  <w:style w:type="paragraph" w:customStyle="1" w:styleId="6D3476907979433E8DF51F0F0BD8CB75">
    <w:name w:val="6D3476907979433E8DF51F0F0BD8CB75"/>
    <w:rsid w:val="00BF3161"/>
  </w:style>
  <w:style w:type="paragraph" w:customStyle="1" w:styleId="44BD375A977947E690BB7D29CA6B3A70">
    <w:name w:val="44BD375A977947E690BB7D29CA6B3A70"/>
    <w:rsid w:val="00BF3161"/>
  </w:style>
  <w:style w:type="paragraph" w:customStyle="1" w:styleId="D595747A6A4F44368C4CE97F61AD0479">
    <w:name w:val="D595747A6A4F44368C4CE97F61AD0479"/>
    <w:rsid w:val="00BF3161"/>
  </w:style>
  <w:style w:type="paragraph" w:customStyle="1" w:styleId="403830BF0D284730857DE930CD229A5F">
    <w:name w:val="403830BF0D284730857DE930CD229A5F"/>
    <w:rsid w:val="00BF3161"/>
  </w:style>
  <w:style w:type="paragraph" w:customStyle="1" w:styleId="6FEC85CD1D904ACFAEFF8750ADCD59AC">
    <w:name w:val="6FEC85CD1D904ACFAEFF8750ADCD59AC"/>
    <w:rsid w:val="00BF3161"/>
  </w:style>
  <w:style w:type="paragraph" w:customStyle="1" w:styleId="632E461D51BE44E991700120814D57F2">
    <w:name w:val="632E461D51BE44E991700120814D57F2"/>
    <w:rsid w:val="00BF3161"/>
  </w:style>
  <w:style w:type="paragraph" w:customStyle="1" w:styleId="4DA1B87AD74E46438864EEB900FDFCBF">
    <w:name w:val="4DA1B87AD74E46438864EEB900FDFCBF"/>
    <w:rsid w:val="00BF3161"/>
  </w:style>
  <w:style w:type="paragraph" w:customStyle="1" w:styleId="033B96CBB9BD4000B7F2C3D7A2029904">
    <w:name w:val="033B96CBB9BD4000B7F2C3D7A2029904"/>
    <w:rsid w:val="00BF3161"/>
  </w:style>
  <w:style w:type="paragraph" w:customStyle="1" w:styleId="84A872F0732E4926979D0EB24EF54846">
    <w:name w:val="84A872F0732E4926979D0EB24EF54846"/>
    <w:rsid w:val="00BF3161"/>
  </w:style>
  <w:style w:type="paragraph" w:customStyle="1" w:styleId="10CAFC4ADB644F5FBFAD1FFBCC1A7BA9">
    <w:name w:val="10CAFC4ADB644F5FBFAD1FFBCC1A7BA9"/>
    <w:rsid w:val="00BF3161"/>
  </w:style>
  <w:style w:type="paragraph" w:customStyle="1" w:styleId="3BA23A12B76944529551F6FC53A7672B">
    <w:name w:val="3BA23A12B76944529551F6FC53A7672B"/>
    <w:rsid w:val="00BF3161"/>
  </w:style>
  <w:style w:type="paragraph" w:customStyle="1" w:styleId="0E698F68A71B4519BF5B9319352DB099">
    <w:name w:val="0E698F68A71B4519BF5B9319352DB099"/>
    <w:rsid w:val="00BF3161"/>
  </w:style>
  <w:style w:type="paragraph" w:customStyle="1" w:styleId="7DB745E7D8F0446DA8870BD5E2D85E2B">
    <w:name w:val="7DB745E7D8F0446DA8870BD5E2D85E2B"/>
    <w:rsid w:val="00BF3161"/>
  </w:style>
  <w:style w:type="paragraph" w:customStyle="1" w:styleId="E3D97676963B4C15881F185634268EA3">
    <w:name w:val="E3D97676963B4C15881F185634268EA3"/>
    <w:rsid w:val="00BF3161"/>
  </w:style>
  <w:style w:type="paragraph" w:customStyle="1" w:styleId="5EF569822AFB4A7489DB2F08149A50D4">
    <w:name w:val="5EF569822AFB4A7489DB2F08149A50D4"/>
    <w:rsid w:val="00BF3161"/>
  </w:style>
  <w:style w:type="paragraph" w:customStyle="1" w:styleId="B22B4CD1AEC64DA393C291658020E197">
    <w:name w:val="B22B4CD1AEC64DA393C291658020E197"/>
    <w:rsid w:val="00BF3161"/>
  </w:style>
  <w:style w:type="paragraph" w:customStyle="1" w:styleId="A42D471BECE3429CAC1DF49FE41E6A48">
    <w:name w:val="A42D471BECE3429CAC1DF49FE41E6A48"/>
    <w:rsid w:val="00BF3161"/>
  </w:style>
  <w:style w:type="paragraph" w:customStyle="1" w:styleId="B41AD081BFCD41619C16C80991080809">
    <w:name w:val="B41AD081BFCD41619C16C80991080809"/>
    <w:rsid w:val="00BF3161"/>
  </w:style>
  <w:style w:type="paragraph" w:customStyle="1" w:styleId="914D98BBFFD84C73BFA7A650D9506CC8">
    <w:name w:val="914D98BBFFD84C73BFA7A650D9506CC8"/>
    <w:rsid w:val="00BF3161"/>
  </w:style>
  <w:style w:type="paragraph" w:customStyle="1" w:styleId="B68C7523E4164AE881408C3B8A6B1348">
    <w:name w:val="B68C7523E4164AE881408C3B8A6B1348"/>
    <w:rsid w:val="00BF3161"/>
  </w:style>
  <w:style w:type="paragraph" w:customStyle="1" w:styleId="26EE1AF685D04C0EA4709DF16196A008">
    <w:name w:val="26EE1AF685D04C0EA4709DF16196A008"/>
    <w:rsid w:val="00BF3161"/>
  </w:style>
  <w:style w:type="paragraph" w:customStyle="1" w:styleId="DA51D17F4302499F95F6DA03C5F67844">
    <w:name w:val="DA51D17F4302499F95F6DA03C5F67844"/>
    <w:rsid w:val="00BF3161"/>
  </w:style>
  <w:style w:type="paragraph" w:customStyle="1" w:styleId="25A9F0FFCC4E412E9253C795BD9E4727">
    <w:name w:val="25A9F0FFCC4E412E9253C795BD9E4727"/>
    <w:rsid w:val="00BF3161"/>
  </w:style>
  <w:style w:type="paragraph" w:customStyle="1" w:styleId="4E853FC6AAC94DBA8B21D6F7AAEAB71B">
    <w:name w:val="4E853FC6AAC94DBA8B21D6F7AAEAB71B"/>
    <w:rsid w:val="00BF3161"/>
  </w:style>
  <w:style w:type="paragraph" w:customStyle="1" w:styleId="405A00284CC54288B01BD2FAE7DF1979">
    <w:name w:val="405A00284CC54288B01BD2FAE7DF1979"/>
    <w:rsid w:val="00BF3161"/>
  </w:style>
  <w:style w:type="paragraph" w:customStyle="1" w:styleId="7781A125B042420E8C6B4EBA83FB2E66">
    <w:name w:val="7781A125B042420E8C6B4EBA83FB2E66"/>
    <w:rsid w:val="00BF3161"/>
  </w:style>
  <w:style w:type="paragraph" w:customStyle="1" w:styleId="876FCEE8D7D24A15B93AC6F63ADC960D">
    <w:name w:val="876FCEE8D7D24A15B93AC6F63ADC960D"/>
    <w:rsid w:val="00BF3161"/>
  </w:style>
  <w:style w:type="paragraph" w:customStyle="1" w:styleId="68F4C875BC9A43799DD2E49B4A344235">
    <w:name w:val="68F4C875BC9A43799DD2E49B4A344235"/>
    <w:rsid w:val="00BF3161"/>
  </w:style>
  <w:style w:type="paragraph" w:customStyle="1" w:styleId="8CEB6CFCED7D46A98766F88E830E981A">
    <w:name w:val="8CEB6CFCED7D46A98766F88E830E981A"/>
    <w:rsid w:val="00BF3161"/>
  </w:style>
  <w:style w:type="paragraph" w:customStyle="1" w:styleId="2DDEBE4C4BFC4030B441A357D0A7E573">
    <w:name w:val="2DDEBE4C4BFC4030B441A357D0A7E573"/>
    <w:rsid w:val="00BF3161"/>
  </w:style>
  <w:style w:type="paragraph" w:customStyle="1" w:styleId="1CF2686754F040AFB5422AD6A9294829">
    <w:name w:val="1CF2686754F040AFB5422AD6A9294829"/>
    <w:rsid w:val="00BF3161"/>
  </w:style>
  <w:style w:type="paragraph" w:customStyle="1" w:styleId="19FA3F07CB504992B09322D04D411ED1">
    <w:name w:val="19FA3F07CB504992B09322D04D411ED1"/>
    <w:rsid w:val="00BF3161"/>
  </w:style>
  <w:style w:type="paragraph" w:customStyle="1" w:styleId="180F3251452C475FB04D38FAC1899FC0">
    <w:name w:val="180F3251452C475FB04D38FAC1899FC0"/>
    <w:rsid w:val="00BF3161"/>
  </w:style>
  <w:style w:type="paragraph" w:customStyle="1" w:styleId="B89B8122A86F4E66A1044AB36F45EF80">
    <w:name w:val="B89B8122A86F4E66A1044AB36F45EF80"/>
    <w:rsid w:val="00BF3161"/>
  </w:style>
  <w:style w:type="paragraph" w:customStyle="1" w:styleId="299F81945AE44EAAB6940A4F38AE9C2C">
    <w:name w:val="299F81945AE44EAAB6940A4F38AE9C2C"/>
    <w:rsid w:val="00BF3161"/>
  </w:style>
  <w:style w:type="paragraph" w:customStyle="1" w:styleId="8980702F38884AD28BB23B54B8661ED9">
    <w:name w:val="8980702F38884AD28BB23B54B8661ED9"/>
    <w:rsid w:val="00BF3161"/>
  </w:style>
  <w:style w:type="paragraph" w:customStyle="1" w:styleId="4A40D153EBDA40448D870DF4AF822EC7">
    <w:name w:val="4A40D153EBDA40448D870DF4AF822EC7"/>
    <w:rsid w:val="00BF3161"/>
  </w:style>
  <w:style w:type="paragraph" w:customStyle="1" w:styleId="29DE86D523AC44E394162933159A1EC5">
    <w:name w:val="29DE86D523AC44E394162933159A1EC5"/>
    <w:rsid w:val="00BF3161"/>
  </w:style>
  <w:style w:type="paragraph" w:customStyle="1" w:styleId="E83D5A50BA4A4079A530EE57E99C77E5">
    <w:name w:val="E83D5A50BA4A4079A530EE57E99C77E5"/>
    <w:rsid w:val="00BF3161"/>
  </w:style>
  <w:style w:type="paragraph" w:customStyle="1" w:styleId="3F4AB3E56EAF4784B8BEC9D29B92820D">
    <w:name w:val="3F4AB3E56EAF4784B8BEC9D29B92820D"/>
    <w:rsid w:val="00BF3161"/>
  </w:style>
  <w:style w:type="paragraph" w:customStyle="1" w:styleId="6D9CDB9E077F4BE191E72B82163E2205">
    <w:name w:val="6D9CDB9E077F4BE191E72B82163E2205"/>
    <w:rsid w:val="00BF3161"/>
  </w:style>
  <w:style w:type="paragraph" w:customStyle="1" w:styleId="94EE732DEF784F51ADB3F2A5B4112C71">
    <w:name w:val="94EE732DEF784F51ADB3F2A5B4112C71"/>
    <w:rsid w:val="00BF3161"/>
  </w:style>
  <w:style w:type="paragraph" w:customStyle="1" w:styleId="C7B5DF3C7D76480ABC0FE0101CF3F6A7">
    <w:name w:val="C7B5DF3C7D76480ABC0FE0101CF3F6A7"/>
    <w:rsid w:val="00BF3161"/>
  </w:style>
  <w:style w:type="paragraph" w:customStyle="1" w:styleId="68BF4DF7E1704827BBEF10DE2C188F4C">
    <w:name w:val="68BF4DF7E1704827BBEF10DE2C188F4C"/>
    <w:rsid w:val="00BF3161"/>
  </w:style>
  <w:style w:type="paragraph" w:customStyle="1" w:styleId="70E98610666045348CCA1558C6939907">
    <w:name w:val="70E98610666045348CCA1558C6939907"/>
    <w:rsid w:val="00BF3161"/>
  </w:style>
  <w:style w:type="paragraph" w:customStyle="1" w:styleId="7F7EEE0AB4614B94A67E8C0C243EEC23">
    <w:name w:val="7F7EEE0AB4614B94A67E8C0C243EEC23"/>
    <w:rsid w:val="00BF3161"/>
  </w:style>
  <w:style w:type="paragraph" w:customStyle="1" w:styleId="E91F4628F40D4B239EDF88967E59FD91">
    <w:name w:val="E91F4628F40D4B239EDF88967E59FD91"/>
    <w:rsid w:val="00BF3161"/>
  </w:style>
  <w:style w:type="paragraph" w:customStyle="1" w:styleId="FBFF00105E1E47C2A41C3C94F8C281E1">
    <w:name w:val="FBFF00105E1E47C2A41C3C94F8C281E1"/>
    <w:rsid w:val="00BF3161"/>
  </w:style>
  <w:style w:type="paragraph" w:customStyle="1" w:styleId="5F281820402745DA80AD14F977BF11AB">
    <w:name w:val="5F281820402745DA80AD14F977BF11AB"/>
    <w:rsid w:val="00BF3161"/>
  </w:style>
  <w:style w:type="paragraph" w:customStyle="1" w:styleId="5BC177A248004976B9FD9DD1A3E29A4F">
    <w:name w:val="5BC177A248004976B9FD9DD1A3E29A4F"/>
    <w:rsid w:val="00BF3161"/>
  </w:style>
  <w:style w:type="paragraph" w:customStyle="1" w:styleId="E4CB679982E543CE8C31F7A1ECAB9A34">
    <w:name w:val="E4CB679982E543CE8C31F7A1ECAB9A34"/>
    <w:rsid w:val="00BF3161"/>
  </w:style>
  <w:style w:type="paragraph" w:customStyle="1" w:styleId="7603F80E87CA43C798648976656CDA7E">
    <w:name w:val="7603F80E87CA43C798648976656CDA7E"/>
    <w:rsid w:val="00BF3161"/>
  </w:style>
  <w:style w:type="paragraph" w:customStyle="1" w:styleId="53A4F4B43AB044AAB17B0C4BD08CA691">
    <w:name w:val="53A4F4B43AB044AAB17B0C4BD08CA691"/>
    <w:rsid w:val="00BF3161"/>
  </w:style>
  <w:style w:type="paragraph" w:customStyle="1" w:styleId="3AE9695B7CF34B6AA75AEAE23BAB6D45">
    <w:name w:val="3AE9695B7CF34B6AA75AEAE23BAB6D45"/>
    <w:rsid w:val="00BF3161"/>
  </w:style>
  <w:style w:type="paragraph" w:customStyle="1" w:styleId="2257C74C16B148FB8EB9D41CA45C371F">
    <w:name w:val="2257C74C16B148FB8EB9D41CA45C371F"/>
    <w:rsid w:val="00BF3161"/>
  </w:style>
  <w:style w:type="paragraph" w:customStyle="1" w:styleId="39695FCE99324816AA71B885D7E49364">
    <w:name w:val="39695FCE99324816AA71B885D7E49364"/>
    <w:rsid w:val="00BF3161"/>
  </w:style>
  <w:style w:type="paragraph" w:customStyle="1" w:styleId="76BFE9AE549941909A48B07C9C253540">
    <w:name w:val="76BFE9AE549941909A48B07C9C253540"/>
    <w:rsid w:val="00BF3161"/>
  </w:style>
  <w:style w:type="paragraph" w:customStyle="1" w:styleId="48A7069789D14A1299982ADEC459B35C">
    <w:name w:val="48A7069789D14A1299982ADEC459B35C"/>
    <w:rsid w:val="00BF3161"/>
  </w:style>
  <w:style w:type="paragraph" w:customStyle="1" w:styleId="D196D9BA7F0D411984C024513AF0E01F">
    <w:name w:val="D196D9BA7F0D411984C024513AF0E01F"/>
    <w:rsid w:val="00BF3161"/>
  </w:style>
  <w:style w:type="paragraph" w:customStyle="1" w:styleId="57F6F20930C04E969C40B24114EA3416">
    <w:name w:val="57F6F20930C04E969C40B24114EA3416"/>
    <w:rsid w:val="00BF3161"/>
  </w:style>
  <w:style w:type="paragraph" w:customStyle="1" w:styleId="8635E135DC9D4DA3ABA0E962E5A566ED">
    <w:name w:val="8635E135DC9D4DA3ABA0E962E5A566ED"/>
    <w:rsid w:val="00BF3161"/>
  </w:style>
  <w:style w:type="paragraph" w:customStyle="1" w:styleId="F360EFECB6804A979673FC99719E657E">
    <w:name w:val="F360EFECB6804A979673FC99719E657E"/>
    <w:rsid w:val="00BF3161"/>
  </w:style>
  <w:style w:type="paragraph" w:customStyle="1" w:styleId="887234D78E5E4FCC9590140FA980BAA1">
    <w:name w:val="887234D78E5E4FCC9590140FA980BAA1"/>
    <w:rsid w:val="00BF3161"/>
  </w:style>
  <w:style w:type="paragraph" w:customStyle="1" w:styleId="24BBB34717C6459191A96F6758DCA5D8">
    <w:name w:val="24BBB34717C6459191A96F6758DCA5D8"/>
    <w:rsid w:val="00BF3161"/>
  </w:style>
  <w:style w:type="paragraph" w:customStyle="1" w:styleId="D3690863D6C4416485B7F206F89EE37F">
    <w:name w:val="D3690863D6C4416485B7F206F89EE37F"/>
    <w:rsid w:val="00BF3161"/>
  </w:style>
  <w:style w:type="paragraph" w:customStyle="1" w:styleId="CC9C8AF414A045BFA5277FB9603C74BE">
    <w:name w:val="CC9C8AF414A045BFA5277FB9603C74BE"/>
    <w:rsid w:val="00BF3161"/>
  </w:style>
  <w:style w:type="paragraph" w:customStyle="1" w:styleId="A984A5D919CF4E5FAF5951F182ED2B7C">
    <w:name w:val="A984A5D919CF4E5FAF5951F182ED2B7C"/>
    <w:rsid w:val="003D0410"/>
  </w:style>
  <w:style w:type="paragraph" w:customStyle="1" w:styleId="C82226611D1740FFB5D07C02FE6A0DAA">
    <w:name w:val="C82226611D1740FFB5D07C02FE6A0DAA"/>
    <w:rsid w:val="003D0410"/>
  </w:style>
  <w:style w:type="paragraph" w:customStyle="1" w:styleId="A36BC27E900D414A9D1E222520918579">
    <w:name w:val="A36BC27E900D414A9D1E222520918579"/>
    <w:rsid w:val="003D0410"/>
  </w:style>
  <w:style w:type="paragraph" w:customStyle="1" w:styleId="9F51F4915D48431BA217472591E93A70">
    <w:name w:val="9F51F4915D48431BA217472591E93A70"/>
    <w:rsid w:val="003D0410"/>
  </w:style>
  <w:style w:type="paragraph" w:customStyle="1" w:styleId="06BDE206CE7D46749C6D9715FA1E7619">
    <w:name w:val="06BDE206CE7D46749C6D9715FA1E7619"/>
    <w:rsid w:val="003D0410"/>
  </w:style>
  <w:style w:type="paragraph" w:customStyle="1" w:styleId="F874F1B9C99E430AB3851356D17DB3EC">
    <w:name w:val="F874F1B9C99E430AB3851356D17DB3EC"/>
    <w:rsid w:val="003D0410"/>
  </w:style>
  <w:style w:type="paragraph" w:customStyle="1" w:styleId="BF5CA432A73E411A8698267BDC608CAE">
    <w:name w:val="BF5CA432A73E411A8698267BDC608CAE"/>
    <w:rsid w:val="003D0410"/>
  </w:style>
  <w:style w:type="paragraph" w:customStyle="1" w:styleId="AC3318B0A7464847B1CE54DAECD69B99">
    <w:name w:val="AC3318B0A7464847B1CE54DAECD69B99"/>
    <w:rsid w:val="003D0410"/>
  </w:style>
  <w:style w:type="paragraph" w:customStyle="1" w:styleId="B1A78B28F1CF466FB7410125C8ABD6D3">
    <w:name w:val="B1A78B28F1CF466FB7410125C8ABD6D3"/>
    <w:rsid w:val="003D0410"/>
  </w:style>
  <w:style w:type="paragraph" w:customStyle="1" w:styleId="DB864DDE62CD4EA0A0BE0DCD8EF7CA4B">
    <w:name w:val="DB864DDE62CD4EA0A0BE0DCD8EF7CA4B"/>
    <w:rsid w:val="003D0410"/>
  </w:style>
  <w:style w:type="paragraph" w:customStyle="1" w:styleId="643CE8E7B19046D19373D481A25B17C4">
    <w:name w:val="643CE8E7B19046D19373D481A25B17C4"/>
    <w:rsid w:val="003D0410"/>
  </w:style>
  <w:style w:type="paragraph" w:customStyle="1" w:styleId="7F3B6D4B93EA4D2F89C5EE9334A2B3EF">
    <w:name w:val="7F3B6D4B93EA4D2F89C5EE9334A2B3EF"/>
    <w:rsid w:val="003D0410"/>
  </w:style>
  <w:style w:type="paragraph" w:customStyle="1" w:styleId="F031B4D1CDD347A6936EA41355FEAB9F">
    <w:name w:val="F031B4D1CDD347A6936EA41355FEAB9F"/>
    <w:rsid w:val="003D0410"/>
  </w:style>
  <w:style w:type="paragraph" w:customStyle="1" w:styleId="3D93806E2FFC41C3A5832DEDA7F09EBF">
    <w:name w:val="3D93806E2FFC41C3A5832DEDA7F09EBF"/>
    <w:rsid w:val="003D0410"/>
  </w:style>
  <w:style w:type="paragraph" w:customStyle="1" w:styleId="5BE209E38E5147DE921ABFB7F5D9FB86">
    <w:name w:val="5BE209E38E5147DE921ABFB7F5D9FB86"/>
    <w:rsid w:val="003D0410"/>
  </w:style>
  <w:style w:type="paragraph" w:customStyle="1" w:styleId="E1EB936CB8B64752926119EC1AB8D8E2">
    <w:name w:val="E1EB936CB8B64752926119EC1AB8D8E2"/>
    <w:rsid w:val="003D0410"/>
  </w:style>
  <w:style w:type="paragraph" w:customStyle="1" w:styleId="0E2541B08C6543DE9366B951FEB77211">
    <w:name w:val="0E2541B08C6543DE9366B951FEB77211"/>
    <w:rsid w:val="003D0410"/>
  </w:style>
  <w:style w:type="paragraph" w:customStyle="1" w:styleId="9679C753FD8F4BDAB73891576611E4EB">
    <w:name w:val="9679C753FD8F4BDAB73891576611E4EB"/>
    <w:rsid w:val="003D0410"/>
  </w:style>
  <w:style w:type="paragraph" w:customStyle="1" w:styleId="B56C88FC102D433CADFBA1BD734FC04C">
    <w:name w:val="B56C88FC102D433CADFBA1BD734FC04C"/>
    <w:rsid w:val="003D0410"/>
  </w:style>
  <w:style w:type="paragraph" w:customStyle="1" w:styleId="27DE4713233E4DB88207B506613EDF26">
    <w:name w:val="27DE4713233E4DB88207B506613EDF26"/>
    <w:rsid w:val="00635239"/>
  </w:style>
  <w:style w:type="paragraph" w:customStyle="1" w:styleId="52E0BD2D9F204E45A1A183F04CB5B19D">
    <w:name w:val="52E0BD2D9F204E45A1A183F04CB5B19D"/>
    <w:rsid w:val="00635239"/>
  </w:style>
  <w:style w:type="paragraph" w:customStyle="1" w:styleId="8ABF3A55FAA94591BBE302CD4B0E40BE">
    <w:name w:val="8ABF3A55FAA94591BBE302CD4B0E40BE"/>
    <w:rsid w:val="00635239"/>
  </w:style>
  <w:style w:type="paragraph" w:customStyle="1" w:styleId="1B4C6B6F1C554A7FA436C6F1B4443C48">
    <w:name w:val="1B4C6B6F1C554A7FA436C6F1B4443C48"/>
    <w:rsid w:val="00635239"/>
  </w:style>
  <w:style w:type="paragraph" w:customStyle="1" w:styleId="AD0C01A9D4774102A113877172B5EA30">
    <w:name w:val="AD0C01A9D4774102A113877172B5EA30"/>
    <w:rsid w:val="00635239"/>
  </w:style>
  <w:style w:type="paragraph" w:customStyle="1" w:styleId="EB2D82BAF2004502855ED8BF4226239D">
    <w:name w:val="EB2D82BAF2004502855ED8BF4226239D"/>
    <w:rsid w:val="00635239"/>
  </w:style>
  <w:style w:type="paragraph" w:customStyle="1" w:styleId="D8A32CB46A8341519A8B4BA31C42A46E">
    <w:name w:val="D8A32CB46A8341519A8B4BA31C42A46E"/>
    <w:rsid w:val="00635239"/>
  </w:style>
  <w:style w:type="paragraph" w:customStyle="1" w:styleId="2D332FEF691748DC88B6382417E0F771">
    <w:name w:val="2D332FEF691748DC88B6382417E0F771"/>
    <w:rsid w:val="009F64B0"/>
  </w:style>
  <w:style w:type="paragraph" w:customStyle="1" w:styleId="17B9020334A84036BDC518A69319D507">
    <w:name w:val="17B9020334A84036BDC518A69319D507"/>
    <w:rsid w:val="009F64B0"/>
  </w:style>
  <w:style w:type="paragraph" w:customStyle="1" w:styleId="BC0EC086AA4544B780EB7663CB8E061D">
    <w:name w:val="BC0EC086AA4544B780EB7663CB8E061D"/>
    <w:rsid w:val="009F64B0"/>
  </w:style>
  <w:style w:type="paragraph" w:customStyle="1" w:styleId="0E2DE44669164A96993460CC1122216D">
    <w:name w:val="0E2DE44669164A96993460CC1122216D"/>
    <w:rsid w:val="009F64B0"/>
  </w:style>
  <w:style w:type="paragraph" w:customStyle="1" w:styleId="97666999B5A047ABA58A3AABBE0DC22E">
    <w:name w:val="97666999B5A047ABA58A3AABBE0DC22E"/>
    <w:rsid w:val="009F64B0"/>
  </w:style>
  <w:style w:type="paragraph" w:customStyle="1" w:styleId="8A997FED7113488BB21359A21D1F6F2A">
    <w:name w:val="8A997FED7113488BB21359A21D1F6F2A"/>
    <w:rsid w:val="009F64B0"/>
  </w:style>
  <w:style w:type="paragraph" w:customStyle="1" w:styleId="637569C387414DCBBB3886CB7CFB701E">
    <w:name w:val="637569C387414DCBBB3886CB7CFB701E"/>
    <w:rsid w:val="009F64B0"/>
  </w:style>
  <w:style w:type="paragraph" w:customStyle="1" w:styleId="F9788C8CF3F6444D82201A425C5B1E1E">
    <w:name w:val="F9788C8CF3F6444D82201A425C5B1E1E"/>
    <w:rsid w:val="009F64B0"/>
  </w:style>
  <w:style w:type="paragraph" w:customStyle="1" w:styleId="3B06B02DE2FF49F792865B64280F2C51">
    <w:name w:val="3B06B02DE2FF49F792865B64280F2C51"/>
    <w:rsid w:val="009F64B0"/>
  </w:style>
  <w:style w:type="paragraph" w:customStyle="1" w:styleId="977747D9274549CC908DBBC244724247">
    <w:name w:val="977747D9274549CC908DBBC244724247"/>
    <w:rsid w:val="009F64B0"/>
  </w:style>
  <w:style w:type="paragraph" w:customStyle="1" w:styleId="B20AE6C0A97E422CB46A3F4B8FCB65CC">
    <w:name w:val="B20AE6C0A97E422CB46A3F4B8FCB65CC"/>
    <w:rsid w:val="009F64B0"/>
  </w:style>
  <w:style w:type="paragraph" w:customStyle="1" w:styleId="4D4D5241574843C0A27CBF3BE11ABC1B">
    <w:name w:val="4D4D5241574843C0A27CBF3BE11ABC1B"/>
    <w:rsid w:val="009F64B0"/>
  </w:style>
  <w:style w:type="paragraph" w:customStyle="1" w:styleId="BC1AAC5895FF4152B9426EBABA9A53EF">
    <w:name w:val="BC1AAC5895FF4152B9426EBABA9A53EF"/>
    <w:rsid w:val="009F64B0"/>
  </w:style>
  <w:style w:type="paragraph" w:customStyle="1" w:styleId="08D34C9E69B74EF081912332ACFF49F8">
    <w:name w:val="08D34C9E69B74EF081912332ACFF49F8"/>
    <w:rsid w:val="009F64B0"/>
  </w:style>
  <w:style w:type="paragraph" w:customStyle="1" w:styleId="2DFC73D55E3C46C780AD3D13328FA6C2">
    <w:name w:val="2DFC73D55E3C46C780AD3D13328FA6C2"/>
    <w:rsid w:val="009F64B0"/>
  </w:style>
  <w:style w:type="paragraph" w:customStyle="1" w:styleId="75A6D8AD93F84019A7E8A604391880CA">
    <w:name w:val="75A6D8AD93F84019A7E8A604391880CA"/>
    <w:rsid w:val="009F64B0"/>
  </w:style>
  <w:style w:type="paragraph" w:customStyle="1" w:styleId="562A95522B0747A8894B3C560F9E9A5C">
    <w:name w:val="562A95522B0747A8894B3C560F9E9A5C"/>
    <w:rsid w:val="009F64B0"/>
  </w:style>
  <w:style w:type="paragraph" w:customStyle="1" w:styleId="6DE8A297B11A4C30ABF9D3D01CE2BF1B">
    <w:name w:val="6DE8A297B11A4C30ABF9D3D01CE2BF1B"/>
    <w:rsid w:val="009F64B0"/>
  </w:style>
  <w:style w:type="paragraph" w:customStyle="1" w:styleId="BE71C5B443EF47D189064AEF783F6737">
    <w:name w:val="BE71C5B443EF47D189064AEF783F6737"/>
    <w:rsid w:val="009F64B0"/>
  </w:style>
  <w:style w:type="paragraph" w:customStyle="1" w:styleId="7FCF526C4B33433D869E688B61D53042">
    <w:name w:val="7FCF526C4B33433D869E688B61D53042"/>
    <w:rsid w:val="009F64B0"/>
  </w:style>
  <w:style w:type="paragraph" w:customStyle="1" w:styleId="B09377D702C74C6CBE99C0A2834BAD9F">
    <w:name w:val="B09377D702C74C6CBE99C0A2834BAD9F"/>
    <w:rsid w:val="009F64B0"/>
  </w:style>
  <w:style w:type="paragraph" w:customStyle="1" w:styleId="FAA1DE20BFBF4CBE87A82E7E1CCB275D">
    <w:name w:val="FAA1DE20BFBF4CBE87A82E7E1CCB275D"/>
    <w:rsid w:val="009F64B0"/>
  </w:style>
  <w:style w:type="paragraph" w:customStyle="1" w:styleId="7C20366ADC7647FCB564981D4789C05F">
    <w:name w:val="7C20366ADC7647FCB564981D4789C05F"/>
    <w:rsid w:val="009F64B0"/>
  </w:style>
  <w:style w:type="paragraph" w:customStyle="1" w:styleId="5DD3291BD598469596E6F8C1212616CE">
    <w:name w:val="5DD3291BD598469596E6F8C1212616CE"/>
    <w:rsid w:val="009F64B0"/>
  </w:style>
  <w:style w:type="paragraph" w:customStyle="1" w:styleId="A357DE0ADDBD43D681053BEB134B8D0E">
    <w:name w:val="A357DE0ADDBD43D681053BEB134B8D0E"/>
    <w:rsid w:val="009F64B0"/>
  </w:style>
  <w:style w:type="paragraph" w:customStyle="1" w:styleId="A7687F4F85A44F219C671DBC6A2CE8A8">
    <w:name w:val="A7687F4F85A44F219C671DBC6A2CE8A8"/>
    <w:rsid w:val="009F64B0"/>
  </w:style>
  <w:style w:type="paragraph" w:customStyle="1" w:styleId="A5B8134EAD1A466CA0F9F3E7C8CD720C">
    <w:name w:val="A5B8134EAD1A466CA0F9F3E7C8CD720C"/>
    <w:rsid w:val="009F64B0"/>
  </w:style>
  <w:style w:type="paragraph" w:customStyle="1" w:styleId="321D7C8160FC4C3896DB11B826B3754F">
    <w:name w:val="321D7C8160FC4C3896DB11B826B3754F"/>
    <w:rsid w:val="009F64B0"/>
  </w:style>
  <w:style w:type="paragraph" w:customStyle="1" w:styleId="DA877A0A3173484395AB39833F942D8D">
    <w:name w:val="DA877A0A3173484395AB39833F942D8D"/>
    <w:rsid w:val="009F64B0"/>
  </w:style>
  <w:style w:type="paragraph" w:customStyle="1" w:styleId="8F1BB26C78504267AFAC2A86B0B94E07">
    <w:name w:val="8F1BB26C78504267AFAC2A86B0B94E07"/>
    <w:rsid w:val="009F64B0"/>
  </w:style>
  <w:style w:type="paragraph" w:customStyle="1" w:styleId="3A174269805E4B03B27670774EBF9C9F">
    <w:name w:val="3A174269805E4B03B27670774EBF9C9F"/>
    <w:rsid w:val="009F64B0"/>
  </w:style>
  <w:style w:type="paragraph" w:customStyle="1" w:styleId="6906327BBC7E4E5B9F5849CE5D067B17">
    <w:name w:val="6906327BBC7E4E5B9F5849CE5D067B17"/>
    <w:rsid w:val="009F64B0"/>
  </w:style>
  <w:style w:type="paragraph" w:customStyle="1" w:styleId="05C967E01FBD4632BA932906805AE26A">
    <w:name w:val="05C967E01FBD4632BA932906805AE26A"/>
    <w:rsid w:val="009F64B0"/>
  </w:style>
  <w:style w:type="paragraph" w:customStyle="1" w:styleId="C437BBBCEA984F1C9DB6C9B4DE790A2C">
    <w:name w:val="C437BBBCEA984F1C9DB6C9B4DE790A2C"/>
    <w:rsid w:val="009F64B0"/>
  </w:style>
  <w:style w:type="paragraph" w:customStyle="1" w:styleId="B087A8F8AF534F76BD81D5EFD31D9308">
    <w:name w:val="B087A8F8AF534F76BD81D5EFD31D9308"/>
    <w:rsid w:val="009F64B0"/>
  </w:style>
  <w:style w:type="paragraph" w:customStyle="1" w:styleId="E5E6BC933DF0421C9253E6DA8DCA8766">
    <w:name w:val="E5E6BC933DF0421C9253E6DA8DCA8766"/>
    <w:rsid w:val="009F64B0"/>
  </w:style>
  <w:style w:type="paragraph" w:customStyle="1" w:styleId="942B0E6776944DD4A1673CF8BADA5AD6">
    <w:name w:val="942B0E6776944DD4A1673CF8BADA5AD6"/>
    <w:rsid w:val="009F64B0"/>
  </w:style>
  <w:style w:type="paragraph" w:customStyle="1" w:styleId="A018B9574446479EA1A600FB8427E686">
    <w:name w:val="A018B9574446479EA1A600FB8427E686"/>
    <w:rsid w:val="009F64B0"/>
  </w:style>
  <w:style w:type="paragraph" w:customStyle="1" w:styleId="D751FF0586934C3E858ED630A7AF0299">
    <w:name w:val="D751FF0586934C3E858ED630A7AF0299"/>
    <w:rsid w:val="009F64B0"/>
  </w:style>
  <w:style w:type="paragraph" w:customStyle="1" w:styleId="A24D32BF44174C2791FD7B6DA8C9DFEA">
    <w:name w:val="A24D32BF44174C2791FD7B6DA8C9DFEA"/>
    <w:rsid w:val="009F64B0"/>
  </w:style>
  <w:style w:type="paragraph" w:customStyle="1" w:styleId="E4DA8823B5954EE69F68BB1DB6D625FA">
    <w:name w:val="E4DA8823B5954EE69F68BB1DB6D625FA"/>
    <w:rsid w:val="009F64B0"/>
  </w:style>
  <w:style w:type="paragraph" w:customStyle="1" w:styleId="912D8E9D2BAF4A9184962C71C7D5A0D1">
    <w:name w:val="912D8E9D2BAF4A9184962C71C7D5A0D1"/>
    <w:rsid w:val="009F64B0"/>
  </w:style>
  <w:style w:type="paragraph" w:customStyle="1" w:styleId="7DE81CC8BCF5467D8DBD9E4B12105EC2">
    <w:name w:val="7DE81CC8BCF5467D8DBD9E4B12105EC2"/>
    <w:rsid w:val="009F64B0"/>
  </w:style>
  <w:style w:type="paragraph" w:customStyle="1" w:styleId="F82510B9B25F418AA395D5EF276C0744">
    <w:name w:val="F82510B9B25F418AA395D5EF276C0744"/>
    <w:rsid w:val="009F64B0"/>
  </w:style>
  <w:style w:type="paragraph" w:customStyle="1" w:styleId="AD98ECBF8C4543109D2F72DEE885EFBD">
    <w:name w:val="AD98ECBF8C4543109D2F72DEE885EFBD"/>
    <w:rsid w:val="009F64B0"/>
  </w:style>
  <w:style w:type="paragraph" w:customStyle="1" w:styleId="54CBB4264C024DB3AA455E5BB19CE98B">
    <w:name w:val="54CBB4264C024DB3AA455E5BB19CE98B"/>
    <w:rsid w:val="009F64B0"/>
  </w:style>
  <w:style w:type="paragraph" w:customStyle="1" w:styleId="EC4B33BA1A9A4327B7E1F0CED8FAD25C">
    <w:name w:val="EC4B33BA1A9A4327B7E1F0CED8FAD25C"/>
    <w:rsid w:val="009F64B0"/>
  </w:style>
  <w:style w:type="paragraph" w:customStyle="1" w:styleId="A207FED87B154F7B858D58679945A2D2">
    <w:name w:val="A207FED87B154F7B858D58679945A2D2"/>
    <w:rsid w:val="009F64B0"/>
  </w:style>
  <w:style w:type="paragraph" w:customStyle="1" w:styleId="1621EB1D15E74407B052646FC895102F">
    <w:name w:val="1621EB1D15E74407B052646FC895102F"/>
    <w:rsid w:val="009F64B0"/>
  </w:style>
  <w:style w:type="paragraph" w:customStyle="1" w:styleId="86486E08CF784F7B8D9464A884F5D1F5">
    <w:name w:val="86486E08CF784F7B8D9464A884F5D1F5"/>
    <w:rsid w:val="009F64B0"/>
  </w:style>
  <w:style w:type="paragraph" w:customStyle="1" w:styleId="85E6B5E4F94D4D77A33859B3F8B9F98C">
    <w:name w:val="85E6B5E4F94D4D77A33859B3F8B9F98C"/>
    <w:rsid w:val="009F64B0"/>
  </w:style>
  <w:style w:type="paragraph" w:customStyle="1" w:styleId="2B9277F97A0F4AD699FC5B4A006FCBAB">
    <w:name w:val="2B9277F97A0F4AD699FC5B4A006FCBAB"/>
    <w:rsid w:val="009F64B0"/>
  </w:style>
  <w:style w:type="paragraph" w:customStyle="1" w:styleId="9E1AE4B1234848768D7497B2CDDB9F29">
    <w:name w:val="9E1AE4B1234848768D7497B2CDDB9F29"/>
    <w:rsid w:val="009F64B0"/>
  </w:style>
  <w:style w:type="paragraph" w:customStyle="1" w:styleId="D77050B67D964EC9B60935C02D1779C8">
    <w:name w:val="D77050B67D964EC9B60935C02D1779C8"/>
    <w:rsid w:val="009F64B0"/>
  </w:style>
  <w:style w:type="paragraph" w:customStyle="1" w:styleId="6DE7EDB461B547728EDF955ED6441917">
    <w:name w:val="6DE7EDB461B547728EDF955ED6441917"/>
    <w:rsid w:val="009F64B0"/>
  </w:style>
  <w:style w:type="paragraph" w:customStyle="1" w:styleId="915BE2535AAC44FFB679778477366A08">
    <w:name w:val="915BE2535AAC44FFB679778477366A08"/>
    <w:rsid w:val="009F64B0"/>
  </w:style>
  <w:style w:type="paragraph" w:customStyle="1" w:styleId="96280E61BEAB495E95D33B93DF93CE75">
    <w:name w:val="96280E61BEAB495E95D33B93DF93CE75"/>
    <w:rsid w:val="009F64B0"/>
  </w:style>
  <w:style w:type="paragraph" w:customStyle="1" w:styleId="B6F7631C4B92441DADF7EF542BDBE383">
    <w:name w:val="B6F7631C4B92441DADF7EF542BDBE383"/>
    <w:rsid w:val="009F64B0"/>
  </w:style>
  <w:style w:type="paragraph" w:customStyle="1" w:styleId="D48F421B033E43799AF2819A9CCE6576">
    <w:name w:val="D48F421B033E43799AF2819A9CCE6576"/>
    <w:rsid w:val="009F64B0"/>
  </w:style>
  <w:style w:type="paragraph" w:customStyle="1" w:styleId="4BBB9987FEAC4B1F97F55C8D11D217FE">
    <w:name w:val="4BBB9987FEAC4B1F97F55C8D11D217FE"/>
    <w:rsid w:val="009F64B0"/>
  </w:style>
  <w:style w:type="paragraph" w:customStyle="1" w:styleId="CE80363D9D1B4E44AAFDFB45B17F0B80">
    <w:name w:val="CE80363D9D1B4E44AAFDFB45B17F0B80"/>
    <w:rsid w:val="009F64B0"/>
  </w:style>
  <w:style w:type="paragraph" w:customStyle="1" w:styleId="3494F35BA72D480397B2E5361566E9F9">
    <w:name w:val="3494F35BA72D480397B2E5361566E9F9"/>
    <w:rsid w:val="009F64B0"/>
  </w:style>
  <w:style w:type="paragraph" w:customStyle="1" w:styleId="758A6EB384764F9C99AC1A012D04EECB">
    <w:name w:val="758A6EB384764F9C99AC1A012D04EECB"/>
    <w:rsid w:val="009F64B0"/>
  </w:style>
  <w:style w:type="paragraph" w:customStyle="1" w:styleId="79B765E5254244F7B339DB6C373EC309">
    <w:name w:val="79B765E5254244F7B339DB6C373EC309"/>
    <w:rsid w:val="009F64B0"/>
  </w:style>
  <w:style w:type="paragraph" w:customStyle="1" w:styleId="00F4B3864128437592E660E6AC620E3B">
    <w:name w:val="00F4B3864128437592E660E6AC620E3B"/>
    <w:rsid w:val="009F64B0"/>
  </w:style>
  <w:style w:type="paragraph" w:customStyle="1" w:styleId="8C66FD72C7CB49B5ADEEF3DE1100ABC0">
    <w:name w:val="8C66FD72C7CB49B5ADEEF3DE1100ABC0"/>
    <w:rsid w:val="009F64B0"/>
  </w:style>
  <w:style w:type="paragraph" w:customStyle="1" w:styleId="61C64915DFC94A4AAEBE51001EAFBA33">
    <w:name w:val="61C64915DFC94A4AAEBE51001EAFBA33"/>
    <w:rsid w:val="009F64B0"/>
  </w:style>
  <w:style w:type="paragraph" w:customStyle="1" w:styleId="4E9B135D256B446A98D5FCFEF75A6184">
    <w:name w:val="4E9B135D256B446A98D5FCFEF75A6184"/>
    <w:rsid w:val="009F64B0"/>
  </w:style>
  <w:style w:type="paragraph" w:customStyle="1" w:styleId="DB8AED6A00134E9A82607AD832E2E80D">
    <w:name w:val="DB8AED6A00134E9A82607AD832E2E80D"/>
    <w:rsid w:val="009F64B0"/>
  </w:style>
  <w:style w:type="paragraph" w:customStyle="1" w:styleId="575ACDCD983E482C97C445E32D1A8D9D">
    <w:name w:val="575ACDCD983E482C97C445E32D1A8D9D"/>
    <w:rsid w:val="009F64B0"/>
  </w:style>
  <w:style w:type="paragraph" w:customStyle="1" w:styleId="A50E2808ED6D4A44A6E43C431CAB098F">
    <w:name w:val="A50E2808ED6D4A44A6E43C431CAB098F"/>
    <w:rsid w:val="009F64B0"/>
  </w:style>
  <w:style w:type="paragraph" w:customStyle="1" w:styleId="8DAAFE9F2C57416BA03DBB01D3780B1E">
    <w:name w:val="8DAAFE9F2C57416BA03DBB01D3780B1E"/>
    <w:rsid w:val="009F64B0"/>
  </w:style>
  <w:style w:type="paragraph" w:customStyle="1" w:styleId="114C094E14C448F5A748C759D1431986">
    <w:name w:val="114C094E14C448F5A748C759D1431986"/>
    <w:rsid w:val="009F64B0"/>
  </w:style>
  <w:style w:type="paragraph" w:customStyle="1" w:styleId="1DC95711687C41F8B455376F60F5C21D">
    <w:name w:val="1DC95711687C41F8B455376F60F5C21D"/>
    <w:rsid w:val="009F64B0"/>
  </w:style>
  <w:style w:type="paragraph" w:customStyle="1" w:styleId="CCB668522CD94597AA7E83218BC5C82D">
    <w:name w:val="CCB668522CD94597AA7E83218BC5C82D"/>
    <w:rsid w:val="009F64B0"/>
  </w:style>
  <w:style w:type="paragraph" w:customStyle="1" w:styleId="02F44678A9D9444B9F2DFD0439D5C8B2">
    <w:name w:val="02F44678A9D9444B9F2DFD0439D5C8B2"/>
    <w:rsid w:val="009F64B0"/>
  </w:style>
  <w:style w:type="paragraph" w:customStyle="1" w:styleId="7774408A07D845E1B0B25416F2061A16">
    <w:name w:val="7774408A07D845E1B0B25416F2061A16"/>
    <w:rsid w:val="009F64B0"/>
  </w:style>
  <w:style w:type="paragraph" w:customStyle="1" w:styleId="99042E5CF57C456E9B7BA41F4B732E3D">
    <w:name w:val="99042E5CF57C456E9B7BA41F4B732E3D"/>
    <w:rsid w:val="009F64B0"/>
  </w:style>
  <w:style w:type="paragraph" w:customStyle="1" w:styleId="EC1DA059344D42A7A0F09A6B3FCDDB72">
    <w:name w:val="EC1DA059344D42A7A0F09A6B3FCDDB72"/>
    <w:rsid w:val="009F64B0"/>
  </w:style>
  <w:style w:type="paragraph" w:customStyle="1" w:styleId="B270EFFF536D41ED90A0044BC65DFDE6">
    <w:name w:val="B270EFFF536D41ED90A0044BC65DFDE6"/>
    <w:rsid w:val="009F64B0"/>
  </w:style>
  <w:style w:type="paragraph" w:customStyle="1" w:styleId="45637556081A4315AE5579ADDF03F1A1">
    <w:name w:val="45637556081A4315AE5579ADDF03F1A1"/>
    <w:rsid w:val="009F64B0"/>
  </w:style>
  <w:style w:type="paragraph" w:customStyle="1" w:styleId="6DC1A56F2F4948A792961520F65767E7">
    <w:name w:val="6DC1A56F2F4948A792961520F65767E7"/>
    <w:rsid w:val="009F64B0"/>
  </w:style>
  <w:style w:type="paragraph" w:customStyle="1" w:styleId="BEFB71424B8645839FCDED2A7B05B378">
    <w:name w:val="BEFB71424B8645839FCDED2A7B05B378"/>
    <w:rsid w:val="009F64B0"/>
  </w:style>
  <w:style w:type="paragraph" w:customStyle="1" w:styleId="4BBA29786E4342699B82FB585227C170">
    <w:name w:val="4BBA29786E4342699B82FB585227C170"/>
    <w:rsid w:val="009F64B0"/>
  </w:style>
  <w:style w:type="paragraph" w:customStyle="1" w:styleId="B86DD323CF764B32972E4AA0A45DE502">
    <w:name w:val="B86DD323CF764B32972E4AA0A45DE502"/>
    <w:rsid w:val="009F64B0"/>
  </w:style>
  <w:style w:type="paragraph" w:customStyle="1" w:styleId="49876F88E9B8400397E29A0C7AB0F4FF">
    <w:name w:val="49876F88E9B8400397E29A0C7AB0F4FF"/>
    <w:rsid w:val="009F64B0"/>
  </w:style>
  <w:style w:type="paragraph" w:customStyle="1" w:styleId="52660DCC71414751B9E3F64A861C3DB4">
    <w:name w:val="52660DCC71414751B9E3F64A861C3DB4"/>
    <w:rsid w:val="009F64B0"/>
  </w:style>
  <w:style w:type="paragraph" w:customStyle="1" w:styleId="65D3CFD20D6440CCA63E3FD3CDECD531">
    <w:name w:val="65D3CFD20D6440CCA63E3FD3CDECD531"/>
    <w:rsid w:val="009F64B0"/>
  </w:style>
  <w:style w:type="paragraph" w:customStyle="1" w:styleId="7020A90A08B7405DABC8C035DA08CCD1">
    <w:name w:val="7020A90A08B7405DABC8C035DA08CCD1"/>
    <w:rsid w:val="009F64B0"/>
  </w:style>
  <w:style w:type="paragraph" w:customStyle="1" w:styleId="8189BF3AF6134D84A19D2942CCFD13DB">
    <w:name w:val="8189BF3AF6134D84A19D2942CCFD13DB"/>
    <w:rsid w:val="009F64B0"/>
  </w:style>
  <w:style w:type="paragraph" w:customStyle="1" w:styleId="D82A0EE7972C499B8E1B70BF20AAE8BC">
    <w:name w:val="D82A0EE7972C499B8E1B70BF20AAE8BC"/>
    <w:rsid w:val="009F64B0"/>
  </w:style>
  <w:style w:type="paragraph" w:customStyle="1" w:styleId="1199244FCB8049C8825C798F0DE2659E">
    <w:name w:val="1199244FCB8049C8825C798F0DE2659E"/>
    <w:rsid w:val="009F64B0"/>
  </w:style>
  <w:style w:type="paragraph" w:customStyle="1" w:styleId="8D2A12C39CCA4AE680BAB64C1DDAE056">
    <w:name w:val="8D2A12C39CCA4AE680BAB64C1DDAE056"/>
    <w:rsid w:val="009F64B0"/>
  </w:style>
  <w:style w:type="paragraph" w:customStyle="1" w:styleId="F8E6121571784DC7B44C3D4BB2CA1EEC">
    <w:name w:val="F8E6121571784DC7B44C3D4BB2CA1EEC"/>
    <w:rsid w:val="009F64B0"/>
  </w:style>
  <w:style w:type="paragraph" w:customStyle="1" w:styleId="24B1DD541F70407E92011ECDCD8C23E0">
    <w:name w:val="24B1DD541F70407E92011ECDCD8C23E0"/>
    <w:rsid w:val="009F64B0"/>
  </w:style>
  <w:style w:type="paragraph" w:customStyle="1" w:styleId="D4253137C3FE4666925E0E359A8F64D8">
    <w:name w:val="D4253137C3FE4666925E0E359A8F64D8"/>
    <w:rsid w:val="009F64B0"/>
  </w:style>
  <w:style w:type="paragraph" w:customStyle="1" w:styleId="3E9BF10BF490436CAD544F5EE9F7E08D">
    <w:name w:val="3E9BF10BF490436CAD544F5EE9F7E08D"/>
    <w:rsid w:val="009F64B0"/>
  </w:style>
  <w:style w:type="paragraph" w:customStyle="1" w:styleId="C976BB45F60249A5B55A22ABE72FF063">
    <w:name w:val="C976BB45F60249A5B55A22ABE72FF063"/>
    <w:rsid w:val="009F64B0"/>
  </w:style>
  <w:style w:type="paragraph" w:customStyle="1" w:styleId="D3269A3D15E747E7BB71D3967F4D4C37">
    <w:name w:val="D3269A3D15E747E7BB71D3967F4D4C37"/>
    <w:rsid w:val="009F64B0"/>
  </w:style>
  <w:style w:type="paragraph" w:customStyle="1" w:styleId="A70DDE974D0B4917AEA597826D3E11E1">
    <w:name w:val="A70DDE974D0B4917AEA597826D3E11E1"/>
    <w:rsid w:val="009F64B0"/>
  </w:style>
  <w:style w:type="paragraph" w:customStyle="1" w:styleId="AB37B017FBEF4E9EAFDEE29461A92A77">
    <w:name w:val="AB37B017FBEF4E9EAFDEE29461A92A77"/>
    <w:rsid w:val="009F64B0"/>
  </w:style>
  <w:style w:type="paragraph" w:customStyle="1" w:styleId="433138937D0C4C7E828B97BC8398F4B7">
    <w:name w:val="433138937D0C4C7E828B97BC8398F4B7"/>
    <w:rsid w:val="009F64B0"/>
  </w:style>
  <w:style w:type="paragraph" w:customStyle="1" w:styleId="A9208232FC0541699F3B180D78BF87D8">
    <w:name w:val="A9208232FC0541699F3B180D78BF87D8"/>
    <w:rsid w:val="009F64B0"/>
  </w:style>
  <w:style w:type="paragraph" w:customStyle="1" w:styleId="D900A5854383428BA2D51FE94A363621">
    <w:name w:val="D900A5854383428BA2D51FE94A363621"/>
    <w:rsid w:val="009F64B0"/>
  </w:style>
  <w:style w:type="paragraph" w:customStyle="1" w:styleId="F4A7E2422EE94573877AD0D529405BAA">
    <w:name w:val="F4A7E2422EE94573877AD0D529405BAA"/>
    <w:rsid w:val="009F64B0"/>
  </w:style>
  <w:style w:type="paragraph" w:customStyle="1" w:styleId="D7E614F86C004BE88DF918E392FC870A">
    <w:name w:val="D7E614F86C004BE88DF918E392FC870A"/>
    <w:rsid w:val="009F64B0"/>
  </w:style>
  <w:style w:type="paragraph" w:customStyle="1" w:styleId="CDD45396C0AA4A3F8C9EC568188FB8FD">
    <w:name w:val="CDD45396C0AA4A3F8C9EC568188FB8FD"/>
    <w:rsid w:val="009F64B0"/>
  </w:style>
  <w:style w:type="paragraph" w:customStyle="1" w:styleId="1E8763283E9D45D884C79100848F98BA">
    <w:name w:val="1E8763283E9D45D884C79100848F98BA"/>
    <w:rsid w:val="009F64B0"/>
  </w:style>
  <w:style w:type="paragraph" w:customStyle="1" w:styleId="D031B0BA8F7A4CB4909D2A063F588066">
    <w:name w:val="D031B0BA8F7A4CB4909D2A063F588066"/>
    <w:rsid w:val="009F64B0"/>
  </w:style>
  <w:style w:type="paragraph" w:customStyle="1" w:styleId="C24FD9434EB844FC8E104970DD5AB87D">
    <w:name w:val="C24FD9434EB844FC8E104970DD5AB87D"/>
    <w:rsid w:val="009F64B0"/>
  </w:style>
  <w:style w:type="paragraph" w:customStyle="1" w:styleId="8DE46A97BCC74D30A307448AE2CEB3B5">
    <w:name w:val="8DE46A97BCC74D30A307448AE2CEB3B5"/>
    <w:rsid w:val="009F64B0"/>
  </w:style>
  <w:style w:type="paragraph" w:customStyle="1" w:styleId="BD4B9FAEE1BC44DFAAFD4F6297FCD922">
    <w:name w:val="BD4B9FAEE1BC44DFAAFD4F6297FCD922"/>
    <w:rsid w:val="009F64B0"/>
  </w:style>
  <w:style w:type="paragraph" w:customStyle="1" w:styleId="B271636648BB476FBECD7FD1A618DE80">
    <w:name w:val="B271636648BB476FBECD7FD1A618DE80"/>
    <w:rsid w:val="009F64B0"/>
  </w:style>
  <w:style w:type="paragraph" w:customStyle="1" w:styleId="CE57CF7445C84281A84E875118217F85">
    <w:name w:val="CE57CF7445C84281A84E875118217F85"/>
    <w:rsid w:val="009F64B0"/>
  </w:style>
  <w:style w:type="paragraph" w:customStyle="1" w:styleId="135C3050CA7A4FA6AC2E9397D63875EC">
    <w:name w:val="135C3050CA7A4FA6AC2E9397D63875EC"/>
    <w:rsid w:val="009F64B0"/>
  </w:style>
  <w:style w:type="paragraph" w:customStyle="1" w:styleId="3968383FBDB8462D915C73459564AC10">
    <w:name w:val="3968383FBDB8462D915C73459564AC10"/>
    <w:rsid w:val="009F64B0"/>
  </w:style>
  <w:style w:type="paragraph" w:customStyle="1" w:styleId="C4565B72B79C42E08CA01249F96E0383">
    <w:name w:val="C4565B72B79C42E08CA01249F96E0383"/>
    <w:rsid w:val="009F64B0"/>
  </w:style>
  <w:style w:type="paragraph" w:customStyle="1" w:styleId="C79BB7DA7FFB436C900938A2C715C450">
    <w:name w:val="C79BB7DA7FFB436C900938A2C715C450"/>
    <w:rsid w:val="009F64B0"/>
  </w:style>
  <w:style w:type="paragraph" w:customStyle="1" w:styleId="7834070B67024388895FD61A06A46960">
    <w:name w:val="7834070B67024388895FD61A06A46960"/>
    <w:rsid w:val="009F64B0"/>
  </w:style>
  <w:style w:type="paragraph" w:customStyle="1" w:styleId="39E0AC91828B4D6C825F3631625BE0BF">
    <w:name w:val="39E0AC91828B4D6C825F3631625BE0BF"/>
    <w:rsid w:val="009F64B0"/>
  </w:style>
  <w:style w:type="paragraph" w:customStyle="1" w:styleId="3F2CD5CB82254962B7ED16CDD9DFEA2F">
    <w:name w:val="3F2CD5CB82254962B7ED16CDD9DFEA2F"/>
    <w:rsid w:val="009F64B0"/>
  </w:style>
  <w:style w:type="paragraph" w:customStyle="1" w:styleId="BDB823E153654C529DD01B3BCDB8EEA9">
    <w:name w:val="BDB823E153654C529DD01B3BCDB8EEA9"/>
    <w:rsid w:val="009F64B0"/>
  </w:style>
  <w:style w:type="paragraph" w:customStyle="1" w:styleId="8BED08F634104C10957E8C6388FD00F1">
    <w:name w:val="8BED08F634104C10957E8C6388FD00F1"/>
    <w:rsid w:val="009F64B0"/>
  </w:style>
  <w:style w:type="paragraph" w:customStyle="1" w:styleId="F5E0CFF32F4C48F98E342D4017EB4207">
    <w:name w:val="F5E0CFF32F4C48F98E342D4017EB4207"/>
    <w:rsid w:val="009F64B0"/>
  </w:style>
  <w:style w:type="paragraph" w:customStyle="1" w:styleId="72A9C8C3F79E4FE3A05F0B9A5EA9E787">
    <w:name w:val="72A9C8C3F79E4FE3A05F0B9A5EA9E787"/>
    <w:rsid w:val="009F64B0"/>
  </w:style>
  <w:style w:type="paragraph" w:customStyle="1" w:styleId="84EDE52C264F4B4D850C05954B5E245A">
    <w:name w:val="84EDE52C264F4B4D850C05954B5E245A"/>
    <w:rsid w:val="009F64B0"/>
  </w:style>
  <w:style w:type="paragraph" w:customStyle="1" w:styleId="5B03879B9B39485DB7401A45604A1976">
    <w:name w:val="5B03879B9B39485DB7401A45604A1976"/>
    <w:rsid w:val="009F64B0"/>
  </w:style>
  <w:style w:type="paragraph" w:customStyle="1" w:styleId="62F68BCDD6014EBCAF74BFF18EA3E86F">
    <w:name w:val="62F68BCDD6014EBCAF74BFF18EA3E86F"/>
    <w:rsid w:val="009F64B0"/>
  </w:style>
  <w:style w:type="paragraph" w:customStyle="1" w:styleId="B9C7FD3EC9E74E4386163BA553E6493B">
    <w:name w:val="B9C7FD3EC9E74E4386163BA553E6493B"/>
    <w:rsid w:val="009F64B0"/>
  </w:style>
  <w:style w:type="paragraph" w:customStyle="1" w:styleId="9AC450117F3640DB9369C54B03411B00">
    <w:name w:val="9AC450117F3640DB9369C54B03411B00"/>
    <w:rsid w:val="009F64B0"/>
  </w:style>
  <w:style w:type="paragraph" w:customStyle="1" w:styleId="0D644C9965164525A09B79CA99313F11">
    <w:name w:val="0D644C9965164525A09B79CA99313F11"/>
    <w:rsid w:val="009F64B0"/>
  </w:style>
  <w:style w:type="paragraph" w:customStyle="1" w:styleId="228EFBDB10D042668204D4BCED055E63">
    <w:name w:val="228EFBDB10D042668204D4BCED055E63"/>
    <w:rsid w:val="009F64B0"/>
  </w:style>
  <w:style w:type="paragraph" w:customStyle="1" w:styleId="5C7ADB90BFE349A283E9BD166A5E0091">
    <w:name w:val="5C7ADB90BFE349A283E9BD166A5E0091"/>
    <w:rsid w:val="009F64B0"/>
  </w:style>
  <w:style w:type="paragraph" w:customStyle="1" w:styleId="5099102EE2FD4542B63AA931D4F134E5">
    <w:name w:val="5099102EE2FD4542B63AA931D4F134E5"/>
    <w:rsid w:val="009F64B0"/>
  </w:style>
  <w:style w:type="paragraph" w:customStyle="1" w:styleId="B195E23F7E734D788000C4593D6AFB8C">
    <w:name w:val="B195E23F7E734D788000C4593D6AFB8C"/>
    <w:rsid w:val="009F64B0"/>
  </w:style>
  <w:style w:type="paragraph" w:customStyle="1" w:styleId="326CF31D797F4DF29B3BAE2E73613EC3">
    <w:name w:val="326CF31D797F4DF29B3BAE2E73613EC3"/>
    <w:rsid w:val="009F64B0"/>
  </w:style>
  <w:style w:type="paragraph" w:customStyle="1" w:styleId="4B010353D7B94890A948480FB7F1C140">
    <w:name w:val="4B010353D7B94890A948480FB7F1C140"/>
    <w:rsid w:val="00C13E9E"/>
  </w:style>
  <w:style w:type="paragraph" w:customStyle="1" w:styleId="BD89AAC6B5B64737BCA16B4D23AD9269">
    <w:name w:val="BD89AAC6B5B64737BCA16B4D23AD9269"/>
    <w:rsid w:val="00C13E9E"/>
  </w:style>
  <w:style w:type="paragraph" w:customStyle="1" w:styleId="3DD1F0A7A9024B3CBFC657C4664F4A13">
    <w:name w:val="3DD1F0A7A9024B3CBFC657C4664F4A13"/>
    <w:rsid w:val="00C13E9E"/>
  </w:style>
  <w:style w:type="paragraph" w:customStyle="1" w:styleId="3DE3E759754647B194AA982473ED803F">
    <w:name w:val="3DE3E759754647B194AA982473ED803F"/>
    <w:rsid w:val="00C13E9E"/>
  </w:style>
  <w:style w:type="paragraph" w:customStyle="1" w:styleId="B165015875A5414F989C61F1A5FC8A49">
    <w:name w:val="B165015875A5414F989C61F1A5FC8A49"/>
    <w:rsid w:val="00C13E9E"/>
  </w:style>
  <w:style w:type="paragraph" w:customStyle="1" w:styleId="88BC349490FD44CEB72D631A0EF01A23">
    <w:name w:val="88BC349490FD44CEB72D631A0EF01A23"/>
    <w:rsid w:val="00C13E9E"/>
  </w:style>
  <w:style w:type="paragraph" w:customStyle="1" w:styleId="11CCF9F7267F441F999B340F471B2869">
    <w:name w:val="11CCF9F7267F441F999B340F471B2869"/>
    <w:rsid w:val="00C13E9E"/>
  </w:style>
  <w:style w:type="paragraph" w:customStyle="1" w:styleId="44A262F507684D8CAFAB5DA94423DCF3">
    <w:name w:val="44A262F507684D8CAFAB5DA94423DCF3"/>
    <w:rsid w:val="00C13E9E"/>
  </w:style>
  <w:style w:type="paragraph" w:customStyle="1" w:styleId="D63EEACD56DE4EBAA9D20227B35486CC">
    <w:name w:val="D63EEACD56DE4EBAA9D20227B35486CC"/>
    <w:rsid w:val="00C13E9E"/>
  </w:style>
  <w:style w:type="paragraph" w:customStyle="1" w:styleId="D532F5171D6E49C7B473C9621044DA21">
    <w:name w:val="D532F5171D6E49C7B473C9621044DA21"/>
    <w:rsid w:val="00C13E9E"/>
  </w:style>
  <w:style w:type="paragraph" w:customStyle="1" w:styleId="DEAE7A2933974E389FB2E36D3EE85146">
    <w:name w:val="DEAE7A2933974E389FB2E36D3EE85146"/>
    <w:rsid w:val="00C13E9E"/>
  </w:style>
  <w:style w:type="paragraph" w:customStyle="1" w:styleId="F9450D373B0A4E93B80F18928E05BB0A">
    <w:name w:val="F9450D373B0A4E93B80F18928E05BB0A"/>
    <w:rsid w:val="00C13E9E"/>
  </w:style>
  <w:style w:type="paragraph" w:customStyle="1" w:styleId="0491D270798F42F18329576177A5BB2A">
    <w:name w:val="0491D270798F42F18329576177A5BB2A"/>
    <w:rsid w:val="00C13E9E"/>
  </w:style>
  <w:style w:type="paragraph" w:customStyle="1" w:styleId="CF9009DF75844E7E8E58DAB4B3C7FA41">
    <w:name w:val="CF9009DF75844E7E8E58DAB4B3C7FA41"/>
    <w:rsid w:val="00C13E9E"/>
  </w:style>
  <w:style w:type="paragraph" w:customStyle="1" w:styleId="A0B4AD4530424E5190757E417AAF0328">
    <w:name w:val="A0B4AD4530424E5190757E417AAF0328"/>
    <w:rsid w:val="00C13E9E"/>
  </w:style>
  <w:style w:type="paragraph" w:customStyle="1" w:styleId="55B9495BDD2540BA94D7E63C0E177AD2">
    <w:name w:val="55B9495BDD2540BA94D7E63C0E177AD2"/>
    <w:rsid w:val="00C13E9E"/>
  </w:style>
  <w:style w:type="paragraph" w:customStyle="1" w:styleId="E6C6B3917EFC40F182022174DF789D34">
    <w:name w:val="E6C6B3917EFC40F182022174DF789D34"/>
    <w:rsid w:val="00C13E9E"/>
  </w:style>
  <w:style w:type="paragraph" w:customStyle="1" w:styleId="417885FD721643C48F17BB9EA17A8232">
    <w:name w:val="417885FD721643C48F17BB9EA17A8232"/>
    <w:rsid w:val="00C13E9E"/>
  </w:style>
  <w:style w:type="paragraph" w:customStyle="1" w:styleId="ABCE657A1FC64643A76BAB846B7BB5D0">
    <w:name w:val="ABCE657A1FC64643A76BAB846B7BB5D0"/>
    <w:rsid w:val="00C13E9E"/>
  </w:style>
  <w:style w:type="paragraph" w:customStyle="1" w:styleId="8F4B7C349FF9449D93947403797DF26C">
    <w:name w:val="8F4B7C349FF9449D93947403797DF26C"/>
    <w:rsid w:val="00C13E9E"/>
  </w:style>
  <w:style w:type="paragraph" w:customStyle="1" w:styleId="16F84EAE76ED4879846958C062A4262B">
    <w:name w:val="16F84EAE76ED4879846958C062A4262B"/>
    <w:rsid w:val="00C13E9E"/>
  </w:style>
  <w:style w:type="paragraph" w:customStyle="1" w:styleId="015151D413F94F688C59BC1BEFF818B0">
    <w:name w:val="015151D413F94F688C59BC1BEFF818B0"/>
    <w:rsid w:val="00C13E9E"/>
  </w:style>
  <w:style w:type="paragraph" w:customStyle="1" w:styleId="DC0B45992CEF4626A568041BD27AE285">
    <w:name w:val="DC0B45992CEF4626A568041BD27AE285"/>
    <w:rsid w:val="00C13E9E"/>
  </w:style>
  <w:style w:type="paragraph" w:customStyle="1" w:styleId="86332060E06441B0BF0986AF7AA8A30F">
    <w:name w:val="86332060E06441B0BF0986AF7AA8A30F"/>
    <w:rsid w:val="00C13E9E"/>
  </w:style>
  <w:style w:type="paragraph" w:customStyle="1" w:styleId="CBC8DB21FC204EDBAF41F5D2C8110B3F">
    <w:name w:val="CBC8DB21FC204EDBAF41F5D2C8110B3F"/>
    <w:rsid w:val="00C13E9E"/>
  </w:style>
  <w:style w:type="paragraph" w:customStyle="1" w:styleId="E21069B09BA74232ADBD27591DC4540D">
    <w:name w:val="E21069B09BA74232ADBD27591DC4540D"/>
    <w:rsid w:val="00C13E9E"/>
  </w:style>
  <w:style w:type="paragraph" w:customStyle="1" w:styleId="565FA58B60014422BEA4B1C18BDA50E5">
    <w:name w:val="565FA58B60014422BEA4B1C18BDA50E5"/>
    <w:rsid w:val="00C13E9E"/>
  </w:style>
  <w:style w:type="paragraph" w:customStyle="1" w:styleId="62509B719631442CA5967C3CE70DD638">
    <w:name w:val="62509B719631442CA5967C3CE70DD638"/>
    <w:rsid w:val="00C13E9E"/>
  </w:style>
  <w:style w:type="paragraph" w:customStyle="1" w:styleId="8FFECE0639F340BBA0C44D83D5400282">
    <w:name w:val="8FFECE0639F340BBA0C44D83D5400282"/>
    <w:rsid w:val="00C13E9E"/>
  </w:style>
  <w:style w:type="paragraph" w:customStyle="1" w:styleId="8F5A034E545049A2B271A11F2B182018">
    <w:name w:val="8F5A034E545049A2B271A11F2B182018"/>
    <w:rsid w:val="00C13E9E"/>
  </w:style>
  <w:style w:type="paragraph" w:customStyle="1" w:styleId="0DA08C056FBE4731956FA9C5440D878C">
    <w:name w:val="0DA08C056FBE4731956FA9C5440D878C"/>
    <w:rsid w:val="00C13E9E"/>
  </w:style>
  <w:style w:type="paragraph" w:customStyle="1" w:styleId="34A29BB5F09042558EB2A044AD228C2E">
    <w:name w:val="34A29BB5F09042558EB2A044AD228C2E"/>
    <w:rsid w:val="00C13E9E"/>
  </w:style>
  <w:style w:type="paragraph" w:customStyle="1" w:styleId="9975E6B5A907417288A77F6507C28867">
    <w:name w:val="9975E6B5A907417288A77F6507C28867"/>
    <w:rsid w:val="00C13E9E"/>
  </w:style>
  <w:style w:type="paragraph" w:customStyle="1" w:styleId="561BEAABA80140FD9E257909A7B630A3">
    <w:name w:val="561BEAABA80140FD9E257909A7B630A3"/>
    <w:rsid w:val="00C13E9E"/>
  </w:style>
  <w:style w:type="paragraph" w:customStyle="1" w:styleId="26691A629996436783886906C7DF2F12">
    <w:name w:val="26691A629996436783886906C7DF2F12"/>
    <w:rsid w:val="00C13E9E"/>
  </w:style>
  <w:style w:type="paragraph" w:customStyle="1" w:styleId="29579B9BEAAB4545AAF9F52028243834">
    <w:name w:val="29579B9BEAAB4545AAF9F52028243834"/>
    <w:rsid w:val="00C13E9E"/>
  </w:style>
  <w:style w:type="paragraph" w:customStyle="1" w:styleId="1B03DFB89C91410A944F2A823F7C8045">
    <w:name w:val="1B03DFB89C91410A944F2A823F7C8045"/>
    <w:rsid w:val="00C13E9E"/>
  </w:style>
  <w:style w:type="paragraph" w:customStyle="1" w:styleId="CDD44E62E58B4CE79189F2B880615E97">
    <w:name w:val="CDD44E62E58B4CE79189F2B880615E97"/>
    <w:rsid w:val="00C13E9E"/>
  </w:style>
  <w:style w:type="paragraph" w:customStyle="1" w:styleId="E9D0335DA56D42A0B81FD905329B8D61">
    <w:name w:val="E9D0335DA56D42A0B81FD905329B8D61"/>
    <w:rsid w:val="00C13E9E"/>
  </w:style>
  <w:style w:type="paragraph" w:customStyle="1" w:styleId="11A0DECD36C64AC09C954F4964795426">
    <w:name w:val="11A0DECD36C64AC09C954F4964795426"/>
    <w:rsid w:val="00C13E9E"/>
  </w:style>
  <w:style w:type="paragraph" w:customStyle="1" w:styleId="56284124397B47A2BDCCBE3A974E5C58">
    <w:name w:val="56284124397B47A2BDCCBE3A974E5C58"/>
    <w:rsid w:val="00C13E9E"/>
  </w:style>
  <w:style w:type="paragraph" w:customStyle="1" w:styleId="66ADDA1279264028ADE341C1D8E23A1B">
    <w:name w:val="66ADDA1279264028ADE341C1D8E23A1B"/>
    <w:rsid w:val="00C13E9E"/>
  </w:style>
  <w:style w:type="paragraph" w:customStyle="1" w:styleId="198DF3715AB64F42B91B362BADC74B99">
    <w:name w:val="198DF3715AB64F42B91B362BADC74B99"/>
    <w:rsid w:val="00C13E9E"/>
  </w:style>
  <w:style w:type="paragraph" w:customStyle="1" w:styleId="96E483DC07B840278DD68469DD957F48">
    <w:name w:val="96E483DC07B840278DD68469DD957F48"/>
    <w:rsid w:val="00C13E9E"/>
  </w:style>
  <w:style w:type="paragraph" w:customStyle="1" w:styleId="CCB2BACBDBAE4A3A95526E12BC3DA53D">
    <w:name w:val="CCB2BACBDBAE4A3A95526E12BC3DA53D"/>
    <w:rsid w:val="00C13E9E"/>
  </w:style>
  <w:style w:type="paragraph" w:customStyle="1" w:styleId="AA1AD2491042481CA87F8F2EBA95B25E">
    <w:name w:val="AA1AD2491042481CA87F8F2EBA95B25E"/>
    <w:rsid w:val="00C13E9E"/>
  </w:style>
  <w:style w:type="paragraph" w:customStyle="1" w:styleId="89C6305D291D42B1B6035754892E25C7">
    <w:name w:val="89C6305D291D42B1B6035754892E25C7"/>
    <w:rsid w:val="00C13E9E"/>
  </w:style>
  <w:style w:type="paragraph" w:customStyle="1" w:styleId="451EE62CFC8647928EB2C5B1FE9A0ED5">
    <w:name w:val="451EE62CFC8647928EB2C5B1FE9A0ED5"/>
    <w:rsid w:val="00C13E9E"/>
  </w:style>
  <w:style w:type="paragraph" w:customStyle="1" w:styleId="75466104AD0548B8921407635DC309AF">
    <w:name w:val="75466104AD0548B8921407635DC309AF"/>
    <w:rsid w:val="00C13E9E"/>
  </w:style>
  <w:style w:type="paragraph" w:customStyle="1" w:styleId="6F3DEEC109164568BDF22E1F3C6E6D21">
    <w:name w:val="6F3DEEC109164568BDF22E1F3C6E6D21"/>
    <w:rsid w:val="00C13E9E"/>
  </w:style>
  <w:style w:type="paragraph" w:customStyle="1" w:styleId="9023308DCCE84222916324E2984DE568">
    <w:name w:val="9023308DCCE84222916324E2984DE568"/>
    <w:rsid w:val="00C13E9E"/>
  </w:style>
  <w:style w:type="paragraph" w:customStyle="1" w:styleId="B48BED4DBCC745C59E1F15F878B2B76A">
    <w:name w:val="B48BED4DBCC745C59E1F15F878B2B76A"/>
    <w:rsid w:val="00C13E9E"/>
  </w:style>
  <w:style w:type="paragraph" w:customStyle="1" w:styleId="B8CDA5E5DAC04E97BECA26A17C89BFCE">
    <w:name w:val="B8CDA5E5DAC04E97BECA26A17C89BFCE"/>
    <w:rsid w:val="00C13E9E"/>
  </w:style>
  <w:style w:type="paragraph" w:customStyle="1" w:styleId="8F639C4EEB3A4506A2F51F34BA89FBDE">
    <w:name w:val="8F639C4EEB3A4506A2F51F34BA89FBDE"/>
    <w:rsid w:val="00C13E9E"/>
  </w:style>
  <w:style w:type="paragraph" w:customStyle="1" w:styleId="1E94AEAF16AB4294BFBDD29B90571840">
    <w:name w:val="1E94AEAF16AB4294BFBDD29B90571840"/>
    <w:rsid w:val="00C13E9E"/>
  </w:style>
  <w:style w:type="paragraph" w:customStyle="1" w:styleId="BC80D4536EB44E8DB93383B61A26753B">
    <w:name w:val="BC80D4536EB44E8DB93383B61A26753B"/>
    <w:rsid w:val="00C13E9E"/>
  </w:style>
  <w:style w:type="paragraph" w:customStyle="1" w:styleId="4DC837D933CD45409724D0BE656D7886">
    <w:name w:val="4DC837D933CD45409724D0BE656D7886"/>
    <w:rsid w:val="00C13E9E"/>
  </w:style>
  <w:style w:type="paragraph" w:customStyle="1" w:styleId="890C6629375946D1A95D57922A25DC37">
    <w:name w:val="890C6629375946D1A95D57922A25DC37"/>
    <w:rsid w:val="00C13E9E"/>
  </w:style>
  <w:style w:type="paragraph" w:customStyle="1" w:styleId="0046A1CF5E7E4F6896AEF76D5E83270D">
    <w:name w:val="0046A1CF5E7E4F6896AEF76D5E83270D"/>
    <w:rsid w:val="00C13E9E"/>
  </w:style>
  <w:style w:type="paragraph" w:customStyle="1" w:styleId="38041A01774C4CDCB281AAEB283A9AE0">
    <w:name w:val="38041A01774C4CDCB281AAEB283A9AE0"/>
    <w:rsid w:val="00C13E9E"/>
  </w:style>
  <w:style w:type="paragraph" w:customStyle="1" w:styleId="76891CB1947E4B93995A1E0B3D27760A">
    <w:name w:val="76891CB1947E4B93995A1E0B3D27760A"/>
    <w:rsid w:val="00C13E9E"/>
  </w:style>
  <w:style w:type="paragraph" w:customStyle="1" w:styleId="3A042EAAE3FA4B2E9F4DDE4D80B1DB1D">
    <w:name w:val="3A042EAAE3FA4B2E9F4DDE4D80B1DB1D"/>
    <w:rsid w:val="00C13E9E"/>
  </w:style>
  <w:style w:type="paragraph" w:customStyle="1" w:styleId="A555549661BB4C818AD0AF1AC6AE9953">
    <w:name w:val="A555549661BB4C818AD0AF1AC6AE9953"/>
    <w:rsid w:val="00C13E9E"/>
  </w:style>
  <w:style w:type="paragraph" w:customStyle="1" w:styleId="6012A54A756947A9B8B56751B55ABC4B">
    <w:name w:val="6012A54A756947A9B8B56751B55ABC4B"/>
    <w:rsid w:val="00C13E9E"/>
  </w:style>
  <w:style w:type="paragraph" w:customStyle="1" w:styleId="CA6D5DE5A948432CBB10F0790028507F">
    <w:name w:val="CA6D5DE5A948432CBB10F0790028507F"/>
    <w:rsid w:val="00C13E9E"/>
  </w:style>
  <w:style w:type="paragraph" w:customStyle="1" w:styleId="B19D0E24604C48F1B710C7ECEA5B6134">
    <w:name w:val="B19D0E24604C48F1B710C7ECEA5B6134"/>
    <w:rsid w:val="00C13E9E"/>
  </w:style>
  <w:style w:type="paragraph" w:customStyle="1" w:styleId="EA1D129C44464A598866A903A06A7026">
    <w:name w:val="EA1D129C44464A598866A903A06A7026"/>
    <w:rsid w:val="00F84DA7"/>
  </w:style>
  <w:style w:type="paragraph" w:customStyle="1" w:styleId="8B43336A757149DCBDCDB223F4007621">
    <w:name w:val="8B43336A757149DCBDCDB223F4007621"/>
    <w:rsid w:val="00F84DA7"/>
  </w:style>
  <w:style w:type="paragraph" w:customStyle="1" w:styleId="A53DDFE1DB084050964C1DEB2D4CC2D8">
    <w:name w:val="A53DDFE1DB084050964C1DEB2D4CC2D8"/>
    <w:rsid w:val="00F84DA7"/>
  </w:style>
  <w:style w:type="paragraph" w:customStyle="1" w:styleId="E169AD0D705445EA971443343EA90BA4">
    <w:name w:val="E169AD0D705445EA971443343EA90BA4"/>
    <w:rsid w:val="00F84DA7"/>
  </w:style>
  <w:style w:type="paragraph" w:customStyle="1" w:styleId="68423D0ED5A1462F8F6ADF591F85935E">
    <w:name w:val="68423D0ED5A1462F8F6ADF591F85935E"/>
    <w:rsid w:val="00F84DA7"/>
  </w:style>
  <w:style w:type="paragraph" w:customStyle="1" w:styleId="8207A53BEB9E441DA18FF3D6C30C5877">
    <w:name w:val="8207A53BEB9E441DA18FF3D6C30C5877"/>
    <w:rsid w:val="00F84DA7"/>
  </w:style>
  <w:style w:type="paragraph" w:customStyle="1" w:styleId="2ABBB6D00FF845ED908E347571FE3DD3">
    <w:name w:val="2ABBB6D00FF845ED908E347571FE3DD3"/>
    <w:rsid w:val="00F84DA7"/>
  </w:style>
  <w:style w:type="paragraph" w:customStyle="1" w:styleId="6D80786199E2430C941FDB6F412B5B14">
    <w:name w:val="6D80786199E2430C941FDB6F412B5B14"/>
    <w:rsid w:val="00F84DA7"/>
  </w:style>
  <w:style w:type="paragraph" w:customStyle="1" w:styleId="B12B67683B924A15A0C3B7667C15A71E">
    <w:name w:val="B12B67683B924A15A0C3B7667C15A71E"/>
    <w:rsid w:val="00F84DA7"/>
  </w:style>
  <w:style w:type="paragraph" w:customStyle="1" w:styleId="E8A5E02B54D3475DA6AFA28B2DF6DED5">
    <w:name w:val="E8A5E02B54D3475DA6AFA28B2DF6DED5"/>
    <w:rsid w:val="00F84DA7"/>
  </w:style>
  <w:style w:type="paragraph" w:customStyle="1" w:styleId="EA6868A097EB41EA8EF8E631842D6454">
    <w:name w:val="EA6868A097EB41EA8EF8E631842D6454"/>
    <w:rsid w:val="00F84DA7"/>
  </w:style>
  <w:style w:type="paragraph" w:customStyle="1" w:styleId="4E5C3BB2FC844A6580B1C9B0AEDAD211">
    <w:name w:val="4E5C3BB2FC844A6580B1C9B0AEDAD211"/>
    <w:rsid w:val="00F84DA7"/>
  </w:style>
  <w:style w:type="paragraph" w:customStyle="1" w:styleId="C5F13784BE76424987EEA3175AA2F891">
    <w:name w:val="C5F13784BE76424987EEA3175AA2F891"/>
    <w:rsid w:val="00F84DA7"/>
  </w:style>
  <w:style w:type="paragraph" w:customStyle="1" w:styleId="215DFE3BD90744C0B7989880D9B56DB0">
    <w:name w:val="215DFE3BD90744C0B7989880D9B56DB0"/>
    <w:rsid w:val="00F84DA7"/>
  </w:style>
  <w:style w:type="paragraph" w:customStyle="1" w:styleId="757AA0129C1A4559AD0C94176D9F74D9">
    <w:name w:val="757AA0129C1A4559AD0C94176D9F74D9"/>
    <w:rsid w:val="00F84DA7"/>
  </w:style>
  <w:style w:type="paragraph" w:customStyle="1" w:styleId="C88701AD5986401688F7B34AFA7F0B01">
    <w:name w:val="C88701AD5986401688F7B34AFA7F0B01"/>
    <w:rsid w:val="00F84DA7"/>
  </w:style>
  <w:style w:type="paragraph" w:customStyle="1" w:styleId="2CC1B642FFB14ED289C9AB4172AE070B">
    <w:name w:val="2CC1B642FFB14ED289C9AB4172AE070B"/>
    <w:rsid w:val="00F84DA7"/>
  </w:style>
  <w:style w:type="paragraph" w:customStyle="1" w:styleId="02A6219E978049CF9725BAFB689B2A48">
    <w:name w:val="02A6219E978049CF9725BAFB689B2A48"/>
    <w:rsid w:val="00F84DA7"/>
  </w:style>
  <w:style w:type="paragraph" w:customStyle="1" w:styleId="B2038B3C5F3D46E4AF569FA34E0B2696">
    <w:name w:val="B2038B3C5F3D46E4AF569FA34E0B2696"/>
    <w:rsid w:val="00F84DA7"/>
  </w:style>
  <w:style w:type="paragraph" w:customStyle="1" w:styleId="DB63AB505F7341F296E60D0E1D2822E0">
    <w:name w:val="DB63AB505F7341F296E60D0E1D2822E0"/>
    <w:rsid w:val="00F84DA7"/>
  </w:style>
  <w:style w:type="paragraph" w:customStyle="1" w:styleId="48DEED8974A445BF8EE3D123CD96E2E8">
    <w:name w:val="48DEED8974A445BF8EE3D123CD96E2E8"/>
    <w:rsid w:val="00F84DA7"/>
  </w:style>
  <w:style w:type="paragraph" w:customStyle="1" w:styleId="C72EC7472F00418B89148B937D359955">
    <w:name w:val="C72EC7472F00418B89148B937D359955"/>
    <w:rsid w:val="00F84DA7"/>
  </w:style>
  <w:style w:type="paragraph" w:customStyle="1" w:styleId="8866A86AC9C1462EAB563A4A2CE12622">
    <w:name w:val="8866A86AC9C1462EAB563A4A2CE12622"/>
    <w:rsid w:val="00F84DA7"/>
  </w:style>
  <w:style w:type="paragraph" w:customStyle="1" w:styleId="DFBEB1407EC040A0A1D30036553E6600">
    <w:name w:val="DFBEB1407EC040A0A1D30036553E6600"/>
    <w:rsid w:val="00F84DA7"/>
  </w:style>
  <w:style w:type="paragraph" w:customStyle="1" w:styleId="CDB02703965F41DE980E6DD4EA607075">
    <w:name w:val="CDB02703965F41DE980E6DD4EA607075"/>
    <w:rsid w:val="00F84DA7"/>
  </w:style>
  <w:style w:type="paragraph" w:customStyle="1" w:styleId="D441978E6AA64CE8A6461271C4F3BCE4">
    <w:name w:val="D441978E6AA64CE8A6461271C4F3BCE4"/>
    <w:rsid w:val="00F84DA7"/>
  </w:style>
  <w:style w:type="paragraph" w:customStyle="1" w:styleId="5FDCD2191D484FC4BF8C225C37D479D8">
    <w:name w:val="5FDCD2191D484FC4BF8C225C37D479D8"/>
    <w:rsid w:val="00F84DA7"/>
  </w:style>
  <w:style w:type="paragraph" w:customStyle="1" w:styleId="359EE77444034A3F8AAEFCC622EA9423">
    <w:name w:val="359EE77444034A3F8AAEFCC622EA9423"/>
    <w:rsid w:val="00F84DA7"/>
  </w:style>
  <w:style w:type="paragraph" w:customStyle="1" w:styleId="FF2A5D44C8EE41238BD8020FC0336430">
    <w:name w:val="FF2A5D44C8EE41238BD8020FC0336430"/>
    <w:rsid w:val="00F84DA7"/>
  </w:style>
  <w:style w:type="paragraph" w:customStyle="1" w:styleId="C0430A9324364085A6514B47E5A9EC45">
    <w:name w:val="C0430A9324364085A6514B47E5A9EC45"/>
    <w:rsid w:val="003914A8"/>
  </w:style>
  <w:style w:type="paragraph" w:customStyle="1" w:styleId="F416B9E282794DBCB49F0649EC53E3B3">
    <w:name w:val="F416B9E282794DBCB49F0649EC53E3B3"/>
    <w:rsid w:val="003914A8"/>
  </w:style>
  <w:style w:type="paragraph" w:customStyle="1" w:styleId="59F2D1A8BC28483BB3F5C96924A3102B">
    <w:name w:val="59F2D1A8BC28483BB3F5C96924A3102B"/>
    <w:rsid w:val="003914A8"/>
  </w:style>
  <w:style w:type="paragraph" w:customStyle="1" w:styleId="7A7EA200D98F484B99A40DDE65A893C6">
    <w:name w:val="7A7EA200D98F484B99A40DDE65A893C6"/>
    <w:rsid w:val="003914A8"/>
  </w:style>
  <w:style w:type="paragraph" w:customStyle="1" w:styleId="592FAA68DA6241678EB91AB6AEAC0B1D">
    <w:name w:val="592FAA68DA6241678EB91AB6AEAC0B1D"/>
    <w:rsid w:val="003914A8"/>
  </w:style>
  <w:style w:type="paragraph" w:customStyle="1" w:styleId="B579C5BE03874B269BE64B99DF301D74">
    <w:name w:val="B579C5BE03874B269BE64B99DF301D74"/>
    <w:rsid w:val="003914A8"/>
  </w:style>
  <w:style w:type="paragraph" w:customStyle="1" w:styleId="F04BFD58E972473C8C2E62B052F11D7A">
    <w:name w:val="F04BFD58E972473C8C2E62B052F11D7A"/>
    <w:rsid w:val="003914A8"/>
  </w:style>
  <w:style w:type="paragraph" w:customStyle="1" w:styleId="3C8E35EC1C43454CB01149538DF81ADD">
    <w:name w:val="3C8E35EC1C43454CB01149538DF81ADD"/>
    <w:rsid w:val="003914A8"/>
  </w:style>
  <w:style w:type="paragraph" w:customStyle="1" w:styleId="ADC062B15B4A43CDB0CA4F59D638064A">
    <w:name w:val="ADC062B15B4A43CDB0CA4F59D638064A"/>
    <w:rsid w:val="003914A8"/>
  </w:style>
  <w:style w:type="paragraph" w:customStyle="1" w:styleId="C68CEFB7E7DB45E2AA7505A68FAD6DD9">
    <w:name w:val="C68CEFB7E7DB45E2AA7505A68FAD6DD9"/>
    <w:rsid w:val="00742C1B"/>
  </w:style>
  <w:style w:type="paragraph" w:customStyle="1" w:styleId="C4A0ED0938494C7E9A6FE7C4EAA17788">
    <w:name w:val="C4A0ED0938494C7E9A6FE7C4EAA17788"/>
    <w:rsid w:val="00742C1B"/>
  </w:style>
  <w:style w:type="paragraph" w:customStyle="1" w:styleId="9A45545A3EC14C378CA8A2C59274B928">
    <w:name w:val="9A45545A3EC14C378CA8A2C59274B928"/>
    <w:rsid w:val="00742C1B"/>
  </w:style>
  <w:style w:type="paragraph" w:customStyle="1" w:styleId="DA9308AF886242EAB27E6E70485B8EE1">
    <w:name w:val="DA9308AF886242EAB27E6E70485B8EE1"/>
    <w:rsid w:val="00496C8A"/>
  </w:style>
  <w:style w:type="paragraph" w:customStyle="1" w:styleId="9DE698F6DE8142068896E8227128CB9C">
    <w:name w:val="9DE698F6DE8142068896E8227128CB9C"/>
    <w:rsid w:val="00496C8A"/>
  </w:style>
  <w:style w:type="paragraph" w:customStyle="1" w:styleId="0803423BA0574D45B89C293E2E241058">
    <w:name w:val="0803423BA0574D45B89C293E2E241058"/>
    <w:rsid w:val="00496C8A"/>
  </w:style>
  <w:style w:type="paragraph" w:customStyle="1" w:styleId="F81E8BBA225546BE96B40187BE588A11">
    <w:name w:val="F81E8BBA225546BE96B40187BE588A11"/>
    <w:rsid w:val="00286339"/>
  </w:style>
  <w:style w:type="paragraph" w:customStyle="1" w:styleId="7CC5E85C5A0E4B509B368A007DA7F337">
    <w:name w:val="7CC5E85C5A0E4B509B368A007DA7F337"/>
    <w:rsid w:val="00286339"/>
  </w:style>
  <w:style w:type="paragraph" w:customStyle="1" w:styleId="D57EE9C3BFA34735A68E2C713837DDB1">
    <w:name w:val="D57EE9C3BFA34735A68E2C713837DDB1"/>
    <w:rsid w:val="00286339"/>
  </w:style>
  <w:style w:type="paragraph" w:customStyle="1" w:styleId="6F0E56EBF7EB432C9F1FFCAFDA3C6F1B">
    <w:name w:val="6F0E56EBF7EB432C9F1FFCAFDA3C6F1B"/>
    <w:rsid w:val="00286339"/>
  </w:style>
  <w:style w:type="paragraph" w:customStyle="1" w:styleId="CEBBB1A1759640A29B5F12387C294ED0">
    <w:name w:val="CEBBB1A1759640A29B5F12387C294ED0"/>
    <w:rsid w:val="00286339"/>
  </w:style>
  <w:style w:type="paragraph" w:customStyle="1" w:styleId="10635D251A8547A7869E941D9862E4C5">
    <w:name w:val="10635D251A8547A7869E941D9862E4C5"/>
    <w:rsid w:val="00286339"/>
  </w:style>
  <w:style w:type="paragraph" w:customStyle="1" w:styleId="3DD6E5C8EDFA43C9B11CE9904C029EFA">
    <w:name w:val="3DD6E5C8EDFA43C9B11CE9904C029EFA"/>
    <w:rsid w:val="00286339"/>
  </w:style>
  <w:style w:type="paragraph" w:customStyle="1" w:styleId="189FF122DFC2497195E6FB192031FAAE">
    <w:name w:val="189FF122DFC2497195E6FB192031FAAE"/>
    <w:rsid w:val="00286339"/>
  </w:style>
  <w:style w:type="paragraph" w:customStyle="1" w:styleId="6F697800A6A545CB8785E897FF5A8565">
    <w:name w:val="6F697800A6A545CB8785E897FF5A8565"/>
    <w:rsid w:val="00286339"/>
  </w:style>
  <w:style w:type="paragraph" w:customStyle="1" w:styleId="22D74065E9DA4203A04C79FA107772AE">
    <w:name w:val="22D74065E9DA4203A04C79FA107772AE"/>
    <w:rsid w:val="00286339"/>
  </w:style>
  <w:style w:type="paragraph" w:customStyle="1" w:styleId="A59365F71C2547F8903F78A400AEFA0B">
    <w:name w:val="A59365F71C2547F8903F78A400AEFA0B"/>
    <w:rsid w:val="00286339"/>
  </w:style>
  <w:style w:type="paragraph" w:customStyle="1" w:styleId="0EA2129711BE422696A6CD6FE8973C87">
    <w:name w:val="0EA2129711BE422696A6CD6FE8973C87"/>
    <w:rsid w:val="00286339"/>
  </w:style>
  <w:style w:type="paragraph" w:customStyle="1" w:styleId="750FED0E51A84421BE87598F7D22FD91">
    <w:name w:val="750FED0E51A84421BE87598F7D22FD91"/>
    <w:rsid w:val="00286339"/>
  </w:style>
  <w:style w:type="paragraph" w:customStyle="1" w:styleId="9E3F71DA1C6E4981866D8E1D82F248A4">
    <w:name w:val="9E3F71DA1C6E4981866D8E1D82F248A4"/>
    <w:rsid w:val="00286339"/>
  </w:style>
  <w:style w:type="paragraph" w:customStyle="1" w:styleId="46FF8592B57B4A32B086ACFA07636721">
    <w:name w:val="46FF8592B57B4A32B086ACFA07636721"/>
    <w:rsid w:val="00286339"/>
  </w:style>
  <w:style w:type="paragraph" w:customStyle="1" w:styleId="4FB27CBCF1304FC4A1BCB1352531D28A">
    <w:name w:val="4FB27CBCF1304FC4A1BCB1352531D28A"/>
    <w:rsid w:val="00286339"/>
  </w:style>
  <w:style w:type="paragraph" w:customStyle="1" w:styleId="448D8C99E3F240CABD531408980E578F">
    <w:name w:val="448D8C99E3F240CABD531408980E578F"/>
    <w:rsid w:val="00286339"/>
  </w:style>
  <w:style w:type="paragraph" w:customStyle="1" w:styleId="2CC841C7173A4F8AA6A0D3E2E9B80136">
    <w:name w:val="2CC841C7173A4F8AA6A0D3E2E9B80136"/>
    <w:rsid w:val="00286339"/>
  </w:style>
  <w:style w:type="paragraph" w:customStyle="1" w:styleId="6CB345B8EBA04AE19BE282B046D1A81C">
    <w:name w:val="6CB345B8EBA04AE19BE282B046D1A81C"/>
    <w:rsid w:val="00286339"/>
  </w:style>
  <w:style w:type="paragraph" w:customStyle="1" w:styleId="3F23240AE7F849698C2B69D0FDE1998F">
    <w:name w:val="3F23240AE7F849698C2B69D0FDE1998F"/>
    <w:rsid w:val="00286339"/>
  </w:style>
  <w:style w:type="paragraph" w:customStyle="1" w:styleId="CD781AC4737A4012ACB7594029029C55">
    <w:name w:val="CD781AC4737A4012ACB7594029029C55"/>
    <w:rsid w:val="00286339"/>
  </w:style>
  <w:style w:type="paragraph" w:customStyle="1" w:styleId="96C9238A341E4579A7A7B48FE464E883">
    <w:name w:val="96C9238A341E4579A7A7B48FE464E883"/>
    <w:rsid w:val="00286339"/>
  </w:style>
  <w:style w:type="paragraph" w:customStyle="1" w:styleId="E957D81CA1DA43CA93E69C128B3691BF">
    <w:name w:val="E957D81CA1DA43CA93E69C128B3691BF"/>
    <w:rsid w:val="00286339"/>
  </w:style>
  <w:style w:type="paragraph" w:customStyle="1" w:styleId="C746A4968996461C83FD5F712D21961D">
    <w:name w:val="C746A4968996461C83FD5F712D21961D"/>
    <w:rsid w:val="00286339"/>
  </w:style>
  <w:style w:type="paragraph" w:customStyle="1" w:styleId="35EED14EA73749A8B416C0748468BB44">
    <w:name w:val="35EED14EA73749A8B416C0748468BB44"/>
    <w:rsid w:val="00286339"/>
  </w:style>
  <w:style w:type="paragraph" w:customStyle="1" w:styleId="E764ED45F67848DB81DB6C6E06C1D8A9">
    <w:name w:val="E764ED45F67848DB81DB6C6E06C1D8A9"/>
    <w:rsid w:val="00286339"/>
  </w:style>
  <w:style w:type="paragraph" w:customStyle="1" w:styleId="EDAFA896BD5842A6B75ED7C76989F73F">
    <w:name w:val="EDAFA896BD5842A6B75ED7C76989F73F"/>
    <w:rsid w:val="00286339"/>
  </w:style>
  <w:style w:type="paragraph" w:customStyle="1" w:styleId="43305CE076884074BC37BDA9042A7F5D">
    <w:name w:val="43305CE076884074BC37BDA9042A7F5D"/>
    <w:rsid w:val="00286339"/>
  </w:style>
  <w:style w:type="paragraph" w:customStyle="1" w:styleId="FFBDD1121E5B49219E0455CA082023D8">
    <w:name w:val="FFBDD1121E5B49219E0455CA082023D8"/>
    <w:rsid w:val="00286339"/>
  </w:style>
  <w:style w:type="paragraph" w:customStyle="1" w:styleId="13FC1090C55F4E4BBDCE3BDD20521A37">
    <w:name w:val="13FC1090C55F4E4BBDCE3BDD20521A37"/>
    <w:rsid w:val="00286339"/>
  </w:style>
  <w:style w:type="paragraph" w:customStyle="1" w:styleId="D9C1DC0FAA154367A2BF8A7F75297F2C">
    <w:name w:val="D9C1DC0FAA154367A2BF8A7F75297F2C"/>
    <w:rsid w:val="00286339"/>
  </w:style>
  <w:style w:type="paragraph" w:customStyle="1" w:styleId="6F20001B35EA4511A865A11F8125060E">
    <w:name w:val="6F20001B35EA4511A865A11F8125060E"/>
    <w:rsid w:val="00286339"/>
  </w:style>
  <w:style w:type="paragraph" w:customStyle="1" w:styleId="321AA66714C94FEE8B105059C7A03E68">
    <w:name w:val="321AA66714C94FEE8B105059C7A03E68"/>
    <w:rsid w:val="00286339"/>
  </w:style>
  <w:style w:type="paragraph" w:customStyle="1" w:styleId="18C75132CACC49179C238F734F475BF7">
    <w:name w:val="18C75132CACC49179C238F734F475BF7"/>
    <w:rsid w:val="00286339"/>
  </w:style>
  <w:style w:type="paragraph" w:customStyle="1" w:styleId="1F87453A775D43AB81BF19D2CEAB36FE">
    <w:name w:val="1F87453A775D43AB81BF19D2CEAB36FE"/>
    <w:rsid w:val="00286339"/>
  </w:style>
  <w:style w:type="paragraph" w:customStyle="1" w:styleId="1DDB4AA8A79C461496CD6FA78DCEC12C">
    <w:name w:val="1DDB4AA8A79C461496CD6FA78DCEC12C"/>
    <w:rsid w:val="00286339"/>
  </w:style>
  <w:style w:type="paragraph" w:customStyle="1" w:styleId="B1FF92BAF9B24638AA2B55861A30F2DA">
    <w:name w:val="B1FF92BAF9B24638AA2B55861A30F2DA"/>
    <w:rsid w:val="00286339"/>
  </w:style>
  <w:style w:type="paragraph" w:customStyle="1" w:styleId="8B1F75390C9340729FCCDEFD47608D76">
    <w:name w:val="8B1F75390C9340729FCCDEFD47608D76"/>
    <w:rsid w:val="00286339"/>
  </w:style>
  <w:style w:type="paragraph" w:customStyle="1" w:styleId="352E90B1DD204A298FBC241174ABBEC7">
    <w:name w:val="352E90B1DD204A298FBC241174ABBEC7"/>
    <w:rsid w:val="00286339"/>
  </w:style>
  <w:style w:type="paragraph" w:customStyle="1" w:styleId="C09738BA1B994E6996AFCD58C765B585">
    <w:name w:val="C09738BA1B994E6996AFCD58C765B585"/>
    <w:rsid w:val="00286339"/>
  </w:style>
  <w:style w:type="paragraph" w:customStyle="1" w:styleId="B6FF2C7AE6C64F81A788FC7EAE655EE7">
    <w:name w:val="B6FF2C7AE6C64F81A788FC7EAE655EE7"/>
    <w:rsid w:val="00286339"/>
  </w:style>
  <w:style w:type="paragraph" w:customStyle="1" w:styleId="77CA0FEBA1CD4B96A07BA7E278D49B3C">
    <w:name w:val="77CA0FEBA1CD4B96A07BA7E278D49B3C"/>
    <w:rsid w:val="00286339"/>
  </w:style>
  <w:style w:type="paragraph" w:customStyle="1" w:styleId="C1DC2A8A55904DD1B9B989958A509FAD">
    <w:name w:val="C1DC2A8A55904DD1B9B989958A509FAD"/>
    <w:rsid w:val="00286339"/>
  </w:style>
  <w:style w:type="paragraph" w:customStyle="1" w:styleId="5091CA4173354E4796F972C4BCCA61C4">
    <w:name w:val="5091CA4173354E4796F972C4BCCA61C4"/>
    <w:rsid w:val="00286339"/>
  </w:style>
  <w:style w:type="paragraph" w:customStyle="1" w:styleId="797A1F01A46C49948AEDF8F9AB5ED455">
    <w:name w:val="797A1F01A46C49948AEDF8F9AB5ED455"/>
    <w:rsid w:val="00286339"/>
  </w:style>
  <w:style w:type="paragraph" w:customStyle="1" w:styleId="A284796F8C2040E8817EA866F1B0FD59">
    <w:name w:val="A284796F8C2040E8817EA866F1B0FD59"/>
    <w:rsid w:val="00286339"/>
  </w:style>
  <w:style w:type="paragraph" w:customStyle="1" w:styleId="2781340634A94DC1BAECB2C60401C91E">
    <w:name w:val="2781340634A94DC1BAECB2C60401C91E"/>
    <w:rsid w:val="006F6E48"/>
  </w:style>
  <w:style w:type="paragraph" w:customStyle="1" w:styleId="B19FB74C27D149F3A5F94FDA5365A755">
    <w:name w:val="B19FB74C27D149F3A5F94FDA5365A755"/>
    <w:rsid w:val="006F6E48"/>
  </w:style>
  <w:style w:type="paragraph" w:customStyle="1" w:styleId="FD136A35EBCA41058E392EBF23DA6272">
    <w:name w:val="FD136A35EBCA41058E392EBF23DA6272"/>
    <w:rsid w:val="006F6E48"/>
  </w:style>
  <w:style w:type="paragraph" w:customStyle="1" w:styleId="1704B00831D74A34BB06C14279984DD4">
    <w:name w:val="1704B00831D74A34BB06C14279984DD4"/>
    <w:rsid w:val="006F6E48"/>
  </w:style>
  <w:style w:type="paragraph" w:customStyle="1" w:styleId="8475A716179242E4B7BD555D6D6F41C2">
    <w:name w:val="8475A716179242E4B7BD555D6D6F41C2"/>
    <w:rsid w:val="006F6E48"/>
  </w:style>
  <w:style w:type="paragraph" w:customStyle="1" w:styleId="64FBB2CF5C5D4AC5B5EBD73614789EFE">
    <w:name w:val="64FBB2CF5C5D4AC5B5EBD73614789EFE"/>
    <w:rsid w:val="006F6E48"/>
  </w:style>
  <w:style w:type="paragraph" w:customStyle="1" w:styleId="0748AD43B7B148C1A058BF871FAC889B">
    <w:name w:val="0748AD43B7B148C1A058BF871FAC889B"/>
    <w:rsid w:val="006F6E48"/>
  </w:style>
  <w:style w:type="paragraph" w:customStyle="1" w:styleId="4FDD8F9BCDB0490381C5421133CD84DB">
    <w:name w:val="4FDD8F9BCDB0490381C5421133CD84DB"/>
    <w:rsid w:val="006F6E48"/>
  </w:style>
  <w:style w:type="paragraph" w:customStyle="1" w:styleId="067D8D74F2AF4B8292DEED128C75146B">
    <w:name w:val="067D8D74F2AF4B8292DEED128C75146B"/>
    <w:rsid w:val="006F6E48"/>
  </w:style>
  <w:style w:type="paragraph" w:customStyle="1" w:styleId="C2C67CE4D8654AA0B7854874655B2E6F">
    <w:name w:val="C2C67CE4D8654AA0B7854874655B2E6F"/>
    <w:rsid w:val="006F6E48"/>
  </w:style>
  <w:style w:type="paragraph" w:customStyle="1" w:styleId="342E26D076954A1AB1ECA16F57AAAE30">
    <w:name w:val="342E26D076954A1AB1ECA16F57AAAE30"/>
    <w:rsid w:val="006F6E48"/>
  </w:style>
  <w:style w:type="paragraph" w:customStyle="1" w:styleId="36816DCF79B142FA9BE51209930F1C4E">
    <w:name w:val="36816DCF79B142FA9BE51209930F1C4E"/>
    <w:rsid w:val="006F6E48"/>
  </w:style>
  <w:style w:type="paragraph" w:customStyle="1" w:styleId="69C788C8F076446892F3B310C92983C3">
    <w:name w:val="69C788C8F076446892F3B310C92983C3"/>
    <w:rsid w:val="006F6E48"/>
  </w:style>
  <w:style w:type="paragraph" w:customStyle="1" w:styleId="45533446453444CFB262FB92E87E2E70">
    <w:name w:val="45533446453444CFB262FB92E87E2E70"/>
    <w:rsid w:val="006F6E48"/>
  </w:style>
  <w:style w:type="paragraph" w:customStyle="1" w:styleId="BE89A4961F984FD8995D197F4A959DD8">
    <w:name w:val="BE89A4961F984FD8995D197F4A959DD8"/>
    <w:rsid w:val="006F6E48"/>
  </w:style>
  <w:style w:type="paragraph" w:customStyle="1" w:styleId="D64B0C82CDBF42F8BF3C761166A177E6">
    <w:name w:val="D64B0C82CDBF42F8BF3C761166A177E6"/>
    <w:rsid w:val="006F6E48"/>
  </w:style>
  <w:style w:type="paragraph" w:customStyle="1" w:styleId="E5D50BF8DA4643788B38EE10BA919769">
    <w:name w:val="E5D50BF8DA4643788B38EE10BA919769"/>
    <w:rsid w:val="006F6E48"/>
  </w:style>
  <w:style w:type="paragraph" w:customStyle="1" w:styleId="F64D511251EC46FD8C17CA29F6A61B7C">
    <w:name w:val="F64D511251EC46FD8C17CA29F6A61B7C"/>
    <w:rsid w:val="006F6E48"/>
  </w:style>
  <w:style w:type="paragraph" w:customStyle="1" w:styleId="3144C38468154D048601C6DEFF9C793E">
    <w:name w:val="3144C38468154D048601C6DEFF9C793E"/>
    <w:rsid w:val="006F6E48"/>
  </w:style>
  <w:style w:type="paragraph" w:customStyle="1" w:styleId="40994542383D434AB1C29B9217C12D40">
    <w:name w:val="40994542383D434AB1C29B9217C12D40"/>
    <w:rsid w:val="006F6E48"/>
  </w:style>
  <w:style w:type="paragraph" w:customStyle="1" w:styleId="B453130DE6964C08853FD6A0B790BD41">
    <w:name w:val="B453130DE6964C08853FD6A0B790BD41"/>
    <w:rsid w:val="006F6E48"/>
  </w:style>
  <w:style w:type="paragraph" w:customStyle="1" w:styleId="92FB1D5552AC44CB87991020106812D7">
    <w:name w:val="92FB1D5552AC44CB87991020106812D7"/>
    <w:rsid w:val="006F6E48"/>
  </w:style>
  <w:style w:type="paragraph" w:customStyle="1" w:styleId="20DEC49695E14E858B55FC60D97F4744">
    <w:name w:val="20DEC49695E14E858B55FC60D97F4744"/>
    <w:rsid w:val="006F6E48"/>
  </w:style>
  <w:style w:type="paragraph" w:customStyle="1" w:styleId="C588E3CEFE454F588EDC7B88D931F8E3">
    <w:name w:val="C588E3CEFE454F588EDC7B88D931F8E3"/>
    <w:rsid w:val="00EC0C15"/>
  </w:style>
  <w:style w:type="paragraph" w:customStyle="1" w:styleId="3C620E3B512A4DAEAB0A1C774C5020FC">
    <w:name w:val="3C620E3B512A4DAEAB0A1C774C5020FC"/>
    <w:rsid w:val="00EC0C15"/>
  </w:style>
  <w:style w:type="paragraph" w:customStyle="1" w:styleId="87E76A654F9842F6ABBD235B62834E41">
    <w:name w:val="87E76A654F9842F6ABBD235B62834E41"/>
    <w:rsid w:val="00EC0C15"/>
  </w:style>
  <w:style w:type="paragraph" w:customStyle="1" w:styleId="CB4E2643902B4DE4BB4AF950CB53AF99">
    <w:name w:val="CB4E2643902B4DE4BB4AF950CB53AF99"/>
    <w:rsid w:val="00EC0C15"/>
  </w:style>
  <w:style w:type="paragraph" w:customStyle="1" w:styleId="A38F47F6A2E3475DA108F7E013942AD6">
    <w:name w:val="A38F47F6A2E3475DA108F7E013942AD6"/>
    <w:rsid w:val="00EC0C15"/>
  </w:style>
  <w:style w:type="paragraph" w:customStyle="1" w:styleId="6A100CD90F654969BC7E97D421C5F9FE">
    <w:name w:val="6A100CD90F654969BC7E97D421C5F9FE"/>
    <w:rsid w:val="00EC0C15"/>
  </w:style>
  <w:style w:type="paragraph" w:customStyle="1" w:styleId="B8E5D3B6AC4A41C29D557FBEBE4EFC50">
    <w:name w:val="B8E5D3B6AC4A41C29D557FBEBE4EFC50"/>
    <w:rsid w:val="00EC0C15"/>
  </w:style>
  <w:style w:type="paragraph" w:customStyle="1" w:styleId="90DFF3DA83A74B39AE74C0B4E400BB36">
    <w:name w:val="90DFF3DA83A74B39AE74C0B4E400BB36"/>
    <w:rsid w:val="00EC0C15"/>
  </w:style>
  <w:style w:type="paragraph" w:customStyle="1" w:styleId="E4B56FDE7BA24A05B4B112F5842E8DBF">
    <w:name w:val="E4B56FDE7BA24A05B4B112F5842E8DBF"/>
    <w:rsid w:val="00EC0C15"/>
  </w:style>
  <w:style w:type="paragraph" w:customStyle="1" w:styleId="701743EB2E1A46E9821B6689A751EB67">
    <w:name w:val="701743EB2E1A46E9821B6689A751EB67"/>
    <w:rsid w:val="00EC0C15"/>
  </w:style>
  <w:style w:type="paragraph" w:customStyle="1" w:styleId="A6229BF4E9BC4E3491B51742ADD1B571">
    <w:name w:val="A6229BF4E9BC4E3491B51742ADD1B571"/>
    <w:rsid w:val="00EC0C15"/>
  </w:style>
  <w:style w:type="paragraph" w:customStyle="1" w:styleId="93B85CFB213F4354BC33CD215BE09F85">
    <w:name w:val="93B85CFB213F4354BC33CD215BE09F85"/>
    <w:rsid w:val="00EC0C15"/>
  </w:style>
  <w:style w:type="paragraph" w:customStyle="1" w:styleId="E6AA1D18933D418395B58A649CF063E9">
    <w:name w:val="E6AA1D18933D418395B58A649CF063E9"/>
    <w:rsid w:val="00EC0C15"/>
  </w:style>
  <w:style w:type="paragraph" w:customStyle="1" w:styleId="C009E2AFD6B74CC2855C4EBB343EA9E0">
    <w:name w:val="C009E2AFD6B74CC2855C4EBB343EA9E0"/>
    <w:rsid w:val="00EC0C15"/>
  </w:style>
  <w:style w:type="paragraph" w:customStyle="1" w:styleId="2F70F47EB1F24DD7A22EF5668221230C">
    <w:name w:val="2F70F47EB1F24DD7A22EF5668221230C"/>
    <w:rsid w:val="00EC0C15"/>
  </w:style>
  <w:style w:type="paragraph" w:customStyle="1" w:styleId="94C59D58868042AA9E196036318E3E3B">
    <w:name w:val="94C59D58868042AA9E196036318E3E3B"/>
    <w:rsid w:val="00EC0C15"/>
  </w:style>
  <w:style w:type="paragraph" w:customStyle="1" w:styleId="2249ADFDE64848BAA131B25948F78C35">
    <w:name w:val="2249ADFDE64848BAA131B25948F78C35"/>
    <w:rsid w:val="00EC0C15"/>
  </w:style>
  <w:style w:type="paragraph" w:customStyle="1" w:styleId="19351DE2CF964F6197C8DAC38A58E8E1">
    <w:name w:val="19351DE2CF964F6197C8DAC38A58E8E1"/>
    <w:rsid w:val="00EC0C15"/>
  </w:style>
  <w:style w:type="paragraph" w:customStyle="1" w:styleId="A6722BC19B494D45B36AD13AB9F9D601">
    <w:name w:val="A6722BC19B494D45B36AD13AB9F9D601"/>
    <w:rsid w:val="00EC0C15"/>
  </w:style>
  <w:style w:type="paragraph" w:customStyle="1" w:styleId="0A7FC4C1B1C44889A233E504C27AE61E">
    <w:name w:val="0A7FC4C1B1C44889A233E504C27AE61E"/>
    <w:rsid w:val="00EC0C15"/>
  </w:style>
  <w:style w:type="paragraph" w:customStyle="1" w:styleId="8C692975323E4B1FBE7714A93D1F4DCC">
    <w:name w:val="8C692975323E4B1FBE7714A93D1F4DCC"/>
    <w:rsid w:val="00EC0C15"/>
  </w:style>
  <w:style w:type="paragraph" w:customStyle="1" w:styleId="4DE87BA744EE49EAB1754B33321A02DA">
    <w:name w:val="4DE87BA744EE49EAB1754B33321A02DA"/>
    <w:rsid w:val="00EC0C15"/>
  </w:style>
  <w:style w:type="paragraph" w:customStyle="1" w:styleId="893730309B6A4F0B9AA1F7CF53DDB48E">
    <w:name w:val="893730309B6A4F0B9AA1F7CF53DDB48E"/>
    <w:rsid w:val="00EC0C15"/>
  </w:style>
  <w:style w:type="paragraph" w:customStyle="1" w:styleId="63F115008DFA45E2AB2D20B89496F652">
    <w:name w:val="63F115008DFA45E2AB2D20B89496F652"/>
    <w:rsid w:val="00EC0C15"/>
  </w:style>
  <w:style w:type="paragraph" w:customStyle="1" w:styleId="1D46D589BE23455E8AC5EB70B19A99F2">
    <w:name w:val="1D46D589BE23455E8AC5EB70B19A99F2"/>
    <w:rsid w:val="00EC0C15"/>
  </w:style>
  <w:style w:type="paragraph" w:customStyle="1" w:styleId="2EDBB17DD5CD4D27BD2E26F91A1755E1">
    <w:name w:val="2EDBB17DD5CD4D27BD2E26F91A1755E1"/>
    <w:rsid w:val="00EC0C15"/>
  </w:style>
  <w:style w:type="paragraph" w:customStyle="1" w:styleId="3823398E6438454CA8C09C3852147BBE">
    <w:name w:val="3823398E6438454CA8C09C3852147BBE"/>
    <w:rsid w:val="00EC0C15"/>
  </w:style>
  <w:style w:type="paragraph" w:customStyle="1" w:styleId="CEA64E1A44484D289549728A943052FB">
    <w:name w:val="CEA64E1A44484D289549728A943052FB"/>
    <w:rsid w:val="00EC0C15"/>
  </w:style>
  <w:style w:type="paragraph" w:customStyle="1" w:styleId="0F2DD7B183804F9FBBB08784933E6608">
    <w:name w:val="0F2DD7B183804F9FBBB08784933E6608"/>
    <w:rsid w:val="00EC0C15"/>
  </w:style>
  <w:style w:type="paragraph" w:customStyle="1" w:styleId="1F8CFDD1D77F47E492D22661CAC2F02D">
    <w:name w:val="1F8CFDD1D77F47E492D22661CAC2F02D"/>
    <w:rsid w:val="00EC0C15"/>
  </w:style>
  <w:style w:type="paragraph" w:customStyle="1" w:styleId="C559CCA3CF3D4B7D83BA3DC196392A87">
    <w:name w:val="C559CCA3CF3D4B7D83BA3DC196392A87"/>
    <w:rsid w:val="00EC0C15"/>
  </w:style>
  <w:style w:type="paragraph" w:customStyle="1" w:styleId="B03B6000DECA4E7680A5AC503E012070">
    <w:name w:val="B03B6000DECA4E7680A5AC503E012070"/>
    <w:rsid w:val="00EC0C15"/>
  </w:style>
  <w:style w:type="paragraph" w:customStyle="1" w:styleId="7135791A1DE54F8DAB50583411971F4C">
    <w:name w:val="7135791A1DE54F8DAB50583411971F4C"/>
    <w:rsid w:val="00EC0C15"/>
  </w:style>
  <w:style w:type="paragraph" w:customStyle="1" w:styleId="9BDCE2770E3C4198887AAF048A732114">
    <w:name w:val="9BDCE2770E3C4198887AAF048A732114"/>
    <w:rsid w:val="00EC0C15"/>
  </w:style>
  <w:style w:type="paragraph" w:customStyle="1" w:styleId="F56FEF85173142AAB0C0150FD31548AD">
    <w:name w:val="F56FEF85173142AAB0C0150FD31548AD"/>
    <w:rsid w:val="00EC0C15"/>
  </w:style>
  <w:style w:type="paragraph" w:customStyle="1" w:styleId="15A15DD59D09497091E66D686B3CC79D">
    <w:name w:val="15A15DD59D09497091E66D686B3CC79D"/>
    <w:rsid w:val="00EC0C15"/>
  </w:style>
  <w:style w:type="paragraph" w:customStyle="1" w:styleId="F4C41093B9BF43F48BA703A687AF158D">
    <w:name w:val="F4C41093B9BF43F48BA703A687AF158D"/>
    <w:rsid w:val="00EC0C15"/>
  </w:style>
  <w:style w:type="paragraph" w:customStyle="1" w:styleId="A6EA4379335A4BB49D27BCDE077D1AB8">
    <w:name w:val="A6EA4379335A4BB49D27BCDE077D1AB8"/>
    <w:rsid w:val="00EC0C15"/>
  </w:style>
  <w:style w:type="paragraph" w:customStyle="1" w:styleId="2098CAFD12CF489BB6732933480911CD">
    <w:name w:val="2098CAFD12CF489BB6732933480911CD"/>
    <w:rsid w:val="00EC0C15"/>
  </w:style>
  <w:style w:type="paragraph" w:customStyle="1" w:styleId="1D4227D650374970B8FD47CF0B4BC559">
    <w:name w:val="1D4227D650374970B8FD47CF0B4BC559"/>
    <w:rsid w:val="00EC0C15"/>
  </w:style>
  <w:style w:type="paragraph" w:customStyle="1" w:styleId="F47C38CA71DB483C895D9236B8CAFC63">
    <w:name w:val="F47C38CA71DB483C895D9236B8CAFC63"/>
    <w:rsid w:val="00EC0C15"/>
  </w:style>
  <w:style w:type="paragraph" w:customStyle="1" w:styleId="448D5922E53640ACA12DE25105A7E1CE">
    <w:name w:val="448D5922E53640ACA12DE25105A7E1CE"/>
    <w:rsid w:val="00EC0C15"/>
  </w:style>
  <w:style w:type="paragraph" w:customStyle="1" w:styleId="620FE877A58047718D6DF704A39F594D">
    <w:name w:val="620FE877A58047718D6DF704A39F594D"/>
    <w:rsid w:val="00EC0C15"/>
  </w:style>
  <w:style w:type="paragraph" w:customStyle="1" w:styleId="6049B1D9198048F092C5A5B6EB03BB5D">
    <w:name w:val="6049B1D9198048F092C5A5B6EB03BB5D"/>
    <w:rsid w:val="00EC0C15"/>
  </w:style>
  <w:style w:type="paragraph" w:customStyle="1" w:styleId="2F9862B691C7463AAAB2AC18D204F3F9">
    <w:name w:val="2F9862B691C7463AAAB2AC18D204F3F9"/>
    <w:rsid w:val="00EC0C15"/>
  </w:style>
  <w:style w:type="paragraph" w:customStyle="1" w:styleId="F3FFD545852B4A648C726988B9A815EF">
    <w:name w:val="F3FFD545852B4A648C726988B9A815EF"/>
    <w:rsid w:val="00EC0C15"/>
  </w:style>
  <w:style w:type="paragraph" w:customStyle="1" w:styleId="9C4E28E8F0F94D39BD64BEFFB5EF98F3">
    <w:name w:val="9C4E28E8F0F94D39BD64BEFFB5EF98F3"/>
    <w:rsid w:val="00EC0C15"/>
  </w:style>
  <w:style w:type="paragraph" w:customStyle="1" w:styleId="72A83D2AB09D42F0B737085A980235BA">
    <w:name w:val="72A83D2AB09D42F0B737085A980235BA"/>
    <w:rsid w:val="00EC0C15"/>
  </w:style>
  <w:style w:type="paragraph" w:customStyle="1" w:styleId="D058CE19CD5943749D443967A29CBF50">
    <w:name w:val="D058CE19CD5943749D443967A29CBF50"/>
    <w:rsid w:val="00EC0C15"/>
  </w:style>
  <w:style w:type="paragraph" w:customStyle="1" w:styleId="A71E32C2D6524153B69D97F0BC4A5FDA">
    <w:name w:val="A71E32C2D6524153B69D97F0BC4A5FDA"/>
    <w:rsid w:val="00EC0C15"/>
  </w:style>
  <w:style w:type="paragraph" w:customStyle="1" w:styleId="A122F2B9D85D45AA9FFA2C60A0CFDEB7">
    <w:name w:val="A122F2B9D85D45AA9FFA2C60A0CFDEB7"/>
    <w:rsid w:val="00EC0C15"/>
  </w:style>
  <w:style w:type="paragraph" w:customStyle="1" w:styleId="8071EC94A3534B35AADB88AB78E3699D">
    <w:name w:val="8071EC94A3534B35AADB88AB78E3699D"/>
    <w:rsid w:val="00EC0C15"/>
  </w:style>
  <w:style w:type="paragraph" w:customStyle="1" w:styleId="E0CBAF1675274942B30B358E73336449">
    <w:name w:val="E0CBAF1675274942B30B358E73336449"/>
    <w:rsid w:val="00EC0C15"/>
  </w:style>
  <w:style w:type="paragraph" w:customStyle="1" w:styleId="FD219F82BDBF4BA0BD2B3543FA8AB938">
    <w:name w:val="FD219F82BDBF4BA0BD2B3543FA8AB938"/>
    <w:rsid w:val="00EC0C15"/>
  </w:style>
  <w:style w:type="paragraph" w:customStyle="1" w:styleId="B45D275E14284EE1AA4629E6494F2388">
    <w:name w:val="B45D275E14284EE1AA4629E6494F2388"/>
    <w:rsid w:val="00EC0C15"/>
  </w:style>
  <w:style w:type="paragraph" w:customStyle="1" w:styleId="A0BA452DCF3843218B14CBCD1376819F">
    <w:name w:val="A0BA452DCF3843218B14CBCD1376819F"/>
    <w:rsid w:val="00EC0C15"/>
  </w:style>
  <w:style w:type="paragraph" w:customStyle="1" w:styleId="43970DA6031F49C991B0D961DC34FC86">
    <w:name w:val="43970DA6031F49C991B0D961DC34FC86"/>
    <w:rsid w:val="00EC0C15"/>
  </w:style>
  <w:style w:type="paragraph" w:customStyle="1" w:styleId="EDFE417F59D44AAABC67FBAC58810E5C">
    <w:name w:val="EDFE417F59D44AAABC67FBAC58810E5C"/>
    <w:rsid w:val="00EC0C15"/>
  </w:style>
  <w:style w:type="paragraph" w:customStyle="1" w:styleId="F448C8EBE41142ABBB05036316435E4F">
    <w:name w:val="F448C8EBE41142ABBB05036316435E4F"/>
    <w:rsid w:val="00EC0C15"/>
  </w:style>
  <w:style w:type="paragraph" w:customStyle="1" w:styleId="13C5284C2AE8444EA685036B2056EB00">
    <w:name w:val="13C5284C2AE8444EA685036B2056EB00"/>
    <w:rsid w:val="00EC0C15"/>
  </w:style>
  <w:style w:type="paragraph" w:customStyle="1" w:styleId="6564C011FB824D9B9204EC5B1C7A56A9">
    <w:name w:val="6564C011FB824D9B9204EC5B1C7A56A9"/>
    <w:rsid w:val="00EC0C15"/>
  </w:style>
  <w:style w:type="paragraph" w:customStyle="1" w:styleId="3E658D96639B49879A4DF44B5ED476C7">
    <w:name w:val="3E658D96639B49879A4DF44B5ED476C7"/>
    <w:rsid w:val="00EC0C15"/>
  </w:style>
  <w:style w:type="paragraph" w:customStyle="1" w:styleId="AD0176463774498795971CE789EAB3A8">
    <w:name w:val="AD0176463774498795971CE789EAB3A8"/>
    <w:rsid w:val="00EC0C15"/>
  </w:style>
  <w:style w:type="paragraph" w:customStyle="1" w:styleId="C4645105B09B4AE3BB20630D00568958">
    <w:name w:val="C4645105B09B4AE3BB20630D00568958"/>
    <w:rsid w:val="00EC0C15"/>
  </w:style>
  <w:style w:type="paragraph" w:customStyle="1" w:styleId="76160799819046B69D2E309EB71DD53D">
    <w:name w:val="76160799819046B69D2E309EB71DD53D"/>
    <w:rsid w:val="00EC0C15"/>
  </w:style>
  <w:style w:type="paragraph" w:customStyle="1" w:styleId="7D229953AB1341A3855C5AC0163F4D10">
    <w:name w:val="7D229953AB1341A3855C5AC0163F4D10"/>
    <w:rsid w:val="00EC0C15"/>
  </w:style>
  <w:style w:type="paragraph" w:customStyle="1" w:styleId="040E10B38BD843F3903DE36C7B43A9DD">
    <w:name w:val="040E10B38BD843F3903DE36C7B43A9DD"/>
    <w:rsid w:val="00EC0C15"/>
  </w:style>
  <w:style w:type="paragraph" w:customStyle="1" w:styleId="13CA86541E17403B9EBBEB0EC896E9E1">
    <w:name w:val="13CA86541E17403B9EBBEB0EC896E9E1"/>
    <w:rsid w:val="00EC0C15"/>
  </w:style>
  <w:style w:type="paragraph" w:customStyle="1" w:styleId="ACC5F0BF2D5647C2AE1906BC53B9EDE2">
    <w:name w:val="ACC5F0BF2D5647C2AE1906BC53B9EDE2"/>
    <w:rsid w:val="00EC0C15"/>
  </w:style>
  <w:style w:type="paragraph" w:customStyle="1" w:styleId="BC5870DF2C494791A8EE6121C1E15EFE">
    <w:name w:val="BC5870DF2C494791A8EE6121C1E15EFE"/>
    <w:rsid w:val="00EC0C15"/>
  </w:style>
  <w:style w:type="paragraph" w:customStyle="1" w:styleId="D3A53182CB174B2C9FFF4CAF00D8C2B5">
    <w:name w:val="D3A53182CB174B2C9FFF4CAF00D8C2B5"/>
    <w:rsid w:val="00EC0C15"/>
  </w:style>
  <w:style w:type="paragraph" w:customStyle="1" w:styleId="4D607770442148E7A991FE53FC029C2A">
    <w:name w:val="4D607770442148E7A991FE53FC029C2A"/>
    <w:rsid w:val="00EC0C15"/>
  </w:style>
  <w:style w:type="paragraph" w:customStyle="1" w:styleId="094D8CBFBC944B4A8B5D0D99242DD405">
    <w:name w:val="094D8CBFBC944B4A8B5D0D99242DD405"/>
    <w:rsid w:val="00EC0C15"/>
  </w:style>
  <w:style w:type="paragraph" w:customStyle="1" w:styleId="B077009B03EC440DB488998F5B970D96">
    <w:name w:val="B077009B03EC440DB488998F5B970D96"/>
    <w:rsid w:val="00EC0C15"/>
  </w:style>
  <w:style w:type="paragraph" w:customStyle="1" w:styleId="325AE4A9CE9348D2AFCB90CE8D300AF0">
    <w:name w:val="325AE4A9CE9348D2AFCB90CE8D300AF0"/>
    <w:rsid w:val="00EC0C15"/>
  </w:style>
  <w:style w:type="paragraph" w:customStyle="1" w:styleId="030AA3A392B7452C8817AA37DA861849">
    <w:name w:val="030AA3A392B7452C8817AA37DA861849"/>
    <w:rsid w:val="00EC0C15"/>
  </w:style>
  <w:style w:type="paragraph" w:customStyle="1" w:styleId="8604A49184A34D469E6A26CAA1649725">
    <w:name w:val="8604A49184A34D469E6A26CAA1649725"/>
    <w:rsid w:val="00EC0C15"/>
  </w:style>
  <w:style w:type="paragraph" w:customStyle="1" w:styleId="FC486642F19A4819A083EE7F740880D0">
    <w:name w:val="FC486642F19A4819A083EE7F740880D0"/>
    <w:rsid w:val="00EC0C15"/>
  </w:style>
  <w:style w:type="paragraph" w:customStyle="1" w:styleId="08169224AC334F45B51921AB65C223BF">
    <w:name w:val="08169224AC334F45B51921AB65C223BF"/>
    <w:rsid w:val="00EC0C15"/>
  </w:style>
  <w:style w:type="paragraph" w:customStyle="1" w:styleId="C5C6051695664AA3B3ACFED3C5D9BEE1">
    <w:name w:val="C5C6051695664AA3B3ACFED3C5D9BEE1"/>
    <w:rsid w:val="00EC0C15"/>
  </w:style>
  <w:style w:type="paragraph" w:customStyle="1" w:styleId="C7697434B40F4BEFAA272784D748A5EA">
    <w:name w:val="C7697434B40F4BEFAA272784D748A5EA"/>
    <w:rsid w:val="00EC0C15"/>
  </w:style>
  <w:style w:type="paragraph" w:customStyle="1" w:styleId="0612AE91E9DE4F97886332E3366F7D9F">
    <w:name w:val="0612AE91E9DE4F97886332E3366F7D9F"/>
    <w:rsid w:val="00EC0C15"/>
  </w:style>
  <w:style w:type="paragraph" w:customStyle="1" w:styleId="6440843AF48C48589927B556F5F073E8">
    <w:name w:val="6440843AF48C48589927B556F5F073E8"/>
    <w:rsid w:val="00EC0C15"/>
  </w:style>
  <w:style w:type="paragraph" w:customStyle="1" w:styleId="64573F6C1A8042569C1037AAB3BAA262">
    <w:name w:val="64573F6C1A8042569C1037AAB3BAA262"/>
    <w:rsid w:val="00EC0C15"/>
  </w:style>
  <w:style w:type="paragraph" w:customStyle="1" w:styleId="DAA22AFA513A4A47860DE6218E48B565">
    <w:name w:val="DAA22AFA513A4A47860DE6218E48B565"/>
    <w:rsid w:val="00EC0C15"/>
  </w:style>
  <w:style w:type="paragraph" w:customStyle="1" w:styleId="E4A9904BF1D04726BFFE53107E5BCCC9">
    <w:name w:val="E4A9904BF1D04726BFFE53107E5BCCC9"/>
    <w:rsid w:val="00EC0C15"/>
  </w:style>
  <w:style w:type="paragraph" w:customStyle="1" w:styleId="D3197F5B8C6C48E39D7F2BA4A30BF3CC">
    <w:name w:val="D3197F5B8C6C48E39D7F2BA4A30BF3CC"/>
    <w:rsid w:val="00EC0C15"/>
  </w:style>
  <w:style w:type="paragraph" w:customStyle="1" w:styleId="A4EC4E6845B149DAB5E70F10259D7F7F">
    <w:name w:val="A4EC4E6845B149DAB5E70F10259D7F7F"/>
    <w:rsid w:val="00EC0C15"/>
  </w:style>
  <w:style w:type="paragraph" w:customStyle="1" w:styleId="CEE54CBB90464497AA87C6EA4A5246F4">
    <w:name w:val="CEE54CBB90464497AA87C6EA4A5246F4"/>
    <w:rsid w:val="00EC0C15"/>
  </w:style>
  <w:style w:type="paragraph" w:customStyle="1" w:styleId="71DF6281F7694D1CAA91A60DDFF45739">
    <w:name w:val="71DF6281F7694D1CAA91A60DDFF45739"/>
    <w:rsid w:val="00EC0C15"/>
  </w:style>
  <w:style w:type="paragraph" w:customStyle="1" w:styleId="92BE99041866498D86AE6656092B7F31">
    <w:name w:val="92BE99041866498D86AE6656092B7F31"/>
    <w:rsid w:val="00EC0C15"/>
  </w:style>
  <w:style w:type="paragraph" w:customStyle="1" w:styleId="D46E2E31B2E345F88993E03AC38FBDF6">
    <w:name w:val="D46E2E31B2E345F88993E03AC38FBDF6"/>
    <w:rsid w:val="00EC0C15"/>
  </w:style>
  <w:style w:type="paragraph" w:customStyle="1" w:styleId="9565C63416944BBE81E36E7177F9F341">
    <w:name w:val="9565C63416944BBE81E36E7177F9F341"/>
    <w:rsid w:val="00EC0C15"/>
  </w:style>
  <w:style w:type="paragraph" w:customStyle="1" w:styleId="AB1DBEB6820E44F0B35936F61DFDEB8B">
    <w:name w:val="AB1DBEB6820E44F0B35936F61DFDEB8B"/>
    <w:rsid w:val="00EC0C15"/>
  </w:style>
  <w:style w:type="paragraph" w:customStyle="1" w:styleId="EBAE62754F5D4174B9D18678C39B652E">
    <w:name w:val="EBAE62754F5D4174B9D18678C39B652E"/>
    <w:rsid w:val="00EC0C15"/>
  </w:style>
  <w:style w:type="paragraph" w:customStyle="1" w:styleId="F1D013DDD79845FAA3AA55D841F4E2BF">
    <w:name w:val="F1D013DDD79845FAA3AA55D841F4E2BF"/>
    <w:rsid w:val="00EC0C15"/>
  </w:style>
  <w:style w:type="paragraph" w:customStyle="1" w:styleId="3EDA5DEDED5E41F1AC2F462E633F8D0A">
    <w:name w:val="3EDA5DEDED5E41F1AC2F462E633F8D0A"/>
    <w:rsid w:val="00EC0C15"/>
  </w:style>
  <w:style w:type="paragraph" w:customStyle="1" w:styleId="3E9410C8670140FE964DB10E84C48E1A">
    <w:name w:val="3E9410C8670140FE964DB10E84C48E1A"/>
    <w:rsid w:val="00EC0C15"/>
  </w:style>
  <w:style w:type="paragraph" w:customStyle="1" w:styleId="11E5BD95F3ED41CDBCBEBBB2A5290C17">
    <w:name w:val="11E5BD95F3ED41CDBCBEBBB2A5290C17"/>
    <w:rsid w:val="00EC0C15"/>
  </w:style>
  <w:style w:type="paragraph" w:customStyle="1" w:styleId="A76B0BF8180645988F9816E386496C41">
    <w:name w:val="A76B0BF8180645988F9816E386496C41"/>
    <w:rsid w:val="00EC0C15"/>
  </w:style>
  <w:style w:type="paragraph" w:customStyle="1" w:styleId="0D9591CBA0044CA283603536AB93C4CB">
    <w:name w:val="0D9591CBA0044CA283603536AB93C4CB"/>
    <w:rsid w:val="00EC0C15"/>
  </w:style>
  <w:style w:type="paragraph" w:customStyle="1" w:styleId="76DA22321E964C198DB0114D42373916">
    <w:name w:val="76DA22321E964C198DB0114D42373916"/>
    <w:rsid w:val="00EC0C15"/>
  </w:style>
  <w:style w:type="paragraph" w:customStyle="1" w:styleId="DF141A1EE078406EA60B7DB4528F15C0">
    <w:name w:val="DF141A1EE078406EA60B7DB4528F15C0"/>
    <w:rsid w:val="00EC0C15"/>
  </w:style>
  <w:style w:type="paragraph" w:customStyle="1" w:styleId="27D159EC140D4C96AFA529DC41BA4FEC">
    <w:name w:val="27D159EC140D4C96AFA529DC41BA4FEC"/>
    <w:rsid w:val="00EC0C15"/>
  </w:style>
  <w:style w:type="paragraph" w:customStyle="1" w:styleId="968DD34E294D49B3A15C069882A95547">
    <w:name w:val="968DD34E294D49B3A15C069882A95547"/>
    <w:rsid w:val="00EC0C15"/>
  </w:style>
  <w:style w:type="paragraph" w:customStyle="1" w:styleId="6E684D8E949A4B0C9073444E5E42A358">
    <w:name w:val="6E684D8E949A4B0C9073444E5E42A358"/>
    <w:rsid w:val="00EC0C15"/>
  </w:style>
  <w:style w:type="paragraph" w:customStyle="1" w:styleId="F8F553665BE5421DAC77DB560F9742F2">
    <w:name w:val="F8F553665BE5421DAC77DB560F9742F2"/>
    <w:rsid w:val="00EC0C15"/>
  </w:style>
  <w:style w:type="paragraph" w:customStyle="1" w:styleId="B8B3B06669B14ADF8EFC0C5152A7356F">
    <w:name w:val="B8B3B06669B14ADF8EFC0C5152A7356F"/>
    <w:rsid w:val="00EC0C15"/>
  </w:style>
  <w:style w:type="paragraph" w:customStyle="1" w:styleId="8EB61B1377CF4CDB9C716AB5DC3FDBFA">
    <w:name w:val="8EB61B1377CF4CDB9C716AB5DC3FDBFA"/>
    <w:rsid w:val="00EC0C15"/>
  </w:style>
  <w:style w:type="paragraph" w:customStyle="1" w:styleId="2F16CFA9359B4E0FBBAB22FE18B466CD">
    <w:name w:val="2F16CFA9359B4E0FBBAB22FE18B466CD"/>
    <w:rsid w:val="00EC0C15"/>
  </w:style>
  <w:style w:type="paragraph" w:customStyle="1" w:styleId="6B9BFDCE99AA4C7E9E6B04B475458EC8">
    <w:name w:val="6B9BFDCE99AA4C7E9E6B04B475458EC8"/>
    <w:rsid w:val="00EC0C15"/>
  </w:style>
  <w:style w:type="paragraph" w:customStyle="1" w:styleId="4B3CF2FDC88B4D0A8998599157E6D721">
    <w:name w:val="4B3CF2FDC88B4D0A8998599157E6D721"/>
    <w:rsid w:val="00EC0C15"/>
  </w:style>
  <w:style w:type="paragraph" w:customStyle="1" w:styleId="4321F2C4D8EA4411847BDED6CAEA9897">
    <w:name w:val="4321F2C4D8EA4411847BDED6CAEA9897"/>
    <w:rsid w:val="00EC0C15"/>
  </w:style>
  <w:style w:type="paragraph" w:customStyle="1" w:styleId="4ADDB15678FD499C9A1F332A498778F2">
    <w:name w:val="4ADDB15678FD499C9A1F332A498778F2"/>
    <w:rsid w:val="00EC0C15"/>
  </w:style>
  <w:style w:type="paragraph" w:customStyle="1" w:styleId="78D9BE4F58B14D7DA608C111196D2B29">
    <w:name w:val="78D9BE4F58B14D7DA608C111196D2B29"/>
    <w:rsid w:val="00EC0C15"/>
  </w:style>
  <w:style w:type="paragraph" w:customStyle="1" w:styleId="592D3C3F23CE4CD09C16FD0F74BEB0C8">
    <w:name w:val="592D3C3F23CE4CD09C16FD0F74BEB0C8"/>
    <w:rsid w:val="00EC0C15"/>
  </w:style>
  <w:style w:type="paragraph" w:customStyle="1" w:styleId="5FB279111F95493C8E9396827EB7F504">
    <w:name w:val="5FB279111F95493C8E9396827EB7F504"/>
    <w:rsid w:val="00EC0C15"/>
  </w:style>
  <w:style w:type="paragraph" w:customStyle="1" w:styleId="DF6E4449AE01455BB50B84573A52AB34">
    <w:name w:val="DF6E4449AE01455BB50B84573A52AB34"/>
    <w:rsid w:val="00EC0C15"/>
  </w:style>
  <w:style w:type="paragraph" w:customStyle="1" w:styleId="99BC91BC66854717A9014DFD851A5AC0">
    <w:name w:val="99BC91BC66854717A9014DFD851A5AC0"/>
    <w:rsid w:val="00EC0C15"/>
  </w:style>
  <w:style w:type="paragraph" w:customStyle="1" w:styleId="A8A4B02FA73C4D7BB9637D6F5575C627">
    <w:name w:val="A8A4B02FA73C4D7BB9637D6F5575C627"/>
    <w:rsid w:val="00EC0C15"/>
  </w:style>
  <w:style w:type="paragraph" w:customStyle="1" w:styleId="2DFF8D41FD0144C98806F2E00B10CE30">
    <w:name w:val="2DFF8D41FD0144C98806F2E00B10CE30"/>
    <w:rsid w:val="00EC0C15"/>
  </w:style>
  <w:style w:type="paragraph" w:customStyle="1" w:styleId="6BEA1256725E4E6CB55C3E98856E1D55">
    <w:name w:val="6BEA1256725E4E6CB55C3E98856E1D55"/>
    <w:rsid w:val="00EC0C15"/>
  </w:style>
  <w:style w:type="paragraph" w:customStyle="1" w:styleId="3719A828783948D8B0C0EC90AFCAF928">
    <w:name w:val="3719A828783948D8B0C0EC90AFCAF928"/>
    <w:rsid w:val="00EC0C15"/>
  </w:style>
  <w:style w:type="paragraph" w:customStyle="1" w:styleId="95DBEE74A1134D97AA3C645747E13F9F">
    <w:name w:val="95DBEE74A1134D97AA3C645747E13F9F"/>
    <w:rsid w:val="00EC0C15"/>
  </w:style>
  <w:style w:type="paragraph" w:customStyle="1" w:styleId="B45B217AE3E14ECA9AB50D23E366B43A">
    <w:name w:val="B45B217AE3E14ECA9AB50D23E366B43A"/>
    <w:rsid w:val="00EC0C15"/>
  </w:style>
  <w:style w:type="paragraph" w:customStyle="1" w:styleId="350BD63C8CF2448E8BD502751A14EC8C">
    <w:name w:val="350BD63C8CF2448E8BD502751A14EC8C"/>
    <w:rsid w:val="00EC0C15"/>
  </w:style>
  <w:style w:type="paragraph" w:customStyle="1" w:styleId="97D5434A040049CCA4B1523A8EEECC86">
    <w:name w:val="97D5434A040049CCA4B1523A8EEECC86"/>
    <w:rsid w:val="00EC0C15"/>
  </w:style>
  <w:style w:type="paragraph" w:customStyle="1" w:styleId="F418510BB69144528989BD243A053C34">
    <w:name w:val="F418510BB69144528989BD243A053C34"/>
    <w:rsid w:val="00EC0C15"/>
  </w:style>
  <w:style w:type="paragraph" w:customStyle="1" w:styleId="CADDD3F34EA34D379BB45C8AF1EC55D2">
    <w:name w:val="CADDD3F34EA34D379BB45C8AF1EC55D2"/>
    <w:rsid w:val="00EC0C15"/>
  </w:style>
  <w:style w:type="paragraph" w:customStyle="1" w:styleId="945FA532892E4163BF6B335F133DD1DE">
    <w:name w:val="945FA532892E4163BF6B335F133DD1DE"/>
    <w:rsid w:val="00EC0C15"/>
  </w:style>
  <w:style w:type="paragraph" w:customStyle="1" w:styleId="6775C1819A2E4B4BA504C3C91021DF56">
    <w:name w:val="6775C1819A2E4B4BA504C3C91021DF56"/>
    <w:rsid w:val="00EC0C15"/>
  </w:style>
  <w:style w:type="paragraph" w:customStyle="1" w:styleId="FB6FE2CA11E84443A6BDA38B84E6B782">
    <w:name w:val="FB6FE2CA11E84443A6BDA38B84E6B782"/>
    <w:rsid w:val="00EC0C15"/>
  </w:style>
  <w:style w:type="paragraph" w:customStyle="1" w:styleId="8A0EF8E547EB41D9A47C40F91BB7A139">
    <w:name w:val="8A0EF8E547EB41D9A47C40F91BB7A139"/>
    <w:rsid w:val="00EC0C15"/>
  </w:style>
  <w:style w:type="paragraph" w:customStyle="1" w:styleId="DB0F20C4F93F467B903674629C288802">
    <w:name w:val="DB0F20C4F93F467B903674629C288802"/>
    <w:rsid w:val="00EC0C15"/>
  </w:style>
  <w:style w:type="paragraph" w:customStyle="1" w:styleId="9C2B4D4C57FB415980F3A648C727EC43">
    <w:name w:val="9C2B4D4C57FB415980F3A648C727EC43"/>
    <w:rsid w:val="00EC0C15"/>
  </w:style>
  <w:style w:type="paragraph" w:customStyle="1" w:styleId="6E793FB9FDFF4C719A0B3546D249C0F1">
    <w:name w:val="6E793FB9FDFF4C719A0B3546D249C0F1"/>
    <w:rsid w:val="00EC0C15"/>
  </w:style>
  <w:style w:type="paragraph" w:customStyle="1" w:styleId="7434483F5F664C0B9A56277215ED69CE">
    <w:name w:val="7434483F5F664C0B9A56277215ED69CE"/>
    <w:rsid w:val="00EC0C15"/>
  </w:style>
  <w:style w:type="paragraph" w:customStyle="1" w:styleId="04B4160C7D0740D8B8651B540F716783">
    <w:name w:val="04B4160C7D0740D8B8651B540F716783"/>
    <w:rsid w:val="00EC0C15"/>
  </w:style>
  <w:style w:type="paragraph" w:customStyle="1" w:styleId="0CD671343341413F92BBE7FE4FF9016E">
    <w:name w:val="0CD671343341413F92BBE7FE4FF9016E"/>
    <w:rsid w:val="00BC7FCB"/>
  </w:style>
  <w:style w:type="paragraph" w:customStyle="1" w:styleId="3364C6ADB3204C3E88907A0F1E68BCF9">
    <w:name w:val="3364C6ADB3204C3E88907A0F1E68BCF9"/>
    <w:rsid w:val="00BC7FCB"/>
  </w:style>
  <w:style w:type="paragraph" w:customStyle="1" w:styleId="A7423B7AB36249F2BB5ECFFC2C696D84">
    <w:name w:val="A7423B7AB36249F2BB5ECFFC2C696D84"/>
    <w:rsid w:val="00BC7FCB"/>
  </w:style>
  <w:style w:type="paragraph" w:customStyle="1" w:styleId="FD801E1C77874F258AFE6E56DFEFD56D">
    <w:name w:val="FD801E1C77874F258AFE6E56DFEFD56D"/>
    <w:rsid w:val="00BC7FCB"/>
  </w:style>
  <w:style w:type="paragraph" w:customStyle="1" w:styleId="28B54E43276C4A76B5B773DA09457531">
    <w:name w:val="28B54E43276C4A76B5B773DA09457531"/>
    <w:rsid w:val="00BC7FCB"/>
  </w:style>
  <w:style w:type="paragraph" w:customStyle="1" w:styleId="1922519F8E434F918495112BC1A34AA9">
    <w:name w:val="1922519F8E434F918495112BC1A34AA9"/>
    <w:rsid w:val="00BC7FCB"/>
  </w:style>
  <w:style w:type="paragraph" w:customStyle="1" w:styleId="CC948B493C184B2794DA297169DA195B">
    <w:name w:val="CC948B493C184B2794DA297169DA195B"/>
    <w:rsid w:val="00BC7FCB"/>
  </w:style>
  <w:style w:type="paragraph" w:customStyle="1" w:styleId="53C19665E70443B3A81F14F5F8EB99CA">
    <w:name w:val="53C19665E70443B3A81F14F5F8EB99CA"/>
    <w:rsid w:val="00BC7FCB"/>
  </w:style>
  <w:style w:type="paragraph" w:customStyle="1" w:styleId="342DA53C800442D6B1A10CB4778B5564">
    <w:name w:val="342DA53C800442D6B1A10CB4778B5564"/>
    <w:rsid w:val="00BC7FCB"/>
  </w:style>
  <w:style w:type="paragraph" w:customStyle="1" w:styleId="BFC9CD53C07E4BE6BC42D11CAD05D05A">
    <w:name w:val="BFC9CD53C07E4BE6BC42D11CAD05D05A"/>
    <w:rsid w:val="00BC7FCB"/>
  </w:style>
  <w:style w:type="paragraph" w:customStyle="1" w:styleId="BBFA6576CE71498AA9709B2F25B02DCC">
    <w:name w:val="BBFA6576CE71498AA9709B2F25B02DCC"/>
    <w:rsid w:val="00BC7FCB"/>
  </w:style>
  <w:style w:type="paragraph" w:customStyle="1" w:styleId="C92F55901DCA4D5D81581D21016DFE73">
    <w:name w:val="C92F55901DCA4D5D81581D21016DFE73"/>
    <w:rsid w:val="00BC7FCB"/>
  </w:style>
  <w:style w:type="paragraph" w:customStyle="1" w:styleId="55F0695BDA114BA1ACE66094C4586C14">
    <w:name w:val="55F0695BDA114BA1ACE66094C4586C14"/>
    <w:rsid w:val="00BC7FCB"/>
  </w:style>
  <w:style w:type="paragraph" w:customStyle="1" w:styleId="EA17EA4691404C379AE170FCA5F5658B">
    <w:name w:val="EA17EA4691404C379AE170FCA5F5658B"/>
    <w:rsid w:val="00BC7FCB"/>
  </w:style>
  <w:style w:type="paragraph" w:customStyle="1" w:styleId="DF546383521A470D9D8A8F97B7AAECAE">
    <w:name w:val="DF546383521A470D9D8A8F97B7AAECAE"/>
    <w:rsid w:val="00BC7FCB"/>
  </w:style>
  <w:style w:type="paragraph" w:customStyle="1" w:styleId="2B6E16CAEC6A4C70B341FB33D26EFC91">
    <w:name w:val="2B6E16CAEC6A4C70B341FB33D26EFC91"/>
    <w:rsid w:val="00BC7FCB"/>
  </w:style>
  <w:style w:type="paragraph" w:customStyle="1" w:styleId="150C413734EF4A2681730201061D1400">
    <w:name w:val="150C413734EF4A2681730201061D1400"/>
    <w:rsid w:val="00BC7FCB"/>
  </w:style>
  <w:style w:type="paragraph" w:customStyle="1" w:styleId="B9E111961C4C462BB13516E230712C12">
    <w:name w:val="B9E111961C4C462BB13516E230712C12"/>
    <w:rsid w:val="00BC7FCB"/>
  </w:style>
  <w:style w:type="paragraph" w:customStyle="1" w:styleId="98DC43FCC23B453F9D34003857FAC1CD">
    <w:name w:val="98DC43FCC23B453F9D34003857FAC1CD"/>
    <w:rsid w:val="00BC7FCB"/>
  </w:style>
  <w:style w:type="paragraph" w:customStyle="1" w:styleId="AF781CDD52F545D98FDB40157E66F862">
    <w:name w:val="AF781CDD52F545D98FDB40157E66F862"/>
    <w:rsid w:val="00BC7FCB"/>
  </w:style>
  <w:style w:type="paragraph" w:customStyle="1" w:styleId="052E57336E004F0BB6CDB5E3E391B902">
    <w:name w:val="052E57336E004F0BB6CDB5E3E391B902"/>
    <w:rsid w:val="00BC7FCB"/>
  </w:style>
  <w:style w:type="paragraph" w:customStyle="1" w:styleId="1158D70693A04F01BE3D5629931A16D9">
    <w:name w:val="1158D70693A04F01BE3D5629931A16D9"/>
    <w:rsid w:val="00BC7FCB"/>
  </w:style>
  <w:style w:type="paragraph" w:customStyle="1" w:styleId="5CA81F94F0BD4AC3A4F6A1E8DDEB3C75">
    <w:name w:val="5CA81F94F0BD4AC3A4F6A1E8DDEB3C75"/>
    <w:rsid w:val="00BC7FCB"/>
  </w:style>
  <w:style w:type="paragraph" w:customStyle="1" w:styleId="9DD1D8A2BFAC427FA7F6B5289E39DFFB">
    <w:name w:val="9DD1D8A2BFAC427FA7F6B5289E39DFFB"/>
    <w:rsid w:val="00BC7FCB"/>
  </w:style>
  <w:style w:type="paragraph" w:customStyle="1" w:styleId="80A2D07B42E242DFAE8D2080B390A0AD">
    <w:name w:val="80A2D07B42E242DFAE8D2080B390A0AD"/>
    <w:rsid w:val="00BC7FCB"/>
  </w:style>
  <w:style w:type="paragraph" w:customStyle="1" w:styleId="AB64E13B9BE9481CAF527F153E7D1FD9">
    <w:name w:val="AB64E13B9BE9481CAF527F153E7D1FD9"/>
    <w:rsid w:val="00BC7FCB"/>
  </w:style>
  <w:style w:type="paragraph" w:customStyle="1" w:styleId="D1D85A3893A5456EB12FBE2F1DDE1ADD">
    <w:name w:val="D1D85A3893A5456EB12FBE2F1DDE1ADD"/>
    <w:rsid w:val="00BC7FCB"/>
  </w:style>
  <w:style w:type="paragraph" w:customStyle="1" w:styleId="B447822334234202867096B45B03F1E7">
    <w:name w:val="B447822334234202867096B45B03F1E7"/>
    <w:rsid w:val="00BC7FCB"/>
  </w:style>
  <w:style w:type="paragraph" w:customStyle="1" w:styleId="2CFF2F54E1174E5C8689FB0C7B685717">
    <w:name w:val="2CFF2F54E1174E5C8689FB0C7B685717"/>
    <w:rsid w:val="00BC7FCB"/>
  </w:style>
  <w:style w:type="paragraph" w:customStyle="1" w:styleId="1E1DA601704E4F15870FF1E6EAC39260">
    <w:name w:val="1E1DA601704E4F15870FF1E6EAC39260"/>
    <w:rsid w:val="00BC7FCB"/>
  </w:style>
  <w:style w:type="paragraph" w:customStyle="1" w:styleId="D04FCA4A837D4FFD9C21D11F42668A6C">
    <w:name w:val="D04FCA4A837D4FFD9C21D11F42668A6C"/>
    <w:rsid w:val="00BC7FCB"/>
  </w:style>
  <w:style w:type="paragraph" w:customStyle="1" w:styleId="18B9639795764020B408E78E2DF32B2E">
    <w:name w:val="18B9639795764020B408E78E2DF32B2E"/>
    <w:rsid w:val="00BC7FCB"/>
  </w:style>
  <w:style w:type="paragraph" w:customStyle="1" w:styleId="8476C5BABA3B41ACBD398D85DD0959AE">
    <w:name w:val="8476C5BABA3B41ACBD398D85DD0959AE"/>
    <w:rsid w:val="00BC7FCB"/>
  </w:style>
  <w:style w:type="paragraph" w:customStyle="1" w:styleId="5A00A4A7CCC64C8A818CEB733300685D">
    <w:name w:val="5A00A4A7CCC64C8A818CEB733300685D"/>
    <w:rsid w:val="00BC7FCB"/>
  </w:style>
  <w:style w:type="paragraph" w:customStyle="1" w:styleId="B536E5FF6796470787E21729C0373324">
    <w:name w:val="B536E5FF6796470787E21729C0373324"/>
    <w:rsid w:val="00BC7FCB"/>
  </w:style>
  <w:style w:type="paragraph" w:customStyle="1" w:styleId="C7A3CDA5EBFD4D86877E5E6B825E47DB">
    <w:name w:val="C7A3CDA5EBFD4D86877E5E6B825E47DB"/>
    <w:rsid w:val="00BC7FCB"/>
  </w:style>
  <w:style w:type="paragraph" w:customStyle="1" w:styleId="1C5B9B3CB4BC4478882650BA65AE5376">
    <w:name w:val="1C5B9B3CB4BC4478882650BA65AE5376"/>
    <w:rsid w:val="00BC7FCB"/>
  </w:style>
  <w:style w:type="paragraph" w:customStyle="1" w:styleId="6E356915BB7D4121895D42B01B34D857">
    <w:name w:val="6E356915BB7D4121895D42B01B34D857"/>
    <w:rsid w:val="00BC7FCB"/>
  </w:style>
  <w:style w:type="paragraph" w:customStyle="1" w:styleId="71C6BCD9063C497F85C7A3060E63AE9B">
    <w:name w:val="71C6BCD9063C497F85C7A3060E63AE9B"/>
    <w:rsid w:val="00BC7FCB"/>
  </w:style>
  <w:style w:type="paragraph" w:customStyle="1" w:styleId="540DD780ED0C4DC688BA4FD1775652A9">
    <w:name w:val="540DD780ED0C4DC688BA4FD1775652A9"/>
    <w:rsid w:val="00BC7FCB"/>
  </w:style>
  <w:style w:type="paragraph" w:customStyle="1" w:styleId="33FFE73203DA467DBF740133929ECE73">
    <w:name w:val="33FFE73203DA467DBF740133929ECE73"/>
    <w:rsid w:val="00BC7FCB"/>
  </w:style>
  <w:style w:type="paragraph" w:customStyle="1" w:styleId="10659FB5790343B9A757D2F5F96D7913">
    <w:name w:val="10659FB5790343B9A757D2F5F96D7913"/>
    <w:rsid w:val="00BC7FCB"/>
  </w:style>
  <w:style w:type="paragraph" w:customStyle="1" w:styleId="985535D9C81A401EBE1FF1945BD4B0A8">
    <w:name w:val="985535D9C81A401EBE1FF1945BD4B0A8"/>
    <w:rsid w:val="00BC7FCB"/>
  </w:style>
  <w:style w:type="paragraph" w:customStyle="1" w:styleId="7BC8C5A5551B4412B94D2FC603ED59AF">
    <w:name w:val="7BC8C5A5551B4412B94D2FC603ED59AF"/>
    <w:rsid w:val="00BC7FCB"/>
  </w:style>
  <w:style w:type="paragraph" w:customStyle="1" w:styleId="139D157CCEEA4F25BBC00AD2FFB3A859">
    <w:name w:val="139D157CCEEA4F25BBC00AD2FFB3A859"/>
    <w:rsid w:val="00BC7FCB"/>
  </w:style>
  <w:style w:type="paragraph" w:customStyle="1" w:styleId="A0D24F492A4842C78C9F4FBCCA516B26">
    <w:name w:val="A0D24F492A4842C78C9F4FBCCA516B26"/>
    <w:rsid w:val="00BC7FCB"/>
  </w:style>
  <w:style w:type="paragraph" w:customStyle="1" w:styleId="678623AEE4C044AAA05D4700A2CCC909">
    <w:name w:val="678623AEE4C044AAA05D4700A2CCC909"/>
    <w:rsid w:val="00BC7FCB"/>
  </w:style>
  <w:style w:type="paragraph" w:customStyle="1" w:styleId="FCBF7B16ED7F4B0EAB1C9BF70BC32CFC">
    <w:name w:val="FCBF7B16ED7F4B0EAB1C9BF70BC32CFC"/>
    <w:rsid w:val="00BC7FCB"/>
  </w:style>
  <w:style w:type="paragraph" w:customStyle="1" w:styleId="96A4B02DCBB443A4A2974E62C4F62C6A">
    <w:name w:val="96A4B02DCBB443A4A2974E62C4F62C6A"/>
    <w:rsid w:val="00BC7FCB"/>
  </w:style>
  <w:style w:type="paragraph" w:customStyle="1" w:styleId="BC89C52015794C9F98B0DC700F0A0174">
    <w:name w:val="BC89C52015794C9F98B0DC700F0A0174"/>
    <w:rsid w:val="00BC7FCB"/>
  </w:style>
  <w:style w:type="paragraph" w:customStyle="1" w:styleId="81CEAF8D92DC421B95D6E531D380B071">
    <w:name w:val="81CEAF8D92DC421B95D6E531D380B071"/>
    <w:rsid w:val="00BC7FCB"/>
  </w:style>
  <w:style w:type="paragraph" w:customStyle="1" w:styleId="CD677ADFE8D848738DBC8D139A6C536C">
    <w:name w:val="CD677ADFE8D848738DBC8D139A6C536C"/>
    <w:rsid w:val="00BC7FCB"/>
  </w:style>
  <w:style w:type="paragraph" w:customStyle="1" w:styleId="98FA114EF6EB41D5ABE9D13C7B67E12D">
    <w:name w:val="98FA114EF6EB41D5ABE9D13C7B67E12D"/>
    <w:rsid w:val="00BC7FCB"/>
  </w:style>
  <w:style w:type="paragraph" w:customStyle="1" w:styleId="C73FB8A3BF244C73992B111D46B190D0">
    <w:name w:val="C73FB8A3BF244C73992B111D46B190D0"/>
    <w:rsid w:val="00BC7FCB"/>
  </w:style>
  <w:style w:type="paragraph" w:customStyle="1" w:styleId="AC893AF476BE472B87378BEB57FEC45C">
    <w:name w:val="AC893AF476BE472B87378BEB57FEC45C"/>
    <w:rsid w:val="00BC7FCB"/>
  </w:style>
  <w:style w:type="paragraph" w:customStyle="1" w:styleId="40CBF042C63944BDA6CF9C2FCD4F09F8">
    <w:name w:val="40CBF042C63944BDA6CF9C2FCD4F09F8"/>
    <w:rsid w:val="00BC7FCB"/>
  </w:style>
  <w:style w:type="paragraph" w:customStyle="1" w:styleId="5A246DB905624891A28B53751872AF51">
    <w:name w:val="5A246DB905624891A28B53751872AF51"/>
    <w:rsid w:val="00BC7FCB"/>
  </w:style>
  <w:style w:type="paragraph" w:customStyle="1" w:styleId="2F802A91282C4FDB88D70A650221E3A3">
    <w:name w:val="2F802A91282C4FDB88D70A650221E3A3"/>
    <w:rsid w:val="00BC7FCB"/>
  </w:style>
  <w:style w:type="paragraph" w:customStyle="1" w:styleId="F302AE41131C4EE398AD03E13A6C4174">
    <w:name w:val="F302AE41131C4EE398AD03E13A6C4174"/>
    <w:rsid w:val="00BC7FCB"/>
  </w:style>
  <w:style w:type="paragraph" w:customStyle="1" w:styleId="E86F576FF1D74751856366D1866D24DF">
    <w:name w:val="E86F576FF1D74751856366D1866D24DF"/>
    <w:rsid w:val="00BC7FCB"/>
  </w:style>
  <w:style w:type="paragraph" w:customStyle="1" w:styleId="B9244285B5D8402A824311828B04B13B">
    <w:name w:val="B9244285B5D8402A824311828B04B13B"/>
    <w:rsid w:val="00BC7FCB"/>
  </w:style>
  <w:style w:type="paragraph" w:customStyle="1" w:styleId="6FF30ABEB17B487085053ECCF1251222">
    <w:name w:val="6FF30ABEB17B487085053ECCF1251222"/>
    <w:rsid w:val="00BC7FCB"/>
  </w:style>
  <w:style w:type="paragraph" w:customStyle="1" w:styleId="E0C3DCCAF52E4D28B8273D99DBFA40E1">
    <w:name w:val="E0C3DCCAF52E4D28B8273D99DBFA40E1"/>
    <w:rsid w:val="00BC7FCB"/>
  </w:style>
  <w:style w:type="paragraph" w:customStyle="1" w:styleId="DF4F054719164A12910018CCA4F869E7">
    <w:name w:val="DF4F054719164A12910018CCA4F869E7"/>
    <w:rsid w:val="00BC7FCB"/>
  </w:style>
  <w:style w:type="paragraph" w:customStyle="1" w:styleId="26FDB30EA59E4718A6CA96B17C27F7D1">
    <w:name w:val="26FDB30EA59E4718A6CA96B17C27F7D1"/>
    <w:rsid w:val="00BC7FCB"/>
  </w:style>
  <w:style w:type="paragraph" w:customStyle="1" w:styleId="7EFF1A832B2248A99BD97C64929A7A43">
    <w:name w:val="7EFF1A832B2248A99BD97C64929A7A43"/>
    <w:rsid w:val="00BC7FCB"/>
  </w:style>
  <w:style w:type="paragraph" w:customStyle="1" w:styleId="0F3BC2FA85824924A77B71F490B4163E">
    <w:name w:val="0F3BC2FA85824924A77B71F490B4163E"/>
    <w:rsid w:val="00BC7FCB"/>
  </w:style>
  <w:style w:type="paragraph" w:customStyle="1" w:styleId="FDAFBDF87E82476F95C47C5CFB639DD6">
    <w:name w:val="FDAFBDF87E82476F95C47C5CFB639DD6"/>
    <w:rsid w:val="00BC7FCB"/>
  </w:style>
  <w:style w:type="paragraph" w:customStyle="1" w:styleId="C1DFB7E6E3844FD9819081A76F8B7F05">
    <w:name w:val="C1DFB7E6E3844FD9819081A76F8B7F05"/>
    <w:rsid w:val="00BC7FCB"/>
  </w:style>
  <w:style w:type="paragraph" w:customStyle="1" w:styleId="AA50ABE569B94769B6FD1A890EF37B43">
    <w:name w:val="AA50ABE569B94769B6FD1A890EF37B43"/>
    <w:rsid w:val="00BC7FCB"/>
  </w:style>
  <w:style w:type="paragraph" w:customStyle="1" w:styleId="A71210EB58474FE08EEB37D14B5C6EFF">
    <w:name w:val="A71210EB58474FE08EEB37D14B5C6EFF"/>
    <w:rsid w:val="00BC7FCB"/>
  </w:style>
  <w:style w:type="paragraph" w:customStyle="1" w:styleId="DE7E008C2CAF4F0B8B5E2DD882F60EA9">
    <w:name w:val="DE7E008C2CAF4F0B8B5E2DD882F60EA9"/>
    <w:rsid w:val="00BC7FCB"/>
  </w:style>
  <w:style w:type="paragraph" w:customStyle="1" w:styleId="0C78F14D4B954D5BA8481B9B3136D6FD">
    <w:name w:val="0C78F14D4B954D5BA8481B9B3136D6FD"/>
    <w:rsid w:val="006C583C"/>
  </w:style>
  <w:style w:type="paragraph" w:customStyle="1" w:styleId="36052FC18C564D56969BB27F8E3D9DC3">
    <w:name w:val="36052FC18C564D56969BB27F8E3D9DC3"/>
    <w:rsid w:val="006C583C"/>
  </w:style>
  <w:style w:type="paragraph" w:customStyle="1" w:styleId="E65A3107CB994E1D8AC544AD94328E5B">
    <w:name w:val="E65A3107CB994E1D8AC544AD94328E5B"/>
    <w:rsid w:val="006C583C"/>
  </w:style>
  <w:style w:type="paragraph" w:customStyle="1" w:styleId="159CBE1AD49244EA9ACD15551E553DF5">
    <w:name w:val="159CBE1AD49244EA9ACD15551E553DF5"/>
    <w:rsid w:val="006C583C"/>
  </w:style>
  <w:style w:type="paragraph" w:customStyle="1" w:styleId="F7A7F731E36944389055D982D0CACC17">
    <w:name w:val="F7A7F731E36944389055D982D0CACC17"/>
    <w:rsid w:val="006C583C"/>
  </w:style>
  <w:style w:type="paragraph" w:customStyle="1" w:styleId="33D6E78E0D624855A0511138AF63E51E">
    <w:name w:val="33D6E78E0D624855A0511138AF63E51E"/>
    <w:rsid w:val="006C583C"/>
  </w:style>
  <w:style w:type="paragraph" w:customStyle="1" w:styleId="E7BC3CCE67374014BC2299FC0A58A641">
    <w:name w:val="E7BC3CCE67374014BC2299FC0A58A641"/>
    <w:rsid w:val="006C583C"/>
  </w:style>
  <w:style w:type="paragraph" w:customStyle="1" w:styleId="3108178CD8B9488D84FE03CFEA1D90AD">
    <w:name w:val="3108178CD8B9488D84FE03CFEA1D90AD"/>
    <w:rsid w:val="006C583C"/>
  </w:style>
  <w:style w:type="paragraph" w:customStyle="1" w:styleId="A17B8798793B478EA41B534E23EC7CDF">
    <w:name w:val="A17B8798793B478EA41B534E23EC7CDF"/>
    <w:rsid w:val="006C583C"/>
  </w:style>
  <w:style w:type="paragraph" w:customStyle="1" w:styleId="B0868EF70D9745B19AE043F59AA2565C">
    <w:name w:val="B0868EF70D9745B19AE043F59AA2565C"/>
    <w:rsid w:val="006C583C"/>
  </w:style>
  <w:style w:type="paragraph" w:customStyle="1" w:styleId="EC9C93EDEDB24A15B25020E0976C87A0">
    <w:name w:val="EC9C93EDEDB24A15B25020E0976C87A0"/>
    <w:rsid w:val="006C583C"/>
  </w:style>
  <w:style w:type="paragraph" w:customStyle="1" w:styleId="EE5A3B0C9292445A9FF9CD65658E7CCF">
    <w:name w:val="EE5A3B0C9292445A9FF9CD65658E7CCF"/>
    <w:rsid w:val="006C583C"/>
  </w:style>
  <w:style w:type="paragraph" w:customStyle="1" w:styleId="F1B07054FE38489C928217567705C67B">
    <w:name w:val="F1B07054FE38489C928217567705C67B"/>
    <w:rsid w:val="006C583C"/>
  </w:style>
  <w:style w:type="paragraph" w:customStyle="1" w:styleId="2A5496CE898B41C2AD8EABA400533B7D">
    <w:name w:val="2A5496CE898B41C2AD8EABA400533B7D"/>
    <w:rsid w:val="006C583C"/>
  </w:style>
  <w:style w:type="paragraph" w:customStyle="1" w:styleId="FD15963AB3FC41E28CAE8D842A483956">
    <w:name w:val="FD15963AB3FC41E28CAE8D842A483956"/>
    <w:rsid w:val="006C583C"/>
  </w:style>
  <w:style w:type="paragraph" w:customStyle="1" w:styleId="7B690C9023574DAB8141D2D983F2AE77">
    <w:name w:val="7B690C9023574DAB8141D2D983F2AE77"/>
    <w:rsid w:val="006C583C"/>
  </w:style>
  <w:style w:type="paragraph" w:customStyle="1" w:styleId="88CBF0E7A4444311A3CB441F573F9571">
    <w:name w:val="88CBF0E7A4444311A3CB441F573F9571"/>
    <w:rsid w:val="006C583C"/>
  </w:style>
  <w:style w:type="paragraph" w:customStyle="1" w:styleId="940CFBBA8DEB4DE4AFF5E562FE23A410">
    <w:name w:val="940CFBBA8DEB4DE4AFF5E562FE23A410"/>
    <w:rsid w:val="006C583C"/>
  </w:style>
  <w:style w:type="paragraph" w:customStyle="1" w:styleId="1556B40CCA3D47229BDA665B48067B78">
    <w:name w:val="1556B40CCA3D47229BDA665B48067B78"/>
    <w:rsid w:val="006C583C"/>
  </w:style>
  <w:style w:type="paragraph" w:customStyle="1" w:styleId="1102B74B34944F57A703CCD5FAD7E702">
    <w:name w:val="1102B74B34944F57A703CCD5FAD7E702"/>
    <w:rsid w:val="006C583C"/>
  </w:style>
  <w:style w:type="paragraph" w:customStyle="1" w:styleId="B565024DBCBD4407BA944DB6F921F21F">
    <w:name w:val="B565024DBCBD4407BA944DB6F921F21F"/>
    <w:rsid w:val="006C583C"/>
  </w:style>
  <w:style w:type="paragraph" w:customStyle="1" w:styleId="1B59623D95D24F47A2B71D5E6288D9A1">
    <w:name w:val="1B59623D95D24F47A2B71D5E6288D9A1"/>
    <w:rsid w:val="006C583C"/>
  </w:style>
  <w:style w:type="paragraph" w:customStyle="1" w:styleId="9EA3C9FE800B41FF8550F780A8FFFA03">
    <w:name w:val="9EA3C9FE800B41FF8550F780A8FFFA03"/>
    <w:rsid w:val="006C583C"/>
  </w:style>
  <w:style w:type="paragraph" w:customStyle="1" w:styleId="5886A1539C684D11B1FC770BA68CE94A">
    <w:name w:val="5886A1539C684D11B1FC770BA68CE94A"/>
    <w:rsid w:val="006C583C"/>
  </w:style>
  <w:style w:type="paragraph" w:customStyle="1" w:styleId="26EFD3A6F5CB4DD08C28E6E29BD534DC">
    <w:name w:val="26EFD3A6F5CB4DD08C28E6E29BD534DC"/>
    <w:rsid w:val="006C583C"/>
  </w:style>
  <w:style w:type="paragraph" w:customStyle="1" w:styleId="46304FCD28524E3EB34B8FE97F28633C">
    <w:name w:val="46304FCD28524E3EB34B8FE97F28633C"/>
    <w:rsid w:val="006C583C"/>
  </w:style>
  <w:style w:type="paragraph" w:customStyle="1" w:styleId="C0AC9B1329BE4888B64169003C7E1FAB">
    <w:name w:val="C0AC9B1329BE4888B64169003C7E1FAB"/>
    <w:rsid w:val="006C583C"/>
  </w:style>
  <w:style w:type="paragraph" w:customStyle="1" w:styleId="146BC222BC2E4C0DB75C7B78541C5F43">
    <w:name w:val="146BC222BC2E4C0DB75C7B78541C5F43"/>
    <w:rsid w:val="006C583C"/>
  </w:style>
  <w:style w:type="paragraph" w:customStyle="1" w:styleId="E0D9825ADAEB4F8A98C5B8AB17A10594">
    <w:name w:val="E0D9825ADAEB4F8A98C5B8AB17A10594"/>
    <w:rsid w:val="006C583C"/>
  </w:style>
  <w:style w:type="paragraph" w:customStyle="1" w:styleId="BA9223A3B18B41C3A7BCF705C197F3C4">
    <w:name w:val="BA9223A3B18B41C3A7BCF705C197F3C4"/>
    <w:rsid w:val="006C583C"/>
  </w:style>
  <w:style w:type="paragraph" w:customStyle="1" w:styleId="01B07DFC9EAC4C6CA2CC38324BDD6CAE">
    <w:name w:val="01B07DFC9EAC4C6CA2CC38324BDD6CAE"/>
    <w:rsid w:val="006C583C"/>
  </w:style>
  <w:style w:type="paragraph" w:customStyle="1" w:styleId="81FB2001B8C442CE854D10974817C8BA">
    <w:name w:val="81FB2001B8C442CE854D10974817C8BA"/>
    <w:rsid w:val="006C583C"/>
  </w:style>
  <w:style w:type="paragraph" w:customStyle="1" w:styleId="63785C5D52AE4EB9A76DB367D38D9724">
    <w:name w:val="63785C5D52AE4EB9A76DB367D38D9724"/>
    <w:rsid w:val="006C583C"/>
  </w:style>
  <w:style w:type="paragraph" w:customStyle="1" w:styleId="2D00B1DE294C46AD96B7F0963CB677A8">
    <w:name w:val="2D00B1DE294C46AD96B7F0963CB677A8"/>
    <w:rsid w:val="006C583C"/>
  </w:style>
  <w:style w:type="paragraph" w:customStyle="1" w:styleId="BE2F0F2CF30947CC87A283608E741B62">
    <w:name w:val="BE2F0F2CF30947CC87A283608E741B62"/>
    <w:rsid w:val="006C583C"/>
  </w:style>
  <w:style w:type="paragraph" w:customStyle="1" w:styleId="9E590B2A8FDF47E6886CC41C7BD065AA">
    <w:name w:val="9E590B2A8FDF47E6886CC41C7BD065AA"/>
    <w:rsid w:val="006C583C"/>
  </w:style>
  <w:style w:type="paragraph" w:customStyle="1" w:styleId="C2C1DA91773D4E4C859BCB033D3E4864">
    <w:name w:val="C2C1DA91773D4E4C859BCB033D3E4864"/>
    <w:rsid w:val="006C583C"/>
  </w:style>
  <w:style w:type="paragraph" w:customStyle="1" w:styleId="08A56FED6100469DAEFDAEE8E1691A64">
    <w:name w:val="08A56FED6100469DAEFDAEE8E1691A64"/>
    <w:rsid w:val="006C583C"/>
  </w:style>
  <w:style w:type="paragraph" w:customStyle="1" w:styleId="2941431B3A6C4EF7A2DDCF7655CDAC7B">
    <w:name w:val="2941431B3A6C4EF7A2DDCF7655CDAC7B"/>
    <w:rsid w:val="006C583C"/>
  </w:style>
  <w:style w:type="paragraph" w:customStyle="1" w:styleId="B0276D0BCCCC4E098E6B777B5B169C39">
    <w:name w:val="B0276D0BCCCC4E098E6B777B5B169C39"/>
    <w:rsid w:val="006C583C"/>
  </w:style>
  <w:style w:type="paragraph" w:customStyle="1" w:styleId="E407F7A95CD6466AAECABC94F7EF886A">
    <w:name w:val="E407F7A95CD6466AAECABC94F7EF886A"/>
    <w:rsid w:val="006C583C"/>
  </w:style>
  <w:style w:type="paragraph" w:customStyle="1" w:styleId="D27EC281454741A29B20CFF8FF820808">
    <w:name w:val="D27EC281454741A29B20CFF8FF820808"/>
    <w:rsid w:val="006C583C"/>
  </w:style>
  <w:style w:type="paragraph" w:customStyle="1" w:styleId="B336ECB12C474631824294A5DE677D5C">
    <w:name w:val="B336ECB12C474631824294A5DE677D5C"/>
    <w:rsid w:val="006C583C"/>
  </w:style>
  <w:style w:type="paragraph" w:customStyle="1" w:styleId="E771A910FCE34CFFBFB4D9EDDD8A517E">
    <w:name w:val="E771A910FCE34CFFBFB4D9EDDD8A517E"/>
    <w:rsid w:val="006C583C"/>
  </w:style>
  <w:style w:type="paragraph" w:customStyle="1" w:styleId="7235EDF889494ECE9A179C070140CEE9">
    <w:name w:val="7235EDF889494ECE9A179C070140CEE9"/>
    <w:rsid w:val="006C583C"/>
  </w:style>
  <w:style w:type="paragraph" w:customStyle="1" w:styleId="C623FFDBF75945D2B8DFCE93ACB6F3BF">
    <w:name w:val="C623FFDBF75945D2B8DFCE93ACB6F3BF"/>
    <w:rsid w:val="006C583C"/>
  </w:style>
  <w:style w:type="paragraph" w:customStyle="1" w:styleId="DBFDF4ED322947D483A508B4FB9C4B88">
    <w:name w:val="DBFDF4ED322947D483A508B4FB9C4B88"/>
    <w:rsid w:val="007F0005"/>
  </w:style>
  <w:style w:type="paragraph" w:customStyle="1" w:styleId="7E2D3F8068384EE8A7CCBC2E2A6B3AFF">
    <w:name w:val="7E2D3F8068384EE8A7CCBC2E2A6B3AFF"/>
    <w:rsid w:val="007F0005"/>
  </w:style>
  <w:style w:type="paragraph" w:customStyle="1" w:styleId="0A2C59C823A9440D9DDBA88EDBDAE3DE">
    <w:name w:val="0A2C59C823A9440D9DDBA88EDBDAE3DE"/>
    <w:rsid w:val="007F0005"/>
  </w:style>
  <w:style w:type="paragraph" w:customStyle="1" w:styleId="6D9B622825034C0A9640033A8C7373BD">
    <w:name w:val="6D9B622825034C0A9640033A8C7373BD"/>
    <w:rsid w:val="007F0005"/>
  </w:style>
  <w:style w:type="paragraph" w:customStyle="1" w:styleId="30BB45DB215D413B80B2BB7FDBB9B193">
    <w:name w:val="30BB45DB215D413B80B2BB7FDBB9B193"/>
    <w:rsid w:val="007F0005"/>
  </w:style>
  <w:style w:type="paragraph" w:customStyle="1" w:styleId="D238E5361F6E45D1B89BA5C16F249DD5">
    <w:name w:val="D238E5361F6E45D1B89BA5C16F249DD5"/>
    <w:rsid w:val="007F0005"/>
  </w:style>
  <w:style w:type="paragraph" w:customStyle="1" w:styleId="FFA2A39080EB4CFDBA77319A217759B1">
    <w:name w:val="FFA2A39080EB4CFDBA77319A217759B1"/>
    <w:rsid w:val="007F0005"/>
  </w:style>
  <w:style w:type="paragraph" w:customStyle="1" w:styleId="C2B0B1FFB9F645E5AA58688EDF998654">
    <w:name w:val="C2B0B1FFB9F645E5AA58688EDF998654"/>
    <w:rsid w:val="007F0005"/>
  </w:style>
  <w:style w:type="paragraph" w:customStyle="1" w:styleId="F1F110E4170C454BBE45625D587FBDE3">
    <w:name w:val="F1F110E4170C454BBE45625D587FBDE3"/>
    <w:rsid w:val="007F0005"/>
  </w:style>
  <w:style w:type="paragraph" w:customStyle="1" w:styleId="DF379D78F76A459BBBAF2119A081729F">
    <w:name w:val="DF379D78F76A459BBBAF2119A081729F"/>
    <w:rsid w:val="007F0005"/>
  </w:style>
  <w:style w:type="paragraph" w:customStyle="1" w:styleId="D5480A4C3EDD4F5BA3E6D00A9F7C1A64">
    <w:name w:val="D5480A4C3EDD4F5BA3E6D00A9F7C1A64"/>
    <w:rsid w:val="007F0005"/>
  </w:style>
  <w:style w:type="paragraph" w:customStyle="1" w:styleId="AC1C1B89812746B7A16E2454AA570F24">
    <w:name w:val="AC1C1B89812746B7A16E2454AA570F24"/>
    <w:rsid w:val="007F0005"/>
  </w:style>
  <w:style w:type="paragraph" w:customStyle="1" w:styleId="ADDDCD3F72444B7B9369D089196A99E9">
    <w:name w:val="ADDDCD3F72444B7B9369D089196A99E9"/>
    <w:rsid w:val="007F0005"/>
  </w:style>
  <w:style w:type="paragraph" w:customStyle="1" w:styleId="E931FA86FBC1477D95D0895781B47642">
    <w:name w:val="E931FA86FBC1477D95D0895781B47642"/>
    <w:rsid w:val="007F0005"/>
  </w:style>
  <w:style w:type="paragraph" w:customStyle="1" w:styleId="17C9AAED8D9148D196D5AA232EED2D42">
    <w:name w:val="17C9AAED8D9148D196D5AA232EED2D42"/>
    <w:rsid w:val="007F0005"/>
  </w:style>
  <w:style w:type="paragraph" w:customStyle="1" w:styleId="E18DEC312EF047B7BCBDC9B6F0592E15">
    <w:name w:val="E18DEC312EF047B7BCBDC9B6F0592E15"/>
    <w:rsid w:val="007F0005"/>
  </w:style>
  <w:style w:type="paragraph" w:customStyle="1" w:styleId="A7269B4881884C44950F5339B7D9D720">
    <w:name w:val="A7269B4881884C44950F5339B7D9D720"/>
    <w:rsid w:val="007F0005"/>
  </w:style>
  <w:style w:type="paragraph" w:customStyle="1" w:styleId="0B87AD7518B548AD99FF8E4120F53B33">
    <w:name w:val="0B87AD7518B548AD99FF8E4120F53B33"/>
    <w:rsid w:val="007F0005"/>
  </w:style>
  <w:style w:type="paragraph" w:customStyle="1" w:styleId="087543F7386742E4B6A751D189B0E066">
    <w:name w:val="087543F7386742E4B6A751D189B0E066"/>
    <w:rsid w:val="007F0005"/>
  </w:style>
  <w:style w:type="paragraph" w:customStyle="1" w:styleId="C7DEAAFFDA44467C8F27F67857D60E90">
    <w:name w:val="C7DEAAFFDA44467C8F27F67857D60E90"/>
    <w:rsid w:val="007F0005"/>
  </w:style>
  <w:style w:type="paragraph" w:customStyle="1" w:styleId="48BF7882FCFA4F67B4CE615BD6B7B9D7">
    <w:name w:val="48BF7882FCFA4F67B4CE615BD6B7B9D7"/>
    <w:rsid w:val="007F0005"/>
  </w:style>
  <w:style w:type="paragraph" w:customStyle="1" w:styleId="456208455C8C440BBC23A3ACA5BFE3CD">
    <w:name w:val="456208455C8C440BBC23A3ACA5BFE3CD"/>
    <w:rsid w:val="007F0005"/>
  </w:style>
  <w:style w:type="paragraph" w:customStyle="1" w:styleId="1F1C7F6AA60B4D00B624307BCDFFD307">
    <w:name w:val="1F1C7F6AA60B4D00B624307BCDFFD307"/>
    <w:rsid w:val="007F0005"/>
  </w:style>
  <w:style w:type="paragraph" w:customStyle="1" w:styleId="15C870E50737404BADCB6D4EF8AA139F">
    <w:name w:val="15C870E50737404BADCB6D4EF8AA139F"/>
    <w:rsid w:val="00F55E4F"/>
  </w:style>
  <w:style w:type="paragraph" w:customStyle="1" w:styleId="F3517B51C5764E37BC25B8DF71B08B36">
    <w:name w:val="F3517B51C5764E37BC25B8DF71B08B36"/>
    <w:rsid w:val="00F55E4F"/>
  </w:style>
  <w:style w:type="paragraph" w:customStyle="1" w:styleId="98436E190EF24BE095A638CA1A0E25DC">
    <w:name w:val="98436E190EF24BE095A638CA1A0E25DC"/>
    <w:rsid w:val="00F55E4F"/>
  </w:style>
  <w:style w:type="paragraph" w:customStyle="1" w:styleId="766DB22AD53048C5B163696EF62313D2">
    <w:name w:val="766DB22AD53048C5B163696EF62313D2"/>
    <w:rsid w:val="00F55E4F"/>
  </w:style>
  <w:style w:type="paragraph" w:customStyle="1" w:styleId="788F9D722C424CAE9CD4563035923F6D">
    <w:name w:val="788F9D722C424CAE9CD4563035923F6D"/>
    <w:rsid w:val="00F55E4F"/>
  </w:style>
  <w:style w:type="paragraph" w:customStyle="1" w:styleId="B8D3E0648BEF4B0084DC7BFE1047955D">
    <w:name w:val="B8D3E0648BEF4B0084DC7BFE1047955D"/>
    <w:rsid w:val="00F55E4F"/>
  </w:style>
  <w:style w:type="paragraph" w:customStyle="1" w:styleId="ED72315B70664288AEF883E6B8A4D847">
    <w:name w:val="ED72315B70664288AEF883E6B8A4D847"/>
    <w:rsid w:val="00F55E4F"/>
  </w:style>
  <w:style w:type="paragraph" w:customStyle="1" w:styleId="0DCF9836AC784F3E9938C451FAEE37AD">
    <w:name w:val="0DCF9836AC784F3E9938C451FAEE37AD"/>
    <w:rsid w:val="00F55E4F"/>
  </w:style>
  <w:style w:type="paragraph" w:customStyle="1" w:styleId="54C6B4AED04B42AD94A0DFA3A7968BBE">
    <w:name w:val="54C6B4AED04B42AD94A0DFA3A7968BBE"/>
    <w:rsid w:val="00F55E4F"/>
  </w:style>
  <w:style w:type="paragraph" w:customStyle="1" w:styleId="FA542B256CF9454B9A0478DC94E4B205">
    <w:name w:val="FA542B256CF9454B9A0478DC94E4B205"/>
    <w:rsid w:val="00F55E4F"/>
  </w:style>
  <w:style w:type="paragraph" w:customStyle="1" w:styleId="5B202BBAFB8D418281AB74AC92DF01A0">
    <w:name w:val="5B202BBAFB8D418281AB74AC92DF01A0"/>
    <w:rsid w:val="00F55E4F"/>
  </w:style>
  <w:style w:type="paragraph" w:customStyle="1" w:styleId="3989CF7FCFC04FF9ACF73E74AD324EE0">
    <w:name w:val="3989CF7FCFC04FF9ACF73E74AD324EE0"/>
    <w:rsid w:val="00F55E4F"/>
  </w:style>
  <w:style w:type="paragraph" w:customStyle="1" w:styleId="93C7BD5F1EBF4AE6B0DA4A9C09C12733">
    <w:name w:val="93C7BD5F1EBF4AE6B0DA4A9C09C12733"/>
    <w:rsid w:val="00F55E4F"/>
  </w:style>
  <w:style w:type="paragraph" w:customStyle="1" w:styleId="22B89A7DF4FC479AAC18C93B25AFCA01">
    <w:name w:val="22B89A7DF4FC479AAC18C93B25AFCA01"/>
    <w:rsid w:val="00F55E4F"/>
  </w:style>
  <w:style w:type="paragraph" w:customStyle="1" w:styleId="6568F2C0DCD14379854CF349A2B7D75A">
    <w:name w:val="6568F2C0DCD14379854CF349A2B7D75A"/>
    <w:rsid w:val="00F55E4F"/>
  </w:style>
  <w:style w:type="paragraph" w:customStyle="1" w:styleId="581FEA12D2964492B06C6F7357B0C87F">
    <w:name w:val="581FEA12D2964492B06C6F7357B0C87F"/>
    <w:rsid w:val="00F55E4F"/>
  </w:style>
  <w:style w:type="paragraph" w:customStyle="1" w:styleId="DF0D4C012CBC49F4BC248426E0C36ECD">
    <w:name w:val="DF0D4C012CBC49F4BC248426E0C36ECD"/>
    <w:rsid w:val="00F55E4F"/>
  </w:style>
  <w:style w:type="paragraph" w:customStyle="1" w:styleId="7B0969DC8EB141D9A9DB20204E2AC10A">
    <w:name w:val="7B0969DC8EB141D9A9DB20204E2AC10A"/>
    <w:rsid w:val="00F55E4F"/>
  </w:style>
  <w:style w:type="paragraph" w:customStyle="1" w:styleId="5CC6BA3787E44FC5A74B048AF626D906">
    <w:name w:val="5CC6BA3787E44FC5A74B048AF626D906"/>
    <w:rsid w:val="00F55E4F"/>
  </w:style>
  <w:style w:type="paragraph" w:customStyle="1" w:styleId="21BC2858AB5C4E97BB11E3685129A496">
    <w:name w:val="21BC2858AB5C4E97BB11E3685129A496"/>
    <w:rsid w:val="00F55E4F"/>
  </w:style>
  <w:style w:type="paragraph" w:customStyle="1" w:styleId="5C57F626D2CA4B7795B99689D6704930">
    <w:name w:val="5C57F626D2CA4B7795B99689D6704930"/>
    <w:rsid w:val="00F55E4F"/>
  </w:style>
  <w:style w:type="paragraph" w:customStyle="1" w:styleId="947D1AD5B7BC4114924704F54A4B132E">
    <w:name w:val="947D1AD5B7BC4114924704F54A4B132E"/>
    <w:rsid w:val="00F55E4F"/>
  </w:style>
  <w:style w:type="paragraph" w:customStyle="1" w:styleId="A5A9C125A05945239B4B5782397E2500">
    <w:name w:val="A5A9C125A05945239B4B5782397E2500"/>
    <w:rsid w:val="00F55E4F"/>
  </w:style>
  <w:style w:type="paragraph" w:customStyle="1" w:styleId="9A21E960ECB24EACBF347FB8CCC7B89F">
    <w:name w:val="9A21E960ECB24EACBF347FB8CCC7B89F"/>
    <w:rsid w:val="00511FDA"/>
  </w:style>
  <w:style w:type="paragraph" w:customStyle="1" w:styleId="D1196B863B88461F87A5045AAA86E3FA">
    <w:name w:val="D1196B863B88461F87A5045AAA86E3FA"/>
    <w:rsid w:val="00511FDA"/>
  </w:style>
  <w:style w:type="paragraph" w:customStyle="1" w:styleId="12552DF573ED49C8B560A9ABBF3C1328">
    <w:name w:val="12552DF573ED49C8B560A9ABBF3C1328"/>
    <w:rsid w:val="00511FDA"/>
  </w:style>
  <w:style w:type="paragraph" w:customStyle="1" w:styleId="8DBD706FEFE846ABBB81A8FB88E7B103">
    <w:name w:val="8DBD706FEFE846ABBB81A8FB88E7B103"/>
    <w:rsid w:val="00511FDA"/>
  </w:style>
  <w:style w:type="paragraph" w:customStyle="1" w:styleId="53C07669870A443E87611DA76FCBFD3F">
    <w:name w:val="53C07669870A443E87611DA76FCBFD3F"/>
    <w:rsid w:val="00511FDA"/>
  </w:style>
  <w:style w:type="paragraph" w:customStyle="1" w:styleId="150C980BDC584062A410E956D40FBEC9">
    <w:name w:val="150C980BDC584062A410E956D40FBEC9"/>
    <w:rsid w:val="00511FDA"/>
  </w:style>
  <w:style w:type="paragraph" w:customStyle="1" w:styleId="48D0E7561FB14722B831D3DD1F9459C2">
    <w:name w:val="48D0E7561FB14722B831D3DD1F9459C2"/>
    <w:rsid w:val="00511FDA"/>
  </w:style>
  <w:style w:type="paragraph" w:customStyle="1" w:styleId="1C402F3C2950425C81ACD1C43A74395F">
    <w:name w:val="1C402F3C2950425C81ACD1C43A74395F"/>
    <w:rsid w:val="00511FDA"/>
  </w:style>
  <w:style w:type="paragraph" w:customStyle="1" w:styleId="F25EE238ACE648EA9D055044B49AF1A7">
    <w:name w:val="F25EE238ACE648EA9D055044B49AF1A7"/>
    <w:rsid w:val="00511FDA"/>
  </w:style>
  <w:style w:type="paragraph" w:customStyle="1" w:styleId="2651EAC1F56A4230805882A605014309">
    <w:name w:val="2651EAC1F56A4230805882A605014309"/>
    <w:rsid w:val="00511FDA"/>
  </w:style>
  <w:style w:type="paragraph" w:customStyle="1" w:styleId="FE85F47FC4454BABA05C1EE18E6F0F90">
    <w:name w:val="FE85F47FC4454BABA05C1EE18E6F0F90"/>
    <w:rsid w:val="00511FDA"/>
  </w:style>
  <w:style w:type="paragraph" w:customStyle="1" w:styleId="31E4130546C542DDBB759D8A615501C7">
    <w:name w:val="31E4130546C542DDBB759D8A615501C7"/>
    <w:rsid w:val="00511FDA"/>
  </w:style>
  <w:style w:type="paragraph" w:customStyle="1" w:styleId="E1498A8DA6D847B596DEC00A10C68DBB">
    <w:name w:val="E1498A8DA6D847B596DEC00A10C68DBB"/>
    <w:rsid w:val="00511FDA"/>
  </w:style>
  <w:style w:type="paragraph" w:customStyle="1" w:styleId="4D67A2CCE8734D00AC40B662B4E7EF83">
    <w:name w:val="4D67A2CCE8734D00AC40B662B4E7EF83"/>
    <w:rsid w:val="00511FDA"/>
  </w:style>
  <w:style w:type="paragraph" w:customStyle="1" w:styleId="8F654CCDDFF745AFBB20C923B0D66492">
    <w:name w:val="8F654CCDDFF745AFBB20C923B0D66492"/>
    <w:rsid w:val="00511FDA"/>
  </w:style>
  <w:style w:type="paragraph" w:customStyle="1" w:styleId="FC16B0DFD3734874BB243447C5F2C60C">
    <w:name w:val="FC16B0DFD3734874BB243447C5F2C60C"/>
    <w:rsid w:val="00511FDA"/>
  </w:style>
  <w:style w:type="paragraph" w:customStyle="1" w:styleId="2BF55C3E659647E5AFB0D1452FD60AE8">
    <w:name w:val="2BF55C3E659647E5AFB0D1452FD60AE8"/>
    <w:rsid w:val="00511FDA"/>
  </w:style>
  <w:style w:type="paragraph" w:customStyle="1" w:styleId="167B2AA1026E447F8D38D18804424AD1">
    <w:name w:val="167B2AA1026E447F8D38D18804424AD1"/>
    <w:rsid w:val="00511FDA"/>
  </w:style>
  <w:style w:type="paragraph" w:customStyle="1" w:styleId="E313AEA9CEC4487CBC482CB3DE7723E4">
    <w:name w:val="E313AEA9CEC4487CBC482CB3DE7723E4"/>
    <w:rsid w:val="00511FDA"/>
  </w:style>
  <w:style w:type="paragraph" w:customStyle="1" w:styleId="F8161E0FE3AF448C898F7006FDCE745A">
    <w:name w:val="F8161E0FE3AF448C898F7006FDCE745A"/>
    <w:rsid w:val="00511FDA"/>
  </w:style>
  <w:style w:type="paragraph" w:customStyle="1" w:styleId="DAFBAD436EA74B668C8448BDBDB9732D">
    <w:name w:val="DAFBAD436EA74B668C8448BDBDB9732D"/>
    <w:rsid w:val="00511FDA"/>
  </w:style>
  <w:style w:type="paragraph" w:customStyle="1" w:styleId="F4C66409088A4BF183FB65A462843011">
    <w:name w:val="F4C66409088A4BF183FB65A462843011"/>
    <w:rsid w:val="00511FDA"/>
  </w:style>
  <w:style w:type="paragraph" w:customStyle="1" w:styleId="4C76406E88AD4F98B0642FD9B81761F2">
    <w:name w:val="4C76406E88AD4F98B0642FD9B81761F2"/>
    <w:rsid w:val="00511FDA"/>
  </w:style>
  <w:style w:type="paragraph" w:customStyle="1" w:styleId="513690C6631349BEBC5F1DF8A99C82D0">
    <w:name w:val="513690C6631349BEBC5F1DF8A99C82D0"/>
    <w:rsid w:val="00511FDA"/>
  </w:style>
  <w:style w:type="paragraph" w:customStyle="1" w:styleId="5B2100145E284DCF906B654020CA2667">
    <w:name w:val="5B2100145E284DCF906B654020CA2667"/>
    <w:rsid w:val="00511FDA"/>
  </w:style>
  <w:style w:type="paragraph" w:customStyle="1" w:styleId="201F9B5672AA42CEB6A03C0CD96230DF">
    <w:name w:val="201F9B5672AA42CEB6A03C0CD96230DF"/>
    <w:rsid w:val="00511FDA"/>
  </w:style>
  <w:style w:type="paragraph" w:customStyle="1" w:styleId="D019C2A454BD429DA16D177FF512CA10">
    <w:name w:val="D019C2A454BD429DA16D177FF512CA10"/>
    <w:rsid w:val="00511FDA"/>
  </w:style>
  <w:style w:type="paragraph" w:customStyle="1" w:styleId="D2921E95E71D4507B43CA66063121F81">
    <w:name w:val="D2921E95E71D4507B43CA66063121F81"/>
    <w:rsid w:val="00511FDA"/>
  </w:style>
  <w:style w:type="paragraph" w:customStyle="1" w:styleId="59E35AD966EA4C329D40CE6F34BCF0FE">
    <w:name w:val="59E35AD966EA4C329D40CE6F34BCF0FE"/>
    <w:rsid w:val="00511FDA"/>
  </w:style>
  <w:style w:type="paragraph" w:customStyle="1" w:styleId="ABBCFD9922044CFF9F2265ABCCB89285">
    <w:name w:val="ABBCFD9922044CFF9F2265ABCCB89285"/>
    <w:rsid w:val="00511FDA"/>
  </w:style>
  <w:style w:type="paragraph" w:customStyle="1" w:styleId="6A53FF48693543E5A673B15EC9368C20">
    <w:name w:val="6A53FF48693543E5A673B15EC9368C20"/>
    <w:rsid w:val="00511FDA"/>
  </w:style>
  <w:style w:type="paragraph" w:customStyle="1" w:styleId="4791BD1684AB4808925DA2B8B1D510CB">
    <w:name w:val="4791BD1684AB4808925DA2B8B1D510CB"/>
    <w:rsid w:val="00511FDA"/>
  </w:style>
  <w:style w:type="paragraph" w:customStyle="1" w:styleId="BFF4D9C2C80E498097A25EFCEB404CE0">
    <w:name w:val="BFF4D9C2C80E498097A25EFCEB404CE0"/>
    <w:rsid w:val="00511FDA"/>
  </w:style>
  <w:style w:type="paragraph" w:customStyle="1" w:styleId="5F314B3EE89E4618BA726855A91E8F88">
    <w:name w:val="5F314B3EE89E4618BA726855A91E8F88"/>
    <w:rsid w:val="00511FDA"/>
  </w:style>
  <w:style w:type="paragraph" w:customStyle="1" w:styleId="D483906FAA374E8D8E18D99019B386CE">
    <w:name w:val="D483906FAA374E8D8E18D99019B386CE"/>
    <w:rsid w:val="00511FDA"/>
  </w:style>
  <w:style w:type="paragraph" w:customStyle="1" w:styleId="A58B8BB56D344A629F0C3B34512FC40C">
    <w:name w:val="A58B8BB56D344A629F0C3B34512FC40C"/>
    <w:rsid w:val="00AA4793"/>
  </w:style>
  <w:style w:type="paragraph" w:customStyle="1" w:styleId="D11F51C001E649A88AEBED06F913753D">
    <w:name w:val="D11F51C001E649A88AEBED06F913753D"/>
    <w:rsid w:val="00AA4793"/>
  </w:style>
  <w:style w:type="paragraph" w:customStyle="1" w:styleId="A2DAFF2860A948F0BC4E3F4AC7E4FBA2">
    <w:name w:val="A2DAFF2860A948F0BC4E3F4AC7E4FBA2"/>
    <w:rsid w:val="00AA4793"/>
  </w:style>
  <w:style w:type="paragraph" w:customStyle="1" w:styleId="6AC0F28BD03645CC82BEADD3930A6A36">
    <w:name w:val="6AC0F28BD03645CC82BEADD3930A6A36"/>
    <w:rsid w:val="00AA4793"/>
  </w:style>
  <w:style w:type="paragraph" w:customStyle="1" w:styleId="B2DF46937FBC4A8CB4DDAD32D46ED4FF">
    <w:name w:val="B2DF46937FBC4A8CB4DDAD32D46ED4FF"/>
    <w:rsid w:val="00AA4793"/>
  </w:style>
  <w:style w:type="paragraph" w:customStyle="1" w:styleId="6DCB2C7C4A7D4DCABB33856ADE001B7C">
    <w:name w:val="6DCB2C7C4A7D4DCABB33856ADE001B7C"/>
    <w:rsid w:val="00AA4793"/>
  </w:style>
  <w:style w:type="paragraph" w:customStyle="1" w:styleId="715E150773DB4EC58E31658518949EA7">
    <w:name w:val="715E150773DB4EC58E31658518949EA7"/>
    <w:rsid w:val="00AA4793"/>
  </w:style>
  <w:style w:type="paragraph" w:customStyle="1" w:styleId="CFFC72619DB34DD4B5FB3E0878E5EC7A">
    <w:name w:val="CFFC72619DB34DD4B5FB3E0878E5EC7A"/>
    <w:rsid w:val="00AA4793"/>
  </w:style>
  <w:style w:type="paragraph" w:customStyle="1" w:styleId="C46ACBF6CFEC439EBF439E41C9346B57">
    <w:name w:val="C46ACBF6CFEC439EBF439E41C9346B57"/>
    <w:rsid w:val="00AA4793"/>
  </w:style>
  <w:style w:type="paragraph" w:customStyle="1" w:styleId="232F3BD8FFB14B659122A15480188A31">
    <w:name w:val="232F3BD8FFB14B659122A15480188A31"/>
    <w:rsid w:val="00AA4793"/>
  </w:style>
  <w:style w:type="paragraph" w:customStyle="1" w:styleId="FD892BAED0F94776A1C1F7D0B6164DD0">
    <w:name w:val="FD892BAED0F94776A1C1F7D0B6164DD0"/>
    <w:rsid w:val="00AA4793"/>
  </w:style>
  <w:style w:type="paragraph" w:customStyle="1" w:styleId="5664ED1DFE3D4A41B6281F8F83ECCE49">
    <w:name w:val="5664ED1DFE3D4A41B6281F8F83ECCE49"/>
    <w:rsid w:val="00AA4793"/>
  </w:style>
  <w:style w:type="paragraph" w:customStyle="1" w:styleId="E0CF83D36ED04BFD8A70F12D84D2B15F">
    <w:name w:val="E0CF83D36ED04BFD8A70F12D84D2B15F"/>
    <w:rsid w:val="00AA4793"/>
  </w:style>
  <w:style w:type="paragraph" w:customStyle="1" w:styleId="71F5A10719F34A48BC16057865416D7F">
    <w:name w:val="71F5A10719F34A48BC16057865416D7F"/>
    <w:rsid w:val="00AA4793"/>
  </w:style>
  <w:style w:type="paragraph" w:customStyle="1" w:styleId="0A878064AE8344D88265C894767A67C8">
    <w:name w:val="0A878064AE8344D88265C894767A67C8"/>
    <w:rsid w:val="00AA4793"/>
  </w:style>
  <w:style w:type="paragraph" w:customStyle="1" w:styleId="8E57D92B74574AFFB96B08EBBFFBF98A">
    <w:name w:val="8E57D92B74574AFFB96B08EBBFFBF98A"/>
    <w:rsid w:val="00AA4793"/>
  </w:style>
  <w:style w:type="paragraph" w:customStyle="1" w:styleId="A735E492BDB34B73A5E4B6AAB32E5444">
    <w:name w:val="A735E492BDB34B73A5E4B6AAB32E5444"/>
    <w:rsid w:val="00AA4793"/>
  </w:style>
  <w:style w:type="paragraph" w:customStyle="1" w:styleId="C15F6F0402A945BFBAE6351EA376A296">
    <w:name w:val="C15F6F0402A945BFBAE6351EA376A296"/>
    <w:rsid w:val="00AA4793"/>
  </w:style>
  <w:style w:type="paragraph" w:customStyle="1" w:styleId="3B46B1F8B4E34B8F969D8847FF7FE0DA">
    <w:name w:val="3B46B1F8B4E34B8F969D8847FF7FE0DA"/>
    <w:rsid w:val="00AA4793"/>
  </w:style>
  <w:style w:type="paragraph" w:customStyle="1" w:styleId="A8BF030B84C24E7092B8377F6850432A">
    <w:name w:val="A8BF030B84C24E7092B8377F6850432A"/>
    <w:rsid w:val="00AA4793"/>
  </w:style>
  <w:style w:type="paragraph" w:customStyle="1" w:styleId="1DA6B5CAEACD4C3D86945380E11717ED">
    <w:name w:val="1DA6B5CAEACD4C3D86945380E11717ED"/>
    <w:rsid w:val="00AA4793"/>
  </w:style>
  <w:style w:type="paragraph" w:customStyle="1" w:styleId="8C63F01DB6284414B7943176D796DE2E">
    <w:name w:val="8C63F01DB6284414B7943176D796DE2E"/>
    <w:rsid w:val="00AA4793"/>
  </w:style>
  <w:style w:type="paragraph" w:customStyle="1" w:styleId="5913964B468946C1A370F1700A28F554">
    <w:name w:val="5913964B468946C1A370F1700A28F554"/>
    <w:rsid w:val="00AA4793"/>
  </w:style>
  <w:style w:type="paragraph" w:customStyle="1" w:styleId="3139981084A94F4C84DAADC57C347616">
    <w:name w:val="3139981084A94F4C84DAADC57C347616"/>
    <w:rsid w:val="00E562C7"/>
  </w:style>
  <w:style w:type="paragraph" w:customStyle="1" w:styleId="50DEAE5C9FB84344A13C05DD97BF3E2E">
    <w:name w:val="50DEAE5C9FB84344A13C05DD97BF3E2E"/>
    <w:rsid w:val="00E562C7"/>
  </w:style>
  <w:style w:type="paragraph" w:customStyle="1" w:styleId="D3E7F60808434C588A57CF523FB6D2EE">
    <w:name w:val="D3E7F60808434C588A57CF523FB6D2EE"/>
    <w:rsid w:val="00E562C7"/>
  </w:style>
  <w:style w:type="paragraph" w:customStyle="1" w:styleId="41556CE82F6C4D5093984C13729D2DFE">
    <w:name w:val="41556CE82F6C4D5093984C13729D2DFE"/>
    <w:rsid w:val="00E562C7"/>
  </w:style>
  <w:style w:type="paragraph" w:customStyle="1" w:styleId="B7C548D224674459B06D9DE7B367A0A2">
    <w:name w:val="B7C548D224674459B06D9DE7B367A0A2"/>
    <w:rsid w:val="00E562C7"/>
  </w:style>
  <w:style w:type="paragraph" w:customStyle="1" w:styleId="C8ABD6CBC052494DA403FC56C25843B2">
    <w:name w:val="C8ABD6CBC052494DA403FC56C25843B2"/>
    <w:rsid w:val="00E562C7"/>
  </w:style>
  <w:style w:type="paragraph" w:customStyle="1" w:styleId="F0E89B66D1DD4A6E8BB742F3A52638C9">
    <w:name w:val="F0E89B66D1DD4A6E8BB742F3A52638C9"/>
    <w:rsid w:val="00E562C7"/>
  </w:style>
  <w:style w:type="paragraph" w:customStyle="1" w:styleId="F3171DB67EB54900A03F9F9FE07C6F31">
    <w:name w:val="F3171DB67EB54900A03F9F9FE07C6F31"/>
    <w:rsid w:val="00E562C7"/>
  </w:style>
  <w:style w:type="paragraph" w:customStyle="1" w:styleId="D5365690704E48929AF81005A558CA39">
    <w:name w:val="D5365690704E48929AF81005A558CA39"/>
    <w:rsid w:val="00E562C7"/>
  </w:style>
  <w:style w:type="paragraph" w:customStyle="1" w:styleId="16B6BF24A0334E359F667AD21B63C85A">
    <w:name w:val="16B6BF24A0334E359F667AD21B63C85A"/>
    <w:rsid w:val="00E562C7"/>
  </w:style>
  <w:style w:type="paragraph" w:customStyle="1" w:styleId="B3CEB2495E434C7B91CEAD8EB9740621">
    <w:name w:val="B3CEB2495E434C7B91CEAD8EB9740621"/>
    <w:rsid w:val="00E562C7"/>
  </w:style>
  <w:style w:type="paragraph" w:customStyle="1" w:styleId="7AE559BAE5C5408BBF4D5E9AAE9E08E5">
    <w:name w:val="7AE559BAE5C5408BBF4D5E9AAE9E08E5"/>
    <w:rsid w:val="00E562C7"/>
  </w:style>
  <w:style w:type="paragraph" w:customStyle="1" w:styleId="876AD4C315C34F6D80F2FB5C146ACC3D">
    <w:name w:val="876AD4C315C34F6D80F2FB5C146ACC3D"/>
    <w:rsid w:val="00E562C7"/>
  </w:style>
  <w:style w:type="paragraph" w:customStyle="1" w:styleId="4FBC8B4361814638BD28FDDF1A879328">
    <w:name w:val="4FBC8B4361814638BD28FDDF1A879328"/>
    <w:rsid w:val="00E562C7"/>
  </w:style>
  <w:style w:type="paragraph" w:customStyle="1" w:styleId="CBDF6CAE65F949DEA83017BCB0353B23">
    <w:name w:val="CBDF6CAE65F949DEA83017BCB0353B23"/>
    <w:rsid w:val="00E562C7"/>
  </w:style>
  <w:style w:type="paragraph" w:customStyle="1" w:styleId="3C327C6265FC420F8C5C7DA5DCC735A5">
    <w:name w:val="3C327C6265FC420F8C5C7DA5DCC735A5"/>
    <w:rsid w:val="00E562C7"/>
  </w:style>
  <w:style w:type="paragraph" w:customStyle="1" w:styleId="BDE916A640FB464485B35AA91F7260CE">
    <w:name w:val="BDE916A640FB464485B35AA91F7260CE"/>
    <w:rsid w:val="00E562C7"/>
  </w:style>
  <w:style w:type="paragraph" w:customStyle="1" w:styleId="1359E4A9155E4361816981C7800307A4">
    <w:name w:val="1359E4A9155E4361816981C7800307A4"/>
    <w:rsid w:val="00E562C7"/>
  </w:style>
  <w:style w:type="paragraph" w:customStyle="1" w:styleId="78792E8A51E0484F841D30BE8F04293F">
    <w:name w:val="78792E8A51E0484F841D30BE8F04293F"/>
    <w:rsid w:val="00E562C7"/>
  </w:style>
  <w:style w:type="paragraph" w:customStyle="1" w:styleId="06E4D67BD2BA49BD998B53BD482B6D5B">
    <w:name w:val="06E4D67BD2BA49BD998B53BD482B6D5B"/>
    <w:rsid w:val="00E562C7"/>
  </w:style>
  <w:style w:type="paragraph" w:customStyle="1" w:styleId="51963218834B442580750703508BA76A">
    <w:name w:val="51963218834B442580750703508BA76A"/>
    <w:rsid w:val="00E562C7"/>
  </w:style>
  <w:style w:type="paragraph" w:customStyle="1" w:styleId="7C375FA3EBF542BCBC14CDE86499305E">
    <w:name w:val="7C375FA3EBF542BCBC14CDE86499305E"/>
    <w:rsid w:val="00E562C7"/>
  </w:style>
  <w:style w:type="paragraph" w:customStyle="1" w:styleId="389F17E3506C401780983E074EAE4B67">
    <w:name w:val="389F17E3506C401780983E074EAE4B67"/>
    <w:rsid w:val="00E562C7"/>
  </w:style>
  <w:style w:type="paragraph" w:customStyle="1" w:styleId="87B3369CFA6742EFB9FB63AB19A7F799">
    <w:name w:val="87B3369CFA6742EFB9FB63AB19A7F799"/>
    <w:rsid w:val="003C01DD"/>
  </w:style>
  <w:style w:type="paragraph" w:customStyle="1" w:styleId="00D13350B2F545CE9135EA3FB00F23B8">
    <w:name w:val="00D13350B2F545CE9135EA3FB00F23B8"/>
    <w:rsid w:val="003C01DD"/>
  </w:style>
  <w:style w:type="paragraph" w:customStyle="1" w:styleId="0EB29CE07B854A16B5B6901FAC6FE11C">
    <w:name w:val="0EB29CE07B854A16B5B6901FAC6FE11C"/>
    <w:rsid w:val="003C01DD"/>
  </w:style>
  <w:style w:type="paragraph" w:customStyle="1" w:styleId="32DDC0900F1147EB9BFFD785F59BFB0C">
    <w:name w:val="32DDC0900F1147EB9BFFD785F59BFB0C"/>
    <w:rsid w:val="003C01DD"/>
  </w:style>
  <w:style w:type="paragraph" w:customStyle="1" w:styleId="A008B55C9D5B49C394E10F304DECF5B4">
    <w:name w:val="A008B55C9D5B49C394E10F304DECF5B4"/>
    <w:rsid w:val="003C01DD"/>
  </w:style>
  <w:style w:type="paragraph" w:customStyle="1" w:styleId="4D86360A6FC7440BA330AE792AAF6DBE">
    <w:name w:val="4D86360A6FC7440BA330AE792AAF6DBE"/>
    <w:rsid w:val="003C01DD"/>
  </w:style>
  <w:style w:type="paragraph" w:customStyle="1" w:styleId="FDB2675B2DAB4616BC117D762400A52C">
    <w:name w:val="FDB2675B2DAB4616BC117D762400A52C"/>
    <w:rsid w:val="003C01DD"/>
  </w:style>
  <w:style w:type="paragraph" w:customStyle="1" w:styleId="BA56A151447E4AAAA3D67AD6D09ADABD">
    <w:name w:val="BA56A151447E4AAAA3D67AD6D09ADABD"/>
    <w:rsid w:val="003C01DD"/>
  </w:style>
  <w:style w:type="paragraph" w:customStyle="1" w:styleId="6918C384BA6B4EFA993E385BEC26B5F0">
    <w:name w:val="6918C384BA6B4EFA993E385BEC26B5F0"/>
    <w:rsid w:val="003C01DD"/>
  </w:style>
  <w:style w:type="paragraph" w:customStyle="1" w:styleId="F7C871A69B4E444AABFD70CAFA84FEA7">
    <w:name w:val="F7C871A69B4E444AABFD70CAFA84FEA7"/>
    <w:rsid w:val="003C01DD"/>
  </w:style>
  <w:style w:type="paragraph" w:customStyle="1" w:styleId="E8F53EE2A12846699554B22B845380C1">
    <w:name w:val="E8F53EE2A12846699554B22B845380C1"/>
    <w:rsid w:val="003C01DD"/>
  </w:style>
  <w:style w:type="paragraph" w:customStyle="1" w:styleId="B4ECB6506EB0459795908227F2A5C07A">
    <w:name w:val="B4ECB6506EB0459795908227F2A5C07A"/>
    <w:rsid w:val="003C01DD"/>
  </w:style>
  <w:style w:type="paragraph" w:customStyle="1" w:styleId="4A6D5E2997014FE7BF0CFC1D78110DCE">
    <w:name w:val="4A6D5E2997014FE7BF0CFC1D78110DCE"/>
    <w:rsid w:val="003C01DD"/>
  </w:style>
  <w:style w:type="paragraph" w:customStyle="1" w:styleId="7D87B05BB80F453BBBA760F46D527215">
    <w:name w:val="7D87B05BB80F453BBBA760F46D527215"/>
    <w:rsid w:val="003C01DD"/>
  </w:style>
  <w:style w:type="paragraph" w:customStyle="1" w:styleId="C94D4286BB26462FBB0B0FB737D5DF0B">
    <w:name w:val="C94D4286BB26462FBB0B0FB737D5DF0B"/>
    <w:rsid w:val="003C01DD"/>
  </w:style>
  <w:style w:type="paragraph" w:customStyle="1" w:styleId="B5DC75860C414119A4737BA6FC49DFEC">
    <w:name w:val="B5DC75860C414119A4737BA6FC49DFEC"/>
    <w:rsid w:val="003C01DD"/>
  </w:style>
  <w:style w:type="paragraph" w:customStyle="1" w:styleId="1BEAC2BD94DA4274A829BB6816FAC10E">
    <w:name w:val="1BEAC2BD94DA4274A829BB6816FAC10E"/>
    <w:rsid w:val="003C01DD"/>
  </w:style>
  <w:style w:type="paragraph" w:customStyle="1" w:styleId="740407048E7D49C78DAEE9880AB96080">
    <w:name w:val="740407048E7D49C78DAEE9880AB96080"/>
    <w:rsid w:val="003C01DD"/>
  </w:style>
  <w:style w:type="paragraph" w:customStyle="1" w:styleId="5758B311EFA740809D242A0A722C1AB2">
    <w:name w:val="5758B311EFA740809D242A0A722C1AB2"/>
    <w:rsid w:val="003C01DD"/>
  </w:style>
  <w:style w:type="paragraph" w:customStyle="1" w:styleId="F4F792B8777547E9906F413F85F86BF8">
    <w:name w:val="F4F792B8777547E9906F413F85F86BF8"/>
    <w:rsid w:val="003C01DD"/>
  </w:style>
  <w:style w:type="paragraph" w:customStyle="1" w:styleId="2F6F6C3F2377445DBDAF5741747BE19E">
    <w:name w:val="2F6F6C3F2377445DBDAF5741747BE19E"/>
    <w:rsid w:val="003C01DD"/>
  </w:style>
  <w:style w:type="paragraph" w:customStyle="1" w:styleId="8D90D19FBF874092906A4C8B4AECD212">
    <w:name w:val="8D90D19FBF874092906A4C8B4AECD212"/>
    <w:rsid w:val="003C01DD"/>
  </w:style>
  <w:style w:type="paragraph" w:customStyle="1" w:styleId="17BE702D179B4FBABC13754B417DAA8E">
    <w:name w:val="17BE702D179B4FBABC13754B417DAA8E"/>
    <w:rsid w:val="003C01DD"/>
  </w:style>
  <w:style w:type="paragraph" w:customStyle="1" w:styleId="D129CF06A0F84B6799A8B395AC60C049">
    <w:name w:val="D129CF06A0F84B6799A8B395AC60C049"/>
    <w:rsid w:val="003C01DD"/>
  </w:style>
  <w:style w:type="paragraph" w:customStyle="1" w:styleId="FB7A2E484C1D4A89A33AAA48303F59DD">
    <w:name w:val="FB7A2E484C1D4A89A33AAA48303F59DD"/>
    <w:rsid w:val="003C01DD"/>
  </w:style>
  <w:style w:type="paragraph" w:customStyle="1" w:styleId="4E1EA3B36F2C4FE9964B0722FD6BDEF8">
    <w:name w:val="4E1EA3B36F2C4FE9964B0722FD6BDEF8"/>
    <w:rsid w:val="003C01DD"/>
  </w:style>
  <w:style w:type="paragraph" w:customStyle="1" w:styleId="3937B0A963D743D89B591021A4A1F9E4">
    <w:name w:val="3937B0A963D743D89B591021A4A1F9E4"/>
    <w:rsid w:val="003C01DD"/>
  </w:style>
  <w:style w:type="paragraph" w:customStyle="1" w:styleId="B79DB66DB80E4A5BBE4D9896405F9CC7">
    <w:name w:val="B79DB66DB80E4A5BBE4D9896405F9CC7"/>
    <w:rsid w:val="003C01DD"/>
  </w:style>
  <w:style w:type="paragraph" w:customStyle="1" w:styleId="E4ECE8DB43A947E09CED41F0F48CD958">
    <w:name w:val="E4ECE8DB43A947E09CED41F0F48CD958"/>
    <w:rsid w:val="003C01DD"/>
  </w:style>
  <w:style w:type="paragraph" w:customStyle="1" w:styleId="3BD78A03358B481890045E9EF17650AC">
    <w:name w:val="3BD78A03358B481890045E9EF17650AC"/>
    <w:rsid w:val="003C01DD"/>
  </w:style>
  <w:style w:type="paragraph" w:customStyle="1" w:styleId="877321D456EE4F64816EEFBD4A0CD3E3">
    <w:name w:val="877321D456EE4F64816EEFBD4A0CD3E3"/>
    <w:rsid w:val="003C01DD"/>
  </w:style>
  <w:style w:type="paragraph" w:customStyle="1" w:styleId="CD983FD4C61E411C9C4EFDB8E309108A">
    <w:name w:val="CD983FD4C61E411C9C4EFDB8E309108A"/>
    <w:rsid w:val="003C01DD"/>
  </w:style>
  <w:style w:type="paragraph" w:customStyle="1" w:styleId="E672163DF8BC4E50A0CE8E135A9BC224">
    <w:name w:val="E672163DF8BC4E50A0CE8E135A9BC224"/>
    <w:rsid w:val="003C01DD"/>
  </w:style>
  <w:style w:type="paragraph" w:customStyle="1" w:styleId="4E3020237778452899D0BFB6C1395B2A">
    <w:name w:val="4E3020237778452899D0BFB6C1395B2A"/>
    <w:rsid w:val="003C01DD"/>
  </w:style>
  <w:style w:type="paragraph" w:customStyle="1" w:styleId="C84C2583375243FBBCF9B52F2AFAB35C">
    <w:name w:val="C84C2583375243FBBCF9B52F2AFAB35C"/>
    <w:rsid w:val="003C01DD"/>
  </w:style>
  <w:style w:type="paragraph" w:customStyle="1" w:styleId="3DD3FECB17774647829BFD17910B41C1">
    <w:name w:val="3DD3FECB17774647829BFD17910B41C1"/>
    <w:rsid w:val="003C01DD"/>
  </w:style>
  <w:style w:type="paragraph" w:customStyle="1" w:styleId="AB2A85567249413E8A71A34A219EC4D7">
    <w:name w:val="AB2A85567249413E8A71A34A219EC4D7"/>
    <w:rsid w:val="003C01DD"/>
  </w:style>
  <w:style w:type="paragraph" w:customStyle="1" w:styleId="161FB4C3F40D418EB415B7F902C5A231">
    <w:name w:val="161FB4C3F40D418EB415B7F902C5A231"/>
    <w:rsid w:val="003C01DD"/>
  </w:style>
  <w:style w:type="paragraph" w:customStyle="1" w:styleId="9056419EFE064D8DBD22F46CA403364C">
    <w:name w:val="9056419EFE064D8DBD22F46CA403364C"/>
    <w:rsid w:val="003C01DD"/>
  </w:style>
  <w:style w:type="paragraph" w:customStyle="1" w:styleId="071B388AF8FB46DE9B46CD124E8AB63D">
    <w:name w:val="071B388AF8FB46DE9B46CD124E8AB63D"/>
    <w:rsid w:val="003C01DD"/>
  </w:style>
  <w:style w:type="paragraph" w:customStyle="1" w:styleId="59506393915045A5BE62E07893C227C0">
    <w:name w:val="59506393915045A5BE62E07893C227C0"/>
    <w:rsid w:val="003C01DD"/>
  </w:style>
  <w:style w:type="paragraph" w:customStyle="1" w:styleId="1695E102D651461D89F39243385D6554">
    <w:name w:val="1695E102D651461D89F39243385D6554"/>
    <w:rsid w:val="003C01DD"/>
  </w:style>
  <w:style w:type="paragraph" w:customStyle="1" w:styleId="5C95B4BA1D4541DA9102E17A0D742FE1">
    <w:name w:val="5C95B4BA1D4541DA9102E17A0D742FE1"/>
    <w:rsid w:val="003C01DD"/>
  </w:style>
  <w:style w:type="paragraph" w:customStyle="1" w:styleId="62B3438D2CB3468DBD63FEF3C09AD5A2">
    <w:name w:val="62B3438D2CB3468DBD63FEF3C09AD5A2"/>
    <w:rsid w:val="003C01DD"/>
  </w:style>
  <w:style w:type="paragraph" w:customStyle="1" w:styleId="7DD42715827A424AAFBE9EBAB647C012">
    <w:name w:val="7DD42715827A424AAFBE9EBAB647C012"/>
    <w:rsid w:val="003C01DD"/>
  </w:style>
  <w:style w:type="paragraph" w:customStyle="1" w:styleId="5E888F368F3F41A996A9FE5844D47C87">
    <w:name w:val="5E888F368F3F41A996A9FE5844D47C87"/>
    <w:rsid w:val="003C01DD"/>
  </w:style>
  <w:style w:type="paragraph" w:customStyle="1" w:styleId="894B257E2A214729A3AC65630CE8A078">
    <w:name w:val="894B257E2A214729A3AC65630CE8A078"/>
    <w:rsid w:val="003C01DD"/>
  </w:style>
  <w:style w:type="paragraph" w:customStyle="1" w:styleId="F9BC3FF050D14BAF8D776E256BB6A1B1">
    <w:name w:val="F9BC3FF050D14BAF8D776E256BB6A1B1"/>
    <w:rsid w:val="003C01DD"/>
  </w:style>
  <w:style w:type="paragraph" w:customStyle="1" w:styleId="5C5CB6EC02D44276BB37AC1033B2135F">
    <w:name w:val="5C5CB6EC02D44276BB37AC1033B2135F"/>
    <w:rsid w:val="003C01DD"/>
  </w:style>
  <w:style w:type="paragraph" w:customStyle="1" w:styleId="20AA6D73B5094D7FACEDD1BEA2FDE66E">
    <w:name w:val="20AA6D73B5094D7FACEDD1BEA2FDE66E"/>
    <w:rsid w:val="0051401D"/>
  </w:style>
  <w:style w:type="paragraph" w:customStyle="1" w:styleId="C4A07F1D3939437987E6E18DD29B0FAF">
    <w:name w:val="C4A07F1D3939437987E6E18DD29B0FAF"/>
    <w:rsid w:val="0051401D"/>
  </w:style>
  <w:style w:type="paragraph" w:customStyle="1" w:styleId="9104397502C74E7C817A1EB53D0D04CE">
    <w:name w:val="9104397502C74E7C817A1EB53D0D04CE"/>
    <w:rsid w:val="0051401D"/>
  </w:style>
  <w:style w:type="paragraph" w:customStyle="1" w:styleId="FD4B5BD050744F7B95419FC71F8C1EE4">
    <w:name w:val="FD4B5BD050744F7B95419FC71F8C1EE4"/>
    <w:rsid w:val="0051401D"/>
  </w:style>
  <w:style w:type="paragraph" w:customStyle="1" w:styleId="38DD6E69298E46B49465EFB90C2B843D">
    <w:name w:val="38DD6E69298E46B49465EFB90C2B843D"/>
    <w:rsid w:val="0051401D"/>
  </w:style>
  <w:style w:type="paragraph" w:customStyle="1" w:styleId="A5CA0CFDC8C64E4EB03272032ABD12A6">
    <w:name w:val="A5CA0CFDC8C64E4EB03272032ABD12A6"/>
    <w:rsid w:val="0051401D"/>
  </w:style>
  <w:style w:type="paragraph" w:customStyle="1" w:styleId="BAE3347716294F9692E012404542041E">
    <w:name w:val="BAE3347716294F9692E012404542041E"/>
    <w:rsid w:val="0051401D"/>
  </w:style>
  <w:style w:type="paragraph" w:customStyle="1" w:styleId="52002DDB7F254DF78FE34B7ACA127F34">
    <w:name w:val="52002DDB7F254DF78FE34B7ACA127F34"/>
    <w:rsid w:val="0051401D"/>
  </w:style>
  <w:style w:type="paragraph" w:customStyle="1" w:styleId="DDF78DD9BC4342E9851FD300811A8A79">
    <w:name w:val="DDF78DD9BC4342E9851FD300811A8A79"/>
    <w:rsid w:val="0051401D"/>
  </w:style>
  <w:style w:type="paragraph" w:customStyle="1" w:styleId="E8269B2BB8CC48E0BDC36052877D4F0B">
    <w:name w:val="E8269B2BB8CC48E0BDC36052877D4F0B"/>
    <w:rsid w:val="0051401D"/>
  </w:style>
  <w:style w:type="paragraph" w:customStyle="1" w:styleId="1DD676E732554C06B5AA129827EFDA24">
    <w:name w:val="1DD676E732554C06B5AA129827EFDA24"/>
    <w:rsid w:val="0051401D"/>
  </w:style>
  <w:style w:type="paragraph" w:customStyle="1" w:styleId="33508F158C384C898A806359F0CD1319">
    <w:name w:val="33508F158C384C898A806359F0CD1319"/>
    <w:rsid w:val="0051401D"/>
  </w:style>
  <w:style w:type="paragraph" w:customStyle="1" w:styleId="8BBCDE2EF7AA43AEA4E00DF643F9335F">
    <w:name w:val="8BBCDE2EF7AA43AEA4E00DF643F9335F"/>
    <w:rsid w:val="0051401D"/>
  </w:style>
  <w:style w:type="paragraph" w:customStyle="1" w:styleId="7F29161FF3844927A18B7B238F7370E3">
    <w:name w:val="7F29161FF3844927A18B7B238F7370E3"/>
    <w:rsid w:val="0051401D"/>
  </w:style>
  <w:style w:type="paragraph" w:customStyle="1" w:styleId="A4F4AD1CA8974CD7A22D35A6B197374E">
    <w:name w:val="A4F4AD1CA8974CD7A22D35A6B197374E"/>
    <w:rsid w:val="0051401D"/>
  </w:style>
  <w:style w:type="paragraph" w:customStyle="1" w:styleId="087FEC992AB640ECA3E9BAFB52DA38AA">
    <w:name w:val="087FEC992AB640ECA3E9BAFB52DA38AA"/>
    <w:rsid w:val="0051401D"/>
  </w:style>
  <w:style w:type="paragraph" w:customStyle="1" w:styleId="0C14BB2CB6A84C7C90D622A3AFB6FE67">
    <w:name w:val="0C14BB2CB6A84C7C90D622A3AFB6FE67"/>
    <w:rsid w:val="0051401D"/>
  </w:style>
  <w:style w:type="paragraph" w:customStyle="1" w:styleId="87BE2E9E2B7A47DEB7BF67938AF0B838">
    <w:name w:val="87BE2E9E2B7A47DEB7BF67938AF0B838"/>
    <w:rsid w:val="0051401D"/>
  </w:style>
  <w:style w:type="paragraph" w:customStyle="1" w:styleId="13AD100B37F84E47B960FCAC5147D439">
    <w:name w:val="13AD100B37F84E47B960FCAC5147D439"/>
    <w:rsid w:val="0051401D"/>
  </w:style>
  <w:style w:type="paragraph" w:customStyle="1" w:styleId="117FEABC3D664F2BB76A25B6DD8DABDC">
    <w:name w:val="117FEABC3D664F2BB76A25B6DD8DABDC"/>
    <w:rsid w:val="0051401D"/>
  </w:style>
  <w:style w:type="paragraph" w:customStyle="1" w:styleId="675F5D78FE474BCFB226FE4F47219AE9">
    <w:name w:val="675F5D78FE474BCFB226FE4F47219AE9"/>
    <w:rsid w:val="0051401D"/>
  </w:style>
  <w:style w:type="paragraph" w:customStyle="1" w:styleId="7DB5C204386C4BA792EF7D9563454E07">
    <w:name w:val="7DB5C204386C4BA792EF7D9563454E07"/>
    <w:rsid w:val="0051401D"/>
  </w:style>
  <w:style w:type="paragraph" w:customStyle="1" w:styleId="4EEF616512434189931C6FE6CABEDB0D">
    <w:name w:val="4EEF616512434189931C6FE6CABEDB0D"/>
    <w:rsid w:val="0051401D"/>
  </w:style>
  <w:style w:type="paragraph" w:customStyle="1" w:styleId="3222FAE4011C400BA79284E951FD5A7B">
    <w:name w:val="3222FAE4011C400BA79284E951FD5A7B"/>
    <w:rsid w:val="0051401D"/>
  </w:style>
  <w:style w:type="paragraph" w:customStyle="1" w:styleId="55E0793684BB4C028F65E787B5A01CB5">
    <w:name w:val="55E0793684BB4C028F65E787B5A01CB5"/>
    <w:rsid w:val="0051401D"/>
  </w:style>
  <w:style w:type="paragraph" w:customStyle="1" w:styleId="FF2A09B73DCD46F0AE4FEEEB7F7F4B5D">
    <w:name w:val="FF2A09B73DCD46F0AE4FEEEB7F7F4B5D"/>
    <w:rsid w:val="0051401D"/>
  </w:style>
  <w:style w:type="paragraph" w:customStyle="1" w:styleId="A10FF5F1D9984BAABD87A6590C659016">
    <w:name w:val="A10FF5F1D9984BAABD87A6590C659016"/>
    <w:rsid w:val="0051401D"/>
  </w:style>
  <w:style w:type="paragraph" w:customStyle="1" w:styleId="970BFB615C474030B872B50613B59091">
    <w:name w:val="970BFB615C474030B872B50613B59091"/>
    <w:rsid w:val="0051401D"/>
  </w:style>
  <w:style w:type="paragraph" w:customStyle="1" w:styleId="B67DA2600C5745BE82E5F059FCB18BBB">
    <w:name w:val="B67DA2600C5745BE82E5F059FCB18BBB"/>
    <w:rsid w:val="0051401D"/>
  </w:style>
  <w:style w:type="paragraph" w:customStyle="1" w:styleId="DFD869B437CE454BA6FEC4D9E022A58E">
    <w:name w:val="DFD869B437CE454BA6FEC4D9E022A58E"/>
    <w:rsid w:val="0051401D"/>
  </w:style>
  <w:style w:type="paragraph" w:customStyle="1" w:styleId="E0A92F6D42004375AD635A511CD24F86">
    <w:name w:val="E0A92F6D42004375AD635A511CD24F86"/>
    <w:rsid w:val="0051401D"/>
  </w:style>
  <w:style w:type="paragraph" w:customStyle="1" w:styleId="B5113A3DFD404831AF8674D0AADA7EAA">
    <w:name w:val="B5113A3DFD404831AF8674D0AADA7EAA"/>
    <w:rsid w:val="0051401D"/>
  </w:style>
  <w:style w:type="paragraph" w:customStyle="1" w:styleId="59DA690AB50743D19B4DF226FB81B062">
    <w:name w:val="59DA690AB50743D19B4DF226FB81B062"/>
    <w:rsid w:val="0051401D"/>
  </w:style>
  <w:style w:type="paragraph" w:customStyle="1" w:styleId="950571B1E155413DA98272BE6C951DCD">
    <w:name w:val="950571B1E155413DA98272BE6C951DCD"/>
    <w:rsid w:val="0051401D"/>
  </w:style>
  <w:style w:type="paragraph" w:customStyle="1" w:styleId="7E8332F15B8B4E9F8A1ADB0FA5FB8444">
    <w:name w:val="7E8332F15B8B4E9F8A1ADB0FA5FB8444"/>
    <w:rsid w:val="0051401D"/>
  </w:style>
  <w:style w:type="paragraph" w:customStyle="1" w:styleId="FB277D9D39854B67BABEB77325E926A1">
    <w:name w:val="FB277D9D39854B67BABEB77325E926A1"/>
    <w:rsid w:val="0051401D"/>
  </w:style>
  <w:style w:type="paragraph" w:customStyle="1" w:styleId="B24679744463490CA8E779B45E59590F">
    <w:name w:val="B24679744463490CA8E779B45E59590F"/>
    <w:rsid w:val="0051401D"/>
  </w:style>
  <w:style w:type="paragraph" w:customStyle="1" w:styleId="2CD9A28785904D219C3B18E7162D607A">
    <w:name w:val="2CD9A28785904D219C3B18E7162D607A"/>
    <w:rsid w:val="0051401D"/>
  </w:style>
  <w:style w:type="paragraph" w:customStyle="1" w:styleId="7D1FB76E658F4106AEADA7C7EE6FCCDA">
    <w:name w:val="7D1FB76E658F4106AEADA7C7EE6FCCDA"/>
    <w:rsid w:val="0051401D"/>
  </w:style>
  <w:style w:type="paragraph" w:customStyle="1" w:styleId="C76C5B122EDB449BB26F692921788309">
    <w:name w:val="C76C5B122EDB449BB26F692921788309"/>
    <w:rsid w:val="0051401D"/>
  </w:style>
  <w:style w:type="paragraph" w:customStyle="1" w:styleId="C8A8CB7905ED4779A4B5DAE6893F931A">
    <w:name w:val="C8A8CB7905ED4779A4B5DAE6893F931A"/>
    <w:rsid w:val="0051401D"/>
  </w:style>
  <w:style w:type="paragraph" w:customStyle="1" w:styleId="D4663B8A756541E3948B766D766FCA4B">
    <w:name w:val="D4663B8A756541E3948B766D766FCA4B"/>
    <w:rsid w:val="0051401D"/>
  </w:style>
  <w:style w:type="paragraph" w:customStyle="1" w:styleId="888C424C66384C128BF4AEFF5EE5E340">
    <w:name w:val="888C424C66384C128BF4AEFF5EE5E340"/>
    <w:rsid w:val="0051401D"/>
  </w:style>
  <w:style w:type="paragraph" w:customStyle="1" w:styleId="4F933AE685E94B27A229484404149E42">
    <w:name w:val="4F933AE685E94B27A229484404149E42"/>
    <w:rsid w:val="0051401D"/>
  </w:style>
  <w:style w:type="paragraph" w:customStyle="1" w:styleId="750662163A0C40BB9B454D3E69AA135B">
    <w:name w:val="750662163A0C40BB9B454D3E69AA135B"/>
    <w:rsid w:val="0051401D"/>
  </w:style>
  <w:style w:type="paragraph" w:customStyle="1" w:styleId="5DD26D77A8934A84A07D2B003F60A19A">
    <w:name w:val="5DD26D77A8934A84A07D2B003F60A19A"/>
    <w:rsid w:val="0051401D"/>
  </w:style>
  <w:style w:type="paragraph" w:customStyle="1" w:styleId="B4D4CB6456E94ADF8B88C4F1BA1AA5AB">
    <w:name w:val="B4D4CB6456E94ADF8B88C4F1BA1AA5AB"/>
    <w:rsid w:val="0051401D"/>
  </w:style>
  <w:style w:type="paragraph" w:customStyle="1" w:styleId="C305D1449F2A4CB0ABEB9F13012D1932">
    <w:name w:val="C305D1449F2A4CB0ABEB9F13012D1932"/>
    <w:rsid w:val="0051401D"/>
  </w:style>
  <w:style w:type="paragraph" w:customStyle="1" w:styleId="70DE49CA78E741CC863DD25532D41CB4">
    <w:name w:val="70DE49CA78E741CC863DD25532D41CB4"/>
    <w:rsid w:val="0051401D"/>
  </w:style>
  <w:style w:type="paragraph" w:customStyle="1" w:styleId="7FC9036D7E144FED8A47C2F4C9EF6D46">
    <w:name w:val="7FC9036D7E144FED8A47C2F4C9EF6D46"/>
    <w:rsid w:val="0051401D"/>
  </w:style>
  <w:style w:type="paragraph" w:customStyle="1" w:styleId="CB396E640FC04F4C95DB98DF28370092">
    <w:name w:val="CB396E640FC04F4C95DB98DF28370092"/>
    <w:rsid w:val="0051401D"/>
  </w:style>
  <w:style w:type="paragraph" w:customStyle="1" w:styleId="E1656C76512C47D9B70BAEE103A18556">
    <w:name w:val="E1656C76512C47D9B70BAEE103A18556"/>
    <w:rsid w:val="0051401D"/>
  </w:style>
  <w:style w:type="paragraph" w:customStyle="1" w:styleId="2D6EF0F0CAE3416E91E23A3263AA42D2">
    <w:name w:val="2D6EF0F0CAE3416E91E23A3263AA42D2"/>
    <w:rsid w:val="0051401D"/>
  </w:style>
  <w:style w:type="paragraph" w:customStyle="1" w:styleId="7E3DA5EC1CDF4878A9487B5E8EB51A7D">
    <w:name w:val="7E3DA5EC1CDF4878A9487B5E8EB51A7D"/>
    <w:rsid w:val="0051401D"/>
  </w:style>
  <w:style w:type="paragraph" w:customStyle="1" w:styleId="54FD2A36065B4D1CB52DF7B0F187D602">
    <w:name w:val="54FD2A36065B4D1CB52DF7B0F187D602"/>
    <w:rsid w:val="0051401D"/>
  </w:style>
  <w:style w:type="paragraph" w:customStyle="1" w:styleId="532F971FEEF1438D85F1BB6541D70E63">
    <w:name w:val="532F971FEEF1438D85F1BB6541D70E63"/>
    <w:rsid w:val="0051401D"/>
  </w:style>
  <w:style w:type="paragraph" w:customStyle="1" w:styleId="A9456BCB8EB2439694F5A8F89933F1D5">
    <w:name w:val="A9456BCB8EB2439694F5A8F89933F1D5"/>
    <w:rsid w:val="0051401D"/>
  </w:style>
  <w:style w:type="paragraph" w:customStyle="1" w:styleId="80BC15FBAA1B481EAA4AD694801FA0ED">
    <w:name w:val="80BC15FBAA1B481EAA4AD694801FA0ED"/>
    <w:rsid w:val="0051401D"/>
  </w:style>
  <w:style w:type="paragraph" w:customStyle="1" w:styleId="434FB07931F947F3AA0A1A9DF140505F">
    <w:name w:val="434FB07931F947F3AA0A1A9DF140505F"/>
    <w:rsid w:val="0051401D"/>
  </w:style>
  <w:style w:type="paragraph" w:customStyle="1" w:styleId="BD778389893D4E8094955457B1381698">
    <w:name w:val="BD778389893D4E8094955457B1381698"/>
    <w:rsid w:val="0051401D"/>
  </w:style>
  <w:style w:type="paragraph" w:customStyle="1" w:styleId="D93232CEC5E24C8C832B5BBBC07DC3EE">
    <w:name w:val="D93232CEC5E24C8C832B5BBBC07DC3EE"/>
    <w:rsid w:val="0051401D"/>
  </w:style>
  <w:style w:type="paragraph" w:customStyle="1" w:styleId="74E97899C0C7404C876841A0EBE5137C">
    <w:name w:val="74E97899C0C7404C876841A0EBE5137C"/>
    <w:rsid w:val="0051401D"/>
  </w:style>
  <w:style w:type="paragraph" w:customStyle="1" w:styleId="1E42D5B9D94C48F78E96FC424EC6C32D">
    <w:name w:val="1E42D5B9D94C48F78E96FC424EC6C32D"/>
    <w:rsid w:val="0051401D"/>
  </w:style>
  <w:style w:type="paragraph" w:customStyle="1" w:styleId="98454B6A80A645CC82D33EE8DEDAD850">
    <w:name w:val="98454B6A80A645CC82D33EE8DEDAD850"/>
    <w:rsid w:val="0051401D"/>
  </w:style>
  <w:style w:type="paragraph" w:customStyle="1" w:styleId="69917249BCE64CE7BCA877BB5EA955DE">
    <w:name w:val="69917249BCE64CE7BCA877BB5EA955DE"/>
    <w:rsid w:val="0051401D"/>
  </w:style>
  <w:style w:type="paragraph" w:customStyle="1" w:styleId="0486582B3F604D8EA717EC74460F6D23">
    <w:name w:val="0486582B3F604D8EA717EC74460F6D23"/>
    <w:rsid w:val="0051401D"/>
  </w:style>
  <w:style w:type="paragraph" w:customStyle="1" w:styleId="203BC445F62C49ABAA1CB3C1CFDEB4CC">
    <w:name w:val="203BC445F62C49ABAA1CB3C1CFDEB4CC"/>
    <w:rsid w:val="0051401D"/>
  </w:style>
  <w:style w:type="paragraph" w:customStyle="1" w:styleId="44363EECEC79474E9C65D8F7A5A4EE3C">
    <w:name w:val="44363EECEC79474E9C65D8F7A5A4EE3C"/>
    <w:rsid w:val="0051401D"/>
  </w:style>
  <w:style w:type="paragraph" w:customStyle="1" w:styleId="CAFEFDEDC04147E8A4CCFCA3EC436C41">
    <w:name w:val="CAFEFDEDC04147E8A4CCFCA3EC436C41"/>
    <w:rsid w:val="0051401D"/>
  </w:style>
  <w:style w:type="paragraph" w:customStyle="1" w:styleId="FC4A694BAC6542599CE22931037DFBB4">
    <w:name w:val="FC4A694BAC6542599CE22931037DFBB4"/>
    <w:rsid w:val="0051401D"/>
  </w:style>
  <w:style w:type="paragraph" w:customStyle="1" w:styleId="12E9E65CEAB5417EBB83661430923413">
    <w:name w:val="12E9E65CEAB5417EBB83661430923413"/>
    <w:rsid w:val="0051401D"/>
  </w:style>
  <w:style w:type="paragraph" w:customStyle="1" w:styleId="69A7F0C9BC40443EABA958BF0B5ACA2A">
    <w:name w:val="69A7F0C9BC40443EABA958BF0B5ACA2A"/>
    <w:rsid w:val="0051401D"/>
  </w:style>
  <w:style w:type="paragraph" w:customStyle="1" w:styleId="F0D9455AD38F452B9E1D768748F8BE91">
    <w:name w:val="F0D9455AD38F452B9E1D768748F8BE91"/>
    <w:rsid w:val="0051401D"/>
  </w:style>
  <w:style w:type="paragraph" w:customStyle="1" w:styleId="45D199B6A8AD4F0F88513971592992F8">
    <w:name w:val="45D199B6A8AD4F0F88513971592992F8"/>
    <w:rsid w:val="0051401D"/>
  </w:style>
  <w:style w:type="paragraph" w:customStyle="1" w:styleId="D3A132898CFC48ACB9E65932700AC016">
    <w:name w:val="D3A132898CFC48ACB9E65932700AC016"/>
    <w:rsid w:val="0051401D"/>
  </w:style>
  <w:style w:type="paragraph" w:customStyle="1" w:styleId="3FC3536A3340456FA5BA3C467E0DEE92">
    <w:name w:val="3FC3536A3340456FA5BA3C467E0DEE92"/>
    <w:rsid w:val="0051401D"/>
  </w:style>
  <w:style w:type="paragraph" w:customStyle="1" w:styleId="90D2E38319D2412890AC468E44DE56F2">
    <w:name w:val="90D2E38319D2412890AC468E44DE56F2"/>
    <w:rsid w:val="0051401D"/>
  </w:style>
  <w:style w:type="paragraph" w:customStyle="1" w:styleId="CB9EED74FEB44AFD81932590B3B05B85">
    <w:name w:val="CB9EED74FEB44AFD81932590B3B05B85"/>
    <w:rsid w:val="0051401D"/>
  </w:style>
  <w:style w:type="paragraph" w:customStyle="1" w:styleId="F8BB354E117A45DBBAAAB083606F5D90">
    <w:name w:val="F8BB354E117A45DBBAAAB083606F5D90"/>
    <w:rsid w:val="0051401D"/>
  </w:style>
  <w:style w:type="paragraph" w:customStyle="1" w:styleId="3D49B59B0B4F4022A2409AB456D2DE1C">
    <w:name w:val="3D49B59B0B4F4022A2409AB456D2DE1C"/>
    <w:rsid w:val="0051401D"/>
  </w:style>
  <w:style w:type="paragraph" w:customStyle="1" w:styleId="BACEBD92A92F46248014E86AC6D1B25D">
    <w:name w:val="BACEBD92A92F46248014E86AC6D1B25D"/>
    <w:rsid w:val="0051401D"/>
  </w:style>
  <w:style w:type="paragraph" w:customStyle="1" w:styleId="AF0537B3AB604022A269C5101577DF14">
    <w:name w:val="AF0537B3AB604022A269C5101577DF14"/>
    <w:rsid w:val="0051401D"/>
  </w:style>
  <w:style w:type="paragraph" w:customStyle="1" w:styleId="077ECD7CAAE34C0F8C424CF81453868A">
    <w:name w:val="077ECD7CAAE34C0F8C424CF81453868A"/>
    <w:rsid w:val="0051401D"/>
  </w:style>
  <w:style w:type="paragraph" w:customStyle="1" w:styleId="033F80E1F7C344E28632F3EE1C29C555">
    <w:name w:val="033F80E1F7C344E28632F3EE1C29C555"/>
    <w:rsid w:val="0051401D"/>
  </w:style>
  <w:style w:type="paragraph" w:customStyle="1" w:styleId="9699C48F2FCC482FB128433BEAF0C7F1">
    <w:name w:val="9699C48F2FCC482FB128433BEAF0C7F1"/>
    <w:rsid w:val="0051401D"/>
  </w:style>
  <w:style w:type="paragraph" w:customStyle="1" w:styleId="FCA54FF4DDF1468E8D43D236BFB813CE">
    <w:name w:val="FCA54FF4DDF1468E8D43D236BFB813CE"/>
    <w:rsid w:val="0051401D"/>
  </w:style>
  <w:style w:type="paragraph" w:customStyle="1" w:styleId="831C3FD32DFF4BF3B783E4392C54241A">
    <w:name w:val="831C3FD32DFF4BF3B783E4392C54241A"/>
    <w:rsid w:val="0051401D"/>
  </w:style>
  <w:style w:type="paragraph" w:customStyle="1" w:styleId="2AAF89D16C704E0E854B5FA053029ADC">
    <w:name w:val="2AAF89D16C704E0E854B5FA053029ADC"/>
    <w:rsid w:val="0051401D"/>
  </w:style>
  <w:style w:type="paragraph" w:customStyle="1" w:styleId="A4DBAC65DAE5437BA4A0E2B7BA8DBB9F">
    <w:name w:val="A4DBAC65DAE5437BA4A0E2B7BA8DBB9F"/>
    <w:rsid w:val="0051401D"/>
  </w:style>
  <w:style w:type="paragraph" w:customStyle="1" w:styleId="06B1D2DDE75C4D49BDCA3CF871C44AB6">
    <w:name w:val="06B1D2DDE75C4D49BDCA3CF871C44AB6"/>
    <w:rsid w:val="0051401D"/>
  </w:style>
  <w:style w:type="paragraph" w:customStyle="1" w:styleId="9C53B175F9AC486D9D759BD54945617E">
    <w:name w:val="9C53B175F9AC486D9D759BD54945617E"/>
    <w:rsid w:val="0051401D"/>
  </w:style>
  <w:style w:type="paragraph" w:customStyle="1" w:styleId="5D3F8DA2954D4FF3972F0B447F6B7A0B">
    <w:name w:val="5D3F8DA2954D4FF3972F0B447F6B7A0B"/>
    <w:rsid w:val="0051401D"/>
  </w:style>
  <w:style w:type="paragraph" w:customStyle="1" w:styleId="0A98C0E0ABE44D478C7B4FCC528D2CBB">
    <w:name w:val="0A98C0E0ABE44D478C7B4FCC528D2CBB"/>
    <w:rsid w:val="0051401D"/>
  </w:style>
  <w:style w:type="paragraph" w:customStyle="1" w:styleId="661CA58367D74C009215C7548F32DF26">
    <w:name w:val="661CA58367D74C009215C7548F32DF26"/>
    <w:rsid w:val="0051401D"/>
  </w:style>
  <w:style w:type="paragraph" w:customStyle="1" w:styleId="0092CFD1B8C74FCEBF488E61ECBB8D9C">
    <w:name w:val="0092CFD1B8C74FCEBF488E61ECBB8D9C"/>
    <w:rsid w:val="0051401D"/>
  </w:style>
  <w:style w:type="paragraph" w:customStyle="1" w:styleId="D1A88026D1EE4A5AA4CA42B809B7D0B0">
    <w:name w:val="D1A88026D1EE4A5AA4CA42B809B7D0B0"/>
    <w:rsid w:val="0051401D"/>
  </w:style>
  <w:style w:type="paragraph" w:customStyle="1" w:styleId="FD43C914CFD34802B36CC3669D9E0917">
    <w:name w:val="FD43C914CFD34802B36CC3669D9E0917"/>
    <w:rsid w:val="0051401D"/>
  </w:style>
  <w:style w:type="paragraph" w:customStyle="1" w:styleId="40CF3EDDC6A544BBAC292D410C536E20">
    <w:name w:val="40CF3EDDC6A544BBAC292D410C536E20"/>
    <w:rsid w:val="0051401D"/>
  </w:style>
  <w:style w:type="paragraph" w:customStyle="1" w:styleId="D291383D973748E990C0F2EA300BE142">
    <w:name w:val="D291383D973748E990C0F2EA300BE142"/>
    <w:rsid w:val="0051401D"/>
  </w:style>
  <w:style w:type="paragraph" w:customStyle="1" w:styleId="A0E5869583E24173A3BCED5CF565495B">
    <w:name w:val="A0E5869583E24173A3BCED5CF565495B"/>
    <w:rsid w:val="0051401D"/>
  </w:style>
  <w:style w:type="paragraph" w:customStyle="1" w:styleId="8AC44688D9F8451D85D26B46D07423D9">
    <w:name w:val="8AC44688D9F8451D85D26B46D07423D9"/>
    <w:rsid w:val="0051401D"/>
  </w:style>
  <w:style w:type="paragraph" w:customStyle="1" w:styleId="D2C953B3545249B6ADAA021D36985F23">
    <w:name w:val="D2C953B3545249B6ADAA021D36985F23"/>
    <w:rsid w:val="0051401D"/>
  </w:style>
  <w:style w:type="paragraph" w:customStyle="1" w:styleId="4993F8E6FAF844A0BD5B38A9FD8166EA">
    <w:name w:val="4993F8E6FAF844A0BD5B38A9FD8166EA"/>
    <w:rsid w:val="0051401D"/>
  </w:style>
  <w:style w:type="paragraph" w:customStyle="1" w:styleId="38E2CA74204A45649370EC27EDFBB416">
    <w:name w:val="38E2CA74204A45649370EC27EDFBB416"/>
    <w:rsid w:val="0051401D"/>
  </w:style>
  <w:style w:type="paragraph" w:customStyle="1" w:styleId="5F3B9B8AD3EB46F08AE36F1F7A5D330B">
    <w:name w:val="5F3B9B8AD3EB46F08AE36F1F7A5D330B"/>
    <w:rsid w:val="0051401D"/>
  </w:style>
  <w:style w:type="paragraph" w:customStyle="1" w:styleId="0DD9A1779BCC43F1B55B48DA3B3CC9C5">
    <w:name w:val="0DD9A1779BCC43F1B55B48DA3B3CC9C5"/>
    <w:rsid w:val="0051401D"/>
  </w:style>
  <w:style w:type="paragraph" w:customStyle="1" w:styleId="BD8C6D0A79CA4139868541F941A7538C">
    <w:name w:val="BD8C6D0A79CA4139868541F941A7538C"/>
    <w:rsid w:val="0051401D"/>
  </w:style>
  <w:style w:type="paragraph" w:customStyle="1" w:styleId="F622AA2DDCF342BCACDC885366D06DE4">
    <w:name w:val="F622AA2DDCF342BCACDC885366D06DE4"/>
    <w:rsid w:val="0051401D"/>
  </w:style>
  <w:style w:type="paragraph" w:customStyle="1" w:styleId="1C30A66590A54A8EA1BC53683384DDF7">
    <w:name w:val="1C30A66590A54A8EA1BC53683384DDF7"/>
    <w:rsid w:val="0051401D"/>
  </w:style>
  <w:style w:type="paragraph" w:customStyle="1" w:styleId="831E3D630F434A8B8FC0C8089A3E0CCE">
    <w:name w:val="831E3D630F434A8B8FC0C8089A3E0CCE"/>
    <w:rsid w:val="0051401D"/>
  </w:style>
  <w:style w:type="paragraph" w:customStyle="1" w:styleId="BD7E25AD11314DE8805773B22718210D">
    <w:name w:val="BD7E25AD11314DE8805773B22718210D"/>
    <w:rsid w:val="0051401D"/>
  </w:style>
  <w:style w:type="paragraph" w:customStyle="1" w:styleId="754EE8FC7DFB4F2F8012645CAC1A4662">
    <w:name w:val="754EE8FC7DFB4F2F8012645CAC1A4662"/>
    <w:rsid w:val="0051401D"/>
  </w:style>
  <w:style w:type="paragraph" w:customStyle="1" w:styleId="667D91E338464F86BC9B4A503CE9D3A2">
    <w:name w:val="667D91E338464F86BC9B4A503CE9D3A2"/>
    <w:rsid w:val="0051401D"/>
  </w:style>
  <w:style w:type="paragraph" w:customStyle="1" w:styleId="98824AEE4B35425B89706BD1C94ABF85">
    <w:name w:val="98824AEE4B35425B89706BD1C94ABF85"/>
    <w:rsid w:val="0051401D"/>
  </w:style>
  <w:style w:type="paragraph" w:customStyle="1" w:styleId="9DEAD209317F41AAA15A12838B82DE59">
    <w:name w:val="9DEAD209317F41AAA15A12838B82DE59"/>
    <w:rsid w:val="0051401D"/>
  </w:style>
  <w:style w:type="paragraph" w:customStyle="1" w:styleId="A9F5D59259C44F7DABCE7B8361B3B237">
    <w:name w:val="A9F5D59259C44F7DABCE7B8361B3B237"/>
    <w:rsid w:val="0051401D"/>
  </w:style>
  <w:style w:type="paragraph" w:customStyle="1" w:styleId="8ED25EC2985F47BD964CB718D152D248">
    <w:name w:val="8ED25EC2985F47BD964CB718D152D248"/>
    <w:rsid w:val="0051401D"/>
  </w:style>
  <w:style w:type="paragraph" w:customStyle="1" w:styleId="41FBEC6D0D064229B5F79FA4C8CE26E8">
    <w:name w:val="41FBEC6D0D064229B5F79FA4C8CE26E8"/>
    <w:rsid w:val="0051401D"/>
  </w:style>
  <w:style w:type="paragraph" w:customStyle="1" w:styleId="49BF059FE4ED485E9825B5FB60FD5023">
    <w:name w:val="49BF059FE4ED485E9825B5FB60FD5023"/>
    <w:rsid w:val="0051401D"/>
  </w:style>
  <w:style w:type="paragraph" w:customStyle="1" w:styleId="78436176F61F44BBB48A74D0888EDF92">
    <w:name w:val="78436176F61F44BBB48A74D0888EDF92"/>
    <w:rsid w:val="0051401D"/>
  </w:style>
  <w:style w:type="paragraph" w:customStyle="1" w:styleId="9516DA734A70446BB60FB1F98FE57508">
    <w:name w:val="9516DA734A70446BB60FB1F98FE57508"/>
    <w:rsid w:val="0051401D"/>
  </w:style>
  <w:style w:type="paragraph" w:customStyle="1" w:styleId="7BCC04515DB449DBB7B52C25400A6F64">
    <w:name w:val="7BCC04515DB449DBB7B52C25400A6F64"/>
    <w:rsid w:val="0051401D"/>
  </w:style>
  <w:style w:type="paragraph" w:customStyle="1" w:styleId="EDD2F02CE0954C4389325205D33CC4E4">
    <w:name w:val="EDD2F02CE0954C4389325205D33CC4E4"/>
    <w:rsid w:val="0051401D"/>
  </w:style>
  <w:style w:type="paragraph" w:customStyle="1" w:styleId="5FFB6D4A5F3643918ABB32DA0379272D">
    <w:name w:val="5FFB6D4A5F3643918ABB32DA0379272D"/>
    <w:rsid w:val="0051401D"/>
  </w:style>
  <w:style w:type="paragraph" w:customStyle="1" w:styleId="859084E79AFB44D3A02339704EC31510">
    <w:name w:val="859084E79AFB44D3A02339704EC31510"/>
    <w:rsid w:val="0051401D"/>
  </w:style>
  <w:style w:type="paragraph" w:customStyle="1" w:styleId="82227E4035F640BAB44903DA1378825B">
    <w:name w:val="82227E4035F640BAB44903DA1378825B"/>
    <w:rsid w:val="0051401D"/>
  </w:style>
  <w:style w:type="paragraph" w:customStyle="1" w:styleId="8DAAF6118D6443F3B17A4B6CFEAC4835">
    <w:name w:val="8DAAF6118D6443F3B17A4B6CFEAC4835"/>
    <w:rsid w:val="0051401D"/>
  </w:style>
  <w:style w:type="paragraph" w:customStyle="1" w:styleId="BDAC8246F425484CA6095D0EA0EBD560">
    <w:name w:val="BDAC8246F425484CA6095D0EA0EBD560"/>
    <w:rsid w:val="0051401D"/>
  </w:style>
  <w:style w:type="paragraph" w:customStyle="1" w:styleId="0CD724F73CB34DDDBF0187132998A443">
    <w:name w:val="0CD724F73CB34DDDBF0187132998A443"/>
    <w:rsid w:val="0051401D"/>
  </w:style>
  <w:style w:type="paragraph" w:customStyle="1" w:styleId="655A85DF9C3E432791A1AF4ED7EB4C97">
    <w:name w:val="655A85DF9C3E432791A1AF4ED7EB4C97"/>
    <w:rsid w:val="0051401D"/>
  </w:style>
  <w:style w:type="paragraph" w:customStyle="1" w:styleId="EFB56D3EDB7D47A8B3567AED453419C2">
    <w:name w:val="EFB56D3EDB7D47A8B3567AED453419C2"/>
    <w:rsid w:val="0051401D"/>
  </w:style>
  <w:style w:type="paragraph" w:customStyle="1" w:styleId="6A6023CEDCEC4E7FA2F7002CB6280B16">
    <w:name w:val="6A6023CEDCEC4E7FA2F7002CB6280B16"/>
    <w:rsid w:val="0051401D"/>
  </w:style>
  <w:style w:type="paragraph" w:customStyle="1" w:styleId="3393E83287BD41FCB521809CE7AD3406">
    <w:name w:val="3393E83287BD41FCB521809CE7AD3406"/>
    <w:rsid w:val="0051401D"/>
  </w:style>
  <w:style w:type="paragraph" w:customStyle="1" w:styleId="A8E0B8785FC9484DA2F33C57DBB09E51">
    <w:name w:val="A8E0B8785FC9484DA2F33C57DBB09E51"/>
    <w:rsid w:val="0051401D"/>
  </w:style>
  <w:style w:type="paragraph" w:customStyle="1" w:styleId="949DADE16A5D45E2B294B93FBA73F9EA">
    <w:name w:val="949DADE16A5D45E2B294B93FBA73F9EA"/>
    <w:rsid w:val="0051401D"/>
  </w:style>
  <w:style w:type="paragraph" w:customStyle="1" w:styleId="B4CC17257A944DDCB325BF2EEF6A0C5E">
    <w:name w:val="B4CC17257A944DDCB325BF2EEF6A0C5E"/>
    <w:rsid w:val="0051401D"/>
  </w:style>
  <w:style w:type="paragraph" w:customStyle="1" w:styleId="D3B93CFD67844381AD9F80A4B65B9294">
    <w:name w:val="D3B93CFD67844381AD9F80A4B65B9294"/>
    <w:rsid w:val="0051401D"/>
  </w:style>
  <w:style w:type="paragraph" w:customStyle="1" w:styleId="0FB861A749964EA993A1EFBF28F44DBB">
    <w:name w:val="0FB861A749964EA993A1EFBF28F44DBB"/>
    <w:rsid w:val="0051401D"/>
  </w:style>
  <w:style w:type="paragraph" w:customStyle="1" w:styleId="F19E3ED0D7354E4D825B44B3B2ADF67F">
    <w:name w:val="F19E3ED0D7354E4D825B44B3B2ADF67F"/>
    <w:rsid w:val="0051401D"/>
  </w:style>
  <w:style w:type="paragraph" w:customStyle="1" w:styleId="8D5BFDCFD8A14F028DDD064A14A70FBC">
    <w:name w:val="8D5BFDCFD8A14F028DDD064A14A70FBC"/>
    <w:rsid w:val="0051401D"/>
  </w:style>
  <w:style w:type="paragraph" w:customStyle="1" w:styleId="7F876DC565AC4202892F190E89534B0A">
    <w:name w:val="7F876DC565AC4202892F190E89534B0A"/>
    <w:rsid w:val="0051401D"/>
  </w:style>
  <w:style w:type="paragraph" w:customStyle="1" w:styleId="A13BCD4E7C5E47739BB22E534045F6F2">
    <w:name w:val="A13BCD4E7C5E47739BB22E534045F6F2"/>
    <w:rsid w:val="0051401D"/>
  </w:style>
  <w:style w:type="paragraph" w:customStyle="1" w:styleId="41FC14613CB04DEFA0A86B1CFEE7312E">
    <w:name w:val="41FC14613CB04DEFA0A86B1CFEE7312E"/>
    <w:rsid w:val="0051401D"/>
  </w:style>
  <w:style w:type="paragraph" w:customStyle="1" w:styleId="CDCAC83042174F5CBE8D6EC16B43BA42">
    <w:name w:val="CDCAC83042174F5CBE8D6EC16B43BA42"/>
    <w:rsid w:val="0051401D"/>
  </w:style>
  <w:style w:type="paragraph" w:customStyle="1" w:styleId="3687B63095B54BB4B1C1F33816506551">
    <w:name w:val="3687B63095B54BB4B1C1F33816506551"/>
    <w:rsid w:val="0051401D"/>
  </w:style>
  <w:style w:type="paragraph" w:customStyle="1" w:styleId="0D0CBED3FB41428F88972B921852E5AE">
    <w:name w:val="0D0CBED3FB41428F88972B921852E5AE"/>
    <w:rsid w:val="0051401D"/>
  </w:style>
  <w:style w:type="paragraph" w:customStyle="1" w:styleId="665B6FC1F97E413CA3742EEA81AB94C6">
    <w:name w:val="665B6FC1F97E413CA3742EEA81AB94C6"/>
    <w:rsid w:val="0051401D"/>
  </w:style>
  <w:style w:type="paragraph" w:customStyle="1" w:styleId="EBDC0AB32DCB4C1AA96FDB8A12E64CBC">
    <w:name w:val="EBDC0AB32DCB4C1AA96FDB8A12E64CBC"/>
    <w:rsid w:val="0051401D"/>
  </w:style>
  <w:style w:type="paragraph" w:customStyle="1" w:styleId="53FA25F2C10747CA85707340417AFB74">
    <w:name w:val="53FA25F2C10747CA85707340417AFB74"/>
    <w:rsid w:val="0051401D"/>
  </w:style>
  <w:style w:type="paragraph" w:customStyle="1" w:styleId="A7E2061B737B4166BEDDEE4E7F8ED850">
    <w:name w:val="A7E2061B737B4166BEDDEE4E7F8ED850"/>
    <w:rsid w:val="0051401D"/>
  </w:style>
  <w:style w:type="paragraph" w:customStyle="1" w:styleId="24CE5F7E3B2A4F8297AA24648895513B">
    <w:name w:val="24CE5F7E3B2A4F8297AA24648895513B"/>
    <w:rsid w:val="0051401D"/>
  </w:style>
  <w:style w:type="paragraph" w:customStyle="1" w:styleId="92B164A596B248199ADA6DDF30E67442">
    <w:name w:val="92B164A596B248199ADA6DDF30E67442"/>
    <w:rsid w:val="0051401D"/>
  </w:style>
  <w:style w:type="paragraph" w:customStyle="1" w:styleId="682E2D1155974BA694376F58E09DFA01">
    <w:name w:val="682E2D1155974BA694376F58E09DFA01"/>
    <w:rsid w:val="0051401D"/>
  </w:style>
  <w:style w:type="paragraph" w:customStyle="1" w:styleId="2759009A0032468583942DF1A46DFD93">
    <w:name w:val="2759009A0032468583942DF1A46DFD93"/>
    <w:rsid w:val="0051401D"/>
  </w:style>
  <w:style w:type="paragraph" w:customStyle="1" w:styleId="9BF9C0EA0FDB4EAC8F5EA5F08E6C14C2">
    <w:name w:val="9BF9C0EA0FDB4EAC8F5EA5F08E6C14C2"/>
    <w:rsid w:val="0051401D"/>
  </w:style>
  <w:style w:type="paragraph" w:customStyle="1" w:styleId="B77449BF8B754A0083747A6D8A992610">
    <w:name w:val="B77449BF8B754A0083747A6D8A992610"/>
    <w:rsid w:val="0051401D"/>
  </w:style>
  <w:style w:type="paragraph" w:customStyle="1" w:styleId="1567D086E74244D28BB108E1A8D792CD">
    <w:name w:val="1567D086E74244D28BB108E1A8D792CD"/>
    <w:rsid w:val="0051401D"/>
  </w:style>
  <w:style w:type="paragraph" w:customStyle="1" w:styleId="4EB514225260408D89233418D707407F">
    <w:name w:val="4EB514225260408D89233418D707407F"/>
    <w:rsid w:val="0051401D"/>
  </w:style>
  <w:style w:type="paragraph" w:customStyle="1" w:styleId="892D54F9DD424CF686881038C4689F6F">
    <w:name w:val="892D54F9DD424CF686881038C4689F6F"/>
    <w:rsid w:val="0051401D"/>
  </w:style>
  <w:style w:type="paragraph" w:customStyle="1" w:styleId="CAED84D3CABA45828F4CC44505E6B1AF">
    <w:name w:val="CAED84D3CABA45828F4CC44505E6B1AF"/>
    <w:rsid w:val="0051401D"/>
  </w:style>
  <w:style w:type="paragraph" w:customStyle="1" w:styleId="D57858C8AF034BE99313D3D95857DC58">
    <w:name w:val="D57858C8AF034BE99313D3D95857DC58"/>
    <w:rsid w:val="0051401D"/>
  </w:style>
  <w:style w:type="paragraph" w:customStyle="1" w:styleId="EFEE544CA61641D68F57274C3E803092">
    <w:name w:val="EFEE544CA61641D68F57274C3E803092"/>
    <w:rsid w:val="0051401D"/>
  </w:style>
  <w:style w:type="paragraph" w:customStyle="1" w:styleId="C1CEA1C0F1C04DBFAB89E6244D498E02">
    <w:name w:val="C1CEA1C0F1C04DBFAB89E6244D498E02"/>
    <w:rsid w:val="0051401D"/>
  </w:style>
  <w:style w:type="paragraph" w:customStyle="1" w:styleId="F0F64DE4B6C942E0A2E18E39FF699B5F">
    <w:name w:val="F0F64DE4B6C942E0A2E18E39FF699B5F"/>
    <w:rsid w:val="0051401D"/>
  </w:style>
  <w:style w:type="paragraph" w:customStyle="1" w:styleId="FE75960866094D7787146D4F8373E061">
    <w:name w:val="FE75960866094D7787146D4F8373E061"/>
    <w:rsid w:val="0051401D"/>
  </w:style>
  <w:style w:type="paragraph" w:customStyle="1" w:styleId="3E31D0D16E234ACF905F7BAFB7E7471C">
    <w:name w:val="3E31D0D16E234ACF905F7BAFB7E7471C"/>
    <w:rsid w:val="0051401D"/>
  </w:style>
  <w:style w:type="paragraph" w:customStyle="1" w:styleId="6F7B116BFD1942E49228E1E457EB14F6">
    <w:name w:val="6F7B116BFD1942E49228E1E457EB14F6"/>
    <w:rsid w:val="0051401D"/>
  </w:style>
  <w:style w:type="paragraph" w:customStyle="1" w:styleId="5E10D6A928064867B5D927ACF1D89D41">
    <w:name w:val="5E10D6A928064867B5D927ACF1D89D41"/>
    <w:rsid w:val="0051401D"/>
  </w:style>
  <w:style w:type="paragraph" w:customStyle="1" w:styleId="B21F70F6826D492FB413A6F27ADCD474">
    <w:name w:val="B21F70F6826D492FB413A6F27ADCD474"/>
    <w:rsid w:val="0051401D"/>
  </w:style>
  <w:style w:type="paragraph" w:customStyle="1" w:styleId="86EBDEC97E7B41928F287DF5A54982D9">
    <w:name w:val="86EBDEC97E7B41928F287DF5A54982D9"/>
    <w:rsid w:val="0051401D"/>
  </w:style>
  <w:style w:type="paragraph" w:customStyle="1" w:styleId="3ADD2FFDDECA4D1986431963EF8150DD">
    <w:name w:val="3ADD2FFDDECA4D1986431963EF8150DD"/>
    <w:rsid w:val="0051401D"/>
  </w:style>
  <w:style w:type="paragraph" w:customStyle="1" w:styleId="DA4C2A7F388D4ACB945852CB27F0EC26">
    <w:name w:val="DA4C2A7F388D4ACB945852CB27F0EC26"/>
    <w:rsid w:val="0051401D"/>
  </w:style>
  <w:style w:type="paragraph" w:customStyle="1" w:styleId="097E779DB7E44D6F8338A38045E3B673">
    <w:name w:val="097E779DB7E44D6F8338A38045E3B673"/>
    <w:rsid w:val="0051401D"/>
  </w:style>
  <w:style w:type="paragraph" w:customStyle="1" w:styleId="D5C312C7CFD541C7A09A166110EAAA41">
    <w:name w:val="D5C312C7CFD541C7A09A166110EAAA41"/>
    <w:rsid w:val="0051401D"/>
  </w:style>
  <w:style w:type="paragraph" w:customStyle="1" w:styleId="F1249257C45F4DFF8A40FEAC1A5948E4">
    <w:name w:val="F1249257C45F4DFF8A40FEAC1A5948E4"/>
    <w:rsid w:val="0051401D"/>
  </w:style>
  <w:style w:type="paragraph" w:customStyle="1" w:styleId="08E8EDB66CB74142BFD370E79B3711D4">
    <w:name w:val="08E8EDB66CB74142BFD370E79B3711D4"/>
    <w:rsid w:val="0051401D"/>
  </w:style>
  <w:style w:type="paragraph" w:customStyle="1" w:styleId="FC90211237DD45E49C4FF3B29025465C">
    <w:name w:val="FC90211237DD45E49C4FF3B29025465C"/>
    <w:rsid w:val="0051401D"/>
  </w:style>
  <w:style w:type="paragraph" w:customStyle="1" w:styleId="F49BAF57A21F4EA6B58FA142B1C9452C">
    <w:name w:val="F49BAF57A21F4EA6B58FA142B1C9452C"/>
    <w:rsid w:val="0051401D"/>
  </w:style>
  <w:style w:type="paragraph" w:customStyle="1" w:styleId="E0363A85372C42B29B30D633BC76327B">
    <w:name w:val="E0363A85372C42B29B30D633BC76327B"/>
    <w:rsid w:val="0051401D"/>
  </w:style>
  <w:style w:type="paragraph" w:customStyle="1" w:styleId="1D22404D1D334473A70EE39F3E0A1A44">
    <w:name w:val="1D22404D1D334473A70EE39F3E0A1A44"/>
    <w:rsid w:val="0051401D"/>
  </w:style>
  <w:style w:type="paragraph" w:customStyle="1" w:styleId="81028F2CD4E54D41A1EB2FBF2F18C4E2">
    <w:name w:val="81028F2CD4E54D41A1EB2FBF2F18C4E2"/>
    <w:rsid w:val="0051401D"/>
  </w:style>
  <w:style w:type="paragraph" w:customStyle="1" w:styleId="8C640224E0094D938652391B0B37CA92">
    <w:name w:val="8C640224E0094D938652391B0B37CA92"/>
    <w:rsid w:val="0051401D"/>
  </w:style>
  <w:style w:type="paragraph" w:customStyle="1" w:styleId="CC90E4FC1C0D46EAAF84BFF63AF5B29D">
    <w:name w:val="CC90E4FC1C0D46EAAF84BFF63AF5B29D"/>
    <w:rsid w:val="0051401D"/>
  </w:style>
  <w:style w:type="paragraph" w:customStyle="1" w:styleId="260FC3C2463C4C48B0A4CA57029DC694">
    <w:name w:val="260FC3C2463C4C48B0A4CA57029DC694"/>
    <w:rsid w:val="0051401D"/>
  </w:style>
  <w:style w:type="paragraph" w:customStyle="1" w:styleId="315AF9D754C3462097212AC006D94AC9">
    <w:name w:val="315AF9D754C3462097212AC006D94AC9"/>
    <w:rsid w:val="0051401D"/>
  </w:style>
  <w:style w:type="paragraph" w:customStyle="1" w:styleId="1CA194CBAF5A4EC893A73C3837C2EE6D">
    <w:name w:val="1CA194CBAF5A4EC893A73C3837C2EE6D"/>
    <w:rsid w:val="0051401D"/>
  </w:style>
  <w:style w:type="paragraph" w:customStyle="1" w:styleId="40E68FCD6A1C413989D7DA80B92E16BA">
    <w:name w:val="40E68FCD6A1C413989D7DA80B92E16BA"/>
    <w:rsid w:val="0051401D"/>
  </w:style>
  <w:style w:type="paragraph" w:customStyle="1" w:styleId="576EE588121C4FDD915A95768D8414F2">
    <w:name w:val="576EE588121C4FDD915A95768D8414F2"/>
    <w:rsid w:val="0051401D"/>
  </w:style>
  <w:style w:type="paragraph" w:customStyle="1" w:styleId="8263F5CCEFF04C8CACC9A5582D4C0973">
    <w:name w:val="8263F5CCEFF04C8CACC9A5582D4C0973"/>
    <w:rsid w:val="0051401D"/>
  </w:style>
  <w:style w:type="paragraph" w:customStyle="1" w:styleId="DA51620BE61147FDB9C1FF6A87F81338">
    <w:name w:val="DA51620BE61147FDB9C1FF6A87F81338"/>
    <w:rsid w:val="0051401D"/>
  </w:style>
  <w:style w:type="paragraph" w:customStyle="1" w:styleId="756CEF3FE53E429B8DD3A4DE857CFAE4">
    <w:name w:val="756CEF3FE53E429B8DD3A4DE857CFAE4"/>
    <w:rsid w:val="0051401D"/>
  </w:style>
  <w:style w:type="paragraph" w:customStyle="1" w:styleId="8B5DEB7E447D405F9F6DC2AAF9ED453B">
    <w:name w:val="8B5DEB7E447D405F9F6DC2AAF9ED453B"/>
    <w:rsid w:val="0051401D"/>
  </w:style>
  <w:style w:type="paragraph" w:customStyle="1" w:styleId="1C51FD08E63C47BEA47E681036236795">
    <w:name w:val="1C51FD08E63C47BEA47E681036236795"/>
    <w:rsid w:val="0051401D"/>
  </w:style>
  <w:style w:type="paragraph" w:customStyle="1" w:styleId="3EDA475BFBB64E148F1589B982AD9077">
    <w:name w:val="3EDA475BFBB64E148F1589B982AD9077"/>
    <w:rsid w:val="0051401D"/>
  </w:style>
  <w:style w:type="paragraph" w:customStyle="1" w:styleId="0EE39E95D90445AC87339173712B6B0E">
    <w:name w:val="0EE39E95D90445AC87339173712B6B0E"/>
    <w:rsid w:val="0051401D"/>
  </w:style>
  <w:style w:type="paragraph" w:customStyle="1" w:styleId="2FF2179C821348B99B5E876F53B08582">
    <w:name w:val="2FF2179C821348B99B5E876F53B08582"/>
    <w:rsid w:val="0051401D"/>
  </w:style>
  <w:style w:type="paragraph" w:customStyle="1" w:styleId="B2CF83BFD89B4B9695BC9BC412D70CA2">
    <w:name w:val="B2CF83BFD89B4B9695BC9BC412D70CA2"/>
    <w:rsid w:val="0051401D"/>
  </w:style>
  <w:style w:type="paragraph" w:customStyle="1" w:styleId="0B4D4ACC46C04D75BD22E9838C4C5B75">
    <w:name w:val="0B4D4ACC46C04D75BD22E9838C4C5B75"/>
    <w:rsid w:val="0051401D"/>
  </w:style>
  <w:style w:type="paragraph" w:customStyle="1" w:styleId="AB32F59A4AF5423EB3CD21A5B40127BC">
    <w:name w:val="AB32F59A4AF5423EB3CD21A5B40127BC"/>
    <w:rsid w:val="0051401D"/>
  </w:style>
  <w:style w:type="paragraph" w:customStyle="1" w:styleId="C1A81874C1924C91904AAB4059E404A7">
    <w:name w:val="C1A81874C1924C91904AAB4059E404A7"/>
    <w:rsid w:val="0051401D"/>
  </w:style>
  <w:style w:type="paragraph" w:customStyle="1" w:styleId="54EA6E21801E47A68497CACF6063BA0B">
    <w:name w:val="54EA6E21801E47A68497CACF6063BA0B"/>
    <w:rsid w:val="0051401D"/>
  </w:style>
  <w:style w:type="paragraph" w:customStyle="1" w:styleId="6031760B964842EE8C7C35249AA8C0FF">
    <w:name w:val="6031760B964842EE8C7C35249AA8C0FF"/>
    <w:rsid w:val="0051401D"/>
  </w:style>
  <w:style w:type="paragraph" w:customStyle="1" w:styleId="BDE37157E7D54BCEA3E64EF3CACAAEB9">
    <w:name w:val="BDE37157E7D54BCEA3E64EF3CACAAEB9"/>
    <w:rsid w:val="0051401D"/>
  </w:style>
  <w:style w:type="paragraph" w:customStyle="1" w:styleId="D85534F7F9BA423CA9B43277B64DFBA6">
    <w:name w:val="D85534F7F9BA423CA9B43277B64DFBA6"/>
    <w:rsid w:val="0051401D"/>
  </w:style>
  <w:style w:type="paragraph" w:customStyle="1" w:styleId="F62D177E970942E1A52483B6AE2C3125">
    <w:name w:val="F62D177E970942E1A52483B6AE2C3125"/>
    <w:rsid w:val="0051401D"/>
  </w:style>
  <w:style w:type="paragraph" w:customStyle="1" w:styleId="DEA5CF646EC74EE7A726625EF4DC10C1">
    <w:name w:val="DEA5CF646EC74EE7A726625EF4DC10C1"/>
    <w:rsid w:val="0051401D"/>
  </w:style>
  <w:style w:type="paragraph" w:customStyle="1" w:styleId="819CF23FDB95471F8B3E6F8C278FFAED">
    <w:name w:val="819CF23FDB95471F8B3E6F8C278FFAED"/>
    <w:rsid w:val="0051401D"/>
  </w:style>
  <w:style w:type="paragraph" w:customStyle="1" w:styleId="C2F22D2BF5DA4BF883D31B706851B282">
    <w:name w:val="C2F22D2BF5DA4BF883D31B706851B282"/>
    <w:rsid w:val="0051401D"/>
  </w:style>
  <w:style w:type="paragraph" w:customStyle="1" w:styleId="0E4656EF7C5B4825896577F637BA06C1">
    <w:name w:val="0E4656EF7C5B4825896577F637BA06C1"/>
    <w:rsid w:val="0051401D"/>
  </w:style>
  <w:style w:type="paragraph" w:customStyle="1" w:styleId="7E09E77E61D144B999655F394DAEE6E4">
    <w:name w:val="7E09E77E61D144B999655F394DAEE6E4"/>
    <w:rsid w:val="0051401D"/>
  </w:style>
  <w:style w:type="paragraph" w:customStyle="1" w:styleId="0B008C8F8387471AAC44D160812A2074">
    <w:name w:val="0B008C8F8387471AAC44D160812A2074"/>
    <w:rsid w:val="0051401D"/>
  </w:style>
  <w:style w:type="paragraph" w:customStyle="1" w:styleId="42DC80EAFFEE497E8A3AA5C80FCFAD70">
    <w:name w:val="42DC80EAFFEE497E8A3AA5C80FCFAD70"/>
    <w:rsid w:val="0051401D"/>
  </w:style>
  <w:style w:type="paragraph" w:customStyle="1" w:styleId="4528572C38D34592B627BCE1E8E50919">
    <w:name w:val="4528572C38D34592B627BCE1E8E50919"/>
    <w:rsid w:val="0051401D"/>
  </w:style>
  <w:style w:type="paragraph" w:customStyle="1" w:styleId="3F289EF0B25642F49BF3FA33CDC3BE03">
    <w:name w:val="3F289EF0B25642F49BF3FA33CDC3BE03"/>
    <w:rsid w:val="0051401D"/>
  </w:style>
  <w:style w:type="paragraph" w:customStyle="1" w:styleId="9A4E4FF20E13466D88097B39D71E3C29">
    <w:name w:val="9A4E4FF20E13466D88097B39D71E3C29"/>
    <w:rsid w:val="0051401D"/>
  </w:style>
  <w:style w:type="paragraph" w:customStyle="1" w:styleId="B4FE61C8D9F84AC6AE1559DB8B07BADD">
    <w:name w:val="B4FE61C8D9F84AC6AE1559DB8B07BADD"/>
    <w:rsid w:val="0051401D"/>
  </w:style>
  <w:style w:type="paragraph" w:customStyle="1" w:styleId="475F4BBBCB6D415CA86402692A9F583A">
    <w:name w:val="475F4BBBCB6D415CA86402692A9F583A"/>
    <w:rsid w:val="0051401D"/>
  </w:style>
  <w:style w:type="paragraph" w:customStyle="1" w:styleId="03556B20F65F4FEF92D03669A7E9A935">
    <w:name w:val="03556B20F65F4FEF92D03669A7E9A935"/>
    <w:rsid w:val="0051401D"/>
  </w:style>
  <w:style w:type="paragraph" w:customStyle="1" w:styleId="83AA3DCF06BF44AD81B9B9368BB6EF4F">
    <w:name w:val="83AA3DCF06BF44AD81B9B9368BB6EF4F"/>
    <w:rsid w:val="0051401D"/>
  </w:style>
  <w:style w:type="paragraph" w:customStyle="1" w:styleId="DEA2AC02C3CE404584819F4520869746">
    <w:name w:val="DEA2AC02C3CE404584819F4520869746"/>
    <w:rsid w:val="0051401D"/>
  </w:style>
  <w:style w:type="paragraph" w:customStyle="1" w:styleId="14B34772588E4CD0B398487BAA42CC55">
    <w:name w:val="14B34772588E4CD0B398487BAA42CC55"/>
    <w:rsid w:val="0051401D"/>
  </w:style>
  <w:style w:type="paragraph" w:customStyle="1" w:styleId="19641001F276454F87AAF9400B6E12A3">
    <w:name w:val="19641001F276454F87AAF9400B6E12A3"/>
    <w:rsid w:val="0051401D"/>
  </w:style>
  <w:style w:type="paragraph" w:customStyle="1" w:styleId="ABA161AE70DD4A39B5F01B7CEC1F3C37">
    <w:name w:val="ABA161AE70DD4A39B5F01B7CEC1F3C37"/>
    <w:rsid w:val="0051401D"/>
  </w:style>
  <w:style w:type="paragraph" w:customStyle="1" w:styleId="D1F83B53EBCD4EF080477C0AEAF62FF9">
    <w:name w:val="D1F83B53EBCD4EF080477C0AEAF62FF9"/>
    <w:rsid w:val="0051401D"/>
  </w:style>
  <w:style w:type="paragraph" w:customStyle="1" w:styleId="83C1054AFD334AE3AB5DEDF4CAD78311">
    <w:name w:val="83C1054AFD334AE3AB5DEDF4CAD78311"/>
    <w:rsid w:val="0051401D"/>
  </w:style>
  <w:style w:type="paragraph" w:customStyle="1" w:styleId="9944D060668647DEBC3A3E67B44C69CA">
    <w:name w:val="9944D060668647DEBC3A3E67B44C69CA"/>
    <w:rsid w:val="0051401D"/>
  </w:style>
  <w:style w:type="paragraph" w:customStyle="1" w:styleId="D55C7B115A194BFEB62D1770F520069A">
    <w:name w:val="D55C7B115A194BFEB62D1770F520069A"/>
    <w:rsid w:val="0051401D"/>
  </w:style>
  <w:style w:type="paragraph" w:customStyle="1" w:styleId="E89049A836EC45B1A1E22F49159FF0B7">
    <w:name w:val="E89049A836EC45B1A1E22F49159FF0B7"/>
    <w:rsid w:val="0051401D"/>
  </w:style>
  <w:style w:type="paragraph" w:customStyle="1" w:styleId="62F8B4D5C80548E58B02350586CDC52F">
    <w:name w:val="62F8B4D5C80548E58B02350586CDC52F"/>
    <w:rsid w:val="0051401D"/>
  </w:style>
  <w:style w:type="paragraph" w:customStyle="1" w:styleId="6205C5D106604E7091645799B3C6DE33">
    <w:name w:val="6205C5D106604E7091645799B3C6DE33"/>
    <w:rsid w:val="0051401D"/>
  </w:style>
  <w:style w:type="paragraph" w:customStyle="1" w:styleId="5CBBB321A4CB4893A41C12C812A5C6A3">
    <w:name w:val="5CBBB321A4CB4893A41C12C812A5C6A3"/>
    <w:rsid w:val="0051401D"/>
  </w:style>
  <w:style w:type="paragraph" w:customStyle="1" w:styleId="1DE0E146452B417087A465F2F11E21CF">
    <w:name w:val="1DE0E146452B417087A465F2F11E21CF"/>
    <w:rsid w:val="0051401D"/>
  </w:style>
  <w:style w:type="paragraph" w:customStyle="1" w:styleId="06DDC8DF79674122939C98739FC75F3D">
    <w:name w:val="06DDC8DF79674122939C98739FC75F3D"/>
    <w:rsid w:val="0051401D"/>
  </w:style>
  <w:style w:type="paragraph" w:customStyle="1" w:styleId="FFD6208BC6AA4CC583EFDED91675DF02">
    <w:name w:val="FFD6208BC6AA4CC583EFDED91675DF02"/>
    <w:rsid w:val="0051401D"/>
  </w:style>
  <w:style w:type="paragraph" w:customStyle="1" w:styleId="7C81DE3614954D46B469593C72F351E6">
    <w:name w:val="7C81DE3614954D46B469593C72F351E6"/>
    <w:rsid w:val="0051401D"/>
  </w:style>
  <w:style w:type="paragraph" w:customStyle="1" w:styleId="47165752CA5444BF94640550B57B3390">
    <w:name w:val="47165752CA5444BF94640550B57B3390"/>
    <w:rsid w:val="0051401D"/>
  </w:style>
  <w:style w:type="paragraph" w:customStyle="1" w:styleId="ABD70F2202AF4617A549140D1F118C5A">
    <w:name w:val="ABD70F2202AF4617A549140D1F118C5A"/>
    <w:rsid w:val="0051401D"/>
  </w:style>
  <w:style w:type="paragraph" w:customStyle="1" w:styleId="F2F9ACDBC1494366BB139F4080F8A405">
    <w:name w:val="F2F9ACDBC1494366BB139F4080F8A405"/>
    <w:rsid w:val="0051401D"/>
  </w:style>
  <w:style w:type="paragraph" w:customStyle="1" w:styleId="05C548F8962F4A9DB92B671775F9B297">
    <w:name w:val="05C548F8962F4A9DB92B671775F9B297"/>
    <w:rsid w:val="0051401D"/>
  </w:style>
  <w:style w:type="paragraph" w:customStyle="1" w:styleId="4E396134349344458A2608C02CFC01BC">
    <w:name w:val="4E396134349344458A2608C02CFC01BC"/>
    <w:rsid w:val="0051401D"/>
  </w:style>
  <w:style w:type="paragraph" w:customStyle="1" w:styleId="63D9A6E8A7CB4807B8C4FC601E24AE23">
    <w:name w:val="63D9A6E8A7CB4807B8C4FC601E24AE23"/>
    <w:rsid w:val="0051401D"/>
  </w:style>
  <w:style w:type="paragraph" w:customStyle="1" w:styleId="1957C60662094A118D289B59D4C98B4D">
    <w:name w:val="1957C60662094A118D289B59D4C98B4D"/>
    <w:rsid w:val="0051401D"/>
  </w:style>
  <w:style w:type="paragraph" w:customStyle="1" w:styleId="E9E211E16E724B1792810D07835D5B72">
    <w:name w:val="E9E211E16E724B1792810D07835D5B72"/>
    <w:rsid w:val="0051401D"/>
  </w:style>
  <w:style w:type="paragraph" w:customStyle="1" w:styleId="E9A744ABCC4E4C69A84CB9E0695E5627">
    <w:name w:val="E9A744ABCC4E4C69A84CB9E0695E5627"/>
    <w:rsid w:val="0051401D"/>
  </w:style>
  <w:style w:type="paragraph" w:customStyle="1" w:styleId="B3C65F92FB1A4C77A0B2CC6F6CA8AB29">
    <w:name w:val="B3C65F92FB1A4C77A0B2CC6F6CA8AB29"/>
    <w:rsid w:val="0051401D"/>
  </w:style>
  <w:style w:type="paragraph" w:customStyle="1" w:styleId="FAD4D7230B8747138F2F00060B40371B">
    <w:name w:val="FAD4D7230B8747138F2F00060B40371B"/>
    <w:rsid w:val="0051401D"/>
  </w:style>
  <w:style w:type="paragraph" w:customStyle="1" w:styleId="572485FE64FF417D8147C5075CE886D1">
    <w:name w:val="572485FE64FF417D8147C5075CE886D1"/>
    <w:rsid w:val="0051401D"/>
  </w:style>
  <w:style w:type="paragraph" w:customStyle="1" w:styleId="10AA6C8E71114DF68AD13E31F7FD9CE2">
    <w:name w:val="10AA6C8E71114DF68AD13E31F7FD9CE2"/>
    <w:rsid w:val="0051401D"/>
  </w:style>
  <w:style w:type="paragraph" w:customStyle="1" w:styleId="9EC3E40305EB4C5D9CF1CE7ADFF72A88">
    <w:name w:val="9EC3E40305EB4C5D9CF1CE7ADFF72A88"/>
    <w:rsid w:val="0051401D"/>
  </w:style>
  <w:style w:type="paragraph" w:customStyle="1" w:styleId="23D85D05B74043C7BB9009D81C02E14F">
    <w:name w:val="23D85D05B74043C7BB9009D81C02E14F"/>
    <w:rsid w:val="0051401D"/>
  </w:style>
  <w:style w:type="paragraph" w:customStyle="1" w:styleId="666C6BEF52CE492DBBECB256C696FF8C">
    <w:name w:val="666C6BEF52CE492DBBECB256C696FF8C"/>
    <w:rsid w:val="0051401D"/>
  </w:style>
  <w:style w:type="paragraph" w:customStyle="1" w:styleId="39D8E325F7BA4D14B57C3969E62B399B">
    <w:name w:val="39D8E325F7BA4D14B57C3969E62B399B"/>
    <w:rsid w:val="0051401D"/>
  </w:style>
  <w:style w:type="paragraph" w:customStyle="1" w:styleId="F8A5FEB767534CC6BB442959460B519D">
    <w:name w:val="F8A5FEB767534CC6BB442959460B519D"/>
    <w:rsid w:val="0051401D"/>
  </w:style>
  <w:style w:type="paragraph" w:customStyle="1" w:styleId="5271627300E745C09295A3AD571EA6D5">
    <w:name w:val="5271627300E745C09295A3AD571EA6D5"/>
    <w:rsid w:val="0051401D"/>
  </w:style>
  <w:style w:type="paragraph" w:customStyle="1" w:styleId="0DE6F4E51DBE46FAA0D91A9407E890C3">
    <w:name w:val="0DE6F4E51DBE46FAA0D91A9407E890C3"/>
    <w:rsid w:val="0051401D"/>
  </w:style>
  <w:style w:type="paragraph" w:customStyle="1" w:styleId="6E496775E2CA4254A987DE017A1444EB">
    <w:name w:val="6E496775E2CA4254A987DE017A1444EB"/>
    <w:rsid w:val="0051401D"/>
  </w:style>
  <w:style w:type="paragraph" w:customStyle="1" w:styleId="7A9FFA4DED6E421EB904EA90AC97E770">
    <w:name w:val="7A9FFA4DED6E421EB904EA90AC97E770"/>
    <w:rsid w:val="0051401D"/>
  </w:style>
  <w:style w:type="paragraph" w:customStyle="1" w:styleId="5A9FFD3CBD6F4E17BF8E019EC8EE9E24">
    <w:name w:val="5A9FFD3CBD6F4E17BF8E019EC8EE9E24"/>
    <w:rsid w:val="0051401D"/>
  </w:style>
  <w:style w:type="paragraph" w:customStyle="1" w:styleId="D07E26781E63432B8E2388B20A827708">
    <w:name w:val="D07E26781E63432B8E2388B20A827708"/>
    <w:rsid w:val="0051401D"/>
  </w:style>
  <w:style w:type="paragraph" w:customStyle="1" w:styleId="A0FD3E6841B44EEA84BC8E3E9AF1E128">
    <w:name w:val="A0FD3E6841B44EEA84BC8E3E9AF1E128"/>
    <w:rsid w:val="0051401D"/>
  </w:style>
  <w:style w:type="paragraph" w:customStyle="1" w:styleId="E9EA8609CF654FBFB49A0F185283CE9D">
    <w:name w:val="E9EA8609CF654FBFB49A0F185283CE9D"/>
    <w:rsid w:val="0051401D"/>
  </w:style>
  <w:style w:type="paragraph" w:customStyle="1" w:styleId="9CBC3D8B56A74F72959825458C6FEE07">
    <w:name w:val="9CBC3D8B56A74F72959825458C6FEE07"/>
    <w:rsid w:val="0051401D"/>
  </w:style>
  <w:style w:type="paragraph" w:customStyle="1" w:styleId="261A91AF027149EFB42F5FCE97800935">
    <w:name w:val="261A91AF027149EFB42F5FCE97800935"/>
    <w:rsid w:val="0051401D"/>
  </w:style>
  <w:style w:type="paragraph" w:customStyle="1" w:styleId="C6F0DCC98D4B4E758C41704458BD9474">
    <w:name w:val="C6F0DCC98D4B4E758C41704458BD9474"/>
    <w:rsid w:val="0051401D"/>
  </w:style>
  <w:style w:type="paragraph" w:customStyle="1" w:styleId="62756D0BF64540D9A3C958ED86AA8FFD">
    <w:name w:val="62756D0BF64540D9A3C958ED86AA8FFD"/>
    <w:rsid w:val="0051401D"/>
  </w:style>
  <w:style w:type="paragraph" w:customStyle="1" w:styleId="5DF1729EC9AB4CBEBA648B75BEA86055">
    <w:name w:val="5DF1729EC9AB4CBEBA648B75BEA86055"/>
    <w:rsid w:val="0051401D"/>
  </w:style>
  <w:style w:type="paragraph" w:customStyle="1" w:styleId="B715A559FFB948469855FBD21FCE4C88">
    <w:name w:val="B715A559FFB948469855FBD21FCE4C88"/>
    <w:rsid w:val="0051401D"/>
  </w:style>
  <w:style w:type="paragraph" w:customStyle="1" w:styleId="3CC9BC9E7596429A85754C0772AAF10B">
    <w:name w:val="3CC9BC9E7596429A85754C0772AAF10B"/>
    <w:rsid w:val="0051401D"/>
  </w:style>
  <w:style w:type="paragraph" w:customStyle="1" w:styleId="F1A4140717C74FFD8719F26CC356A7A1">
    <w:name w:val="F1A4140717C74FFD8719F26CC356A7A1"/>
    <w:rsid w:val="0051401D"/>
  </w:style>
  <w:style w:type="paragraph" w:customStyle="1" w:styleId="C71D993D9C6149BA8B422F9FAB5D335B">
    <w:name w:val="C71D993D9C6149BA8B422F9FAB5D335B"/>
    <w:rsid w:val="0051401D"/>
  </w:style>
  <w:style w:type="paragraph" w:customStyle="1" w:styleId="5A6B40F8975F48D09833EFF9294EC29F">
    <w:name w:val="5A6B40F8975F48D09833EFF9294EC29F"/>
    <w:rsid w:val="0051401D"/>
  </w:style>
  <w:style w:type="paragraph" w:customStyle="1" w:styleId="921F3233586E43FD93EF540A0EE05842">
    <w:name w:val="921F3233586E43FD93EF540A0EE05842"/>
    <w:rsid w:val="0051401D"/>
  </w:style>
  <w:style w:type="paragraph" w:customStyle="1" w:styleId="49C51F39F18D459A8790E6B07FC765C5">
    <w:name w:val="49C51F39F18D459A8790E6B07FC765C5"/>
    <w:rsid w:val="0051401D"/>
  </w:style>
  <w:style w:type="paragraph" w:customStyle="1" w:styleId="E0BB8F6F7F794AFC88FD45ABD86DDDE2">
    <w:name w:val="E0BB8F6F7F794AFC88FD45ABD86DDDE2"/>
    <w:rsid w:val="0051401D"/>
  </w:style>
  <w:style w:type="paragraph" w:customStyle="1" w:styleId="CBDA00B8A5D1490BAB76317FBF20BACA">
    <w:name w:val="CBDA00B8A5D1490BAB76317FBF20BACA"/>
    <w:rsid w:val="0051401D"/>
  </w:style>
  <w:style w:type="paragraph" w:customStyle="1" w:styleId="626C87204A5746C4A40BB56C8DCA2042">
    <w:name w:val="626C87204A5746C4A40BB56C8DCA2042"/>
    <w:rsid w:val="0051401D"/>
  </w:style>
  <w:style w:type="paragraph" w:customStyle="1" w:styleId="369606FBB3BC4EC098713C78A68B50D6">
    <w:name w:val="369606FBB3BC4EC098713C78A68B50D6"/>
    <w:rsid w:val="0051401D"/>
  </w:style>
  <w:style w:type="paragraph" w:customStyle="1" w:styleId="C6F6380CC52B422CBCF2D27BCFA6ED00">
    <w:name w:val="C6F6380CC52B422CBCF2D27BCFA6ED00"/>
    <w:rsid w:val="0051401D"/>
  </w:style>
  <w:style w:type="paragraph" w:customStyle="1" w:styleId="644648E18CF548BB9AE9EEE42AEDDADC">
    <w:name w:val="644648E18CF548BB9AE9EEE42AEDDADC"/>
    <w:rsid w:val="0051401D"/>
  </w:style>
  <w:style w:type="paragraph" w:customStyle="1" w:styleId="7793C36DD6EB44FDA5B1BF84BC35AB74">
    <w:name w:val="7793C36DD6EB44FDA5B1BF84BC35AB74"/>
    <w:rsid w:val="0051401D"/>
  </w:style>
  <w:style w:type="paragraph" w:customStyle="1" w:styleId="6D4B827F839C44A6A6E7FD07B17C5052">
    <w:name w:val="6D4B827F839C44A6A6E7FD07B17C5052"/>
    <w:rsid w:val="0051401D"/>
  </w:style>
  <w:style w:type="paragraph" w:customStyle="1" w:styleId="5D0FE8B4A1EA487CA3259F5DE2522F5F">
    <w:name w:val="5D0FE8B4A1EA487CA3259F5DE2522F5F"/>
    <w:rsid w:val="0051401D"/>
  </w:style>
  <w:style w:type="paragraph" w:customStyle="1" w:styleId="67DDDC4E529043C08D45D255689213DD">
    <w:name w:val="67DDDC4E529043C08D45D255689213DD"/>
    <w:rsid w:val="0051401D"/>
  </w:style>
  <w:style w:type="paragraph" w:customStyle="1" w:styleId="F937DA6FE1864DA0B792A9A5E10E5505">
    <w:name w:val="F937DA6FE1864DA0B792A9A5E10E5505"/>
    <w:rsid w:val="0051401D"/>
  </w:style>
  <w:style w:type="paragraph" w:customStyle="1" w:styleId="3EF20E09DF0742638909254B4BD1EC17">
    <w:name w:val="3EF20E09DF0742638909254B4BD1EC17"/>
    <w:rsid w:val="0051401D"/>
  </w:style>
  <w:style w:type="paragraph" w:customStyle="1" w:styleId="B86B13CA901247CDADDE866FBABCDB04">
    <w:name w:val="B86B13CA901247CDADDE866FBABCDB04"/>
    <w:rsid w:val="0051401D"/>
  </w:style>
  <w:style w:type="paragraph" w:customStyle="1" w:styleId="4892897F0927489FAB39B4E5C80FCDED">
    <w:name w:val="4892897F0927489FAB39B4E5C80FCDED"/>
    <w:rsid w:val="0051401D"/>
  </w:style>
  <w:style w:type="paragraph" w:customStyle="1" w:styleId="86D5F01401564F25B50675323A47D91C">
    <w:name w:val="86D5F01401564F25B50675323A47D91C"/>
    <w:rsid w:val="0051401D"/>
  </w:style>
  <w:style w:type="paragraph" w:customStyle="1" w:styleId="EE0766B757AD409181E64D41EF2189C0">
    <w:name w:val="EE0766B757AD409181E64D41EF2189C0"/>
    <w:rsid w:val="0051401D"/>
  </w:style>
  <w:style w:type="paragraph" w:customStyle="1" w:styleId="5E747AF9D56D4EA1B99205E081A8994D">
    <w:name w:val="5E747AF9D56D4EA1B99205E081A8994D"/>
    <w:rsid w:val="0051401D"/>
  </w:style>
  <w:style w:type="paragraph" w:customStyle="1" w:styleId="02EED64E384747528A21F42DD0545D08">
    <w:name w:val="02EED64E384747528A21F42DD0545D08"/>
    <w:rsid w:val="0051401D"/>
  </w:style>
  <w:style w:type="paragraph" w:customStyle="1" w:styleId="A5DFF68686E54FFF8F064676D77B68B1">
    <w:name w:val="A5DFF68686E54FFF8F064676D77B68B1"/>
    <w:rsid w:val="0051401D"/>
  </w:style>
  <w:style w:type="paragraph" w:customStyle="1" w:styleId="2605BD11664B404FABCF6027F957E7A0">
    <w:name w:val="2605BD11664B404FABCF6027F957E7A0"/>
    <w:rsid w:val="0051401D"/>
  </w:style>
  <w:style w:type="paragraph" w:customStyle="1" w:styleId="ED34620580334764BFA0853AE84AFB0E">
    <w:name w:val="ED34620580334764BFA0853AE84AFB0E"/>
    <w:rsid w:val="0051401D"/>
  </w:style>
  <w:style w:type="paragraph" w:customStyle="1" w:styleId="8903AD5B954C4E44A9295B81A6EE858E">
    <w:name w:val="8903AD5B954C4E44A9295B81A6EE858E"/>
    <w:rsid w:val="0051401D"/>
  </w:style>
  <w:style w:type="paragraph" w:customStyle="1" w:styleId="CCB2FD0E1DC84A85ACE2C0A5ACDF7668">
    <w:name w:val="CCB2FD0E1DC84A85ACE2C0A5ACDF7668"/>
    <w:rsid w:val="0051401D"/>
  </w:style>
  <w:style w:type="paragraph" w:customStyle="1" w:styleId="E0B65D8E6961457A80C9AE369A5CA126">
    <w:name w:val="E0B65D8E6961457A80C9AE369A5CA126"/>
    <w:rsid w:val="0051401D"/>
  </w:style>
  <w:style w:type="paragraph" w:customStyle="1" w:styleId="044D926A28F44C1F923591BD2C7ED7D6">
    <w:name w:val="044D926A28F44C1F923591BD2C7ED7D6"/>
    <w:rsid w:val="0051401D"/>
  </w:style>
  <w:style w:type="paragraph" w:customStyle="1" w:styleId="79067485E12349938444FBDB41CF8AF9">
    <w:name w:val="79067485E12349938444FBDB41CF8AF9"/>
    <w:rsid w:val="0051401D"/>
  </w:style>
  <w:style w:type="paragraph" w:customStyle="1" w:styleId="8916CC88BC604A14A971DDCFA97AA370">
    <w:name w:val="8916CC88BC604A14A971DDCFA97AA370"/>
    <w:rsid w:val="0051401D"/>
  </w:style>
  <w:style w:type="paragraph" w:customStyle="1" w:styleId="F4813295B79E44E0AA221C0EBFD5F5D5">
    <w:name w:val="F4813295B79E44E0AA221C0EBFD5F5D5"/>
    <w:rsid w:val="0051401D"/>
  </w:style>
  <w:style w:type="paragraph" w:customStyle="1" w:styleId="BEE7DD6B772A4942A21FEFDB90EC8933">
    <w:name w:val="BEE7DD6B772A4942A21FEFDB90EC8933"/>
    <w:rsid w:val="0051401D"/>
  </w:style>
  <w:style w:type="paragraph" w:customStyle="1" w:styleId="9B3A75C3DE6C42DCAD8FA2B10FE30ED5">
    <w:name w:val="9B3A75C3DE6C42DCAD8FA2B10FE30ED5"/>
    <w:rsid w:val="0051401D"/>
  </w:style>
  <w:style w:type="paragraph" w:customStyle="1" w:styleId="CA4FFA2F01324DDFB399A65AB7DA7F53">
    <w:name w:val="CA4FFA2F01324DDFB399A65AB7DA7F53"/>
    <w:rsid w:val="0051401D"/>
  </w:style>
  <w:style w:type="paragraph" w:customStyle="1" w:styleId="D8D68ECCB63444F887A51E98AFBDCBE6">
    <w:name w:val="D8D68ECCB63444F887A51E98AFBDCBE6"/>
    <w:rsid w:val="0051401D"/>
  </w:style>
  <w:style w:type="paragraph" w:customStyle="1" w:styleId="AC8D10EEA9B746D5A3BDC4629A58E18C">
    <w:name w:val="AC8D10EEA9B746D5A3BDC4629A58E18C"/>
    <w:rsid w:val="0051401D"/>
  </w:style>
  <w:style w:type="paragraph" w:customStyle="1" w:styleId="FE92AC9641A24DF5BA5FC2125DA03A6D">
    <w:name w:val="FE92AC9641A24DF5BA5FC2125DA03A6D"/>
    <w:rsid w:val="0051401D"/>
  </w:style>
  <w:style w:type="paragraph" w:customStyle="1" w:styleId="A8B5A2D2E55F4D1CB0FE9BEAF1A20AAF">
    <w:name w:val="A8B5A2D2E55F4D1CB0FE9BEAF1A20AAF"/>
    <w:rsid w:val="0051401D"/>
  </w:style>
  <w:style w:type="paragraph" w:customStyle="1" w:styleId="206AD83413004C1D99BB0C814BC7EA6D">
    <w:name w:val="206AD83413004C1D99BB0C814BC7EA6D"/>
    <w:rsid w:val="0051401D"/>
  </w:style>
  <w:style w:type="paragraph" w:customStyle="1" w:styleId="AE633460714742F9BED4B9C9EB8412FE">
    <w:name w:val="AE633460714742F9BED4B9C9EB8412FE"/>
    <w:rsid w:val="0051401D"/>
  </w:style>
  <w:style w:type="paragraph" w:customStyle="1" w:styleId="68BF18F1D71242769D3D86EF508C9C8B">
    <w:name w:val="68BF18F1D71242769D3D86EF508C9C8B"/>
    <w:rsid w:val="0051401D"/>
  </w:style>
  <w:style w:type="paragraph" w:customStyle="1" w:styleId="80CDAB1C825A423A9ABADCDF813F309B">
    <w:name w:val="80CDAB1C825A423A9ABADCDF813F309B"/>
    <w:rsid w:val="0051401D"/>
  </w:style>
  <w:style w:type="paragraph" w:customStyle="1" w:styleId="2B852226E34849888D86A3647D197732">
    <w:name w:val="2B852226E34849888D86A3647D197732"/>
    <w:rsid w:val="0051401D"/>
  </w:style>
  <w:style w:type="paragraph" w:customStyle="1" w:styleId="DBAF1CF7C4DA43A5B60A16F4C95627E8">
    <w:name w:val="DBAF1CF7C4DA43A5B60A16F4C95627E8"/>
    <w:rsid w:val="0051401D"/>
  </w:style>
  <w:style w:type="paragraph" w:customStyle="1" w:styleId="2613A7F7E7B84E7E92AB5B805F36748D">
    <w:name w:val="2613A7F7E7B84E7E92AB5B805F36748D"/>
    <w:rsid w:val="0051401D"/>
  </w:style>
  <w:style w:type="paragraph" w:customStyle="1" w:styleId="8F701AE716E244819262028A7C6582F9">
    <w:name w:val="8F701AE716E244819262028A7C6582F9"/>
    <w:rsid w:val="0051401D"/>
  </w:style>
  <w:style w:type="paragraph" w:customStyle="1" w:styleId="9DBEA7D36A7E49F1A3BEFCE0DFB1BC7B">
    <w:name w:val="9DBEA7D36A7E49F1A3BEFCE0DFB1BC7B"/>
    <w:rsid w:val="0051401D"/>
  </w:style>
  <w:style w:type="paragraph" w:customStyle="1" w:styleId="E65196A3B4B24671A21630CE0465EEEE">
    <w:name w:val="E65196A3B4B24671A21630CE0465EEEE"/>
    <w:rsid w:val="0051401D"/>
  </w:style>
  <w:style w:type="paragraph" w:customStyle="1" w:styleId="E4CEDF6DD3044F71A02601EA27C7CB87">
    <w:name w:val="E4CEDF6DD3044F71A02601EA27C7CB87"/>
    <w:rsid w:val="0051401D"/>
  </w:style>
  <w:style w:type="paragraph" w:customStyle="1" w:styleId="B06AA36563FD4D40BAEFB22564573AD2">
    <w:name w:val="B06AA36563FD4D40BAEFB22564573AD2"/>
    <w:rsid w:val="0051401D"/>
  </w:style>
  <w:style w:type="paragraph" w:customStyle="1" w:styleId="23D17498197B4FE1ADEF05863AF53458">
    <w:name w:val="23D17498197B4FE1ADEF05863AF53458"/>
    <w:rsid w:val="0051401D"/>
  </w:style>
  <w:style w:type="paragraph" w:customStyle="1" w:styleId="13A4E46D18A748E2BD4466B90A70804A">
    <w:name w:val="13A4E46D18A748E2BD4466B90A70804A"/>
    <w:rsid w:val="0051401D"/>
  </w:style>
  <w:style w:type="paragraph" w:customStyle="1" w:styleId="B258F397AE1943A89D606414849305A3">
    <w:name w:val="B258F397AE1943A89D606414849305A3"/>
    <w:rsid w:val="0051401D"/>
  </w:style>
  <w:style w:type="paragraph" w:customStyle="1" w:styleId="90DBC8EB62FF4417A77BBD48A2F14416">
    <w:name w:val="90DBC8EB62FF4417A77BBD48A2F14416"/>
    <w:rsid w:val="0051401D"/>
  </w:style>
  <w:style w:type="paragraph" w:customStyle="1" w:styleId="CD103DA746A74F9B81B3CEB1F2BFC88F">
    <w:name w:val="CD103DA746A74F9B81B3CEB1F2BFC88F"/>
    <w:rsid w:val="0051401D"/>
  </w:style>
  <w:style w:type="paragraph" w:customStyle="1" w:styleId="D98FC23E7DCC4E459E7B739E3BE63917">
    <w:name w:val="D98FC23E7DCC4E459E7B739E3BE63917"/>
    <w:rsid w:val="0051401D"/>
  </w:style>
  <w:style w:type="paragraph" w:customStyle="1" w:styleId="D8991948F55B4F2783FFAC283639AAB2">
    <w:name w:val="D8991948F55B4F2783FFAC283639AAB2"/>
    <w:rsid w:val="0051401D"/>
  </w:style>
  <w:style w:type="paragraph" w:customStyle="1" w:styleId="4AC13331B9DA4031B1E3F0193F9A2921">
    <w:name w:val="4AC13331B9DA4031B1E3F0193F9A2921"/>
    <w:rsid w:val="0051401D"/>
  </w:style>
  <w:style w:type="paragraph" w:customStyle="1" w:styleId="5BF6FE0E237449988E722DBD72BB48E4">
    <w:name w:val="5BF6FE0E237449988E722DBD72BB48E4"/>
    <w:rsid w:val="0051401D"/>
  </w:style>
  <w:style w:type="paragraph" w:customStyle="1" w:styleId="99852981EC6A482CBD84261501D883C6">
    <w:name w:val="99852981EC6A482CBD84261501D883C6"/>
    <w:rsid w:val="00BA1CD8"/>
  </w:style>
  <w:style w:type="paragraph" w:customStyle="1" w:styleId="037E4C57623F45AC9C74AC74D399A8A5">
    <w:name w:val="037E4C57623F45AC9C74AC74D399A8A5"/>
    <w:rsid w:val="00BA1CD8"/>
  </w:style>
  <w:style w:type="paragraph" w:customStyle="1" w:styleId="7F926523EFA147E7B8935F88341E6B29">
    <w:name w:val="7F926523EFA147E7B8935F88341E6B29"/>
    <w:rsid w:val="00BA1CD8"/>
  </w:style>
  <w:style w:type="paragraph" w:customStyle="1" w:styleId="5C362FAEE67742F88B16C33B61249F78">
    <w:name w:val="5C362FAEE67742F88B16C33B61249F78"/>
    <w:rsid w:val="00BA1CD8"/>
  </w:style>
  <w:style w:type="paragraph" w:customStyle="1" w:styleId="129932633060466AAEE69DEF4517E4F4">
    <w:name w:val="129932633060466AAEE69DEF4517E4F4"/>
    <w:rsid w:val="00BA1CD8"/>
  </w:style>
  <w:style w:type="paragraph" w:customStyle="1" w:styleId="11C9A49FC42949B3B5D3EBC54012390E">
    <w:name w:val="11C9A49FC42949B3B5D3EBC54012390E"/>
    <w:rsid w:val="00BA1CD8"/>
  </w:style>
  <w:style w:type="paragraph" w:customStyle="1" w:styleId="0A9129C4722744F89FA2ED58F7A7FC65">
    <w:name w:val="0A9129C4722744F89FA2ED58F7A7FC65"/>
    <w:rsid w:val="00BA1CD8"/>
  </w:style>
  <w:style w:type="paragraph" w:customStyle="1" w:styleId="B0A754898B11434ABF7DB3EA748D8D3C">
    <w:name w:val="B0A754898B11434ABF7DB3EA748D8D3C"/>
    <w:rsid w:val="00BA1CD8"/>
  </w:style>
  <w:style w:type="paragraph" w:customStyle="1" w:styleId="D567AFC19EB04B6FA174A6FE98F79EAC">
    <w:name w:val="D567AFC19EB04B6FA174A6FE98F79EAC"/>
    <w:rsid w:val="00BA1CD8"/>
  </w:style>
  <w:style w:type="paragraph" w:customStyle="1" w:styleId="2B71C1C5C2634535803491386F3D69A8">
    <w:name w:val="2B71C1C5C2634535803491386F3D69A8"/>
    <w:rsid w:val="00BA1CD8"/>
  </w:style>
  <w:style w:type="paragraph" w:customStyle="1" w:styleId="7759286C82DC494CB8D677C3D0E64CD2">
    <w:name w:val="7759286C82DC494CB8D677C3D0E64CD2"/>
    <w:rsid w:val="00BA1CD8"/>
  </w:style>
  <w:style w:type="paragraph" w:customStyle="1" w:styleId="256760DB07F84D4E97576AA1307476C8">
    <w:name w:val="256760DB07F84D4E97576AA1307476C8"/>
    <w:rsid w:val="00BA1CD8"/>
  </w:style>
  <w:style w:type="paragraph" w:customStyle="1" w:styleId="4990EDB8FC994068802DF51A9701DB00">
    <w:name w:val="4990EDB8FC994068802DF51A9701DB00"/>
    <w:rsid w:val="00BA1CD8"/>
  </w:style>
  <w:style w:type="paragraph" w:customStyle="1" w:styleId="A4EBAC77ADC3499FA253DBC979783F0E">
    <w:name w:val="A4EBAC77ADC3499FA253DBC979783F0E"/>
    <w:rsid w:val="00BA1CD8"/>
  </w:style>
  <w:style w:type="paragraph" w:customStyle="1" w:styleId="3096344E6D264A529D7A0E12769A0DA8">
    <w:name w:val="3096344E6D264A529D7A0E12769A0DA8"/>
    <w:rsid w:val="00BA1CD8"/>
  </w:style>
  <w:style w:type="paragraph" w:customStyle="1" w:styleId="2A1DB65B0BD1472AA36ECA90638D8C0E">
    <w:name w:val="2A1DB65B0BD1472AA36ECA90638D8C0E"/>
    <w:rsid w:val="008A6B75"/>
  </w:style>
  <w:style w:type="paragraph" w:customStyle="1" w:styleId="8340573153E449B8BC09613746FA5E7F">
    <w:name w:val="8340573153E449B8BC09613746FA5E7F"/>
    <w:rsid w:val="008A6B75"/>
  </w:style>
  <w:style w:type="paragraph" w:customStyle="1" w:styleId="9FC05961357C46C9A396E9FE2D468C02">
    <w:name w:val="9FC05961357C46C9A396E9FE2D468C02"/>
    <w:rsid w:val="008A6B75"/>
  </w:style>
  <w:style w:type="paragraph" w:customStyle="1" w:styleId="1E5AC5B9519E4CE09ECAB4D430421434">
    <w:name w:val="1E5AC5B9519E4CE09ECAB4D430421434"/>
    <w:rsid w:val="008A6B75"/>
  </w:style>
  <w:style w:type="paragraph" w:customStyle="1" w:styleId="C6E2E80EC5744EB19D82C5EF74CC5C46">
    <w:name w:val="C6E2E80EC5744EB19D82C5EF74CC5C46"/>
    <w:rsid w:val="008A6B75"/>
  </w:style>
  <w:style w:type="paragraph" w:customStyle="1" w:styleId="AABB84434FE9475D8979730FAA6CBE19">
    <w:name w:val="AABB84434FE9475D8979730FAA6CBE19"/>
    <w:rsid w:val="008A6B75"/>
  </w:style>
  <w:style w:type="paragraph" w:customStyle="1" w:styleId="64194DDDE8DC46F180B584ECEB612C61">
    <w:name w:val="64194DDDE8DC46F180B584ECEB612C61"/>
    <w:rsid w:val="008A6B75"/>
  </w:style>
  <w:style w:type="paragraph" w:customStyle="1" w:styleId="9827519B75234CCB973772245E93B521">
    <w:name w:val="9827519B75234CCB973772245E93B521"/>
    <w:rsid w:val="008A6B75"/>
  </w:style>
  <w:style w:type="paragraph" w:customStyle="1" w:styleId="FE3C2538826346E3AA8B44B2D9161BC1">
    <w:name w:val="FE3C2538826346E3AA8B44B2D9161BC1"/>
    <w:rsid w:val="008A6B75"/>
  </w:style>
  <w:style w:type="paragraph" w:customStyle="1" w:styleId="73590CB9D58444E695CD54236E2D21E6">
    <w:name w:val="73590CB9D58444E695CD54236E2D21E6"/>
    <w:rsid w:val="008A6B75"/>
  </w:style>
  <w:style w:type="paragraph" w:customStyle="1" w:styleId="E39C8DC3F1A74B22BE8A396BC7E82D39">
    <w:name w:val="E39C8DC3F1A74B22BE8A396BC7E82D39"/>
    <w:rsid w:val="008A6B75"/>
  </w:style>
  <w:style w:type="paragraph" w:customStyle="1" w:styleId="62A8BD8F3D5546548C8CFAA3950354C6">
    <w:name w:val="62A8BD8F3D5546548C8CFAA3950354C6"/>
    <w:rsid w:val="008A6B75"/>
  </w:style>
  <w:style w:type="paragraph" w:customStyle="1" w:styleId="5D25D05FF6824C4BA703F763C9457978">
    <w:name w:val="5D25D05FF6824C4BA703F763C9457978"/>
    <w:rsid w:val="008A6B75"/>
  </w:style>
  <w:style w:type="paragraph" w:customStyle="1" w:styleId="40506815645F4BF1A3BA2C914975141D">
    <w:name w:val="40506815645F4BF1A3BA2C914975141D"/>
    <w:rsid w:val="008A6B75"/>
  </w:style>
  <w:style w:type="paragraph" w:customStyle="1" w:styleId="6E321BB91C3F41C3BE0872FBFADADD32">
    <w:name w:val="6E321BB91C3F41C3BE0872FBFADADD32"/>
    <w:rsid w:val="008A6B75"/>
  </w:style>
  <w:style w:type="paragraph" w:customStyle="1" w:styleId="09B2FD7908FA49C5820DB2395DA38B4B">
    <w:name w:val="09B2FD7908FA49C5820DB2395DA38B4B"/>
    <w:rsid w:val="00A13932"/>
  </w:style>
  <w:style w:type="paragraph" w:customStyle="1" w:styleId="B0ED23DD2E3045CEB6F4725B5069A27D">
    <w:name w:val="B0ED23DD2E3045CEB6F4725B5069A27D"/>
    <w:rsid w:val="00A13932"/>
  </w:style>
  <w:style w:type="paragraph" w:customStyle="1" w:styleId="F86D1FDD1F014F41A9D22FD9A2453654">
    <w:name w:val="F86D1FDD1F014F41A9D22FD9A2453654"/>
    <w:rsid w:val="00A13932"/>
  </w:style>
  <w:style w:type="paragraph" w:customStyle="1" w:styleId="AECC6007166F496FBFA5D34E46760DD3">
    <w:name w:val="AECC6007166F496FBFA5D34E46760DD3"/>
    <w:rsid w:val="00A13932"/>
  </w:style>
  <w:style w:type="paragraph" w:customStyle="1" w:styleId="3BDA0E161AF94C3EB1FF181AFF9F7659">
    <w:name w:val="3BDA0E161AF94C3EB1FF181AFF9F7659"/>
    <w:rsid w:val="00A13932"/>
  </w:style>
  <w:style w:type="paragraph" w:customStyle="1" w:styleId="709FE9E73E7746B39F722454063CDE93">
    <w:name w:val="709FE9E73E7746B39F722454063CDE93"/>
    <w:rsid w:val="00A13932"/>
  </w:style>
  <w:style w:type="paragraph" w:customStyle="1" w:styleId="194C2001FEDA42B396A362FB9A264207">
    <w:name w:val="194C2001FEDA42B396A362FB9A264207"/>
    <w:rsid w:val="00A13932"/>
  </w:style>
  <w:style w:type="paragraph" w:customStyle="1" w:styleId="A663151A8EFC4644927270BAF114A473">
    <w:name w:val="A663151A8EFC4644927270BAF114A473"/>
    <w:rsid w:val="00A13932"/>
  </w:style>
  <w:style w:type="paragraph" w:customStyle="1" w:styleId="ED8D3E78AF2C4868BD3C24032531A497">
    <w:name w:val="ED8D3E78AF2C4868BD3C24032531A497"/>
    <w:rsid w:val="00A13932"/>
  </w:style>
  <w:style w:type="paragraph" w:customStyle="1" w:styleId="EEA5C2328614462E9B3E233084F6F0D2">
    <w:name w:val="EEA5C2328614462E9B3E233084F6F0D2"/>
    <w:rsid w:val="00A13932"/>
  </w:style>
  <w:style w:type="paragraph" w:customStyle="1" w:styleId="48FC0B5C8A2D48B0B8FEB43D47029868">
    <w:name w:val="48FC0B5C8A2D48B0B8FEB43D47029868"/>
    <w:rsid w:val="00A13932"/>
  </w:style>
  <w:style w:type="paragraph" w:customStyle="1" w:styleId="57B57B340B6A4588902277D0249CA1D1">
    <w:name w:val="57B57B340B6A4588902277D0249CA1D1"/>
    <w:rsid w:val="00A13932"/>
  </w:style>
  <w:style w:type="paragraph" w:customStyle="1" w:styleId="7009B94ED00A4FC1A731D827CB904164">
    <w:name w:val="7009B94ED00A4FC1A731D827CB904164"/>
    <w:rsid w:val="00A13932"/>
  </w:style>
  <w:style w:type="paragraph" w:customStyle="1" w:styleId="69E5DF37A7BA44DA861F530D195690ED">
    <w:name w:val="69E5DF37A7BA44DA861F530D195690ED"/>
    <w:rsid w:val="00A13932"/>
  </w:style>
  <w:style w:type="paragraph" w:customStyle="1" w:styleId="3DDA857C78F947ACB6F5C8AA8195DE58">
    <w:name w:val="3DDA857C78F947ACB6F5C8AA8195DE58"/>
    <w:rsid w:val="00A13932"/>
  </w:style>
  <w:style w:type="paragraph" w:customStyle="1" w:styleId="F9E2BC067F144D2EBDA0ABE29F5B28B1">
    <w:name w:val="F9E2BC067F144D2EBDA0ABE29F5B28B1"/>
    <w:rsid w:val="00A13932"/>
  </w:style>
  <w:style w:type="paragraph" w:customStyle="1" w:styleId="01EA9CE62E6A41F18B0CF1E7033DA6AE">
    <w:name w:val="01EA9CE62E6A41F18B0CF1E7033DA6AE"/>
    <w:rsid w:val="00A13932"/>
  </w:style>
  <w:style w:type="paragraph" w:customStyle="1" w:styleId="86C192A5FBB7426C8C2DEA6E0CDE3919">
    <w:name w:val="86C192A5FBB7426C8C2DEA6E0CDE3919"/>
    <w:rsid w:val="00A13932"/>
  </w:style>
  <w:style w:type="paragraph" w:customStyle="1" w:styleId="50EA16C105C84E87A8D0F4BD95988AB5">
    <w:name w:val="50EA16C105C84E87A8D0F4BD95988AB5"/>
    <w:rsid w:val="00A13932"/>
  </w:style>
  <w:style w:type="paragraph" w:customStyle="1" w:styleId="DBA350F059E54CC98405FFE5CF66A346">
    <w:name w:val="DBA350F059E54CC98405FFE5CF66A346"/>
    <w:rsid w:val="00A13932"/>
  </w:style>
  <w:style w:type="paragraph" w:customStyle="1" w:styleId="BF4BB3357FD847829A64A2356E17B44B">
    <w:name w:val="BF4BB3357FD847829A64A2356E17B44B"/>
    <w:rsid w:val="00A13932"/>
  </w:style>
  <w:style w:type="paragraph" w:customStyle="1" w:styleId="2A62269E41A7409B90FE68C1ECD130EC">
    <w:name w:val="2A62269E41A7409B90FE68C1ECD130EC"/>
    <w:rsid w:val="00A13932"/>
  </w:style>
  <w:style w:type="paragraph" w:customStyle="1" w:styleId="F288B97C5EA44437AD0A4317AD7E0D73">
    <w:name w:val="F288B97C5EA44437AD0A4317AD7E0D73"/>
    <w:rsid w:val="00A13932"/>
  </w:style>
  <w:style w:type="paragraph" w:customStyle="1" w:styleId="ABA2871CD7B545C8ABA92701B06CA134">
    <w:name w:val="ABA2871CD7B545C8ABA92701B06CA134"/>
    <w:rsid w:val="00A13932"/>
  </w:style>
  <w:style w:type="paragraph" w:customStyle="1" w:styleId="7493F67E6BEE43AF918576A26AAA82B8">
    <w:name w:val="7493F67E6BEE43AF918576A26AAA82B8"/>
    <w:rsid w:val="00A13932"/>
  </w:style>
  <w:style w:type="paragraph" w:customStyle="1" w:styleId="E220B96707734E7EA22FE1CB6F12DFD2">
    <w:name w:val="E220B96707734E7EA22FE1CB6F12DFD2"/>
    <w:rsid w:val="00A13932"/>
  </w:style>
  <w:style w:type="paragraph" w:customStyle="1" w:styleId="2C3A68F047664B6694E7B9EC53EA9E99">
    <w:name w:val="2C3A68F047664B6694E7B9EC53EA9E99"/>
    <w:rsid w:val="00A13932"/>
  </w:style>
  <w:style w:type="paragraph" w:customStyle="1" w:styleId="7079C25D4BE5459E92D10449729A5395">
    <w:name w:val="7079C25D4BE5459E92D10449729A5395"/>
    <w:rsid w:val="00A13932"/>
  </w:style>
  <w:style w:type="paragraph" w:customStyle="1" w:styleId="613DFA821ED14F06B4BC753A551D6F10">
    <w:name w:val="613DFA821ED14F06B4BC753A551D6F10"/>
    <w:rsid w:val="00A13932"/>
  </w:style>
  <w:style w:type="paragraph" w:customStyle="1" w:styleId="E53C0E7DF09442389E03E44803BDA999">
    <w:name w:val="E53C0E7DF09442389E03E44803BDA999"/>
    <w:rsid w:val="00A13932"/>
  </w:style>
  <w:style w:type="paragraph" w:customStyle="1" w:styleId="AE87282AB71040A29071EE204C47CFD4">
    <w:name w:val="AE87282AB71040A29071EE204C47CFD4"/>
    <w:rsid w:val="00A13932"/>
  </w:style>
  <w:style w:type="paragraph" w:customStyle="1" w:styleId="FF80B093AB2F451EB4396604EF546402">
    <w:name w:val="FF80B093AB2F451EB4396604EF546402"/>
    <w:rsid w:val="00A13932"/>
  </w:style>
  <w:style w:type="paragraph" w:customStyle="1" w:styleId="DB5F3A616D744559A9049672205ED3F3">
    <w:name w:val="DB5F3A616D744559A9049672205ED3F3"/>
    <w:rsid w:val="00A13932"/>
  </w:style>
  <w:style w:type="paragraph" w:customStyle="1" w:styleId="A3F163D39DBC42AB971A3EB02476F393">
    <w:name w:val="A3F163D39DBC42AB971A3EB02476F393"/>
    <w:rsid w:val="00A13932"/>
  </w:style>
  <w:style w:type="paragraph" w:customStyle="1" w:styleId="20D549F3120B4D80BD563AD00321519F">
    <w:name w:val="20D549F3120B4D80BD563AD00321519F"/>
    <w:rsid w:val="00A13932"/>
  </w:style>
  <w:style w:type="paragraph" w:customStyle="1" w:styleId="3E2B6C63232643978FCA75CDE5DEF1BD">
    <w:name w:val="3E2B6C63232643978FCA75CDE5DEF1BD"/>
    <w:rsid w:val="00A13932"/>
  </w:style>
  <w:style w:type="paragraph" w:customStyle="1" w:styleId="C1F22DC52B5540928EFE8E81DC489612">
    <w:name w:val="C1F22DC52B5540928EFE8E81DC489612"/>
    <w:rsid w:val="00A13932"/>
  </w:style>
  <w:style w:type="paragraph" w:customStyle="1" w:styleId="868F44F1C33C42BD98F3BEDF1AD49CD0">
    <w:name w:val="868F44F1C33C42BD98F3BEDF1AD49CD0"/>
    <w:rsid w:val="00A13932"/>
  </w:style>
  <w:style w:type="paragraph" w:customStyle="1" w:styleId="EA6CAABE80AF4A9EB66A913D3A601E47">
    <w:name w:val="EA6CAABE80AF4A9EB66A913D3A601E47"/>
    <w:rsid w:val="00A13932"/>
  </w:style>
  <w:style w:type="paragraph" w:customStyle="1" w:styleId="0023069E7689477D843E13A29A5909B6">
    <w:name w:val="0023069E7689477D843E13A29A5909B6"/>
    <w:rsid w:val="00A13932"/>
  </w:style>
  <w:style w:type="paragraph" w:customStyle="1" w:styleId="9C8F3BEAE5AD4D88AA058801F97B33BC">
    <w:name w:val="9C8F3BEAE5AD4D88AA058801F97B33BC"/>
    <w:rsid w:val="00A13932"/>
  </w:style>
  <w:style w:type="paragraph" w:customStyle="1" w:styleId="043F8D2F39564A7DAFC291C3FF1AEB70">
    <w:name w:val="043F8D2F39564A7DAFC291C3FF1AEB70"/>
    <w:rsid w:val="00A13932"/>
  </w:style>
  <w:style w:type="paragraph" w:customStyle="1" w:styleId="3249FCC98E664F3580F444B2C75D9AC9">
    <w:name w:val="3249FCC98E664F3580F444B2C75D9AC9"/>
    <w:rsid w:val="00A13932"/>
  </w:style>
  <w:style w:type="paragraph" w:customStyle="1" w:styleId="4227FE2F722547CC987B50B4B663F85B">
    <w:name w:val="4227FE2F722547CC987B50B4B663F85B"/>
    <w:rsid w:val="00A13932"/>
  </w:style>
  <w:style w:type="paragraph" w:customStyle="1" w:styleId="D26AF9C695514D4F8379660A561B6E69">
    <w:name w:val="D26AF9C695514D4F8379660A561B6E69"/>
    <w:rsid w:val="00A13932"/>
  </w:style>
  <w:style w:type="paragraph" w:customStyle="1" w:styleId="A2024C3C64D7478388398B132866B36A">
    <w:name w:val="A2024C3C64D7478388398B132866B36A"/>
    <w:rsid w:val="00A13932"/>
  </w:style>
  <w:style w:type="paragraph" w:customStyle="1" w:styleId="5F0549B1462A416E8EC3D3DDFC46933F">
    <w:name w:val="5F0549B1462A416E8EC3D3DDFC46933F"/>
    <w:rsid w:val="00A13932"/>
  </w:style>
  <w:style w:type="paragraph" w:customStyle="1" w:styleId="DEC907305EB54ABB850B619F92F1C8AA">
    <w:name w:val="DEC907305EB54ABB850B619F92F1C8AA"/>
    <w:rsid w:val="00A13932"/>
  </w:style>
  <w:style w:type="paragraph" w:customStyle="1" w:styleId="406E71269CBA4634945D4F74A86A2E1E">
    <w:name w:val="406E71269CBA4634945D4F74A86A2E1E"/>
    <w:rsid w:val="00A13932"/>
  </w:style>
  <w:style w:type="paragraph" w:customStyle="1" w:styleId="CDC98362C46443C8BCFB83E067CCD6A8">
    <w:name w:val="CDC98362C46443C8BCFB83E067CCD6A8"/>
    <w:rsid w:val="00A13932"/>
  </w:style>
  <w:style w:type="paragraph" w:customStyle="1" w:styleId="52A3093D27C84A6AAAD1E2BE2F188AF8">
    <w:name w:val="52A3093D27C84A6AAAD1E2BE2F188AF8"/>
    <w:rsid w:val="00A13932"/>
  </w:style>
  <w:style w:type="paragraph" w:customStyle="1" w:styleId="E4EFE23D242C420B99E6B99D0BE64E93">
    <w:name w:val="E4EFE23D242C420B99E6B99D0BE64E93"/>
    <w:rsid w:val="00A13932"/>
  </w:style>
  <w:style w:type="paragraph" w:customStyle="1" w:styleId="AB4CF9534AC54C6C832DF3C6FD069828">
    <w:name w:val="AB4CF9534AC54C6C832DF3C6FD069828"/>
    <w:rsid w:val="00A13932"/>
  </w:style>
  <w:style w:type="paragraph" w:customStyle="1" w:styleId="FA789AB2AC5A4D928D1041B0B9C50E3D">
    <w:name w:val="FA789AB2AC5A4D928D1041B0B9C50E3D"/>
    <w:rsid w:val="00A13932"/>
  </w:style>
  <w:style w:type="paragraph" w:customStyle="1" w:styleId="7F2F580B190C4C7A95AF10A0C83D949A">
    <w:name w:val="7F2F580B190C4C7A95AF10A0C83D949A"/>
    <w:rsid w:val="00A13932"/>
  </w:style>
  <w:style w:type="paragraph" w:customStyle="1" w:styleId="CAC2BBD45C5A461C8370AFFD89CAF426">
    <w:name w:val="CAC2BBD45C5A461C8370AFFD89CAF426"/>
    <w:rsid w:val="00A13932"/>
  </w:style>
  <w:style w:type="paragraph" w:customStyle="1" w:styleId="D3DAFD83594D4AE5ADCDEDF320D12E8A">
    <w:name w:val="D3DAFD83594D4AE5ADCDEDF320D12E8A"/>
    <w:rsid w:val="00A13932"/>
  </w:style>
  <w:style w:type="paragraph" w:customStyle="1" w:styleId="7852B324B14441038ADB3B0B3E56F156">
    <w:name w:val="7852B324B14441038ADB3B0B3E56F156"/>
    <w:rsid w:val="00A13932"/>
  </w:style>
  <w:style w:type="paragraph" w:customStyle="1" w:styleId="4482A3F4CE56435E9F4D922D2D644DC3">
    <w:name w:val="4482A3F4CE56435E9F4D922D2D644DC3"/>
    <w:rsid w:val="00A13932"/>
  </w:style>
  <w:style w:type="paragraph" w:customStyle="1" w:styleId="7BFC0C93BFFE45748313E0AFCCE7B0B1">
    <w:name w:val="7BFC0C93BFFE45748313E0AFCCE7B0B1"/>
    <w:rsid w:val="00A13932"/>
  </w:style>
  <w:style w:type="paragraph" w:customStyle="1" w:styleId="34189E89194F483AA761D60B0B291835">
    <w:name w:val="34189E89194F483AA761D60B0B291835"/>
    <w:rsid w:val="00A13932"/>
  </w:style>
  <w:style w:type="paragraph" w:customStyle="1" w:styleId="9B13134953974A0CB35D38F04B38E1E2">
    <w:name w:val="9B13134953974A0CB35D38F04B38E1E2"/>
    <w:rsid w:val="00A13932"/>
  </w:style>
  <w:style w:type="paragraph" w:customStyle="1" w:styleId="ADD5344C0BAB4243A7DF6139CBA34B61">
    <w:name w:val="ADD5344C0BAB4243A7DF6139CBA34B61"/>
    <w:rsid w:val="00A13932"/>
  </w:style>
  <w:style w:type="paragraph" w:customStyle="1" w:styleId="83CA3C878BFA46D3913022B7162A78FC">
    <w:name w:val="83CA3C878BFA46D3913022B7162A78FC"/>
    <w:rsid w:val="00A13932"/>
  </w:style>
  <w:style w:type="paragraph" w:customStyle="1" w:styleId="2D72F8E97F9F427A97E79E0BB22085C0">
    <w:name w:val="2D72F8E97F9F427A97E79E0BB22085C0"/>
    <w:rsid w:val="00A13932"/>
  </w:style>
  <w:style w:type="paragraph" w:customStyle="1" w:styleId="D4A26ED35C754214B4BD3B7E677A0950">
    <w:name w:val="D4A26ED35C754214B4BD3B7E677A0950"/>
    <w:rsid w:val="00A13932"/>
  </w:style>
  <w:style w:type="paragraph" w:customStyle="1" w:styleId="6CF6983D40BB41DBA9859DEDE968DD85">
    <w:name w:val="6CF6983D40BB41DBA9859DEDE968DD85"/>
    <w:rsid w:val="00A13932"/>
  </w:style>
  <w:style w:type="paragraph" w:customStyle="1" w:styleId="6E66A8C5D0AE414F81B98223AF9D353F">
    <w:name w:val="6E66A8C5D0AE414F81B98223AF9D353F"/>
    <w:rsid w:val="00A13932"/>
  </w:style>
  <w:style w:type="paragraph" w:customStyle="1" w:styleId="68AF9EA6F9044D7587B7D004CF4B5A77">
    <w:name w:val="68AF9EA6F9044D7587B7D004CF4B5A77"/>
    <w:rsid w:val="00A13932"/>
  </w:style>
  <w:style w:type="paragraph" w:customStyle="1" w:styleId="8780958EF9634097B4B1B0C9546A4B30">
    <w:name w:val="8780958EF9634097B4B1B0C9546A4B30"/>
    <w:rsid w:val="00A13932"/>
  </w:style>
  <w:style w:type="paragraph" w:customStyle="1" w:styleId="B4619E3ADC97433681E0DEDA933E56A8">
    <w:name w:val="B4619E3ADC97433681E0DEDA933E56A8"/>
    <w:rsid w:val="00A13932"/>
  </w:style>
  <w:style w:type="paragraph" w:customStyle="1" w:styleId="18BACFD683094F6E8D964FCB709E413A">
    <w:name w:val="18BACFD683094F6E8D964FCB709E413A"/>
    <w:rsid w:val="00A13932"/>
  </w:style>
  <w:style w:type="paragraph" w:customStyle="1" w:styleId="DEFFF438C0474AD4AE1E2F0D526827E4">
    <w:name w:val="DEFFF438C0474AD4AE1E2F0D526827E4"/>
    <w:rsid w:val="00A13932"/>
  </w:style>
  <w:style w:type="paragraph" w:customStyle="1" w:styleId="CAE8C608839542B79616D9AC3704BE39">
    <w:name w:val="CAE8C608839542B79616D9AC3704BE39"/>
    <w:rsid w:val="00A13932"/>
  </w:style>
  <w:style w:type="paragraph" w:customStyle="1" w:styleId="5901B33E1B7540DCA4F509F8FECB1F94">
    <w:name w:val="5901B33E1B7540DCA4F509F8FECB1F94"/>
    <w:rsid w:val="00A13932"/>
  </w:style>
  <w:style w:type="paragraph" w:customStyle="1" w:styleId="CEC6ADB496704C27B294A4087CC03EA6">
    <w:name w:val="CEC6ADB496704C27B294A4087CC03EA6"/>
    <w:rsid w:val="00A13932"/>
  </w:style>
  <w:style w:type="paragraph" w:customStyle="1" w:styleId="4E6D280D664345C0A8DD2801B4477B72">
    <w:name w:val="4E6D280D664345C0A8DD2801B4477B72"/>
    <w:rsid w:val="00A13932"/>
  </w:style>
  <w:style w:type="paragraph" w:customStyle="1" w:styleId="319C26F800834B45A2EEC8999311A3E5">
    <w:name w:val="319C26F800834B45A2EEC8999311A3E5"/>
    <w:rsid w:val="00A13932"/>
  </w:style>
  <w:style w:type="paragraph" w:customStyle="1" w:styleId="6B39D81CFC0B4B5C9B404421382EBF7D">
    <w:name w:val="6B39D81CFC0B4B5C9B404421382EBF7D"/>
    <w:rsid w:val="00A13932"/>
  </w:style>
  <w:style w:type="paragraph" w:customStyle="1" w:styleId="E57C0DE79C1247749E0276BE831BA07A">
    <w:name w:val="E57C0DE79C1247749E0276BE831BA07A"/>
    <w:rsid w:val="00A13932"/>
  </w:style>
  <w:style w:type="paragraph" w:customStyle="1" w:styleId="7FA16C7A805D4340AD1A3069A724D329">
    <w:name w:val="7FA16C7A805D4340AD1A3069A724D329"/>
    <w:rsid w:val="00A13932"/>
  </w:style>
  <w:style w:type="paragraph" w:customStyle="1" w:styleId="4C0902D8FB9D489CA438603FA0489032">
    <w:name w:val="4C0902D8FB9D489CA438603FA0489032"/>
    <w:rsid w:val="00A13932"/>
  </w:style>
  <w:style w:type="paragraph" w:customStyle="1" w:styleId="3EFFE3031DF648E79472E893642A7D5F">
    <w:name w:val="3EFFE3031DF648E79472E893642A7D5F"/>
    <w:rsid w:val="00A13932"/>
  </w:style>
  <w:style w:type="paragraph" w:customStyle="1" w:styleId="960F12BA450E49AEB61D6318EC12A3C1">
    <w:name w:val="960F12BA450E49AEB61D6318EC12A3C1"/>
    <w:rsid w:val="00A13932"/>
  </w:style>
  <w:style w:type="paragraph" w:customStyle="1" w:styleId="6B6B2226D23941F5A5ABC033A18A3588">
    <w:name w:val="6B6B2226D23941F5A5ABC033A18A3588"/>
    <w:rsid w:val="00A13932"/>
  </w:style>
  <w:style w:type="paragraph" w:customStyle="1" w:styleId="1083A57AB3644A479DFCC10956BAA301">
    <w:name w:val="1083A57AB3644A479DFCC10956BAA301"/>
    <w:rsid w:val="00A13932"/>
  </w:style>
  <w:style w:type="paragraph" w:customStyle="1" w:styleId="CC68EA8DDC1140FC9C93A6BE356C75EC">
    <w:name w:val="CC68EA8DDC1140FC9C93A6BE356C75EC"/>
    <w:rsid w:val="00A13932"/>
  </w:style>
  <w:style w:type="paragraph" w:customStyle="1" w:styleId="AF52EB6A34BC43F989C4AB63A6A49BED">
    <w:name w:val="AF52EB6A34BC43F989C4AB63A6A49BED"/>
    <w:rsid w:val="00A13932"/>
  </w:style>
  <w:style w:type="paragraph" w:customStyle="1" w:styleId="458B599EC0BE46CDBAE76E11D70A67A1">
    <w:name w:val="458B599EC0BE46CDBAE76E11D70A67A1"/>
    <w:rsid w:val="00A13932"/>
  </w:style>
  <w:style w:type="paragraph" w:customStyle="1" w:styleId="5065F98251AE4B20BC70D691E547B5B7">
    <w:name w:val="5065F98251AE4B20BC70D691E547B5B7"/>
    <w:rsid w:val="00A13932"/>
  </w:style>
  <w:style w:type="paragraph" w:customStyle="1" w:styleId="EBEC9FCFFA324C968BBCE50DC1EC403B">
    <w:name w:val="EBEC9FCFFA324C968BBCE50DC1EC403B"/>
    <w:rsid w:val="0066013F"/>
  </w:style>
  <w:style w:type="paragraph" w:customStyle="1" w:styleId="CD31678245BB4CD0999D296A13473BEC">
    <w:name w:val="CD31678245BB4CD0999D296A13473BEC"/>
    <w:rsid w:val="0066013F"/>
  </w:style>
  <w:style w:type="paragraph" w:customStyle="1" w:styleId="DDEAB5DCD1AB4E9486BB1B0FA6DD2F1F">
    <w:name w:val="DDEAB5DCD1AB4E9486BB1B0FA6DD2F1F"/>
    <w:rsid w:val="0066013F"/>
  </w:style>
  <w:style w:type="paragraph" w:customStyle="1" w:styleId="EB9E512EFF5A4BCCAE8C2FADB5558704">
    <w:name w:val="EB9E512EFF5A4BCCAE8C2FADB5558704"/>
    <w:rsid w:val="0066013F"/>
  </w:style>
  <w:style w:type="paragraph" w:customStyle="1" w:styleId="A9A31FB7DDB64746AF12ED8EB12E82E1">
    <w:name w:val="A9A31FB7DDB64746AF12ED8EB12E82E1"/>
    <w:rsid w:val="0066013F"/>
  </w:style>
  <w:style w:type="paragraph" w:customStyle="1" w:styleId="AF28FA39F81B41738F39842C1BFFFBDB">
    <w:name w:val="AF28FA39F81B41738F39842C1BFFFBDB"/>
    <w:rsid w:val="0066013F"/>
  </w:style>
  <w:style w:type="paragraph" w:customStyle="1" w:styleId="A869998CCCC04BEB9E6E75AFC236F9EC">
    <w:name w:val="A869998CCCC04BEB9E6E75AFC236F9EC"/>
    <w:rsid w:val="0066013F"/>
  </w:style>
  <w:style w:type="paragraph" w:customStyle="1" w:styleId="56529752E7914AF08E3EDD4C7F7356B4">
    <w:name w:val="56529752E7914AF08E3EDD4C7F7356B4"/>
    <w:rsid w:val="0066013F"/>
  </w:style>
  <w:style w:type="paragraph" w:customStyle="1" w:styleId="60C3F283D386426583FE6F2007017303">
    <w:name w:val="60C3F283D386426583FE6F2007017303"/>
    <w:rsid w:val="0066013F"/>
  </w:style>
  <w:style w:type="paragraph" w:customStyle="1" w:styleId="0014261BADEC4368A425158D6D74713B">
    <w:name w:val="0014261BADEC4368A425158D6D74713B"/>
    <w:rsid w:val="0066013F"/>
  </w:style>
  <w:style w:type="paragraph" w:customStyle="1" w:styleId="63639E903A9D48D08C6AB44E25440781">
    <w:name w:val="63639E903A9D48D08C6AB44E25440781"/>
    <w:rsid w:val="0066013F"/>
  </w:style>
  <w:style w:type="paragraph" w:customStyle="1" w:styleId="EEC0D71EDAE74A22983BC9C648BC8A56">
    <w:name w:val="EEC0D71EDAE74A22983BC9C648BC8A56"/>
    <w:rsid w:val="0066013F"/>
  </w:style>
  <w:style w:type="paragraph" w:customStyle="1" w:styleId="72393925107B47E7B0CE37840FEAE337">
    <w:name w:val="72393925107B47E7B0CE37840FEAE337"/>
    <w:rsid w:val="0066013F"/>
  </w:style>
  <w:style w:type="paragraph" w:customStyle="1" w:styleId="AF0CFA2B7EBD4175ACFA14F264729B23">
    <w:name w:val="AF0CFA2B7EBD4175ACFA14F264729B23"/>
    <w:rsid w:val="0066013F"/>
  </w:style>
  <w:style w:type="paragraph" w:customStyle="1" w:styleId="1407B9855C594FD89319D76503EDAD9A">
    <w:name w:val="1407B9855C594FD89319D76503EDAD9A"/>
    <w:rsid w:val="0066013F"/>
  </w:style>
  <w:style w:type="paragraph" w:customStyle="1" w:styleId="CB534BC422C3415AA35FC441928DA617">
    <w:name w:val="CB534BC422C3415AA35FC441928DA617"/>
    <w:rsid w:val="004664C5"/>
  </w:style>
  <w:style w:type="paragraph" w:customStyle="1" w:styleId="EA1C4C2B6FF9413799B4CFD4E0CE40B3">
    <w:name w:val="EA1C4C2B6FF9413799B4CFD4E0CE40B3"/>
    <w:rsid w:val="004664C5"/>
  </w:style>
  <w:style w:type="paragraph" w:customStyle="1" w:styleId="E3BF1856A7FC4F80BFBB3CD5E29E03AE">
    <w:name w:val="E3BF1856A7FC4F80BFBB3CD5E29E03AE"/>
    <w:rsid w:val="004664C5"/>
  </w:style>
  <w:style w:type="paragraph" w:customStyle="1" w:styleId="3B7E1FA67B2941DEA48012B27592CC88">
    <w:name w:val="3B7E1FA67B2941DEA48012B27592CC88"/>
    <w:rsid w:val="004664C5"/>
  </w:style>
  <w:style w:type="paragraph" w:customStyle="1" w:styleId="4DACD88243D547359914C8C3F054D44C">
    <w:name w:val="4DACD88243D547359914C8C3F054D44C"/>
    <w:rsid w:val="004664C5"/>
  </w:style>
  <w:style w:type="paragraph" w:customStyle="1" w:styleId="86D03380FDDD4F6C99A8BD8443A90A66">
    <w:name w:val="86D03380FDDD4F6C99A8BD8443A90A66"/>
    <w:rsid w:val="004664C5"/>
  </w:style>
  <w:style w:type="paragraph" w:customStyle="1" w:styleId="AA081F13611B46CC89D21550312B1E95">
    <w:name w:val="AA081F13611B46CC89D21550312B1E95"/>
    <w:rsid w:val="004664C5"/>
  </w:style>
  <w:style w:type="paragraph" w:customStyle="1" w:styleId="CDF640F08FC345C28BB88781013C6E64">
    <w:name w:val="CDF640F08FC345C28BB88781013C6E64"/>
    <w:rsid w:val="004664C5"/>
  </w:style>
  <w:style w:type="paragraph" w:customStyle="1" w:styleId="B5BB6DF3EA4C47458451EB7CCE99EE37">
    <w:name w:val="B5BB6DF3EA4C47458451EB7CCE99EE37"/>
    <w:rsid w:val="004664C5"/>
  </w:style>
  <w:style w:type="paragraph" w:customStyle="1" w:styleId="6C067C22E9A6448191AF6D9D9554367A">
    <w:name w:val="6C067C22E9A6448191AF6D9D9554367A"/>
    <w:rsid w:val="004664C5"/>
  </w:style>
  <w:style w:type="paragraph" w:customStyle="1" w:styleId="867424AFAA114684BC3DEEA8705699E1">
    <w:name w:val="867424AFAA114684BC3DEEA8705699E1"/>
    <w:rsid w:val="004664C5"/>
  </w:style>
  <w:style w:type="paragraph" w:customStyle="1" w:styleId="1C207B3439AD4E319AEB8FF143D8FCB5">
    <w:name w:val="1C207B3439AD4E319AEB8FF143D8FCB5"/>
    <w:rsid w:val="004664C5"/>
  </w:style>
  <w:style w:type="paragraph" w:customStyle="1" w:styleId="B731E8AC69A84E929F781E58528841D7">
    <w:name w:val="B731E8AC69A84E929F781E58528841D7"/>
    <w:rsid w:val="004664C5"/>
  </w:style>
  <w:style w:type="paragraph" w:customStyle="1" w:styleId="707EBC4E74E94DD98FD43BF660ACED85">
    <w:name w:val="707EBC4E74E94DD98FD43BF660ACED85"/>
    <w:rsid w:val="004664C5"/>
  </w:style>
  <w:style w:type="paragraph" w:customStyle="1" w:styleId="55841A01B0384F4B81D113A73EACF65D">
    <w:name w:val="55841A01B0384F4B81D113A73EACF65D"/>
    <w:rsid w:val="004664C5"/>
  </w:style>
  <w:style w:type="paragraph" w:customStyle="1" w:styleId="D1E7C6ECAD8E4C3BACDA90BBC41116C3">
    <w:name w:val="D1E7C6ECAD8E4C3BACDA90BBC41116C3"/>
    <w:rsid w:val="00591E01"/>
  </w:style>
  <w:style w:type="paragraph" w:customStyle="1" w:styleId="D89FA8FF09604C198DAAA93F6BEFAE7D">
    <w:name w:val="D89FA8FF09604C198DAAA93F6BEFAE7D"/>
    <w:rsid w:val="00591E01"/>
  </w:style>
  <w:style w:type="paragraph" w:customStyle="1" w:styleId="1A34C592FBD54F469FDF0BE5AB2E639C">
    <w:name w:val="1A34C592FBD54F469FDF0BE5AB2E639C"/>
    <w:rsid w:val="00591E01"/>
  </w:style>
  <w:style w:type="paragraph" w:customStyle="1" w:styleId="92C9ACA9632C422FBB4BE64A2B7BECF9">
    <w:name w:val="92C9ACA9632C422FBB4BE64A2B7BECF9"/>
    <w:rsid w:val="00591E01"/>
  </w:style>
  <w:style w:type="paragraph" w:customStyle="1" w:styleId="74197AB669C340CFB94C6913E82D759B">
    <w:name w:val="74197AB669C340CFB94C6913E82D759B"/>
    <w:rsid w:val="00591E01"/>
  </w:style>
  <w:style w:type="paragraph" w:customStyle="1" w:styleId="27A6F211783D4AE6AC3C9EAB62B11414">
    <w:name w:val="27A6F211783D4AE6AC3C9EAB62B11414"/>
    <w:rsid w:val="00591E01"/>
  </w:style>
  <w:style w:type="paragraph" w:customStyle="1" w:styleId="7810C1C7BD24428EBBA94CD9CEC1EA1B">
    <w:name w:val="7810C1C7BD24428EBBA94CD9CEC1EA1B"/>
    <w:rsid w:val="00591E01"/>
  </w:style>
  <w:style w:type="paragraph" w:customStyle="1" w:styleId="00855B0B92AA482185D8F2CA3BED8769">
    <w:name w:val="00855B0B92AA482185D8F2CA3BED8769"/>
    <w:rsid w:val="00591E01"/>
  </w:style>
  <w:style w:type="paragraph" w:customStyle="1" w:styleId="300E861694254A0F8C85D12512961A11">
    <w:name w:val="300E861694254A0F8C85D12512961A11"/>
    <w:rsid w:val="00591E01"/>
  </w:style>
  <w:style w:type="paragraph" w:customStyle="1" w:styleId="51B4C71CAC354D859139FD02EBB5C137">
    <w:name w:val="51B4C71CAC354D859139FD02EBB5C137"/>
    <w:rsid w:val="00591E01"/>
  </w:style>
  <w:style w:type="paragraph" w:customStyle="1" w:styleId="DAA038EC434449FD8DF59B22415CB6B1">
    <w:name w:val="DAA038EC434449FD8DF59B22415CB6B1"/>
    <w:rsid w:val="00591E01"/>
  </w:style>
  <w:style w:type="paragraph" w:customStyle="1" w:styleId="9D3816A9164B4F43BAD0C2F9F9DCECBC">
    <w:name w:val="9D3816A9164B4F43BAD0C2F9F9DCECBC"/>
    <w:rsid w:val="00591E01"/>
  </w:style>
  <w:style w:type="paragraph" w:customStyle="1" w:styleId="60453A9603624DE38002FEFDEC67F44F">
    <w:name w:val="60453A9603624DE38002FEFDEC67F44F"/>
    <w:rsid w:val="00591E01"/>
  </w:style>
  <w:style w:type="paragraph" w:customStyle="1" w:styleId="F9FCC0A8F769403BA90CD88C50DD6378">
    <w:name w:val="F9FCC0A8F769403BA90CD88C50DD6378"/>
    <w:rsid w:val="00591E01"/>
  </w:style>
  <w:style w:type="paragraph" w:customStyle="1" w:styleId="84FEDD1EE7BD4ED0A661E26F13EE9696">
    <w:name w:val="84FEDD1EE7BD4ED0A661E26F13EE9696"/>
    <w:rsid w:val="00591E01"/>
  </w:style>
  <w:style w:type="paragraph" w:customStyle="1" w:styleId="FFA0F71ACE124EC482C753DEE4DF0BAE">
    <w:name w:val="FFA0F71ACE124EC482C753DEE4DF0BAE"/>
    <w:rsid w:val="00591E01"/>
  </w:style>
  <w:style w:type="paragraph" w:customStyle="1" w:styleId="BD14A45AD78041BFBE6566CDA4AF9C23">
    <w:name w:val="BD14A45AD78041BFBE6566CDA4AF9C23"/>
    <w:rsid w:val="00591E01"/>
  </w:style>
  <w:style w:type="paragraph" w:customStyle="1" w:styleId="64108173CE964BD5A3B9FBBC0B0103AC">
    <w:name w:val="64108173CE964BD5A3B9FBBC0B0103AC"/>
    <w:rsid w:val="00591E01"/>
  </w:style>
  <w:style w:type="paragraph" w:customStyle="1" w:styleId="932221EE99074ED18CD2F0D50FC83441">
    <w:name w:val="932221EE99074ED18CD2F0D50FC83441"/>
    <w:rsid w:val="00591E01"/>
  </w:style>
  <w:style w:type="paragraph" w:customStyle="1" w:styleId="1D3B1BD339F24FC0973AD64F790D5195">
    <w:name w:val="1D3B1BD339F24FC0973AD64F790D5195"/>
    <w:rsid w:val="00591E01"/>
  </w:style>
  <w:style w:type="paragraph" w:customStyle="1" w:styleId="61FB22B563964E068FB968ECE8063E1D">
    <w:name w:val="61FB22B563964E068FB968ECE8063E1D"/>
    <w:rsid w:val="00591E01"/>
  </w:style>
  <w:style w:type="paragraph" w:customStyle="1" w:styleId="5E5DCDB6B64149B88C39FFDE911CF2E5">
    <w:name w:val="5E5DCDB6B64149B88C39FFDE911CF2E5"/>
    <w:rsid w:val="00591E01"/>
  </w:style>
  <w:style w:type="paragraph" w:customStyle="1" w:styleId="D3943C946CFC4FE7B0020E433E34FEBF">
    <w:name w:val="D3943C946CFC4FE7B0020E433E34FEBF"/>
    <w:rsid w:val="00591E01"/>
  </w:style>
  <w:style w:type="paragraph" w:customStyle="1" w:styleId="905864FB9799477A9E452B00A37619B2">
    <w:name w:val="905864FB9799477A9E452B00A37619B2"/>
    <w:rsid w:val="00591E01"/>
  </w:style>
  <w:style w:type="paragraph" w:customStyle="1" w:styleId="78712E8E1F66484FBC5F8A5A02210169">
    <w:name w:val="78712E8E1F66484FBC5F8A5A02210169"/>
    <w:rsid w:val="00591E01"/>
  </w:style>
  <w:style w:type="paragraph" w:customStyle="1" w:styleId="00B9E4081DCD4894BFD15B7FC2E5DE28">
    <w:name w:val="00B9E4081DCD4894BFD15B7FC2E5DE28"/>
    <w:rsid w:val="00591E01"/>
  </w:style>
  <w:style w:type="paragraph" w:customStyle="1" w:styleId="129937E7A4964361A12B827ADB2858B2">
    <w:name w:val="129937E7A4964361A12B827ADB2858B2"/>
    <w:rsid w:val="00591E01"/>
  </w:style>
  <w:style w:type="paragraph" w:customStyle="1" w:styleId="03F74381884D4D8B9FC2C7DDCA99BC28">
    <w:name w:val="03F74381884D4D8B9FC2C7DDCA99BC28"/>
    <w:rsid w:val="00591E01"/>
  </w:style>
  <w:style w:type="paragraph" w:customStyle="1" w:styleId="C9F13B2B560845B7983E33EA2FB3D8EE">
    <w:name w:val="C9F13B2B560845B7983E33EA2FB3D8EE"/>
    <w:rsid w:val="00591E01"/>
  </w:style>
  <w:style w:type="paragraph" w:customStyle="1" w:styleId="001284BC819546DEAFDA0003A0E7CFF2">
    <w:name w:val="001284BC819546DEAFDA0003A0E7CFF2"/>
    <w:rsid w:val="00591E01"/>
  </w:style>
  <w:style w:type="paragraph" w:customStyle="1" w:styleId="77ADCF6CF538412FBA75FF1318E259E6">
    <w:name w:val="77ADCF6CF538412FBA75FF1318E259E6"/>
    <w:rsid w:val="00591E01"/>
  </w:style>
  <w:style w:type="paragraph" w:customStyle="1" w:styleId="845C8F1BA58046D092607964F7365A8B">
    <w:name w:val="845C8F1BA58046D092607964F7365A8B"/>
    <w:rsid w:val="00591E01"/>
  </w:style>
  <w:style w:type="paragraph" w:customStyle="1" w:styleId="E22D5B4E258848A9BE5BBB71F4B9BA4C">
    <w:name w:val="E22D5B4E258848A9BE5BBB71F4B9BA4C"/>
    <w:rsid w:val="00591E01"/>
  </w:style>
  <w:style w:type="paragraph" w:customStyle="1" w:styleId="7C04A0460513418FBC5DA71277CEFE61">
    <w:name w:val="7C04A0460513418FBC5DA71277CEFE61"/>
    <w:rsid w:val="00591E01"/>
  </w:style>
  <w:style w:type="paragraph" w:customStyle="1" w:styleId="A2B5B3E0D6E94FE3B23A618742E3C9FE">
    <w:name w:val="A2B5B3E0D6E94FE3B23A618742E3C9FE"/>
    <w:rsid w:val="00591E01"/>
  </w:style>
  <w:style w:type="paragraph" w:customStyle="1" w:styleId="CA1E92FD520A4B6CA4B92B921A78A5BE">
    <w:name w:val="CA1E92FD520A4B6CA4B92B921A78A5BE"/>
    <w:rsid w:val="00591E01"/>
  </w:style>
  <w:style w:type="paragraph" w:customStyle="1" w:styleId="FA218F86CEB14609B5AAC7F386AE7132">
    <w:name w:val="FA218F86CEB14609B5AAC7F386AE7132"/>
    <w:rsid w:val="00591E01"/>
  </w:style>
  <w:style w:type="paragraph" w:customStyle="1" w:styleId="2ADB6FBAB81E4427B94834B7AA684799">
    <w:name w:val="2ADB6FBAB81E4427B94834B7AA684799"/>
    <w:rsid w:val="00591E01"/>
  </w:style>
  <w:style w:type="paragraph" w:customStyle="1" w:styleId="0F4448CE4B634F80A415562A8345A71B">
    <w:name w:val="0F4448CE4B634F80A415562A8345A71B"/>
    <w:rsid w:val="00591E01"/>
  </w:style>
  <w:style w:type="paragraph" w:customStyle="1" w:styleId="65A61286C33246579C84EFC7267C96A2">
    <w:name w:val="65A61286C33246579C84EFC7267C96A2"/>
    <w:rsid w:val="00591E01"/>
  </w:style>
  <w:style w:type="paragraph" w:customStyle="1" w:styleId="5A4E95A1DAB54F3F93C47474CDEC9DD6">
    <w:name w:val="5A4E95A1DAB54F3F93C47474CDEC9DD6"/>
    <w:rsid w:val="00591E01"/>
  </w:style>
  <w:style w:type="paragraph" w:customStyle="1" w:styleId="A44D71556F9F409BB2DE2D8481144CC6">
    <w:name w:val="A44D71556F9F409BB2DE2D8481144CC6"/>
    <w:rsid w:val="00591E01"/>
  </w:style>
  <w:style w:type="paragraph" w:customStyle="1" w:styleId="B6654CF820974527839032584E3E88F2">
    <w:name w:val="B6654CF820974527839032584E3E88F2"/>
    <w:rsid w:val="00591E01"/>
  </w:style>
  <w:style w:type="paragraph" w:customStyle="1" w:styleId="641CFF7EA4B74C67835A39FF61396976">
    <w:name w:val="641CFF7EA4B74C67835A39FF61396976"/>
    <w:rsid w:val="00591E01"/>
  </w:style>
  <w:style w:type="paragraph" w:customStyle="1" w:styleId="98B64542C5E949FCAD734E301FC9C271">
    <w:name w:val="98B64542C5E949FCAD734E301FC9C271"/>
    <w:rsid w:val="00591E01"/>
  </w:style>
  <w:style w:type="paragraph" w:customStyle="1" w:styleId="E67A9A6D8CC94568A1D521DC49ED3464">
    <w:name w:val="E67A9A6D8CC94568A1D521DC49ED3464"/>
    <w:rsid w:val="007C6BEF"/>
  </w:style>
  <w:style w:type="paragraph" w:customStyle="1" w:styleId="9DE212F06A97476A85F2243FB0B48DDB">
    <w:name w:val="9DE212F06A97476A85F2243FB0B48DDB"/>
    <w:rsid w:val="007C6BEF"/>
  </w:style>
  <w:style w:type="paragraph" w:customStyle="1" w:styleId="1456CB48996C4DF1B123A0E5F5AC0027">
    <w:name w:val="1456CB48996C4DF1B123A0E5F5AC0027"/>
    <w:rsid w:val="007C6BEF"/>
  </w:style>
  <w:style w:type="paragraph" w:customStyle="1" w:styleId="ECA1E6577D2146C8953D267879C489B7">
    <w:name w:val="ECA1E6577D2146C8953D267879C489B7"/>
    <w:rsid w:val="007C6BEF"/>
  </w:style>
  <w:style w:type="paragraph" w:customStyle="1" w:styleId="E3BA7F31C6264176992BF31963B5B5CF">
    <w:name w:val="E3BA7F31C6264176992BF31963B5B5CF"/>
    <w:rsid w:val="007C6BEF"/>
  </w:style>
  <w:style w:type="paragraph" w:customStyle="1" w:styleId="C0188412A0784D8CA447F4D1432921FA">
    <w:name w:val="C0188412A0784D8CA447F4D1432921FA"/>
    <w:rsid w:val="007C6BEF"/>
  </w:style>
  <w:style w:type="paragraph" w:customStyle="1" w:styleId="28CC14192A074A9F8FB41E9083946BCA">
    <w:name w:val="28CC14192A074A9F8FB41E9083946BCA"/>
    <w:rsid w:val="007C6BEF"/>
  </w:style>
  <w:style w:type="paragraph" w:customStyle="1" w:styleId="0FACA4A972BB46D99D26121104D1271D">
    <w:name w:val="0FACA4A972BB46D99D26121104D1271D"/>
    <w:rsid w:val="007C6BEF"/>
  </w:style>
  <w:style w:type="paragraph" w:customStyle="1" w:styleId="F54C9E55A85442D9958F869C6952EBC2">
    <w:name w:val="F54C9E55A85442D9958F869C6952EBC2"/>
    <w:rsid w:val="007C6BEF"/>
  </w:style>
  <w:style w:type="paragraph" w:customStyle="1" w:styleId="125D662E7BB44E6486082F4F336236C8">
    <w:name w:val="125D662E7BB44E6486082F4F336236C8"/>
    <w:rsid w:val="007C6BEF"/>
  </w:style>
  <w:style w:type="paragraph" w:customStyle="1" w:styleId="D5B60B53AF6949F6B191D6080B1B60A3">
    <w:name w:val="D5B60B53AF6949F6B191D6080B1B60A3"/>
    <w:rsid w:val="007C6BEF"/>
  </w:style>
  <w:style w:type="paragraph" w:customStyle="1" w:styleId="98679D2F4F8349FAB6578E9E235C8992">
    <w:name w:val="98679D2F4F8349FAB6578E9E235C8992"/>
    <w:rsid w:val="007C6BEF"/>
  </w:style>
  <w:style w:type="paragraph" w:customStyle="1" w:styleId="1D5540E8AC8E4B63A56D871EBC21AF22">
    <w:name w:val="1D5540E8AC8E4B63A56D871EBC21AF22"/>
    <w:rsid w:val="007C6BEF"/>
  </w:style>
  <w:style w:type="paragraph" w:customStyle="1" w:styleId="5474A7E804F746DA8C2BC43E366B9828">
    <w:name w:val="5474A7E804F746DA8C2BC43E366B9828"/>
    <w:rsid w:val="007C6BEF"/>
  </w:style>
  <w:style w:type="paragraph" w:customStyle="1" w:styleId="E6C93A786C2E441891D9FED18318F030">
    <w:name w:val="E6C93A786C2E441891D9FED18318F030"/>
    <w:rsid w:val="007C6BEF"/>
  </w:style>
  <w:style w:type="paragraph" w:customStyle="1" w:styleId="F0E7ABC309A341AA88716CFC8968FD77">
    <w:name w:val="F0E7ABC309A341AA88716CFC8968FD77"/>
    <w:rsid w:val="00963FA3"/>
  </w:style>
  <w:style w:type="paragraph" w:customStyle="1" w:styleId="CF319E9B84F2464E99BDDB8240E4BD37">
    <w:name w:val="CF319E9B84F2464E99BDDB8240E4BD37"/>
    <w:rsid w:val="00963FA3"/>
  </w:style>
  <w:style w:type="paragraph" w:customStyle="1" w:styleId="950BD1872AA34D9C8579E18B5A411D7D">
    <w:name w:val="950BD1872AA34D9C8579E18B5A411D7D"/>
    <w:rsid w:val="00963FA3"/>
  </w:style>
  <w:style w:type="paragraph" w:customStyle="1" w:styleId="0883BA6ED3524BE29ECBCFB6E07C1713">
    <w:name w:val="0883BA6ED3524BE29ECBCFB6E07C1713"/>
    <w:rsid w:val="00963FA3"/>
  </w:style>
  <w:style w:type="paragraph" w:customStyle="1" w:styleId="1EA7B3ED546C4290858FAFE623348674">
    <w:name w:val="1EA7B3ED546C4290858FAFE623348674"/>
    <w:rsid w:val="00963FA3"/>
  </w:style>
  <w:style w:type="paragraph" w:customStyle="1" w:styleId="4750252936304619A6768262FAA37DAE">
    <w:name w:val="4750252936304619A6768262FAA37DAE"/>
    <w:rsid w:val="00963FA3"/>
  </w:style>
  <w:style w:type="paragraph" w:customStyle="1" w:styleId="84A5CA3DBF0A4A519960E666F3777B6C">
    <w:name w:val="84A5CA3DBF0A4A519960E666F3777B6C"/>
    <w:rsid w:val="00963FA3"/>
  </w:style>
  <w:style w:type="paragraph" w:customStyle="1" w:styleId="DBCC6108F80B4F518641178EBDD22912">
    <w:name w:val="DBCC6108F80B4F518641178EBDD22912"/>
    <w:rsid w:val="00963FA3"/>
  </w:style>
  <w:style w:type="paragraph" w:customStyle="1" w:styleId="1E3C11B2865F4ECBA2ED44E37D9D0419">
    <w:name w:val="1E3C11B2865F4ECBA2ED44E37D9D0419"/>
    <w:rsid w:val="00963FA3"/>
  </w:style>
  <w:style w:type="paragraph" w:customStyle="1" w:styleId="6C7924B8794544BF99A7BCC0F13BC104">
    <w:name w:val="6C7924B8794544BF99A7BCC0F13BC104"/>
    <w:rsid w:val="00963FA3"/>
  </w:style>
  <w:style w:type="paragraph" w:customStyle="1" w:styleId="1BCD3A4076F642F9AA7A295828C87B4A">
    <w:name w:val="1BCD3A4076F642F9AA7A295828C87B4A"/>
    <w:rsid w:val="00963FA3"/>
  </w:style>
  <w:style w:type="paragraph" w:customStyle="1" w:styleId="C100AEC16AF349B6B008B47470F0CA94">
    <w:name w:val="C100AEC16AF349B6B008B47470F0CA94"/>
    <w:rsid w:val="00963FA3"/>
  </w:style>
  <w:style w:type="paragraph" w:customStyle="1" w:styleId="EFF527876DED409B98F259B000F8AA99">
    <w:name w:val="EFF527876DED409B98F259B000F8AA99"/>
    <w:rsid w:val="00963FA3"/>
  </w:style>
  <w:style w:type="paragraph" w:customStyle="1" w:styleId="B70D638B2E9345D180BAAB7CE3E3343F">
    <w:name w:val="B70D638B2E9345D180BAAB7CE3E3343F"/>
    <w:rsid w:val="00963FA3"/>
  </w:style>
  <w:style w:type="paragraph" w:customStyle="1" w:styleId="17D2F09169D246928BD3A8323AE65AF7">
    <w:name w:val="17D2F09169D246928BD3A8323AE65AF7"/>
    <w:rsid w:val="00963FA3"/>
  </w:style>
  <w:style w:type="paragraph" w:customStyle="1" w:styleId="0EC87C5CF7814BFA88FEA669D503B594">
    <w:name w:val="0EC87C5CF7814BFA88FEA669D503B594"/>
    <w:rsid w:val="005F2F36"/>
  </w:style>
  <w:style w:type="paragraph" w:customStyle="1" w:styleId="6ABD68B3965142488B2786E912C5F56D">
    <w:name w:val="6ABD68B3965142488B2786E912C5F56D"/>
    <w:rsid w:val="005F2F36"/>
  </w:style>
  <w:style w:type="paragraph" w:customStyle="1" w:styleId="30C1629BE2F94D71AF1B636D073F2BFB">
    <w:name w:val="30C1629BE2F94D71AF1B636D073F2BFB"/>
    <w:rsid w:val="005F2F36"/>
  </w:style>
  <w:style w:type="paragraph" w:customStyle="1" w:styleId="E074D7F909F34ABDABC1FE7B9AD05523">
    <w:name w:val="E074D7F909F34ABDABC1FE7B9AD05523"/>
    <w:rsid w:val="005F2F36"/>
  </w:style>
  <w:style w:type="paragraph" w:customStyle="1" w:styleId="6AF188EC94914F27A45C2AD99874A0B0">
    <w:name w:val="6AF188EC94914F27A45C2AD99874A0B0"/>
    <w:rsid w:val="005F2F36"/>
  </w:style>
  <w:style w:type="paragraph" w:customStyle="1" w:styleId="E117371637E24B37AA584907E6577EC7">
    <w:name w:val="E117371637E24B37AA584907E6577EC7"/>
    <w:rsid w:val="005F2F36"/>
  </w:style>
  <w:style w:type="paragraph" w:customStyle="1" w:styleId="C39BDD2921284994BB842D7534FF82D0">
    <w:name w:val="C39BDD2921284994BB842D7534FF82D0"/>
    <w:rsid w:val="005F2F36"/>
  </w:style>
  <w:style w:type="paragraph" w:customStyle="1" w:styleId="14104895E3ED477EA8E425E5CC805E1A">
    <w:name w:val="14104895E3ED477EA8E425E5CC805E1A"/>
    <w:rsid w:val="005F2F36"/>
  </w:style>
  <w:style w:type="paragraph" w:customStyle="1" w:styleId="85E7E03A347F4F7EAA0186002DE3262F">
    <w:name w:val="85E7E03A347F4F7EAA0186002DE3262F"/>
    <w:rsid w:val="005F2F36"/>
  </w:style>
  <w:style w:type="paragraph" w:customStyle="1" w:styleId="52E23D546B6A4275BCBB0BA03B2C06D5">
    <w:name w:val="52E23D546B6A4275BCBB0BA03B2C06D5"/>
    <w:rsid w:val="005F2F36"/>
  </w:style>
  <w:style w:type="paragraph" w:customStyle="1" w:styleId="E4B3A208875146A3A95243F552F5EC30">
    <w:name w:val="E4B3A208875146A3A95243F552F5EC30"/>
    <w:rsid w:val="005F2F36"/>
  </w:style>
  <w:style w:type="paragraph" w:customStyle="1" w:styleId="0608B1C8DE6248BE96BC928965378019">
    <w:name w:val="0608B1C8DE6248BE96BC928965378019"/>
    <w:rsid w:val="005F2F36"/>
  </w:style>
  <w:style w:type="paragraph" w:customStyle="1" w:styleId="A1DE285CB7294D61B98D371291D7972F">
    <w:name w:val="A1DE285CB7294D61B98D371291D7972F"/>
    <w:rsid w:val="005F2F36"/>
  </w:style>
  <w:style w:type="paragraph" w:customStyle="1" w:styleId="A439FF9D3FA844AE8A7B3F69FAC87284">
    <w:name w:val="A439FF9D3FA844AE8A7B3F69FAC87284"/>
    <w:rsid w:val="005F2F36"/>
  </w:style>
  <w:style w:type="paragraph" w:customStyle="1" w:styleId="1DD786C78717408FA0A55C35DF85B1CC">
    <w:name w:val="1DD786C78717408FA0A55C35DF85B1CC"/>
    <w:rsid w:val="005F2F36"/>
  </w:style>
  <w:style w:type="paragraph" w:customStyle="1" w:styleId="66CAF02B6A6A44B0BB4F8EE859E872AD">
    <w:name w:val="66CAF02B6A6A44B0BB4F8EE859E872AD"/>
    <w:rsid w:val="001353DF"/>
  </w:style>
  <w:style w:type="paragraph" w:customStyle="1" w:styleId="E30FAB8DC0C74E5CBAD5C95F544610FD">
    <w:name w:val="E30FAB8DC0C74E5CBAD5C95F544610FD"/>
    <w:rsid w:val="001353DF"/>
  </w:style>
  <w:style w:type="paragraph" w:customStyle="1" w:styleId="DFA2D6B0A246488696F5B7D61B6564D8">
    <w:name w:val="DFA2D6B0A246488696F5B7D61B6564D8"/>
    <w:rsid w:val="001353DF"/>
  </w:style>
  <w:style w:type="paragraph" w:customStyle="1" w:styleId="9EDD0C9CA3D2415E9C5A57762196E862">
    <w:name w:val="9EDD0C9CA3D2415E9C5A57762196E862"/>
    <w:rsid w:val="001353DF"/>
  </w:style>
  <w:style w:type="paragraph" w:customStyle="1" w:styleId="BB54C8178FF3419DBEED33DF15763148">
    <w:name w:val="BB54C8178FF3419DBEED33DF15763148"/>
    <w:rsid w:val="001353DF"/>
  </w:style>
  <w:style w:type="paragraph" w:customStyle="1" w:styleId="0635F6FDE81D4C6B879A118318CAD730">
    <w:name w:val="0635F6FDE81D4C6B879A118318CAD730"/>
    <w:rsid w:val="001353DF"/>
  </w:style>
  <w:style w:type="paragraph" w:customStyle="1" w:styleId="803B38BFC8394F89878D93F896A54078">
    <w:name w:val="803B38BFC8394F89878D93F896A54078"/>
    <w:rsid w:val="001353DF"/>
  </w:style>
  <w:style w:type="paragraph" w:customStyle="1" w:styleId="EF4DD6DB054347758364DBDFE24E304F">
    <w:name w:val="EF4DD6DB054347758364DBDFE24E304F"/>
    <w:rsid w:val="001353DF"/>
  </w:style>
  <w:style w:type="paragraph" w:customStyle="1" w:styleId="5EE654897D654DC88651787A54EBE5E6">
    <w:name w:val="5EE654897D654DC88651787A54EBE5E6"/>
    <w:rsid w:val="001353DF"/>
  </w:style>
  <w:style w:type="paragraph" w:customStyle="1" w:styleId="805FED11000B48BF940A3511FF5FE69A">
    <w:name w:val="805FED11000B48BF940A3511FF5FE69A"/>
    <w:rsid w:val="001353DF"/>
  </w:style>
  <w:style w:type="paragraph" w:customStyle="1" w:styleId="A3FA44B546534C23992F125BCA8DB195">
    <w:name w:val="A3FA44B546534C23992F125BCA8DB195"/>
    <w:rsid w:val="001353DF"/>
  </w:style>
  <w:style w:type="paragraph" w:customStyle="1" w:styleId="C3EC15D5EE644C2681D2824B35DE0147">
    <w:name w:val="C3EC15D5EE644C2681D2824B35DE0147"/>
    <w:rsid w:val="001353DF"/>
  </w:style>
  <w:style w:type="paragraph" w:customStyle="1" w:styleId="61A56E80D2304C5A9364CCA1B9FCD02E">
    <w:name w:val="61A56E80D2304C5A9364CCA1B9FCD02E"/>
    <w:rsid w:val="001353DF"/>
  </w:style>
  <w:style w:type="paragraph" w:customStyle="1" w:styleId="244B056E814A4932B59D9C6A059A73E4">
    <w:name w:val="244B056E814A4932B59D9C6A059A73E4"/>
    <w:rsid w:val="001353DF"/>
  </w:style>
  <w:style w:type="paragraph" w:customStyle="1" w:styleId="A00EBA003EA046ECBA889FB2986C9FA7">
    <w:name w:val="A00EBA003EA046ECBA889FB2986C9FA7"/>
    <w:rsid w:val="001353DF"/>
  </w:style>
  <w:style w:type="paragraph" w:customStyle="1" w:styleId="41BC350B7BC449BF95AE5EE2C2A938EF">
    <w:name w:val="41BC350B7BC449BF95AE5EE2C2A938EF"/>
    <w:rsid w:val="001353DF"/>
  </w:style>
  <w:style w:type="paragraph" w:customStyle="1" w:styleId="AB8731EE3E284AD8BD1F624DD9CDA480">
    <w:name w:val="AB8731EE3E284AD8BD1F624DD9CDA480"/>
    <w:rsid w:val="001353DF"/>
  </w:style>
  <w:style w:type="paragraph" w:customStyle="1" w:styleId="69260403093345B0858200A8949EB06E">
    <w:name w:val="69260403093345B0858200A8949EB06E"/>
    <w:rsid w:val="001353DF"/>
  </w:style>
  <w:style w:type="paragraph" w:customStyle="1" w:styleId="B70C88ACB2ED4BE4ACAC4EF762429BCB">
    <w:name w:val="B70C88ACB2ED4BE4ACAC4EF762429BCB"/>
    <w:rsid w:val="001353DF"/>
  </w:style>
  <w:style w:type="paragraph" w:customStyle="1" w:styleId="5D16EB04510F4C8F9EF127D56522B60E">
    <w:name w:val="5D16EB04510F4C8F9EF127D56522B60E"/>
    <w:rsid w:val="001353DF"/>
  </w:style>
  <w:style w:type="paragraph" w:customStyle="1" w:styleId="C442F9BD8B484280ABDC8EE0C6CEA529">
    <w:name w:val="C442F9BD8B484280ABDC8EE0C6CEA529"/>
    <w:rsid w:val="001353DF"/>
  </w:style>
  <w:style w:type="paragraph" w:customStyle="1" w:styleId="74A8CB9542834111A035846A8710F29C">
    <w:name w:val="74A8CB9542834111A035846A8710F29C"/>
    <w:rsid w:val="001353DF"/>
  </w:style>
  <w:style w:type="paragraph" w:customStyle="1" w:styleId="51DF0539ADD04F50A45E10B56FADDCAA">
    <w:name w:val="51DF0539ADD04F50A45E10B56FADDCAA"/>
    <w:rsid w:val="001353DF"/>
  </w:style>
  <w:style w:type="paragraph" w:customStyle="1" w:styleId="67C6E450375F4A19BF2C3421F62F8A55">
    <w:name w:val="67C6E450375F4A19BF2C3421F62F8A55"/>
    <w:rsid w:val="001353DF"/>
  </w:style>
  <w:style w:type="paragraph" w:customStyle="1" w:styleId="C8A517623FE749DB8673DB63692AD4C5">
    <w:name w:val="C8A517623FE749DB8673DB63692AD4C5"/>
    <w:rsid w:val="001353DF"/>
  </w:style>
  <w:style w:type="paragraph" w:customStyle="1" w:styleId="7BEBDA1D62864A408645934FD96798B1">
    <w:name w:val="7BEBDA1D62864A408645934FD96798B1"/>
    <w:rsid w:val="001353DF"/>
  </w:style>
  <w:style w:type="paragraph" w:customStyle="1" w:styleId="137B47D0C4324DB384D636D2990CC86A">
    <w:name w:val="137B47D0C4324DB384D636D2990CC86A"/>
    <w:rsid w:val="001353DF"/>
  </w:style>
  <w:style w:type="paragraph" w:customStyle="1" w:styleId="7989996321D644A28CEB749942D9CB42">
    <w:name w:val="7989996321D644A28CEB749942D9CB42"/>
    <w:rsid w:val="001353DF"/>
  </w:style>
  <w:style w:type="paragraph" w:customStyle="1" w:styleId="37E6740D4634408CA683C392F7A9A25F">
    <w:name w:val="37E6740D4634408CA683C392F7A9A25F"/>
    <w:rsid w:val="001353DF"/>
  </w:style>
  <w:style w:type="paragraph" w:customStyle="1" w:styleId="A18864016B30402DB52AC0903F58F2DE">
    <w:name w:val="A18864016B30402DB52AC0903F58F2DE"/>
    <w:rsid w:val="001353DF"/>
  </w:style>
  <w:style w:type="paragraph" w:customStyle="1" w:styleId="29F635B0D3C74B6B8B5F45EB5085B496">
    <w:name w:val="29F635B0D3C74B6B8B5F45EB5085B496"/>
    <w:rsid w:val="001353DF"/>
  </w:style>
  <w:style w:type="paragraph" w:customStyle="1" w:styleId="5F05202729C2425F81D78552FF0A87CD">
    <w:name w:val="5F05202729C2425F81D78552FF0A87CD"/>
    <w:rsid w:val="001353DF"/>
  </w:style>
  <w:style w:type="paragraph" w:customStyle="1" w:styleId="74911FEFBC8348FF8925E365F05E21B4">
    <w:name w:val="74911FEFBC8348FF8925E365F05E21B4"/>
    <w:rsid w:val="001353DF"/>
  </w:style>
  <w:style w:type="paragraph" w:customStyle="1" w:styleId="2CF0C8B29E7C47A884E0BFEC48E6050D">
    <w:name w:val="2CF0C8B29E7C47A884E0BFEC48E6050D"/>
    <w:rsid w:val="001353DF"/>
  </w:style>
  <w:style w:type="paragraph" w:customStyle="1" w:styleId="62924BB517F44033946463F8147ADA0A">
    <w:name w:val="62924BB517F44033946463F8147ADA0A"/>
    <w:rsid w:val="001353DF"/>
  </w:style>
  <w:style w:type="paragraph" w:customStyle="1" w:styleId="336D2DF47F2B4F5A929707F1BA0F76C2">
    <w:name w:val="336D2DF47F2B4F5A929707F1BA0F76C2"/>
    <w:rsid w:val="001353DF"/>
  </w:style>
  <w:style w:type="paragraph" w:customStyle="1" w:styleId="35C695237BC240D498A2154623E0A29A">
    <w:name w:val="35C695237BC240D498A2154623E0A29A"/>
    <w:rsid w:val="001353DF"/>
  </w:style>
  <w:style w:type="paragraph" w:customStyle="1" w:styleId="20E29F3D3CFC4BB7A90F6E85F726C307">
    <w:name w:val="20E29F3D3CFC4BB7A90F6E85F726C307"/>
    <w:rsid w:val="001353DF"/>
  </w:style>
  <w:style w:type="paragraph" w:customStyle="1" w:styleId="258E1478471F409185C7E999FB3BFEDA">
    <w:name w:val="258E1478471F409185C7E999FB3BFEDA"/>
    <w:rsid w:val="001353DF"/>
  </w:style>
  <w:style w:type="paragraph" w:customStyle="1" w:styleId="D924E8861FCB43FFA1C5EE6CAFC19762">
    <w:name w:val="D924E8861FCB43FFA1C5EE6CAFC19762"/>
    <w:rsid w:val="001353DF"/>
  </w:style>
  <w:style w:type="paragraph" w:customStyle="1" w:styleId="CEA094C45CBB4B80BD1C7D651A214369">
    <w:name w:val="CEA094C45CBB4B80BD1C7D651A214369"/>
    <w:rsid w:val="001353DF"/>
  </w:style>
  <w:style w:type="paragraph" w:customStyle="1" w:styleId="21F7ABC9691148CD87DF7F7583264127">
    <w:name w:val="21F7ABC9691148CD87DF7F7583264127"/>
    <w:rsid w:val="001353DF"/>
  </w:style>
  <w:style w:type="paragraph" w:customStyle="1" w:styleId="BA2B50C2402E4296B1FDC21803FD8341">
    <w:name w:val="BA2B50C2402E4296B1FDC21803FD8341"/>
    <w:rsid w:val="001353DF"/>
  </w:style>
  <w:style w:type="paragraph" w:customStyle="1" w:styleId="3F47230936EF4484B665AAC18CBC34E7">
    <w:name w:val="3F47230936EF4484B665AAC18CBC34E7"/>
    <w:rsid w:val="001353DF"/>
  </w:style>
  <w:style w:type="paragraph" w:customStyle="1" w:styleId="BB2AF996DFC44FA2BCEAF5DF926E9D7D">
    <w:name w:val="BB2AF996DFC44FA2BCEAF5DF926E9D7D"/>
    <w:rsid w:val="001353DF"/>
  </w:style>
  <w:style w:type="paragraph" w:customStyle="1" w:styleId="5E352BF7536B442FBAEF8BA8581121BF">
    <w:name w:val="5E352BF7536B442FBAEF8BA8581121BF"/>
    <w:rsid w:val="001353DF"/>
  </w:style>
  <w:style w:type="paragraph" w:customStyle="1" w:styleId="C5DB1AEC8EDB433EB2A3679F1E7CF6F8">
    <w:name w:val="C5DB1AEC8EDB433EB2A3679F1E7CF6F8"/>
    <w:rsid w:val="001353DF"/>
  </w:style>
  <w:style w:type="paragraph" w:customStyle="1" w:styleId="59DC24011D7F470F83E64295DBC7E0F0">
    <w:name w:val="59DC24011D7F470F83E64295DBC7E0F0"/>
    <w:rsid w:val="001353DF"/>
  </w:style>
  <w:style w:type="paragraph" w:customStyle="1" w:styleId="34F0FEE7222040AA9C5CEC0507A16F46">
    <w:name w:val="34F0FEE7222040AA9C5CEC0507A16F46"/>
    <w:rsid w:val="001353DF"/>
  </w:style>
  <w:style w:type="paragraph" w:customStyle="1" w:styleId="6C9DF03A8E3D4A25B08617D84048E8F6">
    <w:name w:val="6C9DF03A8E3D4A25B08617D84048E8F6"/>
    <w:rsid w:val="001353DF"/>
  </w:style>
  <w:style w:type="paragraph" w:customStyle="1" w:styleId="694E6612B9884867B33C4023BA8838C8">
    <w:name w:val="694E6612B9884867B33C4023BA8838C8"/>
    <w:rsid w:val="001353DF"/>
  </w:style>
  <w:style w:type="paragraph" w:customStyle="1" w:styleId="4D4BB2C46D134B939E7DAC1BFD248C6A">
    <w:name w:val="4D4BB2C46D134B939E7DAC1BFD248C6A"/>
    <w:rsid w:val="001353DF"/>
  </w:style>
  <w:style w:type="paragraph" w:customStyle="1" w:styleId="DF203519D25F46E9B30A3E95F06322C9">
    <w:name w:val="DF203519D25F46E9B30A3E95F06322C9"/>
    <w:rsid w:val="001353DF"/>
  </w:style>
  <w:style w:type="paragraph" w:customStyle="1" w:styleId="1FEA1A3BC6924280A388450821BC48A7">
    <w:name w:val="1FEA1A3BC6924280A388450821BC48A7"/>
    <w:rsid w:val="001353DF"/>
  </w:style>
  <w:style w:type="paragraph" w:customStyle="1" w:styleId="D48AC763F03847C0A8BAC4DBC5E21002">
    <w:name w:val="D48AC763F03847C0A8BAC4DBC5E21002"/>
    <w:rsid w:val="001353DF"/>
  </w:style>
  <w:style w:type="paragraph" w:customStyle="1" w:styleId="8867081D3FF14CAD824C68451D951931">
    <w:name w:val="8867081D3FF14CAD824C68451D951931"/>
    <w:rsid w:val="001353DF"/>
  </w:style>
  <w:style w:type="paragraph" w:customStyle="1" w:styleId="95CB672B8C294A19B5804FAF57D37420">
    <w:name w:val="95CB672B8C294A19B5804FAF57D37420"/>
    <w:rsid w:val="001353DF"/>
  </w:style>
  <w:style w:type="paragraph" w:customStyle="1" w:styleId="F3AFAC9F30F14B19AF2BBA5E8F374371">
    <w:name w:val="F3AFAC9F30F14B19AF2BBA5E8F374371"/>
    <w:rsid w:val="001353DF"/>
  </w:style>
  <w:style w:type="paragraph" w:customStyle="1" w:styleId="779114DE017A470C86AD57F7B38EFCE5">
    <w:name w:val="779114DE017A470C86AD57F7B38EFCE5"/>
    <w:rsid w:val="001353DF"/>
  </w:style>
  <w:style w:type="paragraph" w:customStyle="1" w:styleId="098C3CB530A54967A537EC7511876257">
    <w:name w:val="098C3CB530A54967A537EC7511876257"/>
    <w:rsid w:val="001353DF"/>
  </w:style>
  <w:style w:type="paragraph" w:customStyle="1" w:styleId="967F358222EB426D8FDD96DEA77B7D05">
    <w:name w:val="967F358222EB426D8FDD96DEA77B7D05"/>
    <w:rsid w:val="001353DF"/>
  </w:style>
  <w:style w:type="paragraph" w:customStyle="1" w:styleId="F7DC9DA5BB114D96915F88A7BDB0CD18">
    <w:name w:val="F7DC9DA5BB114D96915F88A7BDB0CD18"/>
    <w:rsid w:val="001353DF"/>
  </w:style>
  <w:style w:type="paragraph" w:customStyle="1" w:styleId="7B5D6247A8994289AEA868D1438D453B">
    <w:name w:val="7B5D6247A8994289AEA868D1438D453B"/>
    <w:rsid w:val="001353DF"/>
  </w:style>
  <w:style w:type="paragraph" w:customStyle="1" w:styleId="D396D99817194577B66BA8E7AF82A637">
    <w:name w:val="D396D99817194577B66BA8E7AF82A637"/>
    <w:rsid w:val="001353DF"/>
  </w:style>
  <w:style w:type="paragraph" w:customStyle="1" w:styleId="2AF4C5276FC94057AC5740225089FA2D">
    <w:name w:val="2AF4C5276FC94057AC5740225089FA2D"/>
    <w:rsid w:val="001353DF"/>
  </w:style>
  <w:style w:type="paragraph" w:customStyle="1" w:styleId="95E21698969549B98A6CAFA85B39A3A6">
    <w:name w:val="95E21698969549B98A6CAFA85B39A3A6"/>
    <w:rsid w:val="001353DF"/>
  </w:style>
  <w:style w:type="paragraph" w:customStyle="1" w:styleId="15A55B1721144358A7EC6600E21AD882">
    <w:name w:val="15A55B1721144358A7EC6600E21AD882"/>
    <w:rsid w:val="001353DF"/>
  </w:style>
  <w:style w:type="paragraph" w:customStyle="1" w:styleId="2F3F88F2DE4F4645BFA9F1AB1E0554D7">
    <w:name w:val="2F3F88F2DE4F4645BFA9F1AB1E0554D7"/>
    <w:rsid w:val="001353DF"/>
  </w:style>
  <w:style w:type="paragraph" w:customStyle="1" w:styleId="9F9AEAC53D914E4EA323B4DED014AF52">
    <w:name w:val="9F9AEAC53D914E4EA323B4DED014AF52"/>
    <w:rsid w:val="001353DF"/>
  </w:style>
  <w:style w:type="paragraph" w:customStyle="1" w:styleId="360D155F7DF240DB8932352346BDF4E0">
    <w:name w:val="360D155F7DF240DB8932352346BDF4E0"/>
    <w:rsid w:val="001353DF"/>
  </w:style>
  <w:style w:type="paragraph" w:customStyle="1" w:styleId="37B2DC2915F64A99AFF136DECD29805D">
    <w:name w:val="37B2DC2915F64A99AFF136DECD29805D"/>
    <w:rsid w:val="001353DF"/>
  </w:style>
  <w:style w:type="paragraph" w:customStyle="1" w:styleId="92663E25B06B4DCFBF53B8F902925B54">
    <w:name w:val="92663E25B06B4DCFBF53B8F902925B54"/>
    <w:rsid w:val="001353DF"/>
  </w:style>
  <w:style w:type="paragraph" w:customStyle="1" w:styleId="014B3F664745458E9255AD8B11186615">
    <w:name w:val="014B3F664745458E9255AD8B11186615"/>
    <w:rsid w:val="001353DF"/>
  </w:style>
  <w:style w:type="paragraph" w:customStyle="1" w:styleId="92D5FA4661B94AD4896467FC055C58A1">
    <w:name w:val="92D5FA4661B94AD4896467FC055C58A1"/>
    <w:rsid w:val="001353DF"/>
  </w:style>
  <w:style w:type="paragraph" w:customStyle="1" w:styleId="0A88DD0210E346C6883916EFC4DF1C45">
    <w:name w:val="0A88DD0210E346C6883916EFC4DF1C45"/>
    <w:rsid w:val="001353DF"/>
  </w:style>
  <w:style w:type="paragraph" w:customStyle="1" w:styleId="7810AA6564CA47E8A679583A340512A4">
    <w:name w:val="7810AA6564CA47E8A679583A340512A4"/>
    <w:rsid w:val="001353DF"/>
  </w:style>
  <w:style w:type="paragraph" w:customStyle="1" w:styleId="BA014BD466544EA38AE05E271D56B556">
    <w:name w:val="BA014BD466544EA38AE05E271D56B556"/>
    <w:rsid w:val="001353DF"/>
  </w:style>
  <w:style w:type="paragraph" w:customStyle="1" w:styleId="4AC92C2ACC9F4D6AA2FED724BE997B4C">
    <w:name w:val="4AC92C2ACC9F4D6AA2FED724BE997B4C"/>
    <w:rsid w:val="001353DF"/>
  </w:style>
  <w:style w:type="paragraph" w:customStyle="1" w:styleId="6BEBA79C55BC4E67858596D52D0A2BEE">
    <w:name w:val="6BEBA79C55BC4E67858596D52D0A2BEE"/>
    <w:rsid w:val="001353DF"/>
  </w:style>
  <w:style w:type="paragraph" w:customStyle="1" w:styleId="8D8ADD0ABD7743F5B66BB998E00CD301">
    <w:name w:val="8D8ADD0ABD7743F5B66BB998E00CD301"/>
    <w:rsid w:val="001353DF"/>
  </w:style>
  <w:style w:type="paragraph" w:customStyle="1" w:styleId="5453331A1F09452B9CBA61231788E9C3">
    <w:name w:val="5453331A1F09452B9CBA61231788E9C3"/>
    <w:rsid w:val="001353DF"/>
  </w:style>
  <w:style w:type="paragraph" w:customStyle="1" w:styleId="D889AA67D5B04C9BA9F5880744786215">
    <w:name w:val="D889AA67D5B04C9BA9F5880744786215"/>
    <w:rsid w:val="001353DF"/>
  </w:style>
  <w:style w:type="paragraph" w:customStyle="1" w:styleId="FB1C36081A614D908F05947E1A97ABA7">
    <w:name w:val="FB1C36081A614D908F05947E1A97ABA7"/>
    <w:rsid w:val="001353DF"/>
  </w:style>
  <w:style w:type="paragraph" w:customStyle="1" w:styleId="E54086DECE384A1F92082396B1821B1E">
    <w:name w:val="E54086DECE384A1F92082396B1821B1E"/>
    <w:rsid w:val="001353DF"/>
  </w:style>
  <w:style w:type="paragraph" w:customStyle="1" w:styleId="6BD57B8F2164460D9893F47D038C42AD">
    <w:name w:val="6BD57B8F2164460D9893F47D038C42AD"/>
    <w:rsid w:val="001353DF"/>
  </w:style>
  <w:style w:type="paragraph" w:customStyle="1" w:styleId="8AB1BA27DDBD453DBA7BDF3C9AD4679F">
    <w:name w:val="8AB1BA27DDBD453DBA7BDF3C9AD4679F"/>
    <w:rsid w:val="001353DF"/>
  </w:style>
  <w:style w:type="paragraph" w:customStyle="1" w:styleId="4632CDF7F3D9432DA2824C2DE17F72AD">
    <w:name w:val="4632CDF7F3D9432DA2824C2DE17F72AD"/>
    <w:rsid w:val="001353DF"/>
  </w:style>
  <w:style w:type="paragraph" w:customStyle="1" w:styleId="DD6F149C06B7421A98B92DBA42F5B7AB">
    <w:name w:val="DD6F149C06B7421A98B92DBA42F5B7AB"/>
    <w:rsid w:val="001353DF"/>
  </w:style>
  <w:style w:type="paragraph" w:customStyle="1" w:styleId="01B649B802D843D89086BBD092FDAB5B">
    <w:name w:val="01B649B802D843D89086BBD092FDAB5B"/>
    <w:rsid w:val="001353DF"/>
  </w:style>
  <w:style w:type="paragraph" w:customStyle="1" w:styleId="945116C4FD7940FDBA61E85F162EB46C">
    <w:name w:val="945116C4FD7940FDBA61E85F162EB46C"/>
    <w:rsid w:val="001353DF"/>
  </w:style>
  <w:style w:type="paragraph" w:customStyle="1" w:styleId="B9DA8B12D4C044FF90AE6ED709E8DE05">
    <w:name w:val="B9DA8B12D4C044FF90AE6ED709E8DE05"/>
    <w:rsid w:val="001353DF"/>
  </w:style>
  <w:style w:type="paragraph" w:customStyle="1" w:styleId="892CD59BE2CB46649ABD639431A0CA7B">
    <w:name w:val="892CD59BE2CB46649ABD639431A0CA7B"/>
    <w:rsid w:val="001353DF"/>
  </w:style>
  <w:style w:type="paragraph" w:customStyle="1" w:styleId="CACEBA850B6B42FCB0039ACFF3C534C2">
    <w:name w:val="CACEBA850B6B42FCB0039ACFF3C534C2"/>
    <w:rsid w:val="001353DF"/>
  </w:style>
  <w:style w:type="paragraph" w:customStyle="1" w:styleId="4E5BFBDDC23A46759624DB9B029101AC">
    <w:name w:val="4E5BFBDDC23A46759624DB9B029101AC"/>
    <w:rsid w:val="001353DF"/>
  </w:style>
  <w:style w:type="paragraph" w:customStyle="1" w:styleId="93BA550C48C7431EBE6FCC6CC6BC6BA6">
    <w:name w:val="93BA550C48C7431EBE6FCC6CC6BC6BA6"/>
    <w:rsid w:val="001353DF"/>
  </w:style>
  <w:style w:type="paragraph" w:customStyle="1" w:styleId="88AAEA5347484B5FA14689B44EF158C7">
    <w:name w:val="88AAEA5347484B5FA14689B44EF158C7"/>
    <w:rsid w:val="001353DF"/>
  </w:style>
  <w:style w:type="paragraph" w:customStyle="1" w:styleId="D9C7694036564F0882BE1613179A396B">
    <w:name w:val="D9C7694036564F0882BE1613179A396B"/>
    <w:rsid w:val="001353DF"/>
  </w:style>
  <w:style w:type="paragraph" w:customStyle="1" w:styleId="EFE9C893FE1D48C48D2199168D0455FF">
    <w:name w:val="EFE9C893FE1D48C48D2199168D0455FF"/>
    <w:rsid w:val="001353DF"/>
  </w:style>
  <w:style w:type="paragraph" w:customStyle="1" w:styleId="7E70265E25EA4F9EA912140700FCDEC0">
    <w:name w:val="7E70265E25EA4F9EA912140700FCDEC0"/>
    <w:rsid w:val="001353DF"/>
  </w:style>
  <w:style w:type="paragraph" w:customStyle="1" w:styleId="08E48CFD1CF0480D9CD0E0D19569B178">
    <w:name w:val="08E48CFD1CF0480D9CD0E0D19569B178"/>
    <w:rsid w:val="001353DF"/>
  </w:style>
  <w:style w:type="paragraph" w:customStyle="1" w:styleId="5D450A7610A24CAC89143D6508019328">
    <w:name w:val="5D450A7610A24CAC89143D6508019328"/>
    <w:rsid w:val="001353DF"/>
  </w:style>
  <w:style w:type="paragraph" w:customStyle="1" w:styleId="9C439F564A604D108BF3E8018526C4C5">
    <w:name w:val="9C439F564A604D108BF3E8018526C4C5"/>
    <w:rsid w:val="001353DF"/>
  </w:style>
  <w:style w:type="paragraph" w:customStyle="1" w:styleId="0668AB3A554F429BAF125C4C696D7D40">
    <w:name w:val="0668AB3A554F429BAF125C4C696D7D40"/>
    <w:rsid w:val="001353DF"/>
  </w:style>
  <w:style w:type="paragraph" w:customStyle="1" w:styleId="ED8EF1819C4A446DB29D9F7310B8717F">
    <w:name w:val="ED8EF1819C4A446DB29D9F7310B8717F"/>
    <w:rsid w:val="001353DF"/>
  </w:style>
  <w:style w:type="paragraph" w:customStyle="1" w:styleId="C3959C7CEF7D4B1CB4AA97CAEFAB0E24">
    <w:name w:val="C3959C7CEF7D4B1CB4AA97CAEFAB0E24"/>
    <w:rsid w:val="001353DF"/>
  </w:style>
  <w:style w:type="paragraph" w:customStyle="1" w:styleId="7123D1D2977C43C9AE43A9360C679F17">
    <w:name w:val="7123D1D2977C43C9AE43A9360C679F17"/>
    <w:rsid w:val="001353DF"/>
  </w:style>
  <w:style w:type="paragraph" w:customStyle="1" w:styleId="6240FB8AB51F4CCB9D54828003DAF3CF">
    <w:name w:val="6240FB8AB51F4CCB9D54828003DAF3CF"/>
    <w:rsid w:val="001353DF"/>
  </w:style>
  <w:style w:type="paragraph" w:customStyle="1" w:styleId="CD83335ED96642C0BEC89007DFE3A783">
    <w:name w:val="CD83335ED96642C0BEC89007DFE3A783"/>
    <w:rsid w:val="001353DF"/>
  </w:style>
  <w:style w:type="paragraph" w:customStyle="1" w:styleId="6F4C8C49ED894950B2F2F1FE6775B5CE">
    <w:name w:val="6F4C8C49ED894950B2F2F1FE6775B5CE"/>
    <w:rsid w:val="001353DF"/>
  </w:style>
  <w:style w:type="paragraph" w:customStyle="1" w:styleId="86177D9F19BE4997A8B7D592AB0F8C71">
    <w:name w:val="86177D9F19BE4997A8B7D592AB0F8C71"/>
    <w:rsid w:val="001353DF"/>
  </w:style>
  <w:style w:type="paragraph" w:customStyle="1" w:styleId="3AF1897AA59F4713A4AD0B1DA216332E">
    <w:name w:val="3AF1897AA59F4713A4AD0B1DA216332E"/>
    <w:rsid w:val="001353DF"/>
  </w:style>
  <w:style w:type="paragraph" w:customStyle="1" w:styleId="771FA47F667D4C59B513963755ED984F">
    <w:name w:val="771FA47F667D4C59B513963755ED984F"/>
    <w:rsid w:val="001353DF"/>
  </w:style>
  <w:style w:type="paragraph" w:customStyle="1" w:styleId="70C66143DEBB43FCA3ACCA118DEF39D8">
    <w:name w:val="70C66143DEBB43FCA3ACCA118DEF39D8"/>
    <w:rsid w:val="001353DF"/>
  </w:style>
  <w:style w:type="paragraph" w:customStyle="1" w:styleId="80553ED0BFA64887A545F5B66A101E87">
    <w:name w:val="80553ED0BFA64887A545F5B66A101E87"/>
    <w:rsid w:val="001353DF"/>
  </w:style>
  <w:style w:type="paragraph" w:customStyle="1" w:styleId="19054BCA80D848E4B7D0081E1AF0C4D8">
    <w:name w:val="19054BCA80D848E4B7D0081E1AF0C4D8"/>
    <w:rsid w:val="001353DF"/>
  </w:style>
  <w:style w:type="paragraph" w:customStyle="1" w:styleId="724685ACF88640A7B0C7533559064082">
    <w:name w:val="724685ACF88640A7B0C7533559064082"/>
    <w:rsid w:val="001353DF"/>
  </w:style>
  <w:style w:type="paragraph" w:customStyle="1" w:styleId="83B253DB69704187A9702A2AF201048C">
    <w:name w:val="83B253DB69704187A9702A2AF201048C"/>
    <w:rsid w:val="001353DF"/>
  </w:style>
  <w:style w:type="paragraph" w:customStyle="1" w:styleId="0E85BC8BD7F84391A397134F93465687">
    <w:name w:val="0E85BC8BD7F84391A397134F93465687"/>
    <w:rsid w:val="001353DF"/>
  </w:style>
  <w:style w:type="paragraph" w:customStyle="1" w:styleId="37CF3DF90FA54564A2AFD5A8D762A5B9">
    <w:name w:val="37CF3DF90FA54564A2AFD5A8D762A5B9"/>
    <w:rsid w:val="001353DF"/>
  </w:style>
  <w:style w:type="paragraph" w:customStyle="1" w:styleId="42BD45E4CA764141A29EB0227C0846A0">
    <w:name w:val="42BD45E4CA764141A29EB0227C0846A0"/>
    <w:rsid w:val="001353DF"/>
  </w:style>
  <w:style w:type="paragraph" w:customStyle="1" w:styleId="857F2214E27143F282F511EADDD83795">
    <w:name w:val="857F2214E27143F282F511EADDD83795"/>
    <w:rsid w:val="001353DF"/>
  </w:style>
  <w:style w:type="paragraph" w:customStyle="1" w:styleId="568079F3892B492E8F17DCEC7BD116CA">
    <w:name w:val="568079F3892B492E8F17DCEC7BD116CA"/>
    <w:rsid w:val="001353DF"/>
  </w:style>
  <w:style w:type="paragraph" w:customStyle="1" w:styleId="106DB2E6DAB14FC8BA17342A4EEF7935">
    <w:name w:val="106DB2E6DAB14FC8BA17342A4EEF7935"/>
    <w:rsid w:val="001353DF"/>
  </w:style>
  <w:style w:type="paragraph" w:customStyle="1" w:styleId="B6FCF85EEC4A470EA2FC8DFA6ED0E603">
    <w:name w:val="B6FCF85EEC4A470EA2FC8DFA6ED0E603"/>
    <w:rsid w:val="001353DF"/>
  </w:style>
  <w:style w:type="paragraph" w:customStyle="1" w:styleId="ECBFD3F8F6E34D86BE45F0D224430E80">
    <w:name w:val="ECBFD3F8F6E34D86BE45F0D224430E80"/>
    <w:rsid w:val="001353DF"/>
  </w:style>
  <w:style w:type="paragraph" w:customStyle="1" w:styleId="A1BEBC3B57154C4AA732077B078D262E">
    <w:name w:val="A1BEBC3B57154C4AA732077B078D262E"/>
    <w:rsid w:val="001353DF"/>
  </w:style>
  <w:style w:type="paragraph" w:customStyle="1" w:styleId="901B3D34C9304871B2DCD831B2720BDA">
    <w:name w:val="901B3D34C9304871B2DCD831B2720BDA"/>
    <w:rsid w:val="001353DF"/>
  </w:style>
  <w:style w:type="paragraph" w:customStyle="1" w:styleId="7F42EF4BAA0942628D8B78D72FC42E57">
    <w:name w:val="7F42EF4BAA0942628D8B78D72FC42E57"/>
    <w:rsid w:val="001353DF"/>
  </w:style>
  <w:style w:type="paragraph" w:customStyle="1" w:styleId="7E40382DDC1545BBBC98B83EADD4BEAD">
    <w:name w:val="7E40382DDC1545BBBC98B83EADD4BEAD"/>
    <w:rsid w:val="001353DF"/>
  </w:style>
  <w:style w:type="paragraph" w:customStyle="1" w:styleId="4B1154C8AC794B0BB488315A4AC2163D">
    <w:name w:val="4B1154C8AC794B0BB488315A4AC2163D"/>
    <w:rsid w:val="001353DF"/>
  </w:style>
  <w:style w:type="paragraph" w:customStyle="1" w:styleId="4E63F58E7E5044F5A5079BCF6A565CEF">
    <w:name w:val="4E63F58E7E5044F5A5079BCF6A565CEF"/>
    <w:rsid w:val="001353DF"/>
  </w:style>
  <w:style w:type="paragraph" w:customStyle="1" w:styleId="484098E2DA8E4AC0831A1A6B81AF0372">
    <w:name w:val="484098E2DA8E4AC0831A1A6B81AF0372"/>
    <w:rsid w:val="001353DF"/>
  </w:style>
  <w:style w:type="paragraph" w:customStyle="1" w:styleId="A87654A80DFA4ACD89623578A9536559">
    <w:name w:val="A87654A80DFA4ACD89623578A9536559"/>
    <w:rsid w:val="001353DF"/>
  </w:style>
  <w:style w:type="paragraph" w:customStyle="1" w:styleId="744BD75591C14EBE8F8EFD3729A5FC3C">
    <w:name w:val="744BD75591C14EBE8F8EFD3729A5FC3C"/>
    <w:rsid w:val="001353DF"/>
  </w:style>
  <w:style w:type="paragraph" w:customStyle="1" w:styleId="A6EE9AD1E5B640E68826BD04EFBE6635">
    <w:name w:val="A6EE9AD1E5B640E68826BD04EFBE6635"/>
    <w:rsid w:val="001353DF"/>
  </w:style>
  <w:style w:type="paragraph" w:customStyle="1" w:styleId="2C5BED411E5145898077DB090EA27F30">
    <w:name w:val="2C5BED411E5145898077DB090EA27F30"/>
    <w:rsid w:val="001353DF"/>
  </w:style>
  <w:style w:type="paragraph" w:customStyle="1" w:styleId="3A7F8310C93B43EAB54649B9AE4CFAAD">
    <w:name w:val="3A7F8310C93B43EAB54649B9AE4CFAAD"/>
    <w:rsid w:val="001353DF"/>
  </w:style>
  <w:style w:type="paragraph" w:customStyle="1" w:styleId="544B63E3E7354E768DC10B2AC40ED6C4">
    <w:name w:val="544B63E3E7354E768DC10B2AC40ED6C4"/>
    <w:rsid w:val="001353DF"/>
  </w:style>
  <w:style w:type="paragraph" w:customStyle="1" w:styleId="0AC69E76458040CEB130A4FDC7AEA289">
    <w:name w:val="0AC69E76458040CEB130A4FDC7AEA289"/>
    <w:rsid w:val="001353DF"/>
  </w:style>
  <w:style w:type="paragraph" w:customStyle="1" w:styleId="58AF7BAAA09C4345B35B1E36727A33FB">
    <w:name w:val="58AF7BAAA09C4345B35B1E36727A33FB"/>
    <w:rsid w:val="001353DF"/>
  </w:style>
  <w:style w:type="paragraph" w:customStyle="1" w:styleId="8967665DA01D46AC826C2F62A7E75877">
    <w:name w:val="8967665DA01D46AC826C2F62A7E75877"/>
    <w:rsid w:val="001353DF"/>
  </w:style>
  <w:style w:type="paragraph" w:customStyle="1" w:styleId="B90B5FE27B524DB98DC7D4223B93A6C5">
    <w:name w:val="B90B5FE27B524DB98DC7D4223B93A6C5"/>
    <w:rsid w:val="001353DF"/>
  </w:style>
  <w:style w:type="paragraph" w:customStyle="1" w:styleId="E30CF96BCB7D41198F123F93949B52D8">
    <w:name w:val="E30CF96BCB7D41198F123F93949B52D8"/>
    <w:rsid w:val="001353DF"/>
  </w:style>
  <w:style w:type="paragraph" w:customStyle="1" w:styleId="A75BFF3995674BE99F95F891CBC9BD4D">
    <w:name w:val="A75BFF3995674BE99F95F891CBC9BD4D"/>
    <w:rsid w:val="001353DF"/>
  </w:style>
  <w:style w:type="paragraph" w:customStyle="1" w:styleId="9B4A5498A5514BAF89E2506BB6809AEC">
    <w:name w:val="9B4A5498A5514BAF89E2506BB6809AEC"/>
    <w:rsid w:val="001353DF"/>
  </w:style>
  <w:style w:type="paragraph" w:customStyle="1" w:styleId="D8951EBF75AD4C5B90FB37DD04845D25">
    <w:name w:val="D8951EBF75AD4C5B90FB37DD04845D25"/>
    <w:rsid w:val="001353DF"/>
  </w:style>
  <w:style w:type="paragraph" w:customStyle="1" w:styleId="46FB6BEA43EF4420A4BF4AC7473BBD9F">
    <w:name w:val="46FB6BEA43EF4420A4BF4AC7473BBD9F"/>
    <w:rsid w:val="001353DF"/>
  </w:style>
  <w:style w:type="paragraph" w:customStyle="1" w:styleId="01D94344E20E44909691B140A244EBFC">
    <w:name w:val="01D94344E20E44909691B140A244EBFC"/>
    <w:rsid w:val="001353DF"/>
  </w:style>
  <w:style w:type="paragraph" w:customStyle="1" w:styleId="71916D62252341F78AA2410D05390815">
    <w:name w:val="71916D62252341F78AA2410D05390815"/>
    <w:rsid w:val="001353DF"/>
  </w:style>
  <w:style w:type="paragraph" w:customStyle="1" w:styleId="A0B3200A21914763BF939DC79F818248">
    <w:name w:val="A0B3200A21914763BF939DC79F818248"/>
    <w:rsid w:val="001353DF"/>
  </w:style>
  <w:style w:type="paragraph" w:customStyle="1" w:styleId="2F583260128947FBB5AB9259F308CF75">
    <w:name w:val="2F583260128947FBB5AB9259F308CF75"/>
    <w:rsid w:val="001353DF"/>
  </w:style>
  <w:style w:type="paragraph" w:customStyle="1" w:styleId="167277B5FDA34432AE6B6DE44C8B8040">
    <w:name w:val="167277B5FDA34432AE6B6DE44C8B8040"/>
    <w:rsid w:val="001353DF"/>
  </w:style>
  <w:style w:type="paragraph" w:customStyle="1" w:styleId="DCD8D5EFBAD043DF8B2AFFAC4AB74130">
    <w:name w:val="DCD8D5EFBAD043DF8B2AFFAC4AB74130"/>
    <w:rsid w:val="001353DF"/>
  </w:style>
  <w:style w:type="paragraph" w:customStyle="1" w:styleId="80D79498858F4A4EBCF9F6E4F4EADE74">
    <w:name w:val="80D79498858F4A4EBCF9F6E4F4EADE74"/>
    <w:rsid w:val="001353DF"/>
  </w:style>
  <w:style w:type="paragraph" w:customStyle="1" w:styleId="1B4D8762DAD84E4789F594E655A98D27">
    <w:name w:val="1B4D8762DAD84E4789F594E655A98D27"/>
    <w:rsid w:val="001353DF"/>
  </w:style>
  <w:style w:type="paragraph" w:customStyle="1" w:styleId="703CF7318F794BF4804AA488AA402323">
    <w:name w:val="703CF7318F794BF4804AA488AA402323"/>
    <w:rsid w:val="001353DF"/>
  </w:style>
  <w:style w:type="paragraph" w:customStyle="1" w:styleId="DBFC9D5E7FE9493A83A3C19A217BA36C">
    <w:name w:val="DBFC9D5E7FE9493A83A3C19A217BA36C"/>
    <w:rsid w:val="001353DF"/>
  </w:style>
  <w:style w:type="paragraph" w:customStyle="1" w:styleId="560B8DE9375D415C9A9003EE4D40E57A">
    <w:name w:val="560B8DE9375D415C9A9003EE4D40E57A"/>
    <w:rsid w:val="001353DF"/>
  </w:style>
  <w:style w:type="paragraph" w:customStyle="1" w:styleId="A5A29187E01B4794B4B192FDA5C92138">
    <w:name w:val="A5A29187E01B4794B4B192FDA5C92138"/>
    <w:rsid w:val="001353DF"/>
  </w:style>
  <w:style w:type="paragraph" w:customStyle="1" w:styleId="CF0654BEEF7D4350B5D71A5A4DBBA719">
    <w:name w:val="CF0654BEEF7D4350B5D71A5A4DBBA719"/>
    <w:rsid w:val="001353DF"/>
  </w:style>
  <w:style w:type="paragraph" w:customStyle="1" w:styleId="3C1200A09268485ABACAB18EEB7E6B7B">
    <w:name w:val="3C1200A09268485ABACAB18EEB7E6B7B"/>
    <w:rsid w:val="001353DF"/>
  </w:style>
  <w:style w:type="paragraph" w:customStyle="1" w:styleId="21210C62180846789DB0F9242772436C">
    <w:name w:val="21210C62180846789DB0F9242772436C"/>
    <w:rsid w:val="001353DF"/>
  </w:style>
  <w:style w:type="paragraph" w:customStyle="1" w:styleId="BFE9F6E462884420A54B0A8EAE0BF4F9">
    <w:name w:val="BFE9F6E462884420A54B0A8EAE0BF4F9"/>
    <w:rsid w:val="001353DF"/>
  </w:style>
  <w:style w:type="paragraph" w:customStyle="1" w:styleId="9CCFB90DA28B44348FB57D28E18D5B1B">
    <w:name w:val="9CCFB90DA28B44348FB57D28E18D5B1B"/>
    <w:rsid w:val="001353DF"/>
  </w:style>
  <w:style w:type="paragraph" w:customStyle="1" w:styleId="4C36D44EEF6C46EE933A367F34970136">
    <w:name w:val="4C36D44EEF6C46EE933A367F34970136"/>
    <w:rsid w:val="001353DF"/>
  </w:style>
  <w:style w:type="paragraph" w:customStyle="1" w:styleId="A570319055B1477CAE3061D73CA96992">
    <w:name w:val="A570319055B1477CAE3061D73CA96992"/>
    <w:rsid w:val="001353DF"/>
  </w:style>
  <w:style w:type="paragraph" w:customStyle="1" w:styleId="A8855D1F96E0426FBD4327D0BF41C232">
    <w:name w:val="A8855D1F96E0426FBD4327D0BF41C232"/>
    <w:rsid w:val="001353DF"/>
  </w:style>
  <w:style w:type="paragraph" w:customStyle="1" w:styleId="10B942BE1B194B29A57A9EA3E2D961BE">
    <w:name w:val="10B942BE1B194B29A57A9EA3E2D961BE"/>
    <w:rsid w:val="001353DF"/>
  </w:style>
  <w:style w:type="paragraph" w:customStyle="1" w:styleId="314D51498F2946798CEDD3DE101CE644">
    <w:name w:val="314D51498F2946798CEDD3DE101CE644"/>
    <w:rsid w:val="001353DF"/>
  </w:style>
  <w:style w:type="paragraph" w:customStyle="1" w:styleId="6F8847EAB5604265BE8A444345773943">
    <w:name w:val="6F8847EAB5604265BE8A444345773943"/>
    <w:rsid w:val="001353DF"/>
  </w:style>
  <w:style w:type="paragraph" w:customStyle="1" w:styleId="616E4B100486482A93692D02FE4DDE8E">
    <w:name w:val="616E4B100486482A93692D02FE4DDE8E"/>
    <w:rsid w:val="001353DF"/>
  </w:style>
  <w:style w:type="paragraph" w:customStyle="1" w:styleId="E34DA4E18A8A445DA931F8657DAA46D9">
    <w:name w:val="E34DA4E18A8A445DA931F8657DAA46D9"/>
    <w:rsid w:val="001353DF"/>
  </w:style>
  <w:style w:type="paragraph" w:customStyle="1" w:styleId="6B0475C0E59F4ED58D36B938FB659FF8">
    <w:name w:val="6B0475C0E59F4ED58D36B938FB659FF8"/>
    <w:rsid w:val="001353DF"/>
  </w:style>
  <w:style w:type="paragraph" w:customStyle="1" w:styleId="CF6727B23DDA47FDA5511BD7FCF6CC97">
    <w:name w:val="CF6727B23DDA47FDA5511BD7FCF6CC97"/>
    <w:rsid w:val="001353DF"/>
  </w:style>
  <w:style w:type="paragraph" w:customStyle="1" w:styleId="7BE894E6CF6A4C188E406CCFD8E79A0B">
    <w:name w:val="7BE894E6CF6A4C188E406CCFD8E79A0B"/>
    <w:rsid w:val="001353DF"/>
  </w:style>
  <w:style w:type="paragraph" w:customStyle="1" w:styleId="6BA7EBA6411645A2A63F6D4AA10095DA">
    <w:name w:val="6BA7EBA6411645A2A63F6D4AA10095DA"/>
    <w:rsid w:val="001353DF"/>
  </w:style>
  <w:style w:type="paragraph" w:customStyle="1" w:styleId="809ADEA3EEB845FF839F719DCCBCD601">
    <w:name w:val="809ADEA3EEB845FF839F719DCCBCD601"/>
    <w:rsid w:val="001353DF"/>
  </w:style>
  <w:style w:type="paragraph" w:customStyle="1" w:styleId="A9F70746041A484096E445B512E09249">
    <w:name w:val="A9F70746041A484096E445B512E09249"/>
    <w:rsid w:val="001353DF"/>
  </w:style>
  <w:style w:type="paragraph" w:customStyle="1" w:styleId="9CDFAAF1FFAF42989A382B01623C9FA6">
    <w:name w:val="9CDFAAF1FFAF42989A382B01623C9FA6"/>
    <w:rsid w:val="001353DF"/>
  </w:style>
  <w:style w:type="paragraph" w:customStyle="1" w:styleId="976E1285CCBD4463A585ECC60E01DE78">
    <w:name w:val="976E1285CCBD4463A585ECC60E01DE78"/>
    <w:rsid w:val="001353DF"/>
  </w:style>
  <w:style w:type="paragraph" w:customStyle="1" w:styleId="1AE1C150824947DC9C7BE24F3E82CE98">
    <w:name w:val="1AE1C150824947DC9C7BE24F3E82CE98"/>
    <w:rsid w:val="001353DF"/>
  </w:style>
  <w:style w:type="paragraph" w:customStyle="1" w:styleId="7C08BF55719D4746B83AAAD7FD9EA948">
    <w:name w:val="7C08BF55719D4746B83AAAD7FD9EA948"/>
    <w:rsid w:val="001353DF"/>
  </w:style>
  <w:style w:type="paragraph" w:customStyle="1" w:styleId="EF75A07A62EA44A1B775E7592E9ECA1F">
    <w:name w:val="EF75A07A62EA44A1B775E7592E9ECA1F"/>
    <w:rsid w:val="001353DF"/>
  </w:style>
  <w:style w:type="paragraph" w:customStyle="1" w:styleId="169BD77C1036489DB46853168ACBDA41">
    <w:name w:val="169BD77C1036489DB46853168ACBDA41"/>
    <w:rsid w:val="001353DF"/>
  </w:style>
  <w:style w:type="paragraph" w:customStyle="1" w:styleId="D3D24CA14B5A47CAB97FC4682CA406CA">
    <w:name w:val="D3D24CA14B5A47CAB97FC4682CA406CA"/>
    <w:rsid w:val="001353DF"/>
  </w:style>
  <w:style w:type="paragraph" w:customStyle="1" w:styleId="8A34BC8DC12B4ADA88CC62CDC995CC74">
    <w:name w:val="8A34BC8DC12B4ADA88CC62CDC995CC74"/>
    <w:rsid w:val="001353DF"/>
  </w:style>
  <w:style w:type="paragraph" w:customStyle="1" w:styleId="791A9F365F1A4B3086E446CD1E87E158">
    <w:name w:val="791A9F365F1A4B3086E446CD1E87E158"/>
    <w:rsid w:val="001353DF"/>
  </w:style>
  <w:style w:type="paragraph" w:customStyle="1" w:styleId="C591C167436B42CB853395DE7B305E57">
    <w:name w:val="C591C167436B42CB853395DE7B305E57"/>
    <w:rsid w:val="001353DF"/>
  </w:style>
  <w:style w:type="paragraph" w:customStyle="1" w:styleId="889CAF29299B45B690B59E446EC85130">
    <w:name w:val="889CAF29299B45B690B59E446EC85130"/>
    <w:rsid w:val="001353DF"/>
  </w:style>
  <w:style w:type="paragraph" w:customStyle="1" w:styleId="B50786F0B4B94481B019A46E0230954E">
    <w:name w:val="B50786F0B4B94481B019A46E0230954E"/>
    <w:rsid w:val="001353DF"/>
  </w:style>
  <w:style w:type="paragraph" w:customStyle="1" w:styleId="41990047A0174D02A25D3228F15DF31C">
    <w:name w:val="41990047A0174D02A25D3228F15DF31C"/>
    <w:rsid w:val="001353DF"/>
  </w:style>
  <w:style w:type="paragraph" w:customStyle="1" w:styleId="06C350DC809B4DBA8408DFCBED9866ED">
    <w:name w:val="06C350DC809B4DBA8408DFCBED9866ED"/>
    <w:rsid w:val="001353DF"/>
  </w:style>
  <w:style w:type="paragraph" w:customStyle="1" w:styleId="80EF620025CF40F6AD5DFE2A2D29CFEA">
    <w:name w:val="80EF620025CF40F6AD5DFE2A2D29CFEA"/>
    <w:rsid w:val="001353DF"/>
  </w:style>
  <w:style w:type="paragraph" w:customStyle="1" w:styleId="2FF1C31DCD654AAEBCF212A0ABCEB142">
    <w:name w:val="2FF1C31DCD654AAEBCF212A0ABCEB142"/>
    <w:rsid w:val="001353DF"/>
  </w:style>
  <w:style w:type="paragraph" w:customStyle="1" w:styleId="6E58CAD71B684103ADBA8081D50DEFD7">
    <w:name w:val="6E58CAD71B684103ADBA8081D50DEFD7"/>
    <w:rsid w:val="001353DF"/>
  </w:style>
  <w:style w:type="paragraph" w:customStyle="1" w:styleId="E2FBA972EFFA4AFA9888089868D7E70B">
    <w:name w:val="E2FBA972EFFA4AFA9888089868D7E70B"/>
    <w:rsid w:val="001353DF"/>
  </w:style>
  <w:style w:type="paragraph" w:customStyle="1" w:styleId="82DF231AD0E14E6589996130935CD832">
    <w:name w:val="82DF231AD0E14E6589996130935CD832"/>
    <w:rsid w:val="001353DF"/>
  </w:style>
  <w:style w:type="paragraph" w:customStyle="1" w:styleId="A6199883B34748CA9AFB8BFD972D11B0">
    <w:name w:val="A6199883B34748CA9AFB8BFD972D11B0"/>
    <w:rsid w:val="001353DF"/>
  </w:style>
  <w:style w:type="paragraph" w:customStyle="1" w:styleId="2BF510A9443D49F6869E7FC05A29540A">
    <w:name w:val="2BF510A9443D49F6869E7FC05A29540A"/>
    <w:rsid w:val="001353DF"/>
  </w:style>
  <w:style w:type="paragraph" w:customStyle="1" w:styleId="BD6CD358990E472B8FFED96D750B8A84">
    <w:name w:val="BD6CD358990E472B8FFED96D750B8A84"/>
    <w:rsid w:val="001353DF"/>
  </w:style>
  <w:style w:type="paragraph" w:customStyle="1" w:styleId="DCFC390CAA004D9DB9751BAE1B356763">
    <w:name w:val="DCFC390CAA004D9DB9751BAE1B356763"/>
    <w:rsid w:val="001353DF"/>
  </w:style>
  <w:style w:type="paragraph" w:customStyle="1" w:styleId="057B2CC6E7FF4F319B78EA5A7DC56DD5">
    <w:name w:val="057B2CC6E7FF4F319B78EA5A7DC56DD5"/>
    <w:rsid w:val="001353DF"/>
  </w:style>
  <w:style w:type="paragraph" w:customStyle="1" w:styleId="C88AE73BE983408A8C6DCD87A4DDDEE4">
    <w:name w:val="C88AE73BE983408A8C6DCD87A4DDDEE4"/>
    <w:rsid w:val="001353DF"/>
  </w:style>
  <w:style w:type="paragraph" w:customStyle="1" w:styleId="43D1D1142EB947EA855B96301797E70D">
    <w:name w:val="43D1D1142EB947EA855B96301797E70D"/>
    <w:rsid w:val="001353DF"/>
  </w:style>
  <w:style w:type="paragraph" w:customStyle="1" w:styleId="0D4EC5A4C7A24DA2AAAC6A2ADAEBD866">
    <w:name w:val="0D4EC5A4C7A24DA2AAAC6A2ADAEBD866"/>
    <w:rsid w:val="001353DF"/>
  </w:style>
  <w:style w:type="paragraph" w:customStyle="1" w:styleId="CEC6D5D4A5AB44B990EB6BE3AAA60C0A">
    <w:name w:val="CEC6D5D4A5AB44B990EB6BE3AAA60C0A"/>
    <w:rsid w:val="001353DF"/>
  </w:style>
  <w:style w:type="paragraph" w:customStyle="1" w:styleId="C80A57EE7F9F4F7390EFCD202EA6C3E8">
    <w:name w:val="C80A57EE7F9F4F7390EFCD202EA6C3E8"/>
    <w:rsid w:val="001353DF"/>
  </w:style>
  <w:style w:type="paragraph" w:customStyle="1" w:styleId="919C51CD4C694F969CA64B0C4D359247">
    <w:name w:val="919C51CD4C694F969CA64B0C4D359247"/>
    <w:rsid w:val="001353DF"/>
  </w:style>
  <w:style w:type="paragraph" w:customStyle="1" w:styleId="D76966A1C15747D4B518386CDA0CA159">
    <w:name w:val="D76966A1C15747D4B518386CDA0CA159"/>
    <w:rsid w:val="001353DF"/>
  </w:style>
  <w:style w:type="paragraph" w:customStyle="1" w:styleId="3CD2ACBB2A8449A7AFE5CD27482DB8A7">
    <w:name w:val="3CD2ACBB2A8449A7AFE5CD27482DB8A7"/>
    <w:rsid w:val="001353DF"/>
  </w:style>
  <w:style w:type="paragraph" w:customStyle="1" w:styleId="32C8710200224F9D82DBCA012129BCFF">
    <w:name w:val="32C8710200224F9D82DBCA012129BCFF"/>
    <w:rsid w:val="001353DF"/>
  </w:style>
  <w:style w:type="paragraph" w:customStyle="1" w:styleId="5CE9B144FE7542E3A1319AB46622C30F">
    <w:name w:val="5CE9B144FE7542E3A1319AB46622C30F"/>
    <w:rsid w:val="001353DF"/>
  </w:style>
  <w:style w:type="paragraph" w:customStyle="1" w:styleId="57090D3ABDC242E0A3D28EEA979D9D4D">
    <w:name w:val="57090D3ABDC242E0A3D28EEA979D9D4D"/>
    <w:rsid w:val="001353DF"/>
  </w:style>
  <w:style w:type="paragraph" w:customStyle="1" w:styleId="73F9C86D3B2641A5BFFC1D6B30879C2C">
    <w:name w:val="73F9C86D3B2641A5BFFC1D6B30879C2C"/>
    <w:rsid w:val="001353DF"/>
  </w:style>
  <w:style w:type="paragraph" w:customStyle="1" w:styleId="1500932B9A1F4EAC9AAE7D4DF7F94E4C">
    <w:name w:val="1500932B9A1F4EAC9AAE7D4DF7F94E4C"/>
    <w:rsid w:val="001353DF"/>
  </w:style>
  <w:style w:type="paragraph" w:customStyle="1" w:styleId="103D0FA095654ED0A2562E536DCC9C84">
    <w:name w:val="103D0FA095654ED0A2562E536DCC9C84"/>
    <w:rsid w:val="001353DF"/>
  </w:style>
  <w:style w:type="paragraph" w:customStyle="1" w:styleId="05F2115D885E4071AD2E7DEEB677631D">
    <w:name w:val="05F2115D885E4071AD2E7DEEB677631D"/>
    <w:rsid w:val="001353DF"/>
  </w:style>
  <w:style w:type="paragraph" w:customStyle="1" w:styleId="E769573BCB7A4D6A9879FCF2B1194C71">
    <w:name w:val="E769573BCB7A4D6A9879FCF2B1194C71"/>
    <w:rsid w:val="001353DF"/>
  </w:style>
  <w:style w:type="paragraph" w:customStyle="1" w:styleId="DBEC9F2BD1064A29A35AB140ABFF5D42">
    <w:name w:val="DBEC9F2BD1064A29A35AB140ABFF5D42"/>
    <w:rsid w:val="001353DF"/>
  </w:style>
  <w:style w:type="paragraph" w:customStyle="1" w:styleId="3DF55763E03B4DE3ADBD6937C300A3F5">
    <w:name w:val="3DF55763E03B4DE3ADBD6937C300A3F5"/>
    <w:rsid w:val="001353DF"/>
  </w:style>
  <w:style w:type="paragraph" w:customStyle="1" w:styleId="DF220072F2A749F6A819834DCB3169ED">
    <w:name w:val="DF220072F2A749F6A819834DCB3169ED"/>
    <w:rsid w:val="001353DF"/>
  </w:style>
  <w:style w:type="paragraph" w:customStyle="1" w:styleId="A2767E405A9A40F6AB8D59565DDAB02D">
    <w:name w:val="A2767E405A9A40F6AB8D59565DDAB02D"/>
    <w:rsid w:val="001353DF"/>
  </w:style>
  <w:style w:type="paragraph" w:customStyle="1" w:styleId="9A1C5AE3B99545A694D10FEF69DDE2AD">
    <w:name w:val="9A1C5AE3B99545A694D10FEF69DDE2AD"/>
    <w:rsid w:val="001353DF"/>
  </w:style>
  <w:style w:type="paragraph" w:customStyle="1" w:styleId="4EA7D979775E4375A161EFA0CCECD11F">
    <w:name w:val="4EA7D979775E4375A161EFA0CCECD11F"/>
    <w:rsid w:val="001353DF"/>
  </w:style>
  <w:style w:type="paragraph" w:customStyle="1" w:styleId="E2F71FA6D4F94F338E85D2196F16D163">
    <w:name w:val="E2F71FA6D4F94F338E85D2196F16D163"/>
    <w:rsid w:val="001353DF"/>
  </w:style>
  <w:style w:type="paragraph" w:customStyle="1" w:styleId="35FF64CE82CE4D5490E52A0AB2BF6B6D">
    <w:name w:val="35FF64CE82CE4D5490E52A0AB2BF6B6D"/>
    <w:rsid w:val="001353DF"/>
  </w:style>
  <w:style w:type="paragraph" w:customStyle="1" w:styleId="A9A1409CA6DF4C59A3831870E2B454C0">
    <w:name w:val="A9A1409CA6DF4C59A3831870E2B454C0"/>
    <w:rsid w:val="001353DF"/>
  </w:style>
  <w:style w:type="paragraph" w:customStyle="1" w:styleId="AC0FE15B5D87445EBC874A3864280500">
    <w:name w:val="AC0FE15B5D87445EBC874A3864280500"/>
    <w:rsid w:val="001353DF"/>
  </w:style>
  <w:style w:type="paragraph" w:customStyle="1" w:styleId="48047ACBF0BF46E4ABBB51D0B19D2976">
    <w:name w:val="48047ACBF0BF46E4ABBB51D0B19D2976"/>
    <w:rsid w:val="001353DF"/>
  </w:style>
  <w:style w:type="paragraph" w:customStyle="1" w:styleId="F67E1FE5D85341C1B2FD4F52074597BC">
    <w:name w:val="F67E1FE5D85341C1B2FD4F52074597BC"/>
    <w:rsid w:val="001353DF"/>
  </w:style>
  <w:style w:type="paragraph" w:customStyle="1" w:styleId="0A4EF5BC47A0484DA521DB3C0B19B5E3">
    <w:name w:val="0A4EF5BC47A0484DA521DB3C0B19B5E3"/>
    <w:rsid w:val="001353DF"/>
  </w:style>
  <w:style w:type="paragraph" w:customStyle="1" w:styleId="A899EE7DFDB24571A7827C5FCD6B71E6">
    <w:name w:val="A899EE7DFDB24571A7827C5FCD6B71E6"/>
    <w:rsid w:val="001353DF"/>
  </w:style>
  <w:style w:type="paragraph" w:customStyle="1" w:styleId="5BF84584C892431F957701DF6A6D4ADC">
    <w:name w:val="5BF84584C892431F957701DF6A6D4ADC"/>
    <w:rsid w:val="001353DF"/>
  </w:style>
  <w:style w:type="paragraph" w:customStyle="1" w:styleId="B74F747F32FD4AF8878AC20D416FBDA1">
    <w:name w:val="B74F747F32FD4AF8878AC20D416FBDA1"/>
    <w:rsid w:val="001353DF"/>
  </w:style>
  <w:style w:type="paragraph" w:customStyle="1" w:styleId="FCCC9F86281A467FB265DC00557A4C56">
    <w:name w:val="FCCC9F86281A467FB265DC00557A4C56"/>
    <w:rsid w:val="001353DF"/>
  </w:style>
  <w:style w:type="paragraph" w:customStyle="1" w:styleId="DBB2666EF1734441B0EB8CCF9661B676">
    <w:name w:val="DBB2666EF1734441B0EB8CCF9661B676"/>
    <w:rsid w:val="001353DF"/>
  </w:style>
  <w:style w:type="paragraph" w:customStyle="1" w:styleId="6FCBD97953644D5C9FC7A4CDAC1CE8CE">
    <w:name w:val="6FCBD97953644D5C9FC7A4CDAC1CE8CE"/>
    <w:rsid w:val="001353DF"/>
  </w:style>
  <w:style w:type="paragraph" w:customStyle="1" w:styleId="A0EDDFBE925B48A68ABD07227D28F0D0">
    <w:name w:val="A0EDDFBE925B48A68ABD07227D28F0D0"/>
    <w:rsid w:val="001353DF"/>
  </w:style>
  <w:style w:type="paragraph" w:customStyle="1" w:styleId="CEF144D9C8C244608E20BA637834F431">
    <w:name w:val="CEF144D9C8C244608E20BA637834F431"/>
    <w:rsid w:val="001353DF"/>
  </w:style>
  <w:style w:type="paragraph" w:customStyle="1" w:styleId="075FF043A2EA46B8ABB294877350C849">
    <w:name w:val="075FF043A2EA46B8ABB294877350C849"/>
    <w:rsid w:val="001353DF"/>
  </w:style>
  <w:style w:type="paragraph" w:customStyle="1" w:styleId="78E47739DF1B4A91BF9B18D6FBB74BF7">
    <w:name w:val="78E47739DF1B4A91BF9B18D6FBB74BF7"/>
    <w:rsid w:val="001353DF"/>
  </w:style>
  <w:style w:type="paragraph" w:customStyle="1" w:styleId="605697B6698E414BA43F2AFEFD4BDCBF">
    <w:name w:val="605697B6698E414BA43F2AFEFD4BDCBF"/>
    <w:rsid w:val="001353DF"/>
  </w:style>
  <w:style w:type="paragraph" w:customStyle="1" w:styleId="85DF32FD121F47A59CBC73E8D6AEE2E4">
    <w:name w:val="85DF32FD121F47A59CBC73E8D6AEE2E4"/>
    <w:rsid w:val="001353DF"/>
  </w:style>
  <w:style w:type="paragraph" w:customStyle="1" w:styleId="C652260FF4D146EE8A1540BE2AAE5538">
    <w:name w:val="C652260FF4D146EE8A1540BE2AAE5538"/>
    <w:rsid w:val="001353DF"/>
  </w:style>
  <w:style w:type="paragraph" w:customStyle="1" w:styleId="7E33C06B1E3342AE850D3FB8837DD7C3">
    <w:name w:val="7E33C06B1E3342AE850D3FB8837DD7C3"/>
    <w:rsid w:val="001353DF"/>
  </w:style>
  <w:style w:type="paragraph" w:customStyle="1" w:styleId="BF7D4ED5A1D24421A79530552D6597C9">
    <w:name w:val="BF7D4ED5A1D24421A79530552D6597C9"/>
    <w:rsid w:val="001353DF"/>
  </w:style>
  <w:style w:type="paragraph" w:customStyle="1" w:styleId="DDD58010266E44A794BBD22492FF4C08">
    <w:name w:val="DDD58010266E44A794BBD22492FF4C08"/>
    <w:rsid w:val="001353DF"/>
  </w:style>
  <w:style w:type="paragraph" w:customStyle="1" w:styleId="8ADEC6EB8E2C42179B440FED20A6AD7E">
    <w:name w:val="8ADEC6EB8E2C42179B440FED20A6AD7E"/>
    <w:rsid w:val="001353DF"/>
  </w:style>
  <w:style w:type="paragraph" w:customStyle="1" w:styleId="5D3EA83A3D2543FB99A1A93F91484763">
    <w:name w:val="5D3EA83A3D2543FB99A1A93F91484763"/>
    <w:rsid w:val="001353DF"/>
  </w:style>
  <w:style w:type="paragraph" w:customStyle="1" w:styleId="5FBA76B1124143709E4B39BBB7C59460">
    <w:name w:val="5FBA76B1124143709E4B39BBB7C59460"/>
    <w:rsid w:val="001353DF"/>
  </w:style>
  <w:style w:type="paragraph" w:customStyle="1" w:styleId="9F09E72BE6FF42DAA3EF8B516BB2327D">
    <w:name w:val="9F09E72BE6FF42DAA3EF8B516BB2327D"/>
    <w:rsid w:val="001353DF"/>
  </w:style>
  <w:style w:type="paragraph" w:customStyle="1" w:styleId="C73862B4BA614540AC7B36D2B2ACF8F1">
    <w:name w:val="C73862B4BA614540AC7B36D2B2ACF8F1"/>
    <w:rsid w:val="001353DF"/>
  </w:style>
  <w:style w:type="paragraph" w:customStyle="1" w:styleId="1BC6A726FB4F410989E6E0D711AB634A">
    <w:name w:val="1BC6A726FB4F410989E6E0D711AB634A"/>
    <w:rsid w:val="001353DF"/>
  </w:style>
  <w:style w:type="paragraph" w:customStyle="1" w:styleId="8CF912F125884C20A5D300759AE0011D">
    <w:name w:val="8CF912F125884C20A5D300759AE0011D"/>
    <w:rsid w:val="001353DF"/>
  </w:style>
  <w:style w:type="paragraph" w:customStyle="1" w:styleId="43930CA643AE4E7A8A15C9295B666BBF">
    <w:name w:val="43930CA643AE4E7A8A15C9295B666BBF"/>
    <w:rsid w:val="001353DF"/>
  </w:style>
  <w:style w:type="paragraph" w:customStyle="1" w:styleId="167AC5FA9D3A44988104F11651E6A992">
    <w:name w:val="167AC5FA9D3A44988104F11651E6A992"/>
    <w:rsid w:val="001353DF"/>
  </w:style>
  <w:style w:type="paragraph" w:customStyle="1" w:styleId="B8A60E9CE65547A497AA649185BE0CA2">
    <w:name w:val="B8A60E9CE65547A497AA649185BE0CA2"/>
    <w:rsid w:val="001353DF"/>
  </w:style>
  <w:style w:type="paragraph" w:customStyle="1" w:styleId="906414A1F6FF4DE4B66BDE53B928CCAB">
    <w:name w:val="906414A1F6FF4DE4B66BDE53B928CCAB"/>
    <w:rsid w:val="001353DF"/>
  </w:style>
  <w:style w:type="paragraph" w:customStyle="1" w:styleId="67F8F5257CEF43FBAD9DDE993A0A802C">
    <w:name w:val="67F8F5257CEF43FBAD9DDE993A0A802C"/>
    <w:rsid w:val="001353DF"/>
  </w:style>
  <w:style w:type="paragraph" w:customStyle="1" w:styleId="C503742CB144464F9ADC8ACB38EFBBD4">
    <w:name w:val="C503742CB144464F9ADC8ACB38EFBBD4"/>
    <w:rsid w:val="001353DF"/>
  </w:style>
  <w:style w:type="paragraph" w:customStyle="1" w:styleId="3E051E7BF1064F1EBAD76C2AF194FCA8">
    <w:name w:val="3E051E7BF1064F1EBAD76C2AF194FCA8"/>
    <w:rsid w:val="001353DF"/>
  </w:style>
  <w:style w:type="paragraph" w:customStyle="1" w:styleId="6684F0A692F64BBFB3819D574E3DA6F5">
    <w:name w:val="6684F0A692F64BBFB3819D574E3DA6F5"/>
    <w:rsid w:val="001353DF"/>
  </w:style>
  <w:style w:type="paragraph" w:customStyle="1" w:styleId="0F4ACB542022479A84DB26F7883A255F">
    <w:name w:val="0F4ACB542022479A84DB26F7883A255F"/>
    <w:rsid w:val="001353DF"/>
  </w:style>
  <w:style w:type="paragraph" w:customStyle="1" w:styleId="3CC88F2108284A71A5E4438BC55307ED">
    <w:name w:val="3CC88F2108284A71A5E4438BC55307ED"/>
    <w:rsid w:val="001353DF"/>
  </w:style>
  <w:style w:type="paragraph" w:customStyle="1" w:styleId="3E60BB9EBBC343C784E2975D912D4676">
    <w:name w:val="3E60BB9EBBC343C784E2975D912D4676"/>
    <w:rsid w:val="001353DF"/>
  </w:style>
  <w:style w:type="paragraph" w:customStyle="1" w:styleId="B724236E49644502A5EDB08EFBFAF725">
    <w:name w:val="B724236E49644502A5EDB08EFBFAF725"/>
    <w:rsid w:val="001353DF"/>
  </w:style>
  <w:style w:type="paragraph" w:customStyle="1" w:styleId="D9AAA0BA9CE84B6397AA83BEF561BEBA">
    <w:name w:val="D9AAA0BA9CE84B6397AA83BEF561BEBA"/>
    <w:rsid w:val="001353DF"/>
  </w:style>
  <w:style w:type="paragraph" w:customStyle="1" w:styleId="1BA4E31B08114029B6BFDB38439B132B">
    <w:name w:val="1BA4E31B08114029B6BFDB38439B132B"/>
    <w:rsid w:val="001353DF"/>
  </w:style>
  <w:style w:type="paragraph" w:customStyle="1" w:styleId="958FF759C1414405B6F289ACD9EE5E48">
    <w:name w:val="958FF759C1414405B6F289ACD9EE5E48"/>
    <w:rsid w:val="001353DF"/>
  </w:style>
  <w:style w:type="paragraph" w:customStyle="1" w:styleId="E0460CA2C36E425C84D2BDE34E764007">
    <w:name w:val="E0460CA2C36E425C84D2BDE34E764007"/>
    <w:rsid w:val="001353DF"/>
  </w:style>
  <w:style w:type="paragraph" w:customStyle="1" w:styleId="A99284EE6F834ED5AAA8900BEC66B374">
    <w:name w:val="A99284EE6F834ED5AAA8900BEC66B374"/>
    <w:rsid w:val="001353DF"/>
  </w:style>
  <w:style w:type="paragraph" w:customStyle="1" w:styleId="30F46A90B4BD4620B54DED2A7153EA3D">
    <w:name w:val="30F46A90B4BD4620B54DED2A7153EA3D"/>
    <w:rsid w:val="001353DF"/>
  </w:style>
  <w:style w:type="paragraph" w:customStyle="1" w:styleId="354D5172DEBA4D438B5A1606A925CA62">
    <w:name w:val="354D5172DEBA4D438B5A1606A925CA62"/>
    <w:rsid w:val="001353DF"/>
  </w:style>
  <w:style w:type="paragraph" w:customStyle="1" w:styleId="72AE3246D95B41CAA9AC509D5B072E06">
    <w:name w:val="72AE3246D95B41CAA9AC509D5B072E06"/>
    <w:rsid w:val="001353DF"/>
  </w:style>
  <w:style w:type="paragraph" w:customStyle="1" w:styleId="2C58593CEFE740C2B4790398E7232654">
    <w:name w:val="2C58593CEFE740C2B4790398E7232654"/>
    <w:rsid w:val="001353DF"/>
  </w:style>
  <w:style w:type="paragraph" w:customStyle="1" w:styleId="C3AD495D1D38444190427CCBA01EF7CE">
    <w:name w:val="C3AD495D1D38444190427CCBA01EF7CE"/>
    <w:rsid w:val="001353DF"/>
  </w:style>
  <w:style w:type="paragraph" w:customStyle="1" w:styleId="B8B3F36C1D71437F98BCB140A185E438">
    <w:name w:val="B8B3F36C1D71437F98BCB140A185E438"/>
    <w:rsid w:val="001353DF"/>
  </w:style>
  <w:style w:type="paragraph" w:customStyle="1" w:styleId="477C209DBDB84433BCC20F385D190440">
    <w:name w:val="477C209DBDB84433BCC20F385D190440"/>
    <w:rsid w:val="001353DF"/>
  </w:style>
  <w:style w:type="paragraph" w:customStyle="1" w:styleId="B0B6E9CCB24346F78F8EE916B9E5E527">
    <w:name w:val="B0B6E9CCB24346F78F8EE916B9E5E527"/>
    <w:rsid w:val="001353DF"/>
  </w:style>
  <w:style w:type="paragraph" w:customStyle="1" w:styleId="7427EE1F2D7F4254BCF26F6DE2057A07">
    <w:name w:val="7427EE1F2D7F4254BCF26F6DE2057A07"/>
    <w:rsid w:val="001353DF"/>
  </w:style>
  <w:style w:type="paragraph" w:customStyle="1" w:styleId="2AE33E7CB8DC42E49B35406B3C06B6D2">
    <w:name w:val="2AE33E7CB8DC42E49B35406B3C06B6D2"/>
    <w:rsid w:val="001353DF"/>
  </w:style>
  <w:style w:type="paragraph" w:customStyle="1" w:styleId="672224D247644DD59488C58C5E62B282">
    <w:name w:val="672224D247644DD59488C58C5E62B282"/>
    <w:rsid w:val="001353DF"/>
  </w:style>
  <w:style w:type="paragraph" w:customStyle="1" w:styleId="02BE86A36C6845178F22744E7C997666">
    <w:name w:val="02BE86A36C6845178F22744E7C997666"/>
    <w:rsid w:val="001353DF"/>
  </w:style>
  <w:style w:type="paragraph" w:customStyle="1" w:styleId="FBC27D5FDE924F328BE6263675F45DFE">
    <w:name w:val="FBC27D5FDE924F328BE6263675F45DFE"/>
    <w:rsid w:val="001353DF"/>
  </w:style>
  <w:style w:type="paragraph" w:customStyle="1" w:styleId="0AE511AF255B4672BBEC2469FD00B54D">
    <w:name w:val="0AE511AF255B4672BBEC2469FD00B54D"/>
    <w:rsid w:val="001353DF"/>
  </w:style>
  <w:style w:type="paragraph" w:customStyle="1" w:styleId="92DC097A480E4A31ACDFDEDF62DE3C40">
    <w:name w:val="92DC097A480E4A31ACDFDEDF62DE3C40"/>
    <w:rsid w:val="001353DF"/>
  </w:style>
  <w:style w:type="paragraph" w:customStyle="1" w:styleId="DEE9B273656849478F00C190D146B12F">
    <w:name w:val="DEE9B273656849478F00C190D146B12F"/>
    <w:rsid w:val="001353DF"/>
  </w:style>
  <w:style w:type="paragraph" w:customStyle="1" w:styleId="875DA1A883694DA188AF356E3F34DAA0">
    <w:name w:val="875DA1A883694DA188AF356E3F34DAA0"/>
    <w:rsid w:val="001353DF"/>
  </w:style>
  <w:style w:type="paragraph" w:customStyle="1" w:styleId="DD4646469533443BA0CAA81A7DF53B43">
    <w:name w:val="DD4646469533443BA0CAA81A7DF53B43"/>
    <w:rsid w:val="001353DF"/>
  </w:style>
  <w:style w:type="paragraph" w:customStyle="1" w:styleId="026342D9A8AE4C39A0F08F5D28FD485E">
    <w:name w:val="026342D9A8AE4C39A0F08F5D28FD485E"/>
    <w:rsid w:val="001353DF"/>
  </w:style>
  <w:style w:type="paragraph" w:customStyle="1" w:styleId="8E0017F5095B460A8D199BB0C0E8A361">
    <w:name w:val="8E0017F5095B460A8D199BB0C0E8A361"/>
    <w:rsid w:val="001353DF"/>
  </w:style>
  <w:style w:type="paragraph" w:customStyle="1" w:styleId="9032165979894889856E8CDF4448B9BE">
    <w:name w:val="9032165979894889856E8CDF4448B9BE"/>
    <w:rsid w:val="001353DF"/>
  </w:style>
  <w:style w:type="paragraph" w:customStyle="1" w:styleId="1BA79C610ECA4E33B41C7FC2EF695B3C">
    <w:name w:val="1BA79C610ECA4E33B41C7FC2EF695B3C"/>
    <w:rsid w:val="001353DF"/>
  </w:style>
  <w:style w:type="paragraph" w:customStyle="1" w:styleId="4ACE7674B6D14C8A823945C937122C46">
    <w:name w:val="4ACE7674B6D14C8A823945C937122C46"/>
    <w:rsid w:val="001353DF"/>
  </w:style>
  <w:style w:type="paragraph" w:customStyle="1" w:styleId="C5FB308D517E405491D2A5BC48C74303">
    <w:name w:val="C5FB308D517E405491D2A5BC48C74303"/>
    <w:rsid w:val="001353DF"/>
  </w:style>
  <w:style w:type="paragraph" w:customStyle="1" w:styleId="9D21146AB0C847A0901A21EEE08A8D80">
    <w:name w:val="9D21146AB0C847A0901A21EEE08A8D80"/>
    <w:rsid w:val="001353DF"/>
  </w:style>
  <w:style w:type="paragraph" w:customStyle="1" w:styleId="DD46592A690649FBB4F2AEC3F2D54471">
    <w:name w:val="DD46592A690649FBB4F2AEC3F2D54471"/>
    <w:rsid w:val="001353DF"/>
  </w:style>
  <w:style w:type="paragraph" w:customStyle="1" w:styleId="8DA19844012B43FB8D84D630BE69E96C">
    <w:name w:val="8DA19844012B43FB8D84D630BE69E96C"/>
    <w:rsid w:val="001353DF"/>
  </w:style>
  <w:style w:type="paragraph" w:customStyle="1" w:styleId="F0A4766AD8494646B5F3261A30C9487C">
    <w:name w:val="F0A4766AD8494646B5F3261A30C9487C"/>
    <w:rsid w:val="001353DF"/>
  </w:style>
  <w:style w:type="paragraph" w:customStyle="1" w:styleId="6C48FD076B124647BDD8B12F1E3B5DC0">
    <w:name w:val="6C48FD076B124647BDD8B12F1E3B5DC0"/>
    <w:rsid w:val="001353DF"/>
  </w:style>
  <w:style w:type="paragraph" w:customStyle="1" w:styleId="A46C16383A5B45E9BA3E5AC52FD2DD13">
    <w:name w:val="A46C16383A5B45E9BA3E5AC52FD2DD13"/>
    <w:rsid w:val="001353DF"/>
  </w:style>
  <w:style w:type="paragraph" w:customStyle="1" w:styleId="3C9D72B54D464D02886762FB3569A914">
    <w:name w:val="3C9D72B54D464D02886762FB3569A914"/>
    <w:rsid w:val="001353DF"/>
  </w:style>
  <w:style w:type="paragraph" w:customStyle="1" w:styleId="957A42BE7CE54604AC7038F9161EBC8C">
    <w:name w:val="957A42BE7CE54604AC7038F9161EBC8C"/>
    <w:rsid w:val="001353DF"/>
  </w:style>
  <w:style w:type="paragraph" w:customStyle="1" w:styleId="B207356E520B4DF6BB36EC71D48CAC1D">
    <w:name w:val="B207356E520B4DF6BB36EC71D48CAC1D"/>
    <w:rsid w:val="001353DF"/>
  </w:style>
  <w:style w:type="paragraph" w:customStyle="1" w:styleId="0525642F1202404696CD5EED58426AC3">
    <w:name w:val="0525642F1202404696CD5EED58426AC3"/>
    <w:rsid w:val="001353DF"/>
  </w:style>
  <w:style w:type="paragraph" w:customStyle="1" w:styleId="003F629852B5470CAFC7E9ACD5AA4F60">
    <w:name w:val="003F629852B5470CAFC7E9ACD5AA4F60"/>
    <w:rsid w:val="001353DF"/>
  </w:style>
  <w:style w:type="paragraph" w:customStyle="1" w:styleId="1E6DFAD5A708420EBCFBF4B893B58507">
    <w:name w:val="1E6DFAD5A708420EBCFBF4B893B58507"/>
    <w:rsid w:val="001353DF"/>
  </w:style>
  <w:style w:type="paragraph" w:customStyle="1" w:styleId="AA5ECC44190D42C988F20717CEF2DCB3">
    <w:name w:val="AA5ECC44190D42C988F20717CEF2DCB3"/>
    <w:rsid w:val="001353DF"/>
  </w:style>
  <w:style w:type="paragraph" w:customStyle="1" w:styleId="6CC20B7D355D4C2FA6002181EE91C626">
    <w:name w:val="6CC20B7D355D4C2FA6002181EE91C626"/>
    <w:rsid w:val="001353DF"/>
  </w:style>
  <w:style w:type="paragraph" w:customStyle="1" w:styleId="6BD9D017851A49E4877AA490A899B723">
    <w:name w:val="6BD9D017851A49E4877AA490A899B723"/>
    <w:rsid w:val="001353DF"/>
  </w:style>
  <w:style w:type="paragraph" w:customStyle="1" w:styleId="31D2AAA12C9C485FA2BED4B292E33E73">
    <w:name w:val="31D2AAA12C9C485FA2BED4B292E33E73"/>
    <w:rsid w:val="001353DF"/>
  </w:style>
  <w:style w:type="paragraph" w:customStyle="1" w:styleId="F505FD340CC644FFB717BDC625F1DD09">
    <w:name w:val="F505FD340CC644FFB717BDC625F1DD09"/>
    <w:rsid w:val="001353DF"/>
  </w:style>
  <w:style w:type="paragraph" w:customStyle="1" w:styleId="8373F7F31376423D947E81DC5F15E67F">
    <w:name w:val="8373F7F31376423D947E81DC5F15E67F"/>
    <w:rsid w:val="001353DF"/>
  </w:style>
  <w:style w:type="paragraph" w:customStyle="1" w:styleId="DF46BE3CFB5D4599A882020DAE2062D3">
    <w:name w:val="DF46BE3CFB5D4599A882020DAE2062D3"/>
    <w:rsid w:val="001353DF"/>
  </w:style>
  <w:style w:type="paragraph" w:customStyle="1" w:styleId="1DD99379C7D74E6BAD3B04D4E89F7F14">
    <w:name w:val="1DD99379C7D74E6BAD3B04D4E89F7F14"/>
    <w:rsid w:val="001353DF"/>
  </w:style>
  <w:style w:type="paragraph" w:customStyle="1" w:styleId="908EB0436BF049CF9A7CB802C0FA972D">
    <w:name w:val="908EB0436BF049CF9A7CB802C0FA972D"/>
    <w:rsid w:val="001353DF"/>
  </w:style>
  <w:style w:type="paragraph" w:customStyle="1" w:styleId="20187DCE0DE1474FAE2F89A89A2CD384">
    <w:name w:val="20187DCE0DE1474FAE2F89A89A2CD384"/>
    <w:rsid w:val="001353DF"/>
  </w:style>
  <w:style w:type="paragraph" w:customStyle="1" w:styleId="F8F31EA9C1A449738815A697A057611D">
    <w:name w:val="F8F31EA9C1A449738815A697A057611D"/>
    <w:rsid w:val="001353DF"/>
  </w:style>
  <w:style w:type="paragraph" w:customStyle="1" w:styleId="63D20E564DCC4DACBE242EA651ED468F">
    <w:name w:val="63D20E564DCC4DACBE242EA651ED468F"/>
    <w:rsid w:val="001353DF"/>
  </w:style>
  <w:style w:type="paragraph" w:customStyle="1" w:styleId="45406C0C06D9413983702C82A38CC23F">
    <w:name w:val="45406C0C06D9413983702C82A38CC23F"/>
    <w:rsid w:val="001353DF"/>
  </w:style>
  <w:style w:type="paragraph" w:customStyle="1" w:styleId="8AFF679F1E9245E7B5965FE84E3C7BE4">
    <w:name w:val="8AFF679F1E9245E7B5965FE84E3C7BE4"/>
    <w:rsid w:val="001353DF"/>
  </w:style>
  <w:style w:type="paragraph" w:customStyle="1" w:styleId="5CC1BCF0A60E41CC99CD405CBF7ECA84">
    <w:name w:val="5CC1BCF0A60E41CC99CD405CBF7ECA84"/>
    <w:rsid w:val="001353DF"/>
  </w:style>
  <w:style w:type="paragraph" w:customStyle="1" w:styleId="C99A9E2720A94B19BABBB6785AC22C3E">
    <w:name w:val="C99A9E2720A94B19BABBB6785AC22C3E"/>
    <w:rsid w:val="001353DF"/>
  </w:style>
  <w:style w:type="paragraph" w:customStyle="1" w:styleId="5459992D0BDE4D59A6D9AA51DF83C0E1">
    <w:name w:val="5459992D0BDE4D59A6D9AA51DF83C0E1"/>
    <w:rsid w:val="001353DF"/>
  </w:style>
  <w:style w:type="paragraph" w:customStyle="1" w:styleId="75E0E19EA29348F09721C47CC50B7D9C">
    <w:name w:val="75E0E19EA29348F09721C47CC50B7D9C"/>
    <w:rsid w:val="001353DF"/>
  </w:style>
  <w:style w:type="paragraph" w:customStyle="1" w:styleId="15DFC4024495490DA5AE1749A988D724">
    <w:name w:val="15DFC4024495490DA5AE1749A988D724"/>
    <w:rsid w:val="001353DF"/>
  </w:style>
  <w:style w:type="paragraph" w:customStyle="1" w:styleId="31F450ACCA9E4B48932C8639D156BD8D">
    <w:name w:val="31F450ACCA9E4B48932C8639D156BD8D"/>
    <w:rsid w:val="001353DF"/>
  </w:style>
  <w:style w:type="paragraph" w:customStyle="1" w:styleId="89DEEA625E3E43C6AC6DDC9792A422A5">
    <w:name w:val="89DEEA625E3E43C6AC6DDC9792A422A5"/>
    <w:rsid w:val="001353DF"/>
  </w:style>
  <w:style w:type="paragraph" w:customStyle="1" w:styleId="C92675A1830A42E2A87854039AF0CA58">
    <w:name w:val="C92675A1830A42E2A87854039AF0CA58"/>
    <w:rsid w:val="001353DF"/>
  </w:style>
  <w:style w:type="paragraph" w:customStyle="1" w:styleId="BB4F9E17886D469A90EA27FB311520C2">
    <w:name w:val="BB4F9E17886D469A90EA27FB311520C2"/>
    <w:rsid w:val="001353DF"/>
  </w:style>
  <w:style w:type="paragraph" w:customStyle="1" w:styleId="E9A07DBB0AA0479CB540114F02CBFCE3">
    <w:name w:val="E9A07DBB0AA0479CB540114F02CBFCE3"/>
    <w:rsid w:val="001353DF"/>
  </w:style>
  <w:style w:type="paragraph" w:customStyle="1" w:styleId="BEC25169C7594D8C8B7A783E32FC8D5D">
    <w:name w:val="BEC25169C7594D8C8B7A783E32FC8D5D"/>
    <w:rsid w:val="001353DF"/>
  </w:style>
  <w:style w:type="paragraph" w:customStyle="1" w:styleId="2614E6C16FE046EE994F9024E1C91D43">
    <w:name w:val="2614E6C16FE046EE994F9024E1C91D43"/>
    <w:rsid w:val="001353DF"/>
  </w:style>
  <w:style w:type="paragraph" w:customStyle="1" w:styleId="B5756C47B0A643E0956A9BC41D823F2B">
    <w:name w:val="B5756C47B0A643E0956A9BC41D823F2B"/>
    <w:rsid w:val="001353DF"/>
  </w:style>
  <w:style w:type="paragraph" w:customStyle="1" w:styleId="B480A1806DA44ED7B2EDA8D7F52857AA">
    <w:name w:val="B480A1806DA44ED7B2EDA8D7F52857AA"/>
    <w:rsid w:val="001353DF"/>
  </w:style>
  <w:style w:type="paragraph" w:customStyle="1" w:styleId="8A5EB3158E334C929313054DB20D6EB0">
    <w:name w:val="8A5EB3158E334C929313054DB20D6EB0"/>
    <w:rsid w:val="001353DF"/>
  </w:style>
  <w:style w:type="paragraph" w:customStyle="1" w:styleId="C7A117F7D5C4417B9A294FC39A45BF51">
    <w:name w:val="C7A117F7D5C4417B9A294FC39A45BF51"/>
    <w:rsid w:val="001353DF"/>
  </w:style>
  <w:style w:type="paragraph" w:customStyle="1" w:styleId="194D387536F649D487AE6C534AFD3BDA">
    <w:name w:val="194D387536F649D487AE6C534AFD3BDA"/>
    <w:rsid w:val="001353DF"/>
  </w:style>
  <w:style w:type="paragraph" w:customStyle="1" w:styleId="148CD24F3D40491AA5151AFA0A2DBCE2">
    <w:name w:val="148CD24F3D40491AA5151AFA0A2DBCE2"/>
    <w:rsid w:val="001353DF"/>
  </w:style>
  <w:style w:type="paragraph" w:customStyle="1" w:styleId="F04512EF944A47D2A2A37D76B5BAC92C">
    <w:name w:val="F04512EF944A47D2A2A37D76B5BAC92C"/>
    <w:rsid w:val="001353DF"/>
  </w:style>
  <w:style w:type="paragraph" w:customStyle="1" w:styleId="5F705CCDE82C4DC59ECA67D227D2ACE8">
    <w:name w:val="5F705CCDE82C4DC59ECA67D227D2ACE8"/>
    <w:rsid w:val="001353DF"/>
  </w:style>
  <w:style w:type="paragraph" w:customStyle="1" w:styleId="09C60FA3FFE247E5A195273EBD7BABDB">
    <w:name w:val="09C60FA3FFE247E5A195273EBD7BABDB"/>
    <w:rsid w:val="001353DF"/>
  </w:style>
  <w:style w:type="paragraph" w:customStyle="1" w:styleId="C01EEC332DB64444A0D0A0D86614859F">
    <w:name w:val="C01EEC332DB64444A0D0A0D86614859F"/>
    <w:rsid w:val="001353DF"/>
  </w:style>
  <w:style w:type="paragraph" w:customStyle="1" w:styleId="5BF1E471D243469DA687D8102E27047F">
    <w:name w:val="5BF1E471D243469DA687D8102E27047F"/>
    <w:rsid w:val="001353DF"/>
  </w:style>
  <w:style w:type="paragraph" w:customStyle="1" w:styleId="94211154B03042CF8ABF8F7A5354821E">
    <w:name w:val="94211154B03042CF8ABF8F7A5354821E"/>
    <w:rsid w:val="001353DF"/>
  </w:style>
  <w:style w:type="paragraph" w:customStyle="1" w:styleId="D93B35FC14B649598CCC0473A0CD7D12">
    <w:name w:val="D93B35FC14B649598CCC0473A0CD7D12"/>
    <w:rsid w:val="001353DF"/>
  </w:style>
  <w:style w:type="paragraph" w:customStyle="1" w:styleId="010A11BA071649938E1CB53A91432EF7">
    <w:name w:val="010A11BA071649938E1CB53A91432EF7"/>
    <w:rsid w:val="001353DF"/>
  </w:style>
  <w:style w:type="paragraph" w:customStyle="1" w:styleId="A7AC4F477D53484F905C977392126936">
    <w:name w:val="A7AC4F477D53484F905C977392126936"/>
    <w:rsid w:val="001353DF"/>
  </w:style>
  <w:style w:type="paragraph" w:customStyle="1" w:styleId="4A2D610CF6864A0AA88606C32C49912E">
    <w:name w:val="4A2D610CF6864A0AA88606C32C49912E"/>
    <w:rsid w:val="001353DF"/>
  </w:style>
  <w:style w:type="paragraph" w:customStyle="1" w:styleId="AF290F06A1D04F7BB22A8B171AF196C9">
    <w:name w:val="AF290F06A1D04F7BB22A8B171AF196C9"/>
    <w:rsid w:val="001353DF"/>
  </w:style>
  <w:style w:type="paragraph" w:customStyle="1" w:styleId="A4D5715FB049441987215C77B4A0B2AC">
    <w:name w:val="A4D5715FB049441987215C77B4A0B2AC"/>
    <w:rsid w:val="001353DF"/>
  </w:style>
  <w:style w:type="paragraph" w:customStyle="1" w:styleId="5D4FD45237AB493BAD76224440711736">
    <w:name w:val="5D4FD45237AB493BAD76224440711736"/>
    <w:rsid w:val="001353DF"/>
  </w:style>
  <w:style w:type="paragraph" w:customStyle="1" w:styleId="16CBAD900E3642909A98CE1BC2A22CA3">
    <w:name w:val="16CBAD900E3642909A98CE1BC2A22CA3"/>
    <w:rsid w:val="001353DF"/>
  </w:style>
  <w:style w:type="paragraph" w:customStyle="1" w:styleId="87678A081DB047669E2F41E9E09644D5">
    <w:name w:val="87678A081DB047669E2F41E9E09644D5"/>
    <w:rsid w:val="001353DF"/>
  </w:style>
  <w:style w:type="paragraph" w:customStyle="1" w:styleId="6DEB15BB197C40B89B7E0BB13F798C19">
    <w:name w:val="6DEB15BB197C40B89B7E0BB13F798C19"/>
    <w:rsid w:val="001353DF"/>
  </w:style>
  <w:style w:type="paragraph" w:customStyle="1" w:styleId="F14DE82C999F45DFAB8B81A6D57B19F0">
    <w:name w:val="F14DE82C999F45DFAB8B81A6D57B19F0"/>
    <w:rsid w:val="001353DF"/>
  </w:style>
  <w:style w:type="paragraph" w:customStyle="1" w:styleId="2F46DFED94004640B72485F78F2430D8">
    <w:name w:val="2F46DFED94004640B72485F78F2430D8"/>
    <w:rsid w:val="001353DF"/>
  </w:style>
  <w:style w:type="paragraph" w:customStyle="1" w:styleId="9B6367C24F264262A74A9532383E3927">
    <w:name w:val="9B6367C24F264262A74A9532383E3927"/>
    <w:rsid w:val="001353DF"/>
  </w:style>
  <w:style w:type="paragraph" w:customStyle="1" w:styleId="D277EF2B81784876B3A006E92E205D01">
    <w:name w:val="D277EF2B81784876B3A006E92E205D01"/>
    <w:rsid w:val="001353DF"/>
  </w:style>
  <w:style w:type="paragraph" w:customStyle="1" w:styleId="561C44A570594118978398919B114E1C">
    <w:name w:val="561C44A570594118978398919B114E1C"/>
    <w:rsid w:val="001353DF"/>
  </w:style>
  <w:style w:type="paragraph" w:customStyle="1" w:styleId="830B99EB9A9347539A6021D889053C4D">
    <w:name w:val="830B99EB9A9347539A6021D889053C4D"/>
    <w:rsid w:val="001353DF"/>
  </w:style>
  <w:style w:type="paragraph" w:customStyle="1" w:styleId="455E2B10603B43568D943B6E2C5F3920">
    <w:name w:val="455E2B10603B43568D943B6E2C5F3920"/>
    <w:rsid w:val="001353DF"/>
  </w:style>
  <w:style w:type="paragraph" w:customStyle="1" w:styleId="51642BBFACD34B9CAE3292F02FD32625">
    <w:name w:val="51642BBFACD34B9CAE3292F02FD32625"/>
    <w:rsid w:val="001353DF"/>
  </w:style>
  <w:style w:type="paragraph" w:customStyle="1" w:styleId="A5537AA0B9DC471AAB2A3028B586C569">
    <w:name w:val="A5537AA0B9DC471AAB2A3028B586C569"/>
    <w:rsid w:val="001353DF"/>
  </w:style>
  <w:style w:type="paragraph" w:customStyle="1" w:styleId="BA1F4692385A446BA296F706A12DFDAB">
    <w:name w:val="BA1F4692385A446BA296F706A12DFDAB"/>
    <w:rsid w:val="001353DF"/>
  </w:style>
  <w:style w:type="paragraph" w:customStyle="1" w:styleId="777330CD778C40029E472FBBE4DEAF4F">
    <w:name w:val="777330CD778C40029E472FBBE4DEAF4F"/>
    <w:rsid w:val="001353DF"/>
  </w:style>
  <w:style w:type="paragraph" w:customStyle="1" w:styleId="47C754D5133F4D50A7FAD079FBA430EF">
    <w:name w:val="47C754D5133F4D50A7FAD079FBA430EF"/>
    <w:rsid w:val="001353DF"/>
  </w:style>
  <w:style w:type="paragraph" w:customStyle="1" w:styleId="DC52676820AC4F519B9FEFD608DFB69A">
    <w:name w:val="DC52676820AC4F519B9FEFD608DFB69A"/>
    <w:rsid w:val="001353DF"/>
  </w:style>
  <w:style w:type="paragraph" w:customStyle="1" w:styleId="96C3498695984C75938C30581359AD27">
    <w:name w:val="96C3498695984C75938C30581359AD27"/>
    <w:rsid w:val="001353DF"/>
  </w:style>
  <w:style w:type="paragraph" w:customStyle="1" w:styleId="37CB8DD920BC4785BA4ED6118F7F226B">
    <w:name w:val="37CB8DD920BC4785BA4ED6118F7F226B"/>
    <w:rsid w:val="001353DF"/>
  </w:style>
  <w:style w:type="paragraph" w:customStyle="1" w:styleId="14C47680CD2E475B8454B8AE3C736481">
    <w:name w:val="14C47680CD2E475B8454B8AE3C736481"/>
    <w:rsid w:val="001353DF"/>
  </w:style>
  <w:style w:type="paragraph" w:customStyle="1" w:styleId="E2157B385E8245E89B4411364482B532">
    <w:name w:val="E2157B385E8245E89B4411364482B532"/>
    <w:rsid w:val="001353DF"/>
  </w:style>
  <w:style w:type="paragraph" w:customStyle="1" w:styleId="6E9DD4C622104AFE86665323BEF7223E">
    <w:name w:val="6E9DD4C622104AFE86665323BEF7223E"/>
    <w:rsid w:val="001353DF"/>
  </w:style>
  <w:style w:type="paragraph" w:customStyle="1" w:styleId="0E7336AB99374821AB72BD22876790A8">
    <w:name w:val="0E7336AB99374821AB72BD22876790A8"/>
    <w:rsid w:val="001353DF"/>
  </w:style>
  <w:style w:type="paragraph" w:customStyle="1" w:styleId="E8CCD6D57CC4432D8A83ECDAD3A4DDF0">
    <w:name w:val="E8CCD6D57CC4432D8A83ECDAD3A4DDF0"/>
    <w:rsid w:val="001353DF"/>
  </w:style>
  <w:style w:type="paragraph" w:customStyle="1" w:styleId="6F679E31385148D2A527CF802141EAEC">
    <w:name w:val="6F679E31385148D2A527CF802141EAEC"/>
    <w:rsid w:val="001353DF"/>
  </w:style>
  <w:style w:type="paragraph" w:customStyle="1" w:styleId="FCAE92E15C3D4748AB88528D6CC946FF">
    <w:name w:val="FCAE92E15C3D4748AB88528D6CC946FF"/>
    <w:rsid w:val="001353DF"/>
  </w:style>
  <w:style w:type="paragraph" w:customStyle="1" w:styleId="BDA5621D64CC49178608F417817AFAE0">
    <w:name w:val="BDA5621D64CC49178608F417817AFAE0"/>
    <w:rsid w:val="001353DF"/>
  </w:style>
  <w:style w:type="paragraph" w:customStyle="1" w:styleId="D75D1972F5EA45C1968679750587E78C">
    <w:name w:val="D75D1972F5EA45C1968679750587E78C"/>
    <w:rsid w:val="001353DF"/>
  </w:style>
  <w:style w:type="paragraph" w:customStyle="1" w:styleId="47C488C8EC3F4AC0A0476252F0CDE595">
    <w:name w:val="47C488C8EC3F4AC0A0476252F0CDE595"/>
    <w:rsid w:val="001353DF"/>
  </w:style>
  <w:style w:type="paragraph" w:customStyle="1" w:styleId="4682FC2479BD4CC0A911FD31997D9571">
    <w:name w:val="4682FC2479BD4CC0A911FD31997D9571"/>
    <w:rsid w:val="001353DF"/>
  </w:style>
  <w:style w:type="paragraph" w:customStyle="1" w:styleId="E28C410368A94493A4BB949DA953F484">
    <w:name w:val="E28C410368A94493A4BB949DA953F484"/>
    <w:rsid w:val="001353DF"/>
  </w:style>
  <w:style w:type="paragraph" w:customStyle="1" w:styleId="CE91FC8AE11849389929AD7096BB4367">
    <w:name w:val="CE91FC8AE11849389929AD7096BB4367"/>
    <w:rsid w:val="001353DF"/>
  </w:style>
  <w:style w:type="paragraph" w:customStyle="1" w:styleId="C5EC7CE853C44C4486588231096980C9">
    <w:name w:val="C5EC7CE853C44C4486588231096980C9"/>
    <w:rsid w:val="001353DF"/>
  </w:style>
  <w:style w:type="paragraph" w:customStyle="1" w:styleId="A6686457E10C49D79D8488BF5198893B">
    <w:name w:val="A6686457E10C49D79D8488BF5198893B"/>
    <w:rsid w:val="001353DF"/>
  </w:style>
  <w:style w:type="paragraph" w:customStyle="1" w:styleId="DAD528C76F434B23A8F96F2BDD6727A3">
    <w:name w:val="DAD528C76F434B23A8F96F2BDD6727A3"/>
    <w:rsid w:val="001353DF"/>
  </w:style>
  <w:style w:type="paragraph" w:customStyle="1" w:styleId="1C68C09DCDEC4346BE8222AA7A8FCFAD">
    <w:name w:val="1C68C09DCDEC4346BE8222AA7A8FCFAD"/>
    <w:rsid w:val="001353DF"/>
  </w:style>
  <w:style w:type="paragraph" w:customStyle="1" w:styleId="133128A7122748AFA294708A3C9A1861">
    <w:name w:val="133128A7122748AFA294708A3C9A1861"/>
    <w:rsid w:val="001353DF"/>
  </w:style>
  <w:style w:type="paragraph" w:customStyle="1" w:styleId="290A2F305A8B43F98079437DF61DD60F">
    <w:name w:val="290A2F305A8B43F98079437DF61DD60F"/>
    <w:rsid w:val="001353DF"/>
  </w:style>
  <w:style w:type="paragraph" w:customStyle="1" w:styleId="36803C1CC1164953A66740ADCC3A253A">
    <w:name w:val="36803C1CC1164953A66740ADCC3A253A"/>
    <w:rsid w:val="001353DF"/>
  </w:style>
  <w:style w:type="paragraph" w:customStyle="1" w:styleId="9431B69A61654E65A9F9FBF3B4D815D5">
    <w:name w:val="9431B69A61654E65A9F9FBF3B4D815D5"/>
    <w:rsid w:val="001353DF"/>
  </w:style>
  <w:style w:type="paragraph" w:customStyle="1" w:styleId="C7A618F2A73946808D4D6F134868026A">
    <w:name w:val="C7A618F2A73946808D4D6F134868026A"/>
    <w:rsid w:val="001353DF"/>
  </w:style>
  <w:style w:type="paragraph" w:customStyle="1" w:styleId="6B35FC8CEE98419BA0FBA0ACB96A89DD">
    <w:name w:val="6B35FC8CEE98419BA0FBA0ACB96A89DD"/>
    <w:rsid w:val="001353DF"/>
  </w:style>
  <w:style w:type="paragraph" w:customStyle="1" w:styleId="5C1D4F579C4E4E148C1165ACC3AA911B">
    <w:name w:val="5C1D4F579C4E4E148C1165ACC3AA911B"/>
    <w:rsid w:val="001353DF"/>
  </w:style>
  <w:style w:type="paragraph" w:customStyle="1" w:styleId="98E6C2D12A174AEAB558D2F1848C1619">
    <w:name w:val="98E6C2D12A174AEAB558D2F1848C1619"/>
    <w:rsid w:val="001353DF"/>
  </w:style>
  <w:style w:type="paragraph" w:customStyle="1" w:styleId="70B818AF64034C8A864E2FEF37C6131B">
    <w:name w:val="70B818AF64034C8A864E2FEF37C6131B"/>
    <w:rsid w:val="001353DF"/>
  </w:style>
  <w:style w:type="paragraph" w:customStyle="1" w:styleId="B556121B697847B28E177EABD40F04AA">
    <w:name w:val="B556121B697847B28E177EABD40F04AA"/>
    <w:rsid w:val="001353DF"/>
  </w:style>
  <w:style w:type="paragraph" w:customStyle="1" w:styleId="77F16EA7B62943B6B0EC8DB2264820FA">
    <w:name w:val="77F16EA7B62943B6B0EC8DB2264820FA"/>
    <w:rsid w:val="001353DF"/>
  </w:style>
  <w:style w:type="paragraph" w:customStyle="1" w:styleId="D55707B5A7A64801814D6CBA389BCAE3">
    <w:name w:val="D55707B5A7A64801814D6CBA389BCAE3"/>
    <w:rsid w:val="001353DF"/>
  </w:style>
  <w:style w:type="paragraph" w:customStyle="1" w:styleId="DFEEBEF507444CEE9153C4A9324D0E7E">
    <w:name w:val="DFEEBEF507444CEE9153C4A9324D0E7E"/>
    <w:rsid w:val="001353DF"/>
  </w:style>
  <w:style w:type="paragraph" w:customStyle="1" w:styleId="8F603F90D02349C5B3B0AF6107FAADE3">
    <w:name w:val="8F603F90D02349C5B3B0AF6107FAADE3"/>
    <w:rsid w:val="001353DF"/>
  </w:style>
  <w:style w:type="paragraph" w:customStyle="1" w:styleId="5FFC284434264AAE8E3DEA7E3ECE3DCA">
    <w:name w:val="5FFC284434264AAE8E3DEA7E3ECE3DCA"/>
    <w:rsid w:val="001353DF"/>
  </w:style>
  <w:style w:type="paragraph" w:customStyle="1" w:styleId="51AF5B8EA5194085B82818F440A3EF83">
    <w:name w:val="51AF5B8EA5194085B82818F440A3EF83"/>
    <w:rsid w:val="001353DF"/>
  </w:style>
  <w:style w:type="paragraph" w:customStyle="1" w:styleId="F162378096C54EBDA387E6CB73126A44">
    <w:name w:val="F162378096C54EBDA387E6CB73126A44"/>
    <w:rsid w:val="001353DF"/>
  </w:style>
  <w:style w:type="paragraph" w:customStyle="1" w:styleId="9F6A648B620F4F2EBA90F1E45413A125">
    <w:name w:val="9F6A648B620F4F2EBA90F1E45413A125"/>
    <w:rsid w:val="001353DF"/>
  </w:style>
  <w:style w:type="paragraph" w:customStyle="1" w:styleId="88F11874386C46A99789E7E725FC688A">
    <w:name w:val="88F11874386C46A99789E7E725FC688A"/>
    <w:rsid w:val="001353DF"/>
  </w:style>
  <w:style w:type="paragraph" w:customStyle="1" w:styleId="B8E089BBD8024F9DBDB6DB21297EB9AB">
    <w:name w:val="B8E089BBD8024F9DBDB6DB21297EB9AB"/>
    <w:rsid w:val="001353DF"/>
  </w:style>
  <w:style w:type="paragraph" w:customStyle="1" w:styleId="958FC5259FD24C22A9646E900F8FFE41">
    <w:name w:val="958FC5259FD24C22A9646E900F8FFE41"/>
    <w:rsid w:val="001353DF"/>
  </w:style>
  <w:style w:type="paragraph" w:customStyle="1" w:styleId="83BAD1976C2547BD98DAB353283F81D3">
    <w:name w:val="83BAD1976C2547BD98DAB353283F81D3"/>
    <w:rsid w:val="001353DF"/>
  </w:style>
  <w:style w:type="paragraph" w:customStyle="1" w:styleId="F41F9DBD312D4CB784039245EFDD9448">
    <w:name w:val="F41F9DBD312D4CB784039245EFDD9448"/>
    <w:rsid w:val="001353DF"/>
  </w:style>
  <w:style w:type="paragraph" w:customStyle="1" w:styleId="A27B1B87755645F9A202DAB5BD7C63DB">
    <w:name w:val="A27B1B87755645F9A202DAB5BD7C63DB"/>
    <w:rsid w:val="001353DF"/>
  </w:style>
  <w:style w:type="paragraph" w:customStyle="1" w:styleId="C22F158EC46C40D5B1117FF81A938FF4">
    <w:name w:val="C22F158EC46C40D5B1117FF81A938FF4"/>
    <w:rsid w:val="001353DF"/>
  </w:style>
  <w:style w:type="paragraph" w:customStyle="1" w:styleId="B30C75090B7C453C8DAE6DAFB83AA0B3">
    <w:name w:val="B30C75090B7C453C8DAE6DAFB83AA0B3"/>
    <w:rsid w:val="001353DF"/>
  </w:style>
  <w:style w:type="paragraph" w:customStyle="1" w:styleId="C9DEC60AED6442B4BD0316BFE6B161C0">
    <w:name w:val="C9DEC60AED6442B4BD0316BFE6B161C0"/>
    <w:rsid w:val="001353DF"/>
  </w:style>
  <w:style w:type="paragraph" w:customStyle="1" w:styleId="2016B634AF0146BE99B8CCCA7CE8402C">
    <w:name w:val="2016B634AF0146BE99B8CCCA7CE8402C"/>
    <w:rsid w:val="001353DF"/>
  </w:style>
  <w:style w:type="paragraph" w:customStyle="1" w:styleId="39128FC5726D4FD2A75DA4F5B984BA02">
    <w:name w:val="39128FC5726D4FD2A75DA4F5B984BA02"/>
    <w:rsid w:val="001353DF"/>
  </w:style>
  <w:style w:type="paragraph" w:customStyle="1" w:styleId="AFE5A6F5907048F097CC24A30ABFB138">
    <w:name w:val="AFE5A6F5907048F097CC24A30ABFB138"/>
    <w:rsid w:val="001353DF"/>
  </w:style>
  <w:style w:type="paragraph" w:customStyle="1" w:styleId="34255E6E1AE443329F5319264F257AC7">
    <w:name w:val="34255E6E1AE443329F5319264F257AC7"/>
    <w:rsid w:val="001353DF"/>
  </w:style>
  <w:style w:type="paragraph" w:customStyle="1" w:styleId="CBEBCEBC1BBD4D27AAD04F97D6DD03EC">
    <w:name w:val="CBEBCEBC1BBD4D27AAD04F97D6DD03EC"/>
    <w:rsid w:val="001353DF"/>
  </w:style>
  <w:style w:type="paragraph" w:customStyle="1" w:styleId="3D0229DEF9BF4174AF36C5CC2D567EB1">
    <w:name w:val="3D0229DEF9BF4174AF36C5CC2D567EB1"/>
    <w:rsid w:val="001353DF"/>
  </w:style>
  <w:style w:type="paragraph" w:customStyle="1" w:styleId="88D5E04895AD45ECB52B2A32310F211F">
    <w:name w:val="88D5E04895AD45ECB52B2A32310F211F"/>
    <w:rsid w:val="001353DF"/>
  </w:style>
  <w:style w:type="paragraph" w:customStyle="1" w:styleId="3A7BB0955A6840BFA4E6AF62A87436F0">
    <w:name w:val="3A7BB0955A6840BFA4E6AF62A87436F0"/>
    <w:rsid w:val="001353DF"/>
  </w:style>
  <w:style w:type="paragraph" w:customStyle="1" w:styleId="D10892A96A1748CA9212AE4C36F70B76">
    <w:name w:val="D10892A96A1748CA9212AE4C36F70B76"/>
    <w:rsid w:val="001353DF"/>
  </w:style>
  <w:style w:type="paragraph" w:customStyle="1" w:styleId="7F3EB5C85E5D4B79A82FFF637B600DB6">
    <w:name w:val="7F3EB5C85E5D4B79A82FFF637B600DB6"/>
    <w:rsid w:val="001353DF"/>
  </w:style>
  <w:style w:type="paragraph" w:customStyle="1" w:styleId="5CA284214BAE42239DE138251423EFC0">
    <w:name w:val="5CA284214BAE42239DE138251423EFC0"/>
    <w:rsid w:val="001353DF"/>
  </w:style>
  <w:style w:type="paragraph" w:customStyle="1" w:styleId="367A5FAC5F0C4FE6B2780535C2250EDF">
    <w:name w:val="367A5FAC5F0C4FE6B2780535C2250EDF"/>
    <w:rsid w:val="001353DF"/>
  </w:style>
  <w:style w:type="paragraph" w:customStyle="1" w:styleId="0359C458A4624036A0724349B685E6C1">
    <w:name w:val="0359C458A4624036A0724349B685E6C1"/>
    <w:rsid w:val="001353DF"/>
  </w:style>
  <w:style w:type="paragraph" w:customStyle="1" w:styleId="54871B4F1788423EAF9A26E1B6A0CE31">
    <w:name w:val="54871B4F1788423EAF9A26E1B6A0CE31"/>
    <w:rsid w:val="001353DF"/>
  </w:style>
  <w:style w:type="paragraph" w:customStyle="1" w:styleId="3EE2921F5D264F1CA69F898094F0BAE1">
    <w:name w:val="3EE2921F5D264F1CA69F898094F0BAE1"/>
    <w:rsid w:val="001353DF"/>
  </w:style>
  <w:style w:type="paragraph" w:customStyle="1" w:styleId="6D68B46ED2BE4FFDBFFF0D587AFC3D25">
    <w:name w:val="6D68B46ED2BE4FFDBFFF0D587AFC3D25"/>
    <w:rsid w:val="001353DF"/>
  </w:style>
  <w:style w:type="paragraph" w:customStyle="1" w:styleId="6B2FB1151D76468782375C7C9318B3C5">
    <w:name w:val="6B2FB1151D76468782375C7C9318B3C5"/>
    <w:rsid w:val="001353DF"/>
  </w:style>
  <w:style w:type="paragraph" w:customStyle="1" w:styleId="98F6605F071A404E90D7178ECBC96027">
    <w:name w:val="98F6605F071A404E90D7178ECBC96027"/>
    <w:rsid w:val="001353DF"/>
  </w:style>
  <w:style w:type="paragraph" w:customStyle="1" w:styleId="BA3BAAF9E2624F238F81903D693D224E">
    <w:name w:val="BA3BAAF9E2624F238F81903D693D224E"/>
    <w:rsid w:val="001353DF"/>
  </w:style>
  <w:style w:type="paragraph" w:customStyle="1" w:styleId="E2BDE5F0CABE4C7E9C5CCB11FCC219DF">
    <w:name w:val="E2BDE5F0CABE4C7E9C5CCB11FCC219DF"/>
    <w:rsid w:val="001353DF"/>
  </w:style>
  <w:style w:type="paragraph" w:customStyle="1" w:styleId="BC1F984F598F49BE80E0B976A112B2CC">
    <w:name w:val="BC1F984F598F49BE80E0B976A112B2CC"/>
    <w:rsid w:val="001353DF"/>
  </w:style>
  <w:style w:type="paragraph" w:customStyle="1" w:styleId="C6AC2FC1D09F4845AD437F51BD9C0CF3">
    <w:name w:val="C6AC2FC1D09F4845AD437F51BD9C0CF3"/>
    <w:rsid w:val="001353DF"/>
  </w:style>
  <w:style w:type="paragraph" w:customStyle="1" w:styleId="13CA4A14ADD545BBB649AF9C2B419F70">
    <w:name w:val="13CA4A14ADD545BBB649AF9C2B419F70"/>
    <w:rsid w:val="001353DF"/>
  </w:style>
  <w:style w:type="paragraph" w:customStyle="1" w:styleId="E4A9AB1514EB44E8B8213ED23AB530D5">
    <w:name w:val="E4A9AB1514EB44E8B8213ED23AB530D5"/>
    <w:rsid w:val="001353DF"/>
  </w:style>
  <w:style w:type="paragraph" w:customStyle="1" w:styleId="0D51CE58B17740F0A528D7216BAF8415">
    <w:name w:val="0D51CE58B17740F0A528D7216BAF8415"/>
    <w:rsid w:val="001353DF"/>
  </w:style>
  <w:style w:type="paragraph" w:customStyle="1" w:styleId="263CFC87ED524D2B86ED6257335129A9">
    <w:name w:val="263CFC87ED524D2B86ED6257335129A9"/>
    <w:rsid w:val="001353DF"/>
  </w:style>
  <w:style w:type="paragraph" w:customStyle="1" w:styleId="FF44C3AF576B47C18C01E7239DA703CC">
    <w:name w:val="FF44C3AF576B47C18C01E7239DA703CC"/>
    <w:rsid w:val="001353DF"/>
  </w:style>
  <w:style w:type="paragraph" w:customStyle="1" w:styleId="854E55ED564949DF8CE2513D85C42E43">
    <w:name w:val="854E55ED564949DF8CE2513D85C42E43"/>
    <w:rsid w:val="001353DF"/>
  </w:style>
  <w:style w:type="paragraph" w:customStyle="1" w:styleId="1C80938509184F329752BB6D6D5FD1D4">
    <w:name w:val="1C80938509184F329752BB6D6D5FD1D4"/>
    <w:rsid w:val="001353DF"/>
  </w:style>
  <w:style w:type="paragraph" w:customStyle="1" w:styleId="2FB1F02311014015909CA1D0277F3A03">
    <w:name w:val="2FB1F02311014015909CA1D0277F3A03"/>
    <w:rsid w:val="001353DF"/>
  </w:style>
  <w:style w:type="paragraph" w:customStyle="1" w:styleId="2ED4F64FF4E74BFCB04549AE46797F38">
    <w:name w:val="2ED4F64FF4E74BFCB04549AE46797F38"/>
    <w:rsid w:val="001353DF"/>
  </w:style>
  <w:style w:type="paragraph" w:customStyle="1" w:styleId="61A4BB0B5AA448A79837544B97832BD3">
    <w:name w:val="61A4BB0B5AA448A79837544B97832BD3"/>
    <w:rsid w:val="001353DF"/>
  </w:style>
  <w:style w:type="paragraph" w:customStyle="1" w:styleId="5FB3470508E145EBB2C8F328A96C2641">
    <w:name w:val="5FB3470508E145EBB2C8F328A96C2641"/>
    <w:rsid w:val="001353DF"/>
  </w:style>
  <w:style w:type="paragraph" w:customStyle="1" w:styleId="4B2EECA5B8A84439895DED3753330620">
    <w:name w:val="4B2EECA5B8A84439895DED3753330620"/>
    <w:rsid w:val="001353DF"/>
  </w:style>
  <w:style w:type="paragraph" w:customStyle="1" w:styleId="8BBAD2EA100E4E65A5403A568D9267B2">
    <w:name w:val="8BBAD2EA100E4E65A5403A568D9267B2"/>
    <w:rsid w:val="001353DF"/>
  </w:style>
  <w:style w:type="paragraph" w:customStyle="1" w:styleId="D25C27C1F45B4046AE7224055F7EDFC4">
    <w:name w:val="D25C27C1F45B4046AE7224055F7EDFC4"/>
    <w:rsid w:val="001353DF"/>
  </w:style>
  <w:style w:type="paragraph" w:customStyle="1" w:styleId="2149490C80614CEBB6F47377EBF85798">
    <w:name w:val="2149490C80614CEBB6F47377EBF85798"/>
    <w:rsid w:val="001353DF"/>
  </w:style>
  <w:style w:type="paragraph" w:customStyle="1" w:styleId="D91818473EFC435CA9D09A34398A926B">
    <w:name w:val="D91818473EFC435CA9D09A34398A926B"/>
    <w:rsid w:val="001353DF"/>
  </w:style>
  <w:style w:type="paragraph" w:customStyle="1" w:styleId="61C7E386409544DDBC8E389411121438">
    <w:name w:val="61C7E386409544DDBC8E389411121438"/>
    <w:rsid w:val="001353DF"/>
  </w:style>
  <w:style w:type="paragraph" w:customStyle="1" w:styleId="A9C13F5976C84930B582CE096A9CFFC6">
    <w:name w:val="A9C13F5976C84930B582CE096A9CFFC6"/>
    <w:rsid w:val="001353DF"/>
  </w:style>
  <w:style w:type="paragraph" w:customStyle="1" w:styleId="2000616BF4394AA39C33EE72EFD78271">
    <w:name w:val="2000616BF4394AA39C33EE72EFD78271"/>
    <w:rsid w:val="001353DF"/>
  </w:style>
  <w:style w:type="paragraph" w:customStyle="1" w:styleId="5FB4C0A75FFD4245857B68E407BD1EE6">
    <w:name w:val="5FB4C0A75FFD4245857B68E407BD1EE6"/>
    <w:rsid w:val="001353DF"/>
  </w:style>
  <w:style w:type="paragraph" w:customStyle="1" w:styleId="5BA35BF97FC24292B98E13FC596666EF">
    <w:name w:val="5BA35BF97FC24292B98E13FC596666EF"/>
    <w:rsid w:val="001353DF"/>
  </w:style>
  <w:style w:type="paragraph" w:customStyle="1" w:styleId="57843A1E34714BE29118FF0E0C0A1618">
    <w:name w:val="57843A1E34714BE29118FF0E0C0A1618"/>
    <w:rsid w:val="001353DF"/>
  </w:style>
  <w:style w:type="paragraph" w:customStyle="1" w:styleId="2AC68ADA081D4EFA95FA6C10347C8A9B">
    <w:name w:val="2AC68ADA081D4EFA95FA6C10347C8A9B"/>
    <w:rsid w:val="001353DF"/>
  </w:style>
  <w:style w:type="paragraph" w:customStyle="1" w:styleId="3C0D426AAF964ACFADD74A4ECCEB39A0">
    <w:name w:val="3C0D426AAF964ACFADD74A4ECCEB39A0"/>
    <w:rsid w:val="001353DF"/>
  </w:style>
  <w:style w:type="paragraph" w:customStyle="1" w:styleId="99C30B8B892B44DA93AB67C719C8CC8A">
    <w:name w:val="99C30B8B892B44DA93AB67C719C8CC8A"/>
    <w:rsid w:val="001353DF"/>
  </w:style>
  <w:style w:type="paragraph" w:customStyle="1" w:styleId="35898F8EBF4C4330A89F63A6306FE7FA">
    <w:name w:val="35898F8EBF4C4330A89F63A6306FE7FA"/>
    <w:rsid w:val="001353DF"/>
  </w:style>
  <w:style w:type="paragraph" w:customStyle="1" w:styleId="2833F3F728FB4B91855801F05D43D9F6">
    <w:name w:val="2833F3F728FB4B91855801F05D43D9F6"/>
    <w:rsid w:val="001353DF"/>
  </w:style>
  <w:style w:type="paragraph" w:customStyle="1" w:styleId="FDE9AB28196D4CC0A54D8FB703E77B36">
    <w:name w:val="FDE9AB28196D4CC0A54D8FB703E77B36"/>
    <w:rsid w:val="001353DF"/>
  </w:style>
  <w:style w:type="paragraph" w:customStyle="1" w:styleId="A8907132C090465B962B4A0140EE74DB">
    <w:name w:val="A8907132C090465B962B4A0140EE74DB"/>
    <w:rsid w:val="001353DF"/>
  </w:style>
  <w:style w:type="paragraph" w:customStyle="1" w:styleId="3B667479C9C04209B67B0F7BA3706FF8">
    <w:name w:val="3B667479C9C04209B67B0F7BA3706FF8"/>
    <w:rsid w:val="001353DF"/>
  </w:style>
  <w:style w:type="paragraph" w:customStyle="1" w:styleId="3E9C916D135C479191E51957E61583C5">
    <w:name w:val="3E9C916D135C479191E51957E61583C5"/>
    <w:rsid w:val="001353DF"/>
  </w:style>
  <w:style w:type="paragraph" w:customStyle="1" w:styleId="0E38413D20AE4CA28D18AF723CF504CA">
    <w:name w:val="0E38413D20AE4CA28D18AF723CF504CA"/>
    <w:rsid w:val="001353DF"/>
  </w:style>
  <w:style w:type="paragraph" w:customStyle="1" w:styleId="FD26A6E4B2044FC181285013B4BDAECF">
    <w:name w:val="FD26A6E4B2044FC181285013B4BDAECF"/>
    <w:rsid w:val="001353DF"/>
  </w:style>
  <w:style w:type="paragraph" w:customStyle="1" w:styleId="9B8FD45B9F8A48C2A392AEC35C05D952">
    <w:name w:val="9B8FD45B9F8A48C2A392AEC35C05D952"/>
    <w:rsid w:val="001353DF"/>
  </w:style>
  <w:style w:type="paragraph" w:customStyle="1" w:styleId="DE5F8B9D06E34F1B8AECA40E615DACF7">
    <w:name w:val="DE5F8B9D06E34F1B8AECA40E615DACF7"/>
    <w:rsid w:val="001353DF"/>
  </w:style>
  <w:style w:type="paragraph" w:customStyle="1" w:styleId="E2ACCA2A2A434246AECA9121E709603D">
    <w:name w:val="E2ACCA2A2A434246AECA9121E709603D"/>
    <w:rsid w:val="001353DF"/>
  </w:style>
  <w:style w:type="paragraph" w:customStyle="1" w:styleId="ED2FA0210A9D471DA9F3EF54C98BEE8F">
    <w:name w:val="ED2FA0210A9D471DA9F3EF54C98BEE8F"/>
    <w:rsid w:val="001353DF"/>
  </w:style>
  <w:style w:type="paragraph" w:customStyle="1" w:styleId="821B61281033491A80052485390DB61B">
    <w:name w:val="821B61281033491A80052485390DB61B"/>
    <w:rsid w:val="001353DF"/>
  </w:style>
  <w:style w:type="paragraph" w:customStyle="1" w:styleId="75D409E7FCDD47BB9989FDDE3574D07F">
    <w:name w:val="75D409E7FCDD47BB9989FDDE3574D07F"/>
    <w:rsid w:val="001353DF"/>
  </w:style>
  <w:style w:type="paragraph" w:customStyle="1" w:styleId="D560DCADFE0A4731924F8002D79BC49C">
    <w:name w:val="D560DCADFE0A4731924F8002D79BC49C"/>
    <w:rsid w:val="001353DF"/>
  </w:style>
  <w:style w:type="paragraph" w:customStyle="1" w:styleId="7763D7B0BFAF469893DBA44BA72544B3">
    <w:name w:val="7763D7B0BFAF469893DBA44BA72544B3"/>
    <w:rsid w:val="001353DF"/>
  </w:style>
  <w:style w:type="paragraph" w:customStyle="1" w:styleId="8226B0181802492AB305A1474A62DD24">
    <w:name w:val="8226B0181802492AB305A1474A62DD24"/>
    <w:rsid w:val="001353DF"/>
  </w:style>
  <w:style w:type="paragraph" w:customStyle="1" w:styleId="A6BD6A8A58B4443BA95A1396A5759541">
    <w:name w:val="A6BD6A8A58B4443BA95A1396A5759541"/>
    <w:rsid w:val="001353DF"/>
  </w:style>
  <w:style w:type="paragraph" w:customStyle="1" w:styleId="B5902624D68C4F5D8917EAFCEED6B74D">
    <w:name w:val="B5902624D68C4F5D8917EAFCEED6B74D"/>
    <w:rsid w:val="001353DF"/>
  </w:style>
  <w:style w:type="paragraph" w:customStyle="1" w:styleId="393FB12A521E4FB396C1748650EE0D8D">
    <w:name w:val="393FB12A521E4FB396C1748650EE0D8D"/>
    <w:rsid w:val="001353DF"/>
  </w:style>
  <w:style w:type="paragraph" w:customStyle="1" w:styleId="EFE40C1B5EF240D0A7BA933FBC651F58">
    <w:name w:val="EFE40C1B5EF240D0A7BA933FBC651F58"/>
    <w:rsid w:val="001353DF"/>
  </w:style>
  <w:style w:type="paragraph" w:customStyle="1" w:styleId="04259C3021BC467BB83A46090521B39A">
    <w:name w:val="04259C3021BC467BB83A46090521B39A"/>
    <w:rsid w:val="001353DF"/>
  </w:style>
  <w:style w:type="paragraph" w:customStyle="1" w:styleId="08DDB5B63759458896926720FC2A5183">
    <w:name w:val="08DDB5B63759458896926720FC2A5183"/>
    <w:rsid w:val="001353DF"/>
  </w:style>
  <w:style w:type="paragraph" w:customStyle="1" w:styleId="F600DD49E0DB4D0FA57B4838E0F441F8">
    <w:name w:val="F600DD49E0DB4D0FA57B4838E0F441F8"/>
    <w:rsid w:val="001353DF"/>
  </w:style>
  <w:style w:type="paragraph" w:customStyle="1" w:styleId="2DE2A6DF8A714FB796925A6B154586C2">
    <w:name w:val="2DE2A6DF8A714FB796925A6B154586C2"/>
    <w:rsid w:val="001353DF"/>
  </w:style>
  <w:style w:type="paragraph" w:customStyle="1" w:styleId="0E1F2920FD384DD0BD13586FD0FA68F4">
    <w:name w:val="0E1F2920FD384DD0BD13586FD0FA68F4"/>
    <w:rsid w:val="001353DF"/>
  </w:style>
  <w:style w:type="paragraph" w:customStyle="1" w:styleId="BA960DF691184BC48A504590C574E123">
    <w:name w:val="BA960DF691184BC48A504590C574E123"/>
    <w:rsid w:val="001353DF"/>
  </w:style>
  <w:style w:type="paragraph" w:customStyle="1" w:styleId="B2340B232857441A80F0550D04059F3F">
    <w:name w:val="B2340B232857441A80F0550D04059F3F"/>
    <w:rsid w:val="001353DF"/>
  </w:style>
  <w:style w:type="paragraph" w:customStyle="1" w:styleId="C0F9C014862941A0A980B63150C5EDF0">
    <w:name w:val="C0F9C014862941A0A980B63150C5EDF0"/>
    <w:rsid w:val="001353DF"/>
  </w:style>
  <w:style w:type="paragraph" w:customStyle="1" w:styleId="B1F4342094B340CB83E46E1C30005A06">
    <w:name w:val="B1F4342094B340CB83E46E1C30005A06"/>
    <w:rsid w:val="001353DF"/>
  </w:style>
  <w:style w:type="paragraph" w:customStyle="1" w:styleId="5FEBDC21D5364C179B925E9BE437DF1A">
    <w:name w:val="5FEBDC21D5364C179B925E9BE437DF1A"/>
    <w:rsid w:val="001353DF"/>
  </w:style>
  <w:style w:type="paragraph" w:customStyle="1" w:styleId="5A44C5395BBD413EA51FE44DE65D5C51">
    <w:name w:val="5A44C5395BBD413EA51FE44DE65D5C51"/>
    <w:rsid w:val="001353DF"/>
  </w:style>
  <w:style w:type="paragraph" w:customStyle="1" w:styleId="0F0ABDAA861647FE92B80B79E1EB0445">
    <w:name w:val="0F0ABDAA861647FE92B80B79E1EB0445"/>
    <w:rsid w:val="001353DF"/>
  </w:style>
  <w:style w:type="paragraph" w:customStyle="1" w:styleId="1A9F5933B378495B8EB6B0A8F4D00236">
    <w:name w:val="1A9F5933B378495B8EB6B0A8F4D00236"/>
    <w:rsid w:val="001353DF"/>
  </w:style>
  <w:style w:type="paragraph" w:customStyle="1" w:styleId="20B204BC73B24014BA9538F30EDCCC53">
    <w:name w:val="20B204BC73B24014BA9538F30EDCCC53"/>
    <w:rsid w:val="001353DF"/>
  </w:style>
  <w:style w:type="paragraph" w:customStyle="1" w:styleId="61AA1CD493924B3A9E949FD4E23A4B23">
    <w:name w:val="61AA1CD493924B3A9E949FD4E23A4B23"/>
    <w:rsid w:val="001353DF"/>
  </w:style>
  <w:style w:type="paragraph" w:customStyle="1" w:styleId="137D96C41AB34561B3F9591539D54CC7">
    <w:name w:val="137D96C41AB34561B3F9591539D54CC7"/>
    <w:rsid w:val="001353DF"/>
  </w:style>
  <w:style w:type="paragraph" w:customStyle="1" w:styleId="9090AA8382F140ACA683A6FF80245AD0">
    <w:name w:val="9090AA8382F140ACA683A6FF80245AD0"/>
    <w:rsid w:val="001353DF"/>
  </w:style>
  <w:style w:type="paragraph" w:customStyle="1" w:styleId="CFF5578FCA26401BAB0FE2890B01D73B">
    <w:name w:val="CFF5578FCA26401BAB0FE2890B01D73B"/>
    <w:rsid w:val="001353DF"/>
  </w:style>
  <w:style w:type="paragraph" w:customStyle="1" w:styleId="174DD01CD1CD45C2BBCA0C88C49F414D">
    <w:name w:val="174DD01CD1CD45C2BBCA0C88C49F414D"/>
    <w:rsid w:val="001353DF"/>
  </w:style>
  <w:style w:type="paragraph" w:customStyle="1" w:styleId="E7621F84E6DB4EA7B316671505EAE402">
    <w:name w:val="E7621F84E6DB4EA7B316671505EAE402"/>
    <w:rsid w:val="001353DF"/>
  </w:style>
  <w:style w:type="paragraph" w:customStyle="1" w:styleId="D082693D5CF94EF28452F3F4A8D7EF6F">
    <w:name w:val="D082693D5CF94EF28452F3F4A8D7EF6F"/>
    <w:rsid w:val="001353DF"/>
  </w:style>
  <w:style w:type="paragraph" w:customStyle="1" w:styleId="13A4E80798BE43BAB8A19966A61E33AB">
    <w:name w:val="13A4E80798BE43BAB8A19966A61E33AB"/>
    <w:rsid w:val="001353DF"/>
  </w:style>
  <w:style w:type="paragraph" w:customStyle="1" w:styleId="445A571D1D354D3D822D6FB4C2CA2D97">
    <w:name w:val="445A571D1D354D3D822D6FB4C2CA2D97"/>
    <w:rsid w:val="001353DF"/>
  </w:style>
  <w:style w:type="paragraph" w:customStyle="1" w:styleId="523BC2881FB849729829FDED7F8A19AC">
    <w:name w:val="523BC2881FB849729829FDED7F8A19AC"/>
    <w:rsid w:val="001353DF"/>
  </w:style>
  <w:style w:type="paragraph" w:customStyle="1" w:styleId="E201702452804718B45B72D0F8809CD5">
    <w:name w:val="E201702452804718B45B72D0F8809CD5"/>
    <w:rsid w:val="001353DF"/>
  </w:style>
  <w:style w:type="paragraph" w:customStyle="1" w:styleId="874473AA4BC54170AE14942225311C5E">
    <w:name w:val="874473AA4BC54170AE14942225311C5E"/>
    <w:rsid w:val="001353DF"/>
  </w:style>
  <w:style w:type="paragraph" w:customStyle="1" w:styleId="82EF631946A4451D8F7FF91905F64AE0">
    <w:name w:val="82EF631946A4451D8F7FF91905F64AE0"/>
    <w:rsid w:val="001353DF"/>
  </w:style>
  <w:style w:type="paragraph" w:customStyle="1" w:styleId="C3F29BBCE77C4B8C9EF62CDD0E75F7B4">
    <w:name w:val="C3F29BBCE77C4B8C9EF62CDD0E75F7B4"/>
    <w:rsid w:val="001353DF"/>
  </w:style>
  <w:style w:type="paragraph" w:customStyle="1" w:styleId="5493BFAFEA3943DEB8BA3E206494B95F">
    <w:name w:val="5493BFAFEA3943DEB8BA3E206494B95F"/>
    <w:rsid w:val="001353DF"/>
  </w:style>
  <w:style w:type="paragraph" w:customStyle="1" w:styleId="4AAF6A796B85411CB6F3C456A66537C5">
    <w:name w:val="4AAF6A796B85411CB6F3C456A66537C5"/>
    <w:rsid w:val="001353DF"/>
  </w:style>
  <w:style w:type="paragraph" w:customStyle="1" w:styleId="B8E94CA4C2CD4C32BAAC3A7B73B35457">
    <w:name w:val="B8E94CA4C2CD4C32BAAC3A7B73B35457"/>
    <w:rsid w:val="001353DF"/>
  </w:style>
  <w:style w:type="paragraph" w:customStyle="1" w:styleId="C76B219C9C0F42CB8E2650A6F4A52862">
    <w:name w:val="C76B219C9C0F42CB8E2650A6F4A52862"/>
    <w:rsid w:val="001353DF"/>
  </w:style>
  <w:style w:type="paragraph" w:customStyle="1" w:styleId="8E2571F0760446B18E0EDACF01A8DD94">
    <w:name w:val="8E2571F0760446B18E0EDACF01A8DD94"/>
    <w:rsid w:val="001353DF"/>
  </w:style>
  <w:style w:type="paragraph" w:customStyle="1" w:styleId="6F68B8826C2D4F659EE3440D288F675E">
    <w:name w:val="6F68B8826C2D4F659EE3440D288F675E"/>
    <w:rsid w:val="001353DF"/>
  </w:style>
  <w:style w:type="paragraph" w:customStyle="1" w:styleId="9B1D7E505FF54496A608645A499D72A5">
    <w:name w:val="9B1D7E505FF54496A608645A499D72A5"/>
    <w:rsid w:val="001353DF"/>
  </w:style>
  <w:style w:type="paragraph" w:customStyle="1" w:styleId="173C0135F5D942E7A63286A5B1EB40EE">
    <w:name w:val="173C0135F5D942E7A63286A5B1EB40EE"/>
    <w:rsid w:val="001353DF"/>
  </w:style>
  <w:style w:type="paragraph" w:customStyle="1" w:styleId="A9ED943049774999B2391BEE87B4827D">
    <w:name w:val="A9ED943049774999B2391BEE87B4827D"/>
    <w:rsid w:val="001353DF"/>
  </w:style>
  <w:style w:type="paragraph" w:customStyle="1" w:styleId="A0C9E531BFA74FB49D873DDF446B92DD">
    <w:name w:val="A0C9E531BFA74FB49D873DDF446B92DD"/>
    <w:rsid w:val="001353DF"/>
  </w:style>
  <w:style w:type="paragraph" w:customStyle="1" w:styleId="8A612B0654104481BD2498F4D815D770">
    <w:name w:val="8A612B0654104481BD2498F4D815D770"/>
    <w:rsid w:val="001353DF"/>
  </w:style>
  <w:style w:type="paragraph" w:customStyle="1" w:styleId="0F5A7192B52A4A74A581349D0DE0E75D">
    <w:name w:val="0F5A7192B52A4A74A581349D0DE0E75D"/>
    <w:rsid w:val="001353DF"/>
  </w:style>
  <w:style w:type="paragraph" w:customStyle="1" w:styleId="DF478CAAE8AC461A8E0D8642167BB669">
    <w:name w:val="DF478CAAE8AC461A8E0D8642167BB669"/>
    <w:rsid w:val="001353DF"/>
  </w:style>
  <w:style w:type="paragraph" w:customStyle="1" w:styleId="696F7FF6AAEA494CB1192A980BD83E11">
    <w:name w:val="696F7FF6AAEA494CB1192A980BD83E11"/>
    <w:rsid w:val="001353DF"/>
  </w:style>
  <w:style w:type="paragraph" w:customStyle="1" w:styleId="EC343FE19C2645FF8DA5A9472834E9BE">
    <w:name w:val="EC343FE19C2645FF8DA5A9472834E9BE"/>
    <w:rsid w:val="001353DF"/>
  </w:style>
  <w:style w:type="paragraph" w:customStyle="1" w:styleId="F4BD95C5226D4584AEBFA9A382891E6E">
    <w:name w:val="F4BD95C5226D4584AEBFA9A382891E6E"/>
    <w:rsid w:val="001353DF"/>
  </w:style>
  <w:style w:type="paragraph" w:customStyle="1" w:styleId="A218A66B5C094FCCBB9E7BBC02F96A59">
    <w:name w:val="A218A66B5C094FCCBB9E7BBC02F96A59"/>
    <w:rsid w:val="001353DF"/>
  </w:style>
  <w:style w:type="paragraph" w:customStyle="1" w:styleId="0538FB06DB2045388CAF603148C42349">
    <w:name w:val="0538FB06DB2045388CAF603148C42349"/>
    <w:rsid w:val="001353DF"/>
  </w:style>
  <w:style w:type="paragraph" w:customStyle="1" w:styleId="DD8304B0523648A68C9AFA2A3CE5FE77">
    <w:name w:val="DD8304B0523648A68C9AFA2A3CE5FE77"/>
    <w:rsid w:val="001353DF"/>
  </w:style>
  <w:style w:type="paragraph" w:customStyle="1" w:styleId="BC89D2BC591F4FD1906BB8CA1F297AC4">
    <w:name w:val="BC89D2BC591F4FD1906BB8CA1F297AC4"/>
    <w:rsid w:val="001353DF"/>
  </w:style>
  <w:style w:type="paragraph" w:customStyle="1" w:styleId="3A3E03D55EEF45B89F0153102D724FFB">
    <w:name w:val="3A3E03D55EEF45B89F0153102D724FFB"/>
    <w:rsid w:val="001353DF"/>
  </w:style>
  <w:style w:type="paragraph" w:customStyle="1" w:styleId="3E77B7F0A571437CA56BF16E048EB98B">
    <w:name w:val="3E77B7F0A571437CA56BF16E048EB98B"/>
    <w:rsid w:val="00AE418B"/>
  </w:style>
  <w:style w:type="paragraph" w:customStyle="1" w:styleId="5BF0AA4E66544A79805DA60E2A4F0768">
    <w:name w:val="5BF0AA4E66544A79805DA60E2A4F0768"/>
    <w:rsid w:val="00AE418B"/>
  </w:style>
  <w:style w:type="paragraph" w:customStyle="1" w:styleId="5975796397354E26B5EC544A74C01664">
    <w:name w:val="5975796397354E26B5EC544A74C01664"/>
    <w:rsid w:val="00AE418B"/>
  </w:style>
  <w:style w:type="paragraph" w:customStyle="1" w:styleId="DB83CB4D5F9D4C849B68CC81774C146D">
    <w:name w:val="DB83CB4D5F9D4C849B68CC81774C146D"/>
    <w:rsid w:val="00AE418B"/>
  </w:style>
  <w:style w:type="paragraph" w:customStyle="1" w:styleId="FC70A3404DAC4C778F2141F563BAF66F">
    <w:name w:val="FC70A3404DAC4C778F2141F563BAF66F"/>
    <w:rsid w:val="00AE418B"/>
  </w:style>
  <w:style w:type="paragraph" w:customStyle="1" w:styleId="96C5A646D7A842DDB3E621746FBAAC63">
    <w:name w:val="96C5A646D7A842DDB3E621746FBAAC63"/>
    <w:rsid w:val="00AE418B"/>
  </w:style>
  <w:style w:type="paragraph" w:customStyle="1" w:styleId="1C90BA9360CD48A5A0517A1E4B10EA5B">
    <w:name w:val="1C90BA9360CD48A5A0517A1E4B10EA5B"/>
    <w:rsid w:val="00AE418B"/>
  </w:style>
  <w:style w:type="paragraph" w:customStyle="1" w:styleId="3FC7797A05F6450881BC29C3290592F6">
    <w:name w:val="3FC7797A05F6450881BC29C3290592F6"/>
    <w:rsid w:val="00AE418B"/>
  </w:style>
  <w:style w:type="paragraph" w:customStyle="1" w:styleId="45C057AEAE0A40CF8630C5D7CDCBA14D">
    <w:name w:val="45C057AEAE0A40CF8630C5D7CDCBA14D"/>
    <w:rsid w:val="00AE418B"/>
  </w:style>
  <w:style w:type="paragraph" w:customStyle="1" w:styleId="1B5FA5D3A65E40AD925FBAC1E02B982B">
    <w:name w:val="1B5FA5D3A65E40AD925FBAC1E02B982B"/>
    <w:rsid w:val="00AE418B"/>
  </w:style>
  <w:style w:type="paragraph" w:customStyle="1" w:styleId="F6F690CF524A46AD8A7BA26D674EED48">
    <w:name w:val="F6F690CF524A46AD8A7BA26D674EED48"/>
    <w:rsid w:val="00AE418B"/>
  </w:style>
  <w:style w:type="paragraph" w:customStyle="1" w:styleId="F166F22C699149479BB96CAEB3AEAC25">
    <w:name w:val="F166F22C699149479BB96CAEB3AEAC25"/>
    <w:rsid w:val="00AE418B"/>
  </w:style>
  <w:style w:type="paragraph" w:customStyle="1" w:styleId="B194404358EA4B34A02166B707F47EC2">
    <w:name w:val="B194404358EA4B34A02166B707F47EC2"/>
    <w:rsid w:val="00AE418B"/>
  </w:style>
  <w:style w:type="paragraph" w:customStyle="1" w:styleId="6D6E99D13ABB4F35B414CEF8709562DF">
    <w:name w:val="6D6E99D13ABB4F35B414CEF8709562DF"/>
    <w:rsid w:val="00AE418B"/>
  </w:style>
  <w:style w:type="paragraph" w:customStyle="1" w:styleId="04CD2C12BBAE40A3AAC5171DDC1D0E99">
    <w:name w:val="04CD2C12BBAE40A3AAC5171DDC1D0E99"/>
    <w:rsid w:val="00AE418B"/>
  </w:style>
  <w:style w:type="paragraph" w:customStyle="1" w:styleId="92930530EED44A009E0C5223C50CAFCD">
    <w:name w:val="92930530EED44A009E0C5223C50CAFCD"/>
    <w:rsid w:val="00AE418B"/>
  </w:style>
  <w:style w:type="paragraph" w:customStyle="1" w:styleId="95EFCA1DE6764F8980B0486322D10777">
    <w:name w:val="95EFCA1DE6764F8980B0486322D10777"/>
    <w:rsid w:val="00AE418B"/>
  </w:style>
  <w:style w:type="paragraph" w:customStyle="1" w:styleId="E0FF0EE7FBA042B39EAE75A21ED28913">
    <w:name w:val="E0FF0EE7FBA042B39EAE75A21ED28913"/>
    <w:rsid w:val="005F270C"/>
  </w:style>
  <w:style w:type="paragraph" w:customStyle="1" w:styleId="B9758254B26045E19F1E9078585D3B43">
    <w:name w:val="B9758254B26045E19F1E9078585D3B43"/>
    <w:rsid w:val="005F270C"/>
  </w:style>
  <w:style w:type="paragraph" w:customStyle="1" w:styleId="FF6FD05B133A4882AFA953857048BD3A">
    <w:name w:val="FF6FD05B133A4882AFA953857048BD3A"/>
    <w:rsid w:val="005F270C"/>
  </w:style>
  <w:style w:type="paragraph" w:customStyle="1" w:styleId="9382D36158574A1D921079C6FD6AF89E">
    <w:name w:val="9382D36158574A1D921079C6FD6AF89E"/>
    <w:rsid w:val="005F270C"/>
  </w:style>
  <w:style w:type="paragraph" w:customStyle="1" w:styleId="AFC1262D596347E28B37DA8704187FE3">
    <w:name w:val="AFC1262D596347E28B37DA8704187FE3"/>
    <w:rsid w:val="005F270C"/>
  </w:style>
  <w:style w:type="paragraph" w:customStyle="1" w:styleId="54B295644FCF47B19FC78D1D5287DF55">
    <w:name w:val="54B295644FCF47B19FC78D1D5287DF55"/>
    <w:rsid w:val="005F270C"/>
  </w:style>
  <w:style w:type="paragraph" w:customStyle="1" w:styleId="3423F15DEB194015ACB83335C2575E13">
    <w:name w:val="3423F15DEB194015ACB83335C2575E13"/>
    <w:rsid w:val="005F270C"/>
  </w:style>
  <w:style w:type="paragraph" w:customStyle="1" w:styleId="631E674C23BC4F8F90F7F8BA093D06B4">
    <w:name w:val="631E674C23BC4F8F90F7F8BA093D06B4"/>
    <w:rsid w:val="005F270C"/>
  </w:style>
  <w:style w:type="paragraph" w:customStyle="1" w:styleId="2127CEB6B9AE4846B83F6AD0AC87AEE1">
    <w:name w:val="2127CEB6B9AE4846B83F6AD0AC87AEE1"/>
    <w:rsid w:val="005F270C"/>
  </w:style>
  <w:style w:type="paragraph" w:customStyle="1" w:styleId="9201BB25607F404A9F6FB3BC8D644F24">
    <w:name w:val="9201BB25607F404A9F6FB3BC8D644F24"/>
    <w:rsid w:val="005F270C"/>
  </w:style>
  <w:style w:type="paragraph" w:customStyle="1" w:styleId="98ED865E515142B49F30DBDFE57786F9">
    <w:name w:val="98ED865E515142B49F30DBDFE57786F9"/>
    <w:rsid w:val="005F270C"/>
  </w:style>
  <w:style w:type="paragraph" w:customStyle="1" w:styleId="815579A23E464A69B8C6630D9392F992">
    <w:name w:val="815579A23E464A69B8C6630D9392F992"/>
    <w:rsid w:val="005F270C"/>
  </w:style>
  <w:style w:type="paragraph" w:customStyle="1" w:styleId="6965F46A87974100B3E8C8F17127DD73">
    <w:name w:val="6965F46A87974100B3E8C8F17127DD73"/>
    <w:rsid w:val="005F270C"/>
  </w:style>
  <w:style w:type="paragraph" w:customStyle="1" w:styleId="392F86F37DDE4C9BB5177030D2840E4A">
    <w:name w:val="392F86F37DDE4C9BB5177030D2840E4A"/>
    <w:rsid w:val="005F270C"/>
  </w:style>
  <w:style w:type="paragraph" w:customStyle="1" w:styleId="B63100EAC7E64DBB96C83CA451DF4898">
    <w:name w:val="B63100EAC7E64DBB96C83CA451DF4898"/>
    <w:rsid w:val="005F270C"/>
  </w:style>
  <w:style w:type="paragraph" w:customStyle="1" w:styleId="B82B51FBF7914C7F99238C999E4A7CDE">
    <w:name w:val="B82B51FBF7914C7F99238C999E4A7CDE"/>
    <w:rsid w:val="005F270C"/>
  </w:style>
  <w:style w:type="paragraph" w:customStyle="1" w:styleId="5D712AC1048546B292688F6308F3DE1B">
    <w:name w:val="5D712AC1048546B292688F6308F3DE1B"/>
    <w:rsid w:val="005F270C"/>
  </w:style>
  <w:style w:type="paragraph" w:customStyle="1" w:styleId="61F7B286E1AA4B7996FB46FACA67BE4D">
    <w:name w:val="61F7B286E1AA4B7996FB46FACA67BE4D"/>
    <w:rsid w:val="005F270C"/>
  </w:style>
  <w:style w:type="paragraph" w:customStyle="1" w:styleId="D05AA07FE03D4AE38BAC73BD191D7DA4">
    <w:name w:val="D05AA07FE03D4AE38BAC73BD191D7DA4"/>
    <w:rsid w:val="005F270C"/>
  </w:style>
  <w:style w:type="paragraph" w:customStyle="1" w:styleId="67B2B2C15D374DC69E050E30AB43337F">
    <w:name w:val="67B2B2C15D374DC69E050E30AB43337F"/>
    <w:rsid w:val="00102D67"/>
  </w:style>
  <w:style w:type="paragraph" w:customStyle="1" w:styleId="B87003D00F7247678E1DB7983C20783B">
    <w:name w:val="B87003D00F7247678E1DB7983C20783B"/>
    <w:rsid w:val="00102D67"/>
  </w:style>
  <w:style w:type="paragraph" w:customStyle="1" w:styleId="B8E00644A9BC476AB4CCA57665C20BB4">
    <w:name w:val="B8E00644A9BC476AB4CCA57665C20BB4"/>
    <w:rsid w:val="00102D67"/>
  </w:style>
  <w:style w:type="paragraph" w:customStyle="1" w:styleId="95A33D895515470FB60C1B7AD9E95A16">
    <w:name w:val="95A33D895515470FB60C1B7AD9E95A16"/>
    <w:rsid w:val="00102D67"/>
  </w:style>
  <w:style w:type="paragraph" w:customStyle="1" w:styleId="DD0FFCBDB92E48E6BA0B0AAD05A461B9">
    <w:name w:val="DD0FFCBDB92E48E6BA0B0AAD05A461B9"/>
    <w:rsid w:val="00102D67"/>
  </w:style>
  <w:style w:type="paragraph" w:customStyle="1" w:styleId="FF545BA561114FBB90D44F20C9921DAD">
    <w:name w:val="FF545BA561114FBB90D44F20C9921DAD"/>
    <w:rsid w:val="00102D67"/>
  </w:style>
  <w:style w:type="paragraph" w:customStyle="1" w:styleId="7C3A8B7FD895487C97B2F8122A2BC63E">
    <w:name w:val="7C3A8B7FD895487C97B2F8122A2BC63E"/>
    <w:rsid w:val="00102D67"/>
  </w:style>
  <w:style w:type="paragraph" w:customStyle="1" w:styleId="6738B00AFD5A419090E4967265E16979">
    <w:name w:val="6738B00AFD5A419090E4967265E16979"/>
    <w:rsid w:val="00102D67"/>
  </w:style>
  <w:style w:type="paragraph" w:customStyle="1" w:styleId="4C23F8291A514A6BAAAE2D637EC8D566">
    <w:name w:val="4C23F8291A514A6BAAAE2D637EC8D566"/>
    <w:rsid w:val="00102D67"/>
  </w:style>
  <w:style w:type="paragraph" w:customStyle="1" w:styleId="D4E1D243812143F2B3EB385D353DDC93">
    <w:name w:val="D4E1D243812143F2B3EB385D353DDC93"/>
    <w:rsid w:val="00102D67"/>
  </w:style>
  <w:style w:type="paragraph" w:customStyle="1" w:styleId="CA2FB6DF94E54D0BA685D333DF2556BF">
    <w:name w:val="CA2FB6DF94E54D0BA685D333DF2556BF"/>
    <w:rsid w:val="00102D67"/>
  </w:style>
  <w:style w:type="paragraph" w:customStyle="1" w:styleId="22498AA02B8E4E3889522159429470CD">
    <w:name w:val="22498AA02B8E4E3889522159429470CD"/>
    <w:rsid w:val="00102D67"/>
  </w:style>
  <w:style w:type="paragraph" w:customStyle="1" w:styleId="C566ED136CEF4A558EEA31185B0E90F8">
    <w:name w:val="C566ED136CEF4A558EEA31185B0E90F8"/>
    <w:rsid w:val="00102D67"/>
  </w:style>
  <w:style w:type="paragraph" w:customStyle="1" w:styleId="2AE2C12119D34A76BDB72F3F131B43AF">
    <w:name w:val="2AE2C12119D34A76BDB72F3F131B43AF"/>
    <w:rsid w:val="00102D67"/>
  </w:style>
  <w:style w:type="paragraph" w:customStyle="1" w:styleId="0C9164A8079E4472B4E98AC2AE7B2249">
    <w:name w:val="0C9164A8079E4472B4E98AC2AE7B2249"/>
    <w:rsid w:val="00102D67"/>
  </w:style>
  <w:style w:type="paragraph" w:customStyle="1" w:styleId="97160F2D80F8484A8C5F9525D194E138">
    <w:name w:val="97160F2D80F8484A8C5F9525D194E138"/>
    <w:rsid w:val="00B42083"/>
  </w:style>
  <w:style w:type="paragraph" w:customStyle="1" w:styleId="A5FEA73D4DF241E9AA0CBD2CF9D76C01">
    <w:name w:val="A5FEA73D4DF241E9AA0CBD2CF9D76C01"/>
    <w:rsid w:val="00B42083"/>
  </w:style>
  <w:style w:type="paragraph" w:customStyle="1" w:styleId="D7D96DB4343741E8A6923C63C9D1A79D">
    <w:name w:val="D7D96DB4343741E8A6923C63C9D1A79D"/>
    <w:rsid w:val="00B42083"/>
  </w:style>
  <w:style w:type="paragraph" w:customStyle="1" w:styleId="DEE70E99B1584DECAF19EA19AC6B2929">
    <w:name w:val="DEE70E99B1584DECAF19EA19AC6B2929"/>
    <w:rsid w:val="00B42083"/>
  </w:style>
  <w:style w:type="paragraph" w:customStyle="1" w:styleId="E8A9535C6C9E4C12A8A0E2DB6B751E91">
    <w:name w:val="E8A9535C6C9E4C12A8A0E2DB6B751E91"/>
    <w:rsid w:val="00B42083"/>
  </w:style>
  <w:style w:type="paragraph" w:customStyle="1" w:styleId="75E08404B4104B42A873A01F4106C8B5">
    <w:name w:val="75E08404B4104B42A873A01F4106C8B5"/>
    <w:rsid w:val="00B42083"/>
  </w:style>
  <w:style w:type="paragraph" w:customStyle="1" w:styleId="28B99A3259504FB397561152285DE583">
    <w:name w:val="28B99A3259504FB397561152285DE583"/>
    <w:rsid w:val="00B42083"/>
  </w:style>
  <w:style w:type="paragraph" w:customStyle="1" w:styleId="E6CA6A3D8A6345C3956E6B5D0368D76A">
    <w:name w:val="E6CA6A3D8A6345C3956E6B5D0368D76A"/>
    <w:rsid w:val="00B42083"/>
  </w:style>
  <w:style w:type="paragraph" w:customStyle="1" w:styleId="C267C38DC73D4BFD92EB92BA631CBB7A">
    <w:name w:val="C267C38DC73D4BFD92EB92BA631CBB7A"/>
    <w:rsid w:val="00B42083"/>
  </w:style>
  <w:style w:type="paragraph" w:customStyle="1" w:styleId="639616361FB44B19B337A6A630533089">
    <w:name w:val="639616361FB44B19B337A6A630533089"/>
    <w:rsid w:val="00B42083"/>
  </w:style>
  <w:style w:type="paragraph" w:customStyle="1" w:styleId="1BA93A955F104F8AA9C9B3BC8BE6866E">
    <w:name w:val="1BA93A955F104F8AA9C9B3BC8BE6866E"/>
    <w:rsid w:val="00B42083"/>
  </w:style>
  <w:style w:type="paragraph" w:customStyle="1" w:styleId="B142413C6BB54D8BBFB2A87EC5E7D483">
    <w:name w:val="B142413C6BB54D8BBFB2A87EC5E7D483"/>
    <w:rsid w:val="00B42083"/>
  </w:style>
  <w:style w:type="paragraph" w:customStyle="1" w:styleId="CD9DB29847C94D2C8362CCE588B226F7">
    <w:name w:val="CD9DB29847C94D2C8362CCE588B226F7"/>
    <w:rsid w:val="00B42083"/>
  </w:style>
  <w:style w:type="paragraph" w:customStyle="1" w:styleId="02D8E540F75D4832802920099D8C1971">
    <w:name w:val="02D8E540F75D4832802920099D8C1971"/>
    <w:rsid w:val="00B42083"/>
  </w:style>
  <w:style w:type="paragraph" w:customStyle="1" w:styleId="E672BC8BBD774AADAFDA1FEF23E315E8">
    <w:name w:val="E672BC8BBD774AADAFDA1FEF23E315E8"/>
    <w:rsid w:val="00B42083"/>
  </w:style>
  <w:style w:type="paragraph" w:customStyle="1" w:styleId="CC540D4901B94DEBAC74569FA027BC8C">
    <w:name w:val="CC540D4901B94DEBAC74569FA027BC8C"/>
    <w:rsid w:val="00B42083"/>
  </w:style>
  <w:style w:type="paragraph" w:customStyle="1" w:styleId="8BA24C86E2644330B79A141E52D0E27F">
    <w:name w:val="8BA24C86E2644330B79A141E52D0E27F"/>
    <w:rsid w:val="00B420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B42083"/>
    <w:rPr>
      <w:color w:val="808080"/>
    </w:rPr>
  </w:style>
  <w:style w:type="paragraph" w:customStyle="1" w:styleId="277AA26E5A9B41E391A011F87BC136EA">
    <w:name w:val="277AA26E5A9B41E391A011F87BC136EA"/>
  </w:style>
  <w:style w:type="paragraph" w:customStyle="1" w:styleId="ED7E4136FF844245A9416C720D7E68A3">
    <w:name w:val="ED7E4136FF844245A9416C720D7E68A3"/>
  </w:style>
  <w:style w:type="paragraph" w:customStyle="1" w:styleId="4FD18F3DA53A4C0FBC8A794499EC7807">
    <w:name w:val="4FD18F3DA53A4C0FBC8A794499EC7807"/>
  </w:style>
  <w:style w:type="paragraph" w:customStyle="1" w:styleId="D20C78469185435BAA6E6CB1E29FBB8C">
    <w:name w:val="D20C78469185435BAA6E6CB1E29FBB8C"/>
  </w:style>
  <w:style w:type="paragraph" w:customStyle="1" w:styleId="5AA7BC9EDA254ABCB87B7B8C482B1F07">
    <w:name w:val="5AA7BC9EDA254ABCB87B7B8C482B1F07"/>
  </w:style>
  <w:style w:type="paragraph" w:customStyle="1" w:styleId="E4650C05AF034E62A2065233837FA807">
    <w:name w:val="E4650C05AF034E62A2065233837FA807"/>
  </w:style>
  <w:style w:type="paragraph" w:customStyle="1" w:styleId="60A3A53247714384A560E7A06D7E209D">
    <w:name w:val="60A3A53247714384A560E7A06D7E209D"/>
  </w:style>
  <w:style w:type="paragraph" w:customStyle="1" w:styleId="4295D32E308B48208AB9D8B9C9EF80D0">
    <w:name w:val="4295D32E308B48208AB9D8B9C9EF80D0"/>
  </w:style>
  <w:style w:type="paragraph" w:customStyle="1" w:styleId="58BC41B34CDF4851AB6F0D2CF97225B2">
    <w:name w:val="58BC41B34CDF4851AB6F0D2CF97225B2"/>
  </w:style>
  <w:style w:type="paragraph" w:customStyle="1" w:styleId="FA990C8D7CF94CD2965F34C9AD658312">
    <w:name w:val="FA990C8D7CF94CD2965F34C9AD658312"/>
  </w:style>
  <w:style w:type="paragraph" w:customStyle="1" w:styleId="911D5544E78E4F5790C9DAB4D9F1D587">
    <w:name w:val="911D5544E78E4F5790C9DAB4D9F1D587"/>
  </w:style>
  <w:style w:type="paragraph" w:customStyle="1" w:styleId="50F75FAA10E4431888E8D47F2E948D70">
    <w:name w:val="50F75FAA10E4431888E8D47F2E948D70"/>
  </w:style>
  <w:style w:type="paragraph" w:customStyle="1" w:styleId="D61D500D4A984F68A9F58BA14608AEAB">
    <w:name w:val="D61D500D4A984F68A9F58BA14608AEAB"/>
  </w:style>
  <w:style w:type="paragraph" w:customStyle="1" w:styleId="F05F90A5742944CA8B8D8EC594D01BCA">
    <w:name w:val="F05F90A5742944CA8B8D8EC594D01BCA"/>
  </w:style>
  <w:style w:type="paragraph" w:customStyle="1" w:styleId="16C25949C855456287A2B71B2DE52564">
    <w:name w:val="16C25949C855456287A2B71B2DE52564"/>
  </w:style>
  <w:style w:type="paragraph" w:customStyle="1" w:styleId="69DAC731E22C45E5B6903640CC6A9D67">
    <w:name w:val="69DAC731E22C45E5B6903640CC6A9D67"/>
    <w:rsid w:val="003D3FA0"/>
  </w:style>
  <w:style w:type="paragraph" w:customStyle="1" w:styleId="95F2BD676F3A44188921A60B9BC6C326">
    <w:name w:val="95F2BD676F3A44188921A60B9BC6C326"/>
    <w:rsid w:val="003D3FA0"/>
  </w:style>
  <w:style w:type="paragraph" w:customStyle="1" w:styleId="33D8C81B63F64FA3B2945768EC285BCD">
    <w:name w:val="33D8C81B63F64FA3B2945768EC285BCD"/>
    <w:rsid w:val="003D3FA0"/>
  </w:style>
  <w:style w:type="paragraph" w:customStyle="1" w:styleId="B391854CCC5D4A8CAB29855BA9E6317B">
    <w:name w:val="B391854CCC5D4A8CAB29855BA9E6317B"/>
    <w:rsid w:val="003D3FA0"/>
  </w:style>
  <w:style w:type="paragraph" w:customStyle="1" w:styleId="74A92601AA324A07B986B9C55DFA1C1C">
    <w:name w:val="74A92601AA324A07B986B9C55DFA1C1C"/>
    <w:rsid w:val="003D3FA0"/>
  </w:style>
  <w:style w:type="paragraph" w:customStyle="1" w:styleId="B11A18623F634849A5BF109449A09509">
    <w:name w:val="B11A18623F634849A5BF109449A09509"/>
    <w:rsid w:val="003D3FA0"/>
  </w:style>
  <w:style w:type="paragraph" w:customStyle="1" w:styleId="46EDC2CE995A4DC1AD21C2C623C75CF8">
    <w:name w:val="46EDC2CE995A4DC1AD21C2C623C75CF8"/>
    <w:rsid w:val="003D3FA0"/>
  </w:style>
  <w:style w:type="paragraph" w:customStyle="1" w:styleId="1F59E91868924983BD957B8D2464BC6A">
    <w:name w:val="1F59E91868924983BD957B8D2464BC6A"/>
    <w:rsid w:val="003D3FA0"/>
  </w:style>
  <w:style w:type="paragraph" w:customStyle="1" w:styleId="6A1D5727BECC4B9AAB9D77C348851A6A">
    <w:name w:val="6A1D5727BECC4B9AAB9D77C348851A6A"/>
    <w:rsid w:val="003D3FA0"/>
  </w:style>
  <w:style w:type="paragraph" w:customStyle="1" w:styleId="69DDFEEBED2F417D9DDF4C7908EAE0BC">
    <w:name w:val="69DDFEEBED2F417D9DDF4C7908EAE0BC"/>
    <w:rsid w:val="003D3FA0"/>
  </w:style>
  <w:style w:type="paragraph" w:customStyle="1" w:styleId="33B2644ABDFA4124BE75BE6AA6FACEB0">
    <w:name w:val="33B2644ABDFA4124BE75BE6AA6FACEB0"/>
    <w:rsid w:val="003D3FA0"/>
  </w:style>
  <w:style w:type="paragraph" w:customStyle="1" w:styleId="CD1727FBE3FD4B18BF45A6EDC37B7F60">
    <w:name w:val="CD1727FBE3FD4B18BF45A6EDC37B7F60"/>
    <w:rsid w:val="003D3FA0"/>
  </w:style>
  <w:style w:type="paragraph" w:customStyle="1" w:styleId="5E0DB23CBA264212AC3CDD33222ECD04">
    <w:name w:val="5E0DB23CBA264212AC3CDD33222ECD04"/>
    <w:rsid w:val="003D3FA0"/>
  </w:style>
  <w:style w:type="paragraph" w:customStyle="1" w:styleId="9B42DE4CA99247DC8035E558C0A4E0DA">
    <w:name w:val="9B42DE4CA99247DC8035E558C0A4E0DA"/>
    <w:rsid w:val="003D3FA0"/>
  </w:style>
  <w:style w:type="paragraph" w:customStyle="1" w:styleId="8C64984E627E4A72A455EE967DBBA9C9">
    <w:name w:val="8C64984E627E4A72A455EE967DBBA9C9"/>
    <w:rsid w:val="003D3FA0"/>
  </w:style>
  <w:style w:type="paragraph" w:customStyle="1" w:styleId="842C42949FD54C40840F5DA6E6109B5F">
    <w:name w:val="842C42949FD54C40840F5DA6E6109B5F"/>
    <w:rsid w:val="003D3FA0"/>
  </w:style>
  <w:style w:type="paragraph" w:customStyle="1" w:styleId="0C1169B369B942A49D231F783272CF98">
    <w:name w:val="0C1169B369B942A49D231F783272CF98"/>
    <w:rsid w:val="003D3FA0"/>
  </w:style>
  <w:style w:type="paragraph" w:customStyle="1" w:styleId="9B09CEAD746342FEA81298EDBE63ED9D">
    <w:name w:val="9B09CEAD746342FEA81298EDBE63ED9D"/>
    <w:rsid w:val="003D3FA0"/>
  </w:style>
  <w:style w:type="paragraph" w:customStyle="1" w:styleId="A8434EBD03794409A93C9FE10541B3DB">
    <w:name w:val="A8434EBD03794409A93C9FE10541B3DB"/>
    <w:rsid w:val="003D3FA0"/>
  </w:style>
  <w:style w:type="paragraph" w:customStyle="1" w:styleId="8237509407A44997A382ED95E241781B">
    <w:name w:val="8237509407A44997A382ED95E241781B"/>
    <w:rsid w:val="003D3FA0"/>
  </w:style>
  <w:style w:type="paragraph" w:customStyle="1" w:styleId="365A90A5DC50474C83082ECA01BB4492">
    <w:name w:val="365A90A5DC50474C83082ECA01BB4492"/>
    <w:rsid w:val="003D3FA0"/>
  </w:style>
  <w:style w:type="paragraph" w:customStyle="1" w:styleId="8386319392344D10BBC09EDD1A90E5FF">
    <w:name w:val="8386319392344D10BBC09EDD1A90E5FF"/>
    <w:rsid w:val="003D3FA0"/>
  </w:style>
  <w:style w:type="paragraph" w:customStyle="1" w:styleId="2F009C903D924F8DB02ABD30FFD2E1EF">
    <w:name w:val="2F009C903D924F8DB02ABD30FFD2E1EF"/>
    <w:rsid w:val="003D3FA0"/>
  </w:style>
  <w:style w:type="paragraph" w:customStyle="1" w:styleId="EC03287F9C0443E99E65889BE7E78516">
    <w:name w:val="EC03287F9C0443E99E65889BE7E78516"/>
    <w:rsid w:val="00BF3161"/>
  </w:style>
  <w:style w:type="paragraph" w:customStyle="1" w:styleId="7DD48BE06B8A4198B216159DACF752CA">
    <w:name w:val="7DD48BE06B8A4198B216159DACF752CA"/>
    <w:rsid w:val="00BF3161"/>
  </w:style>
  <w:style w:type="paragraph" w:customStyle="1" w:styleId="D7CFDA6A12C94433976CAECA6FC51B8D">
    <w:name w:val="D7CFDA6A12C94433976CAECA6FC51B8D"/>
    <w:rsid w:val="00BF3161"/>
  </w:style>
  <w:style w:type="paragraph" w:customStyle="1" w:styleId="6ADB52AE995B4397985637A0B79F5143">
    <w:name w:val="6ADB52AE995B4397985637A0B79F5143"/>
    <w:rsid w:val="00BF3161"/>
  </w:style>
  <w:style w:type="paragraph" w:customStyle="1" w:styleId="619349AA73F74E4FA6FC3FFF2CF3E63C">
    <w:name w:val="619349AA73F74E4FA6FC3FFF2CF3E63C"/>
    <w:rsid w:val="00BF3161"/>
  </w:style>
  <w:style w:type="paragraph" w:customStyle="1" w:styleId="D54FDCDE472B4E27BDED084C1CF959A9">
    <w:name w:val="D54FDCDE472B4E27BDED084C1CF959A9"/>
    <w:rsid w:val="00BF3161"/>
  </w:style>
  <w:style w:type="paragraph" w:customStyle="1" w:styleId="98FFA24BAB5447E1BD87C43B30DAA7B1">
    <w:name w:val="98FFA24BAB5447E1BD87C43B30DAA7B1"/>
    <w:rsid w:val="00BF3161"/>
  </w:style>
  <w:style w:type="paragraph" w:customStyle="1" w:styleId="5C5B02C31CF74D60BCDF1BA6D41BEFB4">
    <w:name w:val="5C5B02C31CF74D60BCDF1BA6D41BEFB4"/>
    <w:rsid w:val="00BF3161"/>
  </w:style>
  <w:style w:type="paragraph" w:customStyle="1" w:styleId="07B17ADC6DCA4E1E87B39826CDD0FE21">
    <w:name w:val="07B17ADC6DCA4E1E87B39826CDD0FE21"/>
    <w:rsid w:val="00BF3161"/>
  </w:style>
  <w:style w:type="paragraph" w:customStyle="1" w:styleId="C6FC906611494C319DAC5C961D5E8AB9">
    <w:name w:val="C6FC906611494C319DAC5C961D5E8AB9"/>
    <w:rsid w:val="00BF3161"/>
  </w:style>
  <w:style w:type="paragraph" w:customStyle="1" w:styleId="FBB17BFB6A6F466CA9F99269295987C1">
    <w:name w:val="FBB17BFB6A6F466CA9F99269295987C1"/>
    <w:rsid w:val="00BF3161"/>
  </w:style>
  <w:style w:type="paragraph" w:customStyle="1" w:styleId="D4275F6CAD8C46E9908E160227EFADDF">
    <w:name w:val="D4275F6CAD8C46E9908E160227EFADDF"/>
    <w:rsid w:val="00BF3161"/>
  </w:style>
  <w:style w:type="paragraph" w:customStyle="1" w:styleId="D2818C529FEA44FF95A970071FDA7F13">
    <w:name w:val="D2818C529FEA44FF95A970071FDA7F13"/>
    <w:rsid w:val="00BF3161"/>
  </w:style>
  <w:style w:type="paragraph" w:customStyle="1" w:styleId="F9E765A70CB343259BA8D8C857B0F495">
    <w:name w:val="F9E765A70CB343259BA8D8C857B0F495"/>
    <w:rsid w:val="00BF3161"/>
  </w:style>
  <w:style w:type="paragraph" w:customStyle="1" w:styleId="C32BF1A494984624803B45FFCD453F5A">
    <w:name w:val="C32BF1A494984624803B45FFCD453F5A"/>
    <w:rsid w:val="00BF3161"/>
  </w:style>
  <w:style w:type="paragraph" w:customStyle="1" w:styleId="29D21F133BE14ED5B9F338DC5D243769">
    <w:name w:val="29D21F133BE14ED5B9F338DC5D243769"/>
    <w:rsid w:val="00BF3161"/>
  </w:style>
  <w:style w:type="paragraph" w:customStyle="1" w:styleId="2346AA3BCFD04A84988B2F42CCE5AAA8">
    <w:name w:val="2346AA3BCFD04A84988B2F42CCE5AAA8"/>
    <w:rsid w:val="00BF3161"/>
  </w:style>
  <w:style w:type="paragraph" w:customStyle="1" w:styleId="9BE4162407384DF695648E45AB8D2AA2">
    <w:name w:val="9BE4162407384DF695648E45AB8D2AA2"/>
    <w:rsid w:val="00BF3161"/>
  </w:style>
  <w:style w:type="paragraph" w:customStyle="1" w:styleId="CF90EDEBC2A543B1A2E505AE6E03530A">
    <w:name w:val="CF90EDEBC2A543B1A2E505AE6E03530A"/>
    <w:rsid w:val="00BF3161"/>
  </w:style>
  <w:style w:type="paragraph" w:customStyle="1" w:styleId="BA2D1B2E92ED450899FA4E967BB9825C">
    <w:name w:val="BA2D1B2E92ED450899FA4E967BB9825C"/>
    <w:rsid w:val="00BF3161"/>
  </w:style>
  <w:style w:type="paragraph" w:customStyle="1" w:styleId="B813EE61EFB24F3C8460190101A45475">
    <w:name w:val="B813EE61EFB24F3C8460190101A45475"/>
    <w:rsid w:val="00BF3161"/>
  </w:style>
  <w:style w:type="paragraph" w:customStyle="1" w:styleId="D1DCC57C44EE43AD9D45B502B1EABB20">
    <w:name w:val="D1DCC57C44EE43AD9D45B502B1EABB20"/>
    <w:rsid w:val="00BF3161"/>
  </w:style>
  <w:style w:type="paragraph" w:customStyle="1" w:styleId="905E8B209EE248DEB54C2674D76CCE1C">
    <w:name w:val="905E8B209EE248DEB54C2674D76CCE1C"/>
    <w:rsid w:val="00BF3161"/>
  </w:style>
  <w:style w:type="paragraph" w:customStyle="1" w:styleId="9C720F0D4223426FBA47C863BAC11699">
    <w:name w:val="9C720F0D4223426FBA47C863BAC11699"/>
    <w:rsid w:val="00BF3161"/>
  </w:style>
  <w:style w:type="paragraph" w:customStyle="1" w:styleId="2295B47A94DB4675A6C9359C60F995F1">
    <w:name w:val="2295B47A94DB4675A6C9359C60F995F1"/>
    <w:rsid w:val="00BF3161"/>
  </w:style>
  <w:style w:type="paragraph" w:customStyle="1" w:styleId="D6BB4D7ACC444B369EE1AD07BD6EAB75">
    <w:name w:val="D6BB4D7ACC444B369EE1AD07BD6EAB75"/>
    <w:rsid w:val="00BF3161"/>
  </w:style>
  <w:style w:type="paragraph" w:customStyle="1" w:styleId="FA0B365BB81044D098BE859098E1C00C">
    <w:name w:val="FA0B365BB81044D098BE859098E1C00C"/>
    <w:rsid w:val="00BF3161"/>
  </w:style>
  <w:style w:type="paragraph" w:customStyle="1" w:styleId="B53C6C57EF6D4AC7A33579ACD491DC29">
    <w:name w:val="B53C6C57EF6D4AC7A33579ACD491DC29"/>
    <w:rsid w:val="00BF3161"/>
  </w:style>
  <w:style w:type="paragraph" w:customStyle="1" w:styleId="942A9A7EDA76453E8E711FE168B612B3">
    <w:name w:val="942A9A7EDA76453E8E711FE168B612B3"/>
    <w:rsid w:val="00BF3161"/>
  </w:style>
  <w:style w:type="paragraph" w:customStyle="1" w:styleId="6C06B9C6B0E346809F8587EE2A033DC0">
    <w:name w:val="6C06B9C6B0E346809F8587EE2A033DC0"/>
    <w:rsid w:val="00BF3161"/>
  </w:style>
  <w:style w:type="paragraph" w:customStyle="1" w:styleId="2ACD3B20373E40FF9B67202251D34616">
    <w:name w:val="2ACD3B20373E40FF9B67202251D34616"/>
    <w:rsid w:val="00BF3161"/>
  </w:style>
  <w:style w:type="paragraph" w:customStyle="1" w:styleId="E01E3AF05E88443C8E31D4931C231255">
    <w:name w:val="E01E3AF05E88443C8E31D4931C231255"/>
    <w:rsid w:val="00BF3161"/>
  </w:style>
  <w:style w:type="paragraph" w:customStyle="1" w:styleId="A3E782ACC47541BBA0744BB1A296782B">
    <w:name w:val="A3E782ACC47541BBA0744BB1A296782B"/>
    <w:rsid w:val="00BF3161"/>
  </w:style>
  <w:style w:type="paragraph" w:customStyle="1" w:styleId="6D3476907979433E8DF51F0F0BD8CB75">
    <w:name w:val="6D3476907979433E8DF51F0F0BD8CB75"/>
    <w:rsid w:val="00BF3161"/>
  </w:style>
  <w:style w:type="paragraph" w:customStyle="1" w:styleId="44BD375A977947E690BB7D29CA6B3A70">
    <w:name w:val="44BD375A977947E690BB7D29CA6B3A70"/>
    <w:rsid w:val="00BF3161"/>
  </w:style>
  <w:style w:type="paragraph" w:customStyle="1" w:styleId="D595747A6A4F44368C4CE97F61AD0479">
    <w:name w:val="D595747A6A4F44368C4CE97F61AD0479"/>
    <w:rsid w:val="00BF3161"/>
  </w:style>
  <w:style w:type="paragraph" w:customStyle="1" w:styleId="403830BF0D284730857DE930CD229A5F">
    <w:name w:val="403830BF0D284730857DE930CD229A5F"/>
    <w:rsid w:val="00BF3161"/>
  </w:style>
  <w:style w:type="paragraph" w:customStyle="1" w:styleId="6FEC85CD1D904ACFAEFF8750ADCD59AC">
    <w:name w:val="6FEC85CD1D904ACFAEFF8750ADCD59AC"/>
    <w:rsid w:val="00BF3161"/>
  </w:style>
  <w:style w:type="paragraph" w:customStyle="1" w:styleId="632E461D51BE44E991700120814D57F2">
    <w:name w:val="632E461D51BE44E991700120814D57F2"/>
    <w:rsid w:val="00BF3161"/>
  </w:style>
  <w:style w:type="paragraph" w:customStyle="1" w:styleId="4DA1B87AD74E46438864EEB900FDFCBF">
    <w:name w:val="4DA1B87AD74E46438864EEB900FDFCBF"/>
    <w:rsid w:val="00BF3161"/>
  </w:style>
  <w:style w:type="paragraph" w:customStyle="1" w:styleId="033B96CBB9BD4000B7F2C3D7A2029904">
    <w:name w:val="033B96CBB9BD4000B7F2C3D7A2029904"/>
    <w:rsid w:val="00BF3161"/>
  </w:style>
  <w:style w:type="paragraph" w:customStyle="1" w:styleId="84A872F0732E4926979D0EB24EF54846">
    <w:name w:val="84A872F0732E4926979D0EB24EF54846"/>
    <w:rsid w:val="00BF3161"/>
  </w:style>
  <w:style w:type="paragraph" w:customStyle="1" w:styleId="10CAFC4ADB644F5FBFAD1FFBCC1A7BA9">
    <w:name w:val="10CAFC4ADB644F5FBFAD1FFBCC1A7BA9"/>
    <w:rsid w:val="00BF3161"/>
  </w:style>
  <w:style w:type="paragraph" w:customStyle="1" w:styleId="3BA23A12B76944529551F6FC53A7672B">
    <w:name w:val="3BA23A12B76944529551F6FC53A7672B"/>
    <w:rsid w:val="00BF3161"/>
  </w:style>
  <w:style w:type="paragraph" w:customStyle="1" w:styleId="0E698F68A71B4519BF5B9319352DB099">
    <w:name w:val="0E698F68A71B4519BF5B9319352DB099"/>
    <w:rsid w:val="00BF3161"/>
  </w:style>
  <w:style w:type="paragraph" w:customStyle="1" w:styleId="7DB745E7D8F0446DA8870BD5E2D85E2B">
    <w:name w:val="7DB745E7D8F0446DA8870BD5E2D85E2B"/>
    <w:rsid w:val="00BF3161"/>
  </w:style>
  <w:style w:type="paragraph" w:customStyle="1" w:styleId="E3D97676963B4C15881F185634268EA3">
    <w:name w:val="E3D97676963B4C15881F185634268EA3"/>
    <w:rsid w:val="00BF3161"/>
  </w:style>
  <w:style w:type="paragraph" w:customStyle="1" w:styleId="5EF569822AFB4A7489DB2F08149A50D4">
    <w:name w:val="5EF569822AFB4A7489DB2F08149A50D4"/>
    <w:rsid w:val="00BF3161"/>
  </w:style>
  <w:style w:type="paragraph" w:customStyle="1" w:styleId="B22B4CD1AEC64DA393C291658020E197">
    <w:name w:val="B22B4CD1AEC64DA393C291658020E197"/>
    <w:rsid w:val="00BF3161"/>
  </w:style>
  <w:style w:type="paragraph" w:customStyle="1" w:styleId="A42D471BECE3429CAC1DF49FE41E6A48">
    <w:name w:val="A42D471BECE3429CAC1DF49FE41E6A48"/>
    <w:rsid w:val="00BF3161"/>
  </w:style>
  <w:style w:type="paragraph" w:customStyle="1" w:styleId="B41AD081BFCD41619C16C80991080809">
    <w:name w:val="B41AD081BFCD41619C16C80991080809"/>
    <w:rsid w:val="00BF3161"/>
  </w:style>
  <w:style w:type="paragraph" w:customStyle="1" w:styleId="914D98BBFFD84C73BFA7A650D9506CC8">
    <w:name w:val="914D98BBFFD84C73BFA7A650D9506CC8"/>
    <w:rsid w:val="00BF3161"/>
  </w:style>
  <w:style w:type="paragraph" w:customStyle="1" w:styleId="B68C7523E4164AE881408C3B8A6B1348">
    <w:name w:val="B68C7523E4164AE881408C3B8A6B1348"/>
    <w:rsid w:val="00BF3161"/>
  </w:style>
  <w:style w:type="paragraph" w:customStyle="1" w:styleId="26EE1AF685D04C0EA4709DF16196A008">
    <w:name w:val="26EE1AF685D04C0EA4709DF16196A008"/>
    <w:rsid w:val="00BF3161"/>
  </w:style>
  <w:style w:type="paragraph" w:customStyle="1" w:styleId="DA51D17F4302499F95F6DA03C5F67844">
    <w:name w:val="DA51D17F4302499F95F6DA03C5F67844"/>
    <w:rsid w:val="00BF3161"/>
  </w:style>
  <w:style w:type="paragraph" w:customStyle="1" w:styleId="25A9F0FFCC4E412E9253C795BD9E4727">
    <w:name w:val="25A9F0FFCC4E412E9253C795BD9E4727"/>
    <w:rsid w:val="00BF3161"/>
  </w:style>
  <w:style w:type="paragraph" w:customStyle="1" w:styleId="4E853FC6AAC94DBA8B21D6F7AAEAB71B">
    <w:name w:val="4E853FC6AAC94DBA8B21D6F7AAEAB71B"/>
    <w:rsid w:val="00BF3161"/>
  </w:style>
  <w:style w:type="paragraph" w:customStyle="1" w:styleId="405A00284CC54288B01BD2FAE7DF1979">
    <w:name w:val="405A00284CC54288B01BD2FAE7DF1979"/>
    <w:rsid w:val="00BF3161"/>
  </w:style>
  <w:style w:type="paragraph" w:customStyle="1" w:styleId="7781A125B042420E8C6B4EBA83FB2E66">
    <w:name w:val="7781A125B042420E8C6B4EBA83FB2E66"/>
    <w:rsid w:val="00BF3161"/>
  </w:style>
  <w:style w:type="paragraph" w:customStyle="1" w:styleId="876FCEE8D7D24A15B93AC6F63ADC960D">
    <w:name w:val="876FCEE8D7D24A15B93AC6F63ADC960D"/>
    <w:rsid w:val="00BF3161"/>
  </w:style>
  <w:style w:type="paragraph" w:customStyle="1" w:styleId="68F4C875BC9A43799DD2E49B4A344235">
    <w:name w:val="68F4C875BC9A43799DD2E49B4A344235"/>
    <w:rsid w:val="00BF3161"/>
  </w:style>
  <w:style w:type="paragraph" w:customStyle="1" w:styleId="8CEB6CFCED7D46A98766F88E830E981A">
    <w:name w:val="8CEB6CFCED7D46A98766F88E830E981A"/>
    <w:rsid w:val="00BF3161"/>
  </w:style>
  <w:style w:type="paragraph" w:customStyle="1" w:styleId="2DDEBE4C4BFC4030B441A357D0A7E573">
    <w:name w:val="2DDEBE4C4BFC4030B441A357D0A7E573"/>
    <w:rsid w:val="00BF3161"/>
  </w:style>
  <w:style w:type="paragraph" w:customStyle="1" w:styleId="1CF2686754F040AFB5422AD6A9294829">
    <w:name w:val="1CF2686754F040AFB5422AD6A9294829"/>
    <w:rsid w:val="00BF3161"/>
  </w:style>
  <w:style w:type="paragraph" w:customStyle="1" w:styleId="19FA3F07CB504992B09322D04D411ED1">
    <w:name w:val="19FA3F07CB504992B09322D04D411ED1"/>
    <w:rsid w:val="00BF3161"/>
  </w:style>
  <w:style w:type="paragraph" w:customStyle="1" w:styleId="180F3251452C475FB04D38FAC1899FC0">
    <w:name w:val="180F3251452C475FB04D38FAC1899FC0"/>
    <w:rsid w:val="00BF3161"/>
  </w:style>
  <w:style w:type="paragraph" w:customStyle="1" w:styleId="B89B8122A86F4E66A1044AB36F45EF80">
    <w:name w:val="B89B8122A86F4E66A1044AB36F45EF80"/>
    <w:rsid w:val="00BF3161"/>
  </w:style>
  <w:style w:type="paragraph" w:customStyle="1" w:styleId="299F81945AE44EAAB6940A4F38AE9C2C">
    <w:name w:val="299F81945AE44EAAB6940A4F38AE9C2C"/>
    <w:rsid w:val="00BF3161"/>
  </w:style>
  <w:style w:type="paragraph" w:customStyle="1" w:styleId="8980702F38884AD28BB23B54B8661ED9">
    <w:name w:val="8980702F38884AD28BB23B54B8661ED9"/>
    <w:rsid w:val="00BF3161"/>
  </w:style>
  <w:style w:type="paragraph" w:customStyle="1" w:styleId="4A40D153EBDA40448D870DF4AF822EC7">
    <w:name w:val="4A40D153EBDA40448D870DF4AF822EC7"/>
    <w:rsid w:val="00BF3161"/>
  </w:style>
  <w:style w:type="paragraph" w:customStyle="1" w:styleId="29DE86D523AC44E394162933159A1EC5">
    <w:name w:val="29DE86D523AC44E394162933159A1EC5"/>
    <w:rsid w:val="00BF3161"/>
  </w:style>
  <w:style w:type="paragraph" w:customStyle="1" w:styleId="E83D5A50BA4A4079A530EE57E99C77E5">
    <w:name w:val="E83D5A50BA4A4079A530EE57E99C77E5"/>
    <w:rsid w:val="00BF3161"/>
  </w:style>
  <w:style w:type="paragraph" w:customStyle="1" w:styleId="3F4AB3E56EAF4784B8BEC9D29B92820D">
    <w:name w:val="3F4AB3E56EAF4784B8BEC9D29B92820D"/>
    <w:rsid w:val="00BF3161"/>
  </w:style>
  <w:style w:type="paragraph" w:customStyle="1" w:styleId="6D9CDB9E077F4BE191E72B82163E2205">
    <w:name w:val="6D9CDB9E077F4BE191E72B82163E2205"/>
    <w:rsid w:val="00BF3161"/>
  </w:style>
  <w:style w:type="paragraph" w:customStyle="1" w:styleId="94EE732DEF784F51ADB3F2A5B4112C71">
    <w:name w:val="94EE732DEF784F51ADB3F2A5B4112C71"/>
    <w:rsid w:val="00BF3161"/>
  </w:style>
  <w:style w:type="paragraph" w:customStyle="1" w:styleId="C7B5DF3C7D76480ABC0FE0101CF3F6A7">
    <w:name w:val="C7B5DF3C7D76480ABC0FE0101CF3F6A7"/>
    <w:rsid w:val="00BF3161"/>
  </w:style>
  <w:style w:type="paragraph" w:customStyle="1" w:styleId="68BF4DF7E1704827BBEF10DE2C188F4C">
    <w:name w:val="68BF4DF7E1704827BBEF10DE2C188F4C"/>
    <w:rsid w:val="00BF3161"/>
  </w:style>
  <w:style w:type="paragraph" w:customStyle="1" w:styleId="70E98610666045348CCA1558C6939907">
    <w:name w:val="70E98610666045348CCA1558C6939907"/>
    <w:rsid w:val="00BF3161"/>
  </w:style>
  <w:style w:type="paragraph" w:customStyle="1" w:styleId="7F7EEE0AB4614B94A67E8C0C243EEC23">
    <w:name w:val="7F7EEE0AB4614B94A67E8C0C243EEC23"/>
    <w:rsid w:val="00BF3161"/>
  </w:style>
  <w:style w:type="paragraph" w:customStyle="1" w:styleId="E91F4628F40D4B239EDF88967E59FD91">
    <w:name w:val="E91F4628F40D4B239EDF88967E59FD91"/>
    <w:rsid w:val="00BF3161"/>
  </w:style>
  <w:style w:type="paragraph" w:customStyle="1" w:styleId="FBFF00105E1E47C2A41C3C94F8C281E1">
    <w:name w:val="FBFF00105E1E47C2A41C3C94F8C281E1"/>
    <w:rsid w:val="00BF3161"/>
  </w:style>
  <w:style w:type="paragraph" w:customStyle="1" w:styleId="5F281820402745DA80AD14F977BF11AB">
    <w:name w:val="5F281820402745DA80AD14F977BF11AB"/>
    <w:rsid w:val="00BF3161"/>
  </w:style>
  <w:style w:type="paragraph" w:customStyle="1" w:styleId="5BC177A248004976B9FD9DD1A3E29A4F">
    <w:name w:val="5BC177A248004976B9FD9DD1A3E29A4F"/>
    <w:rsid w:val="00BF3161"/>
  </w:style>
  <w:style w:type="paragraph" w:customStyle="1" w:styleId="E4CB679982E543CE8C31F7A1ECAB9A34">
    <w:name w:val="E4CB679982E543CE8C31F7A1ECAB9A34"/>
    <w:rsid w:val="00BF3161"/>
  </w:style>
  <w:style w:type="paragraph" w:customStyle="1" w:styleId="7603F80E87CA43C798648976656CDA7E">
    <w:name w:val="7603F80E87CA43C798648976656CDA7E"/>
    <w:rsid w:val="00BF3161"/>
  </w:style>
  <w:style w:type="paragraph" w:customStyle="1" w:styleId="53A4F4B43AB044AAB17B0C4BD08CA691">
    <w:name w:val="53A4F4B43AB044AAB17B0C4BD08CA691"/>
    <w:rsid w:val="00BF3161"/>
  </w:style>
  <w:style w:type="paragraph" w:customStyle="1" w:styleId="3AE9695B7CF34B6AA75AEAE23BAB6D45">
    <w:name w:val="3AE9695B7CF34B6AA75AEAE23BAB6D45"/>
    <w:rsid w:val="00BF3161"/>
  </w:style>
  <w:style w:type="paragraph" w:customStyle="1" w:styleId="2257C74C16B148FB8EB9D41CA45C371F">
    <w:name w:val="2257C74C16B148FB8EB9D41CA45C371F"/>
    <w:rsid w:val="00BF3161"/>
  </w:style>
  <w:style w:type="paragraph" w:customStyle="1" w:styleId="39695FCE99324816AA71B885D7E49364">
    <w:name w:val="39695FCE99324816AA71B885D7E49364"/>
    <w:rsid w:val="00BF3161"/>
  </w:style>
  <w:style w:type="paragraph" w:customStyle="1" w:styleId="76BFE9AE549941909A48B07C9C253540">
    <w:name w:val="76BFE9AE549941909A48B07C9C253540"/>
    <w:rsid w:val="00BF3161"/>
  </w:style>
  <w:style w:type="paragraph" w:customStyle="1" w:styleId="48A7069789D14A1299982ADEC459B35C">
    <w:name w:val="48A7069789D14A1299982ADEC459B35C"/>
    <w:rsid w:val="00BF3161"/>
  </w:style>
  <w:style w:type="paragraph" w:customStyle="1" w:styleId="D196D9BA7F0D411984C024513AF0E01F">
    <w:name w:val="D196D9BA7F0D411984C024513AF0E01F"/>
    <w:rsid w:val="00BF3161"/>
  </w:style>
  <w:style w:type="paragraph" w:customStyle="1" w:styleId="57F6F20930C04E969C40B24114EA3416">
    <w:name w:val="57F6F20930C04E969C40B24114EA3416"/>
    <w:rsid w:val="00BF3161"/>
  </w:style>
  <w:style w:type="paragraph" w:customStyle="1" w:styleId="8635E135DC9D4DA3ABA0E962E5A566ED">
    <w:name w:val="8635E135DC9D4DA3ABA0E962E5A566ED"/>
    <w:rsid w:val="00BF3161"/>
  </w:style>
  <w:style w:type="paragraph" w:customStyle="1" w:styleId="F360EFECB6804A979673FC99719E657E">
    <w:name w:val="F360EFECB6804A979673FC99719E657E"/>
    <w:rsid w:val="00BF3161"/>
  </w:style>
  <w:style w:type="paragraph" w:customStyle="1" w:styleId="887234D78E5E4FCC9590140FA980BAA1">
    <w:name w:val="887234D78E5E4FCC9590140FA980BAA1"/>
    <w:rsid w:val="00BF3161"/>
  </w:style>
  <w:style w:type="paragraph" w:customStyle="1" w:styleId="24BBB34717C6459191A96F6758DCA5D8">
    <w:name w:val="24BBB34717C6459191A96F6758DCA5D8"/>
    <w:rsid w:val="00BF3161"/>
  </w:style>
  <w:style w:type="paragraph" w:customStyle="1" w:styleId="D3690863D6C4416485B7F206F89EE37F">
    <w:name w:val="D3690863D6C4416485B7F206F89EE37F"/>
    <w:rsid w:val="00BF3161"/>
  </w:style>
  <w:style w:type="paragraph" w:customStyle="1" w:styleId="CC9C8AF414A045BFA5277FB9603C74BE">
    <w:name w:val="CC9C8AF414A045BFA5277FB9603C74BE"/>
    <w:rsid w:val="00BF3161"/>
  </w:style>
  <w:style w:type="paragraph" w:customStyle="1" w:styleId="A984A5D919CF4E5FAF5951F182ED2B7C">
    <w:name w:val="A984A5D919CF4E5FAF5951F182ED2B7C"/>
    <w:rsid w:val="003D0410"/>
  </w:style>
  <w:style w:type="paragraph" w:customStyle="1" w:styleId="C82226611D1740FFB5D07C02FE6A0DAA">
    <w:name w:val="C82226611D1740FFB5D07C02FE6A0DAA"/>
    <w:rsid w:val="003D0410"/>
  </w:style>
  <w:style w:type="paragraph" w:customStyle="1" w:styleId="A36BC27E900D414A9D1E222520918579">
    <w:name w:val="A36BC27E900D414A9D1E222520918579"/>
    <w:rsid w:val="003D0410"/>
  </w:style>
  <w:style w:type="paragraph" w:customStyle="1" w:styleId="9F51F4915D48431BA217472591E93A70">
    <w:name w:val="9F51F4915D48431BA217472591E93A70"/>
    <w:rsid w:val="003D0410"/>
  </w:style>
  <w:style w:type="paragraph" w:customStyle="1" w:styleId="06BDE206CE7D46749C6D9715FA1E7619">
    <w:name w:val="06BDE206CE7D46749C6D9715FA1E7619"/>
    <w:rsid w:val="003D0410"/>
  </w:style>
  <w:style w:type="paragraph" w:customStyle="1" w:styleId="F874F1B9C99E430AB3851356D17DB3EC">
    <w:name w:val="F874F1B9C99E430AB3851356D17DB3EC"/>
    <w:rsid w:val="003D0410"/>
  </w:style>
  <w:style w:type="paragraph" w:customStyle="1" w:styleId="BF5CA432A73E411A8698267BDC608CAE">
    <w:name w:val="BF5CA432A73E411A8698267BDC608CAE"/>
    <w:rsid w:val="003D0410"/>
  </w:style>
  <w:style w:type="paragraph" w:customStyle="1" w:styleId="AC3318B0A7464847B1CE54DAECD69B99">
    <w:name w:val="AC3318B0A7464847B1CE54DAECD69B99"/>
    <w:rsid w:val="003D0410"/>
  </w:style>
  <w:style w:type="paragraph" w:customStyle="1" w:styleId="B1A78B28F1CF466FB7410125C8ABD6D3">
    <w:name w:val="B1A78B28F1CF466FB7410125C8ABD6D3"/>
    <w:rsid w:val="003D0410"/>
  </w:style>
  <w:style w:type="paragraph" w:customStyle="1" w:styleId="DB864DDE62CD4EA0A0BE0DCD8EF7CA4B">
    <w:name w:val="DB864DDE62CD4EA0A0BE0DCD8EF7CA4B"/>
    <w:rsid w:val="003D0410"/>
  </w:style>
  <w:style w:type="paragraph" w:customStyle="1" w:styleId="643CE8E7B19046D19373D481A25B17C4">
    <w:name w:val="643CE8E7B19046D19373D481A25B17C4"/>
    <w:rsid w:val="003D0410"/>
  </w:style>
  <w:style w:type="paragraph" w:customStyle="1" w:styleId="7F3B6D4B93EA4D2F89C5EE9334A2B3EF">
    <w:name w:val="7F3B6D4B93EA4D2F89C5EE9334A2B3EF"/>
    <w:rsid w:val="003D0410"/>
  </w:style>
  <w:style w:type="paragraph" w:customStyle="1" w:styleId="F031B4D1CDD347A6936EA41355FEAB9F">
    <w:name w:val="F031B4D1CDD347A6936EA41355FEAB9F"/>
    <w:rsid w:val="003D0410"/>
  </w:style>
  <w:style w:type="paragraph" w:customStyle="1" w:styleId="3D93806E2FFC41C3A5832DEDA7F09EBF">
    <w:name w:val="3D93806E2FFC41C3A5832DEDA7F09EBF"/>
    <w:rsid w:val="003D0410"/>
  </w:style>
  <w:style w:type="paragraph" w:customStyle="1" w:styleId="5BE209E38E5147DE921ABFB7F5D9FB86">
    <w:name w:val="5BE209E38E5147DE921ABFB7F5D9FB86"/>
    <w:rsid w:val="003D0410"/>
  </w:style>
  <w:style w:type="paragraph" w:customStyle="1" w:styleId="E1EB936CB8B64752926119EC1AB8D8E2">
    <w:name w:val="E1EB936CB8B64752926119EC1AB8D8E2"/>
    <w:rsid w:val="003D0410"/>
  </w:style>
  <w:style w:type="paragraph" w:customStyle="1" w:styleId="0E2541B08C6543DE9366B951FEB77211">
    <w:name w:val="0E2541B08C6543DE9366B951FEB77211"/>
    <w:rsid w:val="003D0410"/>
  </w:style>
  <w:style w:type="paragraph" w:customStyle="1" w:styleId="9679C753FD8F4BDAB73891576611E4EB">
    <w:name w:val="9679C753FD8F4BDAB73891576611E4EB"/>
    <w:rsid w:val="003D0410"/>
  </w:style>
  <w:style w:type="paragraph" w:customStyle="1" w:styleId="B56C88FC102D433CADFBA1BD734FC04C">
    <w:name w:val="B56C88FC102D433CADFBA1BD734FC04C"/>
    <w:rsid w:val="003D0410"/>
  </w:style>
  <w:style w:type="paragraph" w:customStyle="1" w:styleId="27DE4713233E4DB88207B506613EDF26">
    <w:name w:val="27DE4713233E4DB88207B506613EDF26"/>
    <w:rsid w:val="00635239"/>
  </w:style>
  <w:style w:type="paragraph" w:customStyle="1" w:styleId="52E0BD2D9F204E45A1A183F04CB5B19D">
    <w:name w:val="52E0BD2D9F204E45A1A183F04CB5B19D"/>
    <w:rsid w:val="00635239"/>
  </w:style>
  <w:style w:type="paragraph" w:customStyle="1" w:styleId="8ABF3A55FAA94591BBE302CD4B0E40BE">
    <w:name w:val="8ABF3A55FAA94591BBE302CD4B0E40BE"/>
    <w:rsid w:val="00635239"/>
  </w:style>
  <w:style w:type="paragraph" w:customStyle="1" w:styleId="1B4C6B6F1C554A7FA436C6F1B4443C48">
    <w:name w:val="1B4C6B6F1C554A7FA436C6F1B4443C48"/>
    <w:rsid w:val="00635239"/>
  </w:style>
  <w:style w:type="paragraph" w:customStyle="1" w:styleId="AD0C01A9D4774102A113877172B5EA30">
    <w:name w:val="AD0C01A9D4774102A113877172B5EA30"/>
    <w:rsid w:val="00635239"/>
  </w:style>
  <w:style w:type="paragraph" w:customStyle="1" w:styleId="EB2D82BAF2004502855ED8BF4226239D">
    <w:name w:val="EB2D82BAF2004502855ED8BF4226239D"/>
    <w:rsid w:val="00635239"/>
  </w:style>
  <w:style w:type="paragraph" w:customStyle="1" w:styleId="D8A32CB46A8341519A8B4BA31C42A46E">
    <w:name w:val="D8A32CB46A8341519A8B4BA31C42A46E"/>
    <w:rsid w:val="00635239"/>
  </w:style>
  <w:style w:type="paragraph" w:customStyle="1" w:styleId="2D332FEF691748DC88B6382417E0F771">
    <w:name w:val="2D332FEF691748DC88B6382417E0F771"/>
    <w:rsid w:val="009F64B0"/>
  </w:style>
  <w:style w:type="paragraph" w:customStyle="1" w:styleId="17B9020334A84036BDC518A69319D507">
    <w:name w:val="17B9020334A84036BDC518A69319D507"/>
    <w:rsid w:val="009F64B0"/>
  </w:style>
  <w:style w:type="paragraph" w:customStyle="1" w:styleId="BC0EC086AA4544B780EB7663CB8E061D">
    <w:name w:val="BC0EC086AA4544B780EB7663CB8E061D"/>
    <w:rsid w:val="009F64B0"/>
  </w:style>
  <w:style w:type="paragraph" w:customStyle="1" w:styleId="0E2DE44669164A96993460CC1122216D">
    <w:name w:val="0E2DE44669164A96993460CC1122216D"/>
    <w:rsid w:val="009F64B0"/>
  </w:style>
  <w:style w:type="paragraph" w:customStyle="1" w:styleId="97666999B5A047ABA58A3AABBE0DC22E">
    <w:name w:val="97666999B5A047ABA58A3AABBE0DC22E"/>
    <w:rsid w:val="009F64B0"/>
  </w:style>
  <w:style w:type="paragraph" w:customStyle="1" w:styleId="8A997FED7113488BB21359A21D1F6F2A">
    <w:name w:val="8A997FED7113488BB21359A21D1F6F2A"/>
    <w:rsid w:val="009F64B0"/>
  </w:style>
  <w:style w:type="paragraph" w:customStyle="1" w:styleId="637569C387414DCBBB3886CB7CFB701E">
    <w:name w:val="637569C387414DCBBB3886CB7CFB701E"/>
    <w:rsid w:val="009F64B0"/>
  </w:style>
  <w:style w:type="paragraph" w:customStyle="1" w:styleId="F9788C8CF3F6444D82201A425C5B1E1E">
    <w:name w:val="F9788C8CF3F6444D82201A425C5B1E1E"/>
    <w:rsid w:val="009F64B0"/>
  </w:style>
  <w:style w:type="paragraph" w:customStyle="1" w:styleId="3B06B02DE2FF49F792865B64280F2C51">
    <w:name w:val="3B06B02DE2FF49F792865B64280F2C51"/>
    <w:rsid w:val="009F64B0"/>
  </w:style>
  <w:style w:type="paragraph" w:customStyle="1" w:styleId="977747D9274549CC908DBBC244724247">
    <w:name w:val="977747D9274549CC908DBBC244724247"/>
    <w:rsid w:val="009F64B0"/>
  </w:style>
  <w:style w:type="paragraph" w:customStyle="1" w:styleId="B20AE6C0A97E422CB46A3F4B8FCB65CC">
    <w:name w:val="B20AE6C0A97E422CB46A3F4B8FCB65CC"/>
    <w:rsid w:val="009F64B0"/>
  </w:style>
  <w:style w:type="paragraph" w:customStyle="1" w:styleId="4D4D5241574843C0A27CBF3BE11ABC1B">
    <w:name w:val="4D4D5241574843C0A27CBF3BE11ABC1B"/>
    <w:rsid w:val="009F64B0"/>
  </w:style>
  <w:style w:type="paragraph" w:customStyle="1" w:styleId="BC1AAC5895FF4152B9426EBABA9A53EF">
    <w:name w:val="BC1AAC5895FF4152B9426EBABA9A53EF"/>
    <w:rsid w:val="009F64B0"/>
  </w:style>
  <w:style w:type="paragraph" w:customStyle="1" w:styleId="08D34C9E69B74EF081912332ACFF49F8">
    <w:name w:val="08D34C9E69B74EF081912332ACFF49F8"/>
    <w:rsid w:val="009F64B0"/>
  </w:style>
  <w:style w:type="paragraph" w:customStyle="1" w:styleId="2DFC73D55E3C46C780AD3D13328FA6C2">
    <w:name w:val="2DFC73D55E3C46C780AD3D13328FA6C2"/>
    <w:rsid w:val="009F64B0"/>
  </w:style>
  <w:style w:type="paragraph" w:customStyle="1" w:styleId="75A6D8AD93F84019A7E8A604391880CA">
    <w:name w:val="75A6D8AD93F84019A7E8A604391880CA"/>
    <w:rsid w:val="009F64B0"/>
  </w:style>
  <w:style w:type="paragraph" w:customStyle="1" w:styleId="562A95522B0747A8894B3C560F9E9A5C">
    <w:name w:val="562A95522B0747A8894B3C560F9E9A5C"/>
    <w:rsid w:val="009F64B0"/>
  </w:style>
  <w:style w:type="paragraph" w:customStyle="1" w:styleId="6DE8A297B11A4C30ABF9D3D01CE2BF1B">
    <w:name w:val="6DE8A297B11A4C30ABF9D3D01CE2BF1B"/>
    <w:rsid w:val="009F64B0"/>
  </w:style>
  <w:style w:type="paragraph" w:customStyle="1" w:styleId="BE71C5B443EF47D189064AEF783F6737">
    <w:name w:val="BE71C5B443EF47D189064AEF783F6737"/>
    <w:rsid w:val="009F64B0"/>
  </w:style>
  <w:style w:type="paragraph" w:customStyle="1" w:styleId="7FCF526C4B33433D869E688B61D53042">
    <w:name w:val="7FCF526C4B33433D869E688B61D53042"/>
    <w:rsid w:val="009F64B0"/>
  </w:style>
  <w:style w:type="paragraph" w:customStyle="1" w:styleId="B09377D702C74C6CBE99C0A2834BAD9F">
    <w:name w:val="B09377D702C74C6CBE99C0A2834BAD9F"/>
    <w:rsid w:val="009F64B0"/>
  </w:style>
  <w:style w:type="paragraph" w:customStyle="1" w:styleId="FAA1DE20BFBF4CBE87A82E7E1CCB275D">
    <w:name w:val="FAA1DE20BFBF4CBE87A82E7E1CCB275D"/>
    <w:rsid w:val="009F64B0"/>
  </w:style>
  <w:style w:type="paragraph" w:customStyle="1" w:styleId="7C20366ADC7647FCB564981D4789C05F">
    <w:name w:val="7C20366ADC7647FCB564981D4789C05F"/>
    <w:rsid w:val="009F64B0"/>
  </w:style>
  <w:style w:type="paragraph" w:customStyle="1" w:styleId="5DD3291BD598469596E6F8C1212616CE">
    <w:name w:val="5DD3291BD598469596E6F8C1212616CE"/>
    <w:rsid w:val="009F64B0"/>
  </w:style>
  <w:style w:type="paragraph" w:customStyle="1" w:styleId="A357DE0ADDBD43D681053BEB134B8D0E">
    <w:name w:val="A357DE0ADDBD43D681053BEB134B8D0E"/>
    <w:rsid w:val="009F64B0"/>
  </w:style>
  <w:style w:type="paragraph" w:customStyle="1" w:styleId="A7687F4F85A44F219C671DBC6A2CE8A8">
    <w:name w:val="A7687F4F85A44F219C671DBC6A2CE8A8"/>
    <w:rsid w:val="009F64B0"/>
  </w:style>
  <w:style w:type="paragraph" w:customStyle="1" w:styleId="A5B8134EAD1A466CA0F9F3E7C8CD720C">
    <w:name w:val="A5B8134EAD1A466CA0F9F3E7C8CD720C"/>
    <w:rsid w:val="009F64B0"/>
  </w:style>
  <w:style w:type="paragraph" w:customStyle="1" w:styleId="321D7C8160FC4C3896DB11B826B3754F">
    <w:name w:val="321D7C8160FC4C3896DB11B826B3754F"/>
    <w:rsid w:val="009F64B0"/>
  </w:style>
  <w:style w:type="paragraph" w:customStyle="1" w:styleId="DA877A0A3173484395AB39833F942D8D">
    <w:name w:val="DA877A0A3173484395AB39833F942D8D"/>
    <w:rsid w:val="009F64B0"/>
  </w:style>
  <w:style w:type="paragraph" w:customStyle="1" w:styleId="8F1BB26C78504267AFAC2A86B0B94E07">
    <w:name w:val="8F1BB26C78504267AFAC2A86B0B94E07"/>
    <w:rsid w:val="009F64B0"/>
  </w:style>
  <w:style w:type="paragraph" w:customStyle="1" w:styleId="3A174269805E4B03B27670774EBF9C9F">
    <w:name w:val="3A174269805E4B03B27670774EBF9C9F"/>
    <w:rsid w:val="009F64B0"/>
  </w:style>
  <w:style w:type="paragraph" w:customStyle="1" w:styleId="6906327BBC7E4E5B9F5849CE5D067B17">
    <w:name w:val="6906327BBC7E4E5B9F5849CE5D067B17"/>
    <w:rsid w:val="009F64B0"/>
  </w:style>
  <w:style w:type="paragraph" w:customStyle="1" w:styleId="05C967E01FBD4632BA932906805AE26A">
    <w:name w:val="05C967E01FBD4632BA932906805AE26A"/>
    <w:rsid w:val="009F64B0"/>
  </w:style>
  <w:style w:type="paragraph" w:customStyle="1" w:styleId="C437BBBCEA984F1C9DB6C9B4DE790A2C">
    <w:name w:val="C437BBBCEA984F1C9DB6C9B4DE790A2C"/>
    <w:rsid w:val="009F64B0"/>
  </w:style>
  <w:style w:type="paragraph" w:customStyle="1" w:styleId="B087A8F8AF534F76BD81D5EFD31D9308">
    <w:name w:val="B087A8F8AF534F76BD81D5EFD31D9308"/>
    <w:rsid w:val="009F64B0"/>
  </w:style>
  <w:style w:type="paragraph" w:customStyle="1" w:styleId="E5E6BC933DF0421C9253E6DA8DCA8766">
    <w:name w:val="E5E6BC933DF0421C9253E6DA8DCA8766"/>
    <w:rsid w:val="009F64B0"/>
  </w:style>
  <w:style w:type="paragraph" w:customStyle="1" w:styleId="942B0E6776944DD4A1673CF8BADA5AD6">
    <w:name w:val="942B0E6776944DD4A1673CF8BADA5AD6"/>
    <w:rsid w:val="009F64B0"/>
  </w:style>
  <w:style w:type="paragraph" w:customStyle="1" w:styleId="A018B9574446479EA1A600FB8427E686">
    <w:name w:val="A018B9574446479EA1A600FB8427E686"/>
    <w:rsid w:val="009F64B0"/>
  </w:style>
  <w:style w:type="paragraph" w:customStyle="1" w:styleId="D751FF0586934C3E858ED630A7AF0299">
    <w:name w:val="D751FF0586934C3E858ED630A7AF0299"/>
    <w:rsid w:val="009F64B0"/>
  </w:style>
  <w:style w:type="paragraph" w:customStyle="1" w:styleId="A24D32BF44174C2791FD7B6DA8C9DFEA">
    <w:name w:val="A24D32BF44174C2791FD7B6DA8C9DFEA"/>
    <w:rsid w:val="009F64B0"/>
  </w:style>
  <w:style w:type="paragraph" w:customStyle="1" w:styleId="E4DA8823B5954EE69F68BB1DB6D625FA">
    <w:name w:val="E4DA8823B5954EE69F68BB1DB6D625FA"/>
    <w:rsid w:val="009F64B0"/>
  </w:style>
  <w:style w:type="paragraph" w:customStyle="1" w:styleId="912D8E9D2BAF4A9184962C71C7D5A0D1">
    <w:name w:val="912D8E9D2BAF4A9184962C71C7D5A0D1"/>
    <w:rsid w:val="009F64B0"/>
  </w:style>
  <w:style w:type="paragraph" w:customStyle="1" w:styleId="7DE81CC8BCF5467D8DBD9E4B12105EC2">
    <w:name w:val="7DE81CC8BCF5467D8DBD9E4B12105EC2"/>
    <w:rsid w:val="009F64B0"/>
  </w:style>
  <w:style w:type="paragraph" w:customStyle="1" w:styleId="F82510B9B25F418AA395D5EF276C0744">
    <w:name w:val="F82510B9B25F418AA395D5EF276C0744"/>
    <w:rsid w:val="009F64B0"/>
  </w:style>
  <w:style w:type="paragraph" w:customStyle="1" w:styleId="AD98ECBF8C4543109D2F72DEE885EFBD">
    <w:name w:val="AD98ECBF8C4543109D2F72DEE885EFBD"/>
    <w:rsid w:val="009F64B0"/>
  </w:style>
  <w:style w:type="paragraph" w:customStyle="1" w:styleId="54CBB4264C024DB3AA455E5BB19CE98B">
    <w:name w:val="54CBB4264C024DB3AA455E5BB19CE98B"/>
    <w:rsid w:val="009F64B0"/>
  </w:style>
  <w:style w:type="paragraph" w:customStyle="1" w:styleId="EC4B33BA1A9A4327B7E1F0CED8FAD25C">
    <w:name w:val="EC4B33BA1A9A4327B7E1F0CED8FAD25C"/>
    <w:rsid w:val="009F64B0"/>
  </w:style>
  <w:style w:type="paragraph" w:customStyle="1" w:styleId="A207FED87B154F7B858D58679945A2D2">
    <w:name w:val="A207FED87B154F7B858D58679945A2D2"/>
    <w:rsid w:val="009F64B0"/>
  </w:style>
  <w:style w:type="paragraph" w:customStyle="1" w:styleId="1621EB1D15E74407B052646FC895102F">
    <w:name w:val="1621EB1D15E74407B052646FC895102F"/>
    <w:rsid w:val="009F64B0"/>
  </w:style>
  <w:style w:type="paragraph" w:customStyle="1" w:styleId="86486E08CF784F7B8D9464A884F5D1F5">
    <w:name w:val="86486E08CF784F7B8D9464A884F5D1F5"/>
    <w:rsid w:val="009F64B0"/>
  </w:style>
  <w:style w:type="paragraph" w:customStyle="1" w:styleId="85E6B5E4F94D4D77A33859B3F8B9F98C">
    <w:name w:val="85E6B5E4F94D4D77A33859B3F8B9F98C"/>
    <w:rsid w:val="009F64B0"/>
  </w:style>
  <w:style w:type="paragraph" w:customStyle="1" w:styleId="2B9277F97A0F4AD699FC5B4A006FCBAB">
    <w:name w:val="2B9277F97A0F4AD699FC5B4A006FCBAB"/>
    <w:rsid w:val="009F64B0"/>
  </w:style>
  <w:style w:type="paragraph" w:customStyle="1" w:styleId="9E1AE4B1234848768D7497B2CDDB9F29">
    <w:name w:val="9E1AE4B1234848768D7497B2CDDB9F29"/>
    <w:rsid w:val="009F64B0"/>
  </w:style>
  <w:style w:type="paragraph" w:customStyle="1" w:styleId="D77050B67D964EC9B60935C02D1779C8">
    <w:name w:val="D77050B67D964EC9B60935C02D1779C8"/>
    <w:rsid w:val="009F64B0"/>
  </w:style>
  <w:style w:type="paragraph" w:customStyle="1" w:styleId="6DE7EDB461B547728EDF955ED6441917">
    <w:name w:val="6DE7EDB461B547728EDF955ED6441917"/>
    <w:rsid w:val="009F64B0"/>
  </w:style>
  <w:style w:type="paragraph" w:customStyle="1" w:styleId="915BE2535AAC44FFB679778477366A08">
    <w:name w:val="915BE2535AAC44FFB679778477366A08"/>
    <w:rsid w:val="009F64B0"/>
  </w:style>
  <w:style w:type="paragraph" w:customStyle="1" w:styleId="96280E61BEAB495E95D33B93DF93CE75">
    <w:name w:val="96280E61BEAB495E95D33B93DF93CE75"/>
    <w:rsid w:val="009F64B0"/>
  </w:style>
  <w:style w:type="paragraph" w:customStyle="1" w:styleId="B6F7631C4B92441DADF7EF542BDBE383">
    <w:name w:val="B6F7631C4B92441DADF7EF542BDBE383"/>
    <w:rsid w:val="009F64B0"/>
  </w:style>
  <w:style w:type="paragraph" w:customStyle="1" w:styleId="D48F421B033E43799AF2819A9CCE6576">
    <w:name w:val="D48F421B033E43799AF2819A9CCE6576"/>
    <w:rsid w:val="009F64B0"/>
  </w:style>
  <w:style w:type="paragraph" w:customStyle="1" w:styleId="4BBB9987FEAC4B1F97F55C8D11D217FE">
    <w:name w:val="4BBB9987FEAC4B1F97F55C8D11D217FE"/>
    <w:rsid w:val="009F64B0"/>
  </w:style>
  <w:style w:type="paragraph" w:customStyle="1" w:styleId="CE80363D9D1B4E44AAFDFB45B17F0B80">
    <w:name w:val="CE80363D9D1B4E44AAFDFB45B17F0B80"/>
    <w:rsid w:val="009F64B0"/>
  </w:style>
  <w:style w:type="paragraph" w:customStyle="1" w:styleId="3494F35BA72D480397B2E5361566E9F9">
    <w:name w:val="3494F35BA72D480397B2E5361566E9F9"/>
    <w:rsid w:val="009F64B0"/>
  </w:style>
  <w:style w:type="paragraph" w:customStyle="1" w:styleId="758A6EB384764F9C99AC1A012D04EECB">
    <w:name w:val="758A6EB384764F9C99AC1A012D04EECB"/>
    <w:rsid w:val="009F64B0"/>
  </w:style>
  <w:style w:type="paragraph" w:customStyle="1" w:styleId="79B765E5254244F7B339DB6C373EC309">
    <w:name w:val="79B765E5254244F7B339DB6C373EC309"/>
    <w:rsid w:val="009F64B0"/>
  </w:style>
  <w:style w:type="paragraph" w:customStyle="1" w:styleId="00F4B3864128437592E660E6AC620E3B">
    <w:name w:val="00F4B3864128437592E660E6AC620E3B"/>
    <w:rsid w:val="009F64B0"/>
  </w:style>
  <w:style w:type="paragraph" w:customStyle="1" w:styleId="8C66FD72C7CB49B5ADEEF3DE1100ABC0">
    <w:name w:val="8C66FD72C7CB49B5ADEEF3DE1100ABC0"/>
    <w:rsid w:val="009F64B0"/>
  </w:style>
  <w:style w:type="paragraph" w:customStyle="1" w:styleId="61C64915DFC94A4AAEBE51001EAFBA33">
    <w:name w:val="61C64915DFC94A4AAEBE51001EAFBA33"/>
    <w:rsid w:val="009F64B0"/>
  </w:style>
  <w:style w:type="paragraph" w:customStyle="1" w:styleId="4E9B135D256B446A98D5FCFEF75A6184">
    <w:name w:val="4E9B135D256B446A98D5FCFEF75A6184"/>
    <w:rsid w:val="009F64B0"/>
  </w:style>
  <w:style w:type="paragraph" w:customStyle="1" w:styleId="DB8AED6A00134E9A82607AD832E2E80D">
    <w:name w:val="DB8AED6A00134E9A82607AD832E2E80D"/>
    <w:rsid w:val="009F64B0"/>
  </w:style>
  <w:style w:type="paragraph" w:customStyle="1" w:styleId="575ACDCD983E482C97C445E32D1A8D9D">
    <w:name w:val="575ACDCD983E482C97C445E32D1A8D9D"/>
    <w:rsid w:val="009F64B0"/>
  </w:style>
  <w:style w:type="paragraph" w:customStyle="1" w:styleId="A50E2808ED6D4A44A6E43C431CAB098F">
    <w:name w:val="A50E2808ED6D4A44A6E43C431CAB098F"/>
    <w:rsid w:val="009F64B0"/>
  </w:style>
  <w:style w:type="paragraph" w:customStyle="1" w:styleId="8DAAFE9F2C57416BA03DBB01D3780B1E">
    <w:name w:val="8DAAFE9F2C57416BA03DBB01D3780B1E"/>
    <w:rsid w:val="009F64B0"/>
  </w:style>
  <w:style w:type="paragraph" w:customStyle="1" w:styleId="114C094E14C448F5A748C759D1431986">
    <w:name w:val="114C094E14C448F5A748C759D1431986"/>
    <w:rsid w:val="009F64B0"/>
  </w:style>
  <w:style w:type="paragraph" w:customStyle="1" w:styleId="1DC95711687C41F8B455376F60F5C21D">
    <w:name w:val="1DC95711687C41F8B455376F60F5C21D"/>
    <w:rsid w:val="009F64B0"/>
  </w:style>
  <w:style w:type="paragraph" w:customStyle="1" w:styleId="CCB668522CD94597AA7E83218BC5C82D">
    <w:name w:val="CCB668522CD94597AA7E83218BC5C82D"/>
    <w:rsid w:val="009F64B0"/>
  </w:style>
  <w:style w:type="paragraph" w:customStyle="1" w:styleId="02F44678A9D9444B9F2DFD0439D5C8B2">
    <w:name w:val="02F44678A9D9444B9F2DFD0439D5C8B2"/>
    <w:rsid w:val="009F64B0"/>
  </w:style>
  <w:style w:type="paragraph" w:customStyle="1" w:styleId="7774408A07D845E1B0B25416F2061A16">
    <w:name w:val="7774408A07D845E1B0B25416F2061A16"/>
    <w:rsid w:val="009F64B0"/>
  </w:style>
  <w:style w:type="paragraph" w:customStyle="1" w:styleId="99042E5CF57C456E9B7BA41F4B732E3D">
    <w:name w:val="99042E5CF57C456E9B7BA41F4B732E3D"/>
    <w:rsid w:val="009F64B0"/>
  </w:style>
  <w:style w:type="paragraph" w:customStyle="1" w:styleId="EC1DA059344D42A7A0F09A6B3FCDDB72">
    <w:name w:val="EC1DA059344D42A7A0F09A6B3FCDDB72"/>
    <w:rsid w:val="009F64B0"/>
  </w:style>
  <w:style w:type="paragraph" w:customStyle="1" w:styleId="B270EFFF536D41ED90A0044BC65DFDE6">
    <w:name w:val="B270EFFF536D41ED90A0044BC65DFDE6"/>
    <w:rsid w:val="009F64B0"/>
  </w:style>
  <w:style w:type="paragraph" w:customStyle="1" w:styleId="45637556081A4315AE5579ADDF03F1A1">
    <w:name w:val="45637556081A4315AE5579ADDF03F1A1"/>
    <w:rsid w:val="009F64B0"/>
  </w:style>
  <w:style w:type="paragraph" w:customStyle="1" w:styleId="6DC1A56F2F4948A792961520F65767E7">
    <w:name w:val="6DC1A56F2F4948A792961520F65767E7"/>
    <w:rsid w:val="009F64B0"/>
  </w:style>
  <w:style w:type="paragraph" w:customStyle="1" w:styleId="BEFB71424B8645839FCDED2A7B05B378">
    <w:name w:val="BEFB71424B8645839FCDED2A7B05B378"/>
    <w:rsid w:val="009F64B0"/>
  </w:style>
  <w:style w:type="paragraph" w:customStyle="1" w:styleId="4BBA29786E4342699B82FB585227C170">
    <w:name w:val="4BBA29786E4342699B82FB585227C170"/>
    <w:rsid w:val="009F64B0"/>
  </w:style>
  <w:style w:type="paragraph" w:customStyle="1" w:styleId="B86DD323CF764B32972E4AA0A45DE502">
    <w:name w:val="B86DD323CF764B32972E4AA0A45DE502"/>
    <w:rsid w:val="009F64B0"/>
  </w:style>
  <w:style w:type="paragraph" w:customStyle="1" w:styleId="49876F88E9B8400397E29A0C7AB0F4FF">
    <w:name w:val="49876F88E9B8400397E29A0C7AB0F4FF"/>
    <w:rsid w:val="009F64B0"/>
  </w:style>
  <w:style w:type="paragraph" w:customStyle="1" w:styleId="52660DCC71414751B9E3F64A861C3DB4">
    <w:name w:val="52660DCC71414751B9E3F64A861C3DB4"/>
    <w:rsid w:val="009F64B0"/>
  </w:style>
  <w:style w:type="paragraph" w:customStyle="1" w:styleId="65D3CFD20D6440CCA63E3FD3CDECD531">
    <w:name w:val="65D3CFD20D6440CCA63E3FD3CDECD531"/>
    <w:rsid w:val="009F64B0"/>
  </w:style>
  <w:style w:type="paragraph" w:customStyle="1" w:styleId="7020A90A08B7405DABC8C035DA08CCD1">
    <w:name w:val="7020A90A08B7405DABC8C035DA08CCD1"/>
    <w:rsid w:val="009F64B0"/>
  </w:style>
  <w:style w:type="paragraph" w:customStyle="1" w:styleId="8189BF3AF6134D84A19D2942CCFD13DB">
    <w:name w:val="8189BF3AF6134D84A19D2942CCFD13DB"/>
    <w:rsid w:val="009F64B0"/>
  </w:style>
  <w:style w:type="paragraph" w:customStyle="1" w:styleId="D82A0EE7972C499B8E1B70BF20AAE8BC">
    <w:name w:val="D82A0EE7972C499B8E1B70BF20AAE8BC"/>
    <w:rsid w:val="009F64B0"/>
  </w:style>
  <w:style w:type="paragraph" w:customStyle="1" w:styleId="1199244FCB8049C8825C798F0DE2659E">
    <w:name w:val="1199244FCB8049C8825C798F0DE2659E"/>
    <w:rsid w:val="009F64B0"/>
  </w:style>
  <w:style w:type="paragraph" w:customStyle="1" w:styleId="8D2A12C39CCA4AE680BAB64C1DDAE056">
    <w:name w:val="8D2A12C39CCA4AE680BAB64C1DDAE056"/>
    <w:rsid w:val="009F64B0"/>
  </w:style>
  <w:style w:type="paragraph" w:customStyle="1" w:styleId="F8E6121571784DC7B44C3D4BB2CA1EEC">
    <w:name w:val="F8E6121571784DC7B44C3D4BB2CA1EEC"/>
    <w:rsid w:val="009F64B0"/>
  </w:style>
  <w:style w:type="paragraph" w:customStyle="1" w:styleId="24B1DD541F70407E92011ECDCD8C23E0">
    <w:name w:val="24B1DD541F70407E92011ECDCD8C23E0"/>
    <w:rsid w:val="009F64B0"/>
  </w:style>
  <w:style w:type="paragraph" w:customStyle="1" w:styleId="D4253137C3FE4666925E0E359A8F64D8">
    <w:name w:val="D4253137C3FE4666925E0E359A8F64D8"/>
    <w:rsid w:val="009F64B0"/>
  </w:style>
  <w:style w:type="paragraph" w:customStyle="1" w:styleId="3E9BF10BF490436CAD544F5EE9F7E08D">
    <w:name w:val="3E9BF10BF490436CAD544F5EE9F7E08D"/>
    <w:rsid w:val="009F64B0"/>
  </w:style>
  <w:style w:type="paragraph" w:customStyle="1" w:styleId="C976BB45F60249A5B55A22ABE72FF063">
    <w:name w:val="C976BB45F60249A5B55A22ABE72FF063"/>
    <w:rsid w:val="009F64B0"/>
  </w:style>
  <w:style w:type="paragraph" w:customStyle="1" w:styleId="D3269A3D15E747E7BB71D3967F4D4C37">
    <w:name w:val="D3269A3D15E747E7BB71D3967F4D4C37"/>
    <w:rsid w:val="009F64B0"/>
  </w:style>
  <w:style w:type="paragraph" w:customStyle="1" w:styleId="A70DDE974D0B4917AEA597826D3E11E1">
    <w:name w:val="A70DDE974D0B4917AEA597826D3E11E1"/>
    <w:rsid w:val="009F64B0"/>
  </w:style>
  <w:style w:type="paragraph" w:customStyle="1" w:styleId="AB37B017FBEF4E9EAFDEE29461A92A77">
    <w:name w:val="AB37B017FBEF4E9EAFDEE29461A92A77"/>
    <w:rsid w:val="009F64B0"/>
  </w:style>
  <w:style w:type="paragraph" w:customStyle="1" w:styleId="433138937D0C4C7E828B97BC8398F4B7">
    <w:name w:val="433138937D0C4C7E828B97BC8398F4B7"/>
    <w:rsid w:val="009F64B0"/>
  </w:style>
  <w:style w:type="paragraph" w:customStyle="1" w:styleId="A9208232FC0541699F3B180D78BF87D8">
    <w:name w:val="A9208232FC0541699F3B180D78BF87D8"/>
    <w:rsid w:val="009F64B0"/>
  </w:style>
  <w:style w:type="paragraph" w:customStyle="1" w:styleId="D900A5854383428BA2D51FE94A363621">
    <w:name w:val="D900A5854383428BA2D51FE94A363621"/>
    <w:rsid w:val="009F64B0"/>
  </w:style>
  <w:style w:type="paragraph" w:customStyle="1" w:styleId="F4A7E2422EE94573877AD0D529405BAA">
    <w:name w:val="F4A7E2422EE94573877AD0D529405BAA"/>
    <w:rsid w:val="009F64B0"/>
  </w:style>
  <w:style w:type="paragraph" w:customStyle="1" w:styleId="D7E614F86C004BE88DF918E392FC870A">
    <w:name w:val="D7E614F86C004BE88DF918E392FC870A"/>
    <w:rsid w:val="009F64B0"/>
  </w:style>
  <w:style w:type="paragraph" w:customStyle="1" w:styleId="CDD45396C0AA4A3F8C9EC568188FB8FD">
    <w:name w:val="CDD45396C0AA4A3F8C9EC568188FB8FD"/>
    <w:rsid w:val="009F64B0"/>
  </w:style>
  <w:style w:type="paragraph" w:customStyle="1" w:styleId="1E8763283E9D45D884C79100848F98BA">
    <w:name w:val="1E8763283E9D45D884C79100848F98BA"/>
    <w:rsid w:val="009F64B0"/>
  </w:style>
  <w:style w:type="paragraph" w:customStyle="1" w:styleId="D031B0BA8F7A4CB4909D2A063F588066">
    <w:name w:val="D031B0BA8F7A4CB4909D2A063F588066"/>
    <w:rsid w:val="009F64B0"/>
  </w:style>
  <w:style w:type="paragraph" w:customStyle="1" w:styleId="C24FD9434EB844FC8E104970DD5AB87D">
    <w:name w:val="C24FD9434EB844FC8E104970DD5AB87D"/>
    <w:rsid w:val="009F64B0"/>
  </w:style>
  <w:style w:type="paragraph" w:customStyle="1" w:styleId="8DE46A97BCC74D30A307448AE2CEB3B5">
    <w:name w:val="8DE46A97BCC74D30A307448AE2CEB3B5"/>
    <w:rsid w:val="009F64B0"/>
  </w:style>
  <w:style w:type="paragraph" w:customStyle="1" w:styleId="BD4B9FAEE1BC44DFAAFD4F6297FCD922">
    <w:name w:val="BD4B9FAEE1BC44DFAAFD4F6297FCD922"/>
    <w:rsid w:val="009F64B0"/>
  </w:style>
  <w:style w:type="paragraph" w:customStyle="1" w:styleId="B271636648BB476FBECD7FD1A618DE80">
    <w:name w:val="B271636648BB476FBECD7FD1A618DE80"/>
    <w:rsid w:val="009F64B0"/>
  </w:style>
  <w:style w:type="paragraph" w:customStyle="1" w:styleId="CE57CF7445C84281A84E875118217F85">
    <w:name w:val="CE57CF7445C84281A84E875118217F85"/>
    <w:rsid w:val="009F64B0"/>
  </w:style>
  <w:style w:type="paragraph" w:customStyle="1" w:styleId="135C3050CA7A4FA6AC2E9397D63875EC">
    <w:name w:val="135C3050CA7A4FA6AC2E9397D63875EC"/>
    <w:rsid w:val="009F64B0"/>
  </w:style>
  <w:style w:type="paragraph" w:customStyle="1" w:styleId="3968383FBDB8462D915C73459564AC10">
    <w:name w:val="3968383FBDB8462D915C73459564AC10"/>
    <w:rsid w:val="009F64B0"/>
  </w:style>
  <w:style w:type="paragraph" w:customStyle="1" w:styleId="C4565B72B79C42E08CA01249F96E0383">
    <w:name w:val="C4565B72B79C42E08CA01249F96E0383"/>
    <w:rsid w:val="009F64B0"/>
  </w:style>
  <w:style w:type="paragraph" w:customStyle="1" w:styleId="C79BB7DA7FFB436C900938A2C715C450">
    <w:name w:val="C79BB7DA7FFB436C900938A2C715C450"/>
    <w:rsid w:val="009F64B0"/>
  </w:style>
  <w:style w:type="paragraph" w:customStyle="1" w:styleId="7834070B67024388895FD61A06A46960">
    <w:name w:val="7834070B67024388895FD61A06A46960"/>
    <w:rsid w:val="009F64B0"/>
  </w:style>
  <w:style w:type="paragraph" w:customStyle="1" w:styleId="39E0AC91828B4D6C825F3631625BE0BF">
    <w:name w:val="39E0AC91828B4D6C825F3631625BE0BF"/>
    <w:rsid w:val="009F64B0"/>
  </w:style>
  <w:style w:type="paragraph" w:customStyle="1" w:styleId="3F2CD5CB82254962B7ED16CDD9DFEA2F">
    <w:name w:val="3F2CD5CB82254962B7ED16CDD9DFEA2F"/>
    <w:rsid w:val="009F64B0"/>
  </w:style>
  <w:style w:type="paragraph" w:customStyle="1" w:styleId="BDB823E153654C529DD01B3BCDB8EEA9">
    <w:name w:val="BDB823E153654C529DD01B3BCDB8EEA9"/>
    <w:rsid w:val="009F64B0"/>
  </w:style>
  <w:style w:type="paragraph" w:customStyle="1" w:styleId="8BED08F634104C10957E8C6388FD00F1">
    <w:name w:val="8BED08F634104C10957E8C6388FD00F1"/>
    <w:rsid w:val="009F64B0"/>
  </w:style>
  <w:style w:type="paragraph" w:customStyle="1" w:styleId="F5E0CFF32F4C48F98E342D4017EB4207">
    <w:name w:val="F5E0CFF32F4C48F98E342D4017EB4207"/>
    <w:rsid w:val="009F64B0"/>
  </w:style>
  <w:style w:type="paragraph" w:customStyle="1" w:styleId="72A9C8C3F79E4FE3A05F0B9A5EA9E787">
    <w:name w:val="72A9C8C3F79E4FE3A05F0B9A5EA9E787"/>
    <w:rsid w:val="009F64B0"/>
  </w:style>
  <w:style w:type="paragraph" w:customStyle="1" w:styleId="84EDE52C264F4B4D850C05954B5E245A">
    <w:name w:val="84EDE52C264F4B4D850C05954B5E245A"/>
    <w:rsid w:val="009F64B0"/>
  </w:style>
  <w:style w:type="paragraph" w:customStyle="1" w:styleId="5B03879B9B39485DB7401A45604A1976">
    <w:name w:val="5B03879B9B39485DB7401A45604A1976"/>
    <w:rsid w:val="009F64B0"/>
  </w:style>
  <w:style w:type="paragraph" w:customStyle="1" w:styleId="62F68BCDD6014EBCAF74BFF18EA3E86F">
    <w:name w:val="62F68BCDD6014EBCAF74BFF18EA3E86F"/>
    <w:rsid w:val="009F64B0"/>
  </w:style>
  <w:style w:type="paragraph" w:customStyle="1" w:styleId="B9C7FD3EC9E74E4386163BA553E6493B">
    <w:name w:val="B9C7FD3EC9E74E4386163BA553E6493B"/>
    <w:rsid w:val="009F64B0"/>
  </w:style>
  <w:style w:type="paragraph" w:customStyle="1" w:styleId="9AC450117F3640DB9369C54B03411B00">
    <w:name w:val="9AC450117F3640DB9369C54B03411B00"/>
    <w:rsid w:val="009F64B0"/>
  </w:style>
  <w:style w:type="paragraph" w:customStyle="1" w:styleId="0D644C9965164525A09B79CA99313F11">
    <w:name w:val="0D644C9965164525A09B79CA99313F11"/>
    <w:rsid w:val="009F64B0"/>
  </w:style>
  <w:style w:type="paragraph" w:customStyle="1" w:styleId="228EFBDB10D042668204D4BCED055E63">
    <w:name w:val="228EFBDB10D042668204D4BCED055E63"/>
    <w:rsid w:val="009F64B0"/>
  </w:style>
  <w:style w:type="paragraph" w:customStyle="1" w:styleId="5C7ADB90BFE349A283E9BD166A5E0091">
    <w:name w:val="5C7ADB90BFE349A283E9BD166A5E0091"/>
    <w:rsid w:val="009F64B0"/>
  </w:style>
  <w:style w:type="paragraph" w:customStyle="1" w:styleId="5099102EE2FD4542B63AA931D4F134E5">
    <w:name w:val="5099102EE2FD4542B63AA931D4F134E5"/>
    <w:rsid w:val="009F64B0"/>
  </w:style>
  <w:style w:type="paragraph" w:customStyle="1" w:styleId="B195E23F7E734D788000C4593D6AFB8C">
    <w:name w:val="B195E23F7E734D788000C4593D6AFB8C"/>
    <w:rsid w:val="009F64B0"/>
  </w:style>
  <w:style w:type="paragraph" w:customStyle="1" w:styleId="326CF31D797F4DF29B3BAE2E73613EC3">
    <w:name w:val="326CF31D797F4DF29B3BAE2E73613EC3"/>
    <w:rsid w:val="009F64B0"/>
  </w:style>
  <w:style w:type="paragraph" w:customStyle="1" w:styleId="4B010353D7B94890A948480FB7F1C140">
    <w:name w:val="4B010353D7B94890A948480FB7F1C140"/>
    <w:rsid w:val="00C13E9E"/>
  </w:style>
  <w:style w:type="paragraph" w:customStyle="1" w:styleId="BD89AAC6B5B64737BCA16B4D23AD9269">
    <w:name w:val="BD89AAC6B5B64737BCA16B4D23AD9269"/>
    <w:rsid w:val="00C13E9E"/>
  </w:style>
  <w:style w:type="paragraph" w:customStyle="1" w:styleId="3DD1F0A7A9024B3CBFC657C4664F4A13">
    <w:name w:val="3DD1F0A7A9024B3CBFC657C4664F4A13"/>
    <w:rsid w:val="00C13E9E"/>
  </w:style>
  <w:style w:type="paragraph" w:customStyle="1" w:styleId="3DE3E759754647B194AA982473ED803F">
    <w:name w:val="3DE3E759754647B194AA982473ED803F"/>
    <w:rsid w:val="00C13E9E"/>
  </w:style>
  <w:style w:type="paragraph" w:customStyle="1" w:styleId="B165015875A5414F989C61F1A5FC8A49">
    <w:name w:val="B165015875A5414F989C61F1A5FC8A49"/>
    <w:rsid w:val="00C13E9E"/>
  </w:style>
  <w:style w:type="paragraph" w:customStyle="1" w:styleId="88BC349490FD44CEB72D631A0EF01A23">
    <w:name w:val="88BC349490FD44CEB72D631A0EF01A23"/>
    <w:rsid w:val="00C13E9E"/>
  </w:style>
  <w:style w:type="paragraph" w:customStyle="1" w:styleId="11CCF9F7267F441F999B340F471B2869">
    <w:name w:val="11CCF9F7267F441F999B340F471B2869"/>
    <w:rsid w:val="00C13E9E"/>
  </w:style>
  <w:style w:type="paragraph" w:customStyle="1" w:styleId="44A262F507684D8CAFAB5DA94423DCF3">
    <w:name w:val="44A262F507684D8CAFAB5DA94423DCF3"/>
    <w:rsid w:val="00C13E9E"/>
  </w:style>
  <w:style w:type="paragraph" w:customStyle="1" w:styleId="D63EEACD56DE4EBAA9D20227B35486CC">
    <w:name w:val="D63EEACD56DE4EBAA9D20227B35486CC"/>
    <w:rsid w:val="00C13E9E"/>
  </w:style>
  <w:style w:type="paragraph" w:customStyle="1" w:styleId="D532F5171D6E49C7B473C9621044DA21">
    <w:name w:val="D532F5171D6E49C7B473C9621044DA21"/>
    <w:rsid w:val="00C13E9E"/>
  </w:style>
  <w:style w:type="paragraph" w:customStyle="1" w:styleId="DEAE7A2933974E389FB2E36D3EE85146">
    <w:name w:val="DEAE7A2933974E389FB2E36D3EE85146"/>
    <w:rsid w:val="00C13E9E"/>
  </w:style>
  <w:style w:type="paragraph" w:customStyle="1" w:styleId="F9450D373B0A4E93B80F18928E05BB0A">
    <w:name w:val="F9450D373B0A4E93B80F18928E05BB0A"/>
    <w:rsid w:val="00C13E9E"/>
  </w:style>
  <w:style w:type="paragraph" w:customStyle="1" w:styleId="0491D270798F42F18329576177A5BB2A">
    <w:name w:val="0491D270798F42F18329576177A5BB2A"/>
    <w:rsid w:val="00C13E9E"/>
  </w:style>
  <w:style w:type="paragraph" w:customStyle="1" w:styleId="CF9009DF75844E7E8E58DAB4B3C7FA41">
    <w:name w:val="CF9009DF75844E7E8E58DAB4B3C7FA41"/>
    <w:rsid w:val="00C13E9E"/>
  </w:style>
  <w:style w:type="paragraph" w:customStyle="1" w:styleId="A0B4AD4530424E5190757E417AAF0328">
    <w:name w:val="A0B4AD4530424E5190757E417AAF0328"/>
    <w:rsid w:val="00C13E9E"/>
  </w:style>
  <w:style w:type="paragraph" w:customStyle="1" w:styleId="55B9495BDD2540BA94D7E63C0E177AD2">
    <w:name w:val="55B9495BDD2540BA94D7E63C0E177AD2"/>
    <w:rsid w:val="00C13E9E"/>
  </w:style>
  <w:style w:type="paragraph" w:customStyle="1" w:styleId="E6C6B3917EFC40F182022174DF789D34">
    <w:name w:val="E6C6B3917EFC40F182022174DF789D34"/>
    <w:rsid w:val="00C13E9E"/>
  </w:style>
  <w:style w:type="paragraph" w:customStyle="1" w:styleId="417885FD721643C48F17BB9EA17A8232">
    <w:name w:val="417885FD721643C48F17BB9EA17A8232"/>
    <w:rsid w:val="00C13E9E"/>
  </w:style>
  <w:style w:type="paragraph" w:customStyle="1" w:styleId="ABCE657A1FC64643A76BAB846B7BB5D0">
    <w:name w:val="ABCE657A1FC64643A76BAB846B7BB5D0"/>
    <w:rsid w:val="00C13E9E"/>
  </w:style>
  <w:style w:type="paragraph" w:customStyle="1" w:styleId="8F4B7C349FF9449D93947403797DF26C">
    <w:name w:val="8F4B7C349FF9449D93947403797DF26C"/>
    <w:rsid w:val="00C13E9E"/>
  </w:style>
  <w:style w:type="paragraph" w:customStyle="1" w:styleId="16F84EAE76ED4879846958C062A4262B">
    <w:name w:val="16F84EAE76ED4879846958C062A4262B"/>
    <w:rsid w:val="00C13E9E"/>
  </w:style>
  <w:style w:type="paragraph" w:customStyle="1" w:styleId="015151D413F94F688C59BC1BEFF818B0">
    <w:name w:val="015151D413F94F688C59BC1BEFF818B0"/>
    <w:rsid w:val="00C13E9E"/>
  </w:style>
  <w:style w:type="paragraph" w:customStyle="1" w:styleId="DC0B45992CEF4626A568041BD27AE285">
    <w:name w:val="DC0B45992CEF4626A568041BD27AE285"/>
    <w:rsid w:val="00C13E9E"/>
  </w:style>
  <w:style w:type="paragraph" w:customStyle="1" w:styleId="86332060E06441B0BF0986AF7AA8A30F">
    <w:name w:val="86332060E06441B0BF0986AF7AA8A30F"/>
    <w:rsid w:val="00C13E9E"/>
  </w:style>
  <w:style w:type="paragraph" w:customStyle="1" w:styleId="CBC8DB21FC204EDBAF41F5D2C8110B3F">
    <w:name w:val="CBC8DB21FC204EDBAF41F5D2C8110B3F"/>
    <w:rsid w:val="00C13E9E"/>
  </w:style>
  <w:style w:type="paragraph" w:customStyle="1" w:styleId="E21069B09BA74232ADBD27591DC4540D">
    <w:name w:val="E21069B09BA74232ADBD27591DC4540D"/>
    <w:rsid w:val="00C13E9E"/>
  </w:style>
  <w:style w:type="paragraph" w:customStyle="1" w:styleId="565FA58B60014422BEA4B1C18BDA50E5">
    <w:name w:val="565FA58B60014422BEA4B1C18BDA50E5"/>
    <w:rsid w:val="00C13E9E"/>
  </w:style>
  <w:style w:type="paragraph" w:customStyle="1" w:styleId="62509B719631442CA5967C3CE70DD638">
    <w:name w:val="62509B719631442CA5967C3CE70DD638"/>
    <w:rsid w:val="00C13E9E"/>
  </w:style>
  <w:style w:type="paragraph" w:customStyle="1" w:styleId="8FFECE0639F340BBA0C44D83D5400282">
    <w:name w:val="8FFECE0639F340BBA0C44D83D5400282"/>
    <w:rsid w:val="00C13E9E"/>
  </w:style>
  <w:style w:type="paragraph" w:customStyle="1" w:styleId="8F5A034E545049A2B271A11F2B182018">
    <w:name w:val="8F5A034E545049A2B271A11F2B182018"/>
    <w:rsid w:val="00C13E9E"/>
  </w:style>
  <w:style w:type="paragraph" w:customStyle="1" w:styleId="0DA08C056FBE4731956FA9C5440D878C">
    <w:name w:val="0DA08C056FBE4731956FA9C5440D878C"/>
    <w:rsid w:val="00C13E9E"/>
  </w:style>
  <w:style w:type="paragraph" w:customStyle="1" w:styleId="34A29BB5F09042558EB2A044AD228C2E">
    <w:name w:val="34A29BB5F09042558EB2A044AD228C2E"/>
    <w:rsid w:val="00C13E9E"/>
  </w:style>
  <w:style w:type="paragraph" w:customStyle="1" w:styleId="9975E6B5A907417288A77F6507C28867">
    <w:name w:val="9975E6B5A907417288A77F6507C28867"/>
    <w:rsid w:val="00C13E9E"/>
  </w:style>
  <w:style w:type="paragraph" w:customStyle="1" w:styleId="561BEAABA80140FD9E257909A7B630A3">
    <w:name w:val="561BEAABA80140FD9E257909A7B630A3"/>
    <w:rsid w:val="00C13E9E"/>
  </w:style>
  <w:style w:type="paragraph" w:customStyle="1" w:styleId="26691A629996436783886906C7DF2F12">
    <w:name w:val="26691A629996436783886906C7DF2F12"/>
    <w:rsid w:val="00C13E9E"/>
  </w:style>
  <w:style w:type="paragraph" w:customStyle="1" w:styleId="29579B9BEAAB4545AAF9F52028243834">
    <w:name w:val="29579B9BEAAB4545AAF9F52028243834"/>
    <w:rsid w:val="00C13E9E"/>
  </w:style>
  <w:style w:type="paragraph" w:customStyle="1" w:styleId="1B03DFB89C91410A944F2A823F7C8045">
    <w:name w:val="1B03DFB89C91410A944F2A823F7C8045"/>
    <w:rsid w:val="00C13E9E"/>
  </w:style>
  <w:style w:type="paragraph" w:customStyle="1" w:styleId="CDD44E62E58B4CE79189F2B880615E97">
    <w:name w:val="CDD44E62E58B4CE79189F2B880615E97"/>
    <w:rsid w:val="00C13E9E"/>
  </w:style>
  <w:style w:type="paragraph" w:customStyle="1" w:styleId="E9D0335DA56D42A0B81FD905329B8D61">
    <w:name w:val="E9D0335DA56D42A0B81FD905329B8D61"/>
    <w:rsid w:val="00C13E9E"/>
  </w:style>
  <w:style w:type="paragraph" w:customStyle="1" w:styleId="11A0DECD36C64AC09C954F4964795426">
    <w:name w:val="11A0DECD36C64AC09C954F4964795426"/>
    <w:rsid w:val="00C13E9E"/>
  </w:style>
  <w:style w:type="paragraph" w:customStyle="1" w:styleId="56284124397B47A2BDCCBE3A974E5C58">
    <w:name w:val="56284124397B47A2BDCCBE3A974E5C58"/>
    <w:rsid w:val="00C13E9E"/>
  </w:style>
  <w:style w:type="paragraph" w:customStyle="1" w:styleId="66ADDA1279264028ADE341C1D8E23A1B">
    <w:name w:val="66ADDA1279264028ADE341C1D8E23A1B"/>
    <w:rsid w:val="00C13E9E"/>
  </w:style>
  <w:style w:type="paragraph" w:customStyle="1" w:styleId="198DF3715AB64F42B91B362BADC74B99">
    <w:name w:val="198DF3715AB64F42B91B362BADC74B99"/>
    <w:rsid w:val="00C13E9E"/>
  </w:style>
  <w:style w:type="paragraph" w:customStyle="1" w:styleId="96E483DC07B840278DD68469DD957F48">
    <w:name w:val="96E483DC07B840278DD68469DD957F48"/>
    <w:rsid w:val="00C13E9E"/>
  </w:style>
  <w:style w:type="paragraph" w:customStyle="1" w:styleId="CCB2BACBDBAE4A3A95526E12BC3DA53D">
    <w:name w:val="CCB2BACBDBAE4A3A95526E12BC3DA53D"/>
    <w:rsid w:val="00C13E9E"/>
  </w:style>
  <w:style w:type="paragraph" w:customStyle="1" w:styleId="AA1AD2491042481CA87F8F2EBA95B25E">
    <w:name w:val="AA1AD2491042481CA87F8F2EBA95B25E"/>
    <w:rsid w:val="00C13E9E"/>
  </w:style>
  <w:style w:type="paragraph" w:customStyle="1" w:styleId="89C6305D291D42B1B6035754892E25C7">
    <w:name w:val="89C6305D291D42B1B6035754892E25C7"/>
    <w:rsid w:val="00C13E9E"/>
  </w:style>
  <w:style w:type="paragraph" w:customStyle="1" w:styleId="451EE62CFC8647928EB2C5B1FE9A0ED5">
    <w:name w:val="451EE62CFC8647928EB2C5B1FE9A0ED5"/>
    <w:rsid w:val="00C13E9E"/>
  </w:style>
  <w:style w:type="paragraph" w:customStyle="1" w:styleId="75466104AD0548B8921407635DC309AF">
    <w:name w:val="75466104AD0548B8921407635DC309AF"/>
    <w:rsid w:val="00C13E9E"/>
  </w:style>
  <w:style w:type="paragraph" w:customStyle="1" w:styleId="6F3DEEC109164568BDF22E1F3C6E6D21">
    <w:name w:val="6F3DEEC109164568BDF22E1F3C6E6D21"/>
    <w:rsid w:val="00C13E9E"/>
  </w:style>
  <w:style w:type="paragraph" w:customStyle="1" w:styleId="9023308DCCE84222916324E2984DE568">
    <w:name w:val="9023308DCCE84222916324E2984DE568"/>
    <w:rsid w:val="00C13E9E"/>
  </w:style>
  <w:style w:type="paragraph" w:customStyle="1" w:styleId="B48BED4DBCC745C59E1F15F878B2B76A">
    <w:name w:val="B48BED4DBCC745C59E1F15F878B2B76A"/>
    <w:rsid w:val="00C13E9E"/>
  </w:style>
  <w:style w:type="paragraph" w:customStyle="1" w:styleId="B8CDA5E5DAC04E97BECA26A17C89BFCE">
    <w:name w:val="B8CDA5E5DAC04E97BECA26A17C89BFCE"/>
    <w:rsid w:val="00C13E9E"/>
  </w:style>
  <w:style w:type="paragraph" w:customStyle="1" w:styleId="8F639C4EEB3A4506A2F51F34BA89FBDE">
    <w:name w:val="8F639C4EEB3A4506A2F51F34BA89FBDE"/>
    <w:rsid w:val="00C13E9E"/>
  </w:style>
  <w:style w:type="paragraph" w:customStyle="1" w:styleId="1E94AEAF16AB4294BFBDD29B90571840">
    <w:name w:val="1E94AEAF16AB4294BFBDD29B90571840"/>
    <w:rsid w:val="00C13E9E"/>
  </w:style>
  <w:style w:type="paragraph" w:customStyle="1" w:styleId="BC80D4536EB44E8DB93383B61A26753B">
    <w:name w:val="BC80D4536EB44E8DB93383B61A26753B"/>
    <w:rsid w:val="00C13E9E"/>
  </w:style>
  <w:style w:type="paragraph" w:customStyle="1" w:styleId="4DC837D933CD45409724D0BE656D7886">
    <w:name w:val="4DC837D933CD45409724D0BE656D7886"/>
    <w:rsid w:val="00C13E9E"/>
  </w:style>
  <w:style w:type="paragraph" w:customStyle="1" w:styleId="890C6629375946D1A95D57922A25DC37">
    <w:name w:val="890C6629375946D1A95D57922A25DC37"/>
    <w:rsid w:val="00C13E9E"/>
  </w:style>
  <w:style w:type="paragraph" w:customStyle="1" w:styleId="0046A1CF5E7E4F6896AEF76D5E83270D">
    <w:name w:val="0046A1CF5E7E4F6896AEF76D5E83270D"/>
    <w:rsid w:val="00C13E9E"/>
  </w:style>
  <w:style w:type="paragraph" w:customStyle="1" w:styleId="38041A01774C4CDCB281AAEB283A9AE0">
    <w:name w:val="38041A01774C4CDCB281AAEB283A9AE0"/>
    <w:rsid w:val="00C13E9E"/>
  </w:style>
  <w:style w:type="paragraph" w:customStyle="1" w:styleId="76891CB1947E4B93995A1E0B3D27760A">
    <w:name w:val="76891CB1947E4B93995A1E0B3D27760A"/>
    <w:rsid w:val="00C13E9E"/>
  </w:style>
  <w:style w:type="paragraph" w:customStyle="1" w:styleId="3A042EAAE3FA4B2E9F4DDE4D80B1DB1D">
    <w:name w:val="3A042EAAE3FA4B2E9F4DDE4D80B1DB1D"/>
    <w:rsid w:val="00C13E9E"/>
  </w:style>
  <w:style w:type="paragraph" w:customStyle="1" w:styleId="A555549661BB4C818AD0AF1AC6AE9953">
    <w:name w:val="A555549661BB4C818AD0AF1AC6AE9953"/>
    <w:rsid w:val="00C13E9E"/>
  </w:style>
  <w:style w:type="paragraph" w:customStyle="1" w:styleId="6012A54A756947A9B8B56751B55ABC4B">
    <w:name w:val="6012A54A756947A9B8B56751B55ABC4B"/>
    <w:rsid w:val="00C13E9E"/>
  </w:style>
  <w:style w:type="paragraph" w:customStyle="1" w:styleId="CA6D5DE5A948432CBB10F0790028507F">
    <w:name w:val="CA6D5DE5A948432CBB10F0790028507F"/>
    <w:rsid w:val="00C13E9E"/>
  </w:style>
  <w:style w:type="paragraph" w:customStyle="1" w:styleId="B19D0E24604C48F1B710C7ECEA5B6134">
    <w:name w:val="B19D0E24604C48F1B710C7ECEA5B6134"/>
    <w:rsid w:val="00C13E9E"/>
  </w:style>
  <w:style w:type="paragraph" w:customStyle="1" w:styleId="EA1D129C44464A598866A903A06A7026">
    <w:name w:val="EA1D129C44464A598866A903A06A7026"/>
    <w:rsid w:val="00F84DA7"/>
  </w:style>
  <w:style w:type="paragraph" w:customStyle="1" w:styleId="8B43336A757149DCBDCDB223F4007621">
    <w:name w:val="8B43336A757149DCBDCDB223F4007621"/>
    <w:rsid w:val="00F84DA7"/>
  </w:style>
  <w:style w:type="paragraph" w:customStyle="1" w:styleId="A53DDFE1DB084050964C1DEB2D4CC2D8">
    <w:name w:val="A53DDFE1DB084050964C1DEB2D4CC2D8"/>
    <w:rsid w:val="00F84DA7"/>
  </w:style>
  <w:style w:type="paragraph" w:customStyle="1" w:styleId="E169AD0D705445EA971443343EA90BA4">
    <w:name w:val="E169AD0D705445EA971443343EA90BA4"/>
    <w:rsid w:val="00F84DA7"/>
  </w:style>
  <w:style w:type="paragraph" w:customStyle="1" w:styleId="68423D0ED5A1462F8F6ADF591F85935E">
    <w:name w:val="68423D0ED5A1462F8F6ADF591F85935E"/>
    <w:rsid w:val="00F84DA7"/>
  </w:style>
  <w:style w:type="paragraph" w:customStyle="1" w:styleId="8207A53BEB9E441DA18FF3D6C30C5877">
    <w:name w:val="8207A53BEB9E441DA18FF3D6C30C5877"/>
    <w:rsid w:val="00F84DA7"/>
  </w:style>
  <w:style w:type="paragraph" w:customStyle="1" w:styleId="2ABBB6D00FF845ED908E347571FE3DD3">
    <w:name w:val="2ABBB6D00FF845ED908E347571FE3DD3"/>
    <w:rsid w:val="00F84DA7"/>
  </w:style>
  <w:style w:type="paragraph" w:customStyle="1" w:styleId="6D80786199E2430C941FDB6F412B5B14">
    <w:name w:val="6D80786199E2430C941FDB6F412B5B14"/>
    <w:rsid w:val="00F84DA7"/>
  </w:style>
  <w:style w:type="paragraph" w:customStyle="1" w:styleId="B12B67683B924A15A0C3B7667C15A71E">
    <w:name w:val="B12B67683B924A15A0C3B7667C15A71E"/>
    <w:rsid w:val="00F84DA7"/>
  </w:style>
  <w:style w:type="paragraph" w:customStyle="1" w:styleId="E8A5E02B54D3475DA6AFA28B2DF6DED5">
    <w:name w:val="E8A5E02B54D3475DA6AFA28B2DF6DED5"/>
    <w:rsid w:val="00F84DA7"/>
  </w:style>
  <w:style w:type="paragraph" w:customStyle="1" w:styleId="EA6868A097EB41EA8EF8E631842D6454">
    <w:name w:val="EA6868A097EB41EA8EF8E631842D6454"/>
    <w:rsid w:val="00F84DA7"/>
  </w:style>
  <w:style w:type="paragraph" w:customStyle="1" w:styleId="4E5C3BB2FC844A6580B1C9B0AEDAD211">
    <w:name w:val="4E5C3BB2FC844A6580B1C9B0AEDAD211"/>
    <w:rsid w:val="00F84DA7"/>
  </w:style>
  <w:style w:type="paragraph" w:customStyle="1" w:styleId="C5F13784BE76424987EEA3175AA2F891">
    <w:name w:val="C5F13784BE76424987EEA3175AA2F891"/>
    <w:rsid w:val="00F84DA7"/>
  </w:style>
  <w:style w:type="paragraph" w:customStyle="1" w:styleId="215DFE3BD90744C0B7989880D9B56DB0">
    <w:name w:val="215DFE3BD90744C0B7989880D9B56DB0"/>
    <w:rsid w:val="00F84DA7"/>
  </w:style>
  <w:style w:type="paragraph" w:customStyle="1" w:styleId="757AA0129C1A4559AD0C94176D9F74D9">
    <w:name w:val="757AA0129C1A4559AD0C94176D9F74D9"/>
    <w:rsid w:val="00F84DA7"/>
  </w:style>
  <w:style w:type="paragraph" w:customStyle="1" w:styleId="C88701AD5986401688F7B34AFA7F0B01">
    <w:name w:val="C88701AD5986401688F7B34AFA7F0B01"/>
    <w:rsid w:val="00F84DA7"/>
  </w:style>
  <w:style w:type="paragraph" w:customStyle="1" w:styleId="2CC1B642FFB14ED289C9AB4172AE070B">
    <w:name w:val="2CC1B642FFB14ED289C9AB4172AE070B"/>
    <w:rsid w:val="00F84DA7"/>
  </w:style>
  <w:style w:type="paragraph" w:customStyle="1" w:styleId="02A6219E978049CF9725BAFB689B2A48">
    <w:name w:val="02A6219E978049CF9725BAFB689B2A48"/>
    <w:rsid w:val="00F84DA7"/>
  </w:style>
  <w:style w:type="paragraph" w:customStyle="1" w:styleId="B2038B3C5F3D46E4AF569FA34E0B2696">
    <w:name w:val="B2038B3C5F3D46E4AF569FA34E0B2696"/>
    <w:rsid w:val="00F84DA7"/>
  </w:style>
  <w:style w:type="paragraph" w:customStyle="1" w:styleId="DB63AB505F7341F296E60D0E1D2822E0">
    <w:name w:val="DB63AB505F7341F296E60D0E1D2822E0"/>
    <w:rsid w:val="00F84DA7"/>
  </w:style>
  <w:style w:type="paragraph" w:customStyle="1" w:styleId="48DEED8974A445BF8EE3D123CD96E2E8">
    <w:name w:val="48DEED8974A445BF8EE3D123CD96E2E8"/>
    <w:rsid w:val="00F84DA7"/>
  </w:style>
  <w:style w:type="paragraph" w:customStyle="1" w:styleId="C72EC7472F00418B89148B937D359955">
    <w:name w:val="C72EC7472F00418B89148B937D359955"/>
    <w:rsid w:val="00F84DA7"/>
  </w:style>
  <w:style w:type="paragraph" w:customStyle="1" w:styleId="8866A86AC9C1462EAB563A4A2CE12622">
    <w:name w:val="8866A86AC9C1462EAB563A4A2CE12622"/>
    <w:rsid w:val="00F84DA7"/>
  </w:style>
  <w:style w:type="paragraph" w:customStyle="1" w:styleId="DFBEB1407EC040A0A1D30036553E6600">
    <w:name w:val="DFBEB1407EC040A0A1D30036553E6600"/>
    <w:rsid w:val="00F84DA7"/>
  </w:style>
  <w:style w:type="paragraph" w:customStyle="1" w:styleId="CDB02703965F41DE980E6DD4EA607075">
    <w:name w:val="CDB02703965F41DE980E6DD4EA607075"/>
    <w:rsid w:val="00F84DA7"/>
  </w:style>
  <w:style w:type="paragraph" w:customStyle="1" w:styleId="D441978E6AA64CE8A6461271C4F3BCE4">
    <w:name w:val="D441978E6AA64CE8A6461271C4F3BCE4"/>
    <w:rsid w:val="00F84DA7"/>
  </w:style>
  <w:style w:type="paragraph" w:customStyle="1" w:styleId="5FDCD2191D484FC4BF8C225C37D479D8">
    <w:name w:val="5FDCD2191D484FC4BF8C225C37D479D8"/>
    <w:rsid w:val="00F84DA7"/>
  </w:style>
  <w:style w:type="paragraph" w:customStyle="1" w:styleId="359EE77444034A3F8AAEFCC622EA9423">
    <w:name w:val="359EE77444034A3F8AAEFCC622EA9423"/>
    <w:rsid w:val="00F84DA7"/>
  </w:style>
  <w:style w:type="paragraph" w:customStyle="1" w:styleId="FF2A5D44C8EE41238BD8020FC0336430">
    <w:name w:val="FF2A5D44C8EE41238BD8020FC0336430"/>
    <w:rsid w:val="00F84DA7"/>
  </w:style>
  <w:style w:type="paragraph" w:customStyle="1" w:styleId="C0430A9324364085A6514B47E5A9EC45">
    <w:name w:val="C0430A9324364085A6514B47E5A9EC45"/>
    <w:rsid w:val="003914A8"/>
  </w:style>
  <w:style w:type="paragraph" w:customStyle="1" w:styleId="F416B9E282794DBCB49F0649EC53E3B3">
    <w:name w:val="F416B9E282794DBCB49F0649EC53E3B3"/>
    <w:rsid w:val="003914A8"/>
  </w:style>
  <w:style w:type="paragraph" w:customStyle="1" w:styleId="59F2D1A8BC28483BB3F5C96924A3102B">
    <w:name w:val="59F2D1A8BC28483BB3F5C96924A3102B"/>
    <w:rsid w:val="003914A8"/>
  </w:style>
  <w:style w:type="paragraph" w:customStyle="1" w:styleId="7A7EA200D98F484B99A40DDE65A893C6">
    <w:name w:val="7A7EA200D98F484B99A40DDE65A893C6"/>
    <w:rsid w:val="003914A8"/>
  </w:style>
  <w:style w:type="paragraph" w:customStyle="1" w:styleId="592FAA68DA6241678EB91AB6AEAC0B1D">
    <w:name w:val="592FAA68DA6241678EB91AB6AEAC0B1D"/>
    <w:rsid w:val="003914A8"/>
  </w:style>
  <w:style w:type="paragraph" w:customStyle="1" w:styleId="B579C5BE03874B269BE64B99DF301D74">
    <w:name w:val="B579C5BE03874B269BE64B99DF301D74"/>
    <w:rsid w:val="003914A8"/>
  </w:style>
  <w:style w:type="paragraph" w:customStyle="1" w:styleId="F04BFD58E972473C8C2E62B052F11D7A">
    <w:name w:val="F04BFD58E972473C8C2E62B052F11D7A"/>
    <w:rsid w:val="003914A8"/>
  </w:style>
  <w:style w:type="paragraph" w:customStyle="1" w:styleId="3C8E35EC1C43454CB01149538DF81ADD">
    <w:name w:val="3C8E35EC1C43454CB01149538DF81ADD"/>
    <w:rsid w:val="003914A8"/>
  </w:style>
  <w:style w:type="paragraph" w:customStyle="1" w:styleId="ADC062B15B4A43CDB0CA4F59D638064A">
    <w:name w:val="ADC062B15B4A43CDB0CA4F59D638064A"/>
    <w:rsid w:val="003914A8"/>
  </w:style>
  <w:style w:type="paragraph" w:customStyle="1" w:styleId="C68CEFB7E7DB45E2AA7505A68FAD6DD9">
    <w:name w:val="C68CEFB7E7DB45E2AA7505A68FAD6DD9"/>
    <w:rsid w:val="00742C1B"/>
  </w:style>
  <w:style w:type="paragraph" w:customStyle="1" w:styleId="C4A0ED0938494C7E9A6FE7C4EAA17788">
    <w:name w:val="C4A0ED0938494C7E9A6FE7C4EAA17788"/>
    <w:rsid w:val="00742C1B"/>
  </w:style>
  <w:style w:type="paragraph" w:customStyle="1" w:styleId="9A45545A3EC14C378CA8A2C59274B928">
    <w:name w:val="9A45545A3EC14C378CA8A2C59274B928"/>
    <w:rsid w:val="00742C1B"/>
  </w:style>
  <w:style w:type="paragraph" w:customStyle="1" w:styleId="DA9308AF886242EAB27E6E70485B8EE1">
    <w:name w:val="DA9308AF886242EAB27E6E70485B8EE1"/>
    <w:rsid w:val="00496C8A"/>
  </w:style>
  <w:style w:type="paragraph" w:customStyle="1" w:styleId="9DE698F6DE8142068896E8227128CB9C">
    <w:name w:val="9DE698F6DE8142068896E8227128CB9C"/>
    <w:rsid w:val="00496C8A"/>
  </w:style>
  <w:style w:type="paragraph" w:customStyle="1" w:styleId="0803423BA0574D45B89C293E2E241058">
    <w:name w:val="0803423BA0574D45B89C293E2E241058"/>
    <w:rsid w:val="00496C8A"/>
  </w:style>
  <w:style w:type="paragraph" w:customStyle="1" w:styleId="F81E8BBA225546BE96B40187BE588A11">
    <w:name w:val="F81E8BBA225546BE96B40187BE588A11"/>
    <w:rsid w:val="00286339"/>
  </w:style>
  <w:style w:type="paragraph" w:customStyle="1" w:styleId="7CC5E85C5A0E4B509B368A007DA7F337">
    <w:name w:val="7CC5E85C5A0E4B509B368A007DA7F337"/>
    <w:rsid w:val="00286339"/>
  </w:style>
  <w:style w:type="paragraph" w:customStyle="1" w:styleId="D57EE9C3BFA34735A68E2C713837DDB1">
    <w:name w:val="D57EE9C3BFA34735A68E2C713837DDB1"/>
    <w:rsid w:val="00286339"/>
  </w:style>
  <w:style w:type="paragraph" w:customStyle="1" w:styleId="6F0E56EBF7EB432C9F1FFCAFDA3C6F1B">
    <w:name w:val="6F0E56EBF7EB432C9F1FFCAFDA3C6F1B"/>
    <w:rsid w:val="00286339"/>
  </w:style>
  <w:style w:type="paragraph" w:customStyle="1" w:styleId="CEBBB1A1759640A29B5F12387C294ED0">
    <w:name w:val="CEBBB1A1759640A29B5F12387C294ED0"/>
    <w:rsid w:val="00286339"/>
  </w:style>
  <w:style w:type="paragraph" w:customStyle="1" w:styleId="10635D251A8547A7869E941D9862E4C5">
    <w:name w:val="10635D251A8547A7869E941D9862E4C5"/>
    <w:rsid w:val="00286339"/>
  </w:style>
  <w:style w:type="paragraph" w:customStyle="1" w:styleId="3DD6E5C8EDFA43C9B11CE9904C029EFA">
    <w:name w:val="3DD6E5C8EDFA43C9B11CE9904C029EFA"/>
    <w:rsid w:val="00286339"/>
  </w:style>
  <w:style w:type="paragraph" w:customStyle="1" w:styleId="189FF122DFC2497195E6FB192031FAAE">
    <w:name w:val="189FF122DFC2497195E6FB192031FAAE"/>
    <w:rsid w:val="00286339"/>
  </w:style>
  <w:style w:type="paragraph" w:customStyle="1" w:styleId="6F697800A6A545CB8785E897FF5A8565">
    <w:name w:val="6F697800A6A545CB8785E897FF5A8565"/>
    <w:rsid w:val="00286339"/>
  </w:style>
  <w:style w:type="paragraph" w:customStyle="1" w:styleId="22D74065E9DA4203A04C79FA107772AE">
    <w:name w:val="22D74065E9DA4203A04C79FA107772AE"/>
    <w:rsid w:val="00286339"/>
  </w:style>
  <w:style w:type="paragraph" w:customStyle="1" w:styleId="A59365F71C2547F8903F78A400AEFA0B">
    <w:name w:val="A59365F71C2547F8903F78A400AEFA0B"/>
    <w:rsid w:val="00286339"/>
  </w:style>
  <w:style w:type="paragraph" w:customStyle="1" w:styleId="0EA2129711BE422696A6CD6FE8973C87">
    <w:name w:val="0EA2129711BE422696A6CD6FE8973C87"/>
    <w:rsid w:val="00286339"/>
  </w:style>
  <w:style w:type="paragraph" w:customStyle="1" w:styleId="750FED0E51A84421BE87598F7D22FD91">
    <w:name w:val="750FED0E51A84421BE87598F7D22FD91"/>
    <w:rsid w:val="00286339"/>
  </w:style>
  <w:style w:type="paragraph" w:customStyle="1" w:styleId="9E3F71DA1C6E4981866D8E1D82F248A4">
    <w:name w:val="9E3F71DA1C6E4981866D8E1D82F248A4"/>
    <w:rsid w:val="00286339"/>
  </w:style>
  <w:style w:type="paragraph" w:customStyle="1" w:styleId="46FF8592B57B4A32B086ACFA07636721">
    <w:name w:val="46FF8592B57B4A32B086ACFA07636721"/>
    <w:rsid w:val="00286339"/>
  </w:style>
  <w:style w:type="paragraph" w:customStyle="1" w:styleId="4FB27CBCF1304FC4A1BCB1352531D28A">
    <w:name w:val="4FB27CBCF1304FC4A1BCB1352531D28A"/>
    <w:rsid w:val="00286339"/>
  </w:style>
  <w:style w:type="paragraph" w:customStyle="1" w:styleId="448D8C99E3F240CABD531408980E578F">
    <w:name w:val="448D8C99E3F240CABD531408980E578F"/>
    <w:rsid w:val="00286339"/>
  </w:style>
  <w:style w:type="paragraph" w:customStyle="1" w:styleId="2CC841C7173A4F8AA6A0D3E2E9B80136">
    <w:name w:val="2CC841C7173A4F8AA6A0D3E2E9B80136"/>
    <w:rsid w:val="00286339"/>
  </w:style>
  <w:style w:type="paragraph" w:customStyle="1" w:styleId="6CB345B8EBA04AE19BE282B046D1A81C">
    <w:name w:val="6CB345B8EBA04AE19BE282B046D1A81C"/>
    <w:rsid w:val="00286339"/>
  </w:style>
  <w:style w:type="paragraph" w:customStyle="1" w:styleId="3F23240AE7F849698C2B69D0FDE1998F">
    <w:name w:val="3F23240AE7F849698C2B69D0FDE1998F"/>
    <w:rsid w:val="00286339"/>
  </w:style>
  <w:style w:type="paragraph" w:customStyle="1" w:styleId="CD781AC4737A4012ACB7594029029C55">
    <w:name w:val="CD781AC4737A4012ACB7594029029C55"/>
    <w:rsid w:val="00286339"/>
  </w:style>
  <w:style w:type="paragraph" w:customStyle="1" w:styleId="96C9238A341E4579A7A7B48FE464E883">
    <w:name w:val="96C9238A341E4579A7A7B48FE464E883"/>
    <w:rsid w:val="00286339"/>
  </w:style>
  <w:style w:type="paragraph" w:customStyle="1" w:styleId="E957D81CA1DA43CA93E69C128B3691BF">
    <w:name w:val="E957D81CA1DA43CA93E69C128B3691BF"/>
    <w:rsid w:val="00286339"/>
  </w:style>
  <w:style w:type="paragraph" w:customStyle="1" w:styleId="C746A4968996461C83FD5F712D21961D">
    <w:name w:val="C746A4968996461C83FD5F712D21961D"/>
    <w:rsid w:val="00286339"/>
  </w:style>
  <w:style w:type="paragraph" w:customStyle="1" w:styleId="35EED14EA73749A8B416C0748468BB44">
    <w:name w:val="35EED14EA73749A8B416C0748468BB44"/>
    <w:rsid w:val="00286339"/>
  </w:style>
  <w:style w:type="paragraph" w:customStyle="1" w:styleId="E764ED45F67848DB81DB6C6E06C1D8A9">
    <w:name w:val="E764ED45F67848DB81DB6C6E06C1D8A9"/>
    <w:rsid w:val="00286339"/>
  </w:style>
  <w:style w:type="paragraph" w:customStyle="1" w:styleId="EDAFA896BD5842A6B75ED7C76989F73F">
    <w:name w:val="EDAFA896BD5842A6B75ED7C76989F73F"/>
    <w:rsid w:val="00286339"/>
  </w:style>
  <w:style w:type="paragraph" w:customStyle="1" w:styleId="43305CE076884074BC37BDA9042A7F5D">
    <w:name w:val="43305CE076884074BC37BDA9042A7F5D"/>
    <w:rsid w:val="00286339"/>
  </w:style>
  <w:style w:type="paragraph" w:customStyle="1" w:styleId="FFBDD1121E5B49219E0455CA082023D8">
    <w:name w:val="FFBDD1121E5B49219E0455CA082023D8"/>
    <w:rsid w:val="00286339"/>
  </w:style>
  <w:style w:type="paragraph" w:customStyle="1" w:styleId="13FC1090C55F4E4BBDCE3BDD20521A37">
    <w:name w:val="13FC1090C55F4E4BBDCE3BDD20521A37"/>
    <w:rsid w:val="00286339"/>
  </w:style>
  <w:style w:type="paragraph" w:customStyle="1" w:styleId="D9C1DC0FAA154367A2BF8A7F75297F2C">
    <w:name w:val="D9C1DC0FAA154367A2BF8A7F75297F2C"/>
    <w:rsid w:val="00286339"/>
  </w:style>
  <w:style w:type="paragraph" w:customStyle="1" w:styleId="6F20001B35EA4511A865A11F8125060E">
    <w:name w:val="6F20001B35EA4511A865A11F8125060E"/>
    <w:rsid w:val="00286339"/>
  </w:style>
  <w:style w:type="paragraph" w:customStyle="1" w:styleId="321AA66714C94FEE8B105059C7A03E68">
    <w:name w:val="321AA66714C94FEE8B105059C7A03E68"/>
    <w:rsid w:val="00286339"/>
  </w:style>
  <w:style w:type="paragraph" w:customStyle="1" w:styleId="18C75132CACC49179C238F734F475BF7">
    <w:name w:val="18C75132CACC49179C238F734F475BF7"/>
    <w:rsid w:val="00286339"/>
  </w:style>
  <w:style w:type="paragraph" w:customStyle="1" w:styleId="1F87453A775D43AB81BF19D2CEAB36FE">
    <w:name w:val="1F87453A775D43AB81BF19D2CEAB36FE"/>
    <w:rsid w:val="00286339"/>
  </w:style>
  <w:style w:type="paragraph" w:customStyle="1" w:styleId="1DDB4AA8A79C461496CD6FA78DCEC12C">
    <w:name w:val="1DDB4AA8A79C461496CD6FA78DCEC12C"/>
    <w:rsid w:val="00286339"/>
  </w:style>
  <w:style w:type="paragraph" w:customStyle="1" w:styleId="B1FF92BAF9B24638AA2B55861A30F2DA">
    <w:name w:val="B1FF92BAF9B24638AA2B55861A30F2DA"/>
    <w:rsid w:val="00286339"/>
  </w:style>
  <w:style w:type="paragraph" w:customStyle="1" w:styleId="8B1F75390C9340729FCCDEFD47608D76">
    <w:name w:val="8B1F75390C9340729FCCDEFD47608D76"/>
    <w:rsid w:val="00286339"/>
  </w:style>
  <w:style w:type="paragraph" w:customStyle="1" w:styleId="352E90B1DD204A298FBC241174ABBEC7">
    <w:name w:val="352E90B1DD204A298FBC241174ABBEC7"/>
    <w:rsid w:val="00286339"/>
  </w:style>
  <w:style w:type="paragraph" w:customStyle="1" w:styleId="C09738BA1B994E6996AFCD58C765B585">
    <w:name w:val="C09738BA1B994E6996AFCD58C765B585"/>
    <w:rsid w:val="00286339"/>
  </w:style>
  <w:style w:type="paragraph" w:customStyle="1" w:styleId="B6FF2C7AE6C64F81A788FC7EAE655EE7">
    <w:name w:val="B6FF2C7AE6C64F81A788FC7EAE655EE7"/>
    <w:rsid w:val="00286339"/>
  </w:style>
  <w:style w:type="paragraph" w:customStyle="1" w:styleId="77CA0FEBA1CD4B96A07BA7E278D49B3C">
    <w:name w:val="77CA0FEBA1CD4B96A07BA7E278D49B3C"/>
    <w:rsid w:val="00286339"/>
  </w:style>
  <w:style w:type="paragraph" w:customStyle="1" w:styleId="C1DC2A8A55904DD1B9B989958A509FAD">
    <w:name w:val="C1DC2A8A55904DD1B9B989958A509FAD"/>
    <w:rsid w:val="00286339"/>
  </w:style>
  <w:style w:type="paragraph" w:customStyle="1" w:styleId="5091CA4173354E4796F972C4BCCA61C4">
    <w:name w:val="5091CA4173354E4796F972C4BCCA61C4"/>
    <w:rsid w:val="00286339"/>
  </w:style>
  <w:style w:type="paragraph" w:customStyle="1" w:styleId="797A1F01A46C49948AEDF8F9AB5ED455">
    <w:name w:val="797A1F01A46C49948AEDF8F9AB5ED455"/>
    <w:rsid w:val="00286339"/>
  </w:style>
  <w:style w:type="paragraph" w:customStyle="1" w:styleId="A284796F8C2040E8817EA866F1B0FD59">
    <w:name w:val="A284796F8C2040E8817EA866F1B0FD59"/>
    <w:rsid w:val="00286339"/>
  </w:style>
  <w:style w:type="paragraph" w:customStyle="1" w:styleId="2781340634A94DC1BAECB2C60401C91E">
    <w:name w:val="2781340634A94DC1BAECB2C60401C91E"/>
    <w:rsid w:val="006F6E48"/>
  </w:style>
  <w:style w:type="paragraph" w:customStyle="1" w:styleId="B19FB74C27D149F3A5F94FDA5365A755">
    <w:name w:val="B19FB74C27D149F3A5F94FDA5365A755"/>
    <w:rsid w:val="006F6E48"/>
  </w:style>
  <w:style w:type="paragraph" w:customStyle="1" w:styleId="FD136A35EBCA41058E392EBF23DA6272">
    <w:name w:val="FD136A35EBCA41058E392EBF23DA6272"/>
    <w:rsid w:val="006F6E48"/>
  </w:style>
  <w:style w:type="paragraph" w:customStyle="1" w:styleId="1704B00831D74A34BB06C14279984DD4">
    <w:name w:val="1704B00831D74A34BB06C14279984DD4"/>
    <w:rsid w:val="006F6E48"/>
  </w:style>
  <w:style w:type="paragraph" w:customStyle="1" w:styleId="8475A716179242E4B7BD555D6D6F41C2">
    <w:name w:val="8475A716179242E4B7BD555D6D6F41C2"/>
    <w:rsid w:val="006F6E48"/>
  </w:style>
  <w:style w:type="paragraph" w:customStyle="1" w:styleId="64FBB2CF5C5D4AC5B5EBD73614789EFE">
    <w:name w:val="64FBB2CF5C5D4AC5B5EBD73614789EFE"/>
    <w:rsid w:val="006F6E48"/>
  </w:style>
  <w:style w:type="paragraph" w:customStyle="1" w:styleId="0748AD43B7B148C1A058BF871FAC889B">
    <w:name w:val="0748AD43B7B148C1A058BF871FAC889B"/>
    <w:rsid w:val="006F6E48"/>
  </w:style>
  <w:style w:type="paragraph" w:customStyle="1" w:styleId="4FDD8F9BCDB0490381C5421133CD84DB">
    <w:name w:val="4FDD8F9BCDB0490381C5421133CD84DB"/>
    <w:rsid w:val="006F6E48"/>
  </w:style>
  <w:style w:type="paragraph" w:customStyle="1" w:styleId="067D8D74F2AF4B8292DEED128C75146B">
    <w:name w:val="067D8D74F2AF4B8292DEED128C75146B"/>
    <w:rsid w:val="006F6E48"/>
  </w:style>
  <w:style w:type="paragraph" w:customStyle="1" w:styleId="C2C67CE4D8654AA0B7854874655B2E6F">
    <w:name w:val="C2C67CE4D8654AA0B7854874655B2E6F"/>
    <w:rsid w:val="006F6E48"/>
  </w:style>
  <w:style w:type="paragraph" w:customStyle="1" w:styleId="342E26D076954A1AB1ECA16F57AAAE30">
    <w:name w:val="342E26D076954A1AB1ECA16F57AAAE30"/>
    <w:rsid w:val="006F6E48"/>
  </w:style>
  <w:style w:type="paragraph" w:customStyle="1" w:styleId="36816DCF79B142FA9BE51209930F1C4E">
    <w:name w:val="36816DCF79B142FA9BE51209930F1C4E"/>
    <w:rsid w:val="006F6E48"/>
  </w:style>
  <w:style w:type="paragraph" w:customStyle="1" w:styleId="69C788C8F076446892F3B310C92983C3">
    <w:name w:val="69C788C8F076446892F3B310C92983C3"/>
    <w:rsid w:val="006F6E48"/>
  </w:style>
  <w:style w:type="paragraph" w:customStyle="1" w:styleId="45533446453444CFB262FB92E87E2E70">
    <w:name w:val="45533446453444CFB262FB92E87E2E70"/>
    <w:rsid w:val="006F6E48"/>
  </w:style>
  <w:style w:type="paragraph" w:customStyle="1" w:styleId="BE89A4961F984FD8995D197F4A959DD8">
    <w:name w:val="BE89A4961F984FD8995D197F4A959DD8"/>
    <w:rsid w:val="006F6E48"/>
  </w:style>
  <w:style w:type="paragraph" w:customStyle="1" w:styleId="D64B0C82CDBF42F8BF3C761166A177E6">
    <w:name w:val="D64B0C82CDBF42F8BF3C761166A177E6"/>
    <w:rsid w:val="006F6E48"/>
  </w:style>
  <w:style w:type="paragraph" w:customStyle="1" w:styleId="E5D50BF8DA4643788B38EE10BA919769">
    <w:name w:val="E5D50BF8DA4643788B38EE10BA919769"/>
    <w:rsid w:val="006F6E48"/>
  </w:style>
  <w:style w:type="paragraph" w:customStyle="1" w:styleId="F64D511251EC46FD8C17CA29F6A61B7C">
    <w:name w:val="F64D511251EC46FD8C17CA29F6A61B7C"/>
    <w:rsid w:val="006F6E48"/>
  </w:style>
  <w:style w:type="paragraph" w:customStyle="1" w:styleId="3144C38468154D048601C6DEFF9C793E">
    <w:name w:val="3144C38468154D048601C6DEFF9C793E"/>
    <w:rsid w:val="006F6E48"/>
  </w:style>
  <w:style w:type="paragraph" w:customStyle="1" w:styleId="40994542383D434AB1C29B9217C12D40">
    <w:name w:val="40994542383D434AB1C29B9217C12D40"/>
    <w:rsid w:val="006F6E48"/>
  </w:style>
  <w:style w:type="paragraph" w:customStyle="1" w:styleId="B453130DE6964C08853FD6A0B790BD41">
    <w:name w:val="B453130DE6964C08853FD6A0B790BD41"/>
    <w:rsid w:val="006F6E48"/>
  </w:style>
  <w:style w:type="paragraph" w:customStyle="1" w:styleId="92FB1D5552AC44CB87991020106812D7">
    <w:name w:val="92FB1D5552AC44CB87991020106812D7"/>
    <w:rsid w:val="006F6E48"/>
  </w:style>
  <w:style w:type="paragraph" w:customStyle="1" w:styleId="20DEC49695E14E858B55FC60D97F4744">
    <w:name w:val="20DEC49695E14E858B55FC60D97F4744"/>
    <w:rsid w:val="006F6E48"/>
  </w:style>
  <w:style w:type="paragraph" w:customStyle="1" w:styleId="C588E3CEFE454F588EDC7B88D931F8E3">
    <w:name w:val="C588E3CEFE454F588EDC7B88D931F8E3"/>
    <w:rsid w:val="00EC0C15"/>
  </w:style>
  <w:style w:type="paragraph" w:customStyle="1" w:styleId="3C620E3B512A4DAEAB0A1C774C5020FC">
    <w:name w:val="3C620E3B512A4DAEAB0A1C774C5020FC"/>
    <w:rsid w:val="00EC0C15"/>
  </w:style>
  <w:style w:type="paragraph" w:customStyle="1" w:styleId="87E76A654F9842F6ABBD235B62834E41">
    <w:name w:val="87E76A654F9842F6ABBD235B62834E41"/>
    <w:rsid w:val="00EC0C15"/>
  </w:style>
  <w:style w:type="paragraph" w:customStyle="1" w:styleId="CB4E2643902B4DE4BB4AF950CB53AF99">
    <w:name w:val="CB4E2643902B4DE4BB4AF950CB53AF99"/>
    <w:rsid w:val="00EC0C15"/>
  </w:style>
  <w:style w:type="paragraph" w:customStyle="1" w:styleId="A38F47F6A2E3475DA108F7E013942AD6">
    <w:name w:val="A38F47F6A2E3475DA108F7E013942AD6"/>
    <w:rsid w:val="00EC0C15"/>
  </w:style>
  <w:style w:type="paragraph" w:customStyle="1" w:styleId="6A100CD90F654969BC7E97D421C5F9FE">
    <w:name w:val="6A100CD90F654969BC7E97D421C5F9FE"/>
    <w:rsid w:val="00EC0C15"/>
  </w:style>
  <w:style w:type="paragraph" w:customStyle="1" w:styleId="B8E5D3B6AC4A41C29D557FBEBE4EFC50">
    <w:name w:val="B8E5D3B6AC4A41C29D557FBEBE4EFC50"/>
    <w:rsid w:val="00EC0C15"/>
  </w:style>
  <w:style w:type="paragraph" w:customStyle="1" w:styleId="90DFF3DA83A74B39AE74C0B4E400BB36">
    <w:name w:val="90DFF3DA83A74B39AE74C0B4E400BB36"/>
    <w:rsid w:val="00EC0C15"/>
  </w:style>
  <w:style w:type="paragraph" w:customStyle="1" w:styleId="E4B56FDE7BA24A05B4B112F5842E8DBF">
    <w:name w:val="E4B56FDE7BA24A05B4B112F5842E8DBF"/>
    <w:rsid w:val="00EC0C15"/>
  </w:style>
  <w:style w:type="paragraph" w:customStyle="1" w:styleId="701743EB2E1A46E9821B6689A751EB67">
    <w:name w:val="701743EB2E1A46E9821B6689A751EB67"/>
    <w:rsid w:val="00EC0C15"/>
  </w:style>
  <w:style w:type="paragraph" w:customStyle="1" w:styleId="A6229BF4E9BC4E3491B51742ADD1B571">
    <w:name w:val="A6229BF4E9BC4E3491B51742ADD1B571"/>
    <w:rsid w:val="00EC0C15"/>
  </w:style>
  <w:style w:type="paragraph" w:customStyle="1" w:styleId="93B85CFB213F4354BC33CD215BE09F85">
    <w:name w:val="93B85CFB213F4354BC33CD215BE09F85"/>
    <w:rsid w:val="00EC0C15"/>
  </w:style>
  <w:style w:type="paragraph" w:customStyle="1" w:styleId="E6AA1D18933D418395B58A649CF063E9">
    <w:name w:val="E6AA1D18933D418395B58A649CF063E9"/>
    <w:rsid w:val="00EC0C15"/>
  </w:style>
  <w:style w:type="paragraph" w:customStyle="1" w:styleId="C009E2AFD6B74CC2855C4EBB343EA9E0">
    <w:name w:val="C009E2AFD6B74CC2855C4EBB343EA9E0"/>
    <w:rsid w:val="00EC0C15"/>
  </w:style>
  <w:style w:type="paragraph" w:customStyle="1" w:styleId="2F70F47EB1F24DD7A22EF5668221230C">
    <w:name w:val="2F70F47EB1F24DD7A22EF5668221230C"/>
    <w:rsid w:val="00EC0C15"/>
  </w:style>
  <w:style w:type="paragraph" w:customStyle="1" w:styleId="94C59D58868042AA9E196036318E3E3B">
    <w:name w:val="94C59D58868042AA9E196036318E3E3B"/>
    <w:rsid w:val="00EC0C15"/>
  </w:style>
  <w:style w:type="paragraph" w:customStyle="1" w:styleId="2249ADFDE64848BAA131B25948F78C35">
    <w:name w:val="2249ADFDE64848BAA131B25948F78C35"/>
    <w:rsid w:val="00EC0C15"/>
  </w:style>
  <w:style w:type="paragraph" w:customStyle="1" w:styleId="19351DE2CF964F6197C8DAC38A58E8E1">
    <w:name w:val="19351DE2CF964F6197C8DAC38A58E8E1"/>
    <w:rsid w:val="00EC0C15"/>
  </w:style>
  <w:style w:type="paragraph" w:customStyle="1" w:styleId="A6722BC19B494D45B36AD13AB9F9D601">
    <w:name w:val="A6722BC19B494D45B36AD13AB9F9D601"/>
    <w:rsid w:val="00EC0C15"/>
  </w:style>
  <w:style w:type="paragraph" w:customStyle="1" w:styleId="0A7FC4C1B1C44889A233E504C27AE61E">
    <w:name w:val="0A7FC4C1B1C44889A233E504C27AE61E"/>
    <w:rsid w:val="00EC0C15"/>
  </w:style>
  <w:style w:type="paragraph" w:customStyle="1" w:styleId="8C692975323E4B1FBE7714A93D1F4DCC">
    <w:name w:val="8C692975323E4B1FBE7714A93D1F4DCC"/>
    <w:rsid w:val="00EC0C15"/>
  </w:style>
  <w:style w:type="paragraph" w:customStyle="1" w:styleId="4DE87BA744EE49EAB1754B33321A02DA">
    <w:name w:val="4DE87BA744EE49EAB1754B33321A02DA"/>
    <w:rsid w:val="00EC0C15"/>
  </w:style>
  <w:style w:type="paragraph" w:customStyle="1" w:styleId="893730309B6A4F0B9AA1F7CF53DDB48E">
    <w:name w:val="893730309B6A4F0B9AA1F7CF53DDB48E"/>
    <w:rsid w:val="00EC0C15"/>
  </w:style>
  <w:style w:type="paragraph" w:customStyle="1" w:styleId="63F115008DFA45E2AB2D20B89496F652">
    <w:name w:val="63F115008DFA45E2AB2D20B89496F652"/>
    <w:rsid w:val="00EC0C15"/>
  </w:style>
  <w:style w:type="paragraph" w:customStyle="1" w:styleId="1D46D589BE23455E8AC5EB70B19A99F2">
    <w:name w:val="1D46D589BE23455E8AC5EB70B19A99F2"/>
    <w:rsid w:val="00EC0C15"/>
  </w:style>
  <w:style w:type="paragraph" w:customStyle="1" w:styleId="2EDBB17DD5CD4D27BD2E26F91A1755E1">
    <w:name w:val="2EDBB17DD5CD4D27BD2E26F91A1755E1"/>
    <w:rsid w:val="00EC0C15"/>
  </w:style>
  <w:style w:type="paragraph" w:customStyle="1" w:styleId="3823398E6438454CA8C09C3852147BBE">
    <w:name w:val="3823398E6438454CA8C09C3852147BBE"/>
    <w:rsid w:val="00EC0C15"/>
  </w:style>
  <w:style w:type="paragraph" w:customStyle="1" w:styleId="CEA64E1A44484D289549728A943052FB">
    <w:name w:val="CEA64E1A44484D289549728A943052FB"/>
    <w:rsid w:val="00EC0C15"/>
  </w:style>
  <w:style w:type="paragraph" w:customStyle="1" w:styleId="0F2DD7B183804F9FBBB08784933E6608">
    <w:name w:val="0F2DD7B183804F9FBBB08784933E6608"/>
    <w:rsid w:val="00EC0C15"/>
  </w:style>
  <w:style w:type="paragraph" w:customStyle="1" w:styleId="1F8CFDD1D77F47E492D22661CAC2F02D">
    <w:name w:val="1F8CFDD1D77F47E492D22661CAC2F02D"/>
    <w:rsid w:val="00EC0C15"/>
  </w:style>
  <w:style w:type="paragraph" w:customStyle="1" w:styleId="C559CCA3CF3D4B7D83BA3DC196392A87">
    <w:name w:val="C559CCA3CF3D4B7D83BA3DC196392A87"/>
    <w:rsid w:val="00EC0C15"/>
  </w:style>
  <w:style w:type="paragraph" w:customStyle="1" w:styleId="B03B6000DECA4E7680A5AC503E012070">
    <w:name w:val="B03B6000DECA4E7680A5AC503E012070"/>
    <w:rsid w:val="00EC0C15"/>
  </w:style>
  <w:style w:type="paragraph" w:customStyle="1" w:styleId="7135791A1DE54F8DAB50583411971F4C">
    <w:name w:val="7135791A1DE54F8DAB50583411971F4C"/>
    <w:rsid w:val="00EC0C15"/>
  </w:style>
  <w:style w:type="paragraph" w:customStyle="1" w:styleId="9BDCE2770E3C4198887AAF048A732114">
    <w:name w:val="9BDCE2770E3C4198887AAF048A732114"/>
    <w:rsid w:val="00EC0C15"/>
  </w:style>
  <w:style w:type="paragraph" w:customStyle="1" w:styleId="F56FEF85173142AAB0C0150FD31548AD">
    <w:name w:val="F56FEF85173142AAB0C0150FD31548AD"/>
    <w:rsid w:val="00EC0C15"/>
  </w:style>
  <w:style w:type="paragraph" w:customStyle="1" w:styleId="15A15DD59D09497091E66D686B3CC79D">
    <w:name w:val="15A15DD59D09497091E66D686B3CC79D"/>
    <w:rsid w:val="00EC0C15"/>
  </w:style>
  <w:style w:type="paragraph" w:customStyle="1" w:styleId="F4C41093B9BF43F48BA703A687AF158D">
    <w:name w:val="F4C41093B9BF43F48BA703A687AF158D"/>
    <w:rsid w:val="00EC0C15"/>
  </w:style>
  <w:style w:type="paragraph" w:customStyle="1" w:styleId="A6EA4379335A4BB49D27BCDE077D1AB8">
    <w:name w:val="A6EA4379335A4BB49D27BCDE077D1AB8"/>
    <w:rsid w:val="00EC0C15"/>
  </w:style>
  <w:style w:type="paragraph" w:customStyle="1" w:styleId="2098CAFD12CF489BB6732933480911CD">
    <w:name w:val="2098CAFD12CF489BB6732933480911CD"/>
    <w:rsid w:val="00EC0C15"/>
  </w:style>
  <w:style w:type="paragraph" w:customStyle="1" w:styleId="1D4227D650374970B8FD47CF0B4BC559">
    <w:name w:val="1D4227D650374970B8FD47CF0B4BC559"/>
    <w:rsid w:val="00EC0C15"/>
  </w:style>
  <w:style w:type="paragraph" w:customStyle="1" w:styleId="F47C38CA71DB483C895D9236B8CAFC63">
    <w:name w:val="F47C38CA71DB483C895D9236B8CAFC63"/>
    <w:rsid w:val="00EC0C15"/>
  </w:style>
  <w:style w:type="paragraph" w:customStyle="1" w:styleId="448D5922E53640ACA12DE25105A7E1CE">
    <w:name w:val="448D5922E53640ACA12DE25105A7E1CE"/>
    <w:rsid w:val="00EC0C15"/>
  </w:style>
  <w:style w:type="paragraph" w:customStyle="1" w:styleId="620FE877A58047718D6DF704A39F594D">
    <w:name w:val="620FE877A58047718D6DF704A39F594D"/>
    <w:rsid w:val="00EC0C15"/>
  </w:style>
  <w:style w:type="paragraph" w:customStyle="1" w:styleId="6049B1D9198048F092C5A5B6EB03BB5D">
    <w:name w:val="6049B1D9198048F092C5A5B6EB03BB5D"/>
    <w:rsid w:val="00EC0C15"/>
  </w:style>
  <w:style w:type="paragraph" w:customStyle="1" w:styleId="2F9862B691C7463AAAB2AC18D204F3F9">
    <w:name w:val="2F9862B691C7463AAAB2AC18D204F3F9"/>
    <w:rsid w:val="00EC0C15"/>
  </w:style>
  <w:style w:type="paragraph" w:customStyle="1" w:styleId="F3FFD545852B4A648C726988B9A815EF">
    <w:name w:val="F3FFD545852B4A648C726988B9A815EF"/>
    <w:rsid w:val="00EC0C15"/>
  </w:style>
  <w:style w:type="paragraph" w:customStyle="1" w:styleId="9C4E28E8F0F94D39BD64BEFFB5EF98F3">
    <w:name w:val="9C4E28E8F0F94D39BD64BEFFB5EF98F3"/>
    <w:rsid w:val="00EC0C15"/>
  </w:style>
  <w:style w:type="paragraph" w:customStyle="1" w:styleId="72A83D2AB09D42F0B737085A980235BA">
    <w:name w:val="72A83D2AB09D42F0B737085A980235BA"/>
    <w:rsid w:val="00EC0C15"/>
  </w:style>
  <w:style w:type="paragraph" w:customStyle="1" w:styleId="D058CE19CD5943749D443967A29CBF50">
    <w:name w:val="D058CE19CD5943749D443967A29CBF50"/>
    <w:rsid w:val="00EC0C15"/>
  </w:style>
  <w:style w:type="paragraph" w:customStyle="1" w:styleId="A71E32C2D6524153B69D97F0BC4A5FDA">
    <w:name w:val="A71E32C2D6524153B69D97F0BC4A5FDA"/>
    <w:rsid w:val="00EC0C15"/>
  </w:style>
  <w:style w:type="paragraph" w:customStyle="1" w:styleId="A122F2B9D85D45AA9FFA2C60A0CFDEB7">
    <w:name w:val="A122F2B9D85D45AA9FFA2C60A0CFDEB7"/>
    <w:rsid w:val="00EC0C15"/>
  </w:style>
  <w:style w:type="paragraph" w:customStyle="1" w:styleId="8071EC94A3534B35AADB88AB78E3699D">
    <w:name w:val="8071EC94A3534B35AADB88AB78E3699D"/>
    <w:rsid w:val="00EC0C15"/>
  </w:style>
  <w:style w:type="paragraph" w:customStyle="1" w:styleId="E0CBAF1675274942B30B358E73336449">
    <w:name w:val="E0CBAF1675274942B30B358E73336449"/>
    <w:rsid w:val="00EC0C15"/>
  </w:style>
  <w:style w:type="paragraph" w:customStyle="1" w:styleId="FD219F82BDBF4BA0BD2B3543FA8AB938">
    <w:name w:val="FD219F82BDBF4BA0BD2B3543FA8AB938"/>
    <w:rsid w:val="00EC0C15"/>
  </w:style>
  <w:style w:type="paragraph" w:customStyle="1" w:styleId="B45D275E14284EE1AA4629E6494F2388">
    <w:name w:val="B45D275E14284EE1AA4629E6494F2388"/>
    <w:rsid w:val="00EC0C15"/>
  </w:style>
  <w:style w:type="paragraph" w:customStyle="1" w:styleId="A0BA452DCF3843218B14CBCD1376819F">
    <w:name w:val="A0BA452DCF3843218B14CBCD1376819F"/>
    <w:rsid w:val="00EC0C15"/>
  </w:style>
  <w:style w:type="paragraph" w:customStyle="1" w:styleId="43970DA6031F49C991B0D961DC34FC86">
    <w:name w:val="43970DA6031F49C991B0D961DC34FC86"/>
    <w:rsid w:val="00EC0C15"/>
  </w:style>
  <w:style w:type="paragraph" w:customStyle="1" w:styleId="EDFE417F59D44AAABC67FBAC58810E5C">
    <w:name w:val="EDFE417F59D44AAABC67FBAC58810E5C"/>
    <w:rsid w:val="00EC0C15"/>
  </w:style>
  <w:style w:type="paragraph" w:customStyle="1" w:styleId="F448C8EBE41142ABBB05036316435E4F">
    <w:name w:val="F448C8EBE41142ABBB05036316435E4F"/>
    <w:rsid w:val="00EC0C15"/>
  </w:style>
  <w:style w:type="paragraph" w:customStyle="1" w:styleId="13C5284C2AE8444EA685036B2056EB00">
    <w:name w:val="13C5284C2AE8444EA685036B2056EB00"/>
    <w:rsid w:val="00EC0C15"/>
  </w:style>
  <w:style w:type="paragraph" w:customStyle="1" w:styleId="6564C011FB824D9B9204EC5B1C7A56A9">
    <w:name w:val="6564C011FB824D9B9204EC5B1C7A56A9"/>
    <w:rsid w:val="00EC0C15"/>
  </w:style>
  <w:style w:type="paragraph" w:customStyle="1" w:styleId="3E658D96639B49879A4DF44B5ED476C7">
    <w:name w:val="3E658D96639B49879A4DF44B5ED476C7"/>
    <w:rsid w:val="00EC0C15"/>
  </w:style>
  <w:style w:type="paragraph" w:customStyle="1" w:styleId="AD0176463774498795971CE789EAB3A8">
    <w:name w:val="AD0176463774498795971CE789EAB3A8"/>
    <w:rsid w:val="00EC0C15"/>
  </w:style>
  <w:style w:type="paragraph" w:customStyle="1" w:styleId="C4645105B09B4AE3BB20630D00568958">
    <w:name w:val="C4645105B09B4AE3BB20630D00568958"/>
    <w:rsid w:val="00EC0C15"/>
  </w:style>
  <w:style w:type="paragraph" w:customStyle="1" w:styleId="76160799819046B69D2E309EB71DD53D">
    <w:name w:val="76160799819046B69D2E309EB71DD53D"/>
    <w:rsid w:val="00EC0C15"/>
  </w:style>
  <w:style w:type="paragraph" w:customStyle="1" w:styleId="7D229953AB1341A3855C5AC0163F4D10">
    <w:name w:val="7D229953AB1341A3855C5AC0163F4D10"/>
    <w:rsid w:val="00EC0C15"/>
  </w:style>
  <w:style w:type="paragraph" w:customStyle="1" w:styleId="040E10B38BD843F3903DE36C7B43A9DD">
    <w:name w:val="040E10B38BD843F3903DE36C7B43A9DD"/>
    <w:rsid w:val="00EC0C15"/>
  </w:style>
  <w:style w:type="paragraph" w:customStyle="1" w:styleId="13CA86541E17403B9EBBEB0EC896E9E1">
    <w:name w:val="13CA86541E17403B9EBBEB0EC896E9E1"/>
    <w:rsid w:val="00EC0C15"/>
  </w:style>
  <w:style w:type="paragraph" w:customStyle="1" w:styleId="ACC5F0BF2D5647C2AE1906BC53B9EDE2">
    <w:name w:val="ACC5F0BF2D5647C2AE1906BC53B9EDE2"/>
    <w:rsid w:val="00EC0C15"/>
  </w:style>
  <w:style w:type="paragraph" w:customStyle="1" w:styleId="BC5870DF2C494791A8EE6121C1E15EFE">
    <w:name w:val="BC5870DF2C494791A8EE6121C1E15EFE"/>
    <w:rsid w:val="00EC0C15"/>
  </w:style>
  <w:style w:type="paragraph" w:customStyle="1" w:styleId="D3A53182CB174B2C9FFF4CAF00D8C2B5">
    <w:name w:val="D3A53182CB174B2C9FFF4CAF00D8C2B5"/>
    <w:rsid w:val="00EC0C15"/>
  </w:style>
  <w:style w:type="paragraph" w:customStyle="1" w:styleId="4D607770442148E7A991FE53FC029C2A">
    <w:name w:val="4D607770442148E7A991FE53FC029C2A"/>
    <w:rsid w:val="00EC0C15"/>
  </w:style>
  <w:style w:type="paragraph" w:customStyle="1" w:styleId="094D8CBFBC944B4A8B5D0D99242DD405">
    <w:name w:val="094D8CBFBC944B4A8B5D0D99242DD405"/>
    <w:rsid w:val="00EC0C15"/>
  </w:style>
  <w:style w:type="paragraph" w:customStyle="1" w:styleId="B077009B03EC440DB488998F5B970D96">
    <w:name w:val="B077009B03EC440DB488998F5B970D96"/>
    <w:rsid w:val="00EC0C15"/>
  </w:style>
  <w:style w:type="paragraph" w:customStyle="1" w:styleId="325AE4A9CE9348D2AFCB90CE8D300AF0">
    <w:name w:val="325AE4A9CE9348D2AFCB90CE8D300AF0"/>
    <w:rsid w:val="00EC0C15"/>
  </w:style>
  <w:style w:type="paragraph" w:customStyle="1" w:styleId="030AA3A392B7452C8817AA37DA861849">
    <w:name w:val="030AA3A392B7452C8817AA37DA861849"/>
    <w:rsid w:val="00EC0C15"/>
  </w:style>
  <w:style w:type="paragraph" w:customStyle="1" w:styleId="8604A49184A34D469E6A26CAA1649725">
    <w:name w:val="8604A49184A34D469E6A26CAA1649725"/>
    <w:rsid w:val="00EC0C15"/>
  </w:style>
  <w:style w:type="paragraph" w:customStyle="1" w:styleId="FC486642F19A4819A083EE7F740880D0">
    <w:name w:val="FC486642F19A4819A083EE7F740880D0"/>
    <w:rsid w:val="00EC0C15"/>
  </w:style>
  <w:style w:type="paragraph" w:customStyle="1" w:styleId="08169224AC334F45B51921AB65C223BF">
    <w:name w:val="08169224AC334F45B51921AB65C223BF"/>
    <w:rsid w:val="00EC0C15"/>
  </w:style>
  <w:style w:type="paragraph" w:customStyle="1" w:styleId="C5C6051695664AA3B3ACFED3C5D9BEE1">
    <w:name w:val="C5C6051695664AA3B3ACFED3C5D9BEE1"/>
    <w:rsid w:val="00EC0C15"/>
  </w:style>
  <w:style w:type="paragraph" w:customStyle="1" w:styleId="C7697434B40F4BEFAA272784D748A5EA">
    <w:name w:val="C7697434B40F4BEFAA272784D748A5EA"/>
    <w:rsid w:val="00EC0C15"/>
  </w:style>
  <w:style w:type="paragraph" w:customStyle="1" w:styleId="0612AE91E9DE4F97886332E3366F7D9F">
    <w:name w:val="0612AE91E9DE4F97886332E3366F7D9F"/>
    <w:rsid w:val="00EC0C15"/>
  </w:style>
  <w:style w:type="paragraph" w:customStyle="1" w:styleId="6440843AF48C48589927B556F5F073E8">
    <w:name w:val="6440843AF48C48589927B556F5F073E8"/>
    <w:rsid w:val="00EC0C15"/>
  </w:style>
  <w:style w:type="paragraph" w:customStyle="1" w:styleId="64573F6C1A8042569C1037AAB3BAA262">
    <w:name w:val="64573F6C1A8042569C1037AAB3BAA262"/>
    <w:rsid w:val="00EC0C15"/>
  </w:style>
  <w:style w:type="paragraph" w:customStyle="1" w:styleId="DAA22AFA513A4A47860DE6218E48B565">
    <w:name w:val="DAA22AFA513A4A47860DE6218E48B565"/>
    <w:rsid w:val="00EC0C15"/>
  </w:style>
  <w:style w:type="paragraph" w:customStyle="1" w:styleId="E4A9904BF1D04726BFFE53107E5BCCC9">
    <w:name w:val="E4A9904BF1D04726BFFE53107E5BCCC9"/>
    <w:rsid w:val="00EC0C15"/>
  </w:style>
  <w:style w:type="paragraph" w:customStyle="1" w:styleId="D3197F5B8C6C48E39D7F2BA4A30BF3CC">
    <w:name w:val="D3197F5B8C6C48E39D7F2BA4A30BF3CC"/>
    <w:rsid w:val="00EC0C15"/>
  </w:style>
  <w:style w:type="paragraph" w:customStyle="1" w:styleId="A4EC4E6845B149DAB5E70F10259D7F7F">
    <w:name w:val="A4EC4E6845B149DAB5E70F10259D7F7F"/>
    <w:rsid w:val="00EC0C15"/>
  </w:style>
  <w:style w:type="paragraph" w:customStyle="1" w:styleId="CEE54CBB90464497AA87C6EA4A5246F4">
    <w:name w:val="CEE54CBB90464497AA87C6EA4A5246F4"/>
    <w:rsid w:val="00EC0C15"/>
  </w:style>
  <w:style w:type="paragraph" w:customStyle="1" w:styleId="71DF6281F7694D1CAA91A60DDFF45739">
    <w:name w:val="71DF6281F7694D1CAA91A60DDFF45739"/>
    <w:rsid w:val="00EC0C15"/>
  </w:style>
  <w:style w:type="paragraph" w:customStyle="1" w:styleId="92BE99041866498D86AE6656092B7F31">
    <w:name w:val="92BE99041866498D86AE6656092B7F31"/>
    <w:rsid w:val="00EC0C15"/>
  </w:style>
  <w:style w:type="paragraph" w:customStyle="1" w:styleId="D46E2E31B2E345F88993E03AC38FBDF6">
    <w:name w:val="D46E2E31B2E345F88993E03AC38FBDF6"/>
    <w:rsid w:val="00EC0C15"/>
  </w:style>
  <w:style w:type="paragraph" w:customStyle="1" w:styleId="9565C63416944BBE81E36E7177F9F341">
    <w:name w:val="9565C63416944BBE81E36E7177F9F341"/>
    <w:rsid w:val="00EC0C15"/>
  </w:style>
  <w:style w:type="paragraph" w:customStyle="1" w:styleId="AB1DBEB6820E44F0B35936F61DFDEB8B">
    <w:name w:val="AB1DBEB6820E44F0B35936F61DFDEB8B"/>
    <w:rsid w:val="00EC0C15"/>
  </w:style>
  <w:style w:type="paragraph" w:customStyle="1" w:styleId="EBAE62754F5D4174B9D18678C39B652E">
    <w:name w:val="EBAE62754F5D4174B9D18678C39B652E"/>
    <w:rsid w:val="00EC0C15"/>
  </w:style>
  <w:style w:type="paragraph" w:customStyle="1" w:styleId="F1D013DDD79845FAA3AA55D841F4E2BF">
    <w:name w:val="F1D013DDD79845FAA3AA55D841F4E2BF"/>
    <w:rsid w:val="00EC0C15"/>
  </w:style>
  <w:style w:type="paragraph" w:customStyle="1" w:styleId="3EDA5DEDED5E41F1AC2F462E633F8D0A">
    <w:name w:val="3EDA5DEDED5E41F1AC2F462E633F8D0A"/>
    <w:rsid w:val="00EC0C15"/>
  </w:style>
  <w:style w:type="paragraph" w:customStyle="1" w:styleId="3E9410C8670140FE964DB10E84C48E1A">
    <w:name w:val="3E9410C8670140FE964DB10E84C48E1A"/>
    <w:rsid w:val="00EC0C15"/>
  </w:style>
  <w:style w:type="paragraph" w:customStyle="1" w:styleId="11E5BD95F3ED41CDBCBEBBB2A5290C17">
    <w:name w:val="11E5BD95F3ED41CDBCBEBBB2A5290C17"/>
    <w:rsid w:val="00EC0C15"/>
  </w:style>
  <w:style w:type="paragraph" w:customStyle="1" w:styleId="A76B0BF8180645988F9816E386496C41">
    <w:name w:val="A76B0BF8180645988F9816E386496C41"/>
    <w:rsid w:val="00EC0C15"/>
  </w:style>
  <w:style w:type="paragraph" w:customStyle="1" w:styleId="0D9591CBA0044CA283603536AB93C4CB">
    <w:name w:val="0D9591CBA0044CA283603536AB93C4CB"/>
    <w:rsid w:val="00EC0C15"/>
  </w:style>
  <w:style w:type="paragraph" w:customStyle="1" w:styleId="76DA22321E964C198DB0114D42373916">
    <w:name w:val="76DA22321E964C198DB0114D42373916"/>
    <w:rsid w:val="00EC0C15"/>
  </w:style>
  <w:style w:type="paragraph" w:customStyle="1" w:styleId="DF141A1EE078406EA60B7DB4528F15C0">
    <w:name w:val="DF141A1EE078406EA60B7DB4528F15C0"/>
    <w:rsid w:val="00EC0C15"/>
  </w:style>
  <w:style w:type="paragraph" w:customStyle="1" w:styleId="27D159EC140D4C96AFA529DC41BA4FEC">
    <w:name w:val="27D159EC140D4C96AFA529DC41BA4FEC"/>
    <w:rsid w:val="00EC0C15"/>
  </w:style>
  <w:style w:type="paragraph" w:customStyle="1" w:styleId="968DD34E294D49B3A15C069882A95547">
    <w:name w:val="968DD34E294D49B3A15C069882A95547"/>
    <w:rsid w:val="00EC0C15"/>
  </w:style>
  <w:style w:type="paragraph" w:customStyle="1" w:styleId="6E684D8E949A4B0C9073444E5E42A358">
    <w:name w:val="6E684D8E949A4B0C9073444E5E42A358"/>
    <w:rsid w:val="00EC0C15"/>
  </w:style>
  <w:style w:type="paragraph" w:customStyle="1" w:styleId="F8F553665BE5421DAC77DB560F9742F2">
    <w:name w:val="F8F553665BE5421DAC77DB560F9742F2"/>
    <w:rsid w:val="00EC0C15"/>
  </w:style>
  <w:style w:type="paragraph" w:customStyle="1" w:styleId="B8B3B06669B14ADF8EFC0C5152A7356F">
    <w:name w:val="B8B3B06669B14ADF8EFC0C5152A7356F"/>
    <w:rsid w:val="00EC0C15"/>
  </w:style>
  <w:style w:type="paragraph" w:customStyle="1" w:styleId="8EB61B1377CF4CDB9C716AB5DC3FDBFA">
    <w:name w:val="8EB61B1377CF4CDB9C716AB5DC3FDBFA"/>
    <w:rsid w:val="00EC0C15"/>
  </w:style>
  <w:style w:type="paragraph" w:customStyle="1" w:styleId="2F16CFA9359B4E0FBBAB22FE18B466CD">
    <w:name w:val="2F16CFA9359B4E0FBBAB22FE18B466CD"/>
    <w:rsid w:val="00EC0C15"/>
  </w:style>
  <w:style w:type="paragraph" w:customStyle="1" w:styleId="6B9BFDCE99AA4C7E9E6B04B475458EC8">
    <w:name w:val="6B9BFDCE99AA4C7E9E6B04B475458EC8"/>
    <w:rsid w:val="00EC0C15"/>
  </w:style>
  <w:style w:type="paragraph" w:customStyle="1" w:styleId="4B3CF2FDC88B4D0A8998599157E6D721">
    <w:name w:val="4B3CF2FDC88B4D0A8998599157E6D721"/>
    <w:rsid w:val="00EC0C15"/>
  </w:style>
  <w:style w:type="paragraph" w:customStyle="1" w:styleId="4321F2C4D8EA4411847BDED6CAEA9897">
    <w:name w:val="4321F2C4D8EA4411847BDED6CAEA9897"/>
    <w:rsid w:val="00EC0C15"/>
  </w:style>
  <w:style w:type="paragraph" w:customStyle="1" w:styleId="4ADDB15678FD499C9A1F332A498778F2">
    <w:name w:val="4ADDB15678FD499C9A1F332A498778F2"/>
    <w:rsid w:val="00EC0C15"/>
  </w:style>
  <w:style w:type="paragraph" w:customStyle="1" w:styleId="78D9BE4F58B14D7DA608C111196D2B29">
    <w:name w:val="78D9BE4F58B14D7DA608C111196D2B29"/>
    <w:rsid w:val="00EC0C15"/>
  </w:style>
  <w:style w:type="paragraph" w:customStyle="1" w:styleId="592D3C3F23CE4CD09C16FD0F74BEB0C8">
    <w:name w:val="592D3C3F23CE4CD09C16FD0F74BEB0C8"/>
    <w:rsid w:val="00EC0C15"/>
  </w:style>
  <w:style w:type="paragraph" w:customStyle="1" w:styleId="5FB279111F95493C8E9396827EB7F504">
    <w:name w:val="5FB279111F95493C8E9396827EB7F504"/>
    <w:rsid w:val="00EC0C15"/>
  </w:style>
  <w:style w:type="paragraph" w:customStyle="1" w:styleId="DF6E4449AE01455BB50B84573A52AB34">
    <w:name w:val="DF6E4449AE01455BB50B84573A52AB34"/>
    <w:rsid w:val="00EC0C15"/>
  </w:style>
  <w:style w:type="paragraph" w:customStyle="1" w:styleId="99BC91BC66854717A9014DFD851A5AC0">
    <w:name w:val="99BC91BC66854717A9014DFD851A5AC0"/>
    <w:rsid w:val="00EC0C15"/>
  </w:style>
  <w:style w:type="paragraph" w:customStyle="1" w:styleId="A8A4B02FA73C4D7BB9637D6F5575C627">
    <w:name w:val="A8A4B02FA73C4D7BB9637D6F5575C627"/>
    <w:rsid w:val="00EC0C15"/>
  </w:style>
  <w:style w:type="paragraph" w:customStyle="1" w:styleId="2DFF8D41FD0144C98806F2E00B10CE30">
    <w:name w:val="2DFF8D41FD0144C98806F2E00B10CE30"/>
    <w:rsid w:val="00EC0C15"/>
  </w:style>
  <w:style w:type="paragraph" w:customStyle="1" w:styleId="6BEA1256725E4E6CB55C3E98856E1D55">
    <w:name w:val="6BEA1256725E4E6CB55C3E98856E1D55"/>
    <w:rsid w:val="00EC0C15"/>
  </w:style>
  <w:style w:type="paragraph" w:customStyle="1" w:styleId="3719A828783948D8B0C0EC90AFCAF928">
    <w:name w:val="3719A828783948D8B0C0EC90AFCAF928"/>
    <w:rsid w:val="00EC0C15"/>
  </w:style>
  <w:style w:type="paragraph" w:customStyle="1" w:styleId="95DBEE74A1134D97AA3C645747E13F9F">
    <w:name w:val="95DBEE74A1134D97AA3C645747E13F9F"/>
    <w:rsid w:val="00EC0C15"/>
  </w:style>
  <w:style w:type="paragraph" w:customStyle="1" w:styleId="B45B217AE3E14ECA9AB50D23E366B43A">
    <w:name w:val="B45B217AE3E14ECA9AB50D23E366B43A"/>
    <w:rsid w:val="00EC0C15"/>
  </w:style>
  <w:style w:type="paragraph" w:customStyle="1" w:styleId="350BD63C8CF2448E8BD502751A14EC8C">
    <w:name w:val="350BD63C8CF2448E8BD502751A14EC8C"/>
    <w:rsid w:val="00EC0C15"/>
  </w:style>
  <w:style w:type="paragraph" w:customStyle="1" w:styleId="97D5434A040049CCA4B1523A8EEECC86">
    <w:name w:val="97D5434A040049CCA4B1523A8EEECC86"/>
    <w:rsid w:val="00EC0C15"/>
  </w:style>
  <w:style w:type="paragraph" w:customStyle="1" w:styleId="F418510BB69144528989BD243A053C34">
    <w:name w:val="F418510BB69144528989BD243A053C34"/>
    <w:rsid w:val="00EC0C15"/>
  </w:style>
  <w:style w:type="paragraph" w:customStyle="1" w:styleId="CADDD3F34EA34D379BB45C8AF1EC55D2">
    <w:name w:val="CADDD3F34EA34D379BB45C8AF1EC55D2"/>
    <w:rsid w:val="00EC0C15"/>
  </w:style>
  <w:style w:type="paragraph" w:customStyle="1" w:styleId="945FA532892E4163BF6B335F133DD1DE">
    <w:name w:val="945FA532892E4163BF6B335F133DD1DE"/>
    <w:rsid w:val="00EC0C15"/>
  </w:style>
  <w:style w:type="paragraph" w:customStyle="1" w:styleId="6775C1819A2E4B4BA504C3C91021DF56">
    <w:name w:val="6775C1819A2E4B4BA504C3C91021DF56"/>
    <w:rsid w:val="00EC0C15"/>
  </w:style>
  <w:style w:type="paragraph" w:customStyle="1" w:styleId="FB6FE2CA11E84443A6BDA38B84E6B782">
    <w:name w:val="FB6FE2CA11E84443A6BDA38B84E6B782"/>
    <w:rsid w:val="00EC0C15"/>
  </w:style>
  <w:style w:type="paragraph" w:customStyle="1" w:styleId="8A0EF8E547EB41D9A47C40F91BB7A139">
    <w:name w:val="8A0EF8E547EB41D9A47C40F91BB7A139"/>
    <w:rsid w:val="00EC0C15"/>
  </w:style>
  <w:style w:type="paragraph" w:customStyle="1" w:styleId="DB0F20C4F93F467B903674629C288802">
    <w:name w:val="DB0F20C4F93F467B903674629C288802"/>
    <w:rsid w:val="00EC0C15"/>
  </w:style>
  <w:style w:type="paragraph" w:customStyle="1" w:styleId="9C2B4D4C57FB415980F3A648C727EC43">
    <w:name w:val="9C2B4D4C57FB415980F3A648C727EC43"/>
    <w:rsid w:val="00EC0C15"/>
  </w:style>
  <w:style w:type="paragraph" w:customStyle="1" w:styleId="6E793FB9FDFF4C719A0B3546D249C0F1">
    <w:name w:val="6E793FB9FDFF4C719A0B3546D249C0F1"/>
    <w:rsid w:val="00EC0C15"/>
  </w:style>
  <w:style w:type="paragraph" w:customStyle="1" w:styleId="7434483F5F664C0B9A56277215ED69CE">
    <w:name w:val="7434483F5F664C0B9A56277215ED69CE"/>
    <w:rsid w:val="00EC0C15"/>
  </w:style>
  <w:style w:type="paragraph" w:customStyle="1" w:styleId="04B4160C7D0740D8B8651B540F716783">
    <w:name w:val="04B4160C7D0740D8B8651B540F716783"/>
    <w:rsid w:val="00EC0C15"/>
  </w:style>
  <w:style w:type="paragraph" w:customStyle="1" w:styleId="0CD671343341413F92BBE7FE4FF9016E">
    <w:name w:val="0CD671343341413F92BBE7FE4FF9016E"/>
    <w:rsid w:val="00BC7FCB"/>
  </w:style>
  <w:style w:type="paragraph" w:customStyle="1" w:styleId="3364C6ADB3204C3E88907A0F1E68BCF9">
    <w:name w:val="3364C6ADB3204C3E88907A0F1E68BCF9"/>
    <w:rsid w:val="00BC7FCB"/>
  </w:style>
  <w:style w:type="paragraph" w:customStyle="1" w:styleId="A7423B7AB36249F2BB5ECFFC2C696D84">
    <w:name w:val="A7423B7AB36249F2BB5ECFFC2C696D84"/>
    <w:rsid w:val="00BC7FCB"/>
  </w:style>
  <w:style w:type="paragraph" w:customStyle="1" w:styleId="FD801E1C77874F258AFE6E56DFEFD56D">
    <w:name w:val="FD801E1C77874F258AFE6E56DFEFD56D"/>
    <w:rsid w:val="00BC7FCB"/>
  </w:style>
  <w:style w:type="paragraph" w:customStyle="1" w:styleId="28B54E43276C4A76B5B773DA09457531">
    <w:name w:val="28B54E43276C4A76B5B773DA09457531"/>
    <w:rsid w:val="00BC7FCB"/>
  </w:style>
  <w:style w:type="paragraph" w:customStyle="1" w:styleId="1922519F8E434F918495112BC1A34AA9">
    <w:name w:val="1922519F8E434F918495112BC1A34AA9"/>
    <w:rsid w:val="00BC7FCB"/>
  </w:style>
  <w:style w:type="paragraph" w:customStyle="1" w:styleId="CC948B493C184B2794DA297169DA195B">
    <w:name w:val="CC948B493C184B2794DA297169DA195B"/>
    <w:rsid w:val="00BC7FCB"/>
  </w:style>
  <w:style w:type="paragraph" w:customStyle="1" w:styleId="53C19665E70443B3A81F14F5F8EB99CA">
    <w:name w:val="53C19665E70443B3A81F14F5F8EB99CA"/>
    <w:rsid w:val="00BC7FCB"/>
  </w:style>
  <w:style w:type="paragraph" w:customStyle="1" w:styleId="342DA53C800442D6B1A10CB4778B5564">
    <w:name w:val="342DA53C800442D6B1A10CB4778B5564"/>
    <w:rsid w:val="00BC7FCB"/>
  </w:style>
  <w:style w:type="paragraph" w:customStyle="1" w:styleId="BFC9CD53C07E4BE6BC42D11CAD05D05A">
    <w:name w:val="BFC9CD53C07E4BE6BC42D11CAD05D05A"/>
    <w:rsid w:val="00BC7FCB"/>
  </w:style>
  <w:style w:type="paragraph" w:customStyle="1" w:styleId="BBFA6576CE71498AA9709B2F25B02DCC">
    <w:name w:val="BBFA6576CE71498AA9709B2F25B02DCC"/>
    <w:rsid w:val="00BC7FCB"/>
  </w:style>
  <w:style w:type="paragraph" w:customStyle="1" w:styleId="C92F55901DCA4D5D81581D21016DFE73">
    <w:name w:val="C92F55901DCA4D5D81581D21016DFE73"/>
    <w:rsid w:val="00BC7FCB"/>
  </w:style>
  <w:style w:type="paragraph" w:customStyle="1" w:styleId="55F0695BDA114BA1ACE66094C4586C14">
    <w:name w:val="55F0695BDA114BA1ACE66094C4586C14"/>
    <w:rsid w:val="00BC7FCB"/>
  </w:style>
  <w:style w:type="paragraph" w:customStyle="1" w:styleId="EA17EA4691404C379AE170FCA5F5658B">
    <w:name w:val="EA17EA4691404C379AE170FCA5F5658B"/>
    <w:rsid w:val="00BC7FCB"/>
  </w:style>
  <w:style w:type="paragraph" w:customStyle="1" w:styleId="DF546383521A470D9D8A8F97B7AAECAE">
    <w:name w:val="DF546383521A470D9D8A8F97B7AAECAE"/>
    <w:rsid w:val="00BC7FCB"/>
  </w:style>
  <w:style w:type="paragraph" w:customStyle="1" w:styleId="2B6E16CAEC6A4C70B341FB33D26EFC91">
    <w:name w:val="2B6E16CAEC6A4C70B341FB33D26EFC91"/>
    <w:rsid w:val="00BC7FCB"/>
  </w:style>
  <w:style w:type="paragraph" w:customStyle="1" w:styleId="150C413734EF4A2681730201061D1400">
    <w:name w:val="150C413734EF4A2681730201061D1400"/>
    <w:rsid w:val="00BC7FCB"/>
  </w:style>
  <w:style w:type="paragraph" w:customStyle="1" w:styleId="B9E111961C4C462BB13516E230712C12">
    <w:name w:val="B9E111961C4C462BB13516E230712C12"/>
    <w:rsid w:val="00BC7FCB"/>
  </w:style>
  <w:style w:type="paragraph" w:customStyle="1" w:styleId="98DC43FCC23B453F9D34003857FAC1CD">
    <w:name w:val="98DC43FCC23B453F9D34003857FAC1CD"/>
    <w:rsid w:val="00BC7FCB"/>
  </w:style>
  <w:style w:type="paragraph" w:customStyle="1" w:styleId="AF781CDD52F545D98FDB40157E66F862">
    <w:name w:val="AF781CDD52F545D98FDB40157E66F862"/>
    <w:rsid w:val="00BC7FCB"/>
  </w:style>
  <w:style w:type="paragraph" w:customStyle="1" w:styleId="052E57336E004F0BB6CDB5E3E391B902">
    <w:name w:val="052E57336E004F0BB6CDB5E3E391B902"/>
    <w:rsid w:val="00BC7FCB"/>
  </w:style>
  <w:style w:type="paragraph" w:customStyle="1" w:styleId="1158D70693A04F01BE3D5629931A16D9">
    <w:name w:val="1158D70693A04F01BE3D5629931A16D9"/>
    <w:rsid w:val="00BC7FCB"/>
  </w:style>
  <w:style w:type="paragraph" w:customStyle="1" w:styleId="5CA81F94F0BD4AC3A4F6A1E8DDEB3C75">
    <w:name w:val="5CA81F94F0BD4AC3A4F6A1E8DDEB3C75"/>
    <w:rsid w:val="00BC7FCB"/>
  </w:style>
  <w:style w:type="paragraph" w:customStyle="1" w:styleId="9DD1D8A2BFAC427FA7F6B5289E39DFFB">
    <w:name w:val="9DD1D8A2BFAC427FA7F6B5289E39DFFB"/>
    <w:rsid w:val="00BC7FCB"/>
  </w:style>
  <w:style w:type="paragraph" w:customStyle="1" w:styleId="80A2D07B42E242DFAE8D2080B390A0AD">
    <w:name w:val="80A2D07B42E242DFAE8D2080B390A0AD"/>
    <w:rsid w:val="00BC7FCB"/>
  </w:style>
  <w:style w:type="paragraph" w:customStyle="1" w:styleId="AB64E13B9BE9481CAF527F153E7D1FD9">
    <w:name w:val="AB64E13B9BE9481CAF527F153E7D1FD9"/>
    <w:rsid w:val="00BC7FCB"/>
  </w:style>
  <w:style w:type="paragraph" w:customStyle="1" w:styleId="D1D85A3893A5456EB12FBE2F1DDE1ADD">
    <w:name w:val="D1D85A3893A5456EB12FBE2F1DDE1ADD"/>
    <w:rsid w:val="00BC7FCB"/>
  </w:style>
  <w:style w:type="paragraph" w:customStyle="1" w:styleId="B447822334234202867096B45B03F1E7">
    <w:name w:val="B447822334234202867096B45B03F1E7"/>
    <w:rsid w:val="00BC7FCB"/>
  </w:style>
  <w:style w:type="paragraph" w:customStyle="1" w:styleId="2CFF2F54E1174E5C8689FB0C7B685717">
    <w:name w:val="2CFF2F54E1174E5C8689FB0C7B685717"/>
    <w:rsid w:val="00BC7FCB"/>
  </w:style>
  <w:style w:type="paragraph" w:customStyle="1" w:styleId="1E1DA601704E4F15870FF1E6EAC39260">
    <w:name w:val="1E1DA601704E4F15870FF1E6EAC39260"/>
    <w:rsid w:val="00BC7FCB"/>
  </w:style>
  <w:style w:type="paragraph" w:customStyle="1" w:styleId="D04FCA4A837D4FFD9C21D11F42668A6C">
    <w:name w:val="D04FCA4A837D4FFD9C21D11F42668A6C"/>
    <w:rsid w:val="00BC7FCB"/>
  </w:style>
  <w:style w:type="paragraph" w:customStyle="1" w:styleId="18B9639795764020B408E78E2DF32B2E">
    <w:name w:val="18B9639795764020B408E78E2DF32B2E"/>
    <w:rsid w:val="00BC7FCB"/>
  </w:style>
  <w:style w:type="paragraph" w:customStyle="1" w:styleId="8476C5BABA3B41ACBD398D85DD0959AE">
    <w:name w:val="8476C5BABA3B41ACBD398D85DD0959AE"/>
    <w:rsid w:val="00BC7FCB"/>
  </w:style>
  <w:style w:type="paragraph" w:customStyle="1" w:styleId="5A00A4A7CCC64C8A818CEB733300685D">
    <w:name w:val="5A00A4A7CCC64C8A818CEB733300685D"/>
    <w:rsid w:val="00BC7FCB"/>
  </w:style>
  <w:style w:type="paragraph" w:customStyle="1" w:styleId="B536E5FF6796470787E21729C0373324">
    <w:name w:val="B536E5FF6796470787E21729C0373324"/>
    <w:rsid w:val="00BC7FCB"/>
  </w:style>
  <w:style w:type="paragraph" w:customStyle="1" w:styleId="C7A3CDA5EBFD4D86877E5E6B825E47DB">
    <w:name w:val="C7A3CDA5EBFD4D86877E5E6B825E47DB"/>
    <w:rsid w:val="00BC7FCB"/>
  </w:style>
  <w:style w:type="paragraph" w:customStyle="1" w:styleId="1C5B9B3CB4BC4478882650BA65AE5376">
    <w:name w:val="1C5B9B3CB4BC4478882650BA65AE5376"/>
    <w:rsid w:val="00BC7FCB"/>
  </w:style>
  <w:style w:type="paragraph" w:customStyle="1" w:styleId="6E356915BB7D4121895D42B01B34D857">
    <w:name w:val="6E356915BB7D4121895D42B01B34D857"/>
    <w:rsid w:val="00BC7FCB"/>
  </w:style>
  <w:style w:type="paragraph" w:customStyle="1" w:styleId="71C6BCD9063C497F85C7A3060E63AE9B">
    <w:name w:val="71C6BCD9063C497F85C7A3060E63AE9B"/>
    <w:rsid w:val="00BC7FCB"/>
  </w:style>
  <w:style w:type="paragraph" w:customStyle="1" w:styleId="540DD780ED0C4DC688BA4FD1775652A9">
    <w:name w:val="540DD780ED0C4DC688BA4FD1775652A9"/>
    <w:rsid w:val="00BC7FCB"/>
  </w:style>
  <w:style w:type="paragraph" w:customStyle="1" w:styleId="33FFE73203DA467DBF740133929ECE73">
    <w:name w:val="33FFE73203DA467DBF740133929ECE73"/>
    <w:rsid w:val="00BC7FCB"/>
  </w:style>
  <w:style w:type="paragraph" w:customStyle="1" w:styleId="10659FB5790343B9A757D2F5F96D7913">
    <w:name w:val="10659FB5790343B9A757D2F5F96D7913"/>
    <w:rsid w:val="00BC7FCB"/>
  </w:style>
  <w:style w:type="paragraph" w:customStyle="1" w:styleId="985535D9C81A401EBE1FF1945BD4B0A8">
    <w:name w:val="985535D9C81A401EBE1FF1945BD4B0A8"/>
    <w:rsid w:val="00BC7FCB"/>
  </w:style>
  <w:style w:type="paragraph" w:customStyle="1" w:styleId="7BC8C5A5551B4412B94D2FC603ED59AF">
    <w:name w:val="7BC8C5A5551B4412B94D2FC603ED59AF"/>
    <w:rsid w:val="00BC7FCB"/>
  </w:style>
  <w:style w:type="paragraph" w:customStyle="1" w:styleId="139D157CCEEA4F25BBC00AD2FFB3A859">
    <w:name w:val="139D157CCEEA4F25BBC00AD2FFB3A859"/>
    <w:rsid w:val="00BC7FCB"/>
  </w:style>
  <w:style w:type="paragraph" w:customStyle="1" w:styleId="A0D24F492A4842C78C9F4FBCCA516B26">
    <w:name w:val="A0D24F492A4842C78C9F4FBCCA516B26"/>
    <w:rsid w:val="00BC7FCB"/>
  </w:style>
  <w:style w:type="paragraph" w:customStyle="1" w:styleId="678623AEE4C044AAA05D4700A2CCC909">
    <w:name w:val="678623AEE4C044AAA05D4700A2CCC909"/>
    <w:rsid w:val="00BC7FCB"/>
  </w:style>
  <w:style w:type="paragraph" w:customStyle="1" w:styleId="FCBF7B16ED7F4B0EAB1C9BF70BC32CFC">
    <w:name w:val="FCBF7B16ED7F4B0EAB1C9BF70BC32CFC"/>
    <w:rsid w:val="00BC7FCB"/>
  </w:style>
  <w:style w:type="paragraph" w:customStyle="1" w:styleId="96A4B02DCBB443A4A2974E62C4F62C6A">
    <w:name w:val="96A4B02DCBB443A4A2974E62C4F62C6A"/>
    <w:rsid w:val="00BC7FCB"/>
  </w:style>
  <w:style w:type="paragraph" w:customStyle="1" w:styleId="BC89C52015794C9F98B0DC700F0A0174">
    <w:name w:val="BC89C52015794C9F98B0DC700F0A0174"/>
    <w:rsid w:val="00BC7FCB"/>
  </w:style>
  <w:style w:type="paragraph" w:customStyle="1" w:styleId="81CEAF8D92DC421B95D6E531D380B071">
    <w:name w:val="81CEAF8D92DC421B95D6E531D380B071"/>
    <w:rsid w:val="00BC7FCB"/>
  </w:style>
  <w:style w:type="paragraph" w:customStyle="1" w:styleId="CD677ADFE8D848738DBC8D139A6C536C">
    <w:name w:val="CD677ADFE8D848738DBC8D139A6C536C"/>
    <w:rsid w:val="00BC7FCB"/>
  </w:style>
  <w:style w:type="paragraph" w:customStyle="1" w:styleId="98FA114EF6EB41D5ABE9D13C7B67E12D">
    <w:name w:val="98FA114EF6EB41D5ABE9D13C7B67E12D"/>
    <w:rsid w:val="00BC7FCB"/>
  </w:style>
  <w:style w:type="paragraph" w:customStyle="1" w:styleId="C73FB8A3BF244C73992B111D46B190D0">
    <w:name w:val="C73FB8A3BF244C73992B111D46B190D0"/>
    <w:rsid w:val="00BC7FCB"/>
  </w:style>
  <w:style w:type="paragraph" w:customStyle="1" w:styleId="AC893AF476BE472B87378BEB57FEC45C">
    <w:name w:val="AC893AF476BE472B87378BEB57FEC45C"/>
    <w:rsid w:val="00BC7FCB"/>
  </w:style>
  <w:style w:type="paragraph" w:customStyle="1" w:styleId="40CBF042C63944BDA6CF9C2FCD4F09F8">
    <w:name w:val="40CBF042C63944BDA6CF9C2FCD4F09F8"/>
    <w:rsid w:val="00BC7FCB"/>
  </w:style>
  <w:style w:type="paragraph" w:customStyle="1" w:styleId="5A246DB905624891A28B53751872AF51">
    <w:name w:val="5A246DB905624891A28B53751872AF51"/>
    <w:rsid w:val="00BC7FCB"/>
  </w:style>
  <w:style w:type="paragraph" w:customStyle="1" w:styleId="2F802A91282C4FDB88D70A650221E3A3">
    <w:name w:val="2F802A91282C4FDB88D70A650221E3A3"/>
    <w:rsid w:val="00BC7FCB"/>
  </w:style>
  <w:style w:type="paragraph" w:customStyle="1" w:styleId="F302AE41131C4EE398AD03E13A6C4174">
    <w:name w:val="F302AE41131C4EE398AD03E13A6C4174"/>
    <w:rsid w:val="00BC7FCB"/>
  </w:style>
  <w:style w:type="paragraph" w:customStyle="1" w:styleId="E86F576FF1D74751856366D1866D24DF">
    <w:name w:val="E86F576FF1D74751856366D1866D24DF"/>
    <w:rsid w:val="00BC7FCB"/>
  </w:style>
  <w:style w:type="paragraph" w:customStyle="1" w:styleId="B9244285B5D8402A824311828B04B13B">
    <w:name w:val="B9244285B5D8402A824311828B04B13B"/>
    <w:rsid w:val="00BC7FCB"/>
  </w:style>
  <w:style w:type="paragraph" w:customStyle="1" w:styleId="6FF30ABEB17B487085053ECCF1251222">
    <w:name w:val="6FF30ABEB17B487085053ECCF1251222"/>
    <w:rsid w:val="00BC7FCB"/>
  </w:style>
  <w:style w:type="paragraph" w:customStyle="1" w:styleId="E0C3DCCAF52E4D28B8273D99DBFA40E1">
    <w:name w:val="E0C3DCCAF52E4D28B8273D99DBFA40E1"/>
    <w:rsid w:val="00BC7FCB"/>
  </w:style>
  <w:style w:type="paragraph" w:customStyle="1" w:styleId="DF4F054719164A12910018CCA4F869E7">
    <w:name w:val="DF4F054719164A12910018CCA4F869E7"/>
    <w:rsid w:val="00BC7FCB"/>
  </w:style>
  <w:style w:type="paragraph" w:customStyle="1" w:styleId="26FDB30EA59E4718A6CA96B17C27F7D1">
    <w:name w:val="26FDB30EA59E4718A6CA96B17C27F7D1"/>
    <w:rsid w:val="00BC7FCB"/>
  </w:style>
  <w:style w:type="paragraph" w:customStyle="1" w:styleId="7EFF1A832B2248A99BD97C64929A7A43">
    <w:name w:val="7EFF1A832B2248A99BD97C64929A7A43"/>
    <w:rsid w:val="00BC7FCB"/>
  </w:style>
  <w:style w:type="paragraph" w:customStyle="1" w:styleId="0F3BC2FA85824924A77B71F490B4163E">
    <w:name w:val="0F3BC2FA85824924A77B71F490B4163E"/>
    <w:rsid w:val="00BC7FCB"/>
  </w:style>
  <w:style w:type="paragraph" w:customStyle="1" w:styleId="FDAFBDF87E82476F95C47C5CFB639DD6">
    <w:name w:val="FDAFBDF87E82476F95C47C5CFB639DD6"/>
    <w:rsid w:val="00BC7FCB"/>
  </w:style>
  <w:style w:type="paragraph" w:customStyle="1" w:styleId="C1DFB7E6E3844FD9819081A76F8B7F05">
    <w:name w:val="C1DFB7E6E3844FD9819081A76F8B7F05"/>
    <w:rsid w:val="00BC7FCB"/>
  </w:style>
  <w:style w:type="paragraph" w:customStyle="1" w:styleId="AA50ABE569B94769B6FD1A890EF37B43">
    <w:name w:val="AA50ABE569B94769B6FD1A890EF37B43"/>
    <w:rsid w:val="00BC7FCB"/>
  </w:style>
  <w:style w:type="paragraph" w:customStyle="1" w:styleId="A71210EB58474FE08EEB37D14B5C6EFF">
    <w:name w:val="A71210EB58474FE08EEB37D14B5C6EFF"/>
    <w:rsid w:val="00BC7FCB"/>
  </w:style>
  <w:style w:type="paragraph" w:customStyle="1" w:styleId="DE7E008C2CAF4F0B8B5E2DD882F60EA9">
    <w:name w:val="DE7E008C2CAF4F0B8B5E2DD882F60EA9"/>
    <w:rsid w:val="00BC7FCB"/>
  </w:style>
  <w:style w:type="paragraph" w:customStyle="1" w:styleId="0C78F14D4B954D5BA8481B9B3136D6FD">
    <w:name w:val="0C78F14D4B954D5BA8481B9B3136D6FD"/>
    <w:rsid w:val="006C583C"/>
  </w:style>
  <w:style w:type="paragraph" w:customStyle="1" w:styleId="36052FC18C564D56969BB27F8E3D9DC3">
    <w:name w:val="36052FC18C564D56969BB27F8E3D9DC3"/>
    <w:rsid w:val="006C583C"/>
  </w:style>
  <w:style w:type="paragraph" w:customStyle="1" w:styleId="E65A3107CB994E1D8AC544AD94328E5B">
    <w:name w:val="E65A3107CB994E1D8AC544AD94328E5B"/>
    <w:rsid w:val="006C583C"/>
  </w:style>
  <w:style w:type="paragraph" w:customStyle="1" w:styleId="159CBE1AD49244EA9ACD15551E553DF5">
    <w:name w:val="159CBE1AD49244EA9ACD15551E553DF5"/>
    <w:rsid w:val="006C583C"/>
  </w:style>
  <w:style w:type="paragraph" w:customStyle="1" w:styleId="F7A7F731E36944389055D982D0CACC17">
    <w:name w:val="F7A7F731E36944389055D982D0CACC17"/>
    <w:rsid w:val="006C583C"/>
  </w:style>
  <w:style w:type="paragraph" w:customStyle="1" w:styleId="33D6E78E0D624855A0511138AF63E51E">
    <w:name w:val="33D6E78E0D624855A0511138AF63E51E"/>
    <w:rsid w:val="006C583C"/>
  </w:style>
  <w:style w:type="paragraph" w:customStyle="1" w:styleId="E7BC3CCE67374014BC2299FC0A58A641">
    <w:name w:val="E7BC3CCE67374014BC2299FC0A58A641"/>
    <w:rsid w:val="006C583C"/>
  </w:style>
  <w:style w:type="paragraph" w:customStyle="1" w:styleId="3108178CD8B9488D84FE03CFEA1D90AD">
    <w:name w:val="3108178CD8B9488D84FE03CFEA1D90AD"/>
    <w:rsid w:val="006C583C"/>
  </w:style>
  <w:style w:type="paragraph" w:customStyle="1" w:styleId="A17B8798793B478EA41B534E23EC7CDF">
    <w:name w:val="A17B8798793B478EA41B534E23EC7CDF"/>
    <w:rsid w:val="006C583C"/>
  </w:style>
  <w:style w:type="paragraph" w:customStyle="1" w:styleId="B0868EF70D9745B19AE043F59AA2565C">
    <w:name w:val="B0868EF70D9745B19AE043F59AA2565C"/>
    <w:rsid w:val="006C583C"/>
  </w:style>
  <w:style w:type="paragraph" w:customStyle="1" w:styleId="EC9C93EDEDB24A15B25020E0976C87A0">
    <w:name w:val="EC9C93EDEDB24A15B25020E0976C87A0"/>
    <w:rsid w:val="006C583C"/>
  </w:style>
  <w:style w:type="paragraph" w:customStyle="1" w:styleId="EE5A3B0C9292445A9FF9CD65658E7CCF">
    <w:name w:val="EE5A3B0C9292445A9FF9CD65658E7CCF"/>
    <w:rsid w:val="006C583C"/>
  </w:style>
  <w:style w:type="paragraph" w:customStyle="1" w:styleId="F1B07054FE38489C928217567705C67B">
    <w:name w:val="F1B07054FE38489C928217567705C67B"/>
    <w:rsid w:val="006C583C"/>
  </w:style>
  <w:style w:type="paragraph" w:customStyle="1" w:styleId="2A5496CE898B41C2AD8EABA400533B7D">
    <w:name w:val="2A5496CE898B41C2AD8EABA400533B7D"/>
    <w:rsid w:val="006C583C"/>
  </w:style>
  <w:style w:type="paragraph" w:customStyle="1" w:styleId="FD15963AB3FC41E28CAE8D842A483956">
    <w:name w:val="FD15963AB3FC41E28CAE8D842A483956"/>
    <w:rsid w:val="006C583C"/>
  </w:style>
  <w:style w:type="paragraph" w:customStyle="1" w:styleId="7B690C9023574DAB8141D2D983F2AE77">
    <w:name w:val="7B690C9023574DAB8141D2D983F2AE77"/>
    <w:rsid w:val="006C583C"/>
  </w:style>
  <w:style w:type="paragraph" w:customStyle="1" w:styleId="88CBF0E7A4444311A3CB441F573F9571">
    <w:name w:val="88CBF0E7A4444311A3CB441F573F9571"/>
    <w:rsid w:val="006C583C"/>
  </w:style>
  <w:style w:type="paragraph" w:customStyle="1" w:styleId="940CFBBA8DEB4DE4AFF5E562FE23A410">
    <w:name w:val="940CFBBA8DEB4DE4AFF5E562FE23A410"/>
    <w:rsid w:val="006C583C"/>
  </w:style>
  <w:style w:type="paragraph" w:customStyle="1" w:styleId="1556B40CCA3D47229BDA665B48067B78">
    <w:name w:val="1556B40CCA3D47229BDA665B48067B78"/>
    <w:rsid w:val="006C583C"/>
  </w:style>
  <w:style w:type="paragraph" w:customStyle="1" w:styleId="1102B74B34944F57A703CCD5FAD7E702">
    <w:name w:val="1102B74B34944F57A703CCD5FAD7E702"/>
    <w:rsid w:val="006C583C"/>
  </w:style>
  <w:style w:type="paragraph" w:customStyle="1" w:styleId="B565024DBCBD4407BA944DB6F921F21F">
    <w:name w:val="B565024DBCBD4407BA944DB6F921F21F"/>
    <w:rsid w:val="006C583C"/>
  </w:style>
  <w:style w:type="paragraph" w:customStyle="1" w:styleId="1B59623D95D24F47A2B71D5E6288D9A1">
    <w:name w:val="1B59623D95D24F47A2B71D5E6288D9A1"/>
    <w:rsid w:val="006C583C"/>
  </w:style>
  <w:style w:type="paragraph" w:customStyle="1" w:styleId="9EA3C9FE800B41FF8550F780A8FFFA03">
    <w:name w:val="9EA3C9FE800B41FF8550F780A8FFFA03"/>
    <w:rsid w:val="006C583C"/>
  </w:style>
  <w:style w:type="paragraph" w:customStyle="1" w:styleId="5886A1539C684D11B1FC770BA68CE94A">
    <w:name w:val="5886A1539C684D11B1FC770BA68CE94A"/>
    <w:rsid w:val="006C583C"/>
  </w:style>
  <w:style w:type="paragraph" w:customStyle="1" w:styleId="26EFD3A6F5CB4DD08C28E6E29BD534DC">
    <w:name w:val="26EFD3A6F5CB4DD08C28E6E29BD534DC"/>
    <w:rsid w:val="006C583C"/>
  </w:style>
  <w:style w:type="paragraph" w:customStyle="1" w:styleId="46304FCD28524E3EB34B8FE97F28633C">
    <w:name w:val="46304FCD28524E3EB34B8FE97F28633C"/>
    <w:rsid w:val="006C583C"/>
  </w:style>
  <w:style w:type="paragraph" w:customStyle="1" w:styleId="C0AC9B1329BE4888B64169003C7E1FAB">
    <w:name w:val="C0AC9B1329BE4888B64169003C7E1FAB"/>
    <w:rsid w:val="006C583C"/>
  </w:style>
  <w:style w:type="paragraph" w:customStyle="1" w:styleId="146BC222BC2E4C0DB75C7B78541C5F43">
    <w:name w:val="146BC222BC2E4C0DB75C7B78541C5F43"/>
    <w:rsid w:val="006C583C"/>
  </w:style>
  <w:style w:type="paragraph" w:customStyle="1" w:styleId="E0D9825ADAEB4F8A98C5B8AB17A10594">
    <w:name w:val="E0D9825ADAEB4F8A98C5B8AB17A10594"/>
    <w:rsid w:val="006C583C"/>
  </w:style>
  <w:style w:type="paragraph" w:customStyle="1" w:styleId="BA9223A3B18B41C3A7BCF705C197F3C4">
    <w:name w:val="BA9223A3B18B41C3A7BCF705C197F3C4"/>
    <w:rsid w:val="006C583C"/>
  </w:style>
  <w:style w:type="paragraph" w:customStyle="1" w:styleId="01B07DFC9EAC4C6CA2CC38324BDD6CAE">
    <w:name w:val="01B07DFC9EAC4C6CA2CC38324BDD6CAE"/>
    <w:rsid w:val="006C583C"/>
  </w:style>
  <w:style w:type="paragraph" w:customStyle="1" w:styleId="81FB2001B8C442CE854D10974817C8BA">
    <w:name w:val="81FB2001B8C442CE854D10974817C8BA"/>
    <w:rsid w:val="006C583C"/>
  </w:style>
  <w:style w:type="paragraph" w:customStyle="1" w:styleId="63785C5D52AE4EB9A76DB367D38D9724">
    <w:name w:val="63785C5D52AE4EB9A76DB367D38D9724"/>
    <w:rsid w:val="006C583C"/>
  </w:style>
  <w:style w:type="paragraph" w:customStyle="1" w:styleId="2D00B1DE294C46AD96B7F0963CB677A8">
    <w:name w:val="2D00B1DE294C46AD96B7F0963CB677A8"/>
    <w:rsid w:val="006C583C"/>
  </w:style>
  <w:style w:type="paragraph" w:customStyle="1" w:styleId="BE2F0F2CF30947CC87A283608E741B62">
    <w:name w:val="BE2F0F2CF30947CC87A283608E741B62"/>
    <w:rsid w:val="006C583C"/>
  </w:style>
  <w:style w:type="paragraph" w:customStyle="1" w:styleId="9E590B2A8FDF47E6886CC41C7BD065AA">
    <w:name w:val="9E590B2A8FDF47E6886CC41C7BD065AA"/>
    <w:rsid w:val="006C583C"/>
  </w:style>
  <w:style w:type="paragraph" w:customStyle="1" w:styleId="C2C1DA91773D4E4C859BCB033D3E4864">
    <w:name w:val="C2C1DA91773D4E4C859BCB033D3E4864"/>
    <w:rsid w:val="006C583C"/>
  </w:style>
  <w:style w:type="paragraph" w:customStyle="1" w:styleId="08A56FED6100469DAEFDAEE8E1691A64">
    <w:name w:val="08A56FED6100469DAEFDAEE8E1691A64"/>
    <w:rsid w:val="006C583C"/>
  </w:style>
  <w:style w:type="paragraph" w:customStyle="1" w:styleId="2941431B3A6C4EF7A2DDCF7655CDAC7B">
    <w:name w:val="2941431B3A6C4EF7A2DDCF7655CDAC7B"/>
    <w:rsid w:val="006C583C"/>
  </w:style>
  <w:style w:type="paragraph" w:customStyle="1" w:styleId="B0276D0BCCCC4E098E6B777B5B169C39">
    <w:name w:val="B0276D0BCCCC4E098E6B777B5B169C39"/>
    <w:rsid w:val="006C583C"/>
  </w:style>
  <w:style w:type="paragraph" w:customStyle="1" w:styleId="E407F7A95CD6466AAECABC94F7EF886A">
    <w:name w:val="E407F7A95CD6466AAECABC94F7EF886A"/>
    <w:rsid w:val="006C583C"/>
  </w:style>
  <w:style w:type="paragraph" w:customStyle="1" w:styleId="D27EC281454741A29B20CFF8FF820808">
    <w:name w:val="D27EC281454741A29B20CFF8FF820808"/>
    <w:rsid w:val="006C583C"/>
  </w:style>
  <w:style w:type="paragraph" w:customStyle="1" w:styleId="B336ECB12C474631824294A5DE677D5C">
    <w:name w:val="B336ECB12C474631824294A5DE677D5C"/>
    <w:rsid w:val="006C583C"/>
  </w:style>
  <w:style w:type="paragraph" w:customStyle="1" w:styleId="E771A910FCE34CFFBFB4D9EDDD8A517E">
    <w:name w:val="E771A910FCE34CFFBFB4D9EDDD8A517E"/>
    <w:rsid w:val="006C583C"/>
  </w:style>
  <w:style w:type="paragraph" w:customStyle="1" w:styleId="7235EDF889494ECE9A179C070140CEE9">
    <w:name w:val="7235EDF889494ECE9A179C070140CEE9"/>
    <w:rsid w:val="006C583C"/>
  </w:style>
  <w:style w:type="paragraph" w:customStyle="1" w:styleId="C623FFDBF75945D2B8DFCE93ACB6F3BF">
    <w:name w:val="C623FFDBF75945D2B8DFCE93ACB6F3BF"/>
    <w:rsid w:val="006C583C"/>
  </w:style>
  <w:style w:type="paragraph" w:customStyle="1" w:styleId="DBFDF4ED322947D483A508B4FB9C4B88">
    <w:name w:val="DBFDF4ED322947D483A508B4FB9C4B88"/>
    <w:rsid w:val="007F0005"/>
  </w:style>
  <w:style w:type="paragraph" w:customStyle="1" w:styleId="7E2D3F8068384EE8A7CCBC2E2A6B3AFF">
    <w:name w:val="7E2D3F8068384EE8A7CCBC2E2A6B3AFF"/>
    <w:rsid w:val="007F0005"/>
  </w:style>
  <w:style w:type="paragraph" w:customStyle="1" w:styleId="0A2C59C823A9440D9DDBA88EDBDAE3DE">
    <w:name w:val="0A2C59C823A9440D9DDBA88EDBDAE3DE"/>
    <w:rsid w:val="007F0005"/>
  </w:style>
  <w:style w:type="paragraph" w:customStyle="1" w:styleId="6D9B622825034C0A9640033A8C7373BD">
    <w:name w:val="6D9B622825034C0A9640033A8C7373BD"/>
    <w:rsid w:val="007F0005"/>
  </w:style>
  <w:style w:type="paragraph" w:customStyle="1" w:styleId="30BB45DB215D413B80B2BB7FDBB9B193">
    <w:name w:val="30BB45DB215D413B80B2BB7FDBB9B193"/>
    <w:rsid w:val="007F0005"/>
  </w:style>
  <w:style w:type="paragraph" w:customStyle="1" w:styleId="D238E5361F6E45D1B89BA5C16F249DD5">
    <w:name w:val="D238E5361F6E45D1B89BA5C16F249DD5"/>
    <w:rsid w:val="007F0005"/>
  </w:style>
  <w:style w:type="paragraph" w:customStyle="1" w:styleId="FFA2A39080EB4CFDBA77319A217759B1">
    <w:name w:val="FFA2A39080EB4CFDBA77319A217759B1"/>
    <w:rsid w:val="007F0005"/>
  </w:style>
  <w:style w:type="paragraph" w:customStyle="1" w:styleId="C2B0B1FFB9F645E5AA58688EDF998654">
    <w:name w:val="C2B0B1FFB9F645E5AA58688EDF998654"/>
    <w:rsid w:val="007F0005"/>
  </w:style>
  <w:style w:type="paragraph" w:customStyle="1" w:styleId="F1F110E4170C454BBE45625D587FBDE3">
    <w:name w:val="F1F110E4170C454BBE45625D587FBDE3"/>
    <w:rsid w:val="007F0005"/>
  </w:style>
  <w:style w:type="paragraph" w:customStyle="1" w:styleId="DF379D78F76A459BBBAF2119A081729F">
    <w:name w:val="DF379D78F76A459BBBAF2119A081729F"/>
    <w:rsid w:val="007F0005"/>
  </w:style>
  <w:style w:type="paragraph" w:customStyle="1" w:styleId="D5480A4C3EDD4F5BA3E6D00A9F7C1A64">
    <w:name w:val="D5480A4C3EDD4F5BA3E6D00A9F7C1A64"/>
    <w:rsid w:val="007F0005"/>
  </w:style>
  <w:style w:type="paragraph" w:customStyle="1" w:styleId="AC1C1B89812746B7A16E2454AA570F24">
    <w:name w:val="AC1C1B89812746B7A16E2454AA570F24"/>
    <w:rsid w:val="007F0005"/>
  </w:style>
  <w:style w:type="paragraph" w:customStyle="1" w:styleId="ADDDCD3F72444B7B9369D089196A99E9">
    <w:name w:val="ADDDCD3F72444B7B9369D089196A99E9"/>
    <w:rsid w:val="007F0005"/>
  </w:style>
  <w:style w:type="paragraph" w:customStyle="1" w:styleId="E931FA86FBC1477D95D0895781B47642">
    <w:name w:val="E931FA86FBC1477D95D0895781B47642"/>
    <w:rsid w:val="007F0005"/>
  </w:style>
  <w:style w:type="paragraph" w:customStyle="1" w:styleId="17C9AAED8D9148D196D5AA232EED2D42">
    <w:name w:val="17C9AAED8D9148D196D5AA232EED2D42"/>
    <w:rsid w:val="007F0005"/>
  </w:style>
  <w:style w:type="paragraph" w:customStyle="1" w:styleId="E18DEC312EF047B7BCBDC9B6F0592E15">
    <w:name w:val="E18DEC312EF047B7BCBDC9B6F0592E15"/>
    <w:rsid w:val="007F0005"/>
  </w:style>
  <w:style w:type="paragraph" w:customStyle="1" w:styleId="A7269B4881884C44950F5339B7D9D720">
    <w:name w:val="A7269B4881884C44950F5339B7D9D720"/>
    <w:rsid w:val="007F0005"/>
  </w:style>
  <w:style w:type="paragraph" w:customStyle="1" w:styleId="0B87AD7518B548AD99FF8E4120F53B33">
    <w:name w:val="0B87AD7518B548AD99FF8E4120F53B33"/>
    <w:rsid w:val="007F0005"/>
  </w:style>
  <w:style w:type="paragraph" w:customStyle="1" w:styleId="087543F7386742E4B6A751D189B0E066">
    <w:name w:val="087543F7386742E4B6A751D189B0E066"/>
    <w:rsid w:val="007F0005"/>
  </w:style>
  <w:style w:type="paragraph" w:customStyle="1" w:styleId="C7DEAAFFDA44467C8F27F67857D60E90">
    <w:name w:val="C7DEAAFFDA44467C8F27F67857D60E90"/>
    <w:rsid w:val="007F0005"/>
  </w:style>
  <w:style w:type="paragraph" w:customStyle="1" w:styleId="48BF7882FCFA4F67B4CE615BD6B7B9D7">
    <w:name w:val="48BF7882FCFA4F67B4CE615BD6B7B9D7"/>
    <w:rsid w:val="007F0005"/>
  </w:style>
  <w:style w:type="paragraph" w:customStyle="1" w:styleId="456208455C8C440BBC23A3ACA5BFE3CD">
    <w:name w:val="456208455C8C440BBC23A3ACA5BFE3CD"/>
    <w:rsid w:val="007F0005"/>
  </w:style>
  <w:style w:type="paragraph" w:customStyle="1" w:styleId="1F1C7F6AA60B4D00B624307BCDFFD307">
    <w:name w:val="1F1C7F6AA60B4D00B624307BCDFFD307"/>
    <w:rsid w:val="007F0005"/>
  </w:style>
  <w:style w:type="paragraph" w:customStyle="1" w:styleId="15C870E50737404BADCB6D4EF8AA139F">
    <w:name w:val="15C870E50737404BADCB6D4EF8AA139F"/>
    <w:rsid w:val="00F55E4F"/>
  </w:style>
  <w:style w:type="paragraph" w:customStyle="1" w:styleId="F3517B51C5764E37BC25B8DF71B08B36">
    <w:name w:val="F3517B51C5764E37BC25B8DF71B08B36"/>
    <w:rsid w:val="00F55E4F"/>
  </w:style>
  <w:style w:type="paragraph" w:customStyle="1" w:styleId="98436E190EF24BE095A638CA1A0E25DC">
    <w:name w:val="98436E190EF24BE095A638CA1A0E25DC"/>
    <w:rsid w:val="00F55E4F"/>
  </w:style>
  <w:style w:type="paragraph" w:customStyle="1" w:styleId="766DB22AD53048C5B163696EF62313D2">
    <w:name w:val="766DB22AD53048C5B163696EF62313D2"/>
    <w:rsid w:val="00F55E4F"/>
  </w:style>
  <w:style w:type="paragraph" w:customStyle="1" w:styleId="788F9D722C424CAE9CD4563035923F6D">
    <w:name w:val="788F9D722C424CAE9CD4563035923F6D"/>
    <w:rsid w:val="00F55E4F"/>
  </w:style>
  <w:style w:type="paragraph" w:customStyle="1" w:styleId="B8D3E0648BEF4B0084DC7BFE1047955D">
    <w:name w:val="B8D3E0648BEF4B0084DC7BFE1047955D"/>
    <w:rsid w:val="00F55E4F"/>
  </w:style>
  <w:style w:type="paragraph" w:customStyle="1" w:styleId="ED72315B70664288AEF883E6B8A4D847">
    <w:name w:val="ED72315B70664288AEF883E6B8A4D847"/>
    <w:rsid w:val="00F55E4F"/>
  </w:style>
  <w:style w:type="paragraph" w:customStyle="1" w:styleId="0DCF9836AC784F3E9938C451FAEE37AD">
    <w:name w:val="0DCF9836AC784F3E9938C451FAEE37AD"/>
    <w:rsid w:val="00F55E4F"/>
  </w:style>
  <w:style w:type="paragraph" w:customStyle="1" w:styleId="54C6B4AED04B42AD94A0DFA3A7968BBE">
    <w:name w:val="54C6B4AED04B42AD94A0DFA3A7968BBE"/>
    <w:rsid w:val="00F55E4F"/>
  </w:style>
  <w:style w:type="paragraph" w:customStyle="1" w:styleId="FA542B256CF9454B9A0478DC94E4B205">
    <w:name w:val="FA542B256CF9454B9A0478DC94E4B205"/>
    <w:rsid w:val="00F55E4F"/>
  </w:style>
  <w:style w:type="paragraph" w:customStyle="1" w:styleId="5B202BBAFB8D418281AB74AC92DF01A0">
    <w:name w:val="5B202BBAFB8D418281AB74AC92DF01A0"/>
    <w:rsid w:val="00F55E4F"/>
  </w:style>
  <w:style w:type="paragraph" w:customStyle="1" w:styleId="3989CF7FCFC04FF9ACF73E74AD324EE0">
    <w:name w:val="3989CF7FCFC04FF9ACF73E74AD324EE0"/>
    <w:rsid w:val="00F55E4F"/>
  </w:style>
  <w:style w:type="paragraph" w:customStyle="1" w:styleId="93C7BD5F1EBF4AE6B0DA4A9C09C12733">
    <w:name w:val="93C7BD5F1EBF4AE6B0DA4A9C09C12733"/>
    <w:rsid w:val="00F55E4F"/>
  </w:style>
  <w:style w:type="paragraph" w:customStyle="1" w:styleId="22B89A7DF4FC479AAC18C93B25AFCA01">
    <w:name w:val="22B89A7DF4FC479AAC18C93B25AFCA01"/>
    <w:rsid w:val="00F55E4F"/>
  </w:style>
  <w:style w:type="paragraph" w:customStyle="1" w:styleId="6568F2C0DCD14379854CF349A2B7D75A">
    <w:name w:val="6568F2C0DCD14379854CF349A2B7D75A"/>
    <w:rsid w:val="00F55E4F"/>
  </w:style>
  <w:style w:type="paragraph" w:customStyle="1" w:styleId="581FEA12D2964492B06C6F7357B0C87F">
    <w:name w:val="581FEA12D2964492B06C6F7357B0C87F"/>
    <w:rsid w:val="00F55E4F"/>
  </w:style>
  <w:style w:type="paragraph" w:customStyle="1" w:styleId="DF0D4C012CBC49F4BC248426E0C36ECD">
    <w:name w:val="DF0D4C012CBC49F4BC248426E0C36ECD"/>
    <w:rsid w:val="00F55E4F"/>
  </w:style>
  <w:style w:type="paragraph" w:customStyle="1" w:styleId="7B0969DC8EB141D9A9DB20204E2AC10A">
    <w:name w:val="7B0969DC8EB141D9A9DB20204E2AC10A"/>
    <w:rsid w:val="00F55E4F"/>
  </w:style>
  <w:style w:type="paragraph" w:customStyle="1" w:styleId="5CC6BA3787E44FC5A74B048AF626D906">
    <w:name w:val="5CC6BA3787E44FC5A74B048AF626D906"/>
    <w:rsid w:val="00F55E4F"/>
  </w:style>
  <w:style w:type="paragraph" w:customStyle="1" w:styleId="21BC2858AB5C4E97BB11E3685129A496">
    <w:name w:val="21BC2858AB5C4E97BB11E3685129A496"/>
    <w:rsid w:val="00F55E4F"/>
  </w:style>
  <w:style w:type="paragraph" w:customStyle="1" w:styleId="5C57F626D2CA4B7795B99689D6704930">
    <w:name w:val="5C57F626D2CA4B7795B99689D6704930"/>
    <w:rsid w:val="00F55E4F"/>
  </w:style>
  <w:style w:type="paragraph" w:customStyle="1" w:styleId="947D1AD5B7BC4114924704F54A4B132E">
    <w:name w:val="947D1AD5B7BC4114924704F54A4B132E"/>
    <w:rsid w:val="00F55E4F"/>
  </w:style>
  <w:style w:type="paragraph" w:customStyle="1" w:styleId="A5A9C125A05945239B4B5782397E2500">
    <w:name w:val="A5A9C125A05945239B4B5782397E2500"/>
    <w:rsid w:val="00F55E4F"/>
  </w:style>
  <w:style w:type="paragraph" w:customStyle="1" w:styleId="9A21E960ECB24EACBF347FB8CCC7B89F">
    <w:name w:val="9A21E960ECB24EACBF347FB8CCC7B89F"/>
    <w:rsid w:val="00511FDA"/>
  </w:style>
  <w:style w:type="paragraph" w:customStyle="1" w:styleId="D1196B863B88461F87A5045AAA86E3FA">
    <w:name w:val="D1196B863B88461F87A5045AAA86E3FA"/>
    <w:rsid w:val="00511FDA"/>
  </w:style>
  <w:style w:type="paragraph" w:customStyle="1" w:styleId="12552DF573ED49C8B560A9ABBF3C1328">
    <w:name w:val="12552DF573ED49C8B560A9ABBF3C1328"/>
    <w:rsid w:val="00511FDA"/>
  </w:style>
  <w:style w:type="paragraph" w:customStyle="1" w:styleId="8DBD706FEFE846ABBB81A8FB88E7B103">
    <w:name w:val="8DBD706FEFE846ABBB81A8FB88E7B103"/>
    <w:rsid w:val="00511FDA"/>
  </w:style>
  <w:style w:type="paragraph" w:customStyle="1" w:styleId="53C07669870A443E87611DA76FCBFD3F">
    <w:name w:val="53C07669870A443E87611DA76FCBFD3F"/>
    <w:rsid w:val="00511FDA"/>
  </w:style>
  <w:style w:type="paragraph" w:customStyle="1" w:styleId="150C980BDC584062A410E956D40FBEC9">
    <w:name w:val="150C980BDC584062A410E956D40FBEC9"/>
    <w:rsid w:val="00511FDA"/>
  </w:style>
  <w:style w:type="paragraph" w:customStyle="1" w:styleId="48D0E7561FB14722B831D3DD1F9459C2">
    <w:name w:val="48D0E7561FB14722B831D3DD1F9459C2"/>
    <w:rsid w:val="00511FDA"/>
  </w:style>
  <w:style w:type="paragraph" w:customStyle="1" w:styleId="1C402F3C2950425C81ACD1C43A74395F">
    <w:name w:val="1C402F3C2950425C81ACD1C43A74395F"/>
    <w:rsid w:val="00511FDA"/>
  </w:style>
  <w:style w:type="paragraph" w:customStyle="1" w:styleId="F25EE238ACE648EA9D055044B49AF1A7">
    <w:name w:val="F25EE238ACE648EA9D055044B49AF1A7"/>
    <w:rsid w:val="00511FDA"/>
  </w:style>
  <w:style w:type="paragraph" w:customStyle="1" w:styleId="2651EAC1F56A4230805882A605014309">
    <w:name w:val="2651EAC1F56A4230805882A605014309"/>
    <w:rsid w:val="00511FDA"/>
  </w:style>
  <w:style w:type="paragraph" w:customStyle="1" w:styleId="FE85F47FC4454BABA05C1EE18E6F0F90">
    <w:name w:val="FE85F47FC4454BABA05C1EE18E6F0F90"/>
    <w:rsid w:val="00511FDA"/>
  </w:style>
  <w:style w:type="paragraph" w:customStyle="1" w:styleId="31E4130546C542DDBB759D8A615501C7">
    <w:name w:val="31E4130546C542DDBB759D8A615501C7"/>
    <w:rsid w:val="00511FDA"/>
  </w:style>
  <w:style w:type="paragraph" w:customStyle="1" w:styleId="E1498A8DA6D847B596DEC00A10C68DBB">
    <w:name w:val="E1498A8DA6D847B596DEC00A10C68DBB"/>
    <w:rsid w:val="00511FDA"/>
  </w:style>
  <w:style w:type="paragraph" w:customStyle="1" w:styleId="4D67A2CCE8734D00AC40B662B4E7EF83">
    <w:name w:val="4D67A2CCE8734D00AC40B662B4E7EF83"/>
    <w:rsid w:val="00511FDA"/>
  </w:style>
  <w:style w:type="paragraph" w:customStyle="1" w:styleId="8F654CCDDFF745AFBB20C923B0D66492">
    <w:name w:val="8F654CCDDFF745AFBB20C923B0D66492"/>
    <w:rsid w:val="00511FDA"/>
  </w:style>
  <w:style w:type="paragraph" w:customStyle="1" w:styleId="FC16B0DFD3734874BB243447C5F2C60C">
    <w:name w:val="FC16B0DFD3734874BB243447C5F2C60C"/>
    <w:rsid w:val="00511FDA"/>
  </w:style>
  <w:style w:type="paragraph" w:customStyle="1" w:styleId="2BF55C3E659647E5AFB0D1452FD60AE8">
    <w:name w:val="2BF55C3E659647E5AFB0D1452FD60AE8"/>
    <w:rsid w:val="00511FDA"/>
  </w:style>
  <w:style w:type="paragraph" w:customStyle="1" w:styleId="167B2AA1026E447F8D38D18804424AD1">
    <w:name w:val="167B2AA1026E447F8D38D18804424AD1"/>
    <w:rsid w:val="00511FDA"/>
  </w:style>
  <w:style w:type="paragraph" w:customStyle="1" w:styleId="E313AEA9CEC4487CBC482CB3DE7723E4">
    <w:name w:val="E313AEA9CEC4487CBC482CB3DE7723E4"/>
    <w:rsid w:val="00511FDA"/>
  </w:style>
  <w:style w:type="paragraph" w:customStyle="1" w:styleId="F8161E0FE3AF448C898F7006FDCE745A">
    <w:name w:val="F8161E0FE3AF448C898F7006FDCE745A"/>
    <w:rsid w:val="00511FDA"/>
  </w:style>
  <w:style w:type="paragraph" w:customStyle="1" w:styleId="DAFBAD436EA74B668C8448BDBDB9732D">
    <w:name w:val="DAFBAD436EA74B668C8448BDBDB9732D"/>
    <w:rsid w:val="00511FDA"/>
  </w:style>
  <w:style w:type="paragraph" w:customStyle="1" w:styleId="F4C66409088A4BF183FB65A462843011">
    <w:name w:val="F4C66409088A4BF183FB65A462843011"/>
    <w:rsid w:val="00511FDA"/>
  </w:style>
  <w:style w:type="paragraph" w:customStyle="1" w:styleId="4C76406E88AD4F98B0642FD9B81761F2">
    <w:name w:val="4C76406E88AD4F98B0642FD9B81761F2"/>
    <w:rsid w:val="00511FDA"/>
  </w:style>
  <w:style w:type="paragraph" w:customStyle="1" w:styleId="513690C6631349BEBC5F1DF8A99C82D0">
    <w:name w:val="513690C6631349BEBC5F1DF8A99C82D0"/>
    <w:rsid w:val="00511FDA"/>
  </w:style>
  <w:style w:type="paragraph" w:customStyle="1" w:styleId="5B2100145E284DCF906B654020CA2667">
    <w:name w:val="5B2100145E284DCF906B654020CA2667"/>
    <w:rsid w:val="00511FDA"/>
  </w:style>
  <w:style w:type="paragraph" w:customStyle="1" w:styleId="201F9B5672AA42CEB6A03C0CD96230DF">
    <w:name w:val="201F9B5672AA42CEB6A03C0CD96230DF"/>
    <w:rsid w:val="00511FDA"/>
  </w:style>
  <w:style w:type="paragraph" w:customStyle="1" w:styleId="D019C2A454BD429DA16D177FF512CA10">
    <w:name w:val="D019C2A454BD429DA16D177FF512CA10"/>
    <w:rsid w:val="00511FDA"/>
  </w:style>
  <w:style w:type="paragraph" w:customStyle="1" w:styleId="D2921E95E71D4507B43CA66063121F81">
    <w:name w:val="D2921E95E71D4507B43CA66063121F81"/>
    <w:rsid w:val="00511FDA"/>
  </w:style>
  <w:style w:type="paragraph" w:customStyle="1" w:styleId="59E35AD966EA4C329D40CE6F34BCF0FE">
    <w:name w:val="59E35AD966EA4C329D40CE6F34BCF0FE"/>
    <w:rsid w:val="00511FDA"/>
  </w:style>
  <w:style w:type="paragraph" w:customStyle="1" w:styleId="ABBCFD9922044CFF9F2265ABCCB89285">
    <w:name w:val="ABBCFD9922044CFF9F2265ABCCB89285"/>
    <w:rsid w:val="00511FDA"/>
  </w:style>
  <w:style w:type="paragraph" w:customStyle="1" w:styleId="6A53FF48693543E5A673B15EC9368C20">
    <w:name w:val="6A53FF48693543E5A673B15EC9368C20"/>
    <w:rsid w:val="00511FDA"/>
  </w:style>
  <w:style w:type="paragraph" w:customStyle="1" w:styleId="4791BD1684AB4808925DA2B8B1D510CB">
    <w:name w:val="4791BD1684AB4808925DA2B8B1D510CB"/>
    <w:rsid w:val="00511FDA"/>
  </w:style>
  <w:style w:type="paragraph" w:customStyle="1" w:styleId="BFF4D9C2C80E498097A25EFCEB404CE0">
    <w:name w:val="BFF4D9C2C80E498097A25EFCEB404CE0"/>
    <w:rsid w:val="00511FDA"/>
  </w:style>
  <w:style w:type="paragraph" w:customStyle="1" w:styleId="5F314B3EE89E4618BA726855A91E8F88">
    <w:name w:val="5F314B3EE89E4618BA726855A91E8F88"/>
    <w:rsid w:val="00511FDA"/>
  </w:style>
  <w:style w:type="paragraph" w:customStyle="1" w:styleId="D483906FAA374E8D8E18D99019B386CE">
    <w:name w:val="D483906FAA374E8D8E18D99019B386CE"/>
    <w:rsid w:val="00511FDA"/>
  </w:style>
  <w:style w:type="paragraph" w:customStyle="1" w:styleId="A58B8BB56D344A629F0C3B34512FC40C">
    <w:name w:val="A58B8BB56D344A629F0C3B34512FC40C"/>
    <w:rsid w:val="00AA4793"/>
  </w:style>
  <w:style w:type="paragraph" w:customStyle="1" w:styleId="D11F51C001E649A88AEBED06F913753D">
    <w:name w:val="D11F51C001E649A88AEBED06F913753D"/>
    <w:rsid w:val="00AA4793"/>
  </w:style>
  <w:style w:type="paragraph" w:customStyle="1" w:styleId="A2DAFF2860A948F0BC4E3F4AC7E4FBA2">
    <w:name w:val="A2DAFF2860A948F0BC4E3F4AC7E4FBA2"/>
    <w:rsid w:val="00AA4793"/>
  </w:style>
  <w:style w:type="paragraph" w:customStyle="1" w:styleId="6AC0F28BD03645CC82BEADD3930A6A36">
    <w:name w:val="6AC0F28BD03645CC82BEADD3930A6A36"/>
    <w:rsid w:val="00AA4793"/>
  </w:style>
  <w:style w:type="paragraph" w:customStyle="1" w:styleId="B2DF46937FBC4A8CB4DDAD32D46ED4FF">
    <w:name w:val="B2DF46937FBC4A8CB4DDAD32D46ED4FF"/>
    <w:rsid w:val="00AA4793"/>
  </w:style>
  <w:style w:type="paragraph" w:customStyle="1" w:styleId="6DCB2C7C4A7D4DCABB33856ADE001B7C">
    <w:name w:val="6DCB2C7C4A7D4DCABB33856ADE001B7C"/>
    <w:rsid w:val="00AA4793"/>
  </w:style>
  <w:style w:type="paragraph" w:customStyle="1" w:styleId="715E150773DB4EC58E31658518949EA7">
    <w:name w:val="715E150773DB4EC58E31658518949EA7"/>
    <w:rsid w:val="00AA4793"/>
  </w:style>
  <w:style w:type="paragraph" w:customStyle="1" w:styleId="CFFC72619DB34DD4B5FB3E0878E5EC7A">
    <w:name w:val="CFFC72619DB34DD4B5FB3E0878E5EC7A"/>
    <w:rsid w:val="00AA4793"/>
  </w:style>
  <w:style w:type="paragraph" w:customStyle="1" w:styleId="C46ACBF6CFEC439EBF439E41C9346B57">
    <w:name w:val="C46ACBF6CFEC439EBF439E41C9346B57"/>
    <w:rsid w:val="00AA4793"/>
  </w:style>
  <w:style w:type="paragraph" w:customStyle="1" w:styleId="232F3BD8FFB14B659122A15480188A31">
    <w:name w:val="232F3BD8FFB14B659122A15480188A31"/>
    <w:rsid w:val="00AA4793"/>
  </w:style>
  <w:style w:type="paragraph" w:customStyle="1" w:styleId="FD892BAED0F94776A1C1F7D0B6164DD0">
    <w:name w:val="FD892BAED0F94776A1C1F7D0B6164DD0"/>
    <w:rsid w:val="00AA4793"/>
  </w:style>
  <w:style w:type="paragraph" w:customStyle="1" w:styleId="5664ED1DFE3D4A41B6281F8F83ECCE49">
    <w:name w:val="5664ED1DFE3D4A41B6281F8F83ECCE49"/>
    <w:rsid w:val="00AA4793"/>
  </w:style>
  <w:style w:type="paragraph" w:customStyle="1" w:styleId="E0CF83D36ED04BFD8A70F12D84D2B15F">
    <w:name w:val="E0CF83D36ED04BFD8A70F12D84D2B15F"/>
    <w:rsid w:val="00AA4793"/>
  </w:style>
  <w:style w:type="paragraph" w:customStyle="1" w:styleId="71F5A10719F34A48BC16057865416D7F">
    <w:name w:val="71F5A10719F34A48BC16057865416D7F"/>
    <w:rsid w:val="00AA4793"/>
  </w:style>
  <w:style w:type="paragraph" w:customStyle="1" w:styleId="0A878064AE8344D88265C894767A67C8">
    <w:name w:val="0A878064AE8344D88265C894767A67C8"/>
    <w:rsid w:val="00AA4793"/>
  </w:style>
  <w:style w:type="paragraph" w:customStyle="1" w:styleId="8E57D92B74574AFFB96B08EBBFFBF98A">
    <w:name w:val="8E57D92B74574AFFB96B08EBBFFBF98A"/>
    <w:rsid w:val="00AA4793"/>
  </w:style>
  <w:style w:type="paragraph" w:customStyle="1" w:styleId="A735E492BDB34B73A5E4B6AAB32E5444">
    <w:name w:val="A735E492BDB34B73A5E4B6AAB32E5444"/>
    <w:rsid w:val="00AA4793"/>
  </w:style>
  <w:style w:type="paragraph" w:customStyle="1" w:styleId="C15F6F0402A945BFBAE6351EA376A296">
    <w:name w:val="C15F6F0402A945BFBAE6351EA376A296"/>
    <w:rsid w:val="00AA4793"/>
  </w:style>
  <w:style w:type="paragraph" w:customStyle="1" w:styleId="3B46B1F8B4E34B8F969D8847FF7FE0DA">
    <w:name w:val="3B46B1F8B4E34B8F969D8847FF7FE0DA"/>
    <w:rsid w:val="00AA4793"/>
  </w:style>
  <w:style w:type="paragraph" w:customStyle="1" w:styleId="A8BF030B84C24E7092B8377F6850432A">
    <w:name w:val="A8BF030B84C24E7092B8377F6850432A"/>
    <w:rsid w:val="00AA4793"/>
  </w:style>
  <w:style w:type="paragraph" w:customStyle="1" w:styleId="1DA6B5CAEACD4C3D86945380E11717ED">
    <w:name w:val="1DA6B5CAEACD4C3D86945380E11717ED"/>
    <w:rsid w:val="00AA4793"/>
  </w:style>
  <w:style w:type="paragraph" w:customStyle="1" w:styleId="8C63F01DB6284414B7943176D796DE2E">
    <w:name w:val="8C63F01DB6284414B7943176D796DE2E"/>
    <w:rsid w:val="00AA4793"/>
  </w:style>
  <w:style w:type="paragraph" w:customStyle="1" w:styleId="5913964B468946C1A370F1700A28F554">
    <w:name w:val="5913964B468946C1A370F1700A28F554"/>
    <w:rsid w:val="00AA4793"/>
  </w:style>
  <w:style w:type="paragraph" w:customStyle="1" w:styleId="3139981084A94F4C84DAADC57C347616">
    <w:name w:val="3139981084A94F4C84DAADC57C347616"/>
    <w:rsid w:val="00E562C7"/>
  </w:style>
  <w:style w:type="paragraph" w:customStyle="1" w:styleId="50DEAE5C9FB84344A13C05DD97BF3E2E">
    <w:name w:val="50DEAE5C9FB84344A13C05DD97BF3E2E"/>
    <w:rsid w:val="00E562C7"/>
  </w:style>
  <w:style w:type="paragraph" w:customStyle="1" w:styleId="D3E7F60808434C588A57CF523FB6D2EE">
    <w:name w:val="D3E7F60808434C588A57CF523FB6D2EE"/>
    <w:rsid w:val="00E562C7"/>
  </w:style>
  <w:style w:type="paragraph" w:customStyle="1" w:styleId="41556CE82F6C4D5093984C13729D2DFE">
    <w:name w:val="41556CE82F6C4D5093984C13729D2DFE"/>
    <w:rsid w:val="00E562C7"/>
  </w:style>
  <w:style w:type="paragraph" w:customStyle="1" w:styleId="B7C548D224674459B06D9DE7B367A0A2">
    <w:name w:val="B7C548D224674459B06D9DE7B367A0A2"/>
    <w:rsid w:val="00E562C7"/>
  </w:style>
  <w:style w:type="paragraph" w:customStyle="1" w:styleId="C8ABD6CBC052494DA403FC56C25843B2">
    <w:name w:val="C8ABD6CBC052494DA403FC56C25843B2"/>
    <w:rsid w:val="00E562C7"/>
  </w:style>
  <w:style w:type="paragraph" w:customStyle="1" w:styleId="F0E89B66D1DD4A6E8BB742F3A52638C9">
    <w:name w:val="F0E89B66D1DD4A6E8BB742F3A52638C9"/>
    <w:rsid w:val="00E562C7"/>
  </w:style>
  <w:style w:type="paragraph" w:customStyle="1" w:styleId="F3171DB67EB54900A03F9F9FE07C6F31">
    <w:name w:val="F3171DB67EB54900A03F9F9FE07C6F31"/>
    <w:rsid w:val="00E562C7"/>
  </w:style>
  <w:style w:type="paragraph" w:customStyle="1" w:styleId="D5365690704E48929AF81005A558CA39">
    <w:name w:val="D5365690704E48929AF81005A558CA39"/>
    <w:rsid w:val="00E562C7"/>
  </w:style>
  <w:style w:type="paragraph" w:customStyle="1" w:styleId="16B6BF24A0334E359F667AD21B63C85A">
    <w:name w:val="16B6BF24A0334E359F667AD21B63C85A"/>
    <w:rsid w:val="00E562C7"/>
  </w:style>
  <w:style w:type="paragraph" w:customStyle="1" w:styleId="B3CEB2495E434C7B91CEAD8EB9740621">
    <w:name w:val="B3CEB2495E434C7B91CEAD8EB9740621"/>
    <w:rsid w:val="00E562C7"/>
  </w:style>
  <w:style w:type="paragraph" w:customStyle="1" w:styleId="7AE559BAE5C5408BBF4D5E9AAE9E08E5">
    <w:name w:val="7AE559BAE5C5408BBF4D5E9AAE9E08E5"/>
    <w:rsid w:val="00E562C7"/>
  </w:style>
  <w:style w:type="paragraph" w:customStyle="1" w:styleId="876AD4C315C34F6D80F2FB5C146ACC3D">
    <w:name w:val="876AD4C315C34F6D80F2FB5C146ACC3D"/>
    <w:rsid w:val="00E562C7"/>
  </w:style>
  <w:style w:type="paragraph" w:customStyle="1" w:styleId="4FBC8B4361814638BD28FDDF1A879328">
    <w:name w:val="4FBC8B4361814638BD28FDDF1A879328"/>
    <w:rsid w:val="00E562C7"/>
  </w:style>
  <w:style w:type="paragraph" w:customStyle="1" w:styleId="CBDF6CAE65F949DEA83017BCB0353B23">
    <w:name w:val="CBDF6CAE65F949DEA83017BCB0353B23"/>
    <w:rsid w:val="00E562C7"/>
  </w:style>
  <w:style w:type="paragraph" w:customStyle="1" w:styleId="3C327C6265FC420F8C5C7DA5DCC735A5">
    <w:name w:val="3C327C6265FC420F8C5C7DA5DCC735A5"/>
    <w:rsid w:val="00E562C7"/>
  </w:style>
  <w:style w:type="paragraph" w:customStyle="1" w:styleId="BDE916A640FB464485B35AA91F7260CE">
    <w:name w:val="BDE916A640FB464485B35AA91F7260CE"/>
    <w:rsid w:val="00E562C7"/>
  </w:style>
  <w:style w:type="paragraph" w:customStyle="1" w:styleId="1359E4A9155E4361816981C7800307A4">
    <w:name w:val="1359E4A9155E4361816981C7800307A4"/>
    <w:rsid w:val="00E562C7"/>
  </w:style>
  <w:style w:type="paragraph" w:customStyle="1" w:styleId="78792E8A51E0484F841D30BE8F04293F">
    <w:name w:val="78792E8A51E0484F841D30BE8F04293F"/>
    <w:rsid w:val="00E562C7"/>
  </w:style>
  <w:style w:type="paragraph" w:customStyle="1" w:styleId="06E4D67BD2BA49BD998B53BD482B6D5B">
    <w:name w:val="06E4D67BD2BA49BD998B53BD482B6D5B"/>
    <w:rsid w:val="00E562C7"/>
  </w:style>
  <w:style w:type="paragraph" w:customStyle="1" w:styleId="51963218834B442580750703508BA76A">
    <w:name w:val="51963218834B442580750703508BA76A"/>
    <w:rsid w:val="00E562C7"/>
  </w:style>
  <w:style w:type="paragraph" w:customStyle="1" w:styleId="7C375FA3EBF542BCBC14CDE86499305E">
    <w:name w:val="7C375FA3EBF542BCBC14CDE86499305E"/>
    <w:rsid w:val="00E562C7"/>
  </w:style>
  <w:style w:type="paragraph" w:customStyle="1" w:styleId="389F17E3506C401780983E074EAE4B67">
    <w:name w:val="389F17E3506C401780983E074EAE4B67"/>
    <w:rsid w:val="00E562C7"/>
  </w:style>
  <w:style w:type="paragraph" w:customStyle="1" w:styleId="87B3369CFA6742EFB9FB63AB19A7F799">
    <w:name w:val="87B3369CFA6742EFB9FB63AB19A7F799"/>
    <w:rsid w:val="003C01DD"/>
  </w:style>
  <w:style w:type="paragraph" w:customStyle="1" w:styleId="00D13350B2F545CE9135EA3FB00F23B8">
    <w:name w:val="00D13350B2F545CE9135EA3FB00F23B8"/>
    <w:rsid w:val="003C01DD"/>
  </w:style>
  <w:style w:type="paragraph" w:customStyle="1" w:styleId="0EB29CE07B854A16B5B6901FAC6FE11C">
    <w:name w:val="0EB29CE07B854A16B5B6901FAC6FE11C"/>
    <w:rsid w:val="003C01DD"/>
  </w:style>
  <w:style w:type="paragraph" w:customStyle="1" w:styleId="32DDC0900F1147EB9BFFD785F59BFB0C">
    <w:name w:val="32DDC0900F1147EB9BFFD785F59BFB0C"/>
    <w:rsid w:val="003C01DD"/>
  </w:style>
  <w:style w:type="paragraph" w:customStyle="1" w:styleId="A008B55C9D5B49C394E10F304DECF5B4">
    <w:name w:val="A008B55C9D5B49C394E10F304DECF5B4"/>
    <w:rsid w:val="003C01DD"/>
  </w:style>
  <w:style w:type="paragraph" w:customStyle="1" w:styleId="4D86360A6FC7440BA330AE792AAF6DBE">
    <w:name w:val="4D86360A6FC7440BA330AE792AAF6DBE"/>
    <w:rsid w:val="003C01DD"/>
  </w:style>
  <w:style w:type="paragraph" w:customStyle="1" w:styleId="FDB2675B2DAB4616BC117D762400A52C">
    <w:name w:val="FDB2675B2DAB4616BC117D762400A52C"/>
    <w:rsid w:val="003C01DD"/>
  </w:style>
  <w:style w:type="paragraph" w:customStyle="1" w:styleId="BA56A151447E4AAAA3D67AD6D09ADABD">
    <w:name w:val="BA56A151447E4AAAA3D67AD6D09ADABD"/>
    <w:rsid w:val="003C01DD"/>
  </w:style>
  <w:style w:type="paragraph" w:customStyle="1" w:styleId="6918C384BA6B4EFA993E385BEC26B5F0">
    <w:name w:val="6918C384BA6B4EFA993E385BEC26B5F0"/>
    <w:rsid w:val="003C01DD"/>
  </w:style>
  <w:style w:type="paragraph" w:customStyle="1" w:styleId="F7C871A69B4E444AABFD70CAFA84FEA7">
    <w:name w:val="F7C871A69B4E444AABFD70CAFA84FEA7"/>
    <w:rsid w:val="003C01DD"/>
  </w:style>
  <w:style w:type="paragraph" w:customStyle="1" w:styleId="E8F53EE2A12846699554B22B845380C1">
    <w:name w:val="E8F53EE2A12846699554B22B845380C1"/>
    <w:rsid w:val="003C01DD"/>
  </w:style>
  <w:style w:type="paragraph" w:customStyle="1" w:styleId="B4ECB6506EB0459795908227F2A5C07A">
    <w:name w:val="B4ECB6506EB0459795908227F2A5C07A"/>
    <w:rsid w:val="003C01DD"/>
  </w:style>
  <w:style w:type="paragraph" w:customStyle="1" w:styleId="4A6D5E2997014FE7BF0CFC1D78110DCE">
    <w:name w:val="4A6D5E2997014FE7BF0CFC1D78110DCE"/>
    <w:rsid w:val="003C01DD"/>
  </w:style>
  <w:style w:type="paragraph" w:customStyle="1" w:styleId="7D87B05BB80F453BBBA760F46D527215">
    <w:name w:val="7D87B05BB80F453BBBA760F46D527215"/>
    <w:rsid w:val="003C01DD"/>
  </w:style>
  <w:style w:type="paragraph" w:customStyle="1" w:styleId="C94D4286BB26462FBB0B0FB737D5DF0B">
    <w:name w:val="C94D4286BB26462FBB0B0FB737D5DF0B"/>
    <w:rsid w:val="003C01DD"/>
  </w:style>
  <w:style w:type="paragraph" w:customStyle="1" w:styleId="B5DC75860C414119A4737BA6FC49DFEC">
    <w:name w:val="B5DC75860C414119A4737BA6FC49DFEC"/>
    <w:rsid w:val="003C01DD"/>
  </w:style>
  <w:style w:type="paragraph" w:customStyle="1" w:styleId="1BEAC2BD94DA4274A829BB6816FAC10E">
    <w:name w:val="1BEAC2BD94DA4274A829BB6816FAC10E"/>
    <w:rsid w:val="003C01DD"/>
  </w:style>
  <w:style w:type="paragraph" w:customStyle="1" w:styleId="740407048E7D49C78DAEE9880AB96080">
    <w:name w:val="740407048E7D49C78DAEE9880AB96080"/>
    <w:rsid w:val="003C01DD"/>
  </w:style>
  <w:style w:type="paragraph" w:customStyle="1" w:styleId="5758B311EFA740809D242A0A722C1AB2">
    <w:name w:val="5758B311EFA740809D242A0A722C1AB2"/>
    <w:rsid w:val="003C01DD"/>
  </w:style>
  <w:style w:type="paragraph" w:customStyle="1" w:styleId="F4F792B8777547E9906F413F85F86BF8">
    <w:name w:val="F4F792B8777547E9906F413F85F86BF8"/>
    <w:rsid w:val="003C01DD"/>
  </w:style>
  <w:style w:type="paragraph" w:customStyle="1" w:styleId="2F6F6C3F2377445DBDAF5741747BE19E">
    <w:name w:val="2F6F6C3F2377445DBDAF5741747BE19E"/>
    <w:rsid w:val="003C01DD"/>
  </w:style>
  <w:style w:type="paragraph" w:customStyle="1" w:styleId="8D90D19FBF874092906A4C8B4AECD212">
    <w:name w:val="8D90D19FBF874092906A4C8B4AECD212"/>
    <w:rsid w:val="003C01DD"/>
  </w:style>
  <w:style w:type="paragraph" w:customStyle="1" w:styleId="17BE702D179B4FBABC13754B417DAA8E">
    <w:name w:val="17BE702D179B4FBABC13754B417DAA8E"/>
    <w:rsid w:val="003C01DD"/>
  </w:style>
  <w:style w:type="paragraph" w:customStyle="1" w:styleId="D129CF06A0F84B6799A8B395AC60C049">
    <w:name w:val="D129CF06A0F84B6799A8B395AC60C049"/>
    <w:rsid w:val="003C01DD"/>
  </w:style>
  <w:style w:type="paragraph" w:customStyle="1" w:styleId="FB7A2E484C1D4A89A33AAA48303F59DD">
    <w:name w:val="FB7A2E484C1D4A89A33AAA48303F59DD"/>
    <w:rsid w:val="003C01DD"/>
  </w:style>
  <w:style w:type="paragraph" w:customStyle="1" w:styleId="4E1EA3B36F2C4FE9964B0722FD6BDEF8">
    <w:name w:val="4E1EA3B36F2C4FE9964B0722FD6BDEF8"/>
    <w:rsid w:val="003C01DD"/>
  </w:style>
  <w:style w:type="paragraph" w:customStyle="1" w:styleId="3937B0A963D743D89B591021A4A1F9E4">
    <w:name w:val="3937B0A963D743D89B591021A4A1F9E4"/>
    <w:rsid w:val="003C01DD"/>
  </w:style>
  <w:style w:type="paragraph" w:customStyle="1" w:styleId="B79DB66DB80E4A5BBE4D9896405F9CC7">
    <w:name w:val="B79DB66DB80E4A5BBE4D9896405F9CC7"/>
    <w:rsid w:val="003C01DD"/>
  </w:style>
  <w:style w:type="paragraph" w:customStyle="1" w:styleId="E4ECE8DB43A947E09CED41F0F48CD958">
    <w:name w:val="E4ECE8DB43A947E09CED41F0F48CD958"/>
    <w:rsid w:val="003C01DD"/>
  </w:style>
  <w:style w:type="paragraph" w:customStyle="1" w:styleId="3BD78A03358B481890045E9EF17650AC">
    <w:name w:val="3BD78A03358B481890045E9EF17650AC"/>
    <w:rsid w:val="003C01DD"/>
  </w:style>
  <w:style w:type="paragraph" w:customStyle="1" w:styleId="877321D456EE4F64816EEFBD4A0CD3E3">
    <w:name w:val="877321D456EE4F64816EEFBD4A0CD3E3"/>
    <w:rsid w:val="003C01DD"/>
  </w:style>
  <w:style w:type="paragraph" w:customStyle="1" w:styleId="CD983FD4C61E411C9C4EFDB8E309108A">
    <w:name w:val="CD983FD4C61E411C9C4EFDB8E309108A"/>
    <w:rsid w:val="003C01DD"/>
  </w:style>
  <w:style w:type="paragraph" w:customStyle="1" w:styleId="E672163DF8BC4E50A0CE8E135A9BC224">
    <w:name w:val="E672163DF8BC4E50A0CE8E135A9BC224"/>
    <w:rsid w:val="003C01DD"/>
  </w:style>
  <w:style w:type="paragraph" w:customStyle="1" w:styleId="4E3020237778452899D0BFB6C1395B2A">
    <w:name w:val="4E3020237778452899D0BFB6C1395B2A"/>
    <w:rsid w:val="003C01DD"/>
  </w:style>
  <w:style w:type="paragraph" w:customStyle="1" w:styleId="C84C2583375243FBBCF9B52F2AFAB35C">
    <w:name w:val="C84C2583375243FBBCF9B52F2AFAB35C"/>
    <w:rsid w:val="003C01DD"/>
  </w:style>
  <w:style w:type="paragraph" w:customStyle="1" w:styleId="3DD3FECB17774647829BFD17910B41C1">
    <w:name w:val="3DD3FECB17774647829BFD17910B41C1"/>
    <w:rsid w:val="003C01DD"/>
  </w:style>
  <w:style w:type="paragraph" w:customStyle="1" w:styleId="AB2A85567249413E8A71A34A219EC4D7">
    <w:name w:val="AB2A85567249413E8A71A34A219EC4D7"/>
    <w:rsid w:val="003C01DD"/>
  </w:style>
  <w:style w:type="paragraph" w:customStyle="1" w:styleId="161FB4C3F40D418EB415B7F902C5A231">
    <w:name w:val="161FB4C3F40D418EB415B7F902C5A231"/>
    <w:rsid w:val="003C01DD"/>
  </w:style>
  <w:style w:type="paragraph" w:customStyle="1" w:styleId="9056419EFE064D8DBD22F46CA403364C">
    <w:name w:val="9056419EFE064D8DBD22F46CA403364C"/>
    <w:rsid w:val="003C01DD"/>
  </w:style>
  <w:style w:type="paragraph" w:customStyle="1" w:styleId="071B388AF8FB46DE9B46CD124E8AB63D">
    <w:name w:val="071B388AF8FB46DE9B46CD124E8AB63D"/>
    <w:rsid w:val="003C01DD"/>
  </w:style>
  <w:style w:type="paragraph" w:customStyle="1" w:styleId="59506393915045A5BE62E07893C227C0">
    <w:name w:val="59506393915045A5BE62E07893C227C0"/>
    <w:rsid w:val="003C01DD"/>
  </w:style>
  <w:style w:type="paragraph" w:customStyle="1" w:styleId="1695E102D651461D89F39243385D6554">
    <w:name w:val="1695E102D651461D89F39243385D6554"/>
    <w:rsid w:val="003C01DD"/>
  </w:style>
  <w:style w:type="paragraph" w:customStyle="1" w:styleId="5C95B4BA1D4541DA9102E17A0D742FE1">
    <w:name w:val="5C95B4BA1D4541DA9102E17A0D742FE1"/>
    <w:rsid w:val="003C01DD"/>
  </w:style>
  <w:style w:type="paragraph" w:customStyle="1" w:styleId="62B3438D2CB3468DBD63FEF3C09AD5A2">
    <w:name w:val="62B3438D2CB3468DBD63FEF3C09AD5A2"/>
    <w:rsid w:val="003C01DD"/>
  </w:style>
  <w:style w:type="paragraph" w:customStyle="1" w:styleId="7DD42715827A424AAFBE9EBAB647C012">
    <w:name w:val="7DD42715827A424AAFBE9EBAB647C012"/>
    <w:rsid w:val="003C01DD"/>
  </w:style>
  <w:style w:type="paragraph" w:customStyle="1" w:styleId="5E888F368F3F41A996A9FE5844D47C87">
    <w:name w:val="5E888F368F3F41A996A9FE5844D47C87"/>
    <w:rsid w:val="003C01DD"/>
  </w:style>
  <w:style w:type="paragraph" w:customStyle="1" w:styleId="894B257E2A214729A3AC65630CE8A078">
    <w:name w:val="894B257E2A214729A3AC65630CE8A078"/>
    <w:rsid w:val="003C01DD"/>
  </w:style>
  <w:style w:type="paragraph" w:customStyle="1" w:styleId="F9BC3FF050D14BAF8D776E256BB6A1B1">
    <w:name w:val="F9BC3FF050D14BAF8D776E256BB6A1B1"/>
    <w:rsid w:val="003C01DD"/>
  </w:style>
  <w:style w:type="paragraph" w:customStyle="1" w:styleId="5C5CB6EC02D44276BB37AC1033B2135F">
    <w:name w:val="5C5CB6EC02D44276BB37AC1033B2135F"/>
    <w:rsid w:val="003C01DD"/>
  </w:style>
  <w:style w:type="paragraph" w:customStyle="1" w:styleId="20AA6D73B5094D7FACEDD1BEA2FDE66E">
    <w:name w:val="20AA6D73B5094D7FACEDD1BEA2FDE66E"/>
    <w:rsid w:val="0051401D"/>
  </w:style>
  <w:style w:type="paragraph" w:customStyle="1" w:styleId="C4A07F1D3939437987E6E18DD29B0FAF">
    <w:name w:val="C4A07F1D3939437987E6E18DD29B0FAF"/>
    <w:rsid w:val="0051401D"/>
  </w:style>
  <w:style w:type="paragraph" w:customStyle="1" w:styleId="9104397502C74E7C817A1EB53D0D04CE">
    <w:name w:val="9104397502C74E7C817A1EB53D0D04CE"/>
    <w:rsid w:val="0051401D"/>
  </w:style>
  <w:style w:type="paragraph" w:customStyle="1" w:styleId="FD4B5BD050744F7B95419FC71F8C1EE4">
    <w:name w:val="FD4B5BD050744F7B95419FC71F8C1EE4"/>
    <w:rsid w:val="0051401D"/>
  </w:style>
  <w:style w:type="paragraph" w:customStyle="1" w:styleId="38DD6E69298E46B49465EFB90C2B843D">
    <w:name w:val="38DD6E69298E46B49465EFB90C2B843D"/>
    <w:rsid w:val="0051401D"/>
  </w:style>
  <w:style w:type="paragraph" w:customStyle="1" w:styleId="A5CA0CFDC8C64E4EB03272032ABD12A6">
    <w:name w:val="A5CA0CFDC8C64E4EB03272032ABD12A6"/>
    <w:rsid w:val="0051401D"/>
  </w:style>
  <w:style w:type="paragraph" w:customStyle="1" w:styleId="BAE3347716294F9692E012404542041E">
    <w:name w:val="BAE3347716294F9692E012404542041E"/>
    <w:rsid w:val="0051401D"/>
  </w:style>
  <w:style w:type="paragraph" w:customStyle="1" w:styleId="52002DDB7F254DF78FE34B7ACA127F34">
    <w:name w:val="52002DDB7F254DF78FE34B7ACA127F34"/>
    <w:rsid w:val="0051401D"/>
  </w:style>
  <w:style w:type="paragraph" w:customStyle="1" w:styleId="DDF78DD9BC4342E9851FD300811A8A79">
    <w:name w:val="DDF78DD9BC4342E9851FD300811A8A79"/>
    <w:rsid w:val="0051401D"/>
  </w:style>
  <w:style w:type="paragraph" w:customStyle="1" w:styleId="E8269B2BB8CC48E0BDC36052877D4F0B">
    <w:name w:val="E8269B2BB8CC48E0BDC36052877D4F0B"/>
    <w:rsid w:val="0051401D"/>
  </w:style>
  <w:style w:type="paragraph" w:customStyle="1" w:styleId="1DD676E732554C06B5AA129827EFDA24">
    <w:name w:val="1DD676E732554C06B5AA129827EFDA24"/>
    <w:rsid w:val="0051401D"/>
  </w:style>
  <w:style w:type="paragraph" w:customStyle="1" w:styleId="33508F158C384C898A806359F0CD1319">
    <w:name w:val="33508F158C384C898A806359F0CD1319"/>
    <w:rsid w:val="0051401D"/>
  </w:style>
  <w:style w:type="paragraph" w:customStyle="1" w:styleId="8BBCDE2EF7AA43AEA4E00DF643F9335F">
    <w:name w:val="8BBCDE2EF7AA43AEA4E00DF643F9335F"/>
    <w:rsid w:val="0051401D"/>
  </w:style>
  <w:style w:type="paragraph" w:customStyle="1" w:styleId="7F29161FF3844927A18B7B238F7370E3">
    <w:name w:val="7F29161FF3844927A18B7B238F7370E3"/>
    <w:rsid w:val="0051401D"/>
  </w:style>
  <w:style w:type="paragraph" w:customStyle="1" w:styleId="A4F4AD1CA8974CD7A22D35A6B197374E">
    <w:name w:val="A4F4AD1CA8974CD7A22D35A6B197374E"/>
    <w:rsid w:val="0051401D"/>
  </w:style>
  <w:style w:type="paragraph" w:customStyle="1" w:styleId="087FEC992AB640ECA3E9BAFB52DA38AA">
    <w:name w:val="087FEC992AB640ECA3E9BAFB52DA38AA"/>
    <w:rsid w:val="0051401D"/>
  </w:style>
  <w:style w:type="paragraph" w:customStyle="1" w:styleId="0C14BB2CB6A84C7C90D622A3AFB6FE67">
    <w:name w:val="0C14BB2CB6A84C7C90D622A3AFB6FE67"/>
    <w:rsid w:val="0051401D"/>
  </w:style>
  <w:style w:type="paragraph" w:customStyle="1" w:styleId="87BE2E9E2B7A47DEB7BF67938AF0B838">
    <w:name w:val="87BE2E9E2B7A47DEB7BF67938AF0B838"/>
    <w:rsid w:val="0051401D"/>
  </w:style>
  <w:style w:type="paragraph" w:customStyle="1" w:styleId="13AD100B37F84E47B960FCAC5147D439">
    <w:name w:val="13AD100B37F84E47B960FCAC5147D439"/>
    <w:rsid w:val="0051401D"/>
  </w:style>
  <w:style w:type="paragraph" w:customStyle="1" w:styleId="117FEABC3D664F2BB76A25B6DD8DABDC">
    <w:name w:val="117FEABC3D664F2BB76A25B6DD8DABDC"/>
    <w:rsid w:val="0051401D"/>
  </w:style>
  <w:style w:type="paragraph" w:customStyle="1" w:styleId="675F5D78FE474BCFB226FE4F47219AE9">
    <w:name w:val="675F5D78FE474BCFB226FE4F47219AE9"/>
    <w:rsid w:val="0051401D"/>
  </w:style>
  <w:style w:type="paragraph" w:customStyle="1" w:styleId="7DB5C204386C4BA792EF7D9563454E07">
    <w:name w:val="7DB5C204386C4BA792EF7D9563454E07"/>
    <w:rsid w:val="0051401D"/>
  </w:style>
  <w:style w:type="paragraph" w:customStyle="1" w:styleId="4EEF616512434189931C6FE6CABEDB0D">
    <w:name w:val="4EEF616512434189931C6FE6CABEDB0D"/>
    <w:rsid w:val="0051401D"/>
  </w:style>
  <w:style w:type="paragraph" w:customStyle="1" w:styleId="3222FAE4011C400BA79284E951FD5A7B">
    <w:name w:val="3222FAE4011C400BA79284E951FD5A7B"/>
    <w:rsid w:val="0051401D"/>
  </w:style>
  <w:style w:type="paragraph" w:customStyle="1" w:styleId="55E0793684BB4C028F65E787B5A01CB5">
    <w:name w:val="55E0793684BB4C028F65E787B5A01CB5"/>
    <w:rsid w:val="0051401D"/>
  </w:style>
  <w:style w:type="paragraph" w:customStyle="1" w:styleId="FF2A09B73DCD46F0AE4FEEEB7F7F4B5D">
    <w:name w:val="FF2A09B73DCD46F0AE4FEEEB7F7F4B5D"/>
    <w:rsid w:val="0051401D"/>
  </w:style>
  <w:style w:type="paragraph" w:customStyle="1" w:styleId="A10FF5F1D9984BAABD87A6590C659016">
    <w:name w:val="A10FF5F1D9984BAABD87A6590C659016"/>
    <w:rsid w:val="0051401D"/>
  </w:style>
  <w:style w:type="paragraph" w:customStyle="1" w:styleId="970BFB615C474030B872B50613B59091">
    <w:name w:val="970BFB615C474030B872B50613B59091"/>
    <w:rsid w:val="0051401D"/>
  </w:style>
  <w:style w:type="paragraph" w:customStyle="1" w:styleId="B67DA2600C5745BE82E5F059FCB18BBB">
    <w:name w:val="B67DA2600C5745BE82E5F059FCB18BBB"/>
    <w:rsid w:val="0051401D"/>
  </w:style>
  <w:style w:type="paragraph" w:customStyle="1" w:styleId="DFD869B437CE454BA6FEC4D9E022A58E">
    <w:name w:val="DFD869B437CE454BA6FEC4D9E022A58E"/>
    <w:rsid w:val="0051401D"/>
  </w:style>
  <w:style w:type="paragraph" w:customStyle="1" w:styleId="E0A92F6D42004375AD635A511CD24F86">
    <w:name w:val="E0A92F6D42004375AD635A511CD24F86"/>
    <w:rsid w:val="0051401D"/>
  </w:style>
  <w:style w:type="paragraph" w:customStyle="1" w:styleId="B5113A3DFD404831AF8674D0AADA7EAA">
    <w:name w:val="B5113A3DFD404831AF8674D0AADA7EAA"/>
    <w:rsid w:val="0051401D"/>
  </w:style>
  <w:style w:type="paragraph" w:customStyle="1" w:styleId="59DA690AB50743D19B4DF226FB81B062">
    <w:name w:val="59DA690AB50743D19B4DF226FB81B062"/>
    <w:rsid w:val="0051401D"/>
  </w:style>
  <w:style w:type="paragraph" w:customStyle="1" w:styleId="950571B1E155413DA98272BE6C951DCD">
    <w:name w:val="950571B1E155413DA98272BE6C951DCD"/>
    <w:rsid w:val="0051401D"/>
  </w:style>
  <w:style w:type="paragraph" w:customStyle="1" w:styleId="7E8332F15B8B4E9F8A1ADB0FA5FB8444">
    <w:name w:val="7E8332F15B8B4E9F8A1ADB0FA5FB8444"/>
    <w:rsid w:val="0051401D"/>
  </w:style>
  <w:style w:type="paragraph" w:customStyle="1" w:styleId="FB277D9D39854B67BABEB77325E926A1">
    <w:name w:val="FB277D9D39854B67BABEB77325E926A1"/>
    <w:rsid w:val="0051401D"/>
  </w:style>
  <w:style w:type="paragraph" w:customStyle="1" w:styleId="B24679744463490CA8E779B45E59590F">
    <w:name w:val="B24679744463490CA8E779B45E59590F"/>
    <w:rsid w:val="0051401D"/>
  </w:style>
  <w:style w:type="paragraph" w:customStyle="1" w:styleId="2CD9A28785904D219C3B18E7162D607A">
    <w:name w:val="2CD9A28785904D219C3B18E7162D607A"/>
    <w:rsid w:val="0051401D"/>
  </w:style>
  <w:style w:type="paragraph" w:customStyle="1" w:styleId="7D1FB76E658F4106AEADA7C7EE6FCCDA">
    <w:name w:val="7D1FB76E658F4106AEADA7C7EE6FCCDA"/>
    <w:rsid w:val="0051401D"/>
  </w:style>
  <w:style w:type="paragraph" w:customStyle="1" w:styleId="C76C5B122EDB449BB26F692921788309">
    <w:name w:val="C76C5B122EDB449BB26F692921788309"/>
    <w:rsid w:val="0051401D"/>
  </w:style>
  <w:style w:type="paragraph" w:customStyle="1" w:styleId="C8A8CB7905ED4779A4B5DAE6893F931A">
    <w:name w:val="C8A8CB7905ED4779A4B5DAE6893F931A"/>
    <w:rsid w:val="0051401D"/>
  </w:style>
  <w:style w:type="paragraph" w:customStyle="1" w:styleId="D4663B8A756541E3948B766D766FCA4B">
    <w:name w:val="D4663B8A756541E3948B766D766FCA4B"/>
    <w:rsid w:val="0051401D"/>
  </w:style>
  <w:style w:type="paragraph" w:customStyle="1" w:styleId="888C424C66384C128BF4AEFF5EE5E340">
    <w:name w:val="888C424C66384C128BF4AEFF5EE5E340"/>
    <w:rsid w:val="0051401D"/>
  </w:style>
  <w:style w:type="paragraph" w:customStyle="1" w:styleId="4F933AE685E94B27A229484404149E42">
    <w:name w:val="4F933AE685E94B27A229484404149E42"/>
    <w:rsid w:val="0051401D"/>
  </w:style>
  <w:style w:type="paragraph" w:customStyle="1" w:styleId="750662163A0C40BB9B454D3E69AA135B">
    <w:name w:val="750662163A0C40BB9B454D3E69AA135B"/>
    <w:rsid w:val="0051401D"/>
  </w:style>
  <w:style w:type="paragraph" w:customStyle="1" w:styleId="5DD26D77A8934A84A07D2B003F60A19A">
    <w:name w:val="5DD26D77A8934A84A07D2B003F60A19A"/>
    <w:rsid w:val="0051401D"/>
  </w:style>
  <w:style w:type="paragraph" w:customStyle="1" w:styleId="B4D4CB6456E94ADF8B88C4F1BA1AA5AB">
    <w:name w:val="B4D4CB6456E94ADF8B88C4F1BA1AA5AB"/>
    <w:rsid w:val="0051401D"/>
  </w:style>
  <w:style w:type="paragraph" w:customStyle="1" w:styleId="C305D1449F2A4CB0ABEB9F13012D1932">
    <w:name w:val="C305D1449F2A4CB0ABEB9F13012D1932"/>
    <w:rsid w:val="0051401D"/>
  </w:style>
  <w:style w:type="paragraph" w:customStyle="1" w:styleId="70DE49CA78E741CC863DD25532D41CB4">
    <w:name w:val="70DE49CA78E741CC863DD25532D41CB4"/>
    <w:rsid w:val="0051401D"/>
  </w:style>
  <w:style w:type="paragraph" w:customStyle="1" w:styleId="7FC9036D7E144FED8A47C2F4C9EF6D46">
    <w:name w:val="7FC9036D7E144FED8A47C2F4C9EF6D46"/>
    <w:rsid w:val="0051401D"/>
  </w:style>
  <w:style w:type="paragraph" w:customStyle="1" w:styleId="CB396E640FC04F4C95DB98DF28370092">
    <w:name w:val="CB396E640FC04F4C95DB98DF28370092"/>
    <w:rsid w:val="0051401D"/>
  </w:style>
  <w:style w:type="paragraph" w:customStyle="1" w:styleId="E1656C76512C47D9B70BAEE103A18556">
    <w:name w:val="E1656C76512C47D9B70BAEE103A18556"/>
    <w:rsid w:val="0051401D"/>
  </w:style>
  <w:style w:type="paragraph" w:customStyle="1" w:styleId="2D6EF0F0CAE3416E91E23A3263AA42D2">
    <w:name w:val="2D6EF0F0CAE3416E91E23A3263AA42D2"/>
    <w:rsid w:val="0051401D"/>
  </w:style>
  <w:style w:type="paragraph" w:customStyle="1" w:styleId="7E3DA5EC1CDF4878A9487B5E8EB51A7D">
    <w:name w:val="7E3DA5EC1CDF4878A9487B5E8EB51A7D"/>
    <w:rsid w:val="0051401D"/>
  </w:style>
  <w:style w:type="paragraph" w:customStyle="1" w:styleId="54FD2A36065B4D1CB52DF7B0F187D602">
    <w:name w:val="54FD2A36065B4D1CB52DF7B0F187D602"/>
    <w:rsid w:val="0051401D"/>
  </w:style>
  <w:style w:type="paragraph" w:customStyle="1" w:styleId="532F971FEEF1438D85F1BB6541D70E63">
    <w:name w:val="532F971FEEF1438D85F1BB6541D70E63"/>
    <w:rsid w:val="0051401D"/>
  </w:style>
  <w:style w:type="paragraph" w:customStyle="1" w:styleId="A9456BCB8EB2439694F5A8F89933F1D5">
    <w:name w:val="A9456BCB8EB2439694F5A8F89933F1D5"/>
    <w:rsid w:val="0051401D"/>
  </w:style>
  <w:style w:type="paragraph" w:customStyle="1" w:styleId="80BC15FBAA1B481EAA4AD694801FA0ED">
    <w:name w:val="80BC15FBAA1B481EAA4AD694801FA0ED"/>
    <w:rsid w:val="0051401D"/>
  </w:style>
  <w:style w:type="paragraph" w:customStyle="1" w:styleId="434FB07931F947F3AA0A1A9DF140505F">
    <w:name w:val="434FB07931F947F3AA0A1A9DF140505F"/>
    <w:rsid w:val="0051401D"/>
  </w:style>
  <w:style w:type="paragraph" w:customStyle="1" w:styleId="BD778389893D4E8094955457B1381698">
    <w:name w:val="BD778389893D4E8094955457B1381698"/>
    <w:rsid w:val="0051401D"/>
  </w:style>
  <w:style w:type="paragraph" w:customStyle="1" w:styleId="D93232CEC5E24C8C832B5BBBC07DC3EE">
    <w:name w:val="D93232CEC5E24C8C832B5BBBC07DC3EE"/>
    <w:rsid w:val="0051401D"/>
  </w:style>
  <w:style w:type="paragraph" w:customStyle="1" w:styleId="74E97899C0C7404C876841A0EBE5137C">
    <w:name w:val="74E97899C0C7404C876841A0EBE5137C"/>
    <w:rsid w:val="0051401D"/>
  </w:style>
  <w:style w:type="paragraph" w:customStyle="1" w:styleId="1E42D5B9D94C48F78E96FC424EC6C32D">
    <w:name w:val="1E42D5B9D94C48F78E96FC424EC6C32D"/>
    <w:rsid w:val="0051401D"/>
  </w:style>
  <w:style w:type="paragraph" w:customStyle="1" w:styleId="98454B6A80A645CC82D33EE8DEDAD850">
    <w:name w:val="98454B6A80A645CC82D33EE8DEDAD850"/>
    <w:rsid w:val="0051401D"/>
  </w:style>
  <w:style w:type="paragraph" w:customStyle="1" w:styleId="69917249BCE64CE7BCA877BB5EA955DE">
    <w:name w:val="69917249BCE64CE7BCA877BB5EA955DE"/>
    <w:rsid w:val="0051401D"/>
  </w:style>
  <w:style w:type="paragraph" w:customStyle="1" w:styleId="0486582B3F604D8EA717EC74460F6D23">
    <w:name w:val="0486582B3F604D8EA717EC74460F6D23"/>
    <w:rsid w:val="0051401D"/>
  </w:style>
  <w:style w:type="paragraph" w:customStyle="1" w:styleId="203BC445F62C49ABAA1CB3C1CFDEB4CC">
    <w:name w:val="203BC445F62C49ABAA1CB3C1CFDEB4CC"/>
    <w:rsid w:val="0051401D"/>
  </w:style>
  <w:style w:type="paragraph" w:customStyle="1" w:styleId="44363EECEC79474E9C65D8F7A5A4EE3C">
    <w:name w:val="44363EECEC79474E9C65D8F7A5A4EE3C"/>
    <w:rsid w:val="0051401D"/>
  </w:style>
  <w:style w:type="paragraph" w:customStyle="1" w:styleId="CAFEFDEDC04147E8A4CCFCA3EC436C41">
    <w:name w:val="CAFEFDEDC04147E8A4CCFCA3EC436C41"/>
    <w:rsid w:val="0051401D"/>
  </w:style>
  <w:style w:type="paragraph" w:customStyle="1" w:styleId="FC4A694BAC6542599CE22931037DFBB4">
    <w:name w:val="FC4A694BAC6542599CE22931037DFBB4"/>
    <w:rsid w:val="0051401D"/>
  </w:style>
  <w:style w:type="paragraph" w:customStyle="1" w:styleId="12E9E65CEAB5417EBB83661430923413">
    <w:name w:val="12E9E65CEAB5417EBB83661430923413"/>
    <w:rsid w:val="0051401D"/>
  </w:style>
  <w:style w:type="paragraph" w:customStyle="1" w:styleId="69A7F0C9BC40443EABA958BF0B5ACA2A">
    <w:name w:val="69A7F0C9BC40443EABA958BF0B5ACA2A"/>
    <w:rsid w:val="0051401D"/>
  </w:style>
  <w:style w:type="paragraph" w:customStyle="1" w:styleId="F0D9455AD38F452B9E1D768748F8BE91">
    <w:name w:val="F0D9455AD38F452B9E1D768748F8BE91"/>
    <w:rsid w:val="0051401D"/>
  </w:style>
  <w:style w:type="paragraph" w:customStyle="1" w:styleId="45D199B6A8AD4F0F88513971592992F8">
    <w:name w:val="45D199B6A8AD4F0F88513971592992F8"/>
    <w:rsid w:val="0051401D"/>
  </w:style>
  <w:style w:type="paragraph" w:customStyle="1" w:styleId="D3A132898CFC48ACB9E65932700AC016">
    <w:name w:val="D3A132898CFC48ACB9E65932700AC016"/>
    <w:rsid w:val="0051401D"/>
  </w:style>
  <w:style w:type="paragraph" w:customStyle="1" w:styleId="3FC3536A3340456FA5BA3C467E0DEE92">
    <w:name w:val="3FC3536A3340456FA5BA3C467E0DEE92"/>
    <w:rsid w:val="0051401D"/>
  </w:style>
  <w:style w:type="paragraph" w:customStyle="1" w:styleId="90D2E38319D2412890AC468E44DE56F2">
    <w:name w:val="90D2E38319D2412890AC468E44DE56F2"/>
    <w:rsid w:val="0051401D"/>
  </w:style>
  <w:style w:type="paragraph" w:customStyle="1" w:styleId="CB9EED74FEB44AFD81932590B3B05B85">
    <w:name w:val="CB9EED74FEB44AFD81932590B3B05B85"/>
    <w:rsid w:val="0051401D"/>
  </w:style>
  <w:style w:type="paragraph" w:customStyle="1" w:styleId="F8BB354E117A45DBBAAAB083606F5D90">
    <w:name w:val="F8BB354E117A45DBBAAAB083606F5D90"/>
    <w:rsid w:val="0051401D"/>
  </w:style>
  <w:style w:type="paragraph" w:customStyle="1" w:styleId="3D49B59B0B4F4022A2409AB456D2DE1C">
    <w:name w:val="3D49B59B0B4F4022A2409AB456D2DE1C"/>
    <w:rsid w:val="0051401D"/>
  </w:style>
  <w:style w:type="paragraph" w:customStyle="1" w:styleId="BACEBD92A92F46248014E86AC6D1B25D">
    <w:name w:val="BACEBD92A92F46248014E86AC6D1B25D"/>
    <w:rsid w:val="0051401D"/>
  </w:style>
  <w:style w:type="paragraph" w:customStyle="1" w:styleId="AF0537B3AB604022A269C5101577DF14">
    <w:name w:val="AF0537B3AB604022A269C5101577DF14"/>
    <w:rsid w:val="0051401D"/>
  </w:style>
  <w:style w:type="paragraph" w:customStyle="1" w:styleId="077ECD7CAAE34C0F8C424CF81453868A">
    <w:name w:val="077ECD7CAAE34C0F8C424CF81453868A"/>
    <w:rsid w:val="0051401D"/>
  </w:style>
  <w:style w:type="paragraph" w:customStyle="1" w:styleId="033F80E1F7C344E28632F3EE1C29C555">
    <w:name w:val="033F80E1F7C344E28632F3EE1C29C555"/>
    <w:rsid w:val="0051401D"/>
  </w:style>
  <w:style w:type="paragraph" w:customStyle="1" w:styleId="9699C48F2FCC482FB128433BEAF0C7F1">
    <w:name w:val="9699C48F2FCC482FB128433BEAF0C7F1"/>
    <w:rsid w:val="0051401D"/>
  </w:style>
  <w:style w:type="paragraph" w:customStyle="1" w:styleId="FCA54FF4DDF1468E8D43D236BFB813CE">
    <w:name w:val="FCA54FF4DDF1468E8D43D236BFB813CE"/>
    <w:rsid w:val="0051401D"/>
  </w:style>
  <w:style w:type="paragraph" w:customStyle="1" w:styleId="831C3FD32DFF4BF3B783E4392C54241A">
    <w:name w:val="831C3FD32DFF4BF3B783E4392C54241A"/>
    <w:rsid w:val="0051401D"/>
  </w:style>
  <w:style w:type="paragraph" w:customStyle="1" w:styleId="2AAF89D16C704E0E854B5FA053029ADC">
    <w:name w:val="2AAF89D16C704E0E854B5FA053029ADC"/>
    <w:rsid w:val="0051401D"/>
  </w:style>
  <w:style w:type="paragraph" w:customStyle="1" w:styleId="A4DBAC65DAE5437BA4A0E2B7BA8DBB9F">
    <w:name w:val="A4DBAC65DAE5437BA4A0E2B7BA8DBB9F"/>
    <w:rsid w:val="0051401D"/>
  </w:style>
  <w:style w:type="paragraph" w:customStyle="1" w:styleId="06B1D2DDE75C4D49BDCA3CF871C44AB6">
    <w:name w:val="06B1D2DDE75C4D49BDCA3CF871C44AB6"/>
    <w:rsid w:val="0051401D"/>
  </w:style>
  <w:style w:type="paragraph" w:customStyle="1" w:styleId="9C53B175F9AC486D9D759BD54945617E">
    <w:name w:val="9C53B175F9AC486D9D759BD54945617E"/>
    <w:rsid w:val="0051401D"/>
  </w:style>
  <w:style w:type="paragraph" w:customStyle="1" w:styleId="5D3F8DA2954D4FF3972F0B447F6B7A0B">
    <w:name w:val="5D3F8DA2954D4FF3972F0B447F6B7A0B"/>
    <w:rsid w:val="0051401D"/>
  </w:style>
  <w:style w:type="paragraph" w:customStyle="1" w:styleId="0A98C0E0ABE44D478C7B4FCC528D2CBB">
    <w:name w:val="0A98C0E0ABE44D478C7B4FCC528D2CBB"/>
    <w:rsid w:val="0051401D"/>
  </w:style>
  <w:style w:type="paragraph" w:customStyle="1" w:styleId="661CA58367D74C009215C7548F32DF26">
    <w:name w:val="661CA58367D74C009215C7548F32DF26"/>
    <w:rsid w:val="0051401D"/>
  </w:style>
  <w:style w:type="paragraph" w:customStyle="1" w:styleId="0092CFD1B8C74FCEBF488E61ECBB8D9C">
    <w:name w:val="0092CFD1B8C74FCEBF488E61ECBB8D9C"/>
    <w:rsid w:val="0051401D"/>
  </w:style>
  <w:style w:type="paragraph" w:customStyle="1" w:styleId="D1A88026D1EE4A5AA4CA42B809B7D0B0">
    <w:name w:val="D1A88026D1EE4A5AA4CA42B809B7D0B0"/>
    <w:rsid w:val="0051401D"/>
  </w:style>
  <w:style w:type="paragraph" w:customStyle="1" w:styleId="FD43C914CFD34802B36CC3669D9E0917">
    <w:name w:val="FD43C914CFD34802B36CC3669D9E0917"/>
    <w:rsid w:val="0051401D"/>
  </w:style>
  <w:style w:type="paragraph" w:customStyle="1" w:styleId="40CF3EDDC6A544BBAC292D410C536E20">
    <w:name w:val="40CF3EDDC6A544BBAC292D410C536E20"/>
    <w:rsid w:val="0051401D"/>
  </w:style>
  <w:style w:type="paragraph" w:customStyle="1" w:styleId="D291383D973748E990C0F2EA300BE142">
    <w:name w:val="D291383D973748E990C0F2EA300BE142"/>
    <w:rsid w:val="0051401D"/>
  </w:style>
  <w:style w:type="paragraph" w:customStyle="1" w:styleId="A0E5869583E24173A3BCED5CF565495B">
    <w:name w:val="A0E5869583E24173A3BCED5CF565495B"/>
    <w:rsid w:val="0051401D"/>
  </w:style>
  <w:style w:type="paragraph" w:customStyle="1" w:styleId="8AC44688D9F8451D85D26B46D07423D9">
    <w:name w:val="8AC44688D9F8451D85D26B46D07423D9"/>
    <w:rsid w:val="0051401D"/>
  </w:style>
  <w:style w:type="paragraph" w:customStyle="1" w:styleId="D2C953B3545249B6ADAA021D36985F23">
    <w:name w:val="D2C953B3545249B6ADAA021D36985F23"/>
    <w:rsid w:val="0051401D"/>
  </w:style>
  <w:style w:type="paragraph" w:customStyle="1" w:styleId="4993F8E6FAF844A0BD5B38A9FD8166EA">
    <w:name w:val="4993F8E6FAF844A0BD5B38A9FD8166EA"/>
    <w:rsid w:val="0051401D"/>
  </w:style>
  <w:style w:type="paragraph" w:customStyle="1" w:styleId="38E2CA74204A45649370EC27EDFBB416">
    <w:name w:val="38E2CA74204A45649370EC27EDFBB416"/>
    <w:rsid w:val="0051401D"/>
  </w:style>
  <w:style w:type="paragraph" w:customStyle="1" w:styleId="5F3B9B8AD3EB46F08AE36F1F7A5D330B">
    <w:name w:val="5F3B9B8AD3EB46F08AE36F1F7A5D330B"/>
    <w:rsid w:val="0051401D"/>
  </w:style>
  <w:style w:type="paragraph" w:customStyle="1" w:styleId="0DD9A1779BCC43F1B55B48DA3B3CC9C5">
    <w:name w:val="0DD9A1779BCC43F1B55B48DA3B3CC9C5"/>
    <w:rsid w:val="0051401D"/>
  </w:style>
  <w:style w:type="paragraph" w:customStyle="1" w:styleId="BD8C6D0A79CA4139868541F941A7538C">
    <w:name w:val="BD8C6D0A79CA4139868541F941A7538C"/>
    <w:rsid w:val="0051401D"/>
  </w:style>
  <w:style w:type="paragraph" w:customStyle="1" w:styleId="F622AA2DDCF342BCACDC885366D06DE4">
    <w:name w:val="F622AA2DDCF342BCACDC885366D06DE4"/>
    <w:rsid w:val="0051401D"/>
  </w:style>
  <w:style w:type="paragraph" w:customStyle="1" w:styleId="1C30A66590A54A8EA1BC53683384DDF7">
    <w:name w:val="1C30A66590A54A8EA1BC53683384DDF7"/>
    <w:rsid w:val="0051401D"/>
  </w:style>
  <w:style w:type="paragraph" w:customStyle="1" w:styleId="831E3D630F434A8B8FC0C8089A3E0CCE">
    <w:name w:val="831E3D630F434A8B8FC0C8089A3E0CCE"/>
    <w:rsid w:val="0051401D"/>
  </w:style>
  <w:style w:type="paragraph" w:customStyle="1" w:styleId="BD7E25AD11314DE8805773B22718210D">
    <w:name w:val="BD7E25AD11314DE8805773B22718210D"/>
    <w:rsid w:val="0051401D"/>
  </w:style>
  <w:style w:type="paragraph" w:customStyle="1" w:styleId="754EE8FC7DFB4F2F8012645CAC1A4662">
    <w:name w:val="754EE8FC7DFB4F2F8012645CAC1A4662"/>
    <w:rsid w:val="0051401D"/>
  </w:style>
  <w:style w:type="paragraph" w:customStyle="1" w:styleId="667D91E338464F86BC9B4A503CE9D3A2">
    <w:name w:val="667D91E338464F86BC9B4A503CE9D3A2"/>
    <w:rsid w:val="0051401D"/>
  </w:style>
  <w:style w:type="paragraph" w:customStyle="1" w:styleId="98824AEE4B35425B89706BD1C94ABF85">
    <w:name w:val="98824AEE4B35425B89706BD1C94ABF85"/>
    <w:rsid w:val="0051401D"/>
  </w:style>
  <w:style w:type="paragraph" w:customStyle="1" w:styleId="9DEAD209317F41AAA15A12838B82DE59">
    <w:name w:val="9DEAD209317F41AAA15A12838B82DE59"/>
    <w:rsid w:val="0051401D"/>
  </w:style>
  <w:style w:type="paragraph" w:customStyle="1" w:styleId="A9F5D59259C44F7DABCE7B8361B3B237">
    <w:name w:val="A9F5D59259C44F7DABCE7B8361B3B237"/>
    <w:rsid w:val="0051401D"/>
  </w:style>
  <w:style w:type="paragraph" w:customStyle="1" w:styleId="8ED25EC2985F47BD964CB718D152D248">
    <w:name w:val="8ED25EC2985F47BD964CB718D152D248"/>
    <w:rsid w:val="0051401D"/>
  </w:style>
  <w:style w:type="paragraph" w:customStyle="1" w:styleId="41FBEC6D0D064229B5F79FA4C8CE26E8">
    <w:name w:val="41FBEC6D0D064229B5F79FA4C8CE26E8"/>
    <w:rsid w:val="0051401D"/>
  </w:style>
  <w:style w:type="paragraph" w:customStyle="1" w:styleId="49BF059FE4ED485E9825B5FB60FD5023">
    <w:name w:val="49BF059FE4ED485E9825B5FB60FD5023"/>
    <w:rsid w:val="0051401D"/>
  </w:style>
  <w:style w:type="paragraph" w:customStyle="1" w:styleId="78436176F61F44BBB48A74D0888EDF92">
    <w:name w:val="78436176F61F44BBB48A74D0888EDF92"/>
    <w:rsid w:val="0051401D"/>
  </w:style>
  <w:style w:type="paragraph" w:customStyle="1" w:styleId="9516DA734A70446BB60FB1F98FE57508">
    <w:name w:val="9516DA734A70446BB60FB1F98FE57508"/>
    <w:rsid w:val="0051401D"/>
  </w:style>
  <w:style w:type="paragraph" w:customStyle="1" w:styleId="7BCC04515DB449DBB7B52C25400A6F64">
    <w:name w:val="7BCC04515DB449DBB7B52C25400A6F64"/>
    <w:rsid w:val="0051401D"/>
  </w:style>
  <w:style w:type="paragraph" w:customStyle="1" w:styleId="EDD2F02CE0954C4389325205D33CC4E4">
    <w:name w:val="EDD2F02CE0954C4389325205D33CC4E4"/>
    <w:rsid w:val="0051401D"/>
  </w:style>
  <w:style w:type="paragraph" w:customStyle="1" w:styleId="5FFB6D4A5F3643918ABB32DA0379272D">
    <w:name w:val="5FFB6D4A5F3643918ABB32DA0379272D"/>
    <w:rsid w:val="0051401D"/>
  </w:style>
  <w:style w:type="paragraph" w:customStyle="1" w:styleId="859084E79AFB44D3A02339704EC31510">
    <w:name w:val="859084E79AFB44D3A02339704EC31510"/>
    <w:rsid w:val="0051401D"/>
  </w:style>
  <w:style w:type="paragraph" w:customStyle="1" w:styleId="82227E4035F640BAB44903DA1378825B">
    <w:name w:val="82227E4035F640BAB44903DA1378825B"/>
    <w:rsid w:val="0051401D"/>
  </w:style>
  <w:style w:type="paragraph" w:customStyle="1" w:styleId="8DAAF6118D6443F3B17A4B6CFEAC4835">
    <w:name w:val="8DAAF6118D6443F3B17A4B6CFEAC4835"/>
    <w:rsid w:val="0051401D"/>
  </w:style>
  <w:style w:type="paragraph" w:customStyle="1" w:styleId="BDAC8246F425484CA6095D0EA0EBD560">
    <w:name w:val="BDAC8246F425484CA6095D0EA0EBD560"/>
    <w:rsid w:val="0051401D"/>
  </w:style>
  <w:style w:type="paragraph" w:customStyle="1" w:styleId="0CD724F73CB34DDDBF0187132998A443">
    <w:name w:val="0CD724F73CB34DDDBF0187132998A443"/>
    <w:rsid w:val="0051401D"/>
  </w:style>
  <w:style w:type="paragraph" w:customStyle="1" w:styleId="655A85DF9C3E432791A1AF4ED7EB4C97">
    <w:name w:val="655A85DF9C3E432791A1AF4ED7EB4C97"/>
    <w:rsid w:val="0051401D"/>
  </w:style>
  <w:style w:type="paragraph" w:customStyle="1" w:styleId="EFB56D3EDB7D47A8B3567AED453419C2">
    <w:name w:val="EFB56D3EDB7D47A8B3567AED453419C2"/>
    <w:rsid w:val="0051401D"/>
  </w:style>
  <w:style w:type="paragraph" w:customStyle="1" w:styleId="6A6023CEDCEC4E7FA2F7002CB6280B16">
    <w:name w:val="6A6023CEDCEC4E7FA2F7002CB6280B16"/>
    <w:rsid w:val="0051401D"/>
  </w:style>
  <w:style w:type="paragraph" w:customStyle="1" w:styleId="3393E83287BD41FCB521809CE7AD3406">
    <w:name w:val="3393E83287BD41FCB521809CE7AD3406"/>
    <w:rsid w:val="0051401D"/>
  </w:style>
  <w:style w:type="paragraph" w:customStyle="1" w:styleId="A8E0B8785FC9484DA2F33C57DBB09E51">
    <w:name w:val="A8E0B8785FC9484DA2F33C57DBB09E51"/>
    <w:rsid w:val="0051401D"/>
  </w:style>
  <w:style w:type="paragraph" w:customStyle="1" w:styleId="949DADE16A5D45E2B294B93FBA73F9EA">
    <w:name w:val="949DADE16A5D45E2B294B93FBA73F9EA"/>
    <w:rsid w:val="0051401D"/>
  </w:style>
  <w:style w:type="paragraph" w:customStyle="1" w:styleId="B4CC17257A944DDCB325BF2EEF6A0C5E">
    <w:name w:val="B4CC17257A944DDCB325BF2EEF6A0C5E"/>
    <w:rsid w:val="0051401D"/>
  </w:style>
  <w:style w:type="paragraph" w:customStyle="1" w:styleId="D3B93CFD67844381AD9F80A4B65B9294">
    <w:name w:val="D3B93CFD67844381AD9F80A4B65B9294"/>
    <w:rsid w:val="0051401D"/>
  </w:style>
  <w:style w:type="paragraph" w:customStyle="1" w:styleId="0FB861A749964EA993A1EFBF28F44DBB">
    <w:name w:val="0FB861A749964EA993A1EFBF28F44DBB"/>
    <w:rsid w:val="0051401D"/>
  </w:style>
  <w:style w:type="paragraph" w:customStyle="1" w:styleId="F19E3ED0D7354E4D825B44B3B2ADF67F">
    <w:name w:val="F19E3ED0D7354E4D825B44B3B2ADF67F"/>
    <w:rsid w:val="0051401D"/>
  </w:style>
  <w:style w:type="paragraph" w:customStyle="1" w:styleId="8D5BFDCFD8A14F028DDD064A14A70FBC">
    <w:name w:val="8D5BFDCFD8A14F028DDD064A14A70FBC"/>
    <w:rsid w:val="0051401D"/>
  </w:style>
  <w:style w:type="paragraph" w:customStyle="1" w:styleId="7F876DC565AC4202892F190E89534B0A">
    <w:name w:val="7F876DC565AC4202892F190E89534B0A"/>
    <w:rsid w:val="0051401D"/>
  </w:style>
  <w:style w:type="paragraph" w:customStyle="1" w:styleId="A13BCD4E7C5E47739BB22E534045F6F2">
    <w:name w:val="A13BCD4E7C5E47739BB22E534045F6F2"/>
    <w:rsid w:val="0051401D"/>
  </w:style>
  <w:style w:type="paragraph" w:customStyle="1" w:styleId="41FC14613CB04DEFA0A86B1CFEE7312E">
    <w:name w:val="41FC14613CB04DEFA0A86B1CFEE7312E"/>
    <w:rsid w:val="0051401D"/>
  </w:style>
  <w:style w:type="paragraph" w:customStyle="1" w:styleId="CDCAC83042174F5CBE8D6EC16B43BA42">
    <w:name w:val="CDCAC83042174F5CBE8D6EC16B43BA42"/>
    <w:rsid w:val="0051401D"/>
  </w:style>
  <w:style w:type="paragraph" w:customStyle="1" w:styleId="3687B63095B54BB4B1C1F33816506551">
    <w:name w:val="3687B63095B54BB4B1C1F33816506551"/>
    <w:rsid w:val="0051401D"/>
  </w:style>
  <w:style w:type="paragraph" w:customStyle="1" w:styleId="0D0CBED3FB41428F88972B921852E5AE">
    <w:name w:val="0D0CBED3FB41428F88972B921852E5AE"/>
    <w:rsid w:val="0051401D"/>
  </w:style>
  <w:style w:type="paragraph" w:customStyle="1" w:styleId="665B6FC1F97E413CA3742EEA81AB94C6">
    <w:name w:val="665B6FC1F97E413CA3742EEA81AB94C6"/>
    <w:rsid w:val="0051401D"/>
  </w:style>
  <w:style w:type="paragraph" w:customStyle="1" w:styleId="EBDC0AB32DCB4C1AA96FDB8A12E64CBC">
    <w:name w:val="EBDC0AB32DCB4C1AA96FDB8A12E64CBC"/>
    <w:rsid w:val="0051401D"/>
  </w:style>
  <w:style w:type="paragraph" w:customStyle="1" w:styleId="53FA25F2C10747CA85707340417AFB74">
    <w:name w:val="53FA25F2C10747CA85707340417AFB74"/>
    <w:rsid w:val="0051401D"/>
  </w:style>
  <w:style w:type="paragraph" w:customStyle="1" w:styleId="A7E2061B737B4166BEDDEE4E7F8ED850">
    <w:name w:val="A7E2061B737B4166BEDDEE4E7F8ED850"/>
    <w:rsid w:val="0051401D"/>
  </w:style>
  <w:style w:type="paragraph" w:customStyle="1" w:styleId="24CE5F7E3B2A4F8297AA24648895513B">
    <w:name w:val="24CE5F7E3B2A4F8297AA24648895513B"/>
    <w:rsid w:val="0051401D"/>
  </w:style>
  <w:style w:type="paragraph" w:customStyle="1" w:styleId="92B164A596B248199ADA6DDF30E67442">
    <w:name w:val="92B164A596B248199ADA6DDF30E67442"/>
    <w:rsid w:val="0051401D"/>
  </w:style>
  <w:style w:type="paragraph" w:customStyle="1" w:styleId="682E2D1155974BA694376F58E09DFA01">
    <w:name w:val="682E2D1155974BA694376F58E09DFA01"/>
    <w:rsid w:val="0051401D"/>
  </w:style>
  <w:style w:type="paragraph" w:customStyle="1" w:styleId="2759009A0032468583942DF1A46DFD93">
    <w:name w:val="2759009A0032468583942DF1A46DFD93"/>
    <w:rsid w:val="0051401D"/>
  </w:style>
  <w:style w:type="paragraph" w:customStyle="1" w:styleId="9BF9C0EA0FDB4EAC8F5EA5F08E6C14C2">
    <w:name w:val="9BF9C0EA0FDB4EAC8F5EA5F08E6C14C2"/>
    <w:rsid w:val="0051401D"/>
  </w:style>
  <w:style w:type="paragraph" w:customStyle="1" w:styleId="B77449BF8B754A0083747A6D8A992610">
    <w:name w:val="B77449BF8B754A0083747A6D8A992610"/>
    <w:rsid w:val="0051401D"/>
  </w:style>
  <w:style w:type="paragraph" w:customStyle="1" w:styleId="1567D086E74244D28BB108E1A8D792CD">
    <w:name w:val="1567D086E74244D28BB108E1A8D792CD"/>
    <w:rsid w:val="0051401D"/>
  </w:style>
  <w:style w:type="paragraph" w:customStyle="1" w:styleId="4EB514225260408D89233418D707407F">
    <w:name w:val="4EB514225260408D89233418D707407F"/>
    <w:rsid w:val="0051401D"/>
  </w:style>
  <w:style w:type="paragraph" w:customStyle="1" w:styleId="892D54F9DD424CF686881038C4689F6F">
    <w:name w:val="892D54F9DD424CF686881038C4689F6F"/>
    <w:rsid w:val="0051401D"/>
  </w:style>
  <w:style w:type="paragraph" w:customStyle="1" w:styleId="CAED84D3CABA45828F4CC44505E6B1AF">
    <w:name w:val="CAED84D3CABA45828F4CC44505E6B1AF"/>
    <w:rsid w:val="0051401D"/>
  </w:style>
  <w:style w:type="paragraph" w:customStyle="1" w:styleId="D57858C8AF034BE99313D3D95857DC58">
    <w:name w:val="D57858C8AF034BE99313D3D95857DC58"/>
    <w:rsid w:val="0051401D"/>
  </w:style>
  <w:style w:type="paragraph" w:customStyle="1" w:styleId="EFEE544CA61641D68F57274C3E803092">
    <w:name w:val="EFEE544CA61641D68F57274C3E803092"/>
    <w:rsid w:val="0051401D"/>
  </w:style>
  <w:style w:type="paragraph" w:customStyle="1" w:styleId="C1CEA1C0F1C04DBFAB89E6244D498E02">
    <w:name w:val="C1CEA1C0F1C04DBFAB89E6244D498E02"/>
    <w:rsid w:val="0051401D"/>
  </w:style>
  <w:style w:type="paragraph" w:customStyle="1" w:styleId="F0F64DE4B6C942E0A2E18E39FF699B5F">
    <w:name w:val="F0F64DE4B6C942E0A2E18E39FF699B5F"/>
    <w:rsid w:val="0051401D"/>
  </w:style>
  <w:style w:type="paragraph" w:customStyle="1" w:styleId="FE75960866094D7787146D4F8373E061">
    <w:name w:val="FE75960866094D7787146D4F8373E061"/>
    <w:rsid w:val="0051401D"/>
  </w:style>
  <w:style w:type="paragraph" w:customStyle="1" w:styleId="3E31D0D16E234ACF905F7BAFB7E7471C">
    <w:name w:val="3E31D0D16E234ACF905F7BAFB7E7471C"/>
    <w:rsid w:val="0051401D"/>
  </w:style>
  <w:style w:type="paragraph" w:customStyle="1" w:styleId="6F7B116BFD1942E49228E1E457EB14F6">
    <w:name w:val="6F7B116BFD1942E49228E1E457EB14F6"/>
    <w:rsid w:val="0051401D"/>
  </w:style>
  <w:style w:type="paragraph" w:customStyle="1" w:styleId="5E10D6A928064867B5D927ACF1D89D41">
    <w:name w:val="5E10D6A928064867B5D927ACF1D89D41"/>
    <w:rsid w:val="0051401D"/>
  </w:style>
  <w:style w:type="paragraph" w:customStyle="1" w:styleId="B21F70F6826D492FB413A6F27ADCD474">
    <w:name w:val="B21F70F6826D492FB413A6F27ADCD474"/>
    <w:rsid w:val="0051401D"/>
  </w:style>
  <w:style w:type="paragraph" w:customStyle="1" w:styleId="86EBDEC97E7B41928F287DF5A54982D9">
    <w:name w:val="86EBDEC97E7B41928F287DF5A54982D9"/>
    <w:rsid w:val="0051401D"/>
  </w:style>
  <w:style w:type="paragraph" w:customStyle="1" w:styleId="3ADD2FFDDECA4D1986431963EF8150DD">
    <w:name w:val="3ADD2FFDDECA4D1986431963EF8150DD"/>
    <w:rsid w:val="0051401D"/>
  </w:style>
  <w:style w:type="paragraph" w:customStyle="1" w:styleId="DA4C2A7F388D4ACB945852CB27F0EC26">
    <w:name w:val="DA4C2A7F388D4ACB945852CB27F0EC26"/>
    <w:rsid w:val="0051401D"/>
  </w:style>
  <w:style w:type="paragraph" w:customStyle="1" w:styleId="097E779DB7E44D6F8338A38045E3B673">
    <w:name w:val="097E779DB7E44D6F8338A38045E3B673"/>
    <w:rsid w:val="0051401D"/>
  </w:style>
  <w:style w:type="paragraph" w:customStyle="1" w:styleId="D5C312C7CFD541C7A09A166110EAAA41">
    <w:name w:val="D5C312C7CFD541C7A09A166110EAAA41"/>
    <w:rsid w:val="0051401D"/>
  </w:style>
  <w:style w:type="paragraph" w:customStyle="1" w:styleId="F1249257C45F4DFF8A40FEAC1A5948E4">
    <w:name w:val="F1249257C45F4DFF8A40FEAC1A5948E4"/>
    <w:rsid w:val="0051401D"/>
  </w:style>
  <w:style w:type="paragraph" w:customStyle="1" w:styleId="08E8EDB66CB74142BFD370E79B3711D4">
    <w:name w:val="08E8EDB66CB74142BFD370E79B3711D4"/>
    <w:rsid w:val="0051401D"/>
  </w:style>
  <w:style w:type="paragraph" w:customStyle="1" w:styleId="FC90211237DD45E49C4FF3B29025465C">
    <w:name w:val="FC90211237DD45E49C4FF3B29025465C"/>
    <w:rsid w:val="0051401D"/>
  </w:style>
  <w:style w:type="paragraph" w:customStyle="1" w:styleId="F49BAF57A21F4EA6B58FA142B1C9452C">
    <w:name w:val="F49BAF57A21F4EA6B58FA142B1C9452C"/>
    <w:rsid w:val="0051401D"/>
  </w:style>
  <w:style w:type="paragraph" w:customStyle="1" w:styleId="E0363A85372C42B29B30D633BC76327B">
    <w:name w:val="E0363A85372C42B29B30D633BC76327B"/>
    <w:rsid w:val="0051401D"/>
  </w:style>
  <w:style w:type="paragraph" w:customStyle="1" w:styleId="1D22404D1D334473A70EE39F3E0A1A44">
    <w:name w:val="1D22404D1D334473A70EE39F3E0A1A44"/>
    <w:rsid w:val="0051401D"/>
  </w:style>
  <w:style w:type="paragraph" w:customStyle="1" w:styleId="81028F2CD4E54D41A1EB2FBF2F18C4E2">
    <w:name w:val="81028F2CD4E54D41A1EB2FBF2F18C4E2"/>
    <w:rsid w:val="0051401D"/>
  </w:style>
  <w:style w:type="paragraph" w:customStyle="1" w:styleId="8C640224E0094D938652391B0B37CA92">
    <w:name w:val="8C640224E0094D938652391B0B37CA92"/>
    <w:rsid w:val="0051401D"/>
  </w:style>
  <w:style w:type="paragraph" w:customStyle="1" w:styleId="CC90E4FC1C0D46EAAF84BFF63AF5B29D">
    <w:name w:val="CC90E4FC1C0D46EAAF84BFF63AF5B29D"/>
    <w:rsid w:val="0051401D"/>
  </w:style>
  <w:style w:type="paragraph" w:customStyle="1" w:styleId="260FC3C2463C4C48B0A4CA57029DC694">
    <w:name w:val="260FC3C2463C4C48B0A4CA57029DC694"/>
    <w:rsid w:val="0051401D"/>
  </w:style>
  <w:style w:type="paragraph" w:customStyle="1" w:styleId="315AF9D754C3462097212AC006D94AC9">
    <w:name w:val="315AF9D754C3462097212AC006D94AC9"/>
    <w:rsid w:val="0051401D"/>
  </w:style>
  <w:style w:type="paragraph" w:customStyle="1" w:styleId="1CA194CBAF5A4EC893A73C3837C2EE6D">
    <w:name w:val="1CA194CBAF5A4EC893A73C3837C2EE6D"/>
    <w:rsid w:val="0051401D"/>
  </w:style>
  <w:style w:type="paragraph" w:customStyle="1" w:styleId="40E68FCD6A1C413989D7DA80B92E16BA">
    <w:name w:val="40E68FCD6A1C413989D7DA80B92E16BA"/>
    <w:rsid w:val="0051401D"/>
  </w:style>
  <w:style w:type="paragraph" w:customStyle="1" w:styleId="576EE588121C4FDD915A95768D8414F2">
    <w:name w:val="576EE588121C4FDD915A95768D8414F2"/>
    <w:rsid w:val="0051401D"/>
  </w:style>
  <w:style w:type="paragraph" w:customStyle="1" w:styleId="8263F5CCEFF04C8CACC9A5582D4C0973">
    <w:name w:val="8263F5CCEFF04C8CACC9A5582D4C0973"/>
    <w:rsid w:val="0051401D"/>
  </w:style>
  <w:style w:type="paragraph" w:customStyle="1" w:styleId="DA51620BE61147FDB9C1FF6A87F81338">
    <w:name w:val="DA51620BE61147FDB9C1FF6A87F81338"/>
    <w:rsid w:val="0051401D"/>
  </w:style>
  <w:style w:type="paragraph" w:customStyle="1" w:styleId="756CEF3FE53E429B8DD3A4DE857CFAE4">
    <w:name w:val="756CEF3FE53E429B8DD3A4DE857CFAE4"/>
    <w:rsid w:val="0051401D"/>
  </w:style>
  <w:style w:type="paragraph" w:customStyle="1" w:styleId="8B5DEB7E447D405F9F6DC2AAF9ED453B">
    <w:name w:val="8B5DEB7E447D405F9F6DC2AAF9ED453B"/>
    <w:rsid w:val="0051401D"/>
  </w:style>
  <w:style w:type="paragraph" w:customStyle="1" w:styleId="1C51FD08E63C47BEA47E681036236795">
    <w:name w:val="1C51FD08E63C47BEA47E681036236795"/>
    <w:rsid w:val="0051401D"/>
  </w:style>
  <w:style w:type="paragraph" w:customStyle="1" w:styleId="3EDA475BFBB64E148F1589B982AD9077">
    <w:name w:val="3EDA475BFBB64E148F1589B982AD9077"/>
    <w:rsid w:val="0051401D"/>
  </w:style>
  <w:style w:type="paragraph" w:customStyle="1" w:styleId="0EE39E95D90445AC87339173712B6B0E">
    <w:name w:val="0EE39E95D90445AC87339173712B6B0E"/>
    <w:rsid w:val="0051401D"/>
  </w:style>
  <w:style w:type="paragraph" w:customStyle="1" w:styleId="2FF2179C821348B99B5E876F53B08582">
    <w:name w:val="2FF2179C821348B99B5E876F53B08582"/>
    <w:rsid w:val="0051401D"/>
  </w:style>
  <w:style w:type="paragraph" w:customStyle="1" w:styleId="B2CF83BFD89B4B9695BC9BC412D70CA2">
    <w:name w:val="B2CF83BFD89B4B9695BC9BC412D70CA2"/>
    <w:rsid w:val="0051401D"/>
  </w:style>
  <w:style w:type="paragraph" w:customStyle="1" w:styleId="0B4D4ACC46C04D75BD22E9838C4C5B75">
    <w:name w:val="0B4D4ACC46C04D75BD22E9838C4C5B75"/>
    <w:rsid w:val="0051401D"/>
  </w:style>
  <w:style w:type="paragraph" w:customStyle="1" w:styleId="AB32F59A4AF5423EB3CD21A5B40127BC">
    <w:name w:val="AB32F59A4AF5423EB3CD21A5B40127BC"/>
    <w:rsid w:val="0051401D"/>
  </w:style>
  <w:style w:type="paragraph" w:customStyle="1" w:styleId="C1A81874C1924C91904AAB4059E404A7">
    <w:name w:val="C1A81874C1924C91904AAB4059E404A7"/>
    <w:rsid w:val="0051401D"/>
  </w:style>
  <w:style w:type="paragraph" w:customStyle="1" w:styleId="54EA6E21801E47A68497CACF6063BA0B">
    <w:name w:val="54EA6E21801E47A68497CACF6063BA0B"/>
    <w:rsid w:val="0051401D"/>
  </w:style>
  <w:style w:type="paragraph" w:customStyle="1" w:styleId="6031760B964842EE8C7C35249AA8C0FF">
    <w:name w:val="6031760B964842EE8C7C35249AA8C0FF"/>
    <w:rsid w:val="0051401D"/>
  </w:style>
  <w:style w:type="paragraph" w:customStyle="1" w:styleId="BDE37157E7D54BCEA3E64EF3CACAAEB9">
    <w:name w:val="BDE37157E7D54BCEA3E64EF3CACAAEB9"/>
    <w:rsid w:val="0051401D"/>
  </w:style>
  <w:style w:type="paragraph" w:customStyle="1" w:styleId="D85534F7F9BA423CA9B43277B64DFBA6">
    <w:name w:val="D85534F7F9BA423CA9B43277B64DFBA6"/>
    <w:rsid w:val="0051401D"/>
  </w:style>
  <w:style w:type="paragraph" w:customStyle="1" w:styleId="F62D177E970942E1A52483B6AE2C3125">
    <w:name w:val="F62D177E970942E1A52483B6AE2C3125"/>
    <w:rsid w:val="0051401D"/>
  </w:style>
  <w:style w:type="paragraph" w:customStyle="1" w:styleId="DEA5CF646EC74EE7A726625EF4DC10C1">
    <w:name w:val="DEA5CF646EC74EE7A726625EF4DC10C1"/>
    <w:rsid w:val="0051401D"/>
  </w:style>
  <w:style w:type="paragraph" w:customStyle="1" w:styleId="819CF23FDB95471F8B3E6F8C278FFAED">
    <w:name w:val="819CF23FDB95471F8B3E6F8C278FFAED"/>
    <w:rsid w:val="0051401D"/>
  </w:style>
  <w:style w:type="paragraph" w:customStyle="1" w:styleId="C2F22D2BF5DA4BF883D31B706851B282">
    <w:name w:val="C2F22D2BF5DA4BF883D31B706851B282"/>
    <w:rsid w:val="0051401D"/>
  </w:style>
  <w:style w:type="paragraph" w:customStyle="1" w:styleId="0E4656EF7C5B4825896577F637BA06C1">
    <w:name w:val="0E4656EF7C5B4825896577F637BA06C1"/>
    <w:rsid w:val="0051401D"/>
  </w:style>
  <w:style w:type="paragraph" w:customStyle="1" w:styleId="7E09E77E61D144B999655F394DAEE6E4">
    <w:name w:val="7E09E77E61D144B999655F394DAEE6E4"/>
    <w:rsid w:val="0051401D"/>
  </w:style>
  <w:style w:type="paragraph" w:customStyle="1" w:styleId="0B008C8F8387471AAC44D160812A2074">
    <w:name w:val="0B008C8F8387471AAC44D160812A2074"/>
    <w:rsid w:val="0051401D"/>
  </w:style>
  <w:style w:type="paragraph" w:customStyle="1" w:styleId="42DC80EAFFEE497E8A3AA5C80FCFAD70">
    <w:name w:val="42DC80EAFFEE497E8A3AA5C80FCFAD70"/>
    <w:rsid w:val="0051401D"/>
  </w:style>
  <w:style w:type="paragraph" w:customStyle="1" w:styleId="4528572C38D34592B627BCE1E8E50919">
    <w:name w:val="4528572C38D34592B627BCE1E8E50919"/>
    <w:rsid w:val="0051401D"/>
  </w:style>
  <w:style w:type="paragraph" w:customStyle="1" w:styleId="3F289EF0B25642F49BF3FA33CDC3BE03">
    <w:name w:val="3F289EF0B25642F49BF3FA33CDC3BE03"/>
    <w:rsid w:val="0051401D"/>
  </w:style>
  <w:style w:type="paragraph" w:customStyle="1" w:styleId="9A4E4FF20E13466D88097B39D71E3C29">
    <w:name w:val="9A4E4FF20E13466D88097B39D71E3C29"/>
    <w:rsid w:val="0051401D"/>
  </w:style>
  <w:style w:type="paragraph" w:customStyle="1" w:styleId="B4FE61C8D9F84AC6AE1559DB8B07BADD">
    <w:name w:val="B4FE61C8D9F84AC6AE1559DB8B07BADD"/>
    <w:rsid w:val="0051401D"/>
  </w:style>
  <w:style w:type="paragraph" w:customStyle="1" w:styleId="475F4BBBCB6D415CA86402692A9F583A">
    <w:name w:val="475F4BBBCB6D415CA86402692A9F583A"/>
    <w:rsid w:val="0051401D"/>
  </w:style>
  <w:style w:type="paragraph" w:customStyle="1" w:styleId="03556B20F65F4FEF92D03669A7E9A935">
    <w:name w:val="03556B20F65F4FEF92D03669A7E9A935"/>
    <w:rsid w:val="0051401D"/>
  </w:style>
  <w:style w:type="paragraph" w:customStyle="1" w:styleId="83AA3DCF06BF44AD81B9B9368BB6EF4F">
    <w:name w:val="83AA3DCF06BF44AD81B9B9368BB6EF4F"/>
    <w:rsid w:val="0051401D"/>
  </w:style>
  <w:style w:type="paragraph" w:customStyle="1" w:styleId="DEA2AC02C3CE404584819F4520869746">
    <w:name w:val="DEA2AC02C3CE404584819F4520869746"/>
    <w:rsid w:val="0051401D"/>
  </w:style>
  <w:style w:type="paragraph" w:customStyle="1" w:styleId="14B34772588E4CD0B398487BAA42CC55">
    <w:name w:val="14B34772588E4CD0B398487BAA42CC55"/>
    <w:rsid w:val="0051401D"/>
  </w:style>
  <w:style w:type="paragraph" w:customStyle="1" w:styleId="19641001F276454F87AAF9400B6E12A3">
    <w:name w:val="19641001F276454F87AAF9400B6E12A3"/>
    <w:rsid w:val="0051401D"/>
  </w:style>
  <w:style w:type="paragraph" w:customStyle="1" w:styleId="ABA161AE70DD4A39B5F01B7CEC1F3C37">
    <w:name w:val="ABA161AE70DD4A39B5F01B7CEC1F3C37"/>
    <w:rsid w:val="0051401D"/>
  </w:style>
  <w:style w:type="paragraph" w:customStyle="1" w:styleId="D1F83B53EBCD4EF080477C0AEAF62FF9">
    <w:name w:val="D1F83B53EBCD4EF080477C0AEAF62FF9"/>
    <w:rsid w:val="0051401D"/>
  </w:style>
  <w:style w:type="paragraph" w:customStyle="1" w:styleId="83C1054AFD334AE3AB5DEDF4CAD78311">
    <w:name w:val="83C1054AFD334AE3AB5DEDF4CAD78311"/>
    <w:rsid w:val="0051401D"/>
  </w:style>
  <w:style w:type="paragraph" w:customStyle="1" w:styleId="9944D060668647DEBC3A3E67B44C69CA">
    <w:name w:val="9944D060668647DEBC3A3E67B44C69CA"/>
    <w:rsid w:val="0051401D"/>
  </w:style>
  <w:style w:type="paragraph" w:customStyle="1" w:styleId="D55C7B115A194BFEB62D1770F520069A">
    <w:name w:val="D55C7B115A194BFEB62D1770F520069A"/>
    <w:rsid w:val="0051401D"/>
  </w:style>
  <w:style w:type="paragraph" w:customStyle="1" w:styleId="E89049A836EC45B1A1E22F49159FF0B7">
    <w:name w:val="E89049A836EC45B1A1E22F49159FF0B7"/>
    <w:rsid w:val="0051401D"/>
  </w:style>
  <w:style w:type="paragraph" w:customStyle="1" w:styleId="62F8B4D5C80548E58B02350586CDC52F">
    <w:name w:val="62F8B4D5C80548E58B02350586CDC52F"/>
    <w:rsid w:val="0051401D"/>
  </w:style>
  <w:style w:type="paragraph" w:customStyle="1" w:styleId="6205C5D106604E7091645799B3C6DE33">
    <w:name w:val="6205C5D106604E7091645799B3C6DE33"/>
    <w:rsid w:val="0051401D"/>
  </w:style>
  <w:style w:type="paragraph" w:customStyle="1" w:styleId="5CBBB321A4CB4893A41C12C812A5C6A3">
    <w:name w:val="5CBBB321A4CB4893A41C12C812A5C6A3"/>
    <w:rsid w:val="0051401D"/>
  </w:style>
  <w:style w:type="paragraph" w:customStyle="1" w:styleId="1DE0E146452B417087A465F2F11E21CF">
    <w:name w:val="1DE0E146452B417087A465F2F11E21CF"/>
    <w:rsid w:val="0051401D"/>
  </w:style>
  <w:style w:type="paragraph" w:customStyle="1" w:styleId="06DDC8DF79674122939C98739FC75F3D">
    <w:name w:val="06DDC8DF79674122939C98739FC75F3D"/>
    <w:rsid w:val="0051401D"/>
  </w:style>
  <w:style w:type="paragraph" w:customStyle="1" w:styleId="FFD6208BC6AA4CC583EFDED91675DF02">
    <w:name w:val="FFD6208BC6AA4CC583EFDED91675DF02"/>
    <w:rsid w:val="0051401D"/>
  </w:style>
  <w:style w:type="paragraph" w:customStyle="1" w:styleId="7C81DE3614954D46B469593C72F351E6">
    <w:name w:val="7C81DE3614954D46B469593C72F351E6"/>
    <w:rsid w:val="0051401D"/>
  </w:style>
  <w:style w:type="paragraph" w:customStyle="1" w:styleId="47165752CA5444BF94640550B57B3390">
    <w:name w:val="47165752CA5444BF94640550B57B3390"/>
    <w:rsid w:val="0051401D"/>
  </w:style>
  <w:style w:type="paragraph" w:customStyle="1" w:styleId="ABD70F2202AF4617A549140D1F118C5A">
    <w:name w:val="ABD70F2202AF4617A549140D1F118C5A"/>
    <w:rsid w:val="0051401D"/>
  </w:style>
  <w:style w:type="paragraph" w:customStyle="1" w:styleId="F2F9ACDBC1494366BB139F4080F8A405">
    <w:name w:val="F2F9ACDBC1494366BB139F4080F8A405"/>
    <w:rsid w:val="0051401D"/>
  </w:style>
  <w:style w:type="paragraph" w:customStyle="1" w:styleId="05C548F8962F4A9DB92B671775F9B297">
    <w:name w:val="05C548F8962F4A9DB92B671775F9B297"/>
    <w:rsid w:val="0051401D"/>
  </w:style>
  <w:style w:type="paragraph" w:customStyle="1" w:styleId="4E396134349344458A2608C02CFC01BC">
    <w:name w:val="4E396134349344458A2608C02CFC01BC"/>
    <w:rsid w:val="0051401D"/>
  </w:style>
  <w:style w:type="paragraph" w:customStyle="1" w:styleId="63D9A6E8A7CB4807B8C4FC601E24AE23">
    <w:name w:val="63D9A6E8A7CB4807B8C4FC601E24AE23"/>
    <w:rsid w:val="0051401D"/>
  </w:style>
  <w:style w:type="paragraph" w:customStyle="1" w:styleId="1957C60662094A118D289B59D4C98B4D">
    <w:name w:val="1957C60662094A118D289B59D4C98B4D"/>
    <w:rsid w:val="0051401D"/>
  </w:style>
  <w:style w:type="paragraph" w:customStyle="1" w:styleId="E9E211E16E724B1792810D07835D5B72">
    <w:name w:val="E9E211E16E724B1792810D07835D5B72"/>
    <w:rsid w:val="0051401D"/>
  </w:style>
  <w:style w:type="paragraph" w:customStyle="1" w:styleId="E9A744ABCC4E4C69A84CB9E0695E5627">
    <w:name w:val="E9A744ABCC4E4C69A84CB9E0695E5627"/>
    <w:rsid w:val="0051401D"/>
  </w:style>
  <w:style w:type="paragraph" w:customStyle="1" w:styleId="B3C65F92FB1A4C77A0B2CC6F6CA8AB29">
    <w:name w:val="B3C65F92FB1A4C77A0B2CC6F6CA8AB29"/>
    <w:rsid w:val="0051401D"/>
  </w:style>
  <w:style w:type="paragraph" w:customStyle="1" w:styleId="FAD4D7230B8747138F2F00060B40371B">
    <w:name w:val="FAD4D7230B8747138F2F00060B40371B"/>
    <w:rsid w:val="0051401D"/>
  </w:style>
  <w:style w:type="paragraph" w:customStyle="1" w:styleId="572485FE64FF417D8147C5075CE886D1">
    <w:name w:val="572485FE64FF417D8147C5075CE886D1"/>
    <w:rsid w:val="0051401D"/>
  </w:style>
  <w:style w:type="paragraph" w:customStyle="1" w:styleId="10AA6C8E71114DF68AD13E31F7FD9CE2">
    <w:name w:val="10AA6C8E71114DF68AD13E31F7FD9CE2"/>
    <w:rsid w:val="0051401D"/>
  </w:style>
  <w:style w:type="paragraph" w:customStyle="1" w:styleId="9EC3E40305EB4C5D9CF1CE7ADFF72A88">
    <w:name w:val="9EC3E40305EB4C5D9CF1CE7ADFF72A88"/>
    <w:rsid w:val="0051401D"/>
  </w:style>
  <w:style w:type="paragraph" w:customStyle="1" w:styleId="23D85D05B74043C7BB9009D81C02E14F">
    <w:name w:val="23D85D05B74043C7BB9009D81C02E14F"/>
    <w:rsid w:val="0051401D"/>
  </w:style>
  <w:style w:type="paragraph" w:customStyle="1" w:styleId="666C6BEF52CE492DBBECB256C696FF8C">
    <w:name w:val="666C6BEF52CE492DBBECB256C696FF8C"/>
    <w:rsid w:val="0051401D"/>
  </w:style>
  <w:style w:type="paragraph" w:customStyle="1" w:styleId="39D8E325F7BA4D14B57C3969E62B399B">
    <w:name w:val="39D8E325F7BA4D14B57C3969E62B399B"/>
    <w:rsid w:val="0051401D"/>
  </w:style>
  <w:style w:type="paragraph" w:customStyle="1" w:styleId="F8A5FEB767534CC6BB442959460B519D">
    <w:name w:val="F8A5FEB767534CC6BB442959460B519D"/>
    <w:rsid w:val="0051401D"/>
  </w:style>
  <w:style w:type="paragraph" w:customStyle="1" w:styleId="5271627300E745C09295A3AD571EA6D5">
    <w:name w:val="5271627300E745C09295A3AD571EA6D5"/>
    <w:rsid w:val="0051401D"/>
  </w:style>
  <w:style w:type="paragraph" w:customStyle="1" w:styleId="0DE6F4E51DBE46FAA0D91A9407E890C3">
    <w:name w:val="0DE6F4E51DBE46FAA0D91A9407E890C3"/>
    <w:rsid w:val="0051401D"/>
  </w:style>
  <w:style w:type="paragraph" w:customStyle="1" w:styleId="6E496775E2CA4254A987DE017A1444EB">
    <w:name w:val="6E496775E2CA4254A987DE017A1444EB"/>
    <w:rsid w:val="0051401D"/>
  </w:style>
  <w:style w:type="paragraph" w:customStyle="1" w:styleId="7A9FFA4DED6E421EB904EA90AC97E770">
    <w:name w:val="7A9FFA4DED6E421EB904EA90AC97E770"/>
    <w:rsid w:val="0051401D"/>
  </w:style>
  <w:style w:type="paragraph" w:customStyle="1" w:styleId="5A9FFD3CBD6F4E17BF8E019EC8EE9E24">
    <w:name w:val="5A9FFD3CBD6F4E17BF8E019EC8EE9E24"/>
    <w:rsid w:val="0051401D"/>
  </w:style>
  <w:style w:type="paragraph" w:customStyle="1" w:styleId="D07E26781E63432B8E2388B20A827708">
    <w:name w:val="D07E26781E63432B8E2388B20A827708"/>
    <w:rsid w:val="0051401D"/>
  </w:style>
  <w:style w:type="paragraph" w:customStyle="1" w:styleId="A0FD3E6841B44EEA84BC8E3E9AF1E128">
    <w:name w:val="A0FD3E6841B44EEA84BC8E3E9AF1E128"/>
    <w:rsid w:val="0051401D"/>
  </w:style>
  <w:style w:type="paragraph" w:customStyle="1" w:styleId="E9EA8609CF654FBFB49A0F185283CE9D">
    <w:name w:val="E9EA8609CF654FBFB49A0F185283CE9D"/>
    <w:rsid w:val="0051401D"/>
  </w:style>
  <w:style w:type="paragraph" w:customStyle="1" w:styleId="9CBC3D8B56A74F72959825458C6FEE07">
    <w:name w:val="9CBC3D8B56A74F72959825458C6FEE07"/>
    <w:rsid w:val="0051401D"/>
  </w:style>
  <w:style w:type="paragraph" w:customStyle="1" w:styleId="261A91AF027149EFB42F5FCE97800935">
    <w:name w:val="261A91AF027149EFB42F5FCE97800935"/>
    <w:rsid w:val="0051401D"/>
  </w:style>
  <w:style w:type="paragraph" w:customStyle="1" w:styleId="C6F0DCC98D4B4E758C41704458BD9474">
    <w:name w:val="C6F0DCC98D4B4E758C41704458BD9474"/>
    <w:rsid w:val="0051401D"/>
  </w:style>
  <w:style w:type="paragraph" w:customStyle="1" w:styleId="62756D0BF64540D9A3C958ED86AA8FFD">
    <w:name w:val="62756D0BF64540D9A3C958ED86AA8FFD"/>
    <w:rsid w:val="0051401D"/>
  </w:style>
  <w:style w:type="paragraph" w:customStyle="1" w:styleId="5DF1729EC9AB4CBEBA648B75BEA86055">
    <w:name w:val="5DF1729EC9AB4CBEBA648B75BEA86055"/>
    <w:rsid w:val="0051401D"/>
  </w:style>
  <w:style w:type="paragraph" w:customStyle="1" w:styleId="B715A559FFB948469855FBD21FCE4C88">
    <w:name w:val="B715A559FFB948469855FBD21FCE4C88"/>
    <w:rsid w:val="0051401D"/>
  </w:style>
  <w:style w:type="paragraph" w:customStyle="1" w:styleId="3CC9BC9E7596429A85754C0772AAF10B">
    <w:name w:val="3CC9BC9E7596429A85754C0772AAF10B"/>
    <w:rsid w:val="0051401D"/>
  </w:style>
  <w:style w:type="paragraph" w:customStyle="1" w:styleId="F1A4140717C74FFD8719F26CC356A7A1">
    <w:name w:val="F1A4140717C74FFD8719F26CC356A7A1"/>
    <w:rsid w:val="0051401D"/>
  </w:style>
  <w:style w:type="paragraph" w:customStyle="1" w:styleId="C71D993D9C6149BA8B422F9FAB5D335B">
    <w:name w:val="C71D993D9C6149BA8B422F9FAB5D335B"/>
    <w:rsid w:val="0051401D"/>
  </w:style>
  <w:style w:type="paragraph" w:customStyle="1" w:styleId="5A6B40F8975F48D09833EFF9294EC29F">
    <w:name w:val="5A6B40F8975F48D09833EFF9294EC29F"/>
    <w:rsid w:val="0051401D"/>
  </w:style>
  <w:style w:type="paragraph" w:customStyle="1" w:styleId="921F3233586E43FD93EF540A0EE05842">
    <w:name w:val="921F3233586E43FD93EF540A0EE05842"/>
    <w:rsid w:val="0051401D"/>
  </w:style>
  <w:style w:type="paragraph" w:customStyle="1" w:styleId="49C51F39F18D459A8790E6B07FC765C5">
    <w:name w:val="49C51F39F18D459A8790E6B07FC765C5"/>
    <w:rsid w:val="0051401D"/>
  </w:style>
  <w:style w:type="paragraph" w:customStyle="1" w:styleId="E0BB8F6F7F794AFC88FD45ABD86DDDE2">
    <w:name w:val="E0BB8F6F7F794AFC88FD45ABD86DDDE2"/>
    <w:rsid w:val="0051401D"/>
  </w:style>
  <w:style w:type="paragraph" w:customStyle="1" w:styleId="CBDA00B8A5D1490BAB76317FBF20BACA">
    <w:name w:val="CBDA00B8A5D1490BAB76317FBF20BACA"/>
    <w:rsid w:val="0051401D"/>
  </w:style>
  <w:style w:type="paragraph" w:customStyle="1" w:styleId="626C87204A5746C4A40BB56C8DCA2042">
    <w:name w:val="626C87204A5746C4A40BB56C8DCA2042"/>
    <w:rsid w:val="0051401D"/>
  </w:style>
  <w:style w:type="paragraph" w:customStyle="1" w:styleId="369606FBB3BC4EC098713C78A68B50D6">
    <w:name w:val="369606FBB3BC4EC098713C78A68B50D6"/>
    <w:rsid w:val="0051401D"/>
  </w:style>
  <w:style w:type="paragraph" w:customStyle="1" w:styleId="C6F6380CC52B422CBCF2D27BCFA6ED00">
    <w:name w:val="C6F6380CC52B422CBCF2D27BCFA6ED00"/>
    <w:rsid w:val="0051401D"/>
  </w:style>
  <w:style w:type="paragraph" w:customStyle="1" w:styleId="644648E18CF548BB9AE9EEE42AEDDADC">
    <w:name w:val="644648E18CF548BB9AE9EEE42AEDDADC"/>
    <w:rsid w:val="0051401D"/>
  </w:style>
  <w:style w:type="paragraph" w:customStyle="1" w:styleId="7793C36DD6EB44FDA5B1BF84BC35AB74">
    <w:name w:val="7793C36DD6EB44FDA5B1BF84BC35AB74"/>
    <w:rsid w:val="0051401D"/>
  </w:style>
  <w:style w:type="paragraph" w:customStyle="1" w:styleId="6D4B827F839C44A6A6E7FD07B17C5052">
    <w:name w:val="6D4B827F839C44A6A6E7FD07B17C5052"/>
    <w:rsid w:val="0051401D"/>
  </w:style>
  <w:style w:type="paragraph" w:customStyle="1" w:styleId="5D0FE8B4A1EA487CA3259F5DE2522F5F">
    <w:name w:val="5D0FE8B4A1EA487CA3259F5DE2522F5F"/>
    <w:rsid w:val="0051401D"/>
  </w:style>
  <w:style w:type="paragraph" w:customStyle="1" w:styleId="67DDDC4E529043C08D45D255689213DD">
    <w:name w:val="67DDDC4E529043C08D45D255689213DD"/>
    <w:rsid w:val="0051401D"/>
  </w:style>
  <w:style w:type="paragraph" w:customStyle="1" w:styleId="F937DA6FE1864DA0B792A9A5E10E5505">
    <w:name w:val="F937DA6FE1864DA0B792A9A5E10E5505"/>
    <w:rsid w:val="0051401D"/>
  </w:style>
  <w:style w:type="paragraph" w:customStyle="1" w:styleId="3EF20E09DF0742638909254B4BD1EC17">
    <w:name w:val="3EF20E09DF0742638909254B4BD1EC17"/>
    <w:rsid w:val="0051401D"/>
  </w:style>
  <w:style w:type="paragraph" w:customStyle="1" w:styleId="B86B13CA901247CDADDE866FBABCDB04">
    <w:name w:val="B86B13CA901247CDADDE866FBABCDB04"/>
    <w:rsid w:val="0051401D"/>
  </w:style>
  <w:style w:type="paragraph" w:customStyle="1" w:styleId="4892897F0927489FAB39B4E5C80FCDED">
    <w:name w:val="4892897F0927489FAB39B4E5C80FCDED"/>
    <w:rsid w:val="0051401D"/>
  </w:style>
  <w:style w:type="paragraph" w:customStyle="1" w:styleId="86D5F01401564F25B50675323A47D91C">
    <w:name w:val="86D5F01401564F25B50675323A47D91C"/>
    <w:rsid w:val="0051401D"/>
  </w:style>
  <w:style w:type="paragraph" w:customStyle="1" w:styleId="EE0766B757AD409181E64D41EF2189C0">
    <w:name w:val="EE0766B757AD409181E64D41EF2189C0"/>
    <w:rsid w:val="0051401D"/>
  </w:style>
  <w:style w:type="paragraph" w:customStyle="1" w:styleId="5E747AF9D56D4EA1B99205E081A8994D">
    <w:name w:val="5E747AF9D56D4EA1B99205E081A8994D"/>
    <w:rsid w:val="0051401D"/>
  </w:style>
  <w:style w:type="paragraph" w:customStyle="1" w:styleId="02EED64E384747528A21F42DD0545D08">
    <w:name w:val="02EED64E384747528A21F42DD0545D08"/>
    <w:rsid w:val="0051401D"/>
  </w:style>
  <w:style w:type="paragraph" w:customStyle="1" w:styleId="A5DFF68686E54FFF8F064676D77B68B1">
    <w:name w:val="A5DFF68686E54FFF8F064676D77B68B1"/>
    <w:rsid w:val="0051401D"/>
  </w:style>
  <w:style w:type="paragraph" w:customStyle="1" w:styleId="2605BD11664B404FABCF6027F957E7A0">
    <w:name w:val="2605BD11664B404FABCF6027F957E7A0"/>
    <w:rsid w:val="0051401D"/>
  </w:style>
  <w:style w:type="paragraph" w:customStyle="1" w:styleId="ED34620580334764BFA0853AE84AFB0E">
    <w:name w:val="ED34620580334764BFA0853AE84AFB0E"/>
    <w:rsid w:val="0051401D"/>
  </w:style>
  <w:style w:type="paragraph" w:customStyle="1" w:styleId="8903AD5B954C4E44A9295B81A6EE858E">
    <w:name w:val="8903AD5B954C4E44A9295B81A6EE858E"/>
    <w:rsid w:val="0051401D"/>
  </w:style>
  <w:style w:type="paragraph" w:customStyle="1" w:styleId="CCB2FD0E1DC84A85ACE2C0A5ACDF7668">
    <w:name w:val="CCB2FD0E1DC84A85ACE2C0A5ACDF7668"/>
    <w:rsid w:val="0051401D"/>
  </w:style>
  <w:style w:type="paragraph" w:customStyle="1" w:styleId="E0B65D8E6961457A80C9AE369A5CA126">
    <w:name w:val="E0B65D8E6961457A80C9AE369A5CA126"/>
    <w:rsid w:val="0051401D"/>
  </w:style>
  <w:style w:type="paragraph" w:customStyle="1" w:styleId="044D926A28F44C1F923591BD2C7ED7D6">
    <w:name w:val="044D926A28F44C1F923591BD2C7ED7D6"/>
    <w:rsid w:val="0051401D"/>
  </w:style>
  <w:style w:type="paragraph" w:customStyle="1" w:styleId="79067485E12349938444FBDB41CF8AF9">
    <w:name w:val="79067485E12349938444FBDB41CF8AF9"/>
    <w:rsid w:val="0051401D"/>
  </w:style>
  <w:style w:type="paragraph" w:customStyle="1" w:styleId="8916CC88BC604A14A971DDCFA97AA370">
    <w:name w:val="8916CC88BC604A14A971DDCFA97AA370"/>
    <w:rsid w:val="0051401D"/>
  </w:style>
  <w:style w:type="paragraph" w:customStyle="1" w:styleId="F4813295B79E44E0AA221C0EBFD5F5D5">
    <w:name w:val="F4813295B79E44E0AA221C0EBFD5F5D5"/>
    <w:rsid w:val="0051401D"/>
  </w:style>
  <w:style w:type="paragraph" w:customStyle="1" w:styleId="BEE7DD6B772A4942A21FEFDB90EC8933">
    <w:name w:val="BEE7DD6B772A4942A21FEFDB90EC8933"/>
    <w:rsid w:val="0051401D"/>
  </w:style>
  <w:style w:type="paragraph" w:customStyle="1" w:styleId="9B3A75C3DE6C42DCAD8FA2B10FE30ED5">
    <w:name w:val="9B3A75C3DE6C42DCAD8FA2B10FE30ED5"/>
    <w:rsid w:val="0051401D"/>
  </w:style>
  <w:style w:type="paragraph" w:customStyle="1" w:styleId="CA4FFA2F01324DDFB399A65AB7DA7F53">
    <w:name w:val="CA4FFA2F01324DDFB399A65AB7DA7F53"/>
    <w:rsid w:val="0051401D"/>
  </w:style>
  <w:style w:type="paragraph" w:customStyle="1" w:styleId="D8D68ECCB63444F887A51E98AFBDCBE6">
    <w:name w:val="D8D68ECCB63444F887A51E98AFBDCBE6"/>
    <w:rsid w:val="0051401D"/>
  </w:style>
  <w:style w:type="paragraph" w:customStyle="1" w:styleId="AC8D10EEA9B746D5A3BDC4629A58E18C">
    <w:name w:val="AC8D10EEA9B746D5A3BDC4629A58E18C"/>
    <w:rsid w:val="0051401D"/>
  </w:style>
  <w:style w:type="paragraph" w:customStyle="1" w:styleId="FE92AC9641A24DF5BA5FC2125DA03A6D">
    <w:name w:val="FE92AC9641A24DF5BA5FC2125DA03A6D"/>
    <w:rsid w:val="0051401D"/>
  </w:style>
  <w:style w:type="paragraph" w:customStyle="1" w:styleId="A8B5A2D2E55F4D1CB0FE9BEAF1A20AAF">
    <w:name w:val="A8B5A2D2E55F4D1CB0FE9BEAF1A20AAF"/>
    <w:rsid w:val="0051401D"/>
  </w:style>
  <w:style w:type="paragraph" w:customStyle="1" w:styleId="206AD83413004C1D99BB0C814BC7EA6D">
    <w:name w:val="206AD83413004C1D99BB0C814BC7EA6D"/>
    <w:rsid w:val="0051401D"/>
  </w:style>
  <w:style w:type="paragraph" w:customStyle="1" w:styleId="AE633460714742F9BED4B9C9EB8412FE">
    <w:name w:val="AE633460714742F9BED4B9C9EB8412FE"/>
    <w:rsid w:val="0051401D"/>
  </w:style>
  <w:style w:type="paragraph" w:customStyle="1" w:styleId="68BF18F1D71242769D3D86EF508C9C8B">
    <w:name w:val="68BF18F1D71242769D3D86EF508C9C8B"/>
    <w:rsid w:val="0051401D"/>
  </w:style>
  <w:style w:type="paragraph" w:customStyle="1" w:styleId="80CDAB1C825A423A9ABADCDF813F309B">
    <w:name w:val="80CDAB1C825A423A9ABADCDF813F309B"/>
    <w:rsid w:val="0051401D"/>
  </w:style>
  <w:style w:type="paragraph" w:customStyle="1" w:styleId="2B852226E34849888D86A3647D197732">
    <w:name w:val="2B852226E34849888D86A3647D197732"/>
    <w:rsid w:val="0051401D"/>
  </w:style>
  <w:style w:type="paragraph" w:customStyle="1" w:styleId="DBAF1CF7C4DA43A5B60A16F4C95627E8">
    <w:name w:val="DBAF1CF7C4DA43A5B60A16F4C95627E8"/>
    <w:rsid w:val="0051401D"/>
  </w:style>
  <w:style w:type="paragraph" w:customStyle="1" w:styleId="2613A7F7E7B84E7E92AB5B805F36748D">
    <w:name w:val="2613A7F7E7B84E7E92AB5B805F36748D"/>
    <w:rsid w:val="0051401D"/>
  </w:style>
  <w:style w:type="paragraph" w:customStyle="1" w:styleId="8F701AE716E244819262028A7C6582F9">
    <w:name w:val="8F701AE716E244819262028A7C6582F9"/>
    <w:rsid w:val="0051401D"/>
  </w:style>
  <w:style w:type="paragraph" w:customStyle="1" w:styleId="9DBEA7D36A7E49F1A3BEFCE0DFB1BC7B">
    <w:name w:val="9DBEA7D36A7E49F1A3BEFCE0DFB1BC7B"/>
    <w:rsid w:val="0051401D"/>
  </w:style>
  <w:style w:type="paragraph" w:customStyle="1" w:styleId="E65196A3B4B24671A21630CE0465EEEE">
    <w:name w:val="E65196A3B4B24671A21630CE0465EEEE"/>
    <w:rsid w:val="0051401D"/>
  </w:style>
  <w:style w:type="paragraph" w:customStyle="1" w:styleId="E4CEDF6DD3044F71A02601EA27C7CB87">
    <w:name w:val="E4CEDF6DD3044F71A02601EA27C7CB87"/>
    <w:rsid w:val="0051401D"/>
  </w:style>
  <w:style w:type="paragraph" w:customStyle="1" w:styleId="B06AA36563FD4D40BAEFB22564573AD2">
    <w:name w:val="B06AA36563FD4D40BAEFB22564573AD2"/>
    <w:rsid w:val="0051401D"/>
  </w:style>
  <w:style w:type="paragraph" w:customStyle="1" w:styleId="23D17498197B4FE1ADEF05863AF53458">
    <w:name w:val="23D17498197B4FE1ADEF05863AF53458"/>
    <w:rsid w:val="0051401D"/>
  </w:style>
  <w:style w:type="paragraph" w:customStyle="1" w:styleId="13A4E46D18A748E2BD4466B90A70804A">
    <w:name w:val="13A4E46D18A748E2BD4466B90A70804A"/>
    <w:rsid w:val="0051401D"/>
  </w:style>
  <w:style w:type="paragraph" w:customStyle="1" w:styleId="B258F397AE1943A89D606414849305A3">
    <w:name w:val="B258F397AE1943A89D606414849305A3"/>
    <w:rsid w:val="0051401D"/>
  </w:style>
  <w:style w:type="paragraph" w:customStyle="1" w:styleId="90DBC8EB62FF4417A77BBD48A2F14416">
    <w:name w:val="90DBC8EB62FF4417A77BBD48A2F14416"/>
    <w:rsid w:val="0051401D"/>
  </w:style>
  <w:style w:type="paragraph" w:customStyle="1" w:styleId="CD103DA746A74F9B81B3CEB1F2BFC88F">
    <w:name w:val="CD103DA746A74F9B81B3CEB1F2BFC88F"/>
    <w:rsid w:val="0051401D"/>
  </w:style>
  <w:style w:type="paragraph" w:customStyle="1" w:styleId="D98FC23E7DCC4E459E7B739E3BE63917">
    <w:name w:val="D98FC23E7DCC4E459E7B739E3BE63917"/>
    <w:rsid w:val="0051401D"/>
  </w:style>
  <w:style w:type="paragraph" w:customStyle="1" w:styleId="D8991948F55B4F2783FFAC283639AAB2">
    <w:name w:val="D8991948F55B4F2783FFAC283639AAB2"/>
    <w:rsid w:val="0051401D"/>
  </w:style>
  <w:style w:type="paragraph" w:customStyle="1" w:styleId="4AC13331B9DA4031B1E3F0193F9A2921">
    <w:name w:val="4AC13331B9DA4031B1E3F0193F9A2921"/>
    <w:rsid w:val="0051401D"/>
  </w:style>
  <w:style w:type="paragraph" w:customStyle="1" w:styleId="5BF6FE0E237449988E722DBD72BB48E4">
    <w:name w:val="5BF6FE0E237449988E722DBD72BB48E4"/>
    <w:rsid w:val="0051401D"/>
  </w:style>
  <w:style w:type="paragraph" w:customStyle="1" w:styleId="99852981EC6A482CBD84261501D883C6">
    <w:name w:val="99852981EC6A482CBD84261501D883C6"/>
    <w:rsid w:val="00BA1CD8"/>
  </w:style>
  <w:style w:type="paragraph" w:customStyle="1" w:styleId="037E4C57623F45AC9C74AC74D399A8A5">
    <w:name w:val="037E4C57623F45AC9C74AC74D399A8A5"/>
    <w:rsid w:val="00BA1CD8"/>
  </w:style>
  <w:style w:type="paragraph" w:customStyle="1" w:styleId="7F926523EFA147E7B8935F88341E6B29">
    <w:name w:val="7F926523EFA147E7B8935F88341E6B29"/>
    <w:rsid w:val="00BA1CD8"/>
  </w:style>
  <w:style w:type="paragraph" w:customStyle="1" w:styleId="5C362FAEE67742F88B16C33B61249F78">
    <w:name w:val="5C362FAEE67742F88B16C33B61249F78"/>
    <w:rsid w:val="00BA1CD8"/>
  </w:style>
  <w:style w:type="paragraph" w:customStyle="1" w:styleId="129932633060466AAEE69DEF4517E4F4">
    <w:name w:val="129932633060466AAEE69DEF4517E4F4"/>
    <w:rsid w:val="00BA1CD8"/>
  </w:style>
  <w:style w:type="paragraph" w:customStyle="1" w:styleId="11C9A49FC42949B3B5D3EBC54012390E">
    <w:name w:val="11C9A49FC42949B3B5D3EBC54012390E"/>
    <w:rsid w:val="00BA1CD8"/>
  </w:style>
  <w:style w:type="paragraph" w:customStyle="1" w:styleId="0A9129C4722744F89FA2ED58F7A7FC65">
    <w:name w:val="0A9129C4722744F89FA2ED58F7A7FC65"/>
    <w:rsid w:val="00BA1CD8"/>
  </w:style>
  <w:style w:type="paragraph" w:customStyle="1" w:styleId="B0A754898B11434ABF7DB3EA748D8D3C">
    <w:name w:val="B0A754898B11434ABF7DB3EA748D8D3C"/>
    <w:rsid w:val="00BA1CD8"/>
  </w:style>
  <w:style w:type="paragraph" w:customStyle="1" w:styleId="D567AFC19EB04B6FA174A6FE98F79EAC">
    <w:name w:val="D567AFC19EB04B6FA174A6FE98F79EAC"/>
    <w:rsid w:val="00BA1CD8"/>
  </w:style>
  <w:style w:type="paragraph" w:customStyle="1" w:styleId="2B71C1C5C2634535803491386F3D69A8">
    <w:name w:val="2B71C1C5C2634535803491386F3D69A8"/>
    <w:rsid w:val="00BA1CD8"/>
  </w:style>
  <w:style w:type="paragraph" w:customStyle="1" w:styleId="7759286C82DC494CB8D677C3D0E64CD2">
    <w:name w:val="7759286C82DC494CB8D677C3D0E64CD2"/>
    <w:rsid w:val="00BA1CD8"/>
  </w:style>
  <w:style w:type="paragraph" w:customStyle="1" w:styleId="256760DB07F84D4E97576AA1307476C8">
    <w:name w:val="256760DB07F84D4E97576AA1307476C8"/>
    <w:rsid w:val="00BA1CD8"/>
  </w:style>
  <w:style w:type="paragraph" w:customStyle="1" w:styleId="4990EDB8FC994068802DF51A9701DB00">
    <w:name w:val="4990EDB8FC994068802DF51A9701DB00"/>
    <w:rsid w:val="00BA1CD8"/>
  </w:style>
  <w:style w:type="paragraph" w:customStyle="1" w:styleId="A4EBAC77ADC3499FA253DBC979783F0E">
    <w:name w:val="A4EBAC77ADC3499FA253DBC979783F0E"/>
    <w:rsid w:val="00BA1CD8"/>
  </w:style>
  <w:style w:type="paragraph" w:customStyle="1" w:styleId="3096344E6D264A529D7A0E12769A0DA8">
    <w:name w:val="3096344E6D264A529D7A0E12769A0DA8"/>
    <w:rsid w:val="00BA1CD8"/>
  </w:style>
  <w:style w:type="paragraph" w:customStyle="1" w:styleId="2A1DB65B0BD1472AA36ECA90638D8C0E">
    <w:name w:val="2A1DB65B0BD1472AA36ECA90638D8C0E"/>
    <w:rsid w:val="008A6B75"/>
  </w:style>
  <w:style w:type="paragraph" w:customStyle="1" w:styleId="8340573153E449B8BC09613746FA5E7F">
    <w:name w:val="8340573153E449B8BC09613746FA5E7F"/>
    <w:rsid w:val="008A6B75"/>
  </w:style>
  <w:style w:type="paragraph" w:customStyle="1" w:styleId="9FC05961357C46C9A396E9FE2D468C02">
    <w:name w:val="9FC05961357C46C9A396E9FE2D468C02"/>
    <w:rsid w:val="008A6B75"/>
  </w:style>
  <w:style w:type="paragraph" w:customStyle="1" w:styleId="1E5AC5B9519E4CE09ECAB4D430421434">
    <w:name w:val="1E5AC5B9519E4CE09ECAB4D430421434"/>
    <w:rsid w:val="008A6B75"/>
  </w:style>
  <w:style w:type="paragraph" w:customStyle="1" w:styleId="C6E2E80EC5744EB19D82C5EF74CC5C46">
    <w:name w:val="C6E2E80EC5744EB19D82C5EF74CC5C46"/>
    <w:rsid w:val="008A6B75"/>
  </w:style>
  <w:style w:type="paragraph" w:customStyle="1" w:styleId="AABB84434FE9475D8979730FAA6CBE19">
    <w:name w:val="AABB84434FE9475D8979730FAA6CBE19"/>
    <w:rsid w:val="008A6B75"/>
  </w:style>
  <w:style w:type="paragraph" w:customStyle="1" w:styleId="64194DDDE8DC46F180B584ECEB612C61">
    <w:name w:val="64194DDDE8DC46F180B584ECEB612C61"/>
    <w:rsid w:val="008A6B75"/>
  </w:style>
  <w:style w:type="paragraph" w:customStyle="1" w:styleId="9827519B75234CCB973772245E93B521">
    <w:name w:val="9827519B75234CCB973772245E93B521"/>
    <w:rsid w:val="008A6B75"/>
  </w:style>
  <w:style w:type="paragraph" w:customStyle="1" w:styleId="FE3C2538826346E3AA8B44B2D9161BC1">
    <w:name w:val="FE3C2538826346E3AA8B44B2D9161BC1"/>
    <w:rsid w:val="008A6B75"/>
  </w:style>
  <w:style w:type="paragraph" w:customStyle="1" w:styleId="73590CB9D58444E695CD54236E2D21E6">
    <w:name w:val="73590CB9D58444E695CD54236E2D21E6"/>
    <w:rsid w:val="008A6B75"/>
  </w:style>
  <w:style w:type="paragraph" w:customStyle="1" w:styleId="E39C8DC3F1A74B22BE8A396BC7E82D39">
    <w:name w:val="E39C8DC3F1A74B22BE8A396BC7E82D39"/>
    <w:rsid w:val="008A6B75"/>
  </w:style>
  <w:style w:type="paragraph" w:customStyle="1" w:styleId="62A8BD8F3D5546548C8CFAA3950354C6">
    <w:name w:val="62A8BD8F3D5546548C8CFAA3950354C6"/>
    <w:rsid w:val="008A6B75"/>
  </w:style>
  <w:style w:type="paragraph" w:customStyle="1" w:styleId="5D25D05FF6824C4BA703F763C9457978">
    <w:name w:val="5D25D05FF6824C4BA703F763C9457978"/>
    <w:rsid w:val="008A6B75"/>
  </w:style>
  <w:style w:type="paragraph" w:customStyle="1" w:styleId="40506815645F4BF1A3BA2C914975141D">
    <w:name w:val="40506815645F4BF1A3BA2C914975141D"/>
    <w:rsid w:val="008A6B75"/>
  </w:style>
  <w:style w:type="paragraph" w:customStyle="1" w:styleId="6E321BB91C3F41C3BE0872FBFADADD32">
    <w:name w:val="6E321BB91C3F41C3BE0872FBFADADD32"/>
    <w:rsid w:val="008A6B75"/>
  </w:style>
  <w:style w:type="paragraph" w:customStyle="1" w:styleId="09B2FD7908FA49C5820DB2395DA38B4B">
    <w:name w:val="09B2FD7908FA49C5820DB2395DA38B4B"/>
    <w:rsid w:val="00A13932"/>
  </w:style>
  <w:style w:type="paragraph" w:customStyle="1" w:styleId="B0ED23DD2E3045CEB6F4725B5069A27D">
    <w:name w:val="B0ED23DD2E3045CEB6F4725B5069A27D"/>
    <w:rsid w:val="00A13932"/>
  </w:style>
  <w:style w:type="paragraph" w:customStyle="1" w:styleId="F86D1FDD1F014F41A9D22FD9A2453654">
    <w:name w:val="F86D1FDD1F014F41A9D22FD9A2453654"/>
    <w:rsid w:val="00A13932"/>
  </w:style>
  <w:style w:type="paragraph" w:customStyle="1" w:styleId="AECC6007166F496FBFA5D34E46760DD3">
    <w:name w:val="AECC6007166F496FBFA5D34E46760DD3"/>
    <w:rsid w:val="00A13932"/>
  </w:style>
  <w:style w:type="paragraph" w:customStyle="1" w:styleId="3BDA0E161AF94C3EB1FF181AFF9F7659">
    <w:name w:val="3BDA0E161AF94C3EB1FF181AFF9F7659"/>
    <w:rsid w:val="00A13932"/>
  </w:style>
  <w:style w:type="paragraph" w:customStyle="1" w:styleId="709FE9E73E7746B39F722454063CDE93">
    <w:name w:val="709FE9E73E7746B39F722454063CDE93"/>
    <w:rsid w:val="00A13932"/>
  </w:style>
  <w:style w:type="paragraph" w:customStyle="1" w:styleId="194C2001FEDA42B396A362FB9A264207">
    <w:name w:val="194C2001FEDA42B396A362FB9A264207"/>
    <w:rsid w:val="00A13932"/>
  </w:style>
  <w:style w:type="paragraph" w:customStyle="1" w:styleId="A663151A8EFC4644927270BAF114A473">
    <w:name w:val="A663151A8EFC4644927270BAF114A473"/>
    <w:rsid w:val="00A13932"/>
  </w:style>
  <w:style w:type="paragraph" w:customStyle="1" w:styleId="ED8D3E78AF2C4868BD3C24032531A497">
    <w:name w:val="ED8D3E78AF2C4868BD3C24032531A497"/>
    <w:rsid w:val="00A13932"/>
  </w:style>
  <w:style w:type="paragraph" w:customStyle="1" w:styleId="EEA5C2328614462E9B3E233084F6F0D2">
    <w:name w:val="EEA5C2328614462E9B3E233084F6F0D2"/>
    <w:rsid w:val="00A13932"/>
  </w:style>
  <w:style w:type="paragraph" w:customStyle="1" w:styleId="48FC0B5C8A2D48B0B8FEB43D47029868">
    <w:name w:val="48FC0B5C8A2D48B0B8FEB43D47029868"/>
    <w:rsid w:val="00A13932"/>
  </w:style>
  <w:style w:type="paragraph" w:customStyle="1" w:styleId="57B57B340B6A4588902277D0249CA1D1">
    <w:name w:val="57B57B340B6A4588902277D0249CA1D1"/>
    <w:rsid w:val="00A13932"/>
  </w:style>
  <w:style w:type="paragraph" w:customStyle="1" w:styleId="7009B94ED00A4FC1A731D827CB904164">
    <w:name w:val="7009B94ED00A4FC1A731D827CB904164"/>
    <w:rsid w:val="00A13932"/>
  </w:style>
  <w:style w:type="paragraph" w:customStyle="1" w:styleId="69E5DF37A7BA44DA861F530D195690ED">
    <w:name w:val="69E5DF37A7BA44DA861F530D195690ED"/>
    <w:rsid w:val="00A13932"/>
  </w:style>
  <w:style w:type="paragraph" w:customStyle="1" w:styleId="3DDA857C78F947ACB6F5C8AA8195DE58">
    <w:name w:val="3DDA857C78F947ACB6F5C8AA8195DE58"/>
    <w:rsid w:val="00A13932"/>
  </w:style>
  <w:style w:type="paragraph" w:customStyle="1" w:styleId="F9E2BC067F144D2EBDA0ABE29F5B28B1">
    <w:name w:val="F9E2BC067F144D2EBDA0ABE29F5B28B1"/>
    <w:rsid w:val="00A13932"/>
  </w:style>
  <w:style w:type="paragraph" w:customStyle="1" w:styleId="01EA9CE62E6A41F18B0CF1E7033DA6AE">
    <w:name w:val="01EA9CE62E6A41F18B0CF1E7033DA6AE"/>
    <w:rsid w:val="00A13932"/>
  </w:style>
  <w:style w:type="paragraph" w:customStyle="1" w:styleId="86C192A5FBB7426C8C2DEA6E0CDE3919">
    <w:name w:val="86C192A5FBB7426C8C2DEA6E0CDE3919"/>
    <w:rsid w:val="00A13932"/>
  </w:style>
  <w:style w:type="paragraph" w:customStyle="1" w:styleId="50EA16C105C84E87A8D0F4BD95988AB5">
    <w:name w:val="50EA16C105C84E87A8D0F4BD95988AB5"/>
    <w:rsid w:val="00A13932"/>
  </w:style>
  <w:style w:type="paragraph" w:customStyle="1" w:styleId="DBA350F059E54CC98405FFE5CF66A346">
    <w:name w:val="DBA350F059E54CC98405FFE5CF66A346"/>
    <w:rsid w:val="00A13932"/>
  </w:style>
  <w:style w:type="paragraph" w:customStyle="1" w:styleId="BF4BB3357FD847829A64A2356E17B44B">
    <w:name w:val="BF4BB3357FD847829A64A2356E17B44B"/>
    <w:rsid w:val="00A13932"/>
  </w:style>
  <w:style w:type="paragraph" w:customStyle="1" w:styleId="2A62269E41A7409B90FE68C1ECD130EC">
    <w:name w:val="2A62269E41A7409B90FE68C1ECD130EC"/>
    <w:rsid w:val="00A13932"/>
  </w:style>
  <w:style w:type="paragraph" w:customStyle="1" w:styleId="F288B97C5EA44437AD0A4317AD7E0D73">
    <w:name w:val="F288B97C5EA44437AD0A4317AD7E0D73"/>
    <w:rsid w:val="00A13932"/>
  </w:style>
  <w:style w:type="paragraph" w:customStyle="1" w:styleId="ABA2871CD7B545C8ABA92701B06CA134">
    <w:name w:val="ABA2871CD7B545C8ABA92701B06CA134"/>
    <w:rsid w:val="00A13932"/>
  </w:style>
  <w:style w:type="paragraph" w:customStyle="1" w:styleId="7493F67E6BEE43AF918576A26AAA82B8">
    <w:name w:val="7493F67E6BEE43AF918576A26AAA82B8"/>
    <w:rsid w:val="00A13932"/>
  </w:style>
  <w:style w:type="paragraph" w:customStyle="1" w:styleId="E220B96707734E7EA22FE1CB6F12DFD2">
    <w:name w:val="E220B96707734E7EA22FE1CB6F12DFD2"/>
    <w:rsid w:val="00A13932"/>
  </w:style>
  <w:style w:type="paragraph" w:customStyle="1" w:styleId="2C3A68F047664B6694E7B9EC53EA9E99">
    <w:name w:val="2C3A68F047664B6694E7B9EC53EA9E99"/>
    <w:rsid w:val="00A13932"/>
  </w:style>
  <w:style w:type="paragraph" w:customStyle="1" w:styleId="7079C25D4BE5459E92D10449729A5395">
    <w:name w:val="7079C25D4BE5459E92D10449729A5395"/>
    <w:rsid w:val="00A13932"/>
  </w:style>
  <w:style w:type="paragraph" w:customStyle="1" w:styleId="613DFA821ED14F06B4BC753A551D6F10">
    <w:name w:val="613DFA821ED14F06B4BC753A551D6F10"/>
    <w:rsid w:val="00A13932"/>
  </w:style>
  <w:style w:type="paragraph" w:customStyle="1" w:styleId="E53C0E7DF09442389E03E44803BDA999">
    <w:name w:val="E53C0E7DF09442389E03E44803BDA999"/>
    <w:rsid w:val="00A13932"/>
  </w:style>
  <w:style w:type="paragraph" w:customStyle="1" w:styleId="AE87282AB71040A29071EE204C47CFD4">
    <w:name w:val="AE87282AB71040A29071EE204C47CFD4"/>
    <w:rsid w:val="00A13932"/>
  </w:style>
  <w:style w:type="paragraph" w:customStyle="1" w:styleId="FF80B093AB2F451EB4396604EF546402">
    <w:name w:val="FF80B093AB2F451EB4396604EF546402"/>
    <w:rsid w:val="00A13932"/>
  </w:style>
  <w:style w:type="paragraph" w:customStyle="1" w:styleId="DB5F3A616D744559A9049672205ED3F3">
    <w:name w:val="DB5F3A616D744559A9049672205ED3F3"/>
    <w:rsid w:val="00A13932"/>
  </w:style>
  <w:style w:type="paragraph" w:customStyle="1" w:styleId="A3F163D39DBC42AB971A3EB02476F393">
    <w:name w:val="A3F163D39DBC42AB971A3EB02476F393"/>
    <w:rsid w:val="00A13932"/>
  </w:style>
  <w:style w:type="paragraph" w:customStyle="1" w:styleId="20D549F3120B4D80BD563AD00321519F">
    <w:name w:val="20D549F3120B4D80BD563AD00321519F"/>
    <w:rsid w:val="00A13932"/>
  </w:style>
  <w:style w:type="paragraph" w:customStyle="1" w:styleId="3E2B6C63232643978FCA75CDE5DEF1BD">
    <w:name w:val="3E2B6C63232643978FCA75CDE5DEF1BD"/>
    <w:rsid w:val="00A13932"/>
  </w:style>
  <w:style w:type="paragraph" w:customStyle="1" w:styleId="C1F22DC52B5540928EFE8E81DC489612">
    <w:name w:val="C1F22DC52B5540928EFE8E81DC489612"/>
    <w:rsid w:val="00A13932"/>
  </w:style>
  <w:style w:type="paragraph" w:customStyle="1" w:styleId="868F44F1C33C42BD98F3BEDF1AD49CD0">
    <w:name w:val="868F44F1C33C42BD98F3BEDF1AD49CD0"/>
    <w:rsid w:val="00A13932"/>
  </w:style>
  <w:style w:type="paragraph" w:customStyle="1" w:styleId="EA6CAABE80AF4A9EB66A913D3A601E47">
    <w:name w:val="EA6CAABE80AF4A9EB66A913D3A601E47"/>
    <w:rsid w:val="00A13932"/>
  </w:style>
  <w:style w:type="paragraph" w:customStyle="1" w:styleId="0023069E7689477D843E13A29A5909B6">
    <w:name w:val="0023069E7689477D843E13A29A5909B6"/>
    <w:rsid w:val="00A13932"/>
  </w:style>
  <w:style w:type="paragraph" w:customStyle="1" w:styleId="9C8F3BEAE5AD4D88AA058801F97B33BC">
    <w:name w:val="9C8F3BEAE5AD4D88AA058801F97B33BC"/>
    <w:rsid w:val="00A13932"/>
  </w:style>
  <w:style w:type="paragraph" w:customStyle="1" w:styleId="043F8D2F39564A7DAFC291C3FF1AEB70">
    <w:name w:val="043F8D2F39564A7DAFC291C3FF1AEB70"/>
    <w:rsid w:val="00A13932"/>
  </w:style>
  <w:style w:type="paragraph" w:customStyle="1" w:styleId="3249FCC98E664F3580F444B2C75D9AC9">
    <w:name w:val="3249FCC98E664F3580F444B2C75D9AC9"/>
    <w:rsid w:val="00A13932"/>
  </w:style>
  <w:style w:type="paragraph" w:customStyle="1" w:styleId="4227FE2F722547CC987B50B4B663F85B">
    <w:name w:val="4227FE2F722547CC987B50B4B663F85B"/>
    <w:rsid w:val="00A13932"/>
  </w:style>
  <w:style w:type="paragraph" w:customStyle="1" w:styleId="D26AF9C695514D4F8379660A561B6E69">
    <w:name w:val="D26AF9C695514D4F8379660A561B6E69"/>
    <w:rsid w:val="00A13932"/>
  </w:style>
  <w:style w:type="paragraph" w:customStyle="1" w:styleId="A2024C3C64D7478388398B132866B36A">
    <w:name w:val="A2024C3C64D7478388398B132866B36A"/>
    <w:rsid w:val="00A13932"/>
  </w:style>
  <w:style w:type="paragraph" w:customStyle="1" w:styleId="5F0549B1462A416E8EC3D3DDFC46933F">
    <w:name w:val="5F0549B1462A416E8EC3D3DDFC46933F"/>
    <w:rsid w:val="00A13932"/>
  </w:style>
  <w:style w:type="paragraph" w:customStyle="1" w:styleId="DEC907305EB54ABB850B619F92F1C8AA">
    <w:name w:val="DEC907305EB54ABB850B619F92F1C8AA"/>
    <w:rsid w:val="00A13932"/>
  </w:style>
  <w:style w:type="paragraph" w:customStyle="1" w:styleId="406E71269CBA4634945D4F74A86A2E1E">
    <w:name w:val="406E71269CBA4634945D4F74A86A2E1E"/>
    <w:rsid w:val="00A13932"/>
  </w:style>
  <w:style w:type="paragraph" w:customStyle="1" w:styleId="CDC98362C46443C8BCFB83E067CCD6A8">
    <w:name w:val="CDC98362C46443C8BCFB83E067CCD6A8"/>
    <w:rsid w:val="00A13932"/>
  </w:style>
  <w:style w:type="paragraph" w:customStyle="1" w:styleId="52A3093D27C84A6AAAD1E2BE2F188AF8">
    <w:name w:val="52A3093D27C84A6AAAD1E2BE2F188AF8"/>
    <w:rsid w:val="00A13932"/>
  </w:style>
  <w:style w:type="paragraph" w:customStyle="1" w:styleId="E4EFE23D242C420B99E6B99D0BE64E93">
    <w:name w:val="E4EFE23D242C420B99E6B99D0BE64E93"/>
    <w:rsid w:val="00A13932"/>
  </w:style>
  <w:style w:type="paragraph" w:customStyle="1" w:styleId="AB4CF9534AC54C6C832DF3C6FD069828">
    <w:name w:val="AB4CF9534AC54C6C832DF3C6FD069828"/>
    <w:rsid w:val="00A13932"/>
  </w:style>
  <w:style w:type="paragraph" w:customStyle="1" w:styleId="FA789AB2AC5A4D928D1041B0B9C50E3D">
    <w:name w:val="FA789AB2AC5A4D928D1041B0B9C50E3D"/>
    <w:rsid w:val="00A13932"/>
  </w:style>
  <w:style w:type="paragraph" w:customStyle="1" w:styleId="7F2F580B190C4C7A95AF10A0C83D949A">
    <w:name w:val="7F2F580B190C4C7A95AF10A0C83D949A"/>
    <w:rsid w:val="00A13932"/>
  </w:style>
  <w:style w:type="paragraph" w:customStyle="1" w:styleId="CAC2BBD45C5A461C8370AFFD89CAF426">
    <w:name w:val="CAC2BBD45C5A461C8370AFFD89CAF426"/>
    <w:rsid w:val="00A13932"/>
  </w:style>
  <w:style w:type="paragraph" w:customStyle="1" w:styleId="D3DAFD83594D4AE5ADCDEDF320D12E8A">
    <w:name w:val="D3DAFD83594D4AE5ADCDEDF320D12E8A"/>
    <w:rsid w:val="00A13932"/>
  </w:style>
  <w:style w:type="paragraph" w:customStyle="1" w:styleId="7852B324B14441038ADB3B0B3E56F156">
    <w:name w:val="7852B324B14441038ADB3B0B3E56F156"/>
    <w:rsid w:val="00A13932"/>
  </w:style>
  <w:style w:type="paragraph" w:customStyle="1" w:styleId="4482A3F4CE56435E9F4D922D2D644DC3">
    <w:name w:val="4482A3F4CE56435E9F4D922D2D644DC3"/>
    <w:rsid w:val="00A13932"/>
  </w:style>
  <w:style w:type="paragraph" w:customStyle="1" w:styleId="7BFC0C93BFFE45748313E0AFCCE7B0B1">
    <w:name w:val="7BFC0C93BFFE45748313E0AFCCE7B0B1"/>
    <w:rsid w:val="00A13932"/>
  </w:style>
  <w:style w:type="paragraph" w:customStyle="1" w:styleId="34189E89194F483AA761D60B0B291835">
    <w:name w:val="34189E89194F483AA761D60B0B291835"/>
    <w:rsid w:val="00A13932"/>
  </w:style>
  <w:style w:type="paragraph" w:customStyle="1" w:styleId="9B13134953974A0CB35D38F04B38E1E2">
    <w:name w:val="9B13134953974A0CB35D38F04B38E1E2"/>
    <w:rsid w:val="00A13932"/>
  </w:style>
  <w:style w:type="paragraph" w:customStyle="1" w:styleId="ADD5344C0BAB4243A7DF6139CBA34B61">
    <w:name w:val="ADD5344C0BAB4243A7DF6139CBA34B61"/>
    <w:rsid w:val="00A13932"/>
  </w:style>
  <w:style w:type="paragraph" w:customStyle="1" w:styleId="83CA3C878BFA46D3913022B7162A78FC">
    <w:name w:val="83CA3C878BFA46D3913022B7162A78FC"/>
    <w:rsid w:val="00A13932"/>
  </w:style>
  <w:style w:type="paragraph" w:customStyle="1" w:styleId="2D72F8E97F9F427A97E79E0BB22085C0">
    <w:name w:val="2D72F8E97F9F427A97E79E0BB22085C0"/>
    <w:rsid w:val="00A13932"/>
  </w:style>
  <w:style w:type="paragraph" w:customStyle="1" w:styleId="D4A26ED35C754214B4BD3B7E677A0950">
    <w:name w:val="D4A26ED35C754214B4BD3B7E677A0950"/>
    <w:rsid w:val="00A13932"/>
  </w:style>
  <w:style w:type="paragraph" w:customStyle="1" w:styleId="6CF6983D40BB41DBA9859DEDE968DD85">
    <w:name w:val="6CF6983D40BB41DBA9859DEDE968DD85"/>
    <w:rsid w:val="00A13932"/>
  </w:style>
  <w:style w:type="paragraph" w:customStyle="1" w:styleId="6E66A8C5D0AE414F81B98223AF9D353F">
    <w:name w:val="6E66A8C5D0AE414F81B98223AF9D353F"/>
    <w:rsid w:val="00A13932"/>
  </w:style>
  <w:style w:type="paragraph" w:customStyle="1" w:styleId="68AF9EA6F9044D7587B7D004CF4B5A77">
    <w:name w:val="68AF9EA6F9044D7587B7D004CF4B5A77"/>
    <w:rsid w:val="00A13932"/>
  </w:style>
  <w:style w:type="paragraph" w:customStyle="1" w:styleId="8780958EF9634097B4B1B0C9546A4B30">
    <w:name w:val="8780958EF9634097B4B1B0C9546A4B30"/>
    <w:rsid w:val="00A13932"/>
  </w:style>
  <w:style w:type="paragraph" w:customStyle="1" w:styleId="B4619E3ADC97433681E0DEDA933E56A8">
    <w:name w:val="B4619E3ADC97433681E0DEDA933E56A8"/>
    <w:rsid w:val="00A13932"/>
  </w:style>
  <w:style w:type="paragraph" w:customStyle="1" w:styleId="18BACFD683094F6E8D964FCB709E413A">
    <w:name w:val="18BACFD683094F6E8D964FCB709E413A"/>
    <w:rsid w:val="00A13932"/>
  </w:style>
  <w:style w:type="paragraph" w:customStyle="1" w:styleId="DEFFF438C0474AD4AE1E2F0D526827E4">
    <w:name w:val="DEFFF438C0474AD4AE1E2F0D526827E4"/>
    <w:rsid w:val="00A13932"/>
  </w:style>
  <w:style w:type="paragraph" w:customStyle="1" w:styleId="CAE8C608839542B79616D9AC3704BE39">
    <w:name w:val="CAE8C608839542B79616D9AC3704BE39"/>
    <w:rsid w:val="00A13932"/>
  </w:style>
  <w:style w:type="paragraph" w:customStyle="1" w:styleId="5901B33E1B7540DCA4F509F8FECB1F94">
    <w:name w:val="5901B33E1B7540DCA4F509F8FECB1F94"/>
    <w:rsid w:val="00A13932"/>
  </w:style>
  <w:style w:type="paragraph" w:customStyle="1" w:styleId="CEC6ADB496704C27B294A4087CC03EA6">
    <w:name w:val="CEC6ADB496704C27B294A4087CC03EA6"/>
    <w:rsid w:val="00A13932"/>
  </w:style>
  <w:style w:type="paragraph" w:customStyle="1" w:styleId="4E6D280D664345C0A8DD2801B4477B72">
    <w:name w:val="4E6D280D664345C0A8DD2801B4477B72"/>
    <w:rsid w:val="00A13932"/>
  </w:style>
  <w:style w:type="paragraph" w:customStyle="1" w:styleId="319C26F800834B45A2EEC8999311A3E5">
    <w:name w:val="319C26F800834B45A2EEC8999311A3E5"/>
    <w:rsid w:val="00A13932"/>
  </w:style>
  <w:style w:type="paragraph" w:customStyle="1" w:styleId="6B39D81CFC0B4B5C9B404421382EBF7D">
    <w:name w:val="6B39D81CFC0B4B5C9B404421382EBF7D"/>
    <w:rsid w:val="00A13932"/>
  </w:style>
  <w:style w:type="paragraph" w:customStyle="1" w:styleId="E57C0DE79C1247749E0276BE831BA07A">
    <w:name w:val="E57C0DE79C1247749E0276BE831BA07A"/>
    <w:rsid w:val="00A13932"/>
  </w:style>
  <w:style w:type="paragraph" w:customStyle="1" w:styleId="7FA16C7A805D4340AD1A3069A724D329">
    <w:name w:val="7FA16C7A805D4340AD1A3069A724D329"/>
    <w:rsid w:val="00A13932"/>
  </w:style>
  <w:style w:type="paragraph" w:customStyle="1" w:styleId="4C0902D8FB9D489CA438603FA0489032">
    <w:name w:val="4C0902D8FB9D489CA438603FA0489032"/>
    <w:rsid w:val="00A13932"/>
  </w:style>
  <w:style w:type="paragraph" w:customStyle="1" w:styleId="3EFFE3031DF648E79472E893642A7D5F">
    <w:name w:val="3EFFE3031DF648E79472E893642A7D5F"/>
    <w:rsid w:val="00A13932"/>
  </w:style>
  <w:style w:type="paragraph" w:customStyle="1" w:styleId="960F12BA450E49AEB61D6318EC12A3C1">
    <w:name w:val="960F12BA450E49AEB61D6318EC12A3C1"/>
    <w:rsid w:val="00A13932"/>
  </w:style>
  <w:style w:type="paragraph" w:customStyle="1" w:styleId="6B6B2226D23941F5A5ABC033A18A3588">
    <w:name w:val="6B6B2226D23941F5A5ABC033A18A3588"/>
    <w:rsid w:val="00A13932"/>
  </w:style>
  <w:style w:type="paragraph" w:customStyle="1" w:styleId="1083A57AB3644A479DFCC10956BAA301">
    <w:name w:val="1083A57AB3644A479DFCC10956BAA301"/>
    <w:rsid w:val="00A13932"/>
  </w:style>
  <w:style w:type="paragraph" w:customStyle="1" w:styleId="CC68EA8DDC1140FC9C93A6BE356C75EC">
    <w:name w:val="CC68EA8DDC1140FC9C93A6BE356C75EC"/>
    <w:rsid w:val="00A13932"/>
  </w:style>
  <w:style w:type="paragraph" w:customStyle="1" w:styleId="AF52EB6A34BC43F989C4AB63A6A49BED">
    <w:name w:val="AF52EB6A34BC43F989C4AB63A6A49BED"/>
    <w:rsid w:val="00A13932"/>
  </w:style>
  <w:style w:type="paragraph" w:customStyle="1" w:styleId="458B599EC0BE46CDBAE76E11D70A67A1">
    <w:name w:val="458B599EC0BE46CDBAE76E11D70A67A1"/>
    <w:rsid w:val="00A13932"/>
  </w:style>
  <w:style w:type="paragraph" w:customStyle="1" w:styleId="5065F98251AE4B20BC70D691E547B5B7">
    <w:name w:val="5065F98251AE4B20BC70D691E547B5B7"/>
    <w:rsid w:val="00A13932"/>
  </w:style>
  <w:style w:type="paragraph" w:customStyle="1" w:styleId="EBEC9FCFFA324C968BBCE50DC1EC403B">
    <w:name w:val="EBEC9FCFFA324C968BBCE50DC1EC403B"/>
    <w:rsid w:val="0066013F"/>
  </w:style>
  <w:style w:type="paragraph" w:customStyle="1" w:styleId="CD31678245BB4CD0999D296A13473BEC">
    <w:name w:val="CD31678245BB4CD0999D296A13473BEC"/>
    <w:rsid w:val="0066013F"/>
  </w:style>
  <w:style w:type="paragraph" w:customStyle="1" w:styleId="DDEAB5DCD1AB4E9486BB1B0FA6DD2F1F">
    <w:name w:val="DDEAB5DCD1AB4E9486BB1B0FA6DD2F1F"/>
    <w:rsid w:val="0066013F"/>
  </w:style>
  <w:style w:type="paragraph" w:customStyle="1" w:styleId="EB9E512EFF5A4BCCAE8C2FADB5558704">
    <w:name w:val="EB9E512EFF5A4BCCAE8C2FADB5558704"/>
    <w:rsid w:val="0066013F"/>
  </w:style>
  <w:style w:type="paragraph" w:customStyle="1" w:styleId="A9A31FB7DDB64746AF12ED8EB12E82E1">
    <w:name w:val="A9A31FB7DDB64746AF12ED8EB12E82E1"/>
    <w:rsid w:val="0066013F"/>
  </w:style>
  <w:style w:type="paragraph" w:customStyle="1" w:styleId="AF28FA39F81B41738F39842C1BFFFBDB">
    <w:name w:val="AF28FA39F81B41738F39842C1BFFFBDB"/>
    <w:rsid w:val="0066013F"/>
  </w:style>
  <w:style w:type="paragraph" w:customStyle="1" w:styleId="A869998CCCC04BEB9E6E75AFC236F9EC">
    <w:name w:val="A869998CCCC04BEB9E6E75AFC236F9EC"/>
    <w:rsid w:val="0066013F"/>
  </w:style>
  <w:style w:type="paragraph" w:customStyle="1" w:styleId="56529752E7914AF08E3EDD4C7F7356B4">
    <w:name w:val="56529752E7914AF08E3EDD4C7F7356B4"/>
    <w:rsid w:val="0066013F"/>
  </w:style>
  <w:style w:type="paragraph" w:customStyle="1" w:styleId="60C3F283D386426583FE6F2007017303">
    <w:name w:val="60C3F283D386426583FE6F2007017303"/>
    <w:rsid w:val="0066013F"/>
  </w:style>
  <w:style w:type="paragraph" w:customStyle="1" w:styleId="0014261BADEC4368A425158D6D74713B">
    <w:name w:val="0014261BADEC4368A425158D6D74713B"/>
    <w:rsid w:val="0066013F"/>
  </w:style>
  <w:style w:type="paragraph" w:customStyle="1" w:styleId="63639E903A9D48D08C6AB44E25440781">
    <w:name w:val="63639E903A9D48D08C6AB44E25440781"/>
    <w:rsid w:val="0066013F"/>
  </w:style>
  <w:style w:type="paragraph" w:customStyle="1" w:styleId="EEC0D71EDAE74A22983BC9C648BC8A56">
    <w:name w:val="EEC0D71EDAE74A22983BC9C648BC8A56"/>
    <w:rsid w:val="0066013F"/>
  </w:style>
  <w:style w:type="paragraph" w:customStyle="1" w:styleId="72393925107B47E7B0CE37840FEAE337">
    <w:name w:val="72393925107B47E7B0CE37840FEAE337"/>
    <w:rsid w:val="0066013F"/>
  </w:style>
  <w:style w:type="paragraph" w:customStyle="1" w:styleId="AF0CFA2B7EBD4175ACFA14F264729B23">
    <w:name w:val="AF0CFA2B7EBD4175ACFA14F264729B23"/>
    <w:rsid w:val="0066013F"/>
  </w:style>
  <w:style w:type="paragraph" w:customStyle="1" w:styleId="1407B9855C594FD89319D76503EDAD9A">
    <w:name w:val="1407B9855C594FD89319D76503EDAD9A"/>
    <w:rsid w:val="0066013F"/>
  </w:style>
  <w:style w:type="paragraph" w:customStyle="1" w:styleId="CB534BC422C3415AA35FC441928DA617">
    <w:name w:val="CB534BC422C3415AA35FC441928DA617"/>
    <w:rsid w:val="004664C5"/>
  </w:style>
  <w:style w:type="paragraph" w:customStyle="1" w:styleId="EA1C4C2B6FF9413799B4CFD4E0CE40B3">
    <w:name w:val="EA1C4C2B6FF9413799B4CFD4E0CE40B3"/>
    <w:rsid w:val="004664C5"/>
  </w:style>
  <w:style w:type="paragraph" w:customStyle="1" w:styleId="E3BF1856A7FC4F80BFBB3CD5E29E03AE">
    <w:name w:val="E3BF1856A7FC4F80BFBB3CD5E29E03AE"/>
    <w:rsid w:val="004664C5"/>
  </w:style>
  <w:style w:type="paragraph" w:customStyle="1" w:styleId="3B7E1FA67B2941DEA48012B27592CC88">
    <w:name w:val="3B7E1FA67B2941DEA48012B27592CC88"/>
    <w:rsid w:val="004664C5"/>
  </w:style>
  <w:style w:type="paragraph" w:customStyle="1" w:styleId="4DACD88243D547359914C8C3F054D44C">
    <w:name w:val="4DACD88243D547359914C8C3F054D44C"/>
    <w:rsid w:val="004664C5"/>
  </w:style>
  <w:style w:type="paragraph" w:customStyle="1" w:styleId="86D03380FDDD4F6C99A8BD8443A90A66">
    <w:name w:val="86D03380FDDD4F6C99A8BD8443A90A66"/>
    <w:rsid w:val="004664C5"/>
  </w:style>
  <w:style w:type="paragraph" w:customStyle="1" w:styleId="AA081F13611B46CC89D21550312B1E95">
    <w:name w:val="AA081F13611B46CC89D21550312B1E95"/>
    <w:rsid w:val="004664C5"/>
  </w:style>
  <w:style w:type="paragraph" w:customStyle="1" w:styleId="CDF640F08FC345C28BB88781013C6E64">
    <w:name w:val="CDF640F08FC345C28BB88781013C6E64"/>
    <w:rsid w:val="004664C5"/>
  </w:style>
  <w:style w:type="paragraph" w:customStyle="1" w:styleId="B5BB6DF3EA4C47458451EB7CCE99EE37">
    <w:name w:val="B5BB6DF3EA4C47458451EB7CCE99EE37"/>
    <w:rsid w:val="004664C5"/>
  </w:style>
  <w:style w:type="paragraph" w:customStyle="1" w:styleId="6C067C22E9A6448191AF6D9D9554367A">
    <w:name w:val="6C067C22E9A6448191AF6D9D9554367A"/>
    <w:rsid w:val="004664C5"/>
  </w:style>
  <w:style w:type="paragraph" w:customStyle="1" w:styleId="867424AFAA114684BC3DEEA8705699E1">
    <w:name w:val="867424AFAA114684BC3DEEA8705699E1"/>
    <w:rsid w:val="004664C5"/>
  </w:style>
  <w:style w:type="paragraph" w:customStyle="1" w:styleId="1C207B3439AD4E319AEB8FF143D8FCB5">
    <w:name w:val="1C207B3439AD4E319AEB8FF143D8FCB5"/>
    <w:rsid w:val="004664C5"/>
  </w:style>
  <w:style w:type="paragraph" w:customStyle="1" w:styleId="B731E8AC69A84E929F781E58528841D7">
    <w:name w:val="B731E8AC69A84E929F781E58528841D7"/>
    <w:rsid w:val="004664C5"/>
  </w:style>
  <w:style w:type="paragraph" w:customStyle="1" w:styleId="707EBC4E74E94DD98FD43BF660ACED85">
    <w:name w:val="707EBC4E74E94DD98FD43BF660ACED85"/>
    <w:rsid w:val="004664C5"/>
  </w:style>
  <w:style w:type="paragraph" w:customStyle="1" w:styleId="55841A01B0384F4B81D113A73EACF65D">
    <w:name w:val="55841A01B0384F4B81D113A73EACF65D"/>
    <w:rsid w:val="004664C5"/>
  </w:style>
  <w:style w:type="paragraph" w:customStyle="1" w:styleId="D1E7C6ECAD8E4C3BACDA90BBC41116C3">
    <w:name w:val="D1E7C6ECAD8E4C3BACDA90BBC41116C3"/>
    <w:rsid w:val="00591E01"/>
  </w:style>
  <w:style w:type="paragraph" w:customStyle="1" w:styleId="D89FA8FF09604C198DAAA93F6BEFAE7D">
    <w:name w:val="D89FA8FF09604C198DAAA93F6BEFAE7D"/>
    <w:rsid w:val="00591E01"/>
  </w:style>
  <w:style w:type="paragraph" w:customStyle="1" w:styleId="1A34C592FBD54F469FDF0BE5AB2E639C">
    <w:name w:val="1A34C592FBD54F469FDF0BE5AB2E639C"/>
    <w:rsid w:val="00591E01"/>
  </w:style>
  <w:style w:type="paragraph" w:customStyle="1" w:styleId="92C9ACA9632C422FBB4BE64A2B7BECF9">
    <w:name w:val="92C9ACA9632C422FBB4BE64A2B7BECF9"/>
    <w:rsid w:val="00591E01"/>
  </w:style>
  <w:style w:type="paragraph" w:customStyle="1" w:styleId="74197AB669C340CFB94C6913E82D759B">
    <w:name w:val="74197AB669C340CFB94C6913E82D759B"/>
    <w:rsid w:val="00591E01"/>
  </w:style>
  <w:style w:type="paragraph" w:customStyle="1" w:styleId="27A6F211783D4AE6AC3C9EAB62B11414">
    <w:name w:val="27A6F211783D4AE6AC3C9EAB62B11414"/>
    <w:rsid w:val="00591E01"/>
  </w:style>
  <w:style w:type="paragraph" w:customStyle="1" w:styleId="7810C1C7BD24428EBBA94CD9CEC1EA1B">
    <w:name w:val="7810C1C7BD24428EBBA94CD9CEC1EA1B"/>
    <w:rsid w:val="00591E01"/>
  </w:style>
  <w:style w:type="paragraph" w:customStyle="1" w:styleId="00855B0B92AA482185D8F2CA3BED8769">
    <w:name w:val="00855B0B92AA482185D8F2CA3BED8769"/>
    <w:rsid w:val="00591E01"/>
  </w:style>
  <w:style w:type="paragraph" w:customStyle="1" w:styleId="300E861694254A0F8C85D12512961A11">
    <w:name w:val="300E861694254A0F8C85D12512961A11"/>
    <w:rsid w:val="00591E01"/>
  </w:style>
  <w:style w:type="paragraph" w:customStyle="1" w:styleId="51B4C71CAC354D859139FD02EBB5C137">
    <w:name w:val="51B4C71CAC354D859139FD02EBB5C137"/>
    <w:rsid w:val="00591E01"/>
  </w:style>
  <w:style w:type="paragraph" w:customStyle="1" w:styleId="DAA038EC434449FD8DF59B22415CB6B1">
    <w:name w:val="DAA038EC434449FD8DF59B22415CB6B1"/>
    <w:rsid w:val="00591E01"/>
  </w:style>
  <w:style w:type="paragraph" w:customStyle="1" w:styleId="9D3816A9164B4F43BAD0C2F9F9DCECBC">
    <w:name w:val="9D3816A9164B4F43BAD0C2F9F9DCECBC"/>
    <w:rsid w:val="00591E01"/>
  </w:style>
  <w:style w:type="paragraph" w:customStyle="1" w:styleId="60453A9603624DE38002FEFDEC67F44F">
    <w:name w:val="60453A9603624DE38002FEFDEC67F44F"/>
    <w:rsid w:val="00591E01"/>
  </w:style>
  <w:style w:type="paragraph" w:customStyle="1" w:styleId="F9FCC0A8F769403BA90CD88C50DD6378">
    <w:name w:val="F9FCC0A8F769403BA90CD88C50DD6378"/>
    <w:rsid w:val="00591E01"/>
  </w:style>
  <w:style w:type="paragraph" w:customStyle="1" w:styleId="84FEDD1EE7BD4ED0A661E26F13EE9696">
    <w:name w:val="84FEDD1EE7BD4ED0A661E26F13EE9696"/>
    <w:rsid w:val="00591E01"/>
  </w:style>
  <w:style w:type="paragraph" w:customStyle="1" w:styleId="FFA0F71ACE124EC482C753DEE4DF0BAE">
    <w:name w:val="FFA0F71ACE124EC482C753DEE4DF0BAE"/>
    <w:rsid w:val="00591E01"/>
  </w:style>
  <w:style w:type="paragraph" w:customStyle="1" w:styleId="BD14A45AD78041BFBE6566CDA4AF9C23">
    <w:name w:val="BD14A45AD78041BFBE6566CDA4AF9C23"/>
    <w:rsid w:val="00591E01"/>
  </w:style>
  <w:style w:type="paragraph" w:customStyle="1" w:styleId="64108173CE964BD5A3B9FBBC0B0103AC">
    <w:name w:val="64108173CE964BD5A3B9FBBC0B0103AC"/>
    <w:rsid w:val="00591E01"/>
  </w:style>
  <w:style w:type="paragraph" w:customStyle="1" w:styleId="932221EE99074ED18CD2F0D50FC83441">
    <w:name w:val="932221EE99074ED18CD2F0D50FC83441"/>
    <w:rsid w:val="00591E01"/>
  </w:style>
  <w:style w:type="paragraph" w:customStyle="1" w:styleId="1D3B1BD339F24FC0973AD64F790D5195">
    <w:name w:val="1D3B1BD339F24FC0973AD64F790D5195"/>
    <w:rsid w:val="00591E01"/>
  </w:style>
  <w:style w:type="paragraph" w:customStyle="1" w:styleId="61FB22B563964E068FB968ECE8063E1D">
    <w:name w:val="61FB22B563964E068FB968ECE8063E1D"/>
    <w:rsid w:val="00591E01"/>
  </w:style>
  <w:style w:type="paragraph" w:customStyle="1" w:styleId="5E5DCDB6B64149B88C39FFDE911CF2E5">
    <w:name w:val="5E5DCDB6B64149B88C39FFDE911CF2E5"/>
    <w:rsid w:val="00591E01"/>
  </w:style>
  <w:style w:type="paragraph" w:customStyle="1" w:styleId="D3943C946CFC4FE7B0020E433E34FEBF">
    <w:name w:val="D3943C946CFC4FE7B0020E433E34FEBF"/>
    <w:rsid w:val="00591E01"/>
  </w:style>
  <w:style w:type="paragraph" w:customStyle="1" w:styleId="905864FB9799477A9E452B00A37619B2">
    <w:name w:val="905864FB9799477A9E452B00A37619B2"/>
    <w:rsid w:val="00591E01"/>
  </w:style>
  <w:style w:type="paragraph" w:customStyle="1" w:styleId="78712E8E1F66484FBC5F8A5A02210169">
    <w:name w:val="78712E8E1F66484FBC5F8A5A02210169"/>
    <w:rsid w:val="00591E01"/>
  </w:style>
  <w:style w:type="paragraph" w:customStyle="1" w:styleId="00B9E4081DCD4894BFD15B7FC2E5DE28">
    <w:name w:val="00B9E4081DCD4894BFD15B7FC2E5DE28"/>
    <w:rsid w:val="00591E01"/>
  </w:style>
  <w:style w:type="paragraph" w:customStyle="1" w:styleId="129937E7A4964361A12B827ADB2858B2">
    <w:name w:val="129937E7A4964361A12B827ADB2858B2"/>
    <w:rsid w:val="00591E01"/>
  </w:style>
  <w:style w:type="paragraph" w:customStyle="1" w:styleId="03F74381884D4D8B9FC2C7DDCA99BC28">
    <w:name w:val="03F74381884D4D8B9FC2C7DDCA99BC28"/>
    <w:rsid w:val="00591E01"/>
  </w:style>
  <w:style w:type="paragraph" w:customStyle="1" w:styleId="C9F13B2B560845B7983E33EA2FB3D8EE">
    <w:name w:val="C9F13B2B560845B7983E33EA2FB3D8EE"/>
    <w:rsid w:val="00591E01"/>
  </w:style>
  <w:style w:type="paragraph" w:customStyle="1" w:styleId="001284BC819546DEAFDA0003A0E7CFF2">
    <w:name w:val="001284BC819546DEAFDA0003A0E7CFF2"/>
    <w:rsid w:val="00591E01"/>
  </w:style>
  <w:style w:type="paragraph" w:customStyle="1" w:styleId="77ADCF6CF538412FBA75FF1318E259E6">
    <w:name w:val="77ADCF6CF538412FBA75FF1318E259E6"/>
    <w:rsid w:val="00591E01"/>
  </w:style>
  <w:style w:type="paragraph" w:customStyle="1" w:styleId="845C8F1BA58046D092607964F7365A8B">
    <w:name w:val="845C8F1BA58046D092607964F7365A8B"/>
    <w:rsid w:val="00591E01"/>
  </w:style>
  <w:style w:type="paragraph" w:customStyle="1" w:styleId="E22D5B4E258848A9BE5BBB71F4B9BA4C">
    <w:name w:val="E22D5B4E258848A9BE5BBB71F4B9BA4C"/>
    <w:rsid w:val="00591E01"/>
  </w:style>
  <w:style w:type="paragraph" w:customStyle="1" w:styleId="7C04A0460513418FBC5DA71277CEFE61">
    <w:name w:val="7C04A0460513418FBC5DA71277CEFE61"/>
    <w:rsid w:val="00591E01"/>
  </w:style>
  <w:style w:type="paragraph" w:customStyle="1" w:styleId="A2B5B3E0D6E94FE3B23A618742E3C9FE">
    <w:name w:val="A2B5B3E0D6E94FE3B23A618742E3C9FE"/>
    <w:rsid w:val="00591E01"/>
  </w:style>
  <w:style w:type="paragraph" w:customStyle="1" w:styleId="CA1E92FD520A4B6CA4B92B921A78A5BE">
    <w:name w:val="CA1E92FD520A4B6CA4B92B921A78A5BE"/>
    <w:rsid w:val="00591E01"/>
  </w:style>
  <w:style w:type="paragraph" w:customStyle="1" w:styleId="FA218F86CEB14609B5AAC7F386AE7132">
    <w:name w:val="FA218F86CEB14609B5AAC7F386AE7132"/>
    <w:rsid w:val="00591E01"/>
  </w:style>
  <w:style w:type="paragraph" w:customStyle="1" w:styleId="2ADB6FBAB81E4427B94834B7AA684799">
    <w:name w:val="2ADB6FBAB81E4427B94834B7AA684799"/>
    <w:rsid w:val="00591E01"/>
  </w:style>
  <w:style w:type="paragraph" w:customStyle="1" w:styleId="0F4448CE4B634F80A415562A8345A71B">
    <w:name w:val="0F4448CE4B634F80A415562A8345A71B"/>
    <w:rsid w:val="00591E01"/>
  </w:style>
  <w:style w:type="paragraph" w:customStyle="1" w:styleId="65A61286C33246579C84EFC7267C96A2">
    <w:name w:val="65A61286C33246579C84EFC7267C96A2"/>
    <w:rsid w:val="00591E01"/>
  </w:style>
  <w:style w:type="paragraph" w:customStyle="1" w:styleId="5A4E95A1DAB54F3F93C47474CDEC9DD6">
    <w:name w:val="5A4E95A1DAB54F3F93C47474CDEC9DD6"/>
    <w:rsid w:val="00591E01"/>
  </w:style>
  <w:style w:type="paragraph" w:customStyle="1" w:styleId="A44D71556F9F409BB2DE2D8481144CC6">
    <w:name w:val="A44D71556F9F409BB2DE2D8481144CC6"/>
    <w:rsid w:val="00591E01"/>
  </w:style>
  <w:style w:type="paragraph" w:customStyle="1" w:styleId="B6654CF820974527839032584E3E88F2">
    <w:name w:val="B6654CF820974527839032584E3E88F2"/>
    <w:rsid w:val="00591E01"/>
  </w:style>
  <w:style w:type="paragraph" w:customStyle="1" w:styleId="641CFF7EA4B74C67835A39FF61396976">
    <w:name w:val="641CFF7EA4B74C67835A39FF61396976"/>
    <w:rsid w:val="00591E01"/>
  </w:style>
  <w:style w:type="paragraph" w:customStyle="1" w:styleId="98B64542C5E949FCAD734E301FC9C271">
    <w:name w:val="98B64542C5E949FCAD734E301FC9C271"/>
    <w:rsid w:val="00591E01"/>
  </w:style>
  <w:style w:type="paragraph" w:customStyle="1" w:styleId="E67A9A6D8CC94568A1D521DC49ED3464">
    <w:name w:val="E67A9A6D8CC94568A1D521DC49ED3464"/>
    <w:rsid w:val="007C6BEF"/>
  </w:style>
  <w:style w:type="paragraph" w:customStyle="1" w:styleId="9DE212F06A97476A85F2243FB0B48DDB">
    <w:name w:val="9DE212F06A97476A85F2243FB0B48DDB"/>
    <w:rsid w:val="007C6BEF"/>
  </w:style>
  <w:style w:type="paragraph" w:customStyle="1" w:styleId="1456CB48996C4DF1B123A0E5F5AC0027">
    <w:name w:val="1456CB48996C4DF1B123A0E5F5AC0027"/>
    <w:rsid w:val="007C6BEF"/>
  </w:style>
  <w:style w:type="paragraph" w:customStyle="1" w:styleId="ECA1E6577D2146C8953D267879C489B7">
    <w:name w:val="ECA1E6577D2146C8953D267879C489B7"/>
    <w:rsid w:val="007C6BEF"/>
  </w:style>
  <w:style w:type="paragraph" w:customStyle="1" w:styleId="E3BA7F31C6264176992BF31963B5B5CF">
    <w:name w:val="E3BA7F31C6264176992BF31963B5B5CF"/>
    <w:rsid w:val="007C6BEF"/>
  </w:style>
  <w:style w:type="paragraph" w:customStyle="1" w:styleId="C0188412A0784D8CA447F4D1432921FA">
    <w:name w:val="C0188412A0784D8CA447F4D1432921FA"/>
    <w:rsid w:val="007C6BEF"/>
  </w:style>
  <w:style w:type="paragraph" w:customStyle="1" w:styleId="28CC14192A074A9F8FB41E9083946BCA">
    <w:name w:val="28CC14192A074A9F8FB41E9083946BCA"/>
    <w:rsid w:val="007C6BEF"/>
  </w:style>
  <w:style w:type="paragraph" w:customStyle="1" w:styleId="0FACA4A972BB46D99D26121104D1271D">
    <w:name w:val="0FACA4A972BB46D99D26121104D1271D"/>
    <w:rsid w:val="007C6BEF"/>
  </w:style>
  <w:style w:type="paragraph" w:customStyle="1" w:styleId="F54C9E55A85442D9958F869C6952EBC2">
    <w:name w:val="F54C9E55A85442D9958F869C6952EBC2"/>
    <w:rsid w:val="007C6BEF"/>
  </w:style>
  <w:style w:type="paragraph" w:customStyle="1" w:styleId="125D662E7BB44E6486082F4F336236C8">
    <w:name w:val="125D662E7BB44E6486082F4F336236C8"/>
    <w:rsid w:val="007C6BEF"/>
  </w:style>
  <w:style w:type="paragraph" w:customStyle="1" w:styleId="D5B60B53AF6949F6B191D6080B1B60A3">
    <w:name w:val="D5B60B53AF6949F6B191D6080B1B60A3"/>
    <w:rsid w:val="007C6BEF"/>
  </w:style>
  <w:style w:type="paragraph" w:customStyle="1" w:styleId="98679D2F4F8349FAB6578E9E235C8992">
    <w:name w:val="98679D2F4F8349FAB6578E9E235C8992"/>
    <w:rsid w:val="007C6BEF"/>
  </w:style>
  <w:style w:type="paragraph" w:customStyle="1" w:styleId="1D5540E8AC8E4B63A56D871EBC21AF22">
    <w:name w:val="1D5540E8AC8E4B63A56D871EBC21AF22"/>
    <w:rsid w:val="007C6BEF"/>
  </w:style>
  <w:style w:type="paragraph" w:customStyle="1" w:styleId="5474A7E804F746DA8C2BC43E366B9828">
    <w:name w:val="5474A7E804F746DA8C2BC43E366B9828"/>
    <w:rsid w:val="007C6BEF"/>
  </w:style>
  <w:style w:type="paragraph" w:customStyle="1" w:styleId="E6C93A786C2E441891D9FED18318F030">
    <w:name w:val="E6C93A786C2E441891D9FED18318F030"/>
    <w:rsid w:val="007C6BEF"/>
  </w:style>
  <w:style w:type="paragraph" w:customStyle="1" w:styleId="F0E7ABC309A341AA88716CFC8968FD77">
    <w:name w:val="F0E7ABC309A341AA88716CFC8968FD77"/>
    <w:rsid w:val="00963FA3"/>
  </w:style>
  <w:style w:type="paragraph" w:customStyle="1" w:styleId="CF319E9B84F2464E99BDDB8240E4BD37">
    <w:name w:val="CF319E9B84F2464E99BDDB8240E4BD37"/>
    <w:rsid w:val="00963FA3"/>
  </w:style>
  <w:style w:type="paragraph" w:customStyle="1" w:styleId="950BD1872AA34D9C8579E18B5A411D7D">
    <w:name w:val="950BD1872AA34D9C8579E18B5A411D7D"/>
    <w:rsid w:val="00963FA3"/>
  </w:style>
  <w:style w:type="paragraph" w:customStyle="1" w:styleId="0883BA6ED3524BE29ECBCFB6E07C1713">
    <w:name w:val="0883BA6ED3524BE29ECBCFB6E07C1713"/>
    <w:rsid w:val="00963FA3"/>
  </w:style>
  <w:style w:type="paragraph" w:customStyle="1" w:styleId="1EA7B3ED546C4290858FAFE623348674">
    <w:name w:val="1EA7B3ED546C4290858FAFE623348674"/>
    <w:rsid w:val="00963FA3"/>
  </w:style>
  <w:style w:type="paragraph" w:customStyle="1" w:styleId="4750252936304619A6768262FAA37DAE">
    <w:name w:val="4750252936304619A6768262FAA37DAE"/>
    <w:rsid w:val="00963FA3"/>
  </w:style>
  <w:style w:type="paragraph" w:customStyle="1" w:styleId="84A5CA3DBF0A4A519960E666F3777B6C">
    <w:name w:val="84A5CA3DBF0A4A519960E666F3777B6C"/>
    <w:rsid w:val="00963FA3"/>
  </w:style>
  <w:style w:type="paragraph" w:customStyle="1" w:styleId="DBCC6108F80B4F518641178EBDD22912">
    <w:name w:val="DBCC6108F80B4F518641178EBDD22912"/>
    <w:rsid w:val="00963FA3"/>
  </w:style>
  <w:style w:type="paragraph" w:customStyle="1" w:styleId="1E3C11B2865F4ECBA2ED44E37D9D0419">
    <w:name w:val="1E3C11B2865F4ECBA2ED44E37D9D0419"/>
    <w:rsid w:val="00963FA3"/>
  </w:style>
  <w:style w:type="paragraph" w:customStyle="1" w:styleId="6C7924B8794544BF99A7BCC0F13BC104">
    <w:name w:val="6C7924B8794544BF99A7BCC0F13BC104"/>
    <w:rsid w:val="00963FA3"/>
  </w:style>
  <w:style w:type="paragraph" w:customStyle="1" w:styleId="1BCD3A4076F642F9AA7A295828C87B4A">
    <w:name w:val="1BCD3A4076F642F9AA7A295828C87B4A"/>
    <w:rsid w:val="00963FA3"/>
  </w:style>
  <w:style w:type="paragraph" w:customStyle="1" w:styleId="C100AEC16AF349B6B008B47470F0CA94">
    <w:name w:val="C100AEC16AF349B6B008B47470F0CA94"/>
    <w:rsid w:val="00963FA3"/>
  </w:style>
  <w:style w:type="paragraph" w:customStyle="1" w:styleId="EFF527876DED409B98F259B000F8AA99">
    <w:name w:val="EFF527876DED409B98F259B000F8AA99"/>
    <w:rsid w:val="00963FA3"/>
  </w:style>
  <w:style w:type="paragraph" w:customStyle="1" w:styleId="B70D638B2E9345D180BAAB7CE3E3343F">
    <w:name w:val="B70D638B2E9345D180BAAB7CE3E3343F"/>
    <w:rsid w:val="00963FA3"/>
  </w:style>
  <w:style w:type="paragraph" w:customStyle="1" w:styleId="17D2F09169D246928BD3A8323AE65AF7">
    <w:name w:val="17D2F09169D246928BD3A8323AE65AF7"/>
    <w:rsid w:val="00963FA3"/>
  </w:style>
  <w:style w:type="paragraph" w:customStyle="1" w:styleId="0EC87C5CF7814BFA88FEA669D503B594">
    <w:name w:val="0EC87C5CF7814BFA88FEA669D503B594"/>
    <w:rsid w:val="005F2F36"/>
  </w:style>
  <w:style w:type="paragraph" w:customStyle="1" w:styleId="6ABD68B3965142488B2786E912C5F56D">
    <w:name w:val="6ABD68B3965142488B2786E912C5F56D"/>
    <w:rsid w:val="005F2F36"/>
  </w:style>
  <w:style w:type="paragraph" w:customStyle="1" w:styleId="30C1629BE2F94D71AF1B636D073F2BFB">
    <w:name w:val="30C1629BE2F94D71AF1B636D073F2BFB"/>
    <w:rsid w:val="005F2F36"/>
  </w:style>
  <w:style w:type="paragraph" w:customStyle="1" w:styleId="E074D7F909F34ABDABC1FE7B9AD05523">
    <w:name w:val="E074D7F909F34ABDABC1FE7B9AD05523"/>
    <w:rsid w:val="005F2F36"/>
  </w:style>
  <w:style w:type="paragraph" w:customStyle="1" w:styleId="6AF188EC94914F27A45C2AD99874A0B0">
    <w:name w:val="6AF188EC94914F27A45C2AD99874A0B0"/>
    <w:rsid w:val="005F2F36"/>
  </w:style>
  <w:style w:type="paragraph" w:customStyle="1" w:styleId="E117371637E24B37AA584907E6577EC7">
    <w:name w:val="E117371637E24B37AA584907E6577EC7"/>
    <w:rsid w:val="005F2F36"/>
  </w:style>
  <w:style w:type="paragraph" w:customStyle="1" w:styleId="C39BDD2921284994BB842D7534FF82D0">
    <w:name w:val="C39BDD2921284994BB842D7534FF82D0"/>
    <w:rsid w:val="005F2F36"/>
  </w:style>
  <w:style w:type="paragraph" w:customStyle="1" w:styleId="14104895E3ED477EA8E425E5CC805E1A">
    <w:name w:val="14104895E3ED477EA8E425E5CC805E1A"/>
    <w:rsid w:val="005F2F36"/>
  </w:style>
  <w:style w:type="paragraph" w:customStyle="1" w:styleId="85E7E03A347F4F7EAA0186002DE3262F">
    <w:name w:val="85E7E03A347F4F7EAA0186002DE3262F"/>
    <w:rsid w:val="005F2F36"/>
  </w:style>
  <w:style w:type="paragraph" w:customStyle="1" w:styleId="52E23D546B6A4275BCBB0BA03B2C06D5">
    <w:name w:val="52E23D546B6A4275BCBB0BA03B2C06D5"/>
    <w:rsid w:val="005F2F36"/>
  </w:style>
  <w:style w:type="paragraph" w:customStyle="1" w:styleId="E4B3A208875146A3A95243F552F5EC30">
    <w:name w:val="E4B3A208875146A3A95243F552F5EC30"/>
    <w:rsid w:val="005F2F36"/>
  </w:style>
  <w:style w:type="paragraph" w:customStyle="1" w:styleId="0608B1C8DE6248BE96BC928965378019">
    <w:name w:val="0608B1C8DE6248BE96BC928965378019"/>
    <w:rsid w:val="005F2F36"/>
  </w:style>
  <w:style w:type="paragraph" w:customStyle="1" w:styleId="A1DE285CB7294D61B98D371291D7972F">
    <w:name w:val="A1DE285CB7294D61B98D371291D7972F"/>
    <w:rsid w:val="005F2F36"/>
  </w:style>
  <w:style w:type="paragraph" w:customStyle="1" w:styleId="A439FF9D3FA844AE8A7B3F69FAC87284">
    <w:name w:val="A439FF9D3FA844AE8A7B3F69FAC87284"/>
    <w:rsid w:val="005F2F36"/>
  </w:style>
  <w:style w:type="paragraph" w:customStyle="1" w:styleId="1DD786C78717408FA0A55C35DF85B1CC">
    <w:name w:val="1DD786C78717408FA0A55C35DF85B1CC"/>
    <w:rsid w:val="005F2F36"/>
  </w:style>
  <w:style w:type="paragraph" w:customStyle="1" w:styleId="66CAF02B6A6A44B0BB4F8EE859E872AD">
    <w:name w:val="66CAF02B6A6A44B0BB4F8EE859E872AD"/>
    <w:rsid w:val="001353DF"/>
  </w:style>
  <w:style w:type="paragraph" w:customStyle="1" w:styleId="E30FAB8DC0C74E5CBAD5C95F544610FD">
    <w:name w:val="E30FAB8DC0C74E5CBAD5C95F544610FD"/>
    <w:rsid w:val="001353DF"/>
  </w:style>
  <w:style w:type="paragraph" w:customStyle="1" w:styleId="DFA2D6B0A246488696F5B7D61B6564D8">
    <w:name w:val="DFA2D6B0A246488696F5B7D61B6564D8"/>
    <w:rsid w:val="001353DF"/>
  </w:style>
  <w:style w:type="paragraph" w:customStyle="1" w:styleId="9EDD0C9CA3D2415E9C5A57762196E862">
    <w:name w:val="9EDD0C9CA3D2415E9C5A57762196E862"/>
    <w:rsid w:val="001353DF"/>
  </w:style>
  <w:style w:type="paragraph" w:customStyle="1" w:styleId="BB54C8178FF3419DBEED33DF15763148">
    <w:name w:val="BB54C8178FF3419DBEED33DF15763148"/>
    <w:rsid w:val="001353DF"/>
  </w:style>
  <w:style w:type="paragraph" w:customStyle="1" w:styleId="0635F6FDE81D4C6B879A118318CAD730">
    <w:name w:val="0635F6FDE81D4C6B879A118318CAD730"/>
    <w:rsid w:val="001353DF"/>
  </w:style>
  <w:style w:type="paragraph" w:customStyle="1" w:styleId="803B38BFC8394F89878D93F896A54078">
    <w:name w:val="803B38BFC8394F89878D93F896A54078"/>
    <w:rsid w:val="001353DF"/>
  </w:style>
  <w:style w:type="paragraph" w:customStyle="1" w:styleId="EF4DD6DB054347758364DBDFE24E304F">
    <w:name w:val="EF4DD6DB054347758364DBDFE24E304F"/>
    <w:rsid w:val="001353DF"/>
  </w:style>
  <w:style w:type="paragraph" w:customStyle="1" w:styleId="5EE654897D654DC88651787A54EBE5E6">
    <w:name w:val="5EE654897D654DC88651787A54EBE5E6"/>
    <w:rsid w:val="001353DF"/>
  </w:style>
  <w:style w:type="paragraph" w:customStyle="1" w:styleId="805FED11000B48BF940A3511FF5FE69A">
    <w:name w:val="805FED11000B48BF940A3511FF5FE69A"/>
    <w:rsid w:val="001353DF"/>
  </w:style>
  <w:style w:type="paragraph" w:customStyle="1" w:styleId="A3FA44B546534C23992F125BCA8DB195">
    <w:name w:val="A3FA44B546534C23992F125BCA8DB195"/>
    <w:rsid w:val="001353DF"/>
  </w:style>
  <w:style w:type="paragraph" w:customStyle="1" w:styleId="C3EC15D5EE644C2681D2824B35DE0147">
    <w:name w:val="C3EC15D5EE644C2681D2824B35DE0147"/>
    <w:rsid w:val="001353DF"/>
  </w:style>
  <w:style w:type="paragraph" w:customStyle="1" w:styleId="61A56E80D2304C5A9364CCA1B9FCD02E">
    <w:name w:val="61A56E80D2304C5A9364CCA1B9FCD02E"/>
    <w:rsid w:val="001353DF"/>
  </w:style>
  <w:style w:type="paragraph" w:customStyle="1" w:styleId="244B056E814A4932B59D9C6A059A73E4">
    <w:name w:val="244B056E814A4932B59D9C6A059A73E4"/>
    <w:rsid w:val="001353DF"/>
  </w:style>
  <w:style w:type="paragraph" w:customStyle="1" w:styleId="A00EBA003EA046ECBA889FB2986C9FA7">
    <w:name w:val="A00EBA003EA046ECBA889FB2986C9FA7"/>
    <w:rsid w:val="001353DF"/>
  </w:style>
  <w:style w:type="paragraph" w:customStyle="1" w:styleId="41BC350B7BC449BF95AE5EE2C2A938EF">
    <w:name w:val="41BC350B7BC449BF95AE5EE2C2A938EF"/>
    <w:rsid w:val="001353DF"/>
  </w:style>
  <w:style w:type="paragraph" w:customStyle="1" w:styleId="AB8731EE3E284AD8BD1F624DD9CDA480">
    <w:name w:val="AB8731EE3E284AD8BD1F624DD9CDA480"/>
    <w:rsid w:val="001353DF"/>
  </w:style>
  <w:style w:type="paragraph" w:customStyle="1" w:styleId="69260403093345B0858200A8949EB06E">
    <w:name w:val="69260403093345B0858200A8949EB06E"/>
    <w:rsid w:val="001353DF"/>
  </w:style>
  <w:style w:type="paragraph" w:customStyle="1" w:styleId="B70C88ACB2ED4BE4ACAC4EF762429BCB">
    <w:name w:val="B70C88ACB2ED4BE4ACAC4EF762429BCB"/>
    <w:rsid w:val="001353DF"/>
  </w:style>
  <w:style w:type="paragraph" w:customStyle="1" w:styleId="5D16EB04510F4C8F9EF127D56522B60E">
    <w:name w:val="5D16EB04510F4C8F9EF127D56522B60E"/>
    <w:rsid w:val="001353DF"/>
  </w:style>
  <w:style w:type="paragraph" w:customStyle="1" w:styleId="C442F9BD8B484280ABDC8EE0C6CEA529">
    <w:name w:val="C442F9BD8B484280ABDC8EE0C6CEA529"/>
    <w:rsid w:val="001353DF"/>
  </w:style>
  <w:style w:type="paragraph" w:customStyle="1" w:styleId="74A8CB9542834111A035846A8710F29C">
    <w:name w:val="74A8CB9542834111A035846A8710F29C"/>
    <w:rsid w:val="001353DF"/>
  </w:style>
  <w:style w:type="paragraph" w:customStyle="1" w:styleId="51DF0539ADD04F50A45E10B56FADDCAA">
    <w:name w:val="51DF0539ADD04F50A45E10B56FADDCAA"/>
    <w:rsid w:val="001353DF"/>
  </w:style>
  <w:style w:type="paragraph" w:customStyle="1" w:styleId="67C6E450375F4A19BF2C3421F62F8A55">
    <w:name w:val="67C6E450375F4A19BF2C3421F62F8A55"/>
    <w:rsid w:val="001353DF"/>
  </w:style>
  <w:style w:type="paragraph" w:customStyle="1" w:styleId="C8A517623FE749DB8673DB63692AD4C5">
    <w:name w:val="C8A517623FE749DB8673DB63692AD4C5"/>
    <w:rsid w:val="001353DF"/>
  </w:style>
  <w:style w:type="paragraph" w:customStyle="1" w:styleId="7BEBDA1D62864A408645934FD96798B1">
    <w:name w:val="7BEBDA1D62864A408645934FD96798B1"/>
    <w:rsid w:val="001353DF"/>
  </w:style>
  <w:style w:type="paragraph" w:customStyle="1" w:styleId="137B47D0C4324DB384D636D2990CC86A">
    <w:name w:val="137B47D0C4324DB384D636D2990CC86A"/>
    <w:rsid w:val="001353DF"/>
  </w:style>
  <w:style w:type="paragraph" w:customStyle="1" w:styleId="7989996321D644A28CEB749942D9CB42">
    <w:name w:val="7989996321D644A28CEB749942D9CB42"/>
    <w:rsid w:val="001353DF"/>
  </w:style>
  <w:style w:type="paragraph" w:customStyle="1" w:styleId="37E6740D4634408CA683C392F7A9A25F">
    <w:name w:val="37E6740D4634408CA683C392F7A9A25F"/>
    <w:rsid w:val="001353DF"/>
  </w:style>
  <w:style w:type="paragraph" w:customStyle="1" w:styleId="A18864016B30402DB52AC0903F58F2DE">
    <w:name w:val="A18864016B30402DB52AC0903F58F2DE"/>
    <w:rsid w:val="001353DF"/>
  </w:style>
  <w:style w:type="paragraph" w:customStyle="1" w:styleId="29F635B0D3C74B6B8B5F45EB5085B496">
    <w:name w:val="29F635B0D3C74B6B8B5F45EB5085B496"/>
    <w:rsid w:val="001353DF"/>
  </w:style>
  <w:style w:type="paragraph" w:customStyle="1" w:styleId="5F05202729C2425F81D78552FF0A87CD">
    <w:name w:val="5F05202729C2425F81D78552FF0A87CD"/>
    <w:rsid w:val="001353DF"/>
  </w:style>
  <w:style w:type="paragraph" w:customStyle="1" w:styleId="74911FEFBC8348FF8925E365F05E21B4">
    <w:name w:val="74911FEFBC8348FF8925E365F05E21B4"/>
    <w:rsid w:val="001353DF"/>
  </w:style>
  <w:style w:type="paragraph" w:customStyle="1" w:styleId="2CF0C8B29E7C47A884E0BFEC48E6050D">
    <w:name w:val="2CF0C8B29E7C47A884E0BFEC48E6050D"/>
    <w:rsid w:val="001353DF"/>
  </w:style>
  <w:style w:type="paragraph" w:customStyle="1" w:styleId="62924BB517F44033946463F8147ADA0A">
    <w:name w:val="62924BB517F44033946463F8147ADA0A"/>
    <w:rsid w:val="001353DF"/>
  </w:style>
  <w:style w:type="paragraph" w:customStyle="1" w:styleId="336D2DF47F2B4F5A929707F1BA0F76C2">
    <w:name w:val="336D2DF47F2B4F5A929707F1BA0F76C2"/>
    <w:rsid w:val="001353DF"/>
  </w:style>
  <w:style w:type="paragraph" w:customStyle="1" w:styleId="35C695237BC240D498A2154623E0A29A">
    <w:name w:val="35C695237BC240D498A2154623E0A29A"/>
    <w:rsid w:val="001353DF"/>
  </w:style>
  <w:style w:type="paragraph" w:customStyle="1" w:styleId="20E29F3D3CFC4BB7A90F6E85F726C307">
    <w:name w:val="20E29F3D3CFC4BB7A90F6E85F726C307"/>
    <w:rsid w:val="001353DF"/>
  </w:style>
  <w:style w:type="paragraph" w:customStyle="1" w:styleId="258E1478471F409185C7E999FB3BFEDA">
    <w:name w:val="258E1478471F409185C7E999FB3BFEDA"/>
    <w:rsid w:val="001353DF"/>
  </w:style>
  <w:style w:type="paragraph" w:customStyle="1" w:styleId="D924E8861FCB43FFA1C5EE6CAFC19762">
    <w:name w:val="D924E8861FCB43FFA1C5EE6CAFC19762"/>
    <w:rsid w:val="001353DF"/>
  </w:style>
  <w:style w:type="paragraph" w:customStyle="1" w:styleId="CEA094C45CBB4B80BD1C7D651A214369">
    <w:name w:val="CEA094C45CBB4B80BD1C7D651A214369"/>
    <w:rsid w:val="001353DF"/>
  </w:style>
  <w:style w:type="paragraph" w:customStyle="1" w:styleId="21F7ABC9691148CD87DF7F7583264127">
    <w:name w:val="21F7ABC9691148CD87DF7F7583264127"/>
    <w:rsid w:val="001353DF"/>
  </w:style>
  <w:style w:type="paragraph" w:customStyle="1" w:styleId="BA2B50C2402E4296B1FDC21803FD8341">
    <w:name w:val="BA2B50C2402E4296B1FDC21803FD8341"/>
    <w:rsid w:val="001353DF"/>
  </w:style>
  <w:style w:type="paragraph" w:customStyle="1" w:styleId="3F47230936EF4484B665AAC18CBC34E7">
    <w:name w:val="3F47230936EF4484B665AAC18CBC34E7"/>
    <w:rsid w:val="001353DF"/>
  </w:style>
  <w:style w:type="paragraph" w:customStyle="1" w:styleId="BB2AF996DFC44FA2BCEAF5DF926E9D7D">
    <w:name w:val="BB2AF996DFC44FA2BCEAF5DF926E9D7D"/>
    <w:rsid w:val="001353DF"/>
  </w:style>
  <w:style w:type="paragraph" w:customStyle="1" w:styleId="5E352BF7536B442FBAEF8BA8581121BF">
    <w:name w:val="5E352BF7536B442FBAEF8BA8581121BF"/>
    <w:rsid w:val="001353DF"/>
  </w:style>
  <w:style w:type="paragraph" w:customStyle="1" w:styleId="C5DB1AEC8EDB433EB2A3679F1E7CF6F8">
    <w:name w:val="C5DB1AEC8EDB433EB2A3679F1E7CF6F8"/>
    <w:rsid w:val="001353DF"/>
  </w:style>
  <w:style w:type="paragraph" w:customStyle="1" w:styleId="59DC24011D7F470F83E64295DBC7E0F0">
    <w:name w:val="59DC24011D7F470F83E64295DBC7E0F0"/>
    <w:rsid w:val="001353DF"/>
  </w:style>
  <w:style w:type="paragraph" w:customStyle="1" w:styleId="34F0FEE7222040AA9C5CEC0507A16F46">
    <w:name w:val="34F0FEE7222040AA9C5CEC0507A16F46"/>
    <w:rsid w:val="001353DF"/>
  </w:style>
  <w:style w:type="paragraph" w:customStyle="1" w:styleId="6C9DF03A8E3D4A25B08617D84048E8F6">
    <w:name w:val="6C9DF03A8E3D4A25B08617D84048E8F6"/>
    <w:rsid w:val="001353DF"/>
  </w:style>
  <w:style w:type="paragraph" w:customStyle="1" w:styleId="694E6612B9884867B33C4023BA8838C8">
    <w:name w:val="694E6612B9884867B33C4023BA8838C8"/>
    <w:rsid w:val="001353DF"/>
  </w:style>
  <w:style w:type="paragraph" w:customStyle="1" w:styleId="4D4BB2C46D134B939E7DAC1BFD248C6A">
    <w:name w:val="4D4BB2C46D134B939E7DAC1BFD248C6A"/>
    <w:rsid w:val="001353DF"/>
  </w:style>
  <w:style w:type="paragraph" w:customStyle="1" w:styleId="DF203519D25F46E9B30A3E95F06322C9">
    <w:name w:val="DF203519D25F46E9B30A3E95F06322C9"/>
    <w:rsid w:val="001353DF"/>
  </w:style>
  <w:style w:type="paragraph" w:customStyle="1" w:styleId="1FEA1A3BC6924280A388450821BC48A7">
    <w:name w:val="1FEA1A3BC6924280A388450821BC48A7"/>
    <w:rsid w:val="001353DF"/>
  </w:style>
  <w:style w:type="paragraph" w:customStyle="1" w:styleId="D48AC763F03847C0A8BAC4DBC5E21002">
    <w:name w:val="D48AC763F03847C0A8BAC4DBC5E21002"/>
    <w:rsid w:val="001353DF"/>
  </w:style>
  <w:style w:type="paragraph" w:customStyle="1" w:styleId="8867081D3FF14CAD824C68451D951931">
    <w:name w:val="8867081D3FF14CAD824C68451D951931"/>
    <w:rsid w:val="001353DF"/>
  </w:style>
  <w:style w:type="paragraph" w:customStyle="1" w:styleId="95CB672B8C294A19B5804FAF57D37420">
    <w:name w:val="95CB672B8C294A19B5804FAF57D37420"/>
    <w:rsid w:val="001353DF"/>
  </w:style>
  <w:style w:type="paragraph" w:customStyle="1" w:styleId="F3AFAC9F30F14B19AF2BBA5E8F374371">
    <w:name w:val="F3AFAC9F30F14B19AF2BBA5E8F374371"/>
    <w:rsid w:val="001353DF"/>
  </w:style>
  <w:style w:type="paragraph" w:customStyle="1" w:styleId="779114DE017A470C86AD57F7B38EFCE5">
    <w:name w:val="779114DE017A470C86AD57F7B38EFCE5"/>
    <w:rsid w:val="001353DF"/>
  </w:style>
  <w:style w:type="paragraph" w:customStyle="1" w:styleId="098C3CB530A54967A537EC7511876257">
    <w:name w:val="098C3CB530A54967A537EC7511876257"/>
    <w:rsid w:val="001353DF"/>
  </w:style>
  <w:style w:type="paragraph" w:customStyle="1" w:styleId="967F358222EB426D8FDD96DEA77B7D05">
    <w:name w:val="967F358222EB426D8FDD96DEA77B7D05"/>
    <w:rsid w:val="001353DF"/>
  </w:style>
  <w:style w:type="paragraph" w:customStyle="1" w:styleId="F7DC9DA5BB114D96915F88A7BDB0CD18">
    <w:name w:val="F7DC9DA5BB114D96915F88A7BDB0CD18"/>
    <w:rsid w:val="001353DF"/>
  </w:style>
  <w:style w:type="paragraph" w:customStyle="1" w:styleId="7B5D6247A8994289AEA868D1438D453B">
    <w:name w:val="7B5D6247A8994289AEA868D1438D453B"/>
    <w:rsid w:val="001353DF"/>
  </w:style>
  <w:style w:type="paragraph" w:customStyle="1" w:styleId="D396D99817194577B66BA8E7AF82A637">
    <w:name w:val="D396D99817194577B66BA8E7AF82A637"/>
    <w:rsid w:val="001353DF"/>
  </w:style>
  <w:style w:type="paragraph" w:customStyle="1" w:styleId="2AF4C5276FC94057AC5740225089FA2D">
    <w:name w:val="2AF4C5276FC94057AC5740225089FA2D"/>
    <w:rsid w:val="001353DF"/>
  </w:style>
  <w:style w:type="paragraph" w:customStyle="1" w:styleId="95E21698969549B98A6CAFA85B39A3A6">
    <w:name w:val="95E21698969549B98A6CAFA85B39A3A6"/>
    <w:rsid w:val="001353DF"/>
  </w:style>
  <w:style w:type="paragraph" w:customStyle="1" w:styleId="15A55B1721144358A7EC6600E21AD882">
    <w:name w:val="15A55B1721144358A7EC6600E21AD882"/>
    <w:rsid w:val="001353DF"/>
  </w:style>
  <w:style w:type="paragraph" w:customStyle="1" w:styleId="2F3F88F2DE4F4645BFA9F1AB1E0554D7">
    <w:name w:val="2F3F88F2DE4F4645BFA9F1AB1E0554D7"/>
    <w:rsid w:val="001353DF"/>
  </w:style>
  <w:style w:type="paragraph" w:customStyle="1" w:styleId="9F9AEAC53D914E4EA323B4DED014AF52">
    <w:name w:val="9F9AEAC53D914E4EA323B4DED014AF52"/>
    <w:rsid w:val="001353DF"/>
  </w:style>
  <w:style w:type="paragraph" w:customStyle="1" w:styleId="360D155F7DF240DB8932352346BDF4E0">
    <w:name w:val="360D155F7DF240DB8932352346BDF4E0"/>
    <w:rsid w:val="001353DF"/>
  </w:style>
  <w:style w:type="paragraph" w:customStyle="1" w:styleId="37B2DC2915F64A99AFF136DECD29805D">
    <w:name w:val="37B2DC2915F64A99AFF136DECD29805D"/>
    <w:rsid w:val="001353DF"/>
  </w:style>
  <w:style w:type="paragraph" w:customStyle="1" w:styleId="92663E25B06B4DCFBF53B8F902925B54">
    <w:name w:val="92663E25B06B4DCFBF53B8F902925B54"/>
    <w:rsid w:val="001353DF"/>
  </w:style>
  <w:style w:type="paragraph" w:customStyle="1" w:styleId="014B3F664745458E9255AD8B11186615">
    <w:name w:val="014B3F664745458E9255AD8B11186615"/>
    <w:rsid w:val="001353DF"/>
  </w:style>
  <w:style w:type="paragraph" w:customStyle="1" w:styleId="92D5FA4661B94AD4896467FC055C58A1">
    <w:name w:val="92D5FA4661B94AD4896467FC055C58A1"/>
    <w:rsid w:val="001353DF"/>
  </w:style>
  <w:style w:type="paragraph" w:customStyle="1" w:styleId="0A88DD0210E346C6883916EFC4DF1C45">
    <w:name w:val="0A88DD0210E346C6883916EFC4DF1C45"/>
    <w:rsid w:val="001353DF"/>
  </w:style>
  <w:style w:type="paragraph" w:customStyle="1" w:styleId="7810AA6564CA47E8A679583A340512A4">
    <w:name w:val="7810AA6564CA47E8A679583A340512A4"/>
    <w:rsid w:val="001353DF"/>
  </w:style>
  <w:style w:type="paragraph" w:customStyle="1" w:styleId="BA014BD466544EA38AE05E271D56B556">
    <w:name w:val="BA014BD466544EA38AE05E271D56B556"/>
    <w:rsid w:val="001353DF"/>
  </w:style>
  <w:style w:type="paragraph" w:customStyle="1" w:styleId="4AC92C2ACC9F4D6AA2FED724BE997B4C">
    <w:name w:val="4AC92C2ACC9F4D6AA2FED724BE997B4C"/>
    <w:rsid w:val="001353DF"/>
  </w:style>
  <w:style w:type="paragraph" w:customStyle="1" w:styleId="6BEBA79C55BC4E67858596D52D0A2BEE">
    <w:name w:val="6BEBA79C55BC4E67858596D52D0A2BEE"/>
    <w:rsid w:val="001353DF"/>
  </w:style>
  <w:style w:type="paragraph" w:customStyle="1" w:styleId="8D8ADD0ABD7743F5B66BB998E00CD301">
    <w:name w:val="8D8ADD0ABD7743F5B66BB998E00CD301"/>
    <w:rsid w:val="001353DF"/>
  </w:style>
  <w:style w:type="paragraph" w:customStyle="1" w:styleId="5453331A1F09452B9CBA61231788E9C3">
    <w:name w:val="5453331A1F09452B9CBA61231788E9C3"/>
    <w:rsid w:val="001353DF"/>
  </w:style>
  <w:style w:type="paragraph" w:customStyle="1" w:styleId="D889AA67D5B04C9BA9F5880744786215">
    <w:name w:val="D889AA67D5B04C9BA9F5880744786215"/>
    <w:rsid w:val="001353DF"/>
  </w:style>
  <w:style w:type="paragraph" w:customStyle="1" w:styleId="FB1C36081A614D908F05947E1A97ABA7">
    <w:name w:val="FB1C36081A614D908F05947E1A97ABA7"/>
    <w:rsid w:val="001353DF"/>
  </w:style>
  <w:style w:type="paragraph" w:customStyle="1" w:styleId="E54086DECE384A1F92082396B1821B1E">
    <w:name w:val="E54086DECE384A1F92082396B1821B1E"/>
    <w:rsid w:val="001353DF"/>
  </w:style>
  <w:style w:type="paragraph" w:customStyle="1" w:styleId="6BD57B8F2164460D9893F47D038C42AD">
    <w:name w:val="6BD57B8F2164460D9893F47D038C42AD"/>
    <w:rsid w:val="001353DF"/>
  </w:style>
  <w:style w:type="paragraph" w:customStyle="1" w:styleId="8AB1BA27DDBD453DBA7BDF3C9AD4679F">
    <w:name w:val="8AB1BA27DDBD453DBA7BDF3C9AD4679F"/>
    <w:rsid w:val="001353DF"/>
  </w:style>
  <w:style w:type="paragraph" w:customStyle="1" w:styleId="4632CDF7F3D9432DA2824C2DE17F72AD">
    <w:name w:val="4632CDF7F3D9432DA2824C2DE17F72AD"/>
    <w:rsid w:val="001353DF"/>
  </w:style>
  <w:style w:type="paragraph" w:customStyle="1" w:styleId="DD6F149C06B7421A98B92DBA42F5B7AB">
    <w:name w:val="DD6F149C06B7421A98B92DBA42F5B7AB"/>
    <w:rsid w:val="001353DF"/>
  </w:style>
  <w:style w:type="paragraph" w:customStyle="1" w:styleId="01B649B802D843D89086BBD092FDAB5B">
    <w:name w:val="01B649B802D843D89086BBD092FDAB5B"/>
    <w:rsid w:val="001353DF"/>
  </w:style>
  <w:style w:type="paragraph" w:customStyle="1" w:styleId="945116C4FD7940FDBA61E85F162EB46C">
    <w:name w:val="945116C4FD7940FDBA61E85F162EB46C"/>
    <w:rsid w:val="001353DF"/>
  </w:style>
  <w:style w:type="paragraph" w:customStyle="1" w:styleId="B9DA8B12D4C044FF90AE6ED709E8DE05">
    <w:name w:val="B9DA8B12D4C044FF90AE6ED709E8DE05"/>
    <w:rsid w:val="001353DF"/>
  </w:style>
  <w:style w:type="paragraph" w:customStyle="1" w:styleId="892CD59BE2CB46649ABD639431A0CA7B">
    <w:name w:val="892CD59BE2CB46649ABD639431A0CA7B"/>
    <w:rsid w:val="001353DF"/>
  </w:style>
  <w:style w:type="paragraph" w:customStyle="1" w:styleId="CACEBA850B6B42FCB0039ACFF3C534C2">
    <w:name w:val="CACEBA850B6B42FCB0039ACFF3C534C2"/>
    <w:rsid w:val="001353DF"/>
  </w:style>
  <w:style w:type="paragraph" w:customStyle="1" w:styleId="4E5BFBDDC23A46759624DB9B029101AC">
    <w:name w:val="4E5BFBDDC23A46759624DB9B029101AC"/>
    <w:rsid w:val="001353DF"/>
  </w:style>
  <w:style w:type="paragraph" w:customStyle="1" w:styleId="93BA550C48C7431EBE6FCC6CC6BC6BA6">
    <w:name w:val="93BA550C48C7431EBE6FCC6CC6BC6BA6"/>
    <w:rsid w:val="001353DF"/>
  </w:style>
  <w:style w:type="paragraph" w:customStyle="1" w:styleId="88AAEA5347484B5FA14689B44EF158C7">
    <w:name w:val="88AAEA5347484B5FA14689B44EF158C7"/>
    <w:rsid w:val="001353DF"/>
  </w:style>
  <w:style w:type="paragraph" w:customStyle="1" w:styleId="D9C7694036564F0882BE1613179A396B">
    <w:name w:val="D9C7694036564F0882BE1613179A396B"/>
    <w:rsid w:val="001353DF"/>
  </w:style>
  <w:style w:type="paragraph" w:customStyle="1" w:styleId="EFE9C893FE1D48C48D2199168D0455FF">
    <w:name w:val="EFE9C893FE1D48C48D2199168D0455FF"/>
    <w:rsid w:val="001353DF"/>
  </w:style>
  <w:style w:type="paragraph" w:customStyle="1" w:styleId="7E70265E25EA4F9EA912140700FCDEC0">
    <w:name w:val="7E70265E25EA4F9EA912140700FCDEC0"/>
    <w:rsid w:val="001353DF"/>
  </w:style>
  <w:style w:type="paragraph" w:customStyle="1" w:styleId="08E48CFD1CF0480D9CD0E0D19569B178">
    <w:name w:val="08E48CFD1CF0480D9CD0E0D19569B178"/>
    <w:rsid w:val="001353DF"/>
  </w:style>
  <w:style w:type="paragraph" w:customStyle="1" w:styleId="5D450A7610A24CAC89143D6508019328">
    <w:name w:val="5D450A7610A24CAC89143D6508019328"/>
    <w:rsid w:val="001353DF"/>
  </w:style>
  <w:style w:type="paragraph" w:customStyle="1" w:styleId="9C439F564A604D108BF3E8018526C4C5">
    <w:name w:val="9C439F564A604D108BF3E8018526C4C5"/>
    <w:rsid w:val="001353DF"/>
  </w:style>
  <w:style w:type="paragraph" w:customStyle="1" w:styleId="0668AB3A554F429BAF125C4C696D7D40">
    <w:name w:val="0668AB3A554F429BAF125C4C696D7D40"/>
    <w:rsid w:val="001353DF"/>
  </w:style>
  <w:style w:type="paragraph" w:customStyle="1" w:styleId="ED8EF1819C4A446DB29D9F7310B8717F">
    <w:name w:val="ED8EF1819C4A446DB29D9F7310B8717F"/>
    <w:rsid w:val="001353DF"/>
  </w:style>
  <w:style w:type="paragraph" w:customStyle="1" w:styleId="C3959C7CEF7D4B1CB4AA97CAEFAB0E24">
    <w:name w:val="C3959C7CEF7D4B1CB4AA97CAEFAB0E24"/>
    <w:rsid w:val="001353DF"/>
  </w:style>
  <w:style w:type="paragraph" w:customStyle="1" w:styleId="7123D1D2977C43C9AE43A9360C679F17">
    <w:name w:val="7123D1D2977C43C9AE43A9360C679F17"/>
    <w:rsid w:val="001353DF"/>
  </w:style>
  <w:style w:type="paragraph" w:customStyle="1" w:styleId="6240FB8AB51F4CCB9D54828003DAF3CF">
    <w:name w:val="6240FB8AB51F4CCB9D54828003DAF3CF"/>
    <w:rsid w:val="001353DF"/>
  </w:style>
  <w:style w:type="paragraph" w:customStyle="1" w:styleId="CD83335ED96642C0BEC89007DFE3A783">
    <w:name w:val="CD83335ED96642C0BEC89007DFE3A783"/>
    <w:rsid w:val="001353DF"/>
  </w:style>
  <w:style w:type="paragraph" w:customStyle="1" w:styleId="6F4C8C49ED894950B2F2F1FE6775B5CE">
    <w:name w:val="6F4C8C49ED894950B2F2F1FE6775B5CE"/>
    <w:rsid w:val="001353DF"/>
  </w:style>
  <w:style w:type="paragraph" w:customStyle="1" w:styleId="86177D9F19BE4997A8B7D592AB0F8C71">
    <w:name w:val="86177D9F19BE4997A8B7D592AB0F8C71"/>
    <w:rsid w:val="001353DF"/>
  </w:style>
  <w:style w:type="paragraph" w:customStyle="1" w:styleId="3AF1897AA59F4713A4AD0B1DA216332E">
    <w:name w:val="3AF1897AA59F4713A4AD0B1DA216332E"/>
    <w:rsid w:val="001353DF"/>
  </w:style>
  <w:style w:type="paragraph" w:customStyle="1" w:styleId="771FA47F667D4C59B513963755ED984F">
    <w:name w:val="771FA47F667D4C59B513963755ED984F"/>
    <w:rsid w:val="001353DF"/>
  </w:style>
  <w:style w:type="paragraph" w:customStyle="1" w:styleId="70C66143DEBB43FCA3ACCA118DEF39D8">
    <w:name w:val="70C66143DEBB43FCA3ACCA118DEF39D8"/>
    <w:rsid w:val="001353DF"/>
  </w:style>
  <w:style w:type="paragraph" w:customStyle="1" w:styleId="80553ED0BFA64887A545F5B66A101E87">
    <w:name w:val="80553ED0BFA64887A545F5B66A101E87"/>
    <w:rsid w:val="001353DF"/>
  </w:style>
  <w:style w:type="paragraph" w:customStyle="1" w:styleId="19054BCA80D848E4B7D0081E1AF0C4D8">
    <w:name w:val="19054BCA80D848E4B7D0081E1AF0C4D8"/>
    <w:rsid w:val="001353DF"/>
  </w:style>
  <w:style w:type="paragraph" w:customStyle="1" w:styleId="724685ACF88640A7B0C7533559064082">
    <w:name w:val="724685ACF88640A7B0C7533559064082"/>
    <w:rsid w:val="001353DF"/>
  </w:style>
  <w:style w:type="paragraph" w:customStyle="1" w:styleId="83B253DB69704187A9702A2AF201048C">
    <w:name w:val="83B253DB69704187A9702A2AF201048C"/>
    <w:rsid w:val="001353DF"/>
  </w:style>
  <w:style w:type="paragraph" w:customStyle="1" w:styleId="0E85BC8BD7F84391A397134F93465687">
    <w:name w:val="0E85BC8BD7F84391A397134F93465687"/>
    <w:rsid w:val="001353DF"/>
  </w:style>
  <w:style w:type="paragraph" w:customStyle="1" w:styleId="37CF3DF90FA54564A2AFD5A8D762A5B9">
    <w:name w:val="37CF3DF90FA54564A2AFD5A8D762A5B9"/>
    <w:rsid w:val="001353DF"/>
  </w:style>
  <w:style w:type="paragraph" w:customStyle="1" w:styleId="42BD45E4CA764141A29EB0227C0846A0">
    <w:name w:val="42BD45E4CA764141A29EB0227C0846A0"/>
    <w:rsid w:val="001353DF"/>
  </w:style>
  <w:style w:type="paragraph" w:customStyle="1" w:styleId="857F2214E27143F282F511EADDD83795">
    <w:name w:val="857F2214E27143F282F511EADDD83795"/>
    <w:rsid w:val="001353DF"/>
  </w:style>
  <w:style w:type="paragraph" w:customStyle="1" w:styleId="568079F3892B492E8F17DCEC7BD116CA">
    <w:name w:val="568079F3892B492E8F17DCEC7BD116CA"/>
    <w:rsid w:val="001353DF"/>
  </w:style>
  <w:style w:type="paragraph" w:customStyle="1" w:styleId="106DB2E6DAB14FC8BA17342A4EEF7935">
    <w:name w:val="106DB2E6DAB14FC8BA17342A4EEF7935"/>
    <w:rsid w:val="001353DF"/>
  </w:style>
  <w:style w:type="paragraph" w:customStyle="1" w:styleId="B6FCF85EEC4A470EA2FC8DFA6ED0E603">
    <w:name w:val="B6FCF85EEC4A470EA2FC8DFA6ED0E603"/>
    <w:rsid w:val="001353DF"/>
  </w:style>
  <w:style w:type="paragraph" w:customStyle="1" w:styleId="ECBFD3F8F6E34D86BE45F0D224430E80">
    <w:name w:val="ECBFD3F8F6E34D86BE45F0D224430E80"/>
    <w:rsid w:val="001353DF"/>
  </w:style>
  <w:style w:type="paragraph" w:customStyle="1" w:styleId="A1BEBC3B57154C4AA732077B078D262E">
    <w:name w:val="A1BEBC3B57154C4AA732077B078D262E"/>
    <w:rsid w:val="001353DF"/>
  </w:style>
  <w:style w:type="paragraph" w:customStyle="1" w:styleId="901B3D34C9304871B2DCD831B2720BDA">
    <w:name w:val="901B3D34C9304871B2DCD831B2720BDA"/>
    <w:rsid w:val="001353DF"/>
  </w:style>
  <w:style w:type="paragraph" w:customStyle="1" w:styleId="7F42EF4BAA0942628D8B78D72FC42E57">
    <w:name w:val="7F42EF4BAA0942628D8B78D72FC42E57"/>
    <w:rsid w:val="001353DF"/>
  </w:style>
  <w:style w:type="paragraph" w:customStyle="1" w:styleId="7E40382DDC1545BBBC98B83EADD4BEAD">
    <w:name w:val="7E40382DDC1545BBBC98B83EADD4BEAD"/>
    <w:rsid w:val="001353DF"/>
  </w:style>
  <w:style w:type="paragraph" w:customStyle="1" w:styleId="4B1154C8AC794B0BB488315A4AC2163D">
    <w:name w:val="4B1154C8AC794B0BB488315A4AC2163D"/>
    <w:rsid w:val="001353DF"/>
  </w:style>
  <w:style w:type="paragraph" w:customStyle="1" w:styleId="4E63F58E7E5044F5A5079BCF6A565CEF">
    <w:name w:val="4E63F58E7E5044F5A5079BCF6A565CEF"/>
    <w:rsid w:val="001353DF"/>
  </w:style>
  <w:style w:type="paragraph" w:customStyle="1" w:styleId="484098E2DA8E4AC0831A1A6B81AF0372">
    <w:name w:val="484098E2DA8E4AC0831A1A6B81AF0372"/>
    <w:rsid w:val="001353DF"/>
  </w:style>
  <w:style w:type="paragraph" w:customStyle="1" w:styleId="A87654A80DFA4ACD89623578A9536559">
    <w:name w:val="A87654A80DFA4ACD89623578A9536559"/>
    <w:rsid w:val="001353DF"/>
  </w:style>
  <w:style w:type="paragraph" w:customStyle="1" w:styleId="744BD75591C14EBE8F8EFD3729A5FC3C">
    <w:name w:val="744BD75591C14EBE8F8EFD3729A5FC3C"/>
    <w:rsid w:val="001353DF"/>
  </w:style>
  <w:style w:type="paragraph" w:customStyle="1" w:styleId="A6EE9AD1E5B640E68826BD04EFBE6635">
    <w:name w:val="A6EE9AD1E5B640E68826BD04EFBE6635"/>
    <w:rsid w:val="001353DF"/>
  </w:style>
  <w:style w:type="paragraph" w:customStyle="1" w:styleId="2C5BED411E5145898077DB090EA27F30">
    <w:name w:val="2C5BED411E5145898077DB090EA27F30"/>
    <w:rsid w:val="001353DF"/>
  </w:style>
  <w:style w:type="paragraph" w:customStyle="1" w:styleId="3A7F8310C93B43EAB54649B9AE4CFAAD">
    <w:name w:val="3A7F8310C93B43EAB54649B9AE4CFAAD"/>
    <w:rsid w:val="001353DF"/>
  </w:style>
  <w:style w:type="paragraph" w:customStyle="1" w:styleId="544B63E3E7354E768DC10B2AC40ED6C4">
    <w:name w:val="544B63E3E7354E768DC10B2AC40ED6C4"/>
    <w:rsid w:val="001353DF"/>
  </w:style>
  <w:style w:type="paragraph" w:customStyle="1" w:styleId="0AC69E76458040CEB130A4FDC7AEA289">
    <w:name w:val="0AC69E76458040CEB130A4FDC7AEA289"/>
    <w:rsid w:val="001353DF"/>
  </w:style>
  <w:style w:type="paragraph" w:customStyle="1" w:styleId="58AF7BAAA09C4345B35B1E36727A33FB">
    <w:name w:val="58AF7BAAA09C4345B35B1E36727A33FB"/>
    <w:rsid w:val="001353DF"/>
  </w:style>
  <w:style w:type="paragraph" w:customStyle="1" w:styleId="8967665DA01D46AC826C2F62A7E75877">
    <w:name w:val="8967665DA01D46AC826C2F62A7E75877"/>
    <w:rsid w:val="001353DF"/>
  </w:style>
  <w:style w:type="paragraph" w:customStyle="1" w:styleId="B90B5FE27B524DB98DC7D4223B93A6C5">
    <w:name w:val="B90B5FE27B524DB98DC7D4223B93A6C5"/>
    <w:rsid w:val="001353DF"/>
  </w:style>
  <w:style w:type="paragraph" w:customStyle="1" w:styleId="E30CF96BCB7D41198F123F93949B52D8">
    <w:name w:val="E30CF96BCB7D41198F123F93949B52D8"/>
    <w:rsid w:val="001353DF"/>
  </w:style>
  <w:style w:type="paragraph" w:customStyle="1" w:styleId="A75BFF3995674BE99F95F891CBC9BD4D">
    <w:name w:val="A75BFF3995674BE99F95F891CBC9BD4D"/>
    <w:rsid w:val="001353DF"/>
  </w:style>
  <w:style w:type="paragraph" w:customStyle="1" w:styleId="9B4A5498A5514BAF89E2506BB6809AEC">
    <w:name w:val="9B4A5498A5514BAF89E2506BB6809AEC"/>
    <w:rsid w:val="001353DF"/>
  </w:style>
  <w:style w:type="paragraph" w:customStyle="1" w:styleId="D8951EBF75AD4C5B90FB37DD04845D25">
    <w:name w:val="D8951EBF75AD4C5B90FB37DD04845D25"/>
    <w:rsid w:val="001353DF"/>
  </w:style>
  <w:style w:type="paragraph" w:customStyle="1" w:styleId="46FB6BEA43EF4420A4BF4AC7473BBD9F">
    <w:name w:val="46FB6BEA43EF4420A4BF4AC7473BBD9F"/>
    <w:rsid w:val="001353DF"/>
  </w:style>
  <w:style w:type="paragraph" w:customStyle="1" w:styleId="01D94344E20E44909691B140A244EBFC">
    <w:name w:val="01D94344E20E44909691B140A244EBFC"/>
    <w:rsid w:val="001353DF"/>
  </w:style>
  <w:style w:type="paragraph" w:customStyle="1" w:styleId="71916D62252341F78AA2410D05390815">
    <w:name w:val="71916D62252341F78AA2410D05390815"/>
    <w:rsid w:val="001353DF"/>
  </w:style>
  <w:style w:type="paragraph" w:customStyle="1" w:styleId="A0B3200A21914763BF939DC79F818248">
    <w:name w:val="A0B3200A21914763BF939DC79F818248"/>
    <w:rsid w:val="001353DF"/>
  </w:style>
  <w:style w:type="paragraph" w:customStyle="1" w:styleId="2F583260128947FBB5AB9259F308CF75">
    <w:name w:val="2F583260128947FBB5AB9259F308CF75"/>
    <w:rsid w:val="001353DF"/>
  </w:style>
  <w:style w:type="paragraph" w:customStyle="1" w:styleId="167277B5FDA34432AE6B6DE44C8B8040">
    <w:name w:val="167277B5FDA34432AE6B6DE44C8B8040"/>
    <w:rsid w:val="001353DF"/>
  </w:style>
  <w:style w:type="paragraph" w:customStyle="1" w:styleId="DCD8D5EFBAD043DF8B2AFFAC4AB74130">
    <w:name w:val="DCD8D5EFBAD043DF8B2AFFAC4AB74130"/>
    <w:rsid w:val="001353DF"/>
  </w:style>
  <w:style w:type="paragraph" w:customStyle="1" w:styleId="80D79498858F4A4EBCF9F6E4F4EADE74">
    <w:name w:val="80D79498858F4A4EBCF9F6E4F4EADE74"/>
    <w:rsid w:val="001353DF"/>
  </w:style>
  <w:style w:type="paragraph" w:customStyle="1" w:styleId="1B4D8762DAD84E4789F594E655A98D27">
    <w:name w:val="1B4D8762DAD84E4789F594E655A98D27"/>
    <w:rsid w:val="001353DF"/>
  </w:style>
  <w:style w:type="paragraph" w:customStyle="1" w:styleId="703CF7318F794BF4804AA488AA402323">
    <w:name w:val="703CF7318F794BF4804AA488AA402323"/>
    <w:rsid w:val="001353DF"/>
  </w:style>
  <w:style w:type="paragraph" w:customStyle="1" w:styleId="DBFC9D5E7FE9493A83A3C19A217BA36C">
    <w:name w:val="DBFC9D5E7FE9493A83A3C19A217BA36C"/>
    <w:rsid w:val="001353DF"/>
  </w:style>
  <w:style w:type="paragraph" w:customStyle="1" w:styleId="560B8DE9375D415C9A9003EE4D40E57A">
    <w:name w:val="560B8DE9375D415C9A9003EE4D40E57A"/>
    <w:rsid w:val="001353DF"/>
  </w:style>
  <w:style w:type="paragraph" w:customStyle="1" w:styleId="A5A29187E01B4794B4B192FDA5C92138">
    <w:name w:val="A5A29187E01B4794B4B192FDA5C92138"/>
    <w:rsid w:val="001353DF"/>
  </w:style>
  <w:style w:type="paragraph" w:customStyle="1" w:styleId="CF0654BEEF7D4350B5D71A5A4DBBA719">
    <w:name w:val="CF0654BEEF7D4350B5D71A5A4DBBA719"/>
    <w:rsid w:val="001353DF"/>
  </w:style>
  <w:style w:type="paragraph" w:customStyle="1" w:styleId="3C1200A09268485ABACAB18EEB7E6B7B">
    <w:name w:val="3C1200A09268485ABACAB18EEB7E6B7B"/>
    <w:rsid w:val="001353DF"/>
  </w:style>
  <w:style w:type="paragraph" w:customStyle="1" w:styleId="21210C62180846789DB0F9242772436C">
    <w:name w:val="21210C62180846789DB0F9242772436C"/>
    <w:rsid w:val="001353DF"/>
  </w:style>
  <w:style w:type="paragraph" w:customStyle="1" w:styleId="BFE9F6E462884420A54B0A8EAE0BF4F9">
    <w:name w:val="BFE9F6E462884420A54B0A8EAE0BF4F9"/>
    <w:rsid w:val="001353DF"/>
  </w:style>
  <w:style w:type="paragraph" w:customStyle="1" w:styleId="9CCFB90DA28B44348FB57D28E18D5B1B">
    <w:name w:val="9CCFB90DA28B44348FB57D28E18D5B1B"/>
    <w:rsid w:val="001353DF"/>
  </w:style>
  <w:style w:type="paragraph" w:customStyle="1" w:styleId="4C36D44EEF6C46EE933A367F34970136">
    <w:name w:val="4C36D44EEF6C46EE933A367F34970136"/>
    <w:rsid w:val="001353DF"/>
  </w:style>
  <w:style w:type="paragraph" w:customStyle="1" w:styleId="A570319055B1477CAE3061D73CA96992">
    <w:name w:val="A570319055B1477CAE3061D73CA96992"/>
    <w:rsid w:val="001353DF"/>
  </w:style>
  <w:style w:type="paragraph" w:customStyle="1" w:styleId="A8855D1F96E0426FBD4327D0BF41C232">
    <w:name w:val="A8855D1F96E0426FBD4327D0BF41C232"/>
    <w:rsid w:val="001353DF"/>
  </w:style>
  <w:style w:type="paragraph" w:customStyle="1" w:styleId="10B942BE1B194B29A57A9EA3E2D961BE">
    <w:name w:val="10B942BE1B194B29A57A9EA3E2D961BE"/>
    <w:rsid w:val="001353DF"/>
  </w:style>
  <w:style w:type="paragraph" w:customStyle="1" w:styleId="314D51498F2946798CEDD3DE101CE644">
    <w:name w:val="314D51498F2946798CEDD3DE101CE644"/>
    <w:rsid w:val="001353DF"/>
  </w:style>
  <w:style w:type="paragraph" w:customStyle="1" w:styleId="6F8847EAB5604265BE8A444345773943">
    <w:name w:val="6F8847EAB5604265BE8A444345773943"/>
    <w:rsid w:val="001353DF"/>
  </w:style>
  <w:style w:type="paragraph" w:customStyle="1" w:styleId="616E4B100486482A93692D02FE4DDE8E">
    <w:name w:val="616E4B100486482A93692D02FE4DDE8E"/>
    <w:rsid w:val="001353DF"/>
  </w:style>
  <w:style w:type="paragraph" w:customStyle="1" w:styleId="E34DA4E18A8A445DA931F8657DAA46D9">
    <w:name w:val="E34DA4E18A8A445DA931F8657DAA46D9"/>
    <w:rsid w:val="001353DF"/>
  </w:style>
  <w:style w:type="paragraph" w:customStyle="1" w:styleId="6B0475C0E59F4ED58D36B938FB659FF8">
    <w:name w:val="6B0475C0E59F4ED58D36B938FB659FF8"/>
    <w:rsid w:val="001353DF"/>
  </w:style>
  <w:style w:type="paragraph" w:customStyle="1" w:styleId="CF6727B23DDA47FDA5511BD7FCF6CC97">
    <w:name w:val="CF6727B23DDA47FDA5511BD7FCF6CC97"/>
    <w:rsid w:val="001353DF"/>
  </w:style>
  <w:style w:type="paragraph" w:customStyle="1" w:styleId="7BE894E6CF6A4C188E406CCFD8E79A0B">
    <w:name w:val="7BE894E6CF6A4C188E406CCFD8E79A0B"/>
    <w:rsid w:val="001353DF"/>
  </w:style>
  <w:style w:type="paragraph" w:customStyle="1" w:styleId="6BA7EBA6411645A2A63F6D4AA10095DA">
    <w:name w:val="6BA7EBA6411645A2A63F6D4AA10095DA"/>
    <w:rsid w:val="001353DF"/>
  </w:style>
  <w:style w:type="paragraph" w:customStyle="1" w:styleId="809ADEA3EEB845FF839F719DCCBCD601">
    <w:name w:val="809ADEA3EEB845FF839F719DCCBCD601"/>
    <w:rsid w:val="001353DF"/>
  </w:style>
  <w:style w:type="paragraph" w:customStyle="1" w:styleId="A9F70746041A484096E445B512E09249">
    <w:name w:val="A9F70746041A484096E445B512E09249"/>
    <w:rsid w:val="001353DF"/>
  </w:style>
  <w:style w:type="paragraph" w:customStyle="1" w:styleId="9CDFAAF1FFAF42989A382B01623C9FA6">
    <w:name w:val="9CDFAAF1FFAF42989A382B01623C9FA6"/>
    <w:rsid w:val="001353DF"/>
  </w:style>
  <w:style w:type="paragraph" w:customStyle="1" w:styleId="976E1285CCBD4463A585ECC60E01DE78">
    <w:name w:val="976E1285CCBD4463A585ECC60E01DE78"/>
    <w:rsid w:val="001353DF"/>
  </w:style>
  <w:style w:type="paragraph" w:customStyle="1" w:styleId="1AE1C150824947DC9C7BE24F3E82CE98">
    <w:name w:val="1AE1C150824947DC9C7BE24F3E82CE98"/>
    <w:rsid w:val="001353DF"/>
  </w:style>
  <w:style w:type="paragraph" w:customStyle="1" w:styleId="7C08BF55719D4746B83AAAD7FD9EA948">
    <w:name w:val="7C08BF55719D4746B83AAAD7FD9EA948"/>
    <w:rsid w:val="001353DF"/>
  </w:style>
  <w:style w:type="paragraph" w:customStyle="1" w:styleId="EF75A07A62EA44A1B775E7592E9ECA1F">
    <w:name w:val="EF75A07A62EA44A1B775E7592E9ECA1F"/>
    <w:rsid w:val="001353DF"/>
  </w:style>
  <w:style w:type="paragraph" w:customStyle="1" w:styleId="169BD77C1036489DB46853168ACBDA41">
    <w:name w:val="169BD77C1036489DB46853168ACBDA41"/>
    <w:rsid w:val="001353DF"/>
  </w:style>
  <w:style w:type="paragraph" w:customStyle="1" w:styleId="D3D24CA14B5A47CAB97FC4682CA406CA">
    <w:name w:val="D3D24CA14B5A47CAB97FC4682CA406CA"/>
    <w:rsid w:val="001353DF"/>
  </w:style>
  <w:style w:type="paragraph" w:customStyle="1" w:styleId="8A34BC8DC12B4ADA88CC62CDC995CC74">
    <w:name w:val="8A34BC8DC12B4ADA88CC62CDC995CC74"/>
    <w:rsid w:val="001353DF"/>
  </w:style>
  <w:style w:type="paragraph" w:customStyle="1" w:styleId="791A9F365F1A4B3086E446CD1E87E158">
    <w:name w:val="791A9F365F1A4B3086E446CD1E87E158"/>
    <w:rsid w:val="001353DF"/>
  </w:style>
  <w:style w:type="paragraph" w:customStyle="1" w:styleId="C591C167436B42CB853395DE7B305E57">
    <w:name w:val="C591C167436B42CB853395DE7B305E57"/>
    <w:rsid w:val="001353DF"/>
  </w:style>
  <w:style w:type="paragraph" w:customStyle="1" w:styleId="889CAF29299B45B690B59E446EC85130">
    <w:name w:val="889CAF29299B45B690B59E446EC85130"/>
    <w:rsid w:val="001353DF"/>
  </w:style>
  <w:style w:type="paragraph" w:customStyle="1" w:styleId="B50786F0B4B94481B019A46E0230954E">
    <w:name w:val="B50786F0B4B94481B019A46E0230954E"/>
    <w:rsid w:val="001353DF"/>
  </w:style>
  <w:style w:type="paragraph" w:customStyle="1" w:styleId="41990047A0174D02A25D3228F15DF31C">
    <w:name w:val="41990047A0174D02A25D3228F15DF31C"/>
    <w:rsid w:val="001353DF"/>
  </w:style>
  <w:style w:type="paragraph" w:customStyle="1" w:styleId="06C350DC809B4DBA8408DFCBED9866ED">
    <w:name w:val="06C350DC809B4DBA8408DFCBED9866ED"/>
    <w:rsid w:val="001353DF"/>
  </w:style>
  <w:style w:type="paragraph" w:customStyle="1" w:styleId="80EF620025CF40F6AD5DFE2A2D29CFEA">
    <w:name w:val="80EF620025CF40F6AD5DFE2A2D29CFEA"/>
    <w:rsid w:val="001353DF"/>
  </w:style>
  <w:style w:type="paragraph" w:customStyle="1" w:styleId="2FF1C31DCD654AAEBCF212A0ABCEB142">
    <w:name w:val="2FF1C31DCD654AAEBCF212A0ABCEB142"/>
    <w:rsid w:val="001353DF"/>
  </w:style>
  <w:style w:type="paragraph" w:customStyle="1" w:styleId="6E58CAD71B684103ADBA8081D50DEFD7">
    <w:name w:val="6E58CAD71B684103ADBA8081D50DEFD7"/>
    <w:rsid w:val="001353DF"/>
  </w:style>
  <w:style w:type="paragraph" w:customStyle="1" w:styleId="E2FBA972EFFA4AFA9888089868D7E70B">
    <w:name w:val="E2FBA972EFFA4AFA9888089868D7E70B"/>
    <w:rsid w:val="001353DF"/>
  </w:style>
  <w:style w:type="paragraph" w:customStyle="1" w:styleId="82DF231AD0E14E6589996130935CD832">
    <w:name w:val="82DF231AD0E14E6589996130935CD832"/>
    <w:rsid w:val="001353DF"/>
  </w:style>
  <w:style w:type="paragraph" w:customStyle="1" w:styleId="A6199883B34748CA9AFB8BFD972D11B0">
    <w:name w:val="A6199883B34748CA9AFB8BFD972D11B0"/>
    <w:rsid w:val="001353DF"/>
  </w:style>
  <w:style w:type="paragraph" w:customStyle="1" w:styleId="2BF510A9443D49F6869E7FC05A29540A">
    <w:name w:val="2BF510A9443D49F6869E7FC05A29540A"/>
    <w:rsid w:val="001353DF"/>
  </w:style>
  <w:style w:type="paragraph" w:customStyle="1" w:styleId="BD6CD358990E472B8FFED96D750B8A84">
    <w:name w:val="BD6CD358990E472B8FFED96D750B8A84"/>
    <w:rsid w:val="001353DF"/>
  </w:style>
  <w:style w:type="paragraph" w:customStyle="1" w:styleId="DCFC390CAA004D9DB9751BAE1B356763">
    <w:name w:val="DCFC390CAA004D9DB9751BAE1B356763"/>
    <w:rsid w:val="001353DF"/>
  </w:style>
  <w:style w:type="paragraph" w:customStyle="1" w:styleId="057B2CC6E7FF4F319B78EA5A7DC56DD5">
    <w:name w:val="057B2CC6E7FF4F319B78EA5A7DC56DD5"/>
    <w:rsid w:val="001353DF"/>
  </w:style>
  <w:style w:type="paragraph" w:customStyle="1" w:styleId="C88AE73BE983408A8C6DCD87A4DDDEE4">
    <w:name w:val="C88AE73BE983408A8C6DCD87A4DDDEE4"/>
    <w:rsid w:val="001353DF"/>
  </w:style>
  <w:style w:type="paragraph" w:customStyle="1" w:styleId="43D1D1142EB947EA855B96301797E70D">
    <w:name w:val="43D1D1142EB947EA855B96301797E70D"/>
    <w:rsid w:val="001353DF"/>
  </w:style>
  <w:style w:type="paragraph" w:customStyle="1" w:styleId="0D4EC5A4C7A24DA2AAAC6A2ADAEBD866">
    <w:name w:val="0D4EC5A4C7A24DA2AAAC6A2ADAEBD866"/>
    <w:rsid w:val="001353DF"/>
  </w:style>
  <w:style w:type="paragraph" w:customStyle="1" w:styleId="CEC6D5D4A5AB44B990EB6BE3AAA60C0A">
    <w:name w:val="CEC6D5D4A5AB44B990EB6BE3AAA60C0A"/>
    <w:rsid w:val="001353DF"/>
  </w:style>
  <w:style w:type="paragraph" w:customStyle="1" w:styleId="C80A57EE7F9F4F7390EFCD202EA6C3E8">
    <w:name w:val="C80A57EE7F9F4F7390EFCD202EA6C3E8"/>
    <w:rsid w:val="001353DF"/>
  </w:style>
  <w:style w:type="paragraph" w:customStyle="1" w:styleId="919C51CD4C694F969CA64B0C4D359247">
    <w:name w:val="919C51CD4C694F969CA64B0C4D359247"/>
    <w:rsid w:val="001353DF"/>
  </w:style>
  <w:style w:type="paragraph" w:customStyle="1" w:styleId="D76966A1C15747D4B518386CDA0CA159">
    <w:name w:val="D76966A1C15747D4B518386CDA0CA159"/>
    <w:rsid w:val="001353DF"/>
  </w:style>
  <w:style w:type="paragraph" w:customStyle="1" w:styleId="3CD2ACBB2A8449A7AFE5CD27482DB8A7">
    <w:name w:val="3CD2ACBB2A8449A7AFE5CD27482DB8A7"/>
    <w:rsid w:val="001353DF"/>
  </w:style>
  <w:style w:type="paragraph" w:customStyle="1" w:styleId="32C8710200224F9D82DBCA012129BCFF">
    <w:name w:val="32C8710200224F9D82DBCA012129BCFF"/>
    <w:rsid w:val="001353DF"/>
  </w:style>
  <w:style w:type="paragraph" w:customStyle="1" w:styleId="5CE9B144FE7542E3A1319AB46622C30F">
    <w:name w:val="5CE9B144FE7542E3A1319AB46622C30F"/>
    <w:rsid w:val="001353DF"/>
  </w:style>
  <w:style w:type="paragraph" w:customStyle="1" w:styleId="57090D3ABDC242E0A3D28EEA979D9D4D">
    <w:name w:val="57090D3ABDC242E0A3D28EEA979D9D4D"/>
    <w:rsid w:val="001353DF"/>
  </w:style>
  <w:style w:type="paragraph" w:customStyle="1" w:styleId="73F9C86D3B2641A5BFFC1D6B30879C2C">
    <w:name w:val="73F9C86D3B2641A5BFFC1D6B30879C2C"/>
    <w:rsid w:val="001353DF"/>
  </w:style>
  <w:style w:type="paragraph" w:customStyle="1" w:styleId="1500932B9A1F4EAC9AAE7D4DF7F94E4C">
    <w:name w:val="1500932B9A1F4EAC9AAE7D4DF7F94E4C"/>
    <w:rsid w:val="001353DF"/>
  </w:style>
  <w:style w:type="paragraph" w:customStyle="1" w:styleId="103D0FA095654ED0A2562E536DCC9C84">
    <w:name w:val="103D0FA095654ED0A2562E536DCC9C84"/>
    <w:rsid w:val="001353DF"/>
  </w:style>
  <w:style w:type="paragraph" w:customStyle="1" w:styleId="05F2115D885E4071AD2E7DEEB677631D">
    <w:name w:val="05F2115D885E4071AD2E7DEEB677631D"/>
    <w:rsid w:val="001353DF"/>
  </w:style>
  <w:style w:type="paragraph" w:customStyle="1" w:styleId="E769573BCB7A4D6A9879FCF2B1194C71">
    <w:name w:val="E769573BCB7A4D6A9879FCF2B1194C71"/>
    <w:rsid w:val="001353DF"/>
  </w:style>
  <w:style w:type="paragraph" w:customStyle="1" w:styleId="DBEC9F2BD1064A29A35AB140ABFF5D42">
    <w:name w:val="DBEC9F2BD1064A29A35AB140ABFF5D42"/>
    <w:rsid w:val="001353DF"/>
  </w:style>
  <w:style w:type="paragraph" w:customStyle="1" w:styleId="3DF55763E03B4DE3ADBD6937C300A3F5">
    <w:name w:val="3DF55763E03B4DE3ADBD6937C300A3F5"/>
    <w:rsid w:val="001353DF"/>
  </w:style>
  <w:style w:type="paragraph" w:customStyle="1" w:styleId="DF220072F2A749F6A819834DCB3169ED">
    <w:name w:val="DF220072F2A749F6A819834DCB3169ED"/>
    <w:rsid w:val="001353DF"/>
  </w:style>
  <w:style w:type="paragraph" w:customStyle="1" w:styleId="A2767E405A9A40F6AB8D59565DDAB02D">
    <w:name w:val="A2767E405A9A40F6AB8D59565DDAB02D"/>
    <w:rsid w:val="001353DF"/>
  </w:style>
  <w:style w:type="paragraph" w:customStyle="1" w:styleId="9A1C5AE3B99545A694D10FEF69DDE2AD">
    <w:name w:val="9A1C5AE3B99545A694D10FEF69DDE2AD"/>
    <w:rsid w:val="001353DF"/>
  </w:style>
  <w:style w:type="paragraph" w:customStyle="1" w:styleId="4EA7D979775E4375A161EFA0CCECD11F">
    <w:name w:val="4EA7D979775E4375A161EFA0CCECD11F"/>
    <w:rsid w:val="001353DF"/>
  </w:style>
  <w:style w:type="paragraph" w:customStyle="1" w:styleId="E2F71FA6D4F94F338E85D2196F16D163">
    <w:name w:val="E2F71FA6D4F94F338E85D2196F16D163"/>
    <w:rsid w:val="001353DF"/>
  </w:style>
  <w:style w:type="paragraph" w:customStyle="1" w:styleId="35FF64CE82CE4D5490E52A0AB2BF6B6D">
    <w:name w:val="35FF64CE82CE4D5490E52A0AB2BF6B6D"/>
    <w:rsid w:val="001353DF"/>
  </w:style>
  <w:style w:type="paragraph" w:customStyle="1" w:styleId="A9A1409CA6DF4C59A3831870E2B454C0">
    <w:name w:val="A9A1409CA6DF4C59A3831870E2B454C0"/>
    <w:rsid w:val="001353DF"/>
  </w:style>
  <w:style w:type="paragraph" w:customStyle="1" w:styleId="AC0FE15B5D87445EBC874A3864280500">
    <w:name w:val="AC0FE15B5D87445EBC874A3864280500"/>
    <w:rsid w:val="001353DF"/>
  </w:style>
  <w:style w:type="paragraph" w:customStyle="1" w:styleId="48047ACBF0BF46E4ABBB51D0B19D2976">
    <w:name w:val="48047ACBF0BF46E4ABBB51D0B19D2976"/>
    <w:rsid w:val="001353DF"/>
  </w:style>
  <w:style w:type="paragraph" w:customStyle="1" w:styleId="F67E1FE5D85341C1B2FD4F52074597BC">
    <w:name w:val="F67E1FE5D85341C1B2FD4F52074597BC"/>
    <w:rsid w:val="001353DF"/>
  </w:style>
  <w:style w:type="paragraph" w:customStyle="1" w:styleId="0A4EF5BC47A0484DA521DB3C0B19B5E3">
    <w:name w:val="0A4EF5BC47A0484DA521DB3C0B19B5E3"/>
    <w:rsid w:val="001353DF"/>
  </w:style>
  <w:style w:type="paragraph" w:customStyle="1" w:styleId="A899EE7DFDB24571A7827C5FCD6B71E6">
    <w:name w:val="A899EE7DFDB24571A7827C5FCD6B71E6"/>
    <w:rsid w:val="001353DF"/>
  </w:style>
  <w:style w:type="paragraph" w:customStyle="1" w:styleId="5BF84584C892431F957701DF6A6D4ADC">
    <w:name w:val="5BF84584C892431F957701DF6A6D4ADC"/>
    <w:rsid w:val="001353DF"/>
  </w:style>
  <w:style w:type="paragraph" w:customStyle="1" w:styleId="B74F747F32FD4AF8878AC20D416FBDA1">
    <w:name w:val="B74F747F32FD4AF8878AC20D416FBDA1"/>
    <w:rsid w:val="001353DF"/>
  </w:style>
  <w:style w:type="paragraph" w:customStyle="1" w:styleId="FCCC9F86281A467FB265DC00557A4C56">
    <w:name w:val="FCCC9F86281A467FB265DC00557A4C56"/>
    <w:rsid w:val="001353DF"/>
  </w:style>
  <w:style w:type="paragraph" w:customStyle="1" w:styleId="DBB2666EF1734441B0EB8CCF9661B676">
    <w:name w:val="DBB2666EF1734441B0EB8CCF9661B676"/>
    <w:rsid w:val="001353DF"/>
  </w:style>
  <w:style w:type="paragraph" w:customStyle="1" w:styleId="6FCBD97953644D5C9FC7A4CDAC1CE8CE">
    <w:name w:val="6FCBD97953644D5C9FC7A4CDAC1CE8CE"/>
    <w:rsid w:val="001353DF"/>
  </w:style>
  <w:style w:type="paragraph" w:customStyle="1" w:styleId="A0EDDFBE925B48A68ABD07227D28F0D0">
    <w:name w:val="A0EDDFBE925B48A68ABD07227D28F0D0"/>
    <w:rsid w:val="001353DF"/>
  </w:style>
  <w:style w:type="paragraph" w:customStyle="1" w:styleId="CEF144D9C8C244608E20BA637834F431">
    <w:name w:val="CEF144D9C8C244608E20BA637834F431"/>
    <w:rsid w:val="001353DF"/>
  </w:style>
  <w:style w:type="paragraph" w:customStyle="1" w:styleId="075FF043A2EA46B8ABB294877350C849">
    <w:name w:val="075FF043A2EA46B8ABB294877350C849"/>
    <w:rsid w:val="001353DF"/>
  </w:style>
  <w:style w:type="paragraph" w:customStyle="1" w:styleId="78E47739DF1B4A91BF9B18D6FBB74BF7">
    <w:name w:val="78E47739DF1B4A91BF9B18D6FBB74BF7"/>
    <w:rsid w:val="001353DF"/>
  </w:style>
  <w:style w:type="paragraph" w:customStyle="1" w:styleId="605697B6698E414BA43F2AFEFD4BDCBF">
    <w:name w:val="605697B6698E414BA43F2AFEFD4BDCBF"/>
    <w:rsid w:val="001353DF"/>
  </w:style>
  <w:style w:type="paragraph" w:customStyle="1" w:styleId="85DF32FD121F47A59CBC73E8D6AEE2E4">
    <w:name w:val="85DF32FD121F47A59CBC73E8D6AEE2E4"/>
    <w:rsid w:val="001353DF"/>
  </w:style>
  <w:style w:type="paragraph" w:customStyle="1" w:styleId="C652260FF4D146EE8A1540BE2AAE5538">
    <w:name w:val="C652260FF4D146EE8A1540BE2AAE5538"/>
    <w:rsid w:val="001353DF"/>
  </w:style>
  <w:style w:type="paragraph" w:customStyle="1" w:styleId="7E33C06B1E3342AE850D3FB8837DD7C3">
    <w:name w:val="7E33C06B1E3342AE850D3FB8837DD7C3"/>
    <w:rsid w:val="001353DF"/>
  </w:style>
  <w:style w:type="paragraph" w:customStyle="1" w:styleId="BF7D4ED5A1D24421A79530552D6597C9">
    <w:name w:val="BF7D4ED5A1D24421A79530552D6597C9"/>
    <w:rsid w:val="001353DF"/>
  </w:style>
  <w:style w:type="paragraph" w:customStyle="1" w:styleId="DDD58010266E44A794BBD22492FF4C08">
    <w:name w:val="DDD58010266E44A794BBD22492FF4C08"/>
    <w:rsid w:val="001353DF"/>
  </w:style>
  <w:style w:type="paragraph" w:customStyle="1" w:styleId="8ADEC6EB8E2C42179B440FED20A6AD7E">
    <w:name w:val="8ADEC6EB8E2C42179B440FED20A6AD7E"/>
    <w:rsid w:val="001353DF"/>
  </w:style>
  <w:style w:type="paragraph" w:customStyle="1" w:styleId="5D3EA83A3D2543FB99A1A93F91484763">
    <w:name w:val="5D3EA83A3D2543FB99A1A93F91484763"/>
    <w:rsid w:val="001353DF"/>
  </w:style>
  <w:style w:type="paragraph" w:customStyle="1" w:styleId="5FBA76B1124143709E4B39BBB7C59460">
    <w:name w:val="5FBA76B1124143709E4B39BBB7C59460"/>
    <w:rsid w:val="001353DF"/>
  </w:style>
  <w:style w:type="paragraph" w:customStyle="1" w:styleId="9F09E72BE6FF42DAA3EF8B516BB2327D">
    <w:name w:val="9F09E72BE6FF42DAA3EF8B516BB2327D"/>
    <w:rsid w:val="001353DF"/>
  </w:style>
  <w:style w:type="paragraph" w:customStyle="1" w:styleId="C73862B4BA614540AC7B36D2B2ACF8F1">
    <w:name w:val="C73862B4BA614540AC7B36D2B2ACF8F1"/>
    <w:rsid w:val="001353DF"/>
  </w:style>
  <w:style w:type="paragraph" w:customStyle="1" w:styleId="1BC6A726FB4F410989E6E0D711AB634A">
    <w:name w:val="1BC6A726FB4F410989E6E0D711AB634A"/>
    <w:rsid w:val="001353DF"/>
  </w:style>
  <w:style w:type="paragraph" w:customStyle="1" w:styleId="8CF912F125884C20A5D300759AE0011D">
    <w:name w:val="8CF912F125884C20A5D300759AE0011D"/>
    <w:rsid w:val="001353DF"/>
  </w:style>
  <w:style w:type="paragraph" w:customStyle="1" w:styleId="43930CA643AE4E7A8A15C9295B666BBF">
    <w:name w:val="43930CA643AE4E7A8A15C9295B666BBF"/>
    <w:rsid w:val="001353DF"/>
  </w:style>
  <w:style w:type="paragraph" w:customStyle="1" w:styleId="167AC5FA9D3A44988104F11651E6A992">
    <w:name w:val="167AC5FA9D3A44988104F11651E6A992"/>
    <w:rsid w:val="001353DF"/>
  </w:style>
  <w:style w:type="paragraph" w:customStyle="1" w:styleId="B8A60E9CE65547A497AA649185BE0CA2">
    <w:name w:val="B8A60E9CE65547A497AA649185BE0CA2"/>
    <w:rsid w:val="001353DF"/>
  </w:style>
  <w:style w:type="paragraph" w:customStyle="1" w:styleId="906414A1F6FF4DE4B66BDE53B928CCAB">
    <w:name w:val="906414A1F6FF4DE4B66BDE53B928CCAB"/>
    <w:rsid w:val="001353DF"/>
  </w:style>
  <w:style w:type="paragraph" w:customStyle="1" w:styleId="67F8F5257CEF43FBAD9DDE993A0A802C">
    <w:name w:val="67F8F5257CEF43FBAD9DDE993A0A802C"/>
    <w:rsid w:val="001353DF"/>
  </w:style>
  <w:style w:type="paragraph" w:customStyle="1" w:styleId="C503742CB144464F9ADC8ACB38EFBBD4">
    <w:name w:val="C503742CB144464F9ADC8ACB38EFBBD4"/>
    <w:rsid w:val="001353DF"/>
  </w:style>
  <w:style w:type="paragraph" w:customStyle="1" w:styleId="3E051E7BF1064F1EBAD76C2AF194FCA8">
    <w:name w:val="3E051E7BF1064F1EBAD76C2AF194FCA8"/>
    <w:rsid w:val="001353DF"/>
  </w:style>
  <w:style w:type="paragraph" w:customStyle="1" w:styleId="6684F0A692F64BBFB3819D574E3DA6F5">
    <w:name w:val="6684F0A692F64BBFB3819D574E3DA6F5"/>
    <w:rsid w:val="001353DF"/>
  </w:style>
  <w:style w:type="paragraph" w:customStyle="1" w:styleId="0F4ACB542022479A84DB26F7883A255F">
    <w:name w:val="0F4ACB542022479A84DB26F7883A255F"/>
    <w:rsid w:val="001353DF"/>
  </w:style>
  <w:style w:type="paragraph" w:customStyle="1" w:styleId="3CC88F2108284A71A5E4438BC55307ED">
    <w:name w:val="3CC88F2108284A71A5E4438BC55307ED"/>
    <w:rsid w:val="001353DF"/>
  </w:style>
  <w:style w:type="paragraph" w:customStyle="1" w:styleId="3E60BB9EBBC343C784E2975D912D4676">
    <w:name w:val="3E60BB9EBBC343C784E2975D912D4676"/>
    <w:rsid w:val="001353DF"/>
  </w:style>
  <w:style w:type="paragraph" w:customStyle="1" w:styleId="B724236E49644502A5EDB08EFBFAF725">
    <w:name w:val="B724236E49644502A5EDB08EFBFAF725"/>
    <w:rsid w:val="001353DF"/>
  </w:style>
  <w:style w:type="paragraph" w:customStyle="1" w:styleId="D9AAA0BA9CE84B6397AA83BEF561BEBA">
    <w:name w:val="D9AAA0BA9CE84B6397AA83BEF561BEBA"/>
    <w:rsid w:val="001353DF"/>
  </w:style>
  <w:style w:type="paragraph" w:customStyle="1" w:styleId="1BA4E31B08114029B6BFDB38439B132B">
    <w:name w:val="1BA4E31B08114029B6BFDB38439B132B"/>
    <w:rsid w:val="001353DF"/>
  </w:style>
  <w:style w:type="paragraph" w:customStyle="1" w:styleId="958FF759C1414405B6F289ACD9EE5E48">
    <w:name w:val="958FF759C1414405B6F289ACD9EE5E48"/>
    <w:rsid w:val="001353DF"/>
  </w:style>
  <w:style w:type="paragraph" w:customStyle="1" w:styleId="E0460CA2C36E425C84D2BDE34E764007">
    <w:name w:val="E0460CA2C36E425C84D2BDE34E764007"/>
    <w:rsid w:val="001353DF"/>
  </w:style>
  <w:style w:type="paragraph" w:customStyle="1" w:styleId="A99284EE6F834ED5AAA8900BEC66B374">
    <w:name w:val="A99284EE6F834ED5AAA8900BEC66B374"/>
    <w:rsid w:val="001353DF"/>
  </w:style>
  <w:style w:type="paragraph" w:customStyle="1" w:styleId="30F46A90B4BD4620B54DED2A7153EA3D">
    <w:name w:val="30F46A90B4BD4620B54DED2A7153EA3D"/>
    <w:rsid w:val="001353DF"/>
  </w:style>
  <w:style w:type="paragraph" w:customStyle="1" w:styleId="354D5172DEBA4D438B5A1606A925CA62">
    <w:name w:val="354D5172DEBA4D438B5A1606A925CA62"/>
    <w:rsid w:val="001353DF"/>
  </w:style>
  <w:style w:type="paragraph" w:customStyle="1" w:styleId="72AE3246D95B41CAA9AC509D5B072E06">
    <w:name w:val="72AE3246D95B41CAA9AC509D5B072E06"/>
    <w:rsid w:val="001353DF"/>
  </w:style>
  <w:style w:type="paragraph" w:customStyle="1" w:styleId="2C58593CEFE740C2B4790398E7232654">
    <w:name w:val="2C58593CEFE740C2B4790398E7232654"/>
    <w:rsid w:val="001353DF"/>
  </w:style>
  <w:style w:type="paragraph" w:customStyle="1" w:styleId="C3AD495D1D38444190427CCBA01EF7CE">
    <w:name w:val="C3AD495D1D38444190427CCBA01EF7CE"/>
    <w:rsid w:val="001353DF"/>
  </w:style>
  <w:style w:type="paragraph" w:customStyle="1" w:styleId="B8B3F36C1D71437F98BCB140A185E438">
    <w:name w:val="B8B3F36C1D71437F98BCB140A185E438"/>
    <w:rsid w:val="001353DF"/>
  </w:style>
  <w:style w:type="paragraph" w:customStyle="1" w:styleId="477C209DBDB84433BCC20F385D190440">
    <w:name w:val="477C209DBDB84433BCC20F385D190440"/>
    <w:rsid w:val="001353DF"/>
  </w:style>
  <w:style w:type="paragraph" w:customStyle="1" w:styleId="B0B6E9CCB24346F78F8EE916B9E5E527">
    <w:name w:val="B0B6E9CCB24346F78F8EE916B9E5E527"/>
    <w:rsid w:val="001353DF"/>
  </w:style>
  <w:style w:type="paragraph" w:customStyle="1" w:styleId="7427EE1F2D7F4254BCF26F6DE2057A07">
    <w:name w:val="7427EE1F2D7F4254BCF26F6DE2057A07"/>
    <w:rsid w:val="001353DF"/>
  </w:style>
  <w:style w:type="paragraph" w:customStyle="1" w:styleId="2AE33E7CB8DC42E49B35406B3C06B6D2">
    <w:name w:val="2AE33E7CB8DC42E49B35406B3C06B6D2"/>
    <w:rsid w:val="001353DF"/>
  </w:style>
  <w:style w:type="paragraph" w:customStyle="1" w:styleId="672224D247644DD59488C58C5E62B282">
    <w:name w:val="672224D247644DD59488C58C5E62B282"/>
    <w:rsid w:val="001353DF"/>
  </w:style>
  <w:style w:type="paragraph" w:customStyle="1" w:styleId="02BE86A36C6845178F22744E7C997666">
    <w:name w:val="02BE86A36C6845178F22744E7C997666"/>
    <w:rsid w:val="001353DF"/>
  </w:style>
  <w:style w:type="paragraph" w:customStyle="1" w:styleId="FBC27D5FDE924F328BE6263675F45DFE">
    <w:name w:val="FBC27D5FDE924F328BE6263675F45DFE"/>
    <w:rsid w:val="001353DF"/>
  </w:style>
  <w:style w:type="paragraph" w:customStyle="1" w:styleId="0AE511AF255B4672BBEC2469FD00B54D">
    <w:name w:val="0AE511AF255B4672BBEC2469FD00B54D"/>
    <w:rsid w:val="001353DF"/>
  </w:style>
  <w:style w:type="paragraph" w:customStyle="1" w:styleId="92DC097A480E4A31ACDFDEDF62DE3C40">
    <w:name w:val="92DC097A480E4A31ACDFDEDF62DE3C40"/>
    <w:rsid w:val="001353DF"/>
  </w:style>
  <w:style w:type="paragraph" w:customStyle="1" w:styleId="DEE9B273656849478F00C190D146B12F">
    <w:name w:val="DEE9B273656849478F00C190D146B12F"/>
    <w:rsid w:val="001353DF"/>
  </w:style>
  <w:style w:type="paragraph" w:customStyle="1" w:styleId="875DA1A883694DA188AF356E3F34DAA0">
    <w:name w:val="875DA1A883694DA188AF356E3F34DAA0"/>
    <w:rsid w:val="001353DF"/>
  </w:style>
  <w:style w:type="paragraph" w:customStyle="1" w:styleId="DD4646469533443BA0CAA81A7DF53B43">
    <w:name w:val="DD4646469533443BA0CAA81A7DF53B43"/>
    <w:rsid w:val="001353DF"/>
  </w:style>
  <w:style w:type="paragraph" w:customStyle="1" w:styleId="026342D9A8AE4C39A0F08F5D28FD485E">
    <w:name w:val="026342D9A8AE4C39A0F08F5D28FD485E"/>
    <w:rsid w:val="001353DF"/>
  </w:style>
  <w:style w:type="paragraph" w:customStyle="1" w:styleId="8E0017F5095B460A8D199BB0C0E8A361">
    <w:name w:val="8E0017F5095B460A8D199BB0C0E8A361"/>
    <w:rsid w:val="001353DF"/>
  </w:style>
  <w:style w:type="paragraph" w:customStyle="1" w:styleId="9032165979894889856E8CDF4448B9BE">
    <w:name w:val="9032165979894889856E8CDF4448B9BE"/>
    <w:rsid w:val="001353DF"/>
  </w:style>
  <w:style w:type="paragraph" w:customStyle="1" w:styleId="1BA79C610ECA4E33B41C7FC2EF695B3C">
    <w:name w:val="1BA79C610ECA4E33B41C7FC2EF695B3C"/>
    <w:rsid w:val="001353DF"/>
  </w:style>
  <w:style w:type="paragraph" w:customStyle="1" w:styleId="4ACE7674B6D14C8A823945C937122C46">
    <w:name w:val="4ACE7674B6D14C8A823945C937122C46"/>
    <w:rsid w:val="001353DF"/>
  </w:style>
  <w:style w:type="paragraph" w:customStyle="1" w:styleId="C5FB308D517E405491D2A5BC48C74303">
    <w:name w:val="C5FB308D517E405491D2A5BC48C74303"/>
    <w:rsid w:val="001353DF"/>
  </w:style>
  <w:style w:type="paragraph" w:customStyle="1" w:styleId="9D21146AB0C847A0901A21EEE08A8D80">
    <w:name w:val="9D21146AB0C847A0901A21EEE08A8D80"/>
    <w:rsid w:val="001353DF"/>
  </w:style>
  <w:style w:type="paragraph" w:customStyle="1" w:styleId="DD46592A690649FBB4F2AEC3F2D54471">
    <w:name w:val="DD46592A690649FBB4F2AEC3F2D54471"/>
    <w:rsid w:val="001353DF"/>
  </w:style>
  <w:style w:type="paragraph" w:customStyle="1" w:styleId="8DA19844012B43FB8D84D630BE69E96C">
    <w:name w:val="8DA19844012B43FB8D84D630BE69E96C"/>
    <w:rsid w:val="001353DF"/>
  </w:style>
  <w:style w:type="paragraph" w:customStyle="1" w:styleId="F0A4766AD8494646B5F3261A30C9487C">
    <w:name w:val="F0A4766AD8494646B5F3261A30C9487C"/>
    <w:rsid w:val="001353DF"/>
  </w:style>
  <w:style w:type="paragraph" w:customStyle="1" w:styleId="6C48FD076B124647BDD8B12F1E3B5DC0">
    <w:name w:val="6C48FD076B124647BDD8B12F1E3B5DC0"/>
    <w:rsid w:val="001353DF"/>
  </w:style>
  <w:style w:type="paragraph" w:customStyle="1" w:styleId="A46C16383A5B45E9BA3E5AC52FD2DD13">
    <w:name w:val="A46C16383A5B45E9BA3E5AC52FD2DD13"/>
    <w:rsid w:val="001353DF"/>
  </w:style>
  <w:style w:type="paragraph" w:customStyle="1" w:styleId="3C9D72B54D464D02886762FB3569A914">
    <w:name w:val="3C9D72B54D464D02886762FB3569A914"/>
    <w:rsid w:val="001353DF"/>
  </w:style>
  <w:style w:type="paragraph" w:customStyle="1" w:styleId="957A42BE7CE54604AC7038F9161EBC8C">
    <w:name w:val="957A42BE7CE54604AC7038F9161EBC8C"/>
    <w:rsid w:val="001353DF"/>
  </w:style>
  <w:style w:type="paragraph" w:customStyle="1" w:styleId="B207356E520B4DF6BB36EC71D48CAC1D">
    <w:name w:val="B207356E520B4DF6BB36EC71D48CAC1D"/>
    <w:rsid w:val="001353DF"/>
  </w:style>
  <w:style w:type="paragraph" w:customStyle="1" w:styleId="0525642F1202404696CD5EED58426AC3">
    <w:name w:val="0525642F1202404696CD5EED58426AC3"/>
    <w:rsid w:val="001353DF"/>
  </w:style>
  <w:style w:type="paragraph" w:customStyle="1" w:styleId="003F629852B5470CAFC7E9ACD5AA4F60">
    <w:name w:val="003F629852B5470CAFC7E9ACD5AA4F60"/>
    <w:rsid w:val="001353DF"/>
  </w:style>
  <w:style w:type="paragraph" w:customStyle="1" w:styleId="1E6DFAD5A708420EBCFBF4B893B58507">
    <w:name w:val="1E6DFAD5A708420EBCFBF4B893B58507"/>
    <w:rsid w:val="001353DF"/>
  </w:style>
  <w:style w:type="paragraph" w:customStyle="1" w:styleId="AA5ECC44190D42C988F20717CEF2DCB3">
    <w:name w:val="AA5ECC44190D42C988F20717CEF2DCB3"/>
    <w:rsid w:val="001353DF"/>
  </w:style>
  <w:style w:type="paragraph" w:customStyle="1" w:styleId="6CC20B7D355D4C2FA6002181EE91C626">
    <w:name w:val="6CC20B7D355D4C2FA6002181EE91C626"/>
    <w:rsid w:val="001353DF"/>
  </w:style>
  <w:style w:type="paragraph" w:customStyle="1" w:styleId="6BD9D017851A49E4877AA490A899B723">
    <w:name w:val="6BD9D017851A49E4877AA490A899B723"/>
    <w:rsid w:val="001353DF"/>
  </w:style>
  <w:style w:type="paragraph" w:customStyle="1" w:styleId="31D2AAA12C9C485FA2BED4B292E33E73">
    <w:name w:val="31D2AAA12C9C485FA2BED4B292E33E73"/>
    <w:rsid w:val="001353DF"/>
  </w:style>
  <w:style w:type="paragraph" w:customStyle="1" w:styleId="F505FD340CC644FFB717BDC625F1DD09">
    <w:name w:val="F505FD340CC644FFB717BDC625F1DD09"/>
    <w:rsid w:val="001353DF"/>
  </w:style>
  <w:style w:type="paragraph" w:customStyle="1" w:styleId="8373F7F31376423D947E81DC5F15E67F">
    <w:name w:val="8373F7F31376423D947E81DC5F15E67F"/>
    <w:rsid w:val="001353DF"/>
  </w:style>
  <w:style w:type="paragraph" w:customStyle="1" w:styleId="DF46BE3CFB5D4599A882020DAE2062D3">
    <w:name w:val="DF46BE3CFB5D4599A882020DAE2062D3"/>
    <w:rsid w:val="001353DF"/>
  </w:style>
  <w:style w:type="paragraph" w:customStyle="1" w:styleId="1DD99379C7D74E6BAD3B04D4E89F7F14">
    <w:name w:val="1DD99379C7D74E6BAD3B04D4E89F7F14"/>
    <w:rsid w:val="001353DF"/>
  </w:style>
  <w:style w:type="paragraph" w:customStyle="1" w:styleId="908EB0436BF049CF9A7CB802C0FA972D">
    <w:name w:val="908EB0436BF049CF9A7CB802C0FA972D"/>
    <w:rsid w:val="001353DF"/>
  </w:style>
  <w:style w:type="paragraph" w:customStyle="1" w:styleId="20187DCE0DE1474FAE2F89A89A2CD384">
    <w:name w:val="20187DCE0DE1474FAE2F89A89A2CD384"/>
    <w:rsid w:val="001353DF"/>
  </w:style>
  <w:style w:type="paragraph" w:customStyle="1" w:styleId="F8F31EA9C1A449738815A697A057611D">
    <w:name w:val="F8F31EA9C1A449738815A697A057611D"/>
    <w:rsid w:val="001353DF"/>
  </w:style>
  <w:style w:type="paragraph" w:customStyle="1" w:styleId="63D20E564DCC4DACBE242EA651ED468F">
    <w:name w:val="63D20E564DCC4DACBE242EA651ED468F"/>
    <w:rsid w:val="001353DF"/>
  </w:style>
  <w:style w:type="paragraph" w:customStyle="1" w:styleId="45406C0C06D9413983702C82A38CC23F">
    <w:name w:val="45406C0C06D9413983702C82A38CC23F"/>
    <w:rsid w:val="001353DF"/>
  </w:style>
  <w:style w:type="paragraph" w:customStyle="1" w:styleId="8AFF679F1E9245E7B5965FE84E3C7BE4">
    <w:name w:val="8AFF679F1E9245E7B5965FE84E3C7BE4"/>
    <w:rsid w:val="001353DF"/>
  </w:style>
  <w:style w:type="paragraph" w:customStyle="1" w:styleId="5CC1BCF0A60E41CC99CD405CBF7ECA84">
    <w:name w:val="5CC1BCF0A60E41CC99CD405CBF7ECA84"/>
    <w:rsid w:val="001353DF"/>
  </w:style>
  <w:style w:type="paragraph" w:customStyle="1" w:styleId="C99A9E2720A94B19BABBB6785AC22C3E">
    <w:name w:val="C99A9E2720A94B19BABBB6785AC22C3E"/>
    <w:rsid w:val="001353DF"/>
  </w:style>
  <w:style w:type="paragraph" w:customStyle="1" w:styleId="5459992D0BDE4D59A6D9AA51DF83C0E1">
    <w:name w:val="5459992D0BDE4D59A6D9AA51DF83C0E1"/>
    <w:rsid w:val="001353DF"/>
  </w:style>
  <w:style w:type="paragraph" w:customStyle="1" w:styleId="75E0E19EA29348F09721C47CC50B7D9C">
    <w:name w:val="75E0E19EA29348F09721C47CC50B7D9C"/>
    <w:rsid w:val="001353DF"/>
  </w:style>
  <w:style w:type="paragraph" w:customStyle="1" w:styleId="15DFC4024495490DA5AE1749A988D724">
    <w:name w:val="15DFC4024495490DA5AE1749A988D724"/>
    <w:rsid w:val="001353DF"/>
  </w:style>
  <w:style w:type="paragraph" w:customStyle="1" w:styleId="31F450ACCA9E4B48932C8639D156BD8D">
    <w:name w:val="31F450ACCA9E4B48932C8639D156BD8D"/>
    <w:rsid w:val="001353DF"/>
  </w:style>
  <w:style w:type="paragraph" w:customStyle="1" w:styleId="89DEEA625E3E43C6AC6DDC9792A422A5">
    <w:name w:val="89DEEA625E3E43C6AC6DDC9792A422A5"/>
    <w:rsid w:val="001353DF"/>
  </w:style>
  <w:style w:type="paragraph" w:customStyle="1" w:styleId="C92675A1830A42E2A87854039AF0CA58">
    <w:name w:val="C92675A1830A42E2A87854039AF0CA58"/>
    <w:rsid w:val="001353DF"/>
  </w:style>
  <w:style w:type="paragraph" w:customStyle="1" w:styleId="BB4F9E17886D469A90EA27FB311520C2">
    <w:name w:val="BB4F9E17886D469A90EA27FB311520C2"/>
    <w:rsid w:val="001353DF"/>
  </w:style>
  <w:style w:type="paragraph" w:customStyle="1" w:styleId="E9A07DBB0AA0479CB540114F02CBFCE3">
    <w:name w:val="E9A07DBB0AA0479CB540114F02CBFCE3"/>
    <w:rsid w:val="001353DF"/>
  </w:style>
  <w:style w:type="paragraph" w:customStyle="1" w:styleId="BEC25169C7594D8C8B7A783E32FC8D5D">
    <w:name w:val="BEC25169C7594D8C8B7A783E32FC8D5D"/>
    <w:rsid w:val="001353DF"/>
  </w:style>
  <w:style w:type="paragraph" w:customStyle="1" w:styleId="2614E6C16FE046EE994F9024E1C91D43">
    <w:name w:val="2614E6C16FE046EE994F9024E1C91D43"/>
    <w:rsid w:val="001353DF"/>
  </w:style>
  <w:style w:type="paragraph" w:customStyle="1" w:styleId="B5756C47B0A643E0956A9BC41D823F2B">
    <w:name w:val="B5756C47B0A643E0956A9BC41D823F2B"/>
    <w:rsid w:val="001353DF"/>
  </w:style>
  <w:style w:type="paragraph" w:customStyle="1" w:styleId="B480A1806DA44ED7B2EDA8D7F52857AA">
    <w:name w:val="B480A1806DA44ED7B2EDA8D7F52857AA"/>
    <w:rsid w:val="001353DF"/>
  </w:style>
  <w:style w:type="paragraph" w:customStyle="1" w:styleId="8A5EB3158E334C929313054DB20D6EB0">
    <w:name w:val="8A5EB3158E334C929313054DB20D6EB0"/>
    <w:rsid w:val="001353DF"/>
  </w:style>
  <w:style w:type="paragraph" w:customStyle="1" w:styleId="C7A117F7D5C4417B9A294FC39A45BF51">
    <w:name w:val="C7A117F7D5C4417B9A294FC39A45BF51"/>
    <w:rsid w:val="001353DF"/>
  </w:style>
  <w:style w:type="paragraph" w:customStyle="1" w:styleId="194D387536F649D487AE6C534AFD3BDA">
    <w:name w:val="194D387536F649D487AE6C534AFD3BDA"/>
    <w:rsid w:val="001353DF"/>
  </w:style>
  <w:style w:type="paragraph" w:customStyle="1" w:styleId="148CD24F3D40491AA5151AFA0A2DBCE2">
    <w:name w:val="148CD24F3D40491AA5151AFA0A2DBCE2"/>
    <w:rsid w:val="001353DF"/>
  </w:style>
  <w:style w:type="paragraph" w:customStyle="1" w:styleId="F04512EF944A47D2A2A37D76B5BAC92C">
    <w:name w:val="F04512EF944A47D2A2A37D76B5BAC92C"/>
    <w:rsid w:val="001353DF"/>
  </w:style>
  <w:style w:type="paragraph" w:customStyle="1" w:styleId="5F705CCDE82C4DC59ECA67D227D2ACE8">
    <w:name w:val="5F705CCDE82C4DC59ECA67D227D2ACE8"/>
    <w:rsid w:val="001353DF"/>
  </w:style>
  <w:style w:type="paragraph" w:customStyle="1" w:styleId="09C60FA3FFE247E5A195273EBD7BABDB">
    <w:name w:val="09C60FA3FFE247E5A195273EBD7BABDB"/>
    <w:rsid w:val="001353DF"/>
  </w:style>
  <w:style w:type="paragraph" w:customStyle="1" w:styleId="C01EEC332DB64444A0D0A0D86614859F">
    <w:name w:val="C01EEC332DB64444A0D0A0D86614859F"/>
    <w:rsid w:val="001353DF"/>
  </w:style>
  <w:style w:type="paragraph" w:customStyle="1" w:styleId="5BF1E471D243469DA687D8102E27047F">
    <w:name w:val="5BF1E471D243469DA687D8102E27047F"/>
    <w:rsid w:val="001353DF"/>
  </w:style>
  <w:style w:type="paragraph" w:customStyle="1" w:styleId="94211154B03042CF8ABF8F7A5354821E">
    <w:name w:val="94211154B03042CF8ABF8F7A5354821E"/>
    <w:rsid w:val="001353DF"/>
  </w:style>
  <w:style w:type="paragraph" w:customStyle="1" w:styleId="D93B35FC14B649598CCC0473A0CD7D12">
    <w:name w:val="D93B35FC14B649598CCC0473A0CD7D12"/>
    <w:rsid w:val="001353DF"/>
  </w:style>
  <w:style w:type="paragraph" w:customStyle="1" w:styleId="010A11BA071649938E1CB53A91432EF7">
    <w:name w:val="010A11BA071649938E1CB53A91432EF7"/>
    <w:rsid w:val="001353DF"/>
  </w:style>
  <w:style w:type="paragraph" w:customStyle="1" w:styleId="A7AC4F477D53484F905C977392126936">
    <w:name w:val="A7AC4F477D53484F905C977392126936"/>
    <w:rsid w:val="001353DF"/>
  </w:style>
  <w:style w:type="paragraph" w:customStyle="1" w:styleId="4A2D610CF6864A0AA88606C32C49912E">
    <w:name w:val="4A2D610CF6864A0AA88606C32C49912E"/>
    <w:rsid w:val="001353DF"/>
  </w:style>
  <w:style w:type="paragraph" w:customStyle="1" w:styleId="AF290F06A1D04F7BB22A8B171AF196C9">
    <w:name w:val="AF290F06A1D04F7BB22A8B171AF196C9"/>
    <w:rsid w:val="001353DF"/>
  </w:style>
  <w:style w:type="paragraph" w:customStyle="1" w:styleId="A4D5715FB049441987215C77B4A0B2AC">
    <w:name w:val="A4D5715FB049441987215C77B4A0B2AC"/>
    <w:rsid w:val="001353DF"/>
  </w:style>
  <w:style w:type="paragraph" w:customStyle="1" w:styleId="5D4FD45237AB493BAD76224440711736">
    <w:name w:val="5D4FD45237AB493BAD76224440711736"/>
    <w:rsid w:val="001353DF"/>
  </w:style>
  <w:style w:type="paragraph" w:customStyle="1" w:styleId="16CBAD900E3642909A98CE1BC2A22CA3">
    <w:name w:val="16CBAD900E3642909A98CE1BC2A22CA3"/>
    <w:rsid w:val="001353DF"/>
  </w:style>
  <w:style w:type="paragraph" w:customStyle="1" w:styleId="87678A081DB047669E2F41E9E09644D5">
    <w:name w:val="87678A081DB047669E2F41E9E09644D5"/>
    <w:rsid w:val="001353DF"/>
  </w:style>
  <w:style w:type="paragraph" w:customStyle="1" w:styleId="6DEB15BB197C40B89B7E0BB13F798C19">
    <w:name w:val="6DEB15BB197C40B89B7E0BB13F798C19"/>
    <w:rsid w:val="001353DF"/>
  </w:style>
  <w:style w:type="paragraph" w:customStyle="1" w:styleId="F14DE82C999F45DFAB8B81A6D57B19F0">
    <w:name w:val="F14DE82C999F45DFAB8B81A6D57B19F0"/>
    <w:rsid w:val="001353DF"/>
  </w:style>
  <w:style w:type="paragraph" w:customStyle="1" w:styleId="2F46DFED94004640B72485F78F2430D8">
    <w:name w:val="2F46DFED94004640B72485F78F2430D8"/>
    <w:rsid w:val="001353DF"/>
  </w:style>
  <w:style w:type="paragraph" w:customStyle="1" w:styleId="9B6367C24F264262A74A9532383E3927">
    <w:name w:val="9B6367C24F264262A74A9532383E3927"/>
    <w:rsid w:val="001353DF"/>
  </w:style>
  <w:style w:type="paragraph" w:customStyle="1" w:styleId="D277EF2B81784876B3A006E92E205D01">
    <w:name w:val="D277EF2B81784876B3A006E92E205D01"/>
    <w:rsid w:val="001353DF"/>
  </w:style>
  <w:style w:type="paragraph" w:customStyle="1" w:styleId="561C44A570594118978398919B114E1C">
    <w:name w:val="561C44A570594118978398919B114E1C"/>
    <w:rsid w:val="001353DF"/>
  </w:style>
  <w:style w:type="paragraph" w:customStyle="1" w:styleId="830B99EB9A9347539A6021D889053C4D">
    <w:name w:val="830B99EB9A9347539A6021D889053C4D"/>
    <w:rsid w:val="001353DF"/>
  </w:style>
  <w:style w:type="paragraph" w:customStyle="1" w:styleId="455E2B10603B43568D943B6E2C5F3920">
    <w:name w:val="455E2B10603B43568D943B6E2C5F3920"/>
    <w:rsid w:val="001353DF"/>
  </w:style>
  <w:style w:type="paragraph" w:customStyle="1" w:styleId="51642BBFACD34B9CAE3292F02FD32625">
    <w:name w:val="51642BBFACD34B9CAE3292F02FD32625"/>
    <w:rsid w:val="001353DF"/>
  </w:style>
  <w:style w:type="paragraph" w:customStyle="1" w:styleId="A5537AA0B9DC471AAB2A3028B586C569">
    <w:name w:val="A5537AA0B9DC471AAB2A3028B586C569"/>
    <w:rsid w:val="001353DF"/>
  </w:style>
  <w:style w:type="paragraph" w:customStyle="1" w:styleId="BA1F4692385A446BA296F706A12DFDAB">
    <w:name w:val="BA1F4692385A446BA296F706A12DFDAB"/>
    <w:rsid w:val="001353DF"/>
  </w:style>
  <w:style w:type="paragraph" w:customStyle="1" w:styleId="777330CD778C40029E472FBBE4DEAF4F">
    <w:name w:val="777330CD778C40029E472FBBE4DEAF4F"/>
    <w:rsid w:val="001353DF"/>
  </w:style>
  <w:style w:type="paragraph" w:customStyle="1" w:styleId="47C754D5133F4D50A7FAD079FBA430EF">
    <w:name w:val="47C754D5133F4D50A7FAD079FBA430EF"/>
    <w:rsid w:val="001353DF"/>
  </w:style>
  <w:style w:type="paragraph" w:customStyle="1" w:styleId="DC52676820AC4F519B9FEFD608DFB69A">
    <w:name w:val="DC52676820AC4F519B9FEFD608DFB69A"/>
    <w:rsid w:val="001353DF"/>
  </w:style>
  <w:style w:type="paragraph" w:customStyle="1" w:styleId="96C3498695984C75938C30581359AD27">
    <w:name w:val="96C3498695984C75938C30581359AD27"/>
    <w:rsid w:val="001353DF"/>
  </w:style>
  <w:style w:type="paragraph" w:customStyle="1" w:styleId="37CB8DD920BC4785BA4ED6118F7F226B">
    <w:name w:val="37CB8DD920BC4785BA4ED6118F7F226B"/>
    <w:rsid w:val="001353DF"/>
  </w:style>
  <w:style w:type="paragraph" w:customStyle="1" w:styleId="14C47680CD2E475B8454B8AE3C736481">
    <w:name w:val="14C47680CD2E475B8454B8AE3C736481"/>
    <w:rsid w:val="001353DF"/>
  </w:style>
  <w:style w:type="paragraph" w:customStyle="1" w:styleId="E2157B385E8245E89B4411364482B532">
    <w:name w:val="E2157B385E8245E89B4411364482B532"/>
    <w:rsid w:val="001353DF"/>
  </w:style>
  <w:style w:type="paragraph" w:customStyle="1" w:styleId="6E9DD4C622104AFE86665323BEF7223E">
    <w:name w:val="6E9DD4C622104AFE86665323BEF7223E"/>
    <w:rsid w:val="001353DF"/>
  </w:style>
  <w:style w:type="paragraph" w:customStyle="1" w:styleId="0E7336AB99374821AB72BD22876790A8">
    <w:name w:val="0E7336AB99374821AB72BD22876790A8"/>
    <w:rsid w:val="001353DF"/>
  </w:style>
  <w:style w:type="paragraph" w:customStyle="1" w:styleId="E8CCD6D57CC4432D8A83ECDAD3A4DDF0">
    <w:name w:val="E8CCD6D57CC4432D8A83ECDAD3A4DDF0"/>
    <w:rsid w:val="001353DF"/>
  </w:style>
  <w:style w:type="paragraph" w:customStyle="1" w:styleId="6F679E31385148D2A527CF802141EAEC">
    <w:name w:val="6F679E31385148D2A527CF802141EAEC"/>
    <w:rsid w:val="001353DF"/>
  </w:style>
  <w:style w:type="paragraph" w:customStyle="1" w:styleId="FCAE92E15C3D4748AB88528D6CC946FF">
    <w:name w:val="FCAE92E15C3D4748AB88528D6CC946FF"/>
    <w:rsid w:val="001353DF"/>
  </w:style>
  <w:style w:type="paragraph" w:customStyle="1" w:styleId="BDA5621D64CC49178608F417817AFAE0">
    <w:name w:val="BDA5621D64CC49178608F417817AFAE0"/>
    <w:rsid w:val="001353DF"/>
  </w:style>
  <w:style w:type="paragraph" w:customStyle="1" w:styleId="D75D1972F5EA45C1968679750587E78C">
    <w:name w:val="D75D1972F5EA45C1968679750587E78C"/>
    <w:rsid w:val="001353DF"/>
  </w:style>
  <w:style w:type="paragraph" w:customStyle="1" w:styleId="47C488C8EC3F4AC0A0476252F0CDE595">
    <w:name w:val="47C488C8EC3F4AC0A0476252F0CDE595"/>
    <w:rsid w:val="001353DF"/>
  </w:style>
  <w:style w:type="paragraph" w:customStyle="1" w:styleId="4682FC2479BD4CC0A911FD31997D9571">
    <w:name w:val="4682FC2479BD4CC0A911FD31997D9571"/>
    <w:rsid w:val="001353DF"/>
  </w:style>
  <w:style w:type="paragraph" w:customStyle="1" w:styleId="E28C410368A94493A4BB949DA953F484">
    <w:name w:val="E28C410368A94493A4BB949DA953F484"/>
    <w:rsid w:val="001353DF"/>
  </w:style>
  <w:style w:type="paragraph" w:customStyle="1" w:styleId="CE91FC8AE11849389929AD7096BB4367">
    <w:name w:val="CE91FC8AE11849389929AD7096BB4367"/>
    <w:rsid w:val="001353DF"/>
  </w:style>
  <w:style w:type="paragraph" w:customStyle="1" w:styleId="C5EC7CE853C44C4486588231096980C9">
    <w:name w:val="C5EC7CE853C44C4486588231096980C9"/>
    <w:rsid w:val="001353DF"/>
  </w:style>
  <w:style w:type="paragraph" w:customStyle="1" w:styleId="A6686457E10C49D79D8488BF5198893B">
    <w:name w:val="A6686457E10C49D79D8488BF5198893B"/>
    <w:rsid w:val="001353DF"/>
  </w:style>
  <w:style w:type="paragraph" w:customStyle="1" w:styleId="DAD528C76F434B23A8F96F2BDD6727A3">
    <w:name w:val="DAD528C76F434B23A8F96F2BDD6727A3"/>
    <w:rsid w:val="001353DF"/>
  </w:style>
  <w:style w:type="paragraph" w:customStyle="1" w:styleId="1C68C09DCDEC4346BE8222AA7A8FCFAD">
    <w:name w:val="1C68C09DCDEC4346BE8222AA7A8FCFAD"/>
    <w:rsid w:val="001353DF"/>
  </w:style>
  <w:style w:type="paragraph" w:customStyle="1" w:styleId="133128A7122748AFA294708A3C9A1861">
    <w:name w:val="133128A7122748AFA294708A3C9A1861"/>
    <w:rsid w:val="001353DF"/>
  </w:style>
  <w:style w:type="paragraph" w:customStyle="1" w:styleId="290A2F305A8B43F98079437DF61DD60F">
    <w:name w:val="290A2F305A8B43F98079437DF61DD60F"/>
    <w:rsid w:val="001353DF"/>
  </w:style>
  <w:style w:type="paragraph" w:customStyle="1" w:styleId="36803C1CC1164953A66740ADCC3A253A">
    <w:name w:val="36803C1CC1164953A66740ADCC3A253A"/>
    <w:rsid w:val="001353DF"/>
  </w:style>
  <w:style w:type="paragraph" w:customStyle="1" w:styleId="9431B69A61654E65A9F9FBF3B4D815D5">
    <w:name w:val="9431B69A61654E65A9F9FBF3B4D815D5"/>
    <w:rsid w:val="001353DF"/>
  </w:style>
  <w:style w:type="paragraph" w:customStyle="1" w:styleId="C7A618F2A73946808D4D6F134868026A">
    <w:name w:val="C7A618F2A73946808D4D6F134868026A"/>
    <w:rsid w:val="001353DF"/>
  </w:style>
  <w:style w:type="paragraph" w:customStyle="1" w:styleId="6B35FC8CEE98419BA0FBA0ACB96A89DD">
    <w:name w:val="6B35FC8CEE98419BA0FBA0ACB96A89DD"/>
    <w:rsid w:val="001353DF"/>
  </w:style>
  <w:style w:type="paragraph" w:customStyle="1" w:styleId="5C1D4F579C4E4E148C1165ACC3AA911B">
    <w:name w:val="5C1D4F579C4E4E148C1165ACC3AA911B"/>
    <w:rsid w:val="001353DF"/>
  </w:style>
  <w:style w:type="paragraph" w:customStyle="1" w:styleId="98E6C2D12A174AEAB558D2F1848C1619">
    <w:name w:val="98E6C2D12A174AEAB558D2F1848C1619"/>
    <w:rsid w:val="001353DF"/>
  </w:style>
  <w:style w:type="paragraph" w:customStyle="1" w:styleId="70B818AF64034C8A864E2FEF37C6131B">
    <w:name w:val="70B818AF64034C8A864E2FEF37C6131B"/>
    <w:rsid w:val="001353DF"/>
  </w:style>
  <w:style w:type="paragraph" w:customStyle="1" w:styleId="B556121B697847B28E177EABD40F04AA">
    <w:name w:val="B556121B697847B28E177EABD40F04AA"/>
    <w:rsid w:val="001353DF"/>
  </w:style>
  <w:style w:type="paragraph" w:customStyle="1" w:styleId="77F16EA7B62943B6B0EC8DB2264820FA">
    <w:name w:val="77F16EA7B62943B6B0EC8DB2264820FA"/>
    <w:rsid w:val="001353DF"/>
  </w:style>
  <w:style w:type="paragraph" w:customStyle="1" w:styleId="D55707B5A7A64801814D6CBA389BCAE3">
    <w:name w:val="D55707B5A7A64801814D6CBA389BCAE3"/>
    <w:rsid w:val="001353DF"/>
  </w:style>
  <w:style w:type="paragraph" w:customStyle="1" w:styleId="DFEEBEF507444CEE9153C4A9324D0E7E">
    <w:name w:val="DFEEBEF507444CEE9153C4A9324D0E7E"/>
    <w:rsid w:val="001353DF"/>
  </w:style>
  <w:style w:type="paragraph" w:customStyle="1" w:styleId="8F603F90D02349C5B3B0AF6107FAADE3">
    <w:name w:val="8F603F90D02349C5B3B0AF6107FAADE3"/>
    <w:rsid w:val="001353DF"/>
  </w:style>
  <w:style w:type="paragraph" w:customStyle="1" w:styleId="5FFC284434264AAE8E3DEA7E3ECE3DCA">
    <w:name w:val="5FFC284434264AAE8E3DEA7E3ECE3DCA"/>
    <w:rsid w:val="001353DF"/>
  </w:style>
  <w:style w:type="paragraph" w:customStyle="1" w:styleId="51AF5B8EA5194085B82818F440A3EF83">
    <w:name w:val="51AF5B8EA5194085B82818F440A3EF83"/>
    <w:rsid w:val="001353DF"/>
  </w:style>
  <w:style w:type="paragraph" w:customStyle="1" w:styleId="F162378096C54EBDA387E6CB73126A44">
    <w:name w:val="F162378096C54EBDA387E6CB73126A44"/>
    <w:rsid w:val="001353DF"/>
  </w:style>
  <w:style w:type="paragraph" w:customStyle="1" w:styleId="9F6A648B620F4F2EBA90F1E45413A125">
    <w:name w:val="9F6A648B620F4F2EBA90F1E45413A125"/>
    <w:rsid w:val="001353DF"/>
  </w:style>
  <w:style w:type="paragraph" w:customStyle="1" w:styleId="88F11874386C46A99789E7E725FC688A">
    <w:name w:val="88F11874386C46A99789E7E725FC688A"/>
    <w:rsid w:val="001353DF"/>
  </w:style>
  <w:style w:type="paragraph" w:customStyle="1" w:styleId="B8E089BBD8024F9DBDB6DB21297EB9AB">
    <w:name w:val="B8E089BBD8024F9DBDB6DB21297EB9AB"/>
    <w:rsid w:val="001353DF"/>
  </w:style>
  <w:style w:type="paragraph" w:customStyle="1" w:styleId="958FC5259FD24C22A9646E900F8FFE41">
    <w:name w:val="958FC5259FD24C22A9646E900F8FFE41"/>
    <w:rsid w:val="001353DF"/>
  </w:style>
  <w:style w:type="paragraph" w:customStyle="1" w:styleId="83BAD1976C2547BD98DAB353283F81D3">
    <w:name w:val="83BAD1976C2547BD98DAB353283F81D3"/>
    <w:rsid w:val="001353DF"/>
  </w:style>
  <w:style w:type="paragraph" w:customStyle="1" w:styleId="F41F9DBD312D4CB784039245EFDD9448">
    <w:name w:val="F41F9DBD312D4CB784039245EFDD9448"/>
    <w:rsid w:val="001353DF"/>
  </w:style>
  <w:style w:type="paragraph" w:customStyle="1" w:styleId="A27B1B87755645F9A202DAB5BD7C63DB">
    <w:name w:val="A27B1B87755645F9A202DAB5BD7C63DB"/>
    <w:rsid w:val="001353DF"/>
  </w:style>
  <w:style w:type="paragraph" w:customStyle="1" w:styleId="C22F158EC46C40D5B1117FF81A938FF4">
    <w:name w:val="C22F158EC46C40D5B1117FF81A938FF4"/>
    <w:rsid w:val="001353DF"/>
  </w:style>
  <w:style w:type="paragraph" w:customStyle="1" w:styleId="B30C75090B7C453C8DAE6DAFB83AA0B3">
    <w:name w:val="B30C75090B7C453C8DAE6DAFB83AA0B3"/>
    <w:rsid w:val="001353DF"/>
  </w:style>
  <w:style w:type="paragraph" w:customStyle="1" w:styleId="C9DEC60AED6442B4BD0316BFE6B161C0">
    <w:name w:val="C9DEC60AED6442B4BD0316BFE6B161C0"/>
    <w:rsid w:val="001353DF"/>
  </w:style>
  <w:style w:type="paragraph" w:customStyle="1" w:styleId="2016B634AF0146BE99B8CCCA7CE8402C">
    <w:name w:val="2016B634AF0146BE99B8CCCA7CE8402C"/>
    <w:rsid w:val="001353DF"/>
  </w:style>
  <w:style w:type="paragraph" w:customStyle="1" w:styleId="39128FC5726D4FD2A75DA4F5B984BA02">
    <w:name w:val="39128FC5726D4FD2A75DA4F5B984BA02"/>
    <w:rsid w:val="001353DF"/>
  </w:style>
  <w:style w:type="paragraph" w:customStyle="1" w:styleId="AFE5A6F5907048F097CC24A30ABFB138">
    <w:name w:val="AFE5A6F5907048F097CC24A30ABFB138"/>
    <w:rsid w:val="001353DF"/>
  </w:style>
  <w:style w:type="paragraph" w:customStyle="1" w:styleId="34255E6E1AE443329F5319264F257AC7">
    <w:name w:val="34255E6E1AE443329F5319264F257AC7"/>
    <w:rsid w:val="001353DF"/>
  </w:style>
  <w:style w:type="paragraph" w:customStyle="1" w:styleId="CBEBCEBC1BBD4D27AAD04F97D6DD03EC">
    <w:name w:val="CBEBCEBC1BBD4D27AAD04F97D6DD03EC"/>
    <w:rsid w:val="001353DF"/>
  </w:style>
  <w:style w:type="paragraph" w:customStyle="1" w:styleId="3D0229DEF9BF4174AF36C5CC2D567EB1">
    <w:name w:val="3D0229DEF9BF4174AF36C5CC2D567EB1"/>
    <w:rsid w:val="001353DF"/>
  </w:style>
  <w:style w:type="paragraph" w:customStyle="1" w:styleId="88D5E04895AD45ECB52B2A32310F211F">
    <w:name w:val="88D5E04895AD45ECB52B2A32310F211F"/>
    <w:rsid w:val="001353DF"/>
  </w:style>
  <w:style w:type="paragraph" w:customStyle="1" w:styleId="3A7BB0955A6840BFA4E6AF62A87436F0">
    <w:name w:val="3A7BB0955A6840BFA4E6AF62A87436F0"/>
    <w:rsid w:val="001353DF"/>
  </w:style>
  <w:style w:type="paragraph" w:customStyle="1" w:styleId="D10892A96A1748CA9212AE4C36F70B76">
    <w:name w:val="D10892A96A1748CA9212AE4C36F70B76"/>
    <w:rsid w:val="001353DF"/>
  </w:style>
  <w:style w:type="paragraph" w:customStyle="1" w:styleId="7F3EB5C85E5D4B79A82FFF637B600DB6">
    <w:name w:val="7F3EB5C85E5D4B79A82FFF637B600DB6"/>
    <w:rsid w:val="001353DF"/>
  </w:style>
  <w:style w:type="paragraph" w:customStyle="1" w:styleId="5CA284214BAE42239DE138251423EFC0">
    <w:name w:val="5CA284214BAE42239DE138251423EFC0"/>
    <w:rsid w:val="001353DF"/>
  </w:style>
  <w:style w:type="paragraph" w:customStyle="1" w:styleId="367A5FAC5F0C4FE6B2780535C2250EDF">
    <w:name w:val="367A5FAC5F0C4FE6B2780535C2250EDF"/>
    <w:rsid w:val="001353DF"/>
  </w:style>
  <w:style w:type="paragraph" w:customStyle="1" w:styleId="0359C458A4624036A0724349B685E6C1">
    <w:name w:val="0359C458A4624036A0724349B685E6C1"/>
    <w:rsid w:val="001353DF"/>
  </w:style>
  <w:style w:type="paragraph" w:customStyle="1" w:styleId="54871B4F1788423EAF9A26E1B6A0CE31">
    <w:name w:val="54871B4F1788423EAF9A26E1B6A0CE31"/>
    <w:rsid w:val="001353DF"/>
  </w:style>
  <w:style w:type="paragraph" w:customStyle="1" w:styleId="3EE2921F5D264F1CA69F898094F0BAE1">
    <w:name w:val="3EE2921F5D264F1CA69F898094F0BAE1"/>
    <w:rsid w:val="001353DF"/>
  </w:style>
  <w:style w:type="paragraph" w:customStyle="1" w:styleId="6D68B46ED2BE4FFDBFFF0D587AFC3D25">
    <w:name w:val="6D68B46ED2BE4FFDBFFF0D587AFC3D25"/>
    <w:rsid w:val="001353DF"/>
  </w:style>
  <w:style w:type="paragraph" w:customStyle="1" w:styleId="6B2FB1151D76468782375C7C9318B3C5">
    <w:name w:val="6B2FB1151D76468782375C7C9318B3C5"/>
    <w:rsid w:val="001353DF"/>
  </w:style>
  <w:style w:type="paragraph" w:customStyle="1" w:styleId="98F6605F071A404E90D7178ECBC96027">
    <w:name w:val="98F6605F071A404E90D7178ECBC96027"/>
    <w:rsid w:val="001353DF"/>
  </w:style>
  <w:style w:type="paragraph" w:customStyle="1" w:styleId="BA3BAAF9E2624F238F81903D693D224E">
    <w:name w:val="BA3BAAF9E2624F238F81903D693D224E"/>
    <w:rsid w:val="001353DF"/>
  </w:style>
  <w:style w:type="paragraph" w:customStyle="1" w:styleId="E2BDE5F0CABE4C7E9C5CCB11FCC219DF">
    <w:name w:val="E2BDE5F0CABE4C7E9C5CCB11FCC219DF"/>
    <w:rsid w:val="001353DF"/>
  </w:style>
  <w:style w:type="paragraph" w:customStyle="1" w:styleId="BC1F984F598F49BE80E0B976A112B2CC">
    <w:name w:val="BC1F984F598F49BE80E0B976A112B2CC"/>
    <w:rsid w:val="001353DF"/>
  </w:style>
  <w:style w:type="paragraph" w:customStyle="1" w:styleId="C6AC2FC1D09F4845AD437F51BD9C0CF3">
    <w:name w:val="C6AC2FC1D09F4845AD437F51BD9C0CF3"/>
    <w:rsid w:val="001353DF"/>
  </w:style>
  <w:style w:type="paragraph" w:customStyle="1" w:styleId="13CA4A14ADD545BBB649AF9C2B419F70">
    <w:name w:val="13CA4A14ADD545BBB649AF9C2B419F70"/>
    <w:rsid w:val="001353DF"/>
  </w:style>
  <w:style w:type="paragraph" w:customStyle="1" w:styleId="E4A9AB1514EB44E8B8213ED23AB530D5">
    <w:name w:val="E4A9AB1514EB44E8B8213ED23AB530D5"/>
    <w:rsid w:val="001353DF"/>
  </w:style>
  <w:style w:type="paragraph" w:customStyle="1" w:styleId="0D51CE58B17740F0A528D7216BAF8415">
    <w:name w:val="0D51CE58B17740F0A528D7216BAF8415"/>
    <w:rsid w:val="001353DF"/>
  </w:style>
  <w:style w:type="paragraph" w:customStyle="1" w:styleId="263CFC87ED524D2B86ED6257335129A9">
    <w:name w:val="263CFC87ED524D2B86ED6257335129A9"/>
    <w:rsid w:val="001353DF"/>
  </w:style>
  <w:style w:type="paragraph" w:customStyle="1" w:styleId="FF44C3AF576B47C18C01E7239DA703CC">
    <w:name w:val="FF44C3AF576B47C18C01E7239DA703CC"/>
    <w:rsid w:val="001353DF"/>
  </w:style>
  <w:style w:type="paragraph" w:customStyle="1" w:styleId="854E55ED564949DF8CE2513D85C42E43">
    <w:name w:val="854E55ED564949DF8CE2513D85C42E43"/>
    <w:rsid w:val="001353DF"/>
  </w:style>
  <w:style w:type="paragraph" w:customStyle="1" w:styleId="1C80938509184F329752BB6D6D5FD1D4">
    <w:name w:val="1C80938509184F329752BB6D6D5FD1D4"/>
    <w:rsid w:val="001353DF"/>
  </w:style>
  <w:style w:type="paragraph" w:customStyle="1" w:styleId="2FB1F02311014015909CA1D0277F3A03">
    <w:name w:val="2FB1F02311014015909CA1D0277F3A03"/>
    <w:rsid w:val="001353DF"/>
  </w:style>
  <w:style w:type="paragraph" w:customStyle="1" w:styleId="2ED4F64FF4E74BFCB04549AE46797F38">
    <w:name w:val="2ED4F64FF4E74BFCB04549AE46797F38"/>
    <w:rsid w:val="001353DF"/>
  </w:style>
  <w:style w:type="paragraph" w:customStyle="1" w:styleId="61A4BB0B5AA448A79837544B97832BD3">
    <w:name w:val="61A4BB0B5AA448A79837544B97832BD3"/>
    <w:rsid w:val="001353DF"/>
  </w:style>
  <w:style w:type="paragraph" w:customStyle="1" w:styleId="5FB3470508E145EBB2C8F328A96C2641">
    <w:name w:val="5FB3470508E145EBB2C8F328A96C2641"/>
    <w:rsid w:val="001353DF"/>
  </w:style>
  <w:style w:type="paragraph" w:customStyle="1" w:styleId="4B2EECA5B8A84439895DED3753330620">
    <w:name w:val="4B2EECA5B8A84439895DED3753330620"/>
    <w:rsid w:val="001353DF"/>
  </w:style>
  <w:style w:type="paragraph" w:customStyle="1" w:styleId="8BBAD2EA100E4E65A5403A568D9267B2">
    <w:name w:val="8BBAD2EA100E4E65A5403A568D9267B2"/>
    <w:rsid w:val="001353DF"/>
  </w:style>
  <w:style w:type="paragraph" w:customStyle="1" w:styleId="D25C27C1F45B4046AE7224055F7EDFC4">
    <w:name w:val="D25C27C1F45B4046AE7224055F7EDFC4"/>
    <w:rsid w:val="001353DF"/>
  </w:style>
  <w:style w:type="paragraph" w:customStyle="1" w:styleId="2149490C80614CEBB6F47377EBF85798">
    <w:name w:val="2149490C80614CEBB6F47377EBF85798"/>
    <w:rsid w:val="001353DF"/>
  </w:style>
  <w:style w:type="paragraph" w:customStyle="1" w:styleId="D91818473EFC435CA9D09A34398A926B">
    <w:name w:val="D91818473EFC435CA9D09A34398A926B"/>
    <w:rsid w:val="001353DF"/>
  </w:style>
  <w:style w:type="paragraph" w:customStyle="1" w:styleId="61C7E386409544DDBC8E389411121438">
    <w:name w:val="61C7E386409544DDBC8E389411121438"/>
    <w:rsid w:val="001353DF"/>
  </w:style>
  <w:style w:type="paragraph" w:customStyle="1" w:styleId="A9C13F5976C84930B582CE096A9CFFC6">
    <w:name w:val="A9C13F5976C84930B582CE096A9CFFC6"/>
    <w:rsid w:val="001353DF"/>
  </w:style>
  <w:style w:type="paragraph" w:customStyle="1" w:styleId="2000616BF4394AA39C33EE72EFD78271">
    <w:name w:val="2000616BF4394AA39C33EE72EFD78271"/>
    <w:rsid w:val="001353DF"/>
  </w:style>
  <w:style w:type="paragraph" w:customStyle="1" w:styleId="5FB4C0A75FFD4245857B68E407BD1EE6">
    <w:name w:val="5FB4C0A75FFD4245857B68E407BD1EE6"/>
    <w:rsid w:val="001353DF"/>
  </w:style>
  <w:style w:type="paragraph" w:customStyle="1" w:styleId="5BA35BF97FC24292B98E13FC596666EF">
    <w:name w:val="5BA35BF97FC24292B98E13FC596666EF"/>
    <w:rsid w:val="001353DF"/>
  </w:style>
  <w:style w:type="paragraph" w:customStyle="1" w:styleId="57843A1E34714BE29118FF0E0C0A1618">
    <w:name w:val="57843A1E34714BE29118FF0E0C0A1618"/>
    <w:rsid w:val="001353DF"/>
  </w:style>
  <w:style w:type="paragraph" w:customStyle="1" w:styleId="2AC68ADA081D4EFA95FA6C10347C8A9B">
    <w:name w:val="2AC68ADA081D4EFA95FA6C10347C8A9B"/>
    <w:rsid w:val="001353DF"/>
  </w:style>
  <w:style w:type="paragraph" w:customStyle="1" w:styleId="3C0D426AAF964ACFADD74A4ECCEB39A0">
    <w:name w:val="3C0D426AAF964ACFADD74A4ECCEB39A0"/>
    <w:rsid w:val="001353DF"/>
  </w:style>
  <w:style w:type="paragraph" w:customStyle="1" w:styleId="99C30B8B892B44DA93AB67C719C8CC8A">
    <w:name w:val="99C30B8B892B44DA93AB67C719C8CC8A"/>
    <w:rsid w:val="001353DF"/>
  </w:style>
  <w:style w:type="paragraph" w:customStyle="1" w:styleId="35898F8EBF4C4330A89F63A6306FE7FA">
    <w:name w:val="35898F8EBF4C4330A89F63A6306FE7FA"/>
    <w:rsid w:val="001353DF"/>
  </w:style>
  <w:style w:type="paragraph" w:customStyle="1" w:styleId="2833F3F728FB4B91855801F05D43D9F6">
    <w:name w:val="2833F3F728FB4B91855801F05D43D9F6"/>
    <w:rsid w:val="001353DF"/>
  </w:style>
  <w:style w:type="paragraph" w:customStyle="1" w:styleId="FDE9AB28196D4CC0A54D8FB703E77B36">
    <w:name w:val="FDE9AB28196D4CC0A54D8FB703E77B36"/>
    <w:rsid w:val="001353DF"/>
  </w:style>
  <w:style w:type="paragraph" w:customStyle="1" w:styleId="A8907132C090465B962B4A0140EE74DB">
    <w:name w:val="A8907132C090465B962B4A0140EE74DB"/>
    <w:rsid w:val="001353DF"/>
  </w:style>
  <w:style w:type="paragraph" w:customStyle="1" w:styleId="3B667479C9C04209B67B0F7BA3706FF8">
    <w:name w:val="3B667479C9C04209B67B0F7BA3706FF8"/>
    <w:rsid w:val="001353DF"/>
  </w:style>
  <w:style w:type="paragraph" w:customStyle="1" w:styleId="3E9C916D135C479191E51957E61583C5">
    <w:name w:val="3E9C916D135C479191E51957E61583C5"/>
    <w:rsid w:val="001353DF"/>
  </w:style>
  <w:style w:type="paragraph" w:customStyle="1" w:styleId="0E38413D20AE4CA28D18AF723CF504CA">
    <w:name w:val="0E38413D20AE4CA28D18AF723CF504CA"/>
    <w:rsid w:val="001353DF"/>
  </w:style>
  <w:style w:type="paragraph" w:customStyle="1" w:styleId="FD26A6E4B2044FC181285013B4BDAECF">
    <w:name w:val="FD26A6E4B2044FC181285013B4BDAECF"/>
    <w:rsid w:val="001353DF"/>
  </w:style>
  <w:style w:type="paragraph" w:customStyle="1" w:styleId="9B8FD45B9F8A48C2A392AEC35C05D952">
    <w:name w:val="9B8FD45B9F8A48C2A392AEC35C05D952"/>
    <w:rsid w:val="001353DF"/>
  </w:style>
  <w:style w:type="paragraph" w:customStyle="1" w:styleId="DE5F8B9D06E34F1B8AECA40E615DACF7">
    <w:name w:val="DE5F8B9D06E34F1B8AECA40E615DACF7"/>
    <w:rsid w:val="001353DF"/>
  </w:style>
  <w:style w:type="paragraph" w:customStyle="1" w:styleId="E2ACCA2A2A434246AECA9121E709603D">
    <w:name w:val="E2ACCA2A2A434246AECA9121E709603D"/>
    <w:rsid w:val="001353DF"/>
  </w:style>
  <w:style w:type="paragraph" w:customStyle="1" w:styleId="ED2FA0210A9D471DA9F3EF54C98BEE8F">
    <w:name w:val="ED2FA0210A9D471DA9F3EF54C98BEE8F"/>
    <w:rsid w:val="001353DF"/>
  </w:style>
  <w:style w:type="paragraph" w:customStyle="1" w:styleId="821B61281033491A80052485390DB61B">
    <w:name w:val="821B61281033491A80052485390DB61B"/>
    <w:rsid w:val="001353DF"/>
  </w:style>
  <w:style w:type="paragraph" w:customStyle="1" w:styleId="75D409E7FCDD47BB9989FDDE3574D07F">
    <w:name w:val="75D409E7FCDD47BB9989FDDE3574D07F"/>
    <w:rsid w:val="001353DF"/>
  </w:style>
  <w:style w:type="paragraph" w:customStyle="1" w:styleId="D560DCADFE0A4731924F8002D79BC49C">
    <w:name w:val="D560DCADFE0A4731924F8002D79BC49C"/>
    <w:rsid w:val="001353DF"/>
  </w:style>
  <w:style w:type="paragraph" w:customStyle="1" w:styleId="7763D7B0BFAF469893DBA44BA72544B3">
    <w:name w:val="7763D7B0BFAF469893DBA44BA72544B3"/>
    <w:rsid w:val="001353DF"/>
  </w:style>
  <w:style w:type="paragraph" w:customStyle="1" w:styleId="8226B0181802492AB305A1474A62DD24">
    <w:name w:val="8226B0181802492AB305A1474A62DD24"/>
    <w:rsid w:val="001353DF"/>
  </w:style>
  <w:style w:type="paragraph" w:customStyle="1" w:styleId="A6BD6A8A58B4443BA95A1396A5759541">
    <w:name w:val="A6BD6A8A58B4443BA95A1396A5759541"/>
    <w:rsid w:val="001353DF"/>
  </w:style>
  <w:style w:type="paragraph" w:customStyle="1" w:styleId="B5902624D68C4F5D8917EAFCEED6B74D">
    <w:name w:val="B5902624D68C4F5D8917EAFCEED6B74D"/>
    <w:rsid w:val="001353DF"/>
  </w:style>
  <w:style w:type="paragraph" w:customStyle="1" w:styleId="393FB12A521E4FB396C1748650EE0D8D">
    <w:name w:val="393FB12A521E4FB396C1748650EE0D8D"/>
    <w:rsid w:val="001353DF"/>
  </w:style>
  <w:style w:type="paragraph" w:customStyle="1" w:styleId="EFE40C1B5EF240D0A7BA933FBC651F58">
    <w:name w:val="EFE40C1B5EF240D0A7BA933FBC651F58"/>
    <w:rsid w:val="001353DF"/>
  </w:style>
  <w:style w:type="paragraph" w:customStyle="1" w:styleId="04259C3021BC467BB83A46090521B39A">
    <w:name w:val="04259C3021BC467BB83A46090521B39A"/>
    <w:rsid w:val="001353DF"/>
  </w:style>
  <w:style w:type="paragraph" w:customStyle="1" w:styleId="08DDB5B63759458896926720FC2A5183">
    <w:name w:val="08DDB5B63759458896926720FC2A5183"/>
    <w:rsid w:val="001353DF"/>
  </w:style>
  <w:style w:type="paragraph" w:customStyle="1" w:styleId="F600DD49E0DB4D0FA57B4838E0F441F8">
    <w:name w:val="F600DD49E0DB4D0FA57B4838E0F441F8"/>
    <w:rsid w:val="001353DF"/>
  </w:style>
  <w:style w:type="paragraph" w:customStyle="1" w:styleId="2DE2A6DF8A714FB796925A6B154586C2">
    <w:name w:val="2DE2A6DF8A714FB796925A6B154586C2"/>
    <w:rsid w:val="001353DF"/>
  </w:style>
  <w:style w:type="paragraph" w:customStyle="1" w:styleId="0E1F2920FD384DD0BD13586FD0FA68F4">
    <w:name w:val="0E1F2920FD384DD0BD13586FD0FA68F4"/>
    <w:rsid w:val="001353DF"/>
  </w:style>
  <w:style w:type="paragraph" w:customStyle="1" w:styleId="BA960DF691184BC48A504590C574E123">
    <w:name w:val="BA960DF691184BC48A504590C574E123"/>
    <w:rsid w:val="001353DF"/>
  </w:style>
  <w:style w:type="paragraph" w:customStyle="1" w:styleId="B2340B232857441A80F0550D04059F3F">
    <w:name w:val="B2340B232857441A80F0550D04059F3F"/>
    <w:rsid w:val="001353DF"/>
  </w:style>
  <w:style w:type="paragraph" w:customStyle="1" w:styleId="C0F9C014862941A0A980B63150C5EDF0">
    <w:name w:val="C0F9C014862941A0A980B63150C5EDF0"/>
    <w:rsid w:val="001353DF"/>
  </w:style>
  <w:style w:type="paragraph" w:customStyle="1" w:styleId="B1F4342094B340CB83E46E1C30005A06">
    <w:name w:val="B1F4342094B340CB83E46E1C30005A06"/>
    <w:rsid w:val="001353DF"/>
  </w:style>
  <w:style w:type="paragraph" w:customStyle="1" w:styleId="5FEBDC21D5364C179B925E9BE437DF1A">
    <w:name w:val="5FEBDC21D5364C179B925E9BE437DF1A"/>
    <w:rsid w:val="001353DF"/>
  </w:style>
  <w:style w:type="paragraph" w:customStyle="1" w:styleId="5A44C5395BBD413EA51FE44DE65D5C51">
    <w:name w:val="5A44C5395BBD413EA51FE44DE65D5C51"/>
    <w:rsid w:val="001353DF"/>
  </w:style>
  <w:style w:type="paragraph" w:customStyle="1" w:styleId="0F0ABDAA861647FE92B80B79E1EB0445">
    <w:name w:val="0F0ABDAA861647FE92B80B79E1EB0445"/>
    <w:rsid w:val="001353DF"/>
  </w:style>
  <w:style w:type="paragraph" w:customStyle="1" w:styleId="1A9F5933B378495B8EB6B0A8F4D00236">
    <w:name w:val="1A9F5933B378495B8EB6B0A8F4D00236"/>
    <w:rsid w:val="001353DF"/>
  </w:style>
  <w:style w:type="paragraph" w:customStyle="1" w:styleId="20B204BC73B24014BA9538F30EDCCC53">
    <w:name w:val="20B204BC73B24014BA9538F30EDCCC53"/>
    <w:rsid w:val="001353DF"/>
  </w:style>
  <w:style w:type="paragraph" w:customStyle="1" w:styleId="61AA1CD493924B3A9E949FD4E23A4B23">
    <w:name w:val="61AA1CD493924B3A9E949FD4E23A4B23"/>
    <w:rsid w:val="001353DF"/>
  </w:style>
  <w:style w:type="paragraph" w:customStyle="1" w:styleId="137D96C41AB34561B3F9591539D54CC7">
    <w:name w:val="137D96C41AB34561B3F9591539D54CC7"/>
    <w:rsid w:val="001353DF"/>
  </w:style>
  <w:style w:type="paragraph" w:customStyle="1" w:styleId="9090AA8382F140ACA683A6FF80245AD0">
    <w:name w:val="9090AA8382F140ACA683A6FF80245AD0"/>
    <w:rsid w:val="001353DF"/>
  </w:style>
  <w:style w:type="paragraph" w:customStyle="1" w:styleId="CFF5578FCA26401BAB0FE2890B01D73B">
    <w:name w:val="CFF5578FCA26401BAB0FE2890B01D73B"/>
    <w:rsid w:val="001353DF"/>
  </w:style>
  <w:style w:type="paragraph" w:customStyle="1" w:styleId="174DD01CD1CD45C2BBCA0C88C49F414D">
    <w:name w:val="174DD01CD1CD45C2BBCA0C88C49F414D"/>
    <w:rsid w:val="001353DF"/>
  </w:style>
  <w:style w:type="paragraph" w:customStyle="1" w:styleId="E7621F84E6DB4EA7B316671505EAE402">
    <w:name w:val="E7621F84E6DB4EA7B316671505EAE402"/>
    <w:rsid w:val="001353DF"/>
  </w:style>
  <w:style w:type="paragraph" w:customStyle="1" w:styleId="D082693D5CF94EF28452F3F4A8D7EF6F">
    <w:name w:val="D082693D5CF94EF28452F3F4A8D7EF6F"/>
    <w:rsid w:val="001353DF"/>
  </w:style>
  <w:style w:type="paragraph" w:customStyle="1" w:styleId="13A4E80798BE43BAB8A19966A61E33AB">
    <w:name w:val="13A4E80798BE43BAB8A19966A61E33AB"/>
    <w:rsid w:val="001353DF"/>
  </w:style>
  <w:style w:type="paragraph" w:customStyle="1" w:styleId="445A571D1D354D3D822D6FB4C2CA2D97">
    <w:name w:val="445A571D1D354D3D822D6FB4C2CA2D97"/>
    <w:rsid w:val="001353DF"/>
  </w:style>
  <w:style w:type="paragraph" w:customStyle="1" w:styleId="523BC2881FB849729829FDED7F8A19AC">
    <w:name w:val="523BC2881FB849729829FDED7F8A19AC"/>
    <w:rsid w:val="001353DF"/>
  </w:style>
  <w:style w:type="paragraph" w:customStyle="1" w:styleId="E201702452804718B45B72D0F8809CD5">
    <w:name w:val="E201702452804718B45B72D0F8809CD5"/>
    <w:rsid w:val="001353DF"/>
  </w:style>
  <w:style w:type="paragraph" w:customStyle="1" w:styleId="874473AA4BC54170AE14942225311C5E">
    <w:name w:val="874473AA4BC54170AE14942225311C5E"/>
    <w:rsid w:val="001353DF"/>
  </w:style>
  <w:style w:type="paragraph" w:customStyle="1" w:styleId="82EF631946A4451D8F7FF91905F64AE0">
    <w:name w:val="82EF631946A4451D8F7FF91905F64AE0"/>
    <w:rsid w:val="001353DF"/>
  </w:style>
  <w:style w:type="paragraph" w:customStyle="1" w:styleId="C3F29BBCE77C4B8C9EF62CDD0E75F7B4">
    <w:name w:val="C3F29BBCE77C4B8C9EF62CDD0E75F7B4"/>
    <w:rsid w:val="001353DF"/>
  </w:style>
  <w:style w:type="paragraph" w:customStyle="1" w:styleId="5493BFAFEA3943DEB8BA3E206494B95F">
    <w:name w:val="5493BFAFEA3943DEB8BA3E206494B95F"/>
    <w:rsid w:val="001353DF"/>
  </w:style>
  <w:style w:type="paragraph" w:customStyle="1" w:styleId="4AAF6A796B85411CB6F3C456A66537C5">
    <w:name w:val="4AAF6A796B85411CB6F3C456A66537C5"/>
    <w:rsid w:val="001353DF"/>
  </w:style>
  <w:style w:type="paragraph" w:customStyle="1" w:styleId="B8E94CA4C2CD4C32BAAC3A7B73B35457">
    <w:name w:val="B8E94CA4C2CD4C32BAAC3A7B73B35457"/>
    <w:rsid w:val="001353DF"/>
  </w:style>
  <w:style w:type="paragraph" w:customStyle="1" w:styleId="C76B219C9C0F42CB8E2650A6F4A52862">
    <w:name w:val="C76B219C9C0F42CB8E2650A6F4A52862"/>
    <w:rsid w:val="001353DF"/>
  </w:style>
  <w:style w:type="paragraph" w:customStyle="1" w:styleId="8E2571F0760446B18E0EDACF01A8DD94">
    <w:name w:val="8E2571F0760446B18E0EDACF01A8DD94"/>
    <w:rsid w:val="001353DF"/>
  </w:style>
  <w:style w:type="paragraph" w:customStyle="1" w:styleId="6F68B8826C2D4F659EE3440D288F675E">
    <w:name w:val="6F68B8826C2D4F659EE3440D288F675E"/>
    <w:rsid w:val="001353DF"/>
  </w:style>
  <w:style w:type="paragraph" w:customStyle="1" w:styleId="9B1D7E505FF54496A608645A499D72A5">
    <w:name w:val="9B1D7E505FF54496A608645A499D72A5"/>
    <w:rsid w:val="001353DF"/>
  </w:style>
  <w:style w:type="paragraph" w:customStyle="1" w:styleId="173C0135F5D942E7A63286A5B1EB40EE">
    <w:name w:val="173C0135F5D942E7A63286A5B1EB40EE"/>
    <w:rsid w:val="001353DF"/>
  </w:style>
  <w:style w:type="paragraph" w:customStyle="1" w:styleId="A9ED943049774999B2391BEE87B4827D">
    <w:name w:val="A9ED943049774999B2391BEE87B4827D"/>
    <w:rsid w:val="001353DF"/>
  </w:style>
  <w:style w:type="paragraph" w:customStyle="1" w:styleId="A0C9E531BFA74FB49D873DDF446B92DD">
    <w:name w:val="A0C9E531BFA74FB49D873DDF446B92DD"/>
    <w:rsid w:val="001353DF"/>
  </w:style>
  <w:style w:type="paragraph" w:customStyle="1" w:styleId="8A612B0654104481BD2498F4D815D770">
    <w:name w:val="8A612B0654104481BD2498F4D815D770"/>
    <w:rsid w:val="001353DF"/>
  </w:style>
  <w:style w:type="paragraph" w:customStyle="1" w:styleId="0F5A7192B52A4A74A581349D0DE0E75D">
    <w:name w:val="0F5A7192B52A4A74A581349D0DE0E75D"/>
    <w:rsid w:val="001353DF"/>
  </w:style>
  <w:style w:type="paragraph" w:customStyle="1" w:styleId="DF478CAAE8AC461A8E0D8642167BB669">
    <w:name w:val="DF478CAAE8AC461A8E0D8642167BB669"/>
    <w:rsid w:val="001353DF"/>
  </w:style>
  <w:style w:type="paragraph" w:customStyle="1" w:styleId="696F7FF6AAEA494CB1192A980BD83E11">
    <w:name w:val="696F7FF6AAEA494CB1192A980BD83E11"/>
    <w:rsid w:val="001353DF"/>
  </w:style>
  <w:style w:type="paragraph" w:customStyle="1" w:styleId="EC343FE19C2645FF8DA5A9472834E9BE">
    <w:name w:val="EC343FE19C2645FF8DA5A9472834E9BE"/>
    <w:rsid w:val="001353DF"/>
  </w:style>
  <w:style w:type="paragraph" w:customStyle="1" w:styleId="F4BD95C5226D4584AEBFA9A382891E6E">
    <w:name w:val="F4BD95C5226D4584AEBFA9A382891E6E"/>
    <w:rsid w:val="001353DF"/>
  </w:style>
  <w:style w:type="paragraph" w:customStyle="1" w:styleId="A218A66B5C094FCCBB9E7BBC02F96A59">
    <w:name w:val="A218A66B5C094FCCBB9E7BBC02F96A59"/>
    <w:rsid w:val="001353DF"/>
  </w:style>
  <w:style w:type="paragraph" w:customStyle="1" w:styleId="0538FB06DB2045388CAF603148C42349">
    <w:name w:val="0538FB06DB2045388CAF603148C42349"/>
    <w:rsid w:val="001353DF"/>
  </w:style>
  <w:style w:type="paragraph" w:customStyle="1" w:styleId="DD8304B0523648A68C9AFA2A3CE5FE77">
    <w:name w:val="DD8304B0523648A68C9AFA2A3CE5FE77"/>
    <w:rsid w:val="001353DF"/>
  </w:style>
  <w:style w:type="paragraph" w:customStyle="1" w:styleId="BC89D2BC591F4FD1906BB8CA1F297AC4">
    <w:name w:val="BC89D2BC591F4FD1906BB8CA1F297AC4"/>
    <w:rsid w:val="001353DF"/>
  </w:style>
  <w:style w:type="paragraph" w:customStyle="1" w:styleId="3A3E03D55EEF45B89F0153102D724FFB">
    <w:name w:val="3A3E03D55EEF45B89F0153102D724FFB"/>
    <w:rsid w:val="001353DF"/>
  </w:style>
  <w:style w:type="paragraph" w:customStyle="1" w:styleId="3E77B7F0A571437CA56BF16E048EB98B">
    <w:name w:val="3E77B7F0A571437CA56BF16E048EB98B"/>
    <w:rsid w:val="00AE418B"/>
  </w:style>
  <w:style w:type="paragraph" w:customStyle="1" w:styleId="5BF0AA4E66544A79805DA60E2A4F0768">
    <w:name w:val="5BF0AA4E66544A79805DA60E2A4F0768"/>
    <w:rsid w:val="00AE418B"/>
  </w:style>
  <w:style w:type="paragraph" w:customStyle="1" w:styleId="5975796397354E26B5EC544A74C01664">
    <w:name w:val="5975796397354E26B5EC544A74C01664"/>
    <w:rsid w:val="00AE418B"/>
  </w:style>
  <w:style w:type="paragraph" w:customStyle="1" w:styleId="DB83CB4D5F9D4C849B68CC81774C146D">
    <w:name w:val="DB83CB4D5F9D4C849B68CC81774C146D"/>
    <w:rsid w:val="00AE418B"/>
  </w:style>
  <w:style w:type="paragraph" w:customStyle="1" w:styleId="FC70A3404DAC4C778F2141F563BAF66F">
    <w:name w:val="FC70A3404DAC4C778F2141F563BAF66F"/>
    <w:rsid w:val="00AE418B"/>
  </w:style>
  <w:style w:type="paragraph" w:customStyle="1" w:styleId="96C5A646D7A842DDB3E621746FBAAC63">
    <w:name w:val="96C5A646D7A842DDB3E621746FBAAC63"/>
    <w:rsid w:val="00AE418B"/>
  </w:style>
  <w:style w:type="paragraph" w:customStyle="1" w:styleId="1C90BA9360CD48A5A0517A1E4B10EA5B">
    <w:name w:val="1C90BA9360CD48A5A0517A1E4B10EA5B"/>
    <w:rsid w:val="00AE418B"/>
  </w:style>
  <w:style w:type="paragraph" w:customStyle="1" w:styleId="3FC7797A05F6450881BC29C3290592F6">
    <w:name w:val="3FC7797A05F6450881BC29C3290592F6"/>
    <w:rsid w:val="00AE418B"/>
  </w:style>
  <w:style w:type="paragraph" w:customStyle="1" w:styleId="45C057AEAE0A40CF8630C5D7CDCBA14D">
    <w:name w:val="45C057AEAE0A40CF8630C5D7CDCBA14D"/>
    <w:rsid w:val="00AE418B"/>
  </w:style>
  <w:style w:type="paragraph" w:customStyle="1" w:styleId="1B5FA5D3A65E40AD925FBAC1E02B982B">
    <w:name w:val="1B5FA5D3A65E40AD925FBAC1E02B982B"/>
    <w:rsid w:val="00AE418B"/>
  </w:style>
  <w:style w:type="paragraph" w:customStyle="1" w:styleId="F6F690CF524A46AD8A7BA26D674EED48">
    <w:name w:val="F6F690CF524A46AD8A7BA26D674EED48"/>
    <w:rsid w:val="00AE418B"/>
  </w:style>
  <w:style w:type="paragraph" w:customStyle="1" w:styleId="F166F22C699149479BB96CAEB3AEAC25">
    <w:name w:val="F166F22C699149479BB96CAEB3AEAC25"/>
    <w:rsid w:val="00AE418B"/>
  </w:style>
  <w:style w:type="paragraph" w:customStyle="1" w:styleId="B194404358EA4B34A02166B707F47EC2">
    <w:name w:val="B194404358EA4B34A02166B707F47EC2"/>
    <w:rsid w:val="00AE418B"/>
  </w:style>
  <w:style w:type="paragraph" w:customStyle="1" w:styleId="6D6E99D13ABB4F35B414CEF8709562DF">
    <w:name w:val="6D6E99D13ABB4F35B414CEF8709562DF"/>
    <w:rsid w:val="00AE418B"/>
  </w:style>
  <w:style w:type="paragraph" w:customStyle="1" w:styleId="04CD2C12BBAE40A3AAC5171DDC1D0E99">
    <w:name w:val="04CD2C12BBAE40A3AAC5171DDC1D0E99"/>
    <w:rsid w:val="00AE418B"/>
  </w:style>
  <w:style w:type="paragraph" w:customStyle="1" w:styleId="92930530EED44A009E0C5223C50CAFCD">
    <w:name w:val="92930530EED44A009E0C5223C50CAFCD"/>
    <w:rsid w:val="00AE418B"/>
  </w:style>
  <w:style w:type="paragraph" w:customStyle="1" w:styleId="95EFCA1DE6764F8980B0486322D10777">
    <w:name w:val="95EFCA1DE6764F8980B0486322D10777"/>
    <w:rsid w:val="00AE418B"/>
  </w:style>
  <w:style w:type="paragraph" w:customStyle="1" w:styleId="E0FF0EE7FBA042B39EAE75A21ED28913">
    <w:name w:val="E0FF0EE7FBA042B39EAE75A21ED28913"/>
    <w:rsid w:val="005F270C"/>
  </w:style>
  <w:style w:type="paragraph" w:customStyle="1" w:styleId="B9758254B26045E19F1E9078585D3B43">
    <w:name w:val="B9758254B26045E19F1E9078585D3B43"/>
    <w:rsid w:val="005F270C"/>
  </w:style>
  <w:style w:type="paragraph" w:customStyle="1" w:styleId="FF6FD05B133A4882AFA953857048BD3A">
    <w:name w:val="FF6FD05B133A4882AFA953857048BD3A"/>
    <w:rsid w:val="005F270C"/>
  </w:style>
  <w:style w:type="paragraph" w:customStyle="1" w:styleId="9382D36158574A1D921079C6FD6AF89E">
    <w:name w:val="9382D36158574A1D921079C6FD6AF89E"/>
    <w:rsid w:val="005F270C"/>
  </w:style>
  <w:style w:type="paragraph" w:customStyle="1" w:styleId="AFC1262D596347E28B37DA8704187FE3">
    <w:name w:val="AFC1262D596347E28B37DA8704187FE3"/>
    <w:rsid w:val="005F270C"/>
  </w:style>
  <w:style w:type="paragraph" w:customStyle="1" w:styleId="54B295644FCF47B19FC78D1D5287DF55">
    <w:name w:val="54B295644FCF47B19FC78D1D5287DF55"/>
    <w:rsid w:val="005F270C"/>
  </w:style>
  <w:style w:type="paragraph" w:customStyle="1" w:styleId="3423F15DEB194015ACB83335C2575E13">
    <w:name w:val="3423F15DEB194015ACB83335C2575E13"/>
    <w:rsid w:val="005F270C"/>
  </w:style>
  <w:style w:type="paragraph" w:customStyle="1" w:styleId="631E674C23BC4F8F90F7F8BA093D06B4">
    <w:name w:val="631E674C23BC4F8F90F7F8BA093D06B4"/>
    <w:rsid w:val="005F270C"/>
  </w:style>
  <w:style w:type="paragraph" w:customStyle="1" w:styleId="2127CEB6B9AE4846B83F6AD0AC87AEE1">
    <w:name w:val="2127CEB6B9AE4846B83F6AD0AC87AEE1"/>
    <w:rsid w:val="005F270C"/>
  </w:style>
  <w:style w:type="paragraph" w:customStyle="1" w:styleId="9201BB25607F404A9F6FB3BC8D644F24">
    <w:name w:val="9201BB25607F404A9F6FB3BC8D644F24"/>
    <w:rsid w:val="005F270C"/>
  </w:style>
  <w:style w:type="paragraph" w:customStyle="1" w:styleId="98ED865E515142B49F30DBDFE57786F9">
    <w:name w:val="98ED865E515142B49F30DBDFE57786F9"/>
    <w:rsid w:val="005F270C"/>
  </w:style>
  <w:style w:type="paragraph" w:customStyle="1" w:styleId="815579A23E464A69B8C6630D9392F992">
    <w:name w:val="815579A23E464A69B8C6630D9392F992"/>
    <w:rsid w:val="005F270C"/>
  </w:style>
  <w:style w:type="paragraph" w:customStyle="1" w:styleId="6965F46A87974100B3E8C8F17127DD73">
    <w:name w:val="6965F46A87974100B3E8C8F17127DD73"/>
    <w:rsid w:val="005F270C"/>
  </w:style>
  <w:style w:type="paragraph" w:customStyle="1" w:styleId="392F86F37DDE4C9BB5177030D2840E4A">
    <w:name w:val="392F86F37DDE4C9BB5177030D2840E4A"/>
    <w:rsid w:val="005F270C"/>
  </w:style>
  <w:style w:type="paragraph" w:customStyle="1" w:styleId="B63100EAC7E64DBB96C83CA451DF4898">
    <w:name w:val="B63100EAC7E64DBB96C83CA451DF4898"/>
    <w:rsid w:val="005F270C"/>
  </w:style>
  <w:style w:type="paragraph" w:customStyle="1" w:styleId="B82B51FBF7914C7F99238C999E4A7CDE">
    <w:name w:val="B82B51FBF7914C7F99238C999E4A7CDE"/>
    <w:rsid w:val="005F270C"/>
  </w:style>
  <w:style w:type="paragraph" w:customStyle="1" w:styleId="5D712AC1048546B292688F6308F3DE1B">
    <w:name w:val="5D712AC1048546B292688F6308F3DE1B"/>
    <w:rsid w:val="005F270C"/>
  </w:style>
  <w:style w:type="paragraph" w:customStyle="1" w:styleId="61F7B286E1AA4B7996FB46FACA67BE4D">
    <w:name w:val="61F7B286E1AA4B7996FB46FACA67BE4D"/>
    <w:rsid w:val="005F270C"/>
  </w:style>
  <w:style w:type="paragraph" w:customStyle="1" w:styleId="D05AA07FE03D4AE38BAC73BD191D7DA4">
    <w:name w:val="D05AA07FE03D4AE38BAC73BD191D7DA4"/>
    <w:rsid w:val="005F270C"/>
  </w:style>
  <w:style w:type="paragraph" w:customStyle="1" w:styleId="67B2B2C15D374DC69E050E30AB43337F">
    <w:name w:val="67B2B2C15D374DC69E050E30AB43337F"/>
    <w:rsid w:val="00102D67"/>
  </w:style>
  <w:style w:type="paragraph" w:customStyle="1" w:styleId="B87003D00F7247678E1DB7983C20783B">
    <w:name w:val="B87003D00F7247678E1DB7983C20783B"/>
    <w:rsid w:val="00102D67"/>
  </w:style>
  <w:style w:type="paragraph" w:customStyle="1" w:styleId="B8E00644A9BC476AB4CCA57665C20BB4">
    <w:name w:val="B8E00644A9BC476AB4CCA57665C20BB4"/>
    <w:rsid w:val="00102D67"/>
  </w:style>
  <w:style w:type="paragraph" w:customStyle="1" w:styleId="95A33D895515470FB60C1B7AD9E95A16">
    <w:name w:val="95A33D895515470FB60C1B7AD9E95A16"/>
    <w:rsid w:val="00102D67"/>
  </w:style>
  <w:style w:type="paragraph" w:customStyle="1" w:styleId="DD0FFCBDB92E48E6BA0B0AAD05A461B9">
    <w:name w:val="DD0FFCBDB92E48E6BA0B0AAD05A461B9"/>
    <w:rsid w:val="00102D67"/>
  </w:style>
  <w:style w:type="paragraph" w:customStyle="1" w:styleId="FF545BA561114FBB90D44F20C9921DAD">
    <w:name w:val="FF545BA561114FBB90D44F20C9921DAD"/>
    <w:rsid w:val="00102D67"/>
  </w:style>
  <w:style w:type="paragraph" w:customStyle="1" w:styleId="7C3A8B7FD895487C97B2F8122A2BC63E">
    <w:name w:val="7C3A8B7FD895487C97B2F8122A2BC63E"/>
    <w:rsid w:val="00102D67"/>
  </w:style>
  <w:style w:type="paragraph" w:customStyle="1" w:styleId="6738B00AFD5A419090E4967265E16979">
    <w:name w:val="6738B00AFD5A419090E4967265E16979"/>
    <w:rsid w:val="00102D67"/>
  </w:style>
  <w:style w:type="paragraph" w:customStyle="1" w:styleId="4C23F8291A514A6BAAAE2D637EC8D566">
    <w:name w:val="4C23F8291A514A6BAAAE2D637EC8D566"/>
    <w:rsid w:val="00102D67"/>
  </w:style>
  <w:style w:type="paragraph" w:customStyle="1" w:styleId="D4E1D243812143F2B3EB385D353DDC93">
    <w:name w:val="D4E1D243812143F2B3EB385D353DDC93"/>
    <w:rsid w:val="00102D67"/>
  </w:style>
  <w:style w:type="paragraph" w:customStyle="1" w:styleId="CA2FB6DF94E54D0BA685D333DF2556BF">
    <w:name w:val="CA2FB6DF94E54D0BA685D333DF2556BF"/>
    <w:rsid w:val="00102D67"/>
  </w:style>
  <w:style w:type="paragraph" w:customStyle="1" w:styleId="22498AA02B8E4E3889522159429470CD">
    <w:name w:val="22498AA02B8E4E3889522159429470CD"/>
    <w:rsid w:val="00102D67"/>
  </w:style>
  <w:style w:type="paragraph" w:customStyle="1" w:styleId="C566ED136CEF4A558EEA31185B0E90F8">
    <w:name w:val="C566ED136CEF4A558EEA31185B0E90F8"/>
    <w:rsid w:val="00102D67"/>
  </w:style>
  <w:style w:type="paragraph" w:customStyle="1" w:styleId="2AE2C12119D34A76BDB72F3F131B43AF">
    <w:name w:val="2AE2C12119D34A76BDB72F3F131B43AF"/>
    <w:rsid w:val="00102D67"/>
  </w:style>
  <w:style w:type="paragraph" w:customStyle="1" w:styleId="0C9164A8079E4472B4E98AC2AE7B2249">
    <w:name w:val="0C9164A8079E4472B4E98AC2AE7B2249"/>
    <w:rsid w:val="00102D67"/>
  </w:style>
  <w:style w:type="paragraph" w:customStyle="1" w:styleId="97160F2D80F8484A8C5F9525D194E138">
    <w:name w:val="97160F2D80F8484A8C5F9525D194E138"/>
    <w:rsid w:val="00B42083"/>
  </w:style>
  <w:style w:type="paragraph" w:customStyle="1" w:styleId="A5FEA73D4DF241E9AA0CBD2CF9D76C01">
    <w:name w:val="A5FEA73D4DF241E9AA0CBD2CF9D76C01"/>
    <w:rsid w:val="00B42083"/>
  </w:style>
  <w:style w:type="paragraph" w:customStyle="1" w:styleId="D7D96DB4343741E8A6923C63C9D1A79D">
    <w:name w:val="D7D96DB4343741E8A6923C63C9D1A79D"/>
    <w:rsid w:val="00B42083"/>
  </w:style>
  <w:style w:type="paragraph" w:customStyle="1" w:styleId="DEE70E99B1584DECAF19EA19AC6B2929">
    <w:name w:val="DEE70E99B1584DECAF19EA19AC6B2929"/>
    <w:rsid w:val="00B42083"/>
  </w:style>
  <w:style w:type="paragraph" w:customStyle="1" w:styleId="E8A9535C6C9E4C12A8A0E2DB6B751E91">
    <w:name w:val="E8A9535C6C9E4C12A8A0E2DB6B751E91"/>
    <w:rsid w:val="00B42083"/>
  </w:style>
  <w:style w:type="paragraph" w:customStyle="1" w:styleId="75E08404B4104B42A873A01F4106C8B5">
    <w:name w:val="75E08404B4104B42A873A01F4106C8B5"/>
    <w:rsid w:val="00B42083"/>
  </w:style>
  <w:style w:type="paragraph" w:customStyle="1" w:styleId="28B99A3259504FB397561152285DE583">
    <w:name w:val="28B99A3259504FB397561152285DE583"/>
    <w:rsid w:val="00B42083"/>
  </w:style>
  <w:style w:type="paragraph" w:customStyle="1" w:styleId="E6CA6A3D8A6345C3956E6B5D0368D76A">
    <w:name w:val="E6CA6A3D8A6345C3956E6B5D0368D76A"/>
    <w:rsid w:val="00B42083"/>
  </w:style>
  <w:style w:type="paragraph" w:customStyle="1" w:styleId="C267C38DC73D4BFD92EB92BA631CBB7A">
    <w:name w:val="C267C38DC73D4BFD92EB92BA631CBB7A"/>
    <w:rsid w:val="00B42083"/>
  </w:style>
  <w:style w:type="paragraph" w:customStyle="1" w:styleId="639616361FB44B19B337A6A630533089">
    <w:name w:val="639616361FB44B19B337A6A630533089"/>
    <w:rsid w:val="00B42083"/>
  </w:style>
  <w:style w:type="paragraph" w:customStyle="1" w:styleId="1BA93A955F104F8AA9C9B3BC8BE6866E">
    <w:name w:val="1BA93A955F104F8AA9C9B3BC8BE6866E"/>
    <w:rsid w:val="00B42083"/>
  </w:style>
  <w:style w:type="paragraph" w:customStyle="1" w:styleId="B142413C6BB54D8BBFB2A87EC5E7D483">
    <w:name w:val="B142413C6BB54D8BBFB2A87EC5E7D483"/>
    <w:rsid w:val="00B42083"/>
  </w:style>
  <w:style w:type="paragraph" w:customStyle="1" w:styleId="CD9DB29847C94D2C8362CCE588B226F7">
    <w:name w:val="CD9DB29847C94D2C8362CCE588B226F7"/>
    <w:rsid w:val="00B42083"/>
  </w:style>
  <w:style w:type="paragraph" w:customStyle="1" w:styleId="02D8E540F75D4832802920099D8C1971">
    <w:name w:val="02D8E540F75D4832802920099D8C1971"/>
    <w:rsid w:val="00B42083"/>
  </w:style>
  <w:style w:type="paragraph" w:customStyle="1" w:styleId="E672BC8BBD774AADAFDA1FEF23E315E8">
    <w:name w:val="E672BC8BBD774AADAFDA1FEF23E315E8"/>
    <w:rsid w:val="00B42083"/>
  </w:style>
  <w:style w:type="paragraph" w:customStyle="1" w:styleId="CC540D4901B94DEBAC74569FA027BC8C">
    <w:name w:val="CC540D4901B94DEBAC74569FA027BC8C"/>
    <w:rsid w:val="00B42083"/>
  </w:style>
  <w:style w:type="paragraph" w:customStyle="1" w:styleId="8BA24C86E2644330B79A141E52D0E27F">
    <w:name w:val="8BA24C86E2644330B79A141E52D0E27F"/>
    <w:rsid w:val="00B420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C0B07-1C55-4FBE-84CB-1071CC8A6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CDM_Methodology.dotm</Template>
  <TotalTime>0</TotalTime>
  <Pages>27</Pages>
  <Words>13570</Words>
  <Characters>77351</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90740</CharactersWithSpaces>
  <SharedDoc>false</SharedDoc>
  <HLinks>
    <vt:vector size="12" baseType="variant">
      <vt:variant>
        <vt:i4>1048637</vt:i4>
      </vt:variant>
      <vt:variant>
        <vt:i4>8</vt:i4>
      </vt:variant>
      <vt:variant>
        <vt:i4>0</vt:i4>
      </vt:variant>
      <vt:variant>
        <vt:i4>5</vt:i4>
      </vt:variant>
      <vt:variant>
        <vt:lpwstr/>
      </vt:variant>
      <vt:variant>
        <vt:lpwstr>_Toc328404657</vt:lpwstr>
      </vt:variant>
      <vt:variant>
        <vt:i4>1048637</vt:i4>
      </vt:variant>
      <vt:variant>
        <vt:i4>2</vt:i4>
      </vt:variant>
      <vt:variant>
        <vt:i4>0</vt:i4>
      </vt:variant>
      <vt:variant>
        <vt:i4>5</vt:i4>
      </vt:variant>
      <vt:variant>
        <vt:lpwstr/>
      </vt:variant>
      <vt:variant>
        <vt:lpwstr>_Toc328404656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2013-06-04T07:38:00Z</dcterms:created>
  <dcterms:modified xsi:type="dcterms:W3CDTF">2013-06-04T07:38:00Z</dcterms:modified>
</cp:coreProperties>
</file>