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44" w:type="pct"/>
        <w:tblInd w:w="-8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E0E0E0"/>
        <w:tblCellMar>
          <w:left w:w="56" w:type="dxa"/>
          <w:right w:w="56" w:type="dxa"/>
        </w:tblCellMar>
        <w:tblLook w:val="0000" w:firstRow="0" w:lastRow="0" w:firstColumn="0" w:lastColumn="0" w:noHBand="0" w:noVBand="0"/>
      </w:tblPr>
      <w:tblGrid>
        <w:gridCol w:w="86"/>
        <w:gridCol w:w="9689"/>
        <w:gridCol w:w="62"/>
      </w:tblGrid>
      <w:tr w:rsidR="00E57F3D" w:rsidRPr="0078600F" w:rsidTr="002309E6">
        <w:trPr>
          <w:gridBefore w:val="1"/>
          <w:gridAfter w:val="1"/>
          <w:wBefore w:w="44" w:type="pct"/>
          <w:wAfter w:w="32" w:type="pct"/>
          <w:trHeight w:val="1361"/>
        </w:trPr>
        <w:tc>
          <w:tcPr>
            <w:tcW w:w="4925" w:type="pct"/>
          </w:tcPr>
          <w:p w:rsidR="00E57F3D" w:rsidRPr="0078600F" w:rsidRDefault="009D031C" w:rsidP="005F4DE6">
            <w:pPr>
              <w:spacing w:beforeLines="120" w:before="288"/>
              <w:ind w:left="1077"/>
              <w:jc w:val="center"/>
              <w:rPr>
                <w:rFonts w:cs="Arial"/>
                <w:b/>
              </w:rPr>
            </w:pPr>
            <w:bookmarkStart w:id="0" w:name="_Toc47755540"/>
            <w:r>
              <w:rPr>
                <w:noProof/>
                <w:lang w:val="en-US" w:eastAsia="en-US"/>
              </w:rPr>
              <w:drawing>
                <wp:anchor distT="0" distB="0" distL="114300" distR="114300" simplePos="0" relativeHeight="251657728" behindDoc="1" locked="0" layoutInCell="1" allowOverlap="0" wp14:anchorId="443F96D2" wp14:editId="5689D898">
                  <wp:simplePos x="0" y="0"/>
                  <wp:positionH relativeFrom="column">
                    <wp:posOffset>69215</wp:posOffset>
                  </wp:positionH>
                  <wp:positionV relativeFrom="paragraph">
                    <wp:posOffset>90805</wp:posOffset>
                  </wp:positionV>
                  <wp:extent cx="571500" cy="45720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57F3D" w:rsidRPr="0078600F">
              <w:rPr>
                <w:rFonts w:cs="Arial"/>
                <w:b/>
                <w:lang w:val="en-US"/>
              </w:rPr>
              <w:t>P</w:t>
            </w:r>
            <w:r w:rsidR="007D7B10" w:rsidRPr="0078600F">
              <w:rPr>
                <w:rFonts w:cs="Arial"/>
                <w:b/>
                <w:lang w:val="en-US"/>
              </w:rPr>
              <w:t>roject design document form for</w:t>
            </w:r>
            <w:r w:rsidR="00E57F3D" w:rsidRPr="0078600F">
              <w:rPr>
                <w:rFonts w:cs="Arial"/>
                <w:b/>
                <w:lang w:val="en-US"/>
              </w:rPr>
              <w:br/>
            </w:r>
            <w:r w:rsidR="00F40D7B">
              <w:rPr>
                <w:rFonts w:cs="Arial"/>
                <w:b/>
                <w:lang w:val="en-US"/>
              </w:rPr>
              <w:t xml:space="preserve">small-scale </w:t>
            </w:r>
            <w:r w:rsidR="00F53A82" w:rsidRPr="0078600F">
              <w:rPr>
                <w:rFonts w:cs="Arial"/>
                <w:b/>
                <w:lang w:val="en-US"/>
              </w:rPr>
              <w:t xml:space="preserve">afforestation and reforestation </w:t>
            </w:r>
            <w:r w:rsidR="00E57F3D" w:rsidRPr="0078600F">
              <w:rPr>
                <w:rFonts w:cs="Arial"/>
                <w:b/>
                <w:lang w:val="en-US"/>
              </w:rPr>
              <w:t>CDM project activities</w:t>
            </w:r>
          </w:p>
          <w:p w:rsidR="00E57F3D" w:rsidRPr="0078600F" w:rsidRDefault="00E57F3D" w:rsidP="00C2517A">
            <w:pPr>
              <w:spacing w:before="120" w:after="120"/>
              <w:ind w:left="1077"/>
              <w:jc w:val="center"/>
              <w:rPr>
                <w:rFonts w:cs="Arial"/>
                <w:b/>
              </w:rPr>
            </w:pPr>
            <w:r w:rsidRPr="0078600F">
              <w:rPr>
                <w:rFonts w:cs="Arial"/>
                <w:b/>
              </w:rPr>
              <w:t>(</w:t>
            </w:r>
            <w:r w:rsidR="00B16033" w:rsidRPr="00143E8E">
              <w:rPr>
                <w:rFonts w:cs="Arial"/>
                <w:b/>
              </w:rPr>
              <w:t>Version 05.0)</w:t>
            </w:r>
          </w:p>
        </w:tc>
      </w:tr>
      <w:tr w:rsidR="00E57F3D" w:rsidRPr="0078600F" w:rsidTr="002309E6">
        <w:tblPrEx>
          <w:tblCellMar>
            <w:left w:w="28" w:type="dxa"/>
            <w:right w:w="28" w:type="dxa"/>
          </w:tblCellMar>
        </w:tblPrEx>
        <w:trPr>
          <w:trHeight w:val="348"/>
        </w:trPr>
        <w:tc>
          <w:tcPr>
            <w:tcW w:w="5000" w:type="pct"/>
            <w:gridSpan w:val="3"/>
            <w:tcBorders>
              <w:bottom w:val="single" w:sz="4" w:space="0" w:color="auto"/>
            </w:tcBorders>
            <w:shd w:val="clear" w:color="auto" w:fill="auto"/>
            <w:vAlign w:val="center"/>
          </w:tcPr>
          <w:p w:rsidR="00E57F3D" w:rsidRPr="0078600F" w:rsidRDefault="00E57F3D" w:rsidP="00E57F3D">
            <w:pPr>
              <w:tabs>
                <w:tab w:val="left" w:pos="510"/>
              </w:tabs>
              <w:spacing w:before="60" w:after="60"/>
              <w:ind w:left="57"/>
              <w:rPr>
                <w:rFonts w:cs="Arial"/>
                <w:i/>
                <w:sz w:val="20"/>
                <w:szCs w:val="18"/>
              </w:rPr>
            </w:pPr>
            <w:r w:rsidRPr="0078600F">
              <w:rPr>
                <w:rFonts w:cs="Arial"/>
                <w:i/>
                <w:sz w:val="20"/>
                <w:szCs w:val="18"/>
              </w:rPr>
              <w:t xml:space="preserve">Complete this form in accordance with the Attachment “Instructions for filling out the project design document form for </w:t>
            </w:r>
            <w:r w:rsidR="00C2517A" w:rsidRPr="0078600F">
              <w:rPr>
                <w:rFonts w:cs="Arial"/>
                <w:i/>
                <w:sz w:val="20"/>
                <w:szCs w:val="18"/>
              </w:rPr>
              <w:t>small-</w:t>
            </w:r>
            <w:bookmarkStart w:id="1" w:name="_GoBack"/>
            <w:bookmarkEnd w:id="1"/>
            <w:r w:rsidR="00C2517A" w:rsidRPr="0078600F">
              <w:rPr>
                <w:rFonts w:cs="Arial"/>
                <w:i/>
                <w:sz w:val="20"/>
                <w:szCs w:val="18"/>
              </w:rPr>
              <w:t xml:space="preserve">scale </w:t>
            </w:r>
            <w:r w:rsidR="00F53A82" w:rsidRPr="0078600F">
              <w:rPr>
                <w:rFonts w:cs="Arial"/>
                <w:i/>
                <w:sz w:val="20"/>
                <w:szCs w:val="18"/>
              </w:rPr>
              <w:t xml:space="preserve">afforestation and reforestation </w:t>
            </w:r>
            <w:r w:rsidRPr="0078600F">
              <w:rPr>
                <w:rFonts w:cs="Arial"/>
                <w:i/>
                <w:sz w:val="20"/>
                <w:szCs w:val="18"/>
              </w:rPr>
              <w:t>CDM project activities” at the end of this form.</w:t>
            </w:r>
          </w:p>
        </w:tc>
      </w:tr>
      <w:tr w:rsidR="00E57F3D" w:rsidRPr="0078600F" w:rsidTr="002309E6">
        <w:tblPrEx>
          <w:tblCellMar>
            <w:left w:w="28" w:type="dxa"/>
            <w:right w:w="28" w:type="dxa"/>
          </w:tblCellMar>
        </w:tblPrEx>
        <w:trPr>
          <w:trHeight w:val="454"/>
        </w:trPr>
        <w:tc>
          <w:tcPr>
            <w:tcW w:w="5000" w:type="pct"/>
            <w:gridSpan w:val="3"/>
            <w:tcBorders>
              <w:top w:val="single" w:sz="4" w:space="0" w:color="auto"/>
              <w:bottom w:val="single" w:sz="4" w:space="0" w:color="auto"/>
            </w:tcBorders>
            <w:shd w:val="clear" w:color="auto" w:fill="CCCCCC"/>
          </w:tcPr>
          <w:p w:rsidR="00E57F3D" w:rsidRPr="0078600F" w:rsidRDefault="00E57F3D" w:rsidP="005F4DE6">
            <w:pPr>
              <w:keepNext/>
              <w:spacing w:before="120" w:after="120"/>
              <w:jc w:val="center"/>
              <w:rPr>
                <w:rFonts w:cs="Arial"/>
                <w:b/>
                <w:bCs/>
                <w:smallCaps/>
                <w:sz w:val="20"/>
              </w:rPr>
            </w:pPr>
            <w:r w:rsidRPr="0078600F">
              <w:rPr>
                <w:rFonts w:cs="Arial"/>
                <w:b/>
                <w:bCs/>
                <w:smallCaps/>
                <w:sz w:val="20"/>
              </w:rPr>
              <w:t>PROJECT DESIGN DOCUMENT (PDD)</w:t>
            </w:r>
          </w:p>
        </w:tc>
      </w:tr>
      <w:tr w:rsidR="00E57F3D" w:rsidRPr="0078600F" w:rsidTr="002309E6">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E57F3D" w:rsidRPr="0078600F" w:rsidRDefault="00E57F3D" w:rsidP="00D75CDC">
            <w:pPr>
              <w:spacing w:before="120" w:after="120"/>
              <w:ind w:left="57"/>
              <w:jc w:val="left"/>
              <w:rPr>
                <w:rFonts w:cs="Arial"/>
                <w:b/>
                <w:szCs w:val="22"/>
              </w:rPr>
            </w:pPr>
            <w:r w:rsidRPr="0078600F">
              <w:rPr>
                <w:rFonts w:cs="Arial"/>
                <w:b/>
                <w:szCs w:val="22"/>
              </w:rPr>
              <w:t>Title of the project activity</w:t>
            </w:r>
          </w:p>
        </w:tc>
        <w:tc>
          <w:tcPr>
            <w:tcW w:w="32" w:type="pct"/>
            <w:tcBorders>
              <w:bottom w:val="single" w:sz="4" w:space="0" w:color="auto"/>
            </w:tcBorders>
            <w:vAlign w:val="center"/>
          </w:tcPr>
          <w:p w:rsidR="00E57F3D" w:rsidRPr="0078600F" w:rsidRDefault="00E57F3D" w:rsidP="005F4DE6">
            <w:pPr>
              <w:spacing w:before="120"/>
              <w:ind w:left="57"/>
              <w:rPr>
                <w:rFonts w:cs="Arial"/>
                <w:sz w:val="20"/>
                <w:szCs w:val="18"/>
              </w:rPr>
            </w:pPr>
          </w:p>
        </w:tc>
      </w:tr>
      <w:tr w:rsidR="00E57F3D" w:rsidRPr="0078600F" w:rsidTr="002309E6">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E57F3D" w:rsidRPr="0078600F" w:rsidRDefault="00E57F3D" w:rsidP="00D75CDC">
            <w:pPr>
              <w:spacing w:before="120" w:after="120"/>
              <w:ind w:left="57"/>
              <w:jc w:val="left"/>
              <w:rPr>
                <w:rFonts w:cs="Arial"/>
                <w:b/>
                <w:szCs w:val="22"/>
              </w:rPr>
            </w:pPr>
            <w:r w:rsidRPr="0078600F">
              <w:rPr>
                <w:rFonts w:cs="Arial"/>
                <w:b/>
                <w:szCs w:val="22"/>
              </w:rPr>
              <w:t xml:space="preserve">Version number of the </w:t>
            </w:r>
            <w:r w:rsidRPr="0078600F">
              <w:rPr>
                <w:rFonts w:cs="Arial" w:hint="eastAsia"/>
                <w:b/>
                <w:szCs w:val="22"/>
              </w:rPr>
              <w:t>PDD</w:t>
            </w:r>
          </w:p>
        </w:tc>
        <w:tc>
          <w:tcPr>
            <w:tcW w:w="32" w:type="pct"/>
            <w:vAlign w:val="center"/>
          </w:tcPr>
          <w:p w:rsidR="00E57F3D" w:rsidRPr="0078600F" w:rsidRDefault="00E57F3D" w:rsidP="005F4DE6">
            <w:pPr>
              <w:spacing w:before="120"/>
              <w:ind w:left="57"/>
              <w:rPr>
                <w:rFonts w:cs="Arial"/>
                <w:sz w:val="20"/>
                <w:szCs w:val="18"/>
              </w:rPr>
            </w:pPr>
          </w:p>
        </w:tc>
      </w:tr>
      <w:tr w:rsidR="00E57F3D" w:rsidRPr="0078600F" w:rsidTr="002309E6">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E57F3D" w:rsidRPr="0078600F" w:rsidRDefault="00E57F3D" w:rsidP="00D75CDC">
            <w:pPr>
              <w:spacing w:before="120" w:after="120"/>
              <w:ind w:left="57"/>
              <w:jc w:val="left"/>
              <w:rPr>
                <w:rFonts w:cs="Arial"/>
                <w:b/>
                <w:szCs w:val="22"/>
              </w:rPr>
            </w:pPr>
            <w:r w:rsidRPr="0078600F">
              <w:rPr>
                <w:rFonts w:cs="Arial"/>
                <w:b/>
                <w:szCs w:val="22"/>
              </w:rPr>
              <w:t xml:space="preserve">Completion date of the </w:t>
            </w:r>
            <w:r w:rsidRPr="0078600F">
              <w:rPr>
                <w:rFonts w:cs="Arial" w:hint="eastAsia"/>
                <w:b/>
                <w:szCs w:val="22"/>
              </w:rPr>
              <w:t>PDD</w:t>
            </w:r>
          </w:p>
        </w:tc>
        <w:tc>
          <w:tcPr>
            <w:tcW w:w="32" w:type="pct"/>
            <w:tcBorders>
              <w:top w:val="single" w:sz="4" w:space="0" w:color="auto"/>
            </w:tcBorders>
            <w:vAlign w:val="center"/>
          </w:tcPr>
          <w:p w:rsidR="00E57F3D" w:rsidRPr="0078600F" w:rsidRDefault="00E57F3D" w:rsidP="005F4DE6">
            <w:pPr>
              <w:spacing w:before="120"/>
              <w:ind w:left="57"/>
              <w:rPr>
                <w:rFonts w:cs="Arial"/>
                <w:sz w:val="20"/>
                <w:szCs w:val="18"/>
              </w:rPr>
            </w:pPr>
          </w:p>
        </w:tc>
      </w:tr>
      <w:tr w:rsidR="00E57F3D" w:rsidRPr="0078600F" w:rsidTr="002309E6">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E57F3D" w:rsidRPr="0078600F" w:rsidRDefault="00E57F3D" w:rsidP="00D75CDC">
            <w:pPr>
              <w:spacing w:before="120" w:after="120"/>
              <w:ind w:left="57"/>
              <w:jc w:val="left"/>
              <w:rPr>
                <w:rFonts w:cs="Arial"/>
                <w:b/>
                <w:szCs w:val="22"/>
              </w:rPr>
            </w:pPr>
            <w:r w:rsidRPr="0078600F">
              <w:rPr>
                <w:rFonts w:cs="Arial"/>
                <w:b/>
                <w:szCs w:val="22"/>
              </w:rPr>
              <w:t>Project participant(s)</w:t>
            </w:r>
          </w:p>
        </w:tc>
        <w:tc>
          <w:tcPr>
            <w:tcW w:w="32" w:type="pct"/>
            <w:tcBorders>
              <w:top w:val="single" w:sz="4" w:space="0" w:color="auto"/>
            </w:tcBorders>
            <w:vAlign w:val="center"/>
          </w:tcPr>
          <w:p w:rsidR="00E57F3D" w:rsidRPr="0078600F" w:rsidRDefault="00E57F3D" w:rsidP="005F4DE6">
            <w:pPr>
              <w:spacing w:before="120"/>
              <w:ind w:left="57"/>
              <w:rPr>
                <w:rFonts w:cs="Arial"/>
                <w:sz w:val="20"/>
                <w:szCs w:val="18"/>
              </w:rPr>
            </w:pPr>
          </w:p>
        </w:tc>
      </w:tr>
      <w:tr w:rsidR="00E57F3D" w:rsidRPr="0078600F" w:rsidTr="002309E6">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E57F3D" w:rsidRPr="0078600F" w:rsidRDefault="00E57F3D" w:rsidP="00D75CDC">
            <w:pPr>
              <w:spacing w:before="120" w:after="120"/>
              <w:ind w:left="57"/>
              <w:jc w:val="left"/>
              <w:rPr>
                <w:rFonts w:cs="Arial"/>
                <w:b/>
                <w:szCs w:val="22"/>
              </w:rPr>
            </w:pPr>
            <w:r w:rsidRPr="0078600F">
              <w:rPr>
                <w:rFonts w:cs="Arial"/>
                <w:b/>
                <w:szCs w:val="22"/>
              </w:rPr>
              <w:t>Host Party</w:t>
            </w:r>
          </w:p>
        </w:tc>
        <w:tc>
          <w:tcPr>
            <w:tcW w:w="32" w:type="pct"/>
            <w:tcBorders>
              <w:top w:val="single" w:sz="4" w:space="0" w:color="auto"/>
            </w:tcBorders>
            <w:vAlign w:val="center"/>
          </w:tcPr>
          <w:p w:rsidR="00E57F3D" w:rsidRPr="0078600F" w:rsidRDefault="00E57F3D" w:rsidP="005F4DE6">
            <w:pPr>
              <w:spacing w:before="120"/>
              <w:ind w:left="57"/>
              <w:rPr>
                <w:rFonts w:cs="Arial"/>
                <w:sz w:val="20"/>
                <w:szCs w:val="18"/>
              </w:rPr>
            </w:pPr>
          </w:p>
        </w:tc>
      </w:tr>
      <w:tr w:rsidR="00E57F3D" w:rsidRPr="0078600F" w:rsidTr="002309E6">
        <w:tblPrEx>
          <w:tblCellMar>
            <w:left w:w="28" w:type="dxa"/>
            <w:right w:w="28" w:type="dxa"/>
          </w:tblCellMar>
        </w:tblPrEx>
        <w:trPr>
          <w:trHeight w:val="348"/>
        </w:trPr>
        <w:tc>
          <w:tcPr>
            <w:tcW w:w="4968" w:type="pct"/>
            <w:gridSpan w:val="2"/>
            <w:tcBorders>
              <w:top w:val="single" w:sz="4" w:space="0" w:color="auto"/>
              <w:bottom w:val="single" w:sz="4" w:space="0" w:color="auto"/>
            </w:tcBorders>
            <w:shd w:val="clear" w:color="auto" w:fill="F2F2F2"/>
          </w:tcPr>
          <w:p w:rsidR="00E57F3D" w:rsidRPr="0078600F" w:rsidRDefault="00E57F3D" w:rsidP="00D75CDC">
            <w:pPr>
              <w:spacing w:before="120" w:after="120"/>
              <w:ind w:left="57"/>
              <w:jc w:val="left"/>
              <w:rPr>
                <w:rFonts w:cs="Arial"/>
                <w:b/>
                <w:szCs w:val="22"/>
              </w:rPr>
            </w:pPr>
            <w:r w:rsidRPr="0078600F">
              <w:rPr>
                <w:rFonts w:cs="Arial"/>
                <w:b/>
                <w:szCs w:val="22"/>
              </w:rPr>
              <w:t xml:space="preserve">Sectoral scope and </w:t>
            </w:r>
            <w:r w:rsidRPr="0078600F">
              <w:rPr>
                <w:rFonts w:cs="Arial" w:hint="eastAsia"/>
                <w:b/>
                <w:szCs w:val="22"/>
              </w:rPr>
              <w:t>selected</w:t>
            </w:r>
            <w:r w:rsidRPr="0078600F">
              <w:rPr>
                <w:rFonts w:cs="Arial"/>
                <w:b/>
                <w:szCs w:val="22"/>
              </w:rPr>
              <w:t xml:space="preserve"> methodology(ies)</w:t>
            </w:r>
            <w:r w:rsidR="007F1E64" w:rsidRPr="0078600F">
              <w:rPr>
                <w:rFonts w:cs="Arial"/>
                <w:b/>
                <w:szCs w:val="22"/>
              </w:rPr>
              <w:t>, and where applicable, selected standardized baseline(s)</w:t>
            </w:r>
          </w:p>
        </w:tc>
        <w:tc>
          <w:tcPr>
            <w:tcW w:w="32" w:type="pct"/>
            <w:tcBorders>
              <w:top w:val="single" w:sz="4" w:space="0" w:color="auto"/>
              <w:bottom w:val="single" w:sz="4" w:space="0" w:color="auto"/>
            </w:tcBorders>
            <w:vAlign w:val="center"/>
          </w:tcPr>
          <w:p w:rsidR="00E57F3D" w:rsidRPr="0078600F" w:rsidRDefault="00E57F3D" w:rsidP="005F4DE6">
            <w:pPr>
              <w:spacing w:before="120"/>
              <w:ind w:left="57"/>
              <w:rPr>
                <w:rFonts w:cs="Arial"/>
                <w:sz w:val="20"/>
                <w:szCs w:val="18"/>
              </w:rPr>
            </w:pPr>
          </w:p>
        </w:tc>
      </w:tr>
      <w:tr w:rsidR="00E57F3D" w:rsidRPr="0078600F" w:rsidTr="002309E6">
        <w:tblPrEx>
          <w:tblCellMar>
            <w:left w:w="28" w:type="dxa"/>
            <w:right w:w="28" w:type="dxa"/>
          </w:tblCellMar>
        </w:tblPrEx>
        <w:trPr>
          <w:trHeight w:val="348"/>
        </w:trPr>
        <w:tc>
          <w:tcPr>
            <w:tcW w:w="4968" w:type="pct"/>
            <w:gridSpan w:val="2"/>
            <w:tcBorders>
              <w:top w:val="single" w:sz="4" w:space="0" w:color="auto"/>
              <w:bottom w:val="double" w:sz="4" w:space="0" w:color="auto"/>
            </w:tcBorders>
            <w:shd w:val="clear" w:color="auto" w:fill="F2F2F2"/>
          </w:tcPr>
          <w:p w:rsidR="00E57F3D" w:rsidRPr="0078600F" w:rsidRDefault="002C7165" w:rsidP="00D75CDC">
            <w:pPr>
              <w:spacing w:before="120" w:after="120"/>
              <w:ind w:left="57"/>
              <w:jc w:val="left"/>
              <w:rPr>
                <w:rFonts w:cs="Arial"/>
                <w:b/>
                <w:szCs w:val="22"/>
              </w:rPr>
            </w:pPr>
            <w:r w:rsidRPr="0078600F">
              <w:rPr>
                <w:rFonts w:cs="Arial"/>
                <w:b/>
                <w:szCs w:val="22"/>
              </w:rPr>
              <w:t>Estimated amount of annual average GHG removals by sinks.</w:t>
            </w:r>
          </w:p>
        </w:tc>
        <w:tc>
          <w:tcPr>
            <w:tcW w:w="32" w:type="pct"/>
            <w:tcBorders>
              <w:top w:val="single" w:sz="4" w:space="0" w:color="auto"/>
              <w:bottom w:val="double" w:sz="4" w:space="0" w:color="auto"/>
            </w:tcBorders>
            <w:vAlign w:val="center"/>
          </w:tcPr>
          <w:p w:rsidR="00E57F3D" w:rsidRPr="0078600F" w:rsidRDefault="00E57F3D" w:rsidP="005F4DE6">
            <w:pPr>
              <w:spacing w:before="120"/>
              <w:ind w:left="57"/>
              <w:rPr>
                <w:rFonts w:cs="Arial"/>
                <w:sz w:val="20"/>
                <w:szCs w:val="18"/>
              </w:rPr>
            </w:pPr>
          </w:p>
        </w:tc>
      </w:tr>
    </w:tbl>
    <w:p w:rsidR="005F44ED" w:rsidRPr="0078600F" w:rsidRDefault="005F44ED" w:rsidP="00877200">
      <w:pPr>
        <w:pStyle w:val="SDMPDDPoASection"/>
        <w:pageBreakBefore/>
        <w:numPr>
          <w:ilvl w:val="0"/>
          <w:numId w:val="20"/>
        </w:numPr>
        <w:tabs>
          <w:tab w:val="clear" w:pos="2325"/>
        </w:tabs>
        <w:ind w:left="1729" w:hanging="1729"/>
      </w:pPr>
      <w:bookmarkStart w:id="2" w:name="_Toc317686908"/>
      <w:r w:rsidRPr="0078600F">
        <w:lastRenderedPageBreak/>
        <w:t>Description of project activity</w:t>
      </w:r>
      <w:bookmarkEnd w:id="2"/>
    </w:p>
    <w:p w:rsidR="007335C9" w:rsidRPr="0078600F" w:rsidRDefault="00692E62" w:rsidP="00692E62">
      <w:pPr>
        <w:pStyle w:val="SDMPDDPoASubSection1"/>
        <w:numPr>
          <w:ilvl w:val="2"/>
          <w:numId w:val="11"/>
        </w:numPr>
        <w:tabs>
          <w:tab w:val="clear" w:pos="1474"/>
        </w:tabs>
        <w:ind w:left="709" w:hanging="709"/>
      </w:pPr>
      <w:r w:rsidRPr="0078600F">
        <w:tab/>
      </w:r>
      <w:r w:rsidR="005F44ED" w:rsidRPr="0078600F">
        <w:t>Purpose and general description of project activity</w:t>
      </w:r>
    </w:p>
    <w:p w:rsidR="001136C8" w:rsidRPr="0078600F" w:rsidRDefault="001136C8" w:rsidP="00E77D1F">
      <w:pPr>
        <w:rPr>
          <w:rFonts w:eastAsia="MS Mincho" w:cs="Arial"/>
        </w:rPr>
      </w:pPr>
      <w:r w:rsidRPr="0078600F">
        <w:rPr>
          <w:rFonts w:eastAsia="MS Mincho" w:cs="Arial"/>
        </w:rPr>
        <w:t>&gt;&gt;</w:t>
      </w:r>
    </w:p>
    <w:p w:rsidR="001136C8" w:rsidRPr="0078600F" w:rsidRDefault="001136C8" w:rsidP="00E77D1F">
      <w:pPr>
        <w:rPr>
          <w:rFonts w:eastAsia="MS Mincho" w:cs="Arial"/>
        </w:rPr>
      </w:pPr>
    </w:p>
    <w:p w:rsidR="00706A95" w:rsidRPr="0078600F" w:rsidRDefault="00706A95" w:rsidP="00E77D1F">
      <w:pPr>
        <w:rPr>
          <w:rFonts w:eastAsia="MS Mincho" w:cs="Arial"/>
        </w:rPr>
      </w:pPr>
    </w:p>
    <w:p w:rsidR="00074546" w:rsidRPr="0078600F" w:rsidRDefault="00692E62" w:rsidP="00692E62">
      <w:pPr>
        <w:pStyle w:val="SDMPDDPoASubSection1"/>
        <w:numPr>
          <w:ilvl w:val="2"/>
          <w:numId w:val="11"/>
        </w:numPr>
        <w:tabs>
          <w:tab w:val="clear" w:pos="1474"/>
        </w:tabs>
        <w:ind w:left="709" w:hanging="709"/>
      </w:pPr>
      <w:r w:rsidRPr="0078600F">
        <w:tab/>
      </w:r>
      <w:r w:rsidR="00074546" w:rsidRPr="0078600F">
        <w:t>Location of project activity</w:t>
      </w:r>
    </w:p>
    <w:p w:rsidR="00074546" w:rsidRPr="0078600F" w:rsidRDefault="00692E62" w:rsidP="00692E62">
      <w:pPr>
        <w:pStyle w:val="SDMPDDPoASubSection2"/>
        <w:numPr>
          <w:ilvl w:val="3"/>
          <w:numId w:val="11"/>
        </w:numPr>
        <w:tabs>
          <w:tab w:val="clear" w:pos="1474"/>
        </w:tabs>
        <w:ind w:left="709" w:hanging="709"/>
        <w:rPr>
          <w:rFonts w:eastAsia="MS Mincho"/>
        </w:rPr>
      </w:pPr>
      <w:r w:rsidRPr="0078600F">
        <w:rPr>
          <w:rFonts w:eastAsia="MS Mincho"/>
        </w:rPr>
        <w:tab/>
      </w:r>
      <w:r w:rsidR="007D7B10" w:rsidRPr="0078600F">
        <w:rPr>
          <w:rFonts w:eastAsia="MS Mincho"/>
        </w:rPr>
        <w:t>Host Party</w:t>
      </w:r>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074546" w:rsidRPr="0078600F" w:rsidRDefault="00692E62" w:rsidP="00692E62">
      <w:pPr>
        <w:pStyle w:val="SDMPDDPoASubSection2"/>
        <w:numPr>
          <w:ilvl w:val="3"/>
          <w:numId w:val="11"/>
        </w:numPr>
        <w:tabs>
          <w:tab w:val="clear" w:pos="1474"/>
        </w:tabs>
        <w:ind w:left="709" w:hanging="709"/>
        <w:rPr>
          <w:rFonts w:eastAsia="MS Mincho"/>
        </w:rPr>
      </w:pPr>
      <w:r w:rsidRPr="0078600F">
        <w:rPr>
          <w:rFonts w:eastAsia="MS Mincho"/>
        </w:rPr>
        <w:tab/>
      </w:r>
      <w:r w:rsidR="00074546" w:rsidRPr="0078600F">
        <w:rPr>
          <w:rFonts w:eastAsia="MS Mincho"/>
        </w:rPr>
        <w:t>Region/State/Province etc.</w:t>
      </w:r>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074546" w:rsidRPr="0078600F" w:rsidRDefault="00692E62" w:rsidP="00692E62">
      <w:pPr>
        <w:pStyle w:val="SDMPDDPoASubSection2"/>
        <w:numPr>
          <w:ilvl w:val="3"/>
          <w:numId w:val="11"/>
        </w:numPr>
        <w:tabs>
          <w:tab w:val="clear" w:pos="1474"/>
        </w:tabs>
        <w:ind w:left="709" w:hanging="709"/>
        <w:rPr>
          <w:rFonts w:eastAsia="MS Mincho"/>
        </w:rPr>
      </w:pPr>
      <w:r w:rsidRPr="0078600F">
        <w:rPr>
          <w:rFonts w:eastAsia="MS Mincho"/>
        </w:rPr>
        <w:tab/>
      </w:r>
      <w:r w:rsidR="00074546" w:rsidRPr="0078600F">
        <w:rPr>
          <w:rFonts w:eastAsia="MS Mincho"/>
        </w:rPr>
        <w:t>City/Town/Community etc.</w:t>
      </w:r>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074546" w:rsidRPr="0078600F" w:rsidRDefault="00692E62" w:rsidP="00692E62">
      <w:pPr>
        <w:pStyle w:val="SDMPDDPoASubSection2"/>
        <w:numPr>
          <w:ilvl w:val="3"/>
          <w:numId w:val="11"/>
        </w:numPr>
        <w:tabs>
          <w:tab w:val="clear" w:pos="1474"/>
        </w:tabs>
        <w:ind w:left="709" w:hanging="709"/>
        <w:rPr>
          <w:rFonts w:eastAsia="MS Mincho"/>
        </w:rPr>
      </w:pPr>
      <w:r w:rsidRPr="0078600F">
        <w:rPr>
          <w:rFonts w:eastAsia="MS Mincho"/>
        </w:rPr>
        <w:tab/>
      </w:r>
      <w:r w:rsidR="00074546" w:rsidRPr="0078600F">
        <w:rPr>
          <w:rFonts w:eastAsia="MS Mincho"/>
        </w:rPr>
        <w:t>Physical/Geographical location</w:t>
      </w:r>
    </w:p>
    <w:p w:rsidR="001136C8" w:rsidRPr="0078600F" w:rsidRDefault="001136C8" w:rsidP="00F87B39">
      <w:pPr>
        <w:rPr>
          <w:rFonts w:eastAsia="MS Mincho" w:cs="Arial"/>
        </w:rPr>
      </w:pPr>
      <w:bookmarkStart w:id="3" w:name="_Ref317687400"/>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F53A82" w:rsidRPr="0078600F" w:rsidRDefault="00692E62" w:rsidP="00692E62">
      <w:pPr>
        <w:pStyle w:val="SDMPDDPoASubSection2"/>
        <w:numPr>
          <w:ilvl w:val="3"/>
          <w:numId w:val="11"/>
        </w:numPr>
        <w:tabs>
          <w:tab w:val="clear" w:pos="1474"/>
        </w:tabs>
        <w:ind w:left="709" w:hanging="709"/>
        <w:rPr>
          <w:rFonts w:eastAsia="MS Mincho"/>
        </w:rPr>
      </w:pPr>
      <w:r w:rsidRPr="0078600F">
        <w:rPr>
          <w:rFonts w:eastAsia="MS Mincho"/>
        </w:rPr>
        <w:tab/>
      </w:r>
      <w:r w:rsidR="00F53A82" w:rsidRPr="0078600F">
        <w:rPr>
          <w:rFonts w:eastAsia="MS Mincho"/>
        </w:rPr>
        <w:t>Geographical boundaries</w:t>
      </w:r>
    </w:p>
    <w:p w:rsidR="00F53A82" w:rsidRPr="0078600F" w:rsidRDefault="00F53A82" w:rsidP="00F53A82">
      <w:pPr>
        <w:rPr>
          <w:rFonts w:eastAsia="MS Mincho" w:cs="Arial"/>
        </w:rPr>
      </w:pPr>
      <w:r w:rsidRPr="0078600F">
        <w:rPr>
          <w:rFonts w:eastAsia="MS Mincho" w:cs="Arial"/>
        </w:rPr>
        <w:t>&gt;&gt;</w:t>
      </w:r>
    </w:p>
    <w:p w:rsidR="00F53A82" w:rsidRPr="0078600F" w:rsidRDefault="00F53A82" w:rsidP="00F53A82">
      <w:pPr>
        <w:rPr>
          <w:rFonts w:eastAsia="MS Mincho" w:cs="Arial"/>
        </w:rPr>
      </w:pPr>
    </w:p>
    <w:p w:rsidR="00F53A82" w:rsidRPr="0078600F" w:rsidRDefault="00F53A82" w:rsidP="00F53A82">
      <w:pPr>
        <w:rPr>
          <w:rFonts w:eastAsia="MS Mincho" w:cs="Arial"/>
        </w:rPr>
      </w:pPr>
    </w:p>
    <w:p w:rsidR="00F53A82" w:rsidRPr="0078600F" w:rsidRDefault="00692E62" w:rsidP="00692E62">
      <w:pPr>
        <w:pStyle w:val="SDMPDDPoASubSection1"/>
        <w:numPr>
          <w:ilvl w:val="2"/>
          <w:numId w:val="11"/>
        </w:numPr>
        <w:tabs>
          <w:tab w:val="clear" w:pos="1474"/>
        </w:tabs>
        <w:ind w:left="709" w:hanging="709"/>
      </w:pPr>
      <w:r w:rsidRPr="0078600F">
        <w:tab/>
      </w:r>
      <w:r w:rsidR="00F53A82" w:rsidRPr="0078600F">
        <w:t>Environmental conditions</w:t>
      </w:r>
    </w:p>
    <w:p w:rsidR="00F53A82" w:rsidRPr="0078600F" w:rsidRDefault="00F53A82" w:rsidP="00F53A82">
      <w:pPr>
        <w:rPr>
          <w:rFonts w:eastAsia="MS Mincho" w:cs="Arial"/>
        </w:rPr>
      </w:pPr>
      <w:r w:rsidRPr="0078600F">
        <w:rPr>
          <w:rFonts w:eastAsia="MS Mincho" w:cs="Arial"/>
        </w:rPr>
        <w:t>&gt;&gt;</w:t>
      </w:r>
    </w:p>
    <w:p w:rsidR="00F53A82" w:rsidRPr="0078600F" w:rsidRDefault="00F53A82" w:rsidP="00F53A82">
      <w:pPr>
        <w:rPr>
          <w:rFonts w:eastAsia="MS Mincho" w:cs="Arial"/>
        </w:rPr>
      </w:pPr>
    </w:p>
    <w:p w:rsidR="00F53A82" w:rsidRPr="0078600F" w:rsidRDefault="00F53A82" w:rsidP="00F53A82">
      <w:pPr>
        <w:rPr>
          <w:rFonts w:eastAsia="MS Mincho" w:cs="Arial"/>
        </w:rPr>
      </w:pPr>
    </w:p>
    <w:p w:rsidR="00CC25EE" w:rsidRPr="0078600F" w:rsidRDefault="00692E62" w:rsidP="00692E62">
      <w:pPr>
        <w:pStyle w:val="SDMPDDPoASubSection1"/>
        <w:numPr>
          <w:ilvl w:val="2"/>
          <w:numId w:val="11"/>
        </w:numPr>
        <w:tabs>
          <w:tab w:val="clear" w:pos="1474"/>
        </w:tabs>
        <w:ind w:left="709" w:hanging="709"/>
      </w:pPr>
      <w:r w:rsidRPr="0078600F">
        <w:tab/>
      </w:r>
      <w:r w:rsidR="00CC25EE" w:rsidRPr="0078600F">
        <w:t>Technologies</w:t>
      </w:r>
      <w:r w:rsidR="00014618" w:rsidRPr="0078600F">
        <w:t xml:space="preserve"> and</w:t>
      </w:r>
      <w:r w:rsidR="007D74CA" w:rsidRPr="0078600F">
        <w:t>/or</w:t>
      </w:r>
      <w:r w:rsidR="00014618" w:rsidRPr="0078600F">
        <w:t xml:space="preserve"> measures</w:t>
      </w:r>
      <w:bookmarkEnd w:id="3"/>
    </w:p>
    <w:p w:rsidR="001136C8" w:rsidRPr="0078600F" w:rsidRDefault="001136C8" w:rsidP="00F87B39">
      <w:pPr>
        <w:rPr>
          <w:rFonts w:eastAsia="MS Mincho" w:cs="Arial"/>
        </w:rPr>
      </w:pPr>
      <w:bookmarkStart w:id="4" w:name="_Ref317687881"/>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692E62" w:rsidP="00692E62">
      <w:pPr>
        <w:pStyle w:val="SDMPDDPoASubSection1"/>
        <w:numPr>
          <w:ilvl w:val="2"/>
          <w:numId w:val="11"/>
        </w:numPr>
        <w:tabs>
          <w:tab w:val="clear" w:pos="1474"/>
        </w:tabs>
        <w:ind w:left="709" w:hanging="709"/>
      </w:pPr>
      <w:r w:rsidRPr="0078600F">
        <w:tab/>
      </w:r>
      <w:r w:rsidR="00CC25EE" w:rsidRPr="0078600F">
        <w:t>Parties and project participants</w:t>
      </w:r>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Look w:val="0060" w:firstRow="1" w:lastRow="1" w:firstColumn="0" w:lastColumn="0" w:noHBand="0" w:noVBand="0"/>
      </w:tblPr>
      <w:tblGrid>
        <w:gridCol w:w="3285"/>
        <w:gridCol w:w="3286"/>
        <w:gridCol w:w="3284"/>
      </w:tblGrid>
      <w:tr w:rsidR="00446C30" w:rsidRPr="0078600F" w:rsidTr="00692E62">
        <w:trPr>
          <w:trHeight w:val="950"/>
          <w:jc w:val="center"/>
        </w:trPr>
        <w:tc>
          <w:tcPr>
            <w:tcW w:w="1667" w:type="pct"/>
            <w:shd w:val="clear" w:color="auto" w:fill="D9D9D9"/>
            <w:vAlign w:val="center"/>
          </w:tcPr>
          <w:p w:rsidR="00446C30" w:rsidRPr="0078600F" w:rsidRDefault="00446C30" w:rsidP="00D756D6">
            <w:pPr>
              <w:pStyle w:val="SDMTableBoxParaNotNumbered"/>
            </w:pPr>
            <w:r w:rsidRPr="0078600F">
              <w:t>Party involved</w:t>
            </w:r>
            <w:r w:rsidR="00547D77" w:rsidRPr="0078600F">
              <w:br/>
            </w:r>
            <w:r w:rsidR="007D7B10" w:rsidRPr="0078600F">
              <w:t>(host) indicates</w:t>
            </w:r>
            <w:r w:rsidRPr="0078600F">
              <w:t xml:space="preserve"> host Party</w:t>
            </w:r>
          </w:p>
        </w:tc>
        <w:tc>
          <w:tcPr>
            <w:tcW w:w="1667" w:type="pct"/>
            <w:shd w:val="clear" w:color="auto" w:fill="D9D9D9"/>
            <w:vAlign w:val="center"/>
          </w:tcPr>
          <w:p w:rsidR="00446C30" w:rsidRPr="0078600F" w:rsidRDefault="00446C30" w:rsidP="00D756D6">
            <w:pPr>
              <w:pStyle w:val="SDMTableBoxParaNotNumbered"/>
            </w:pPr>
            <w:r w:rsidRPr="0078600F">
              <w:t>Private and/or public entity(ies) project participants</w:t>
            </w:r>
            <w:r w:rsidRPr="0078600F">
              <w:br/>
              <w:t>(as applicable)</w:t>
            </w:r>
          </w:p>
        </w:tc>
        <w:tc>
          <w:tcPr>
            <w:tcW w:w="1667" w:type="pct"/>
            <w:shd w:val="clear" w:color="auto" w:fill="D9D9D9"/>
            <w:vAlign w:val="center"/>
          </w:tcPr>
          <w:p w:rsidR="00446C30" w:rsidRPr="0078600F" w:rsidRDefault="00446C30" w:rsidP="00D756D6">
            <w:pPr>
              <w:pStyle w:val="SDMTableBoxParaNotNumbered"/>
            </w:pPr>
            <w:r w:rsidRPr="0078600F">
              <w:t>Indicate if the Party involved wishes to be considered as project participant (Yes/No)</w:t>
            </w:r>
          </w:p>
        </w:tc>
      </w:tr>
      <w:tr w:rsidR="00446C30" w:rsidRPr="0078600F" w:rsidTr="00692E62">
        <w:trPr>
          <w:cantSplit/>
          <w:trHeight w:val="512"/>
          <w:jc w:val="center"/>
        </w:trPr>
        <w:tc>
          <w:tcPr>
            <w:tcW w:w="1667" w:type="pct"/>
            <w:shd w:val="clear" w:color="auto" w:fill="auto"/>
          </w:tcPr>
          <w:p w:rsidR="00446C30" w:rsidRPr="0078600F" w:rsidRDefault="00446C30" w:rsidP="00D756D6">
            <w:pPr>
              <w:pStyle w:val="SDMTableBoxParaNotNumbered"/>
            </w:pPr>
            <w:r w:rsidRPr="0078600F">
              <w:t>Party A (host)</w:t>
            </w:r>
          </w:p>
        </w:tc>
        <w:tc>
          <w:tcPr>
            <w:tcW w:w="1667" w:type="pct"/>
            <w:shd w:val="clear" w:color="auto" w:fill="auto"/>
          </w:tcPr>
          <w:p w:rsidR="00446C30" w:rsidRPr="0078600F" w:rsidRDefault="00446C30" w:rsidP="00D756D6">
            <w:pPr>
              <w:pStyle w:val="SDMTableBoxParaNotNumbered"/>
            </w:pPr>
            <w:r w:rsidRPr="0078600F">
              <w:t>Private entity A</w:t>
            </w:r>
          </w:p>
          <w:p w:rsidR="00446C30" w:rsidRPr="0078600F" w:rsidRDefault="00446C30" w:rsidP="00D756D6">
            <w:pPr>
              <w:pStyle w:val="SDMTableBoxParaNotNumbered"/>
            </w:pPr>
            <w:r w:rsidRPr="0078600F">
              <w:t>Public entity A</w:t>
            </w:r>
          </w:p>
        </w:tc>
        <w:tc>
          <w:tcPr>
            <w:tcW w:w="1667" w:type="pct"/>
            <w:shd w:val="clear" w:color="auto" w:fill="auto"/>
          </w:tcPr>
          <w:p w:rsidR="00446C30" w:rsidRPr="0078600F" w:rsidRDefault="00446C30" w:rsidP="00D756D6">
            <w:pPr>
              <w:pStyle w:val="SDMTableBoxParaNotNumbered"/>
            </w:pPr>
          </w:p>
        </w:tc>
      </w:tr>
      <w:tr w:rsidR="00446C30" w:rsidRPr="0078600F" w:rsidTr="00692E62">
        <w:trPr>
          <w:cantSplit/>
          <w:trHeight w:val="512"/>
          <w:jc w:val="center"/>
        </w:trPr>
        <w:tc>
          <w:tcPr>
            <w:tcW w:w="1667" w:type="pct"/>
            <w:shd w:val="clear" w:color="auto" w:fill="auto"/>
          </w:tcPr>
          <w:p w:rsidR="00446C30" w:rsidRPr="0078600F" w:rsidRDefault="00446C30" w:rsidP="00D756D6">
            <w:pPr>
              <w:pStyle w:val="SDMTableBoxParaNotNumbered"/>
            </w:pPr>
            <w:r w:rsidRPr="0078600F">
              <w:t>Party B</w:t>
            </w:r>
          </w:p>
        </w:tc>
        <w:tc>
          <w:tcPr>
            <w:tcW w:w="1667" w:type="pct"/>
            <w:shd w:val="clear" w:color="auto" w:fill="auto"/>
          </w:tcPr>
          <w:p w:rsidR="00446C30" w:rsidRPr="0078600F" w:rsidRDefault="00446C30" w:rsidP="00D756D6">
            <w:pPr>
              <w:pStyle w:val="SDMTableBoxParaNotNumbered"/>
            </w:pPr>
            <w:r w:rsidRPr="0078600F">
              <w:t>Private entity B</w:t>
            </w:r>
          </w:p>
          <w:p w:rsidR="00446C30" w:rsidRPr="0078600F" w:rsidRDefault="00446C30" w:rsidP="00D756D6">
            <w:pPr>
              <w:pStyle w:val="SDMTableBoxParaNotNumbered"/>
            </w:pPr>
            <w:r w:rsidRPr="0078600F">
              <w:t>Public entity B</w:t>
            </w:r>
          </w:p>
        </w:tc>
        <w:tc>
          <w:tcPr>
            <w:tcW w:w="1667" w:type="pct"/>
            <w:shd w:val="clear" w:color="auto" w:fill="auto"/>
          </w:tcPr>
          <w:p w:rsidR="00446C30" w:rsidRPr="0078600F" w:rsidRDefault="00446C30" w:rsidP="00D756D6">
            <w:pPr>
              <w:pStyle w:val="SDMTableBoxParaNotNumbered"/>
            </w:pPr>
          </w:p>
        </w:tc>
      </w:tr>
      <w:tr w:rsidR="00446C30" w:rsidRPr="0078600F" w:rsidTr="00692E62">
        <w:trPr>
          <w:cantSplit/>
          <w:trHeight w:val="256"/>
          <w:jc w:val="center"/>
        </w:trPr>
        <w:tc>
          <w:tcPr>
            <w:tcW w:w="1667" w:type="pct"/>
            <w:shd w:val="clear" w:color="auto" w:fill="auto"/>
          </w:tcPr>
          <w:p w:rsidR="00446C30" w:rsidRPr="0078600F" w:rsidRDefault="00446C30" w:rsidP="00D756D6">
            <w:pPr>
              <w:pStyle w:val="SDMTableBoxParaNotNumbered"/>
            </w:pPr>
            <w:r w:rsidRPr="0078600F">
              <w:lastRenderedPageBreak/>
              <w:t>…</w:t>
            </w:r>
          </w:p>
        </w:tc>
        <w:tc>
          <w:tcPr>
            <w:tcW w:w="1667" w:type="pct"/>
            <w:shd w:val="clear" w:color="auto" w:fill="auto"/>
          </w:tcPr>
          <w:p w:rsidR="00446C30" w:rsidRPr="0078600F" w:rsidRDefault="00446C30" w:rsidP="00D756D6">
            <w:pPr>
              <w:pStyle w:val="SDMTableBoxParaNotNumbered"/>
            </w:pPr>
            <w:r w:rsidRPr="0078600F">
              <w:t>…</w:t>
            </w:r>
          </w:p>
        </w:tc>
        <w:tc>
          <w:tcPr>
            <w:tcW w:w="1667" w:type="pct"/>
            <w:shd w:val="clear" w:color="auto" w:fill="auto"/>
          </w:tcPr>
          <w:p w:rsidR="00446C30" w:rsidRPr="0078600F" w:rsidRDefault="00446C30" w:rsidP="00D756D6">
            <w:pPr>
              <w:pStyle w:val="SDMTableBoxParaNotNumbered"/>
            </w:pPr>
          </w:p>
        </w:tc>
      </w:tr>
    </w:tbl>
    <w:p w:rsidR="00AB3233" w:rsidRPr="0078600F" w:rsidRDefault="0079140F" w:rsidP="00692E62">
      <w:pPr>
        <w:pStyle w:val="SDMPDDPoASubSection1"/>
        <w:numPr>
          <w:ilvl w:val="2"/>
          <w:numId w:val="11"/>
        </w:numPr>
        <w:tabs>
          <w:tab w:val="clear" w:pos="1474"/>
        </w:tabs>
        <w:ind w:left="709" w:hanging="709"/>
      </w:pPr>
      <w:r w:rsidRPr="0078600F">
        <w:tab/>
      </w:r>
      <w:r w:rsidR="00AB3233" w:rsidRPr="0078600F">
        <w:t>Legal title to the land and rights to tCERs/lCERs issued for project activity</w:t>
      </w:r>
    </w:p>
    <w:p w:rsidR="00AB3233" w:rsidRPr="0078600F" w:rsidRDefault="00AB3233" w:rsidP="00AB3233">
      <w:pPr>
        <w:rPr>
          <w:rFonts w:eastAsia="MS Mincho" w:cs="Arial"/>
        </w:rPr>
      </w:pPr>
      <w:r w:rsidRPr="0078600F">
        <w:rPr>
          <w:rFonts w:eastAsia="MS Mincho" w:cs="Arial"/>
        </w:rPr>
        <w:t>&gt;&gt;</w:t>
      </w:r>
    </w:p>
    <w:p w:rsidR="00AB3233" w:rsidRPr="0078600F" w:rsidRDefault="00AB3233" w:rsidP="00AB3233">
      <w:pPr>
        <w:rPr>
          <w:rFonts w:eastAsia="MS Mincho" w:cs="Arial"/>
        </w:rPr>
      </w:pPr>
    </w:p>
    <w:p w:rsidR="00AB3233" w:rsidRPr="0078600F" w:rsidRDefault="00AB3233" w:rsidP="00F87B39">
      <w:pPr>
        <w:rPr>
          <w:rFonts w:eastAsia="MS Mincho" w:cs="Arial"/>
        </w:rPr>
      </w:pPr>
    </w:p>
    <w:p w:rsidR="00AB3233" w:rsidRPr="0078600F" w:rsidRDefault="0079140F" w:rsidP="00692E62">
      <w:pPr>
        <w:pStyle w:val="SDMPDDPoASubSection1"/>
        <w:numPr>
          <w:ilvl w:val="2"/>
          <w:numId w:val="11"/>
        </w:numPr>
        <w:tabs>
          <w:tab w:val="clear" w:pos="1474"/>
        </w:tabs>
        <w:ind w:left="709" w:hanging="709"/>
      </w:pPr>
      <w:r w:rsidRPr="0078600F">
        <w:tab/>
      </w:r>
      <w:r w:rsidR="00AB3233" w:rsidRPr="0078600F">
        <w:t>Assessment of the eligibility of the land</w:t>
      </w:r>
    </w:p>
    <w:p w:rsidR="00AB3233" w:rsidRPr="0078600F" w:rsidRDefault="00AB3233" w:rsidP="00AB3233">
      <w:pPr>
        <w:rPr>
          <w:rFonts w:eastAsia="MS Mincho" w:cs="Arial"/>
        </w:rPr>
      </w:pPr>
      <w:r w:rsidRPr="0078600F">
        <w:rPr>
          <w:rFonts w:eastAsia="MS Mincho" w:cs="Arial"/>
        </w:rPr>
        <w:t>&gt;&gt;</w:t>
      </w:r>
    </w:p>
    <w:p w:rsidR="00AB3233" w:rsidRPr="0078600F" w:rsidRDefault="00AB3233" w:rsidP="00AB3233">
      <w:pPr>
        <w:rPr>
          <w:rFonts w:eastAsia="MS Mincho" w:cs="Arial"/>
        </w:rPr>
      </w:pPr>
    </w:p>
    <w:p w:rsidR="00AB3233" w:rsidRPr="0078600F" w:rsidRDefault="00AB3233" w:rsidP="00AB3233">
      <w:pPr>
        <w:rPr>
          <w:rFonts w:eastAsia="MS Mincho" w:cs="Arial"/>
        </w:rPr>
      </w:pPr>
    </w:p>
    <w:p w:rsidR="00AB3233" w:rsidRPr="0078600F" w:rsidRDefault="0079140F" w:rsidP="00692E62">
      <w:pPr>
        <w:pStyle w:val="SDMPDDPoASubSection1"/>
        <w:numPr>
          <w:ilvl w:val="2"/>
          <w:numId w:val="11"/>
        </w:numPr>
        <w:tabs>
          <w:tab w:val="clear" w:pos="1474"/>
        </w:tabs>
        <w:ind w:left="709" w:hanging="709"/>
      </w:pPr>
      <w:r w:rsidRPr="0078600F">
        <w:tab/>
      </w:r>
      <w:r w:rsidR="00AB3233" w:rsidRPr="0078600F">
        <w:t>Approach for addressing non-permanence</w:t>
      </w:r>
    </w:p>
    <w:p w:rsidR="00AB3233" w:rsidRPr="0078600F" w:rsidRDefault="00AB3233" w:rsidP="00AB3233">
      <w:pPr>
        <w:rPr>
          <w:rFonts w:eastAsia="MS Mincho" w:cs="Arial"/>
        </w:rPr>
      </w:pPr>
      <w:r w:rsidRPr="0078600F">
        <w:rPr>
          <w:rFonts w:eastAsia="MS Mincho" w:cs="Arial"/>
        </w:rPr>
        <w:t>&gt;&gt;</w:t>
      </w:r>
    </w:p>
    <w:p w:rsidR="00AB3233" w:rsidRPr="0078600F" w:rsidRDefault="00AB3233" w:rsidP="00AB3233">
      <w:pPr>
        <w:rPr>
          <w:rFonts w:eastAsia="MS Mincho" w:cs="Arial"/>
        </w:rPr>
      </w:pPr>
    </w:p>
    <w:p w:rsidR="00AB3233" w:rsidRPr="0078600F" w:rsidRDefault="00AB3233" w:rsidP="00F87B39">
      <w:pPr>
        <w:rPr>
          <w:rFonts w:eastAsia="MS Mincho" w:cs="Arial"/>
        </w:rPr>
      </w:pPr>
    </w:p>
    <w:p w:rsidR="00CC25EE" w:rsidRPr="0078600F" w:rsidRDefault="0079140F" w:rsidP="00692E62">
      <w:pPr>
        <w:pStyle w:val="SDMPDDPoASubSection1"/>
        <w:numPr>
          <w:ilvl w:val="2"/>
          <w:numId w:val="11"/>
        </w:numPr>
        <w:tabs>
          <w:tab w:val="clear" w:pos="1474"/>
        </w:tabs>
        <w:ind w:left="709" w:hanging="709"/>
      </w:pPr>
      <w:r w:rsidRPr="0078600F">
        <w:tab/>
      </w:r>
      <w:r w:rsidR="00CC25EE" w:rsidRPr="0078600F">
        <w:t>Public funding of project activity</w:t>
      </w:r>
    </w:p>
    <w:p w:rsidR="001136C8" w:rsidRPr="0078600F" w:rsidRDefault="001136C8" w:rsidP="00F87B39">
      <w:pPr>
        <w:rPr>
          <w:rFonts w:eastAsia="MS Mincho" w:cs="Arial"/>
        </w:rPr>
      </w:pPr>
      <w:bookmarkStart w:id="5" w:name="_Toc315340777"/>
      <w:bookmarkStart w:id="6" w:name="_Toc315881221"/>
      <w:bookmarkStart w:id="7" w:name="_Toc317686909"/>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E31CF7" w:rsidRPr="0078600F" w:rsidRDefault="0079140F" w:rsidP="00E31CF7">
      <w:pPr>
        <w:pStyle w:val="SDMPDDPoASubSection1"/>
        <w:numPr>
          <w:ilvl w:val="2"/>
          <w:numId w:val="11"/>
        </w:numPr>
        <w:tabs>
          <w:tab w:val="clear" w:pos="1474"/>
        </w:tabs>
        <w:ind w:left="709" w:hanging="709"/>
      </w:pPr>
      <w:r w:rsidRPr="0078600F">
        <w:tab/>
      </w:r>
      <w:r w:rsidR="00E31CF7" w:rsidRPr="0078600F">
        <w:t>Debundling for project activity</w:t>
      </w:r>
    </w:p>
    <w:p w:rsidR="00E31CF7" w:rsidRPr="0078600F" w:rsidRDefault="00E31CF7" w:rsidP="00E31CF7">
      <w:r w:rsidRPr="0078600F">
        <w:t>&gt;&gt;</w:t>
      </w:r>
    </w:p>
    <w:p w:rsidR="00E31CF7" w:rsidRPr="0078600F" w:rsidRDefault="00E31CF7" w:rsidP="00E31CF7"/>
    <w:p w:rsidR="00E31CF7" w:rsidRPr="0078600F" w:rsidRDefault="00E31CF7" w:rsidP="00E31CF7"/>
    <w:p w:rsidR="00CC25EE" w:rsidRPr="0078600F" w:rsidRDefault="00CC25EE" w:rsidP="00877200">
      <w:pPr>
        <w:pStyle w:val="SDMPDDPoASection"/>
        <w:numPr>
          <w:ilvl w:val="0"/>
          <w:numId w:val="20"/>
        </w:numPr>
        <w:tabs>
          <w:tab w:val="clear" w:pos="2325"/>
        </w:tabs>
        <w:ind w:left="1729" w:hanging="1729"/>
      </w:pPr>
      <w:r w:rsidRPr="0078600F">
        <w:t>Application of selected approved baseline and monitoring methodology</w:t>
      </w:r>
      <w:bookmarkEnd w:id="5"/>
      <w:bookmarkEnd w:id="6"/>
      <w:bookmarkEnd w:id="7"/>
      <w:r w:rsidR="00264B63" w:rsidRPr="0078600F">
        <w:t xml:space="preserve"> and standardized baseline</w:t>
      </w:r>
    </w:p>
    <w:p w:rsidR="00CC25EE" w:rsidRPr="0078600F" w:rsidRDefault="00CC25EE" w:rsidP="00965043">
      <w:pPr>
        <w:pStyle w:val="SDMPDDPoASubSection1"/>
        <w:numPr>
          <w:ilvl w:val="1"/>
          <w:numId w:val="20"/>
        </w:numPr>
        <w:ind w:left="709" w:hanging="709"/>
      </w:pPr>
      <w:r w:rsidRPr="0078600F">
        <w:t>Reference of methodology</w:t>
      </w:r>
      <w:r w:rsidR="00264B63" w:rsidRPr="0078600F">
        <w:t xml:space="preserve"> and standardized baseline</w:t>
      </w:r>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CC25EE" w:rsidP="00965043">
      <w:pPr>
        <w:pStyle w:val="SDMPDDPoASubSection1"/>
        <w:numPr>
          <w:ilvl w:val="1"/>
          <w:numId w:val="20"/>
        </w:numPr>
        <w:ind w:left="709" w:hanging="709"/>
      </w:pPr>
      <w:r w:rsidRPr="0078600F">
        <w:t>Applicability of methodology</w:t>
      </w:r>
      <w:r w:rsidR="00264B63" w:rsidRPr="0078600F">
        <w:t xml:space="preserve"> and standardized baseline</w:t>
      </w:r>
    </w:p>
    <w:p w:rsidR="001136C8" w:rsidRPr="0078600F" w:rsidRDefault="001136C8" w:rsidP="00F87B39">
      <w:pPr>
        <w:rPr>
          <w:rFonts w:eastAsia="MS Mincho" w:cs="Arial"/>
        </w:rPr>
      </w:pPr>
      <w:bookmarkStart w:id="8" w:name="_Ref317687409"/>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AB3233" w:rsidRPr="0078600F" w:rsidRDefault="00AB3233" w:rsidP="00965043">
      <w:pPr>
        <w:pStyle w:val="SDMPDDPoASubSection1"/>
        <w:numPr>
          <w:ilvl w:val="1"/>
          <w:numId w:val="20"/>
        </w:numPr>
        <w:ind w:left="709" w:hanging="709"/>
      </w:pPr>
      <w:r w:rsidRPr="0078600F">
        <w:t>Carbon pools and emission sources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1656"/>
        <w:gridCol w:w="1504"/>
        <w:gridCol w:w="6695"/>
      </w:tblGrid>
      <w:tr w:rsidR="00AB3233" w:rsidRPr="0078600F" w:rsidTr="00692E62">
        <w:trPr>
          <w:trHeight w:val="448"/>
          <w:jc w:val="center"/>
        </w:trPr>
        <w:tc>
          <w:tcPr>
            <w:tcW w:w="840" w:type="pct"/>
            <w:shd w:val="clear" w:color="auto" w:fill="D9D9D9"/>
            <w:vAlign w:val="center"/>
          </w:tcPr>
          <w:p w:rsidR="00AB3233" w:rsidRPr="0078600F" w:rsidRDefault="00AB3233" w:rsidP="00D756D6">
            <w:pPr>
              <w:pStyle w:val="SDMTableBoxParaNotNumbered"/>
              <w:rPr>
                <w:b/>
              </w:rPr>
            </w:pPr>
            <w:r w:rsidRPr="0078600F">
              <w:rPr>
                <w:b/>
              </w:rPr>
              <w:t>Carbon pools</w:t>
            </w:r>
          </w:p>
        </w:tc>
        <w:tc>
          <w:tcPr>
            <w:tcW w:w="763" w:type="pct"/>
            <w:shd w:val="clear" w:color="auto" w:fill="D9D9D9"/>
            <w:vAlign w:val="center"/>
          </w:tcPr>
          <w:p w:rsidR="00AB3233" w:rsidRPr="0078600F" w:rsidRDefault="00AB3233" w:rsidP="00D756D6">
            <w:pPr>
              <w:pStyle w:val="SDMTableBoxParaNotNumbered"/>
              <w:rPr>
                <w:b/>
                <w:szCs w:val="22"/>
              </w:rPr>
            </w:pPr>
            <w:r w:rsidRPr="0078600F">
              <w:rPr>
                <w:b/>
              </w:rPr>
              <w:t>Selected?</w:t>
            </w:r>
          </w:p>
        </w:tc>
        <w:tc>
          <w:tcPr>
            <w:tcW w:w="3397" w:type="pct"/>
            <w:shd w:val="clear" w:color="auto" w:fill="D9D9D9"/>
            <w:vAlign w:val="center"/>
          </w:tcPr>
          <w:p w:rsidR="00AB3233" w:rsidRPr="0078600F" w:rsidRDefault="00AB3233" w:rsidP="00D756D6">
            <w:pPr>
              <w:pStyle w:val="SDMTableBoxParaNotNumbered"/>
              <w:rPr>
                <w:b/>
              </w:rPr>
            </w:pPr>
            <w:r w:rsidRPr="0078600F">
              <w:rPr>
                <w:b/>
              </w:rPr>
              <w:t>Justification / Explanation</w:t>
            </w:r>
          </w:p>
        </w:tc>
      </w:tr>
      <w:tr w:rsidR="00AB3233" w:rsidRPr="0078600F" w:rsidTr="00692E62">
        <w:trPr>
          <w:trHeight w:val="487"/>
          <w:jc w:val="center"/>
        </w:trPr>
        <w:tc>
          <w:tcPr>
            <w:tcW w:w="840" w:type="pct"/>
            <w:shd w:val="clear" w:color="auto" w:fill="D9D9D9"/>
          </w:tcPr>
          <w:p w:rsidR="00AB3233" w:rsidRPr="0078600F" w:rsidRDefault="00AB3233" w:rsidP="00D756D6">
            <w:pPr>
              <w:pStyle w:val="SDMTableBoxParaNotNumbered"/>
            </w:pPr>
            <w:r w:rsidRPr="0078600F">
              <w:t>…</w:t>
            </w:r>
          </w:p>
        </w:tc>
        <w:tc>
          <w:tcPr>
            <w:tcW w:w="763" w:type="pct"/>
            <w:shd w:val="clear" w:color="auto" w:fill="auto"/>
          </w:tcPr>
          <w:p w:rsidR="00AB3233" w:rsidRPr="0078600F" w:rsidRDefault="00AB3233" w:rsidP="00D756D6">
            <w:pPr>
              <w:pStyle w:val="SDMTableBoxParaNotNumbered"/>
            </w:pPr>
            <w:r w:rsidRPr="0078600F">
              <w:t>…</w:t>
            </w:r>
          </w:p>
        </w:tc>
        <w:tc>
          <w:tcPr>
            <w:tcW w:w="3397" w:type="pct"/>
            <w:shd w:val="clear" w:color="auto" w:fill="auto"/>
          </w:tcPr>
          <w:p w:rsidR="00AB3233" w:rsidRPr="0078600F" w:rsidRDefault="00AB3233" w:rsidP="00D756D6">
            <w:pPr>
              <w:pStyle w:val="SDMTableBoxParaNotNumbered"/>
            </w:pPr>
            <w:r w:rsidRPr="0078600F">
              <w:t>…</w:t>
            </w:r>
          </w:p>
        </w:tc>
      </w:tr>
    </w:tbl>
    <w:p w:rsidR="00AB3233" w:rsidRPr="0078600F" w:rsidRDefault="00AB3233" w:rsidP="00AB3233">
      <w:pPr>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1311"/>
        <w:gridCol w:w="1543"/>
        <w:gridCol w:w="1543"/>
        <w:gridCol w:w="5458"/>
      </w:tblGrid>
      <w:tr w:rsidR="00AB3233" w:rsidRPr="0078600F" w:rsidTr="00692E62">
        <w:trPr>
          <w:trHeight w:val="448"/>
          <w:jc w:val="center"/>
        </w:trPr>
        <w:tc>
          <w:tcPr>
            <w:tcW w:w="665" w:type="pct"/>
            <w:shd w:val="clear" w:color="auto" w:fill="D9D9D9"/>
            <w:vAlign w:val="center"/>
          </w:tcPr>
          <w:p w:rsidR="00AB3233" w:rsidRPr="0078600F" w:rsidRDefault="00AB3233" w:rsidP="007D0C2F">
            <w:pPr>
              <w:pStyle w:val="SDMTableBoxParaNotNumbered"/>
              <w:jc w:val="center"/>
              <w:rPr>
                <w:b/>
              </w:rPr>
            </w:pPr>
            <w:r w:rsidRPr="0078600F">
              <w:rPr>
                <w:b/>
              </w:rPr>
              <w:t>Sources</w:t>
            </w:r>
          </w:p>
        </w:tc>
        <w:tc>
          <w:tcPr>
            <w:tcW w:w="783" w:type="pct"/>
            <w:shd w:val="clear" w:color="auto" w:fill="D9D9D9"/>
            <w:vAlign w:val="center"/>
          </w:tcPr>
          <w:p w:rsidR="00AB3233" w:rsidRPr="0078600F" w:rsidRDefault="00AB3233" w:rsidP="007D0C2F">
            <w:pPr>
              <w:pStyle w:val="SDMTableBoxParaNotNumbered"/>
              <w:jc w:val="center"/>
              <w:rPr>
                <w:b/>
              </w:rPr>
            </w:pPr>
            <w:r w:rsidRPr="0078600F">
              <w:rPr>
                <w:b/>
              </w:rPr>
              <w:t>GHGs</w:t>
            </w:r>
          </w:p>
        </w:tc>
        <w:tc>
          <w:tcPr>
            <w:tcW w:w="783" w:type="pct"/>
            <w:shd w:val="clear" w:color="auto" w:fill="D9D9D9"/>
            <w:vAlign w:val="center"/>
          </w:tcPr>
          <w:p w:rsidR="00AB3233" w:rsidRPr="0078600F" w:rsidRDefault="00AB3233" w:rsidP="007D0C2F">
            <w:pPr>
              <w:pStyle w:val="SDMTableBoxParaNotNumbered"/>
              <w:jc w:val="center"/>
              <w:rPr>
                <w:b/>
              </w:rPr>
            </w:pPr>
            <w:r w:rsidRPr="0078600F">
              <w:rPr>
                <w:b/>
              </w:rPr>
              <w:t>Included?</w:t>
            </w:r>
          </w:p>
        </w:tc>
        <w:tc>
          <w:tcPr>
            <w:tcW w:w="2769" w:type="pct"/>
            <w:shd w:val="clear" w:color="auto" w:fill="D9D9D9"/>
            <w:vAlign w:val="center"/>
          </w:tcPr>
          <w:p w:rsidR="00AB3233" w:rsidRPr="0078600F" w:rsidRDefault="00AB3233" w:rsidP="007D0C2F">
            <w:pPr>
              <w:pStyle w:val="SDMTableBoxParaNotNumbered"/>
              <w:jc w:val="center"/>
              <w:rPr>
                <w:b/>
              </w:rPr>
            </w:pPr>
            <w:r w:rsidRPr="0078600F">
              <w:rPr>
                <w:b/>
              </w:rPr>
              <w:t>Justification / Explanation</w:t>
            </w:r>
          </w:p>
        </w:tc>
      </w:tr>
      <w:tr w:rsidR="00AB3233" w:rsidRPr="0078600F" w:rsidTr="00692E62">
        <w:trPr>
          <w:trHeight w:val="261"/>
          <w:jc w:val="center"/>
        </w:trPr>
        <w:tc>
          <w:tcPr>
            <w:tcW w:w="665" w:type="pct"/>
            <w:vMerge w:val="restart"/>
            <w:shd w:val="clear" w:color="auto" w:fill="D9D9D9"/>
            <w:textDirection w:val="btLr"/>
          </w:tcPr>
          <w:p w:rsidR="00AB3233" w:rsidRPr="0078600F" w:rsidRDefault="00AB3233" w:rsidP="00D756D6">
            <w:pPr>
              <w:pStyle w:val="SDMTableBoxParaNotNumbered"/>
              <w:rPr>
                <w:b/>
              </w:rPr>
            </w:pPr>
            <w:r w:rsidRPr="0078600F">
              <w:rPr>
                <w:b/>
              </w:rPr>
              <w:t>Source 1</w:t>
            </w:r>
          </w:p>
        </w:tc>
        <w:tc>
          <w:tcPr>
            <w:tcW w:w="783" w:type="pct"/>
            <w:shd w:val="clear" w:color="auto" w:fill="auto"/>
          </w:tcPr>
          <w:p w:rsidR="00AB3233" w:rsidRPr="0078600F" w:rsidRDefault="00AB3233" w:rsidP="00D756D6">
            <w:pPr>
              <w:pStyle w:val="SDMTableBoxParaNotNumbered"/>
            </w:pPr>
            <w:r w:rsidRPr="0078600F">
              <w:t>CO</w:t>
            </w:r>
            <w:r w:rsidRPr="0078600F">
              <w:rPr>
                <w:vertAlign w:val="subscript"/>
              </w:rPr>
              <w:t>2</w:t>
            </w:r>
          </w:p>
        </w:tc>
        <w:tc>
          <w:tcPr>
            <w:tcW w:w="783" w:type="pct"/>
            <w:shd w:val="clear" w:color="auto" w:fill="auto"/>
          </w:tcPr>
          <w:p w:rsidR="00AB3233" w:rsidRPr="0078600F" w:rsidRDefault="00AB3233" w:rsidP="00D756D6">
            <w:pPr>
              <w:pStyle w:val="SDMTableBoxParaNotNumbered"/>
            </w:pPr>
          </w:p>
        </w:tc>
        <w:tc>
          <w:tcPr>
            <w:tcW w:w="2769" w:type="pct"/>
            <w:shd w:val="clear" w:color="auto" w:fill="auto"/>
          </w:tcPr>
          <w:p w:rsidR="00AB3233" w:rsidRPr="0078600F" w:rsidRDefault="00AB3233" w:rsidP="00D756D6">
            <w:pPr>
              <w:pStyle w:val="SDMTableBoxParaNotNumbered"/>
            </w:pPr>
          </w:p>
        </w:tc>
      </w:tr>
      <w:tr w:rsidR="00AB3233" w:rsidRPr="0078600F" w:rsidTr="00692E62">
        <w:trPr>
          <w:trHeight w:val="262"/>
          <w:jc w:val="center"/>
        </w:trPr>
        <w:tc>
          <w:tcPr>
            <w:tcW w:w="665" w:type="pct"/>
            <w:vMerge/>
            <w:shd w:val="clear" w:color="auto" w:fill="D9D9D9"/>
            <w:textDirection w:val="btLr"/>
          </w:tcPr>
          <w:p w:rsidR="00AB3233" w:rsidRPr="0078600F" w:rsidRDefault="00AB3233" w:rsidP="00D756D6">
            <w:pPr>
              <w:pStyle w:val="SDMTableBoxParaNotNumbered"/>
              <w:rPr>
                <w:b/>
              </w:rPr>
            </w:pPr>
          </w:p>
        </w:tc>
        <w:tc>
          <w:tcPr>
            <w:tcW w:w="783" w:type="pct"/>
            <w:shd w:val="clear" w:color="auto" w:fill="auto"/>
          </w:tcPr>
          <w:p w:rsidR="00AB3233" w:rsidRPr="0078600F" w:rsidRDefault="00AB3233" w:rsidP="00D756D6">
            <w:pPr>
              <w:pStyle w:val="SDMTableBoxParaNotNumbered"/>
            </w:pPr>
            <w:r w:rsidRPr="0078600F">
              <w:t>CH</w:t>
            </w:r>
            <w:r w:rsidRPr="0078600F">
              <w:rPr>
                <w:vertAlign w:val="subscript"/>
              </w:rPr>
              <w:t>4</w:t>
            </w:r>
          </w:p>
        </w:tc>
        <w:tc>
          <w:tcPr>
            <w:tcW w:w="783" w:type="pct"/>
            <w:shd w:val="clear" w:color="auto" w:fill="auto"/>
          </w:tcPr>
          <w:p w:rsidR="00AB3233" w:rsidRPr="0078600F" w:rsidRDefault="00AB3233" w:rsidP="00D756D6">
            <w:pPr>
              <w:pStyle w:val="SDMTableBoxParaNotNumbered"/>
            </w:pPr>
          </w:p>
        </w:tc>
        <w:tc>
          <w:tcPr>
            <w:tcW w:w="2769" w:type="pct"/>
            <w:shd w:val="clear" w:color="auto" w:fill="auto"/>
          </w:tcPr>
          <w:p w:rsidR="00AB3233" w:rsidRPr="0078600F" w:rsidRDefault="00AB3233" w:rsidP="00D756D6">
            <w:pPr>
              <w:pStyle w:val="SDMTableBoxParaNotNumbered"/>
            </w:pPr>
          </w:p>
        </w:tc>
      </w:tr>
      <w:tr w:rsidR="00AB3233" w:rsidRPr="0078600F" w:rsidTr="00692E62">
        <w:trPr>
          <w:trHeight w:val="262"/>
          <w:jc w:val="center"/>
        </w:trPr>
        <w:tc>
          <w:tcPr>
            <w:tcW w:w="665" w:type="pct"/>
            <w:vMerge/>
            <w:shd w:val="clear" w:color="auto" w:fill="D9D9D9"/>
            <w:textDirection w:val="btLr"/>
          </w:tcPr>
          <w:p w:rsidR="00AB3233" w:rsidRPr="0078600F" w:rsidRDefault="00AB3233" w:rsidP="00D756D6">
            <w:pPr>
              <w:pStyle w:val="SDMTableBoxParaNotNumbered"/>
              <w:rPr>
                <w:b/>
              </w:rPr>
            </w:pPr>
          </w:p>
        </w:tc>
        <w:tc>
          <w:tcPr>
            <w:tcW w:w="783" w:type="pct"/>
            <w:shd w:val="clear" w:color="auto" w:fill="auto"/>
          </w:tcPr>
          <w:p w:rsidR="00AB3233" w:rsidRPr="0078600F" w:rsidRDefault="00AB3233" w:rsidP="00D756D6">
            <w:pPr>
              <w:pStyle w:val="SDMTableBoxParaNotNumbered"/>
            </w:pPr>
            <w:r w:rsidRPr="0078600F">
              <w:t>N</w:t>
            </w:r>
            <w:r w:rsidRPr="0078600F">
              <w:rPr>
                <w:vertAlign w:val="subscript"/>
              </w:rPr>
              <w:t>2</w:t>
            </w:r>
            <w:r w:rsidRPr="0078600F">
              <w:t>O</w:t>
            </w:r>
          </w:p>
        </w:tc>
        <w:tc>
          <w:tcPr>
            <w:tcW w:w="783" w:type="pct"/>
            <w:shd w:val="clear" w:color="auto" w:fill="auto"/>
          </w:tcPr>
          <w:p w:rsidR="00AB3233" w:rsidRPr="0078600F" w:rsidRDefault="00AB3233" w:rsidP="00D756D6">
            <w:pPr>
              <w:pStyle w:val="SDMTableBoxParaNotNumbered"/>
            </w:pPr>
          </w:p>
        </w:tc>
        <w:tc>
          <w:tcPr>
            <w:tcW w:w="2769" w:type="pct"/>
            <w:shd w:val="clear" w:color="auto" w:fill="auto"/>
          </w:tcPr>
          <w:p w:rsidR="00AB3233" w:rsidRPr="0078600F" w:rsidRDefault="00AB3233" w:rsidP="00D756D6">
            <w:pPr>
              <w:pStyle w:val="SDMTableBoxParaNotNumbered"/>
            </w:pPr>
          </w:p>
        </w:tc>
      </w:tr>
      <w:tr w:rsidR="00AB3233" w:rsidRPr="0078600F" w:rsidTr="00692E62">
        <w:trPr>
          <w:trHeight w:val="262"/>
          <w:jc w:val="center"/>
        </w:trPr>
        <w:tc>
          <w:tcPr>
            <w:tcW w:w="665" w:type="pct"/>
            <w:vMerge/>
            <w:shd w:val="clear" w:color="auto" w:fill="D9D9D9"/>
            <w:textDirection w:val="btLr"/>
          </w:tcPr>
          <w:p w:rsidR="00AB3233" w:rsidRPr="0078600F" w:rsidRDefault="00AB3233" w:rsidP="00D756D6">
            <w:pPr>
              <w:pStyle w:val="SDMTableBoxParaNotNumbered"/>
              <w:rPr>
                <w:b/>
              </w:rPr>
            </w:pPr>
          </w:p>
        </w:tc>
        <w:tc>
          <w:tcPr>
            <w:tcW w:w="783" w:type="pct"/>
            <w:shd w:val="clear" w:color="auto" w:fill="auto"/>
          </w:tcPr>
          <w:p w:rsidR="00AB3233" w:rsidRPr="0078600F" w:rsidRDefault="00AB3233" w:rsidP="00D756D6">
            <w:pPr>
              <w:pStyle w:val="SDMTableBoxParaNotNumbered"/>
            </w:pPr>
            <w:r w:rsidRPr="0078600F">
              <w:t>…</w:t>
            </w:r>
          </w:p>
        </w:tc>
        <w:tc>
          <w:tcPr>
            <w:tcW w:w="783" w:type="pct"/>
            <w:shd w:val="clear" w:color="auto" w:fill="auto"/>
          </w:tcPr>
          <w:p w:rsidR="00AB3233" w:rsidRPr="0078600F" w:rsidRDefault="00AB3233" w:rsidP="00D756D6">
            <w:pPr>
              <w:pStyle w:val="SDMTableBoxParaNotNumbered"/>
            </w:pPr>
          </w:p>
        </w:tc>
        <w:tc>
          <w:tcPr>
            <w:tcW w:w="2769" w:type="pct"/>
            <w:shd w:val="clear" w:color="auto" w:fill="auto"/>
          </w:tcPr>
          <w:p w:rsidR="00AB3233" w:rsidRPr="0078600F" w:rsidRDefault="00AB3233" w:rsidP="00D756D6">
            <w:pPr>
              <w:pStyle w:val="SDMTableBoxParaNotNumbered"/>
            </w:pPr>
          </w:p>
        </w:tc>
      </w:tr>
      <w:tr w:rsidR="00AB3233" w:rsidRPr="0078600F" w:rsidTr="00692E62">
        <w:trPr>
          <w:trHeight w:val="262"/>
          <w:jc w:val="center"/>
        </w:trPr>
        <w:tc>
          <w:tcPr>
            <w:tcW w:w="665" w:type="pct"/>
            <w:vMerge w:val="restart"/>
            <w:shd w:val="clear" w:color="auto" w:fill="D9D9D9"/>
            <w:textDirection w:val="btLr"/>
          </w:tcPr>
          <w:p w:rsidR="00AB3233" w:rsidRPr="0078600F" w:rsidRDefault="00AB3233" w:rsidP="00D756D6">
            <w:pPr>
              <w:pStyle w:val="SDMTableBoxParaNotNumbered"/>
              <w:rPr>
                <w:b/>
              </w:rPr>
            </w:pPr>
            <w:r w:rsidRPr="0078600F">
              <w:rPr>
                <w:b/>
              </w:rPr>
              <w:t>Source 2</w:t>
            </w:r>
          </w:p>
        </w:tc>
        <w:tc>
          <w:tcPr>
            <w:tcW w:w="783" w:type="pct"/>
            <w:shd w:val="clear" w:color="auto" w:fill="auto"/>
          </w:tcPr>
          <w:p w:rsidR="00AB3233" w:rsidRPr="0078600F" w:rsidRDefault="00AB3233" w:rsidP="00D756D6">
            <w:pPr>
              <w:pStyle w:val="SDMTableBoxParaNotNumbered"/>
            </w:pPr>
            <w:r w:rsidRPr="0078600F">
              <w:t>CO</w:t>
            </w:r>
            <w:r w:rsidRPr="0078600F">
              <w:rPr>
                <w:vertAlign w:val="subscript"/>
              </w:rPr>
              <w:t>2</w:t>
            </w:r>
          </w:p>
        </w:tc>
        <w:tc>
          <w:tcPr>
            <w:tcW w:w="783" w:type="pct"/>
            <w:shd w:val="clear" w:color="auto" w:fill="auto"/>
          </w:tcPr>
          <w:p w:rsidR="00AB3233" w:rsidRPr="0078600F" w:rsidRDefault="00AB3233" w:rsidP="00D756D6">
            <w:pPr>
              <w:pStyle w:val="SDMTableBoxParaNotNumbered"/>
            </w:pPr>
          </w:p>
        </w:tc>
        <w:tc>
          <w:tcPr>
            <w:tcW w:w="2769" w:type="pct"/>
            <w:shd w:val="clear" w:color="auto" w:fill="auto"/>
          </w:tcPr>
          <w:p w:rsidR="00AB3233" w:rsidRPr="0078600F" w:rsidRDefault="00AB3233" w:rsidP="00D756D6">
            <w:pPr>
              <w:pStyle w:val="SDMTableBoxParaNotNumbered"/>
            </w:pPr>
          </w:p>
        </w:tc>
      </w:tr>
      <w:tr w:rsidR="00AB3233" w:rsidRPr="0078600F" w:rsidTr="00692E62">
        <w:trPr>
          <w:trHeight w:val="262"/>
          <w:jc w:val="center"/>
        </w:trPr>
        <w:tc>
          <w:tcPr>
            <w:tcW w:w="665" w:type="pct"/>
            <w:vMerge/>
            <w:shd w:val="clear" w:color="auto" w:fill="D9D9D9"/>
          </w:tcPr>
          <w:p w:rsidR="00AB3233" w:rsidRPr="0078600F" w:rsidRDefault="00AB3233" w:rsidP="00D756D6">
            <w:pPr>
              <w:pStyle w:val="SDMTableBoxParaNotNumbered"/>
              <w:rPr>
                <w:b/>
              </w:rPr>
            </w:pPr>
          </w:p>
        </w:tc>
        <w:tc>
          <w:tcPr>
            <w:tcW w:w="783" w:type="pct"/>
            <w:shd w:val="clear" w:color="auto" w:fill="auto"/>
          </w:tcPr>
          <w:p w:rsidR="00AB3233" w:rsidRPr="0078600F" w:rsidRDefault="00AB3233" w:rsidP="00D756D6">
            <w:pPr>
              <w:pStyle w:val="SDMTableBoxParaNotNumbered"/>
            </w:pPr>
            <w:r w:rsidRPr="0078600F">
              <w:t>CH</w:t>
            </w:r>
            <w:r w:rsidRPr="0078600F">
              <w:rPr>
                <w:vertAlign w:val="subscript"/>
              </w:rPr>
              <w:t>4</w:t>
            </w:r>
          </w:p>
        </w:tc>
        <w:tc>
          <w:tcPr>
            <w:tcW w:w="783" w:type="pct"/>
            <w:shd w:val="clear" w:color="auto" w:fill="auto"/>
          </w:tcPr>
          <w:p w:rsidR="00AB3233" w:rsidRPr="0078600F" w:rsidRDefault="00AB3233" w:rsidP="00D756D6">
            <w:pPr>
              <w:pStyle w:val="SDMTableBoxParaNotNumbered"/>
            </w:pPr>
          </w:p>
        </w:tc>
        <w:tc>
          <w:tcPr>
            <w:tcW w:w="2769" w:type="pct"/>
            <w:shd w:val="clear" w:color="auto" w:fill="auto"/>
          </w:tcPr>
          <w:p w:rsidR="00AB3233" w:rsidRPr="0078600F" w:rsidRDefault="00AB3233" w:rsidP="00D756D6">
            <w:pPr>
              <w:pStyle w:val="SDMTableBoxParaNotNumbered"/>
            </w:pPr>
          </w:p>
        </w:tc>
      </w:tr>
      <w:tr w:rsidR="00AB3233" w:rsidRPr="0078600F" w:rsidTr="00692E62">
        <w:trPr>
          <w:trHeight w:val="262"/>
          <w:jc w:val="center"/>
        </w:trPr>
        <w:tc>
          <w:tcPr>
            <w:tcW w:w="665" w:type="pct"/>
            <w:vMerge/>
            <w:shd w:val="clear" w:color="auto" w:fill="D9D9D9"/>
          </w:tcPr>
          <w:p w:rsidR="00AB3233" w:rsidRPr="0078600F" w:rsidRDefault="00AB3233" w:rsidP="00D756D6">
            <w:pPr>
              <w:pStyle w:val="SDMTableBoxParaNotNumbered"/>
              <w:rPr>
                <w:b/>
              </w:rPr>
            </w:pPr>
          </w:p>
        </w:tc>
        <w:tc>
          <w:tcPr>
            <w:tcW w:w="783" w:type="pct"/>
            <w:shd w:val="clear" w:color="auto" w:fill="auto"/>
          </w:tcPr>
          <w:p w:rsidR="00AB3233" w:rsidRPr="0078600F" w:rsidRDefault="00AB3233" w:rsidP="00D756D6">
            <w:pPr>
              <w:pStyle w:val="SDMTableBoxParaNotNumbered"/>
            </w:pPr>
            <w:r w:rsidRPr="0078600F">
              <w:t>N</w:t>
            </w:r>
            <w:r w:rsidRPr="0078600F">
              <w:rPr>
                <w:vertAlign w:val="subscript"/>
              </w:rPr>
              <w:t>2</w:t>
            </w:r>
            <w:r w:rsidRPr="0078600F">
              <w:t>O</w:t>
            </w:r>
          </w:p>
        </w:tc>
        <w:tc>
          <w:tcPr>
            <w:tcW w:w="783" w:type="pct"/>
            <w:shd w:val="clear" w:color="auto" w:fill="auto"/>
          </w:tcPr>
          <w:p w:rsidR="00AB3233" w:rsidRPr="0078600F" w:rsidRDefault="00AB3233" w:rsidP="00D756D6">
            <w:pPr>
              <w:pStyle w:val="SDMTableBoxParaNotNumbered"/>
            </w:pPr>
          </w:p>
        </w:tc>
        <w:tc>
          <w:tcPr>
            <w:tcW w:w="2769" w:type="pct"/>
            <w:shd w:val="clear" w:color="auto" w:fill="auto"/>
          </w:tcPr>
          <w:p w:rsidR="00AB3233" w:rsidRPr="0078600F" w:rsidRDefault="00AB3233" w:rsidP="00D756D6">
            <w:pPr>
              <w:pStyle w:val="SDMTableBoxParaNotNumbered"/>
            </w:pPr>
          </w:p>
        </w:tc>
      </w:tr>
      <w:tr w:rsidR="00AB3233" w:rsidRPr="0078600F" w:rsidTr="00692E62">
        <w:trPr>
          <w:trHeight w:val="262"/>
          <w:jc w:val="center"/>
        </w:trPr>
        <w:tc>
          <w:tcPr>
            <w:tcW w:w="665" w:type="pct"/>
            <w:vMerge/>
            <w:shd w:val="clear" w:color="auto" w:fill="D9D9D9"/>
          </w:tcPr>
          <w:p w:rsidR="00AB3233" w:rsidRPr="0078600F" w:rsidRDefault="00AB3233" w:rsidP="00D756D6">
            <w:pPr>
              <w:pStyle w:val="SDMTableBoxParaNotNumbered"/>
              <w:rPr>
                <w:b/>
              </w:rPr>
            </w:pPr>
          </w:p>
        </w:tc>
        <w:tc>
          <w:tcPr>
            <w:tcW w:w="783" w:type="pct"/>
            <w:shd w:val="clear" w:color="auto" w:fill="auto"/>
          </w:tcPr>
          <w:p w:rsidR="00AB3233" w:rsidRPr="0078600F" w:rsidRDefault="00AB3233" w:rsidP="00D756D6">
            <w:pPr>
              <w:pStyle w:val="SDMTableBoxParaNotNumbered"/>
            </w:pPr>
            <w:r w:rsidRPr="0078600F">
              <w:t>…</w:t>
            </w:r>
          </w:p>
        </w:tc>
        <w:tc>
          <w:tcPr>
            <w:tcW w:w="783" w:type="pct"/>
            <w:shd w:val="clear" w:color="auto" w:fill="auto"/>
          </w:tcPr>
          <w:p w:rsidR="00AB3233" w:rsidRPr="0078600F" w:rsidRDefault="00AB3233" w:rsidP="00D756D6">
            <w:pPr>
              <w:pStyle w:val="SDMTableBoxParaNotNumbered"/>
            </w:pPr>
          </w:p>
        </w:tc>
        <w:tc>
          <w:tcPr>
            <w:tcW w:w="2769" w:type="pct"/>
            <w:shd w:val="clear" w:color="auto" w:fill="auto"/>
          </w:tcPr>
          <w:p w:rsidR="00AB3233" w:rsidRPr="0078600F" w:rsidRDefault="00AB3233" w:rsidP="00D756D6">
            <w:pPr>
              <w:pStyle w:val="SDMTableBoxParaNotNumbered"/>
            </w:pPr>
          </w:p>
        </w:tc>
      </w:tr>
    </w:tbl>
    <w:p w:rsidR="00D93400" w:rsidRPr="0078600F" w:rsidRDefault="00D93400" w:rsidP="00965043">
      <w:pPr>
        <w:pStyle w:val="SDMPDDPoASubSection1"/>
        <w:numPr>
          <w:ilvl w:val="1"/>
          <w:numId w:val="20"/>
        </w:numPr>
        <w:ind w:left="709" w:hanging="709"/>
      </w:pPr>
      <w:r w:rsidRPr="0078600F">
        <w:t>Identification of strata</w:t>
      </w:r>
    </w:p>
    <w:p w:rsidR="00D93400" w:rsidRPr="0078600F" w:rsidRDefault="00D93400" w:rsidP="00D93400">
      <w:pPr>
        <w:rPr>
          <w:rFonts w:eastAsia="MS Mincho" w:cs="Arial"/>
        </w:rPr>
      </w:pPr>
      <w:r w:rsidRPr="0078600F">
        <w:rPr>
          <w:rFonts w:eastAsia="MS Mincho" w:cs="Arial"/>
        </w:rPr>
        <w:t>&gt;&gt;</w:t>
      </w:r>
    </w:p>
    <w:p w:rsidR="00D93400" w:rsidRPr="0078600F" w:rsidRDefault="00D93400" w:rsidP="00D93400">
      <w:pPr>
        <w:rPr>
          <w:rFonts w:eastAsia="MS Mincho" w:cs="Arial"/>
        </w:rPr>
      </w:pPr>
    </w:p>
    <w:p w:rsidR="00D93400" w:rsidRPr="0078600F" w:rsidRDefault="00D93400" w:rsidP="00D93400">
      <w:pPr>
        <w:rPr>
          <w:rFonts w:eastAsia="MS Mincho" w:cs="Arial"/>
        </w:rPr>
      </w:pPr>
    </w:p>
    <w:p w:rsidR="00CC25EE" w:rsidRPr="0078600F" w:rsidRDefault="00CC25EE" w:rsidP="00965043">
      <w:pPr>
        <w:pStyle w:val="SDMPDDPoASubSection1"/>
        <w:numPr>
          <w:ilvl w:val="1"/>
          <w:numId w:val="20"/>
        </w:numPr>
        <w:ind w:left="709" w:hanging="709"/>
      </w:pPr>
      <w:bookmarkStart w:id="9" w:name="_Ref317687384"/>
      <w:bookmarkEnd w:id="8"/>
      <w:r w:rsidRPr="0078600F">
        <w:t>Establishment and description of baseline scenario</w:t>
      </w:r>
      <w:bookmarkEnd w:id="9"/>
    </w:p>
    <w:p w:rsidR="001136C8" w:rsidRPr="0078600F" w:rsidRDefault="001136C8" w:rsidP="00365220">
      <w:pPr>
        <w:rPr>
          <w:rFonts w:eastAsia="MS Mincho" w:cs="Arial"/>
        </w:rPr>
      </w:pPr>
      <w:bookmarkStart w:id="10" w:name="_Ref317687601"/>
      <w:r w:rsidRPr="0078600F">
        <w:rPr>
          <w:rFonts w:eastAsia="MS Mincho" w:cs="Arial"/>
        </w:rPr>
        <w:t>&gt;&gt;</w:t>
      </w:r>
    </w:p>
    <w:p w:rsidR="001136C8" w:rsidRPr="0078600F" w:rsidRDefault="001136C8" w:rsidP="00365220">
      <w:pPr>
        <w:rPr>
          <w:rFonts w:eastAsia="MS Mincho" w:cs="Arial"/>
        </w:rPr>
      </w:pPr>
    </w:p>
    <w:p w:rsidR="00F87B39" w:rsidRPr="0078600F" w:rsidRDefault="00F87B39" w:rsidP="00365220">
      <w:pPr>
        <w:rPr>
          <w:rFonts w:eastAsia="MS Mincho" w:cs="Arial"/>
        </w:rPr>
      </w:pPr>
    </w:p>
    <w:p w:rsidR="00CC25EE" w:rsidRPr="0078600F" w:rsidRDefault="00CC25EE" w:rsidP="00965043">
      <w:pPr>
        <w:pStyle w:val="SDMPDDPoASubSection1"/>
        <w:numPr>
          <w:ilvl w:val="1"/>
          <w:numId w:val="20"/>
        </w:numPr>
        <w:ind w:left="709" w:hanging="709"/>
      </w:pPr>
      <w:r w:rsidRPr="0078600F">
        <w:t>Demonstration of additionality</w:t>
      </w:r>
      <w:bookmarkEnd w:id="10"/>
    </w:p>
    <w:p w:rsidR="001136C8" w:rsidRPr="0078600F" w:rsidRDefault="001136C8" w:rsidP="00365220">
      <w:pPr>
        <w:rPr>
          <w:rFonts w:eastAsia="MS Mincho" w:cs="Arial"/>
        </w:rPr>
      </w:pPr>
      <w:bookmarkStart w:id="11" w:name="_Ref317687795"/>
      <w:r w:rsidRPr="0078600F">
        <w:rPr>
          <w:rFonts w:eastAsia="MS Mincho" w:cs="Arial"/>
        </w:rPr>
        <w:t>&gt;&gt;</w:t>
      </w:r>
    </w:p>
    <w:p w:rsidR="001136C8" w:rsidRPr="0078600F" w:rsidRDefault="001136C8" w:rsidP="00365220">
      <w:pPr>
        <w:rPr>
          <w:rFonts w:eastAsia="MS Mincho" w:cs="Arial"/>
        </w:rPr>
      </w:pPr>
    </w:p>
    <w:p w:rsidR="00F87B39" w:rsidRPr="0078600F" w:rsidRDefault="00F87B39" w:rsidP="00365220">
      <w:pPr>
        <w:rPr>
          <w:rFonts w:eastAsia="MS Mincho" w:cs="Arial"/>
        </w:rPr>
      </w:pPr>
    </w:p>
    <w:bookmarkEnd w:id="11"/>
    <w:p w:rsidR="00CC25EE" w:rsidRPr="0078600F" w:rsidRDefault="00064078" w:rsidP="00965043">
      <w:pPr>
        <w:pStyle w:val="SDMPDDPoASubSection1"/>
        <w:numPr>
          <w:ilvl w:val="1"/>
          <w:numId w:val="20"/>
        </w:numPr>
        <w:ind w:left="709" w:hanging="709"/>
      </w:pPr>
      <w:r w:rsidRPr="0078600F">
        <w:t>GHG removals by sinks</w:t>
      </w:r>
    </w:p>
    <w:p w:rsidR="00CC25EE" w:rsidRPr="0078600F" w:rsidRDefault="00064078" w:rsidP="00965043">
      <w:pPr>
        <w:pStyle w:val="SDMPDDPoASubSection2"/>
        <w:numPr>
          <w:ilvl w:val="2"/>
          <w:numId w:val="20"/>
        </w:numPr>
        <w:ind w:left="709" w:hanging="709"/>
        <w:rPr>
          <w:rFonts w:eastAsia="MS Mincho"/>
        </w:rPr>
      </w:pPr>
      <w:r w:rsidRPr="0078600F">
        <w:rPr>
          <w:rFonts w:eastAsia="MS Mincho"/>
        </w:rPr>
        <w:t>Explanation of methodological</w:t>
      </w:r>
      <w:r w:rsidR="005C4AC5" w:rsidRPr="0078600F">
        <w:rPr>
          <w:rFonts w:eastAsia="MS Mincho"/>
        </w:rPr>
        <w:t xml:space="preserve"> </w:t>
      </w:r>
      <w:r w:rsidR="00E31CF7" w:rsidRPr="0078600F">
        <w:rPr>
          <w:rFonts w:eastAsia="MS Mincho"/>
        </w:rPr>
        <w:t>choices</w:t>
      </w:r>
    </w:p>
    <w:p w:rsidR="001136C8" w:rsidRPr="0078600F" w:rsidRDefault="001136C8" w:rsidP="00365220">
      <w:pPr>
        <w:rPr>
          <w:rFonts w:eastAsia="MS Mincho" w:cs="Arial"/>
        </w:rPr>
      </w:pPr>
      <w:bookmarkStart w:id="12" w:name="_Ref317687675"/>
      <w:r w:rsidRPr="0078600F">
        <w:rPr>
          <w:rFonts w:eastAsia="MS Mincho" w:cs="Arial"/>
        </w:rPr>
        <w:t>&gt;&gt;</w:t>
      </w:r>
    </w:p>
    <w:p w:rsidR="001136C8" w:rsidRPr="0078600F" w:rsidRDefault="001136C8" w:rsidP="00365220">
      <w:pPr>
        <w:rPr>
          <w:rFonts w:eastAsia="MS Mincho" w:cs="Arial"/>
        </w:rPr>
      </w:pPr>
    </w:p>
    <w:p w:rsidR="00F87B39" w:rsidRPr="0078600F" w:rsidRDefault="00F87B39" w:rsidP="00365220">
      <w:pPr>
        <w:rPr>
          <w:rFonts w:eastAsia="MS Mincho" w:cs="Arial"/>
        </w:rPr>
      </w:pPr>
    </w:p>
    <w:p w:rsidR="00CC25EE" w:rsidRPr="0078600F" w:rsidRDefault="00CC25EE" w:rsidP="00965043">
      <w:pPr>
        <w:pStyle w:val="SDMPDDPoASubSection2"/>
        <w:numPr>
          <w:ilvl w:val="2"/>
          <w:numId w:val="20"/>
        </w:numPr>
        <w:ind w:left="709" w:hanging="709"/>
        <w:rPr>
          <w:rFonts w:eastAsia="MS Mincho"/>
        </w:rPr>
      </w:pPr>
      <w:r w:rsidRPr="0078600F">
        <w:rPr>
          <w:rFonts w:eastAsia="MS Mincho"/>
        </w:rPr>
        <w:t>Data and parameters fixed ex ante</w:t>
      </w:r>
      <w:bookmarkEnd w:id="12"/>
    </w:p>
    <w:p w:rsidR="00CC25EE" w:rsidRPr="0078600F" w:rsidRDefault="00CC25EE" w:rsidP="0099654A">
      <w:pPr>
        <w:pStyle w:val="Caption"/>
        <w:spacing w:before="120" w:after="60"/>
        <w:ind w:left="0" w:firstLine="0"/>
        <w:rPr>
          <w:rFonts w:cs="Arial"/>
          <w:b w:val="0"/>
          <w:i/>
        </w:rPr>
      </w:pPr>
      <w:bookmarkStart w:id="13" w:name="OLE_LINK5"/>
      <w:bookmarkStart w:id="14" w:name="OLE_LINK6"/>
      <w:r w:rsidRPr="0078600F">
        <w:rPr>
          <w:rFonts w:cs="Arial"/>
          <w:b w:val="0"/>
          <w:i/>
        </w:rPr>
        <w:t xml:space="preserve">(Copy this table for each </w:t>
      </w:r>
      <w:r w:rsidR="003937C4" w:rsidRPr="0078600F">
        <w:rPr>
          <w:rFonts w:cs="Arial"/>
          <w:b w:val="0"/>
          <w:i/>
        </w:rPr>
        <w:t xml:space="preserve">piece of </w:t>
      </w:r>
      <w:r w:rsidRPr="0078600F">
        <w:rPr>
          <w:rFonts w:cs="Arial"/>
          <w:b w:val="0"/>
          <w:i/>
        </w:rPr>
        <w:t>data and parameter</w:t>
      </w:r>
      <w:r w:rsidR="00774502" w:rsidRPr="0078600F">
        <w:rPr>
          <w:rFonts w:cs="Arial"/>
          <w:b w:val="0"/>
          <w:i/>
        </w:rPr>
        <w:t>.</w:t>
      </w:r>
      <w:r w:rsidR="00CA7B7F" w:rsidRPr="0078600F">
        <w:rPr>
          <w:rFonts w:cs="Arial"/>
          <w:b w:val="0"/>
          <w:i/>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E0" w:firstRow="1" w:lastRow="1" w:firstColumn="1" w:lastColumn="0" w:noHBand="0" w:noVBand="0"/>
      </w:tblPr>
      <w:tblGrid>
        <w:gridCol w:w="2643"/>
        <w:gridCol w:w="7212"/>
      </w:tblGrid>
      <w:tr w:rsidR="00CC25EE" w:rsidRPr="0078600F" w:rsidTr="00692E62">
        <w:trPr>
          <w:cantSplit/>
          <w:trHeight w:val="280"/>
          <w:jc w:val="center"/>
        </w:trPr>
        <w:tc>
          <w:tcPr>
            <w:tcW w:w="1341" w:type="pct"/>
            <w:shd w:val="clear" w:color="auto" w:fill="D9D9D9"/>
          </w:tcPr>
          <w:p w:rsidR="00CC25EE" w:rsidRPr="0078600F" w:rsidRDefault="00CC25EE" w:rsidP="00D756D6">
            <w:pPr>
              <w:pStyle w:val="SDMTableBoxParaNotNumbered"/>
            </w:pPr>
            <w:r w:rsidRPr="0078600F">
              <w:t>Data</w:t>
            </w:r>
            <w:r w:rsidR="00F44F1E" w:rsidRPr="0078600F">
              <w:t xml:space="preserve"> </w:t>
            </w:r>
            <w:r w:rsidRPr="0078600F">
              <w:t>/</w:t>
            </w:r>
            <w:r w:rsidR="00F44F1E" w:rsidRPr="0078600F">
              <w:t xml:space="preserve"> </w:t>
            </w:r>
            <w:r w:rsidRPr="0078600F">
              <w:t>Parameter</w:t>
            </w:r>
          </w:p>
        </w:tc>
        <w:tc>
          <w:tcPr>
            <w:tcW w:w="3659" w:type="pct"/>
            <w:shd w:val="clear" w:color="auto" w:fill="auto"/>
          </w:tcPr>
          <w:p w:rsidR="00CC25EE" w:rsidRPr="0078600F" w:rsidRDefault="00CC25EE" w:rsidP="00D756D6">
            <w:pPr>
              <w:pStyle w:val="SDMTableBoxParaNotNumbered"/>
            </w:pPr>
          </w:p>
        </w:tc>
      </w:tr>
      <w:tr w:rsidR="00CC25EE" w:rsidRPr="0078600F" w:rsidTr="00692E62">
        <w:trPr>
          <w:cantSplit/>
          <w:trHeight w:val="281"/>
          <w:jc w:val="center"/>
        </w:trPr>
        <w:tc>
          <w:tcPr>
            <w:tcW w:w="1341" w:type="pct"/>
            <w:shd w:val="clear" w:color="auto" w:fill="D9D9D9"/>
          </w:tcPr>
          <w:p w:rsidR="00CC25EE" w:rsidRPr="0078600F" w:rsidRDefault="004F6C87" w:rsidP="00D756D6">
            <w:pPr>
              <w:pStyle w:val="SDMTableBoxParaNotNumbered"/>
            </w:pPr>
            <w:r w:rsidRPr="0078600F">
              <w:t>U</w:t>
            </w:r>
            <w:r w:rsidR="00CC25EE" w:rsidRPr="0078600F">
              <w:t>nit</w:t>
            </w:r>
          </w:p>
        </w:tc>
        <w:tc>
          <w:tcPr>
            <w:tcW w:w="3659" w:type="pct"/>
            <w:shd w:val="clear" w:color="auto" w:fill="auto"/>
          </w:tcPr>
          <w:p w:rsidR="00CC25EE" w:rsidRPr="0078600F" w:rsidRDefault="00CC25EE" w:rsidP="00D756D6">
            <w:pPr>
              <w:pStyle w:val="SDMTableBoxParaNotNumbered"/>
            </w:pPr>
          </w:p>
        </w:tc>
      </w:tr>
      <w:tr w:rsidR="00CC25EE" w:rsidRPr="0078600F" w:rsidTr="00692E62">
        <w:trPr>
          <w:cantSplit/>
          <w:trHeight w:val="280"/>
          <w:jc w:val="center"/>
        </w:trPr>
        <w:tc>
          <w:tcPr>
            <w:tcW w:w="1341" w:type="pct"/>
            <w:shd w:val="clear" w:color="auto" w:fill="D9D9D9"/>
          </w:tcPr>
          <w:p w:rsidR="00CC25EE" w:rsidRPr="0078600F" w:rsidRDefault="00CC25EE" w:rsidP="00D756D6">
            <w:pPr>
              <w:pStyle w:val="SDMTableBoxParaNotNumbered"/>
            </w:pPr>
            <w:r w:rsidRPr="0078600F">
              <w:t>Description</w:t>
            </w:r>
          </w:p>
        </w:tc>
        <w:tc>
          <w:tcPr>
            <w:tcW w:w="3659" w:type="pct"/>
            <w:shd w:val="clear" w:color="auto" w:fill="auto"/>
          </w:tcPr>
          <w:p w:rsidR="00CC25EE" w:rsidRPr="0078600F" w:rsidRDefault="00CC25EE" w:rsidP="00D756D6">
            <w:pPr>
              <w:pStyle w:val="SDMTableBoxParaNotNumbered"/>
            </w:pPr>
          </w:p>
        </w:tc>
      </w:tr>
      <w:tr w:rsidR="00CC25EE" w:rsidRPr="0078600F" w:rsidTr="00692E62">
        <w:trPr>
          <w:cantSplit/>
          <w:trHeight w:val="281"/>
          <w:jc w:val="center"/>
        </w:trPr>
        <w:tc>
          <w:tcPr>
            <w:tcW w:w="1341" w:type="pct"/>
            <w:shd w:val="clear" w:color="auto" w:fill="D9D9D9"/>
          </w:tcPr>
          <w:p w:rsidR="00CC25EE" w:rsidRPr="0078600F" w:rsidRDefault="00CC25EE" w:rsidP="00D756D6">
            <w:pPr>
              <w:pStyle w:val="SDMTableBoxParaNotNumbered"/>
            </w:pPr>
            <w:r w:rsidRPr="0078600F">
              <w:t>Source of data</w:t>
            </w:r>
          </w:p>
        </w:tc>
        <w:tc>
          <w:tcPr>
            <w:tcW w:w="3659" w:type="pct"/>
            <w:shd w:val="clear" w:color="auto" w:fill="auto"/>
          </w:tcPr>
          <w:p w:rsidR="00CC25EE" w:rsidRPr="0078600F" w:rsidRDefault="00CC25EE" w:rsidP="00D756D6">
            <w:pPr>
              <w:pStyle w:val="SDMTableBoxParaNotNumbered"/>
            </w:pPr>
          </w:p>
        </w:tc>
      </w:tr>
      <w:tr w:rsidR="00CC25EE" w:rsidRPr="0078600F" w:rsidTr="00692E62">
        <w:trPr>
          <w:cantSplit/>
          <w:trHeight w:val="281"/>
          <w:jc w:val="center"/>
        </w:trPr>
        <w:tc>
          <w:tcPr>
            <w:tcW w:w="1341" w:type="pct"/>
            <w:shd w:val="clear" w:color="auto" w:fill="D9D9D9"/>
          </w:tcPr>
          <w:p w:rsidR="00EC71A9" w:rsidRPr="0078600F" w:rsidRDefault="00CC25EE" w:rsidP="00D756D6">
            <w:pPr>
              <w:pStyle w:val="SDMTableBoxParaNotNumbered"/>
            </w:pPr>
            <w:r w:rsidRPr="0078600F">
              <w:t>Value</w:t>
            </w:r>
            <w:r w:rsidR="00AB13B4" w:rsidRPr="0078600F">
              <w:t>(s)</w:t>
            </w:r>
            <w:r w:rsidRPr="0078600F">
              <w:t xml:space="preserve"> applied</w:t>
            </w:r>
          </w:p>
        </w:tc>
        <w:tc>
          <w:tcPr>
            <w:tcW w:w="3659" w:type="pct"/>
            <w:shd w:val="clear" w:color="auto" w:fill="auto"/>
          </w:tcPr>
          <w:p w:rsidR="00CC25EE" w:rsidRPr="0078600F" w:rsidRDefault="00CC25EE" w:rsidP="00D756D6">
            <w:pPr>
              <w:pStyle w:val="SDMTableBoxParaNotNumbered"/>
            </w:pPr>
          </w:p>
        </w:tc>
      </w:tr>
      <w:tr w:rsidR="00CC25EE" w:rsidRPr="0078600F" w:rsidTr="00692E62">
        <w:trPr>
          <w:cantSplit/>
          <w:jc w:val="center"/>
        </w:trPr>
        <w:tc>
          <w:tcPr>
            <w:tcW w:w="1341" w:type="pct"/>
            <w:shd w:val="clear" w:color="auto" w:fill="D9D9D9"/>
          </w:tcPr>
          <w:p w:rsidR="00EC71A9" w:rsidRPr="0078600F" w:rsidRDefault="001424BA" w:rsidP="00D756D6">
            <w:pPr>
              <w:pStyle w:val="SDMTableBoxParaNotNumbered"/>
            </w:pPr>
            <w:r w:rsidRPr="0078600F">
              <w:t>C</w:t>
            </w:r>
            <w:r w:rsidR="00CC25EE" w:rsidRPr="0078600F">
              <w:t>hoice of data</w:t>
            </w:r>
            <w:r w:rsidR="00D756D6" w:rsidRPr="0078600F">
              <w:t xml:space="preserve"> </w:t>
            </w:r>
            <w:r w:rsidR="00C5586F" w:rsidRPr="0078600F">
              <w:t>or</w:t>
            </w:r>
            <w:r w:rsidR="00D756D6" w:rsidRPr="0078600F">
              <w:t xml:space="preserve"> </w:t>
            </w:r>
            <w:r w:rsidRPr="0078600F">
              <w:t>M</w:t>
            </w:r>
            <w:r w:rsidR="00CC25EE" w:rsidRPr="0078600F">
              <w:t xml:space="preserve">easurement methods and procedures </w:t>
            </w:r>
          </w:p>
        </w:tc>
        <w:tc>
          <w:tcPr>
            <w:tcW w:w="3659" w:type="pct"/>
            <w:shd w:val="clear" w:color="auto" w:fill="auto"/>
          </w:tcPr>
          <w:p w:rsidR="00CC25EE" w:rsidRPr="0078600F" w:rsidRDefault="00CC25EE" w:rsidP="00D756D6">
            <w:pPr>
              <w:pStyle w:val="SDMTableBoxParaNotNumbered"/>
            </w:pPr>
          </w:p>
        </w:tc>
      </w:tr>
      <w:tr w:rsidR="00895F91" w:rsidRPr="0078600F" w:rsidTr="00692E62">
        <w:trPr>
          <w:cantSplit/>
          <w:trHeight w:val="248"/>
          <w:jc w:val="center"/>
        </w:trPr>
        <w:tc>
          <w:tcPr>
            <w:tcW w:w="1341" w:type="pct"/>
            <w:shd w:val="clear" w:color="auto" w:fill="D9D9D9"/>
          </w:tcPr>
          <w:p w:rsidR="00895F91" w:rsidRPr="0078600F" w:rsidRDefault="00895F91" w:rsidP="00D756D6">
            <w:pPr>
              <w:pStyle w:val="SDMTableBoxParaNotNumbered"/>
            </w:pPr>
            <w:r w:rsidRPr="0078600F">
              <w:t>Purpose of data</w:t>
            </w:r>
          </w:p>
        </w:tc>
        <w:tc>
          <w:tcPr>
            <w:tcW w:w="3659" w:type="pct"/>
            <w:shd w:val="clear" w:color="auto" w:fill="auto"/>
          </w:tcPr>
          <w:p w:rsidR="00895F91" w:rsidRPr="0078600F" w:rsidRDefault="00895F91" w:rsidP="00D756D6">
            <w:pPr>
              <w:pStyle w:val="SDMTableBoxParaNotNumbered"/>
            </w:pPr>
          </w:p>
        </w:tc>
      </w:tr>
      <w:tr w:rsidR="00CC25EE" w:rsidRPr="0078600F" w:rsidTr="00692E62">
        <w:trPr>
          <w:cantSplit/>
          <w:trHeight w:val="249"/>
          <w:jc w:val="center"/>
        </w:trPr>
        <w:tc>
          <w:tcPr>
            <w:tcW w:w="1341" w:type="pct"/>
            <w:shd w:val="clear" w:color="auto" w:fill="D9D9D9"/>
          </w:tcPr>
          <w:p w:rsidR="00CC25EE" w:rsidRPr="0078600F" w:rsidRDefault="00F44F1E" w:rsidP="00D756D6">
            <w:pPr>
              <w:pStyle w:val="SDMTableBoxParaNotNumbered"/>
            </w:pPr>
            <w:r w:rsidRPr="0078600F">
              <w:t>Additional</w:t>
            </w:r>
            <w:r w:rsidR="00CC25EE" w:rsidRPr="0078600F">
              <w:t xml:space="preserve"> comment</w:t>
            </w:r>
          </w:p>
        </w:tc>
        <w:tc>
          <w:tcPr>
            <w:tcW w:w="3659" w:type="pct"/>
            <w:shd w:val="clear" w:color="auto" w:fill="auto"/>
          </w:tcPr>
          <w:p w:rsidR="00CC25EE" w:rsidRPr="0078600F" w:rsidRDefault="00CC25EE" w:rsidP="00D756D6">
            <w:pPr>
              <w:pStyle w:val="SDMTableBoxParaNotNumbered"/>
            </w:pPr>
          </w:p>
        </w:tc>
      </w:tr>
    </w:tbl>
    <w:p w:rsidR="00CC25EE" w:rsidRPr="0078600F" w:rsidRDefault="00064078" w:rsidP="00965043">
      <w:pPr>
        <w:pStyle w:val="SDMPDDPoASubSection2"/>
        <w:numPr>
          <w:ilvl w:val="2"/>
          <w:numId w:val="20"/>
        </w:numPr>
        <w:ind w:left="709" w:hanging="709"/>
        <w:rPr>
          <w:rFonts w:eastAsia="MS Mincho"/>
        </w:rPr>
      </w:pPr>
      <w:bookmarkStart w:id="15" w:name="_Ref315283603"/>
      <w:bookmarkEnd w:id="13"/>
      <w:bookmarkEnd w:id="14"/>
      <w:r w:rsidRPr="0078600F">
        <w:t>Ex ante calculation of net anthropogenic GHG removals by sinks</w:t>
      </w:r>
      <w:bookmarkEnd w:id="15"/>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064078" w:rsidP="00965043">
      <w:pPr>
        <w:pStyle w:val="SDMPDDPoASubSection2"/>
        <w:numPr>
          <w:ilvl w:val="2"/>
          <w:numId w:val="20"/>
        </w:numPr>
        <w:ind w:left="709" w:hanging="709"/>
        <w:rPr>
          <w:rFonts w:eastAsia="MS Mincho"/>
        </w:rPr>
      </w:pPr>
      <w:r w:rsidRPr="0078600F">
        <w:t>Summary of ex ante estimates of GHG removals by sink</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160" w:firstRow="1" w:lastRow="1" w:firstColumn="0" w:lastColumn="1" w:noHBand="0" w:noVBand="0"/>
      </w:tblPr>
      <w:tblGrid>
        <w:gridCol w:w="1624"/>
        <w:gridCol w:w="1626"/>
        <w:gridCol w:w="1626"/>
        <w:gridCol w:w="1328"/>
        <w:gridCol w:w="1842"/>
        <w:gridCol w:w="1809"/>
      </w:tblGrid>
      <w:tr w:rsidR="001120A7" w:rsidRPr="0078600F" w:rsidTr="009F3966">
        <w:trPr>
          <w:cantSplit/>
          <w:jc w:val="center"/>
        </w:trPr>
        <w:tc>
          <w:tcPr>
            <w:tcW w:w="1624" w:type="dxa"/>
            <w:shd w:val="clear" w:color="auto" w:fill="D9D9D9"/>
            <w:vAlign w:val="center"/>
          </w:tcPr>
          <w:p w:rsidR="001120A7" w:rsidRPr="0078600F" w:rsidRDefault="001120A7" w:rsidP="00D756D6">
            <w:pPr>
              <w:pStyle w:val="SDMTableBoxParaNotNumbered"/>
            </w:pPr>
            <w:r w:rsidRPr="0078600F">
              <w:t>Year</w:t>
            </w:r>
          </w:p>
        </w:tc>
        <w:tc>
          <w:tcPr>
            <w:tcW w:w="1626" w:type="dxa"/>
            <w:shd w:val="clear" w:color="auto" w:fill="D9D9D9"/>
            <w:vAlign w:val="center"/>
          </w:tcPr>
          <w:p w:rsidR="001120A7" w:rsidRPr="0078600F" w:rsidRDefault="001120A7" w:rsidP="00D756D6">
            <w:pPr>
              <w:pStyle w:val="SDMTableBoxParaNotNumbered"/>
            </w:pPr>
            <w:r w:rsidRPr="0078600F">
              <w:t>Baseline net GHG removals by sinks</w:t>
            </w:r>
          </w:p>
          <w:p w:rsidR="001120A7" w:rsidRPr="0078600F" w:rsidRDefault="001120A7" w:rsidP="00D756D6">
            <w:pPr>
              <w:pStyle w:val="SDMTableBoxParaNotNumbered"/>
            </w:pPr>
            <w:r w:rsidRPr="0078600F">
              <w:t>(tCO2e)</w:t>
            </w:r>
          </w:p>
        </w:tc>
        <w:tc>
          <w:tcPr>
            <w:tcW w:w="1626" w:type="dxa"/>
            <w:shd w:val="clear" w:color="auto" w:fill="D9D9D9"/>
            <w:vAlign w:val="center"/>
          </w:tcPr>
          <w:p w:rsidR="001120A7" w:rsidRPr="0078600F" w:rsidRDefault="001120A7" w:rsidP="00D756D6">
            <w:pPr>
              <w:pStyle w:val="SDMTableBoxParaNotNumbered"/>
            </w:pPr>
            <w:r w:rsidRPr="0078600F">
              <w:t>Actual net GHG removals by sinks</w:t>
            </w:r>
          </w:p>
          <w:p w:rsidR="001120A7" w:rsidRPr="0078600F" w:rsidRDefault="001120A7" w:rsidP="00D756D6">
            <w:pPr>
              <w:pStyle w:val="SDMTableBoxParaNotNumbered"/>
            </w:pPr>
            <w:r w:rsidRPr="0078600F">
              <w:t>(tCO2e)</w:t>
            </w:r>
          </w:p>
        </w:tc>
        <w:tc>
          <w:tcPr>
            <w:tcW w:w="1328" w:type="dxa"/>
            <w:shd w:val="clear" w:color="auto" w:fill="D9D9D9"/>
            <w:vAlign w:val="center"/>
          </w:tcPr>
          <w:p w:rsidR="001120A7" w:rsidRPr="0078600F" w:rsidRDefault="001120A7" w:rsidP="00D756D6">
            <w:pPr>
              <w:pStyle w:val="SDMTableBoxParaNotNumbered"/>
            </w:pPr>
            <w:r w:rsidRPr="0078600F">
              <w:t>Leakage</w:t>
            </w:r>
            <w:r w:rsidRPr="0078600F">
              <w:br/>
              <w:t>(t CO</w:t>
            </w:r>
            <w:r w:rsidRPr="0078600F">
              <w:rPr>
                <w:rFonts w:ascii="Times New Roman Bold" w:hAnsi="Times New Roman Bold"/>
                <w:vertAlign w:val="subscript"/>
              </w:rPr>
              <w:t>2</w:t>
            </w:r>
            <w:r w:rsidRPr="0078600F">
              <w:t>e)</w:t>
            </w:r>
          </w:p>
        </w:tc>
        <w:tc>
          <w:tcPr>
            <w:tcW w:w="1842" w:type="dxa"/>
            <w:shd w:val="clear" w:color="auto" w:fill="D9D9D9"/>
            <w:vAlign w:val="center"/>
          </w:tcPr>
          <w:p w:rsidR="001120A7" w:rsidRPr="0078600F" w:rsidRDefault="001120A7" w:rsidP="00D756D6">
            <w:pPr>
              <w:pStyle w:val="SDMTableBoxParaNotNumbered"/>
            </w:pPr>
            <w:r w:rsidRPr="0078600F">
              <w:t>Net anthropogenic GHG removals by sinks</w:t>
            </w:r>
          </w:p>
          <w:p w:rsidR="001120A7" w:rsidRPr="0078600F" w:rsidRDefault="001120A7" w:rsidP="0099654A">
            <w:pPr>
              <w:pStyle w:val="SDMTableBoxParaNotNumbered"/>
            </w:pPr>
            <w:r w:rsidRPr="0078600F">
              <w:t>(tCO2e)</w:t>
            </w:r>
          </w:p>
        </w:tc>
        <w:tc>
          <w:tcPr>
            <w:tcW w:w="1809" w:type="dxa"/>
            <w:shd w:val="clear" w:color="auto" w:fill="D9D9D9"/>
          </w:tcPr>
          <w:p w:rsidR="009F3966" w:rsidRPr="0078600F" w:rsidRDefault="009F3966" w:rsidP="00D756D6">
            <w:pPr>
              <w:pStyle w:val="SDMTableBoxParaNotNumbered"/>
            </w:pPr>
            <w:r w:rsidRPr="0078600F">
              <w:t>Cumulative net anthropogenic GHG removals by sinks</w:t>
            </w:r>
          </w:p>
          <w:p w:rsidR="001120A7" w:rsidRPr="0078600F" w:rsidRDefault="009F3966" w:rsidP="00D756D6">
            <w:pPr>
              <w:pStyle w:val="SDMTableBoxParaNotNumbered"/>
            </w:pPr>
            <w:r w:rsidRPr="0078600F">
              <w:t>(tCO2e)</w:t>
            </w:r>
          </w:p>
        </w:tc>
      </w:tr>
      <w:tr w:rsidR="001120A7" w:rsidRPr="0078600F" w:rsidTr="009F3966">
        <w:trPr>
          <w:cantSplit/>
          <w:jc w:val="center"/>
        </w:trPr>
        <w:tc>
          <w:tcPr>
            <w:tcW w:w="1624" w:type="dxa"/>
            <w:shd w:val="clear" w:color="auto" w:fill="auto"/>
          </w:tcPr>
          <w:p w:rsidR="001120A7" w:rsidRPr="0078600F" w:rsidRDefault="001120A7" w:rsidP="00D756D6">
            <w:pPr>
              <w:pStyle w:val="SDMTableBoxParaNotNumbered"/>
            </w:pPr>
            <w:r w:rsidRPr="0078600F">
              <w:t>Year A</w:t>
            </w:r>
          </w:p>
        </w:tc>
        <w:tc>
          <w:tcPr>
            <w:tcW w:w="1626" w:type="dxa"/>
            <w:shd w:val="clear" w:color="auto" w:fill="auto"/>
          </w:tcPr>
          <w:p w:rsidR="001120A7" w:rsidRPr="0078600F" w:rsidRDefault="001120A7" w:rsidP="00D756D6">
            <w:pPr>
              <w:pStyle w:val="SDMTableBoxParaNotNumbered"/>
            </w:pPr>
          </w:p>
        </w:tc>
        <w:tc>
          <w:tcPr>
            <w:tcW w:w="1626" w:type="dxa"/>
            <w:shd w:val="clear" w:color="auto" w:fill="auto"/>
          </w:tcPr>
          <w:p w:rsidR="001120A7" w:rsidRPr="0078600F" w:rsidRDefault="001120A7" w:rsidP="00D756D6">
            <w:pPr>
              <w:pStyle w:val="SDMTableBoxParaNotNumbered"/>
            </w:pPr>
          </w:p>
        </w:tc>
        <w:tc>
          <w:tcPr>
            <w:tcW w:w="1328" w:type="dxa"/>
            <w:shd w:val="clear" w:color="auto" w:fill="auto"/>
          </w:tcPr>
          <w:p w:rsidR="001120A7" w:rsidRPr="0078600F" w:rsidRDefault="001120A7" w:rsidP="00D756D6">
            <w:pPr>
              <w:pStyle w:val="SDMTableBoxParaNotNumbered"/>
            </w:pPr>
          </w:p>
        </w:tc>
        <w:tc>
          <w:tcPr>
            <w:tcW w:w="1842" w:type="dxa"/>
            <w:shd w:val="clear" w:color="auto" w:fill="auto"/>
          </w:tcPr>
          <w:p w:rsidR="001120A7" w:rsidRPr="0078600F" w:rsidRDefault="001120A7" w:rsidP="00D756D6">
            <w:pPr>
              <w:pStyle w:val="SDMTableBoxParaNotNumbered"/>
            </w:pPr>
          </w:p>
        </w:tc>
        <w:tc>
          <w:tcPr>
            <w:tcW w:w="1809" w:type="dxa"/>
          </w:tcPr>
          <w:p w:rsidR="001120A7" w:rsidRPr="0078600F" w:rsidRDefault="001120A7" w:rsidP="00D756D6">
            <w:pPr>
              <w:pStyle w:val="SDMTableBoxParaNotNumbered"/>
            </w:pPr>
          </w:p>
        </w:tc>
      </w:tr>
      <w:tr w:rsidR="001120A7" w:rsidRPr="0078600F" w:rsidTr="009F3966">
        <w:trPr>
          <w:cantSplit/>
          <w:jc w:val="center"/>
        </w:trPr>
        <w:tc>
          <w:tcPr>
            <w:tcW w:w="1624" w:type="dxa"/>
            <w:shd w:val="clear" w:color="auto" w:fill="auto"/>
          </w:tcPr>
          <w:p w:rsidR="001120A7" w:rsidRPr="0078600F" w:rsidRDefault="001120A7" w:rsidP="00D756D6">
            <w:pPr>
              <w:pStyle w:val="SDMTableBoxParaNotNumbered"/>
            </w:pPr>
            <w:r w:rsidRPr="0078600F">
              <w:t>Year B</w:t>
            </w:r>
          </w:p>
        </w:tc>
        <w:tc>
          <w:tcPr>
            <w:tcW w:w="1626" w:type="dxa"/>
            <w:shd w:val="clear" w:color="auto" w:fill="auto"/>
          </w:tcPr>
          <w:p w:rsidR="001120A7" w:rsidRPr="0078600F" w:rsidRDefault="001120A7" w:rsidP="00D756D6">
            <w:pPr>
              <w:pStyle w:val="SDMTableBoxParaNotNumbered"/>
            </w:pPr>
          </w:p>
        </w:tc>
        <w:tc>
          <w:tcPr>
            <w:tcW w:w="1626" w:type="dxa"/>
            <w:shd w:val="clear" w:color="auto" w:fill="auto"/>
          </w:tcPr>
          <w:p w:rsidR="001120A7" w:rsidRPr="0078600F" w:rsidRDefault="001120A7" w:rsidP="00D756D6">
            <w:pPr>
              <w:pStyle w:val="SDMTableBoxParaNotNumbered"/>
            </w:pPr>
          </w:p>
        </w:tc>
        <w:tc>
          <w:tcPr>
            <w:tcW w:w="1328" w:type="dxa"/>
            <w:shd w:val="clear" w:color="auto" w:fill="auto"/>
          </w:tcPr>
          <w:p w:rsidR="001120A7" w:rsidRPr="0078600F" w:rsidRDefault="001120A7" w:rsidP="00D756D6">
            <w:pPr>
              <w:pStyle w:val="SDMTableBoxParaNotNumbered"/>
            </w:pPr>
          </w:p>
        </w:tc>
        <w:tc>
          <w:tcPr>
            <w:tcW w:w="1842" w:type="dxa"/>
            <w:shd w:val="clear" w:color="auto" w:fill="auto"/>
          </w:tcPr>
          <w:p w:rsidR="001120A7" w:rsidRPr="0078600F" w:rsidRDefault="001120A7" w:rsidP="00D756D6">
            <w:pPr>
              <w:pStyle w:val="SDMTableBoxParaNotNumbered"/>
            </w:pPr>
          </w:p>
        </w:tc>
        <w:tc>
          <w:tcPr>
            <w:tcW w:w="1809" w:type="dxa"/>
          </w:tcPr>
          <w:p w:rsidR="001120A7" w:rsidRPr="0078600F" w:rsidRDefault="001120A7" w:rsidP="00D756D6">
            <w:pPr>
              <w:pStyle w:val="SDMTableBoxParaNotNumbered"/>
            </w:pPr>
          </w:p>
        </w:tc>
      </w:tr>
      <w:tr w:rsidR="001120A7" w:rsidRPr="0078600F" w:rsidTr="009F3966">
        <w:trPr>
          <w:cantSplit/>
          <w:jc w:val="center"/>
        </w:trPr>
        <w:tc>
          <w:tcPr>
            <w:tcW w:w="1624" w:type="dxa"/>
            <w:shd w:val="clear" w:color="auto" w:fill="auto"/>
          </w:tcPr>
          <w:p w:rsidR="001120A7" w:rsidRPr="0078600F" w:rsidRDefault="001120A7" w:rsidP="00D756D6">
            <w:pPr>
              <w:pStyle w:val="SDMTableBoxParaNotNumbered"/>
            </w:pPr>
            <w:r w:rsidRPr="0078600F">
              <w:t>Year C</w:t>
            </w:r>
          </w:p>
        </w:tc>
        <w:tc>
          <w:tcPr>
            <w:tcW w:w="1626" w:type="dxa"/>
            <w:shd w:val="clear" w:color="auto" w:fill="auto"/>
          </w:tcPr>
          <w:p w:rsidR="001120A7" w:rsidRPr="0078600F" w:rsidRDefault="001120A7" w:rsidP="00D756D6">
            <w:pPr>
              <w:pStyle w:val="SDMTableBoxParaNotNumbered"/>
            </w:pPr>
          </w:p>
        </w:tc>
        <w:tc>
          <w:tcPr>
            <w:tcW w:w="1626" w:type="dxa"/>
            <w:shd w:val="clear" w:color="auto" w:fill="auto"/>
          </w:tcPr>
          <w:p w:rsidR="001120A7" w:rsidRPr="0078600F" w:rsidRDefault="001120A7" w:rsidP="00D756D6">
            <w:pPr>
              <w:pStyle w:val="SDMTableBoxParaNotNumbered"/>
            </w:pPr>
          </w:p>
        </w:tc>
        <w:tc>
          <w:tcPr>
            <w:tcW w:w="1328" w:type="dxa"/>
            <w:shd w:val="clear" w:color="auto" w:fill="auto"/>
          </w:tcPr>
          <w:p w:rsidR="001120A7" w:rsidRPr="0078600F" w:rsidRDefault="001120A7" w:rsidP="00D756D6">
            <w:pPr>
              <w:pStyle w:val="SDMTableBoxParaNotNumbered"/>
            </w:pPr>
          </w:p>
        </w:tc>
        <w:tc>
          <w:tcPr>
            <w:tcW w:w="1842" w:type="dxa"/>
            <w:shd w:val="clear" w:color="auto" w:fill="auto"/>
          </w:tcPr>
          <w:p w:rsidR="001120A7" w:rsidRPr="0078600F" w:rsidRDefault="001120A7" w:rsidP="00D756D6">
            <w:pPr>
              <w:pStyle w:val="SDMTableBoxParaNotNumbered"/>
            </w:pPr>
          </w:p>
        </w:tc>
        <w:tc>
          <w:tcPr>
            <w:tcW w:w="1809" w:type="dxa"/>
          </w:tcPr>
          <w:p w:rsidR="001120A7" w:rsidRPr="0078600F" w:rsidRDefault="001120A7" w:rsidP="00D756D6">
            <w:pPr>
              <w:pStyle w:val="SDMTableBoxParaNotNumbered"/>
            </w:pPr>
          </w:p>
        </w:tc>
      </w:tr>
      <w:tr w:rsidR="001120A7" w:rsidRPr="0078600F" w:rsidTr="009F3966">
        <w:trPr>
          <w:cantSplit/>
          <w:jc w:val="center"/>
        </w:trPr>
        <w:tc>
          <w:tcPr>
            <w:tcW w:w="1624" w:type="dxa"/>
            <w:tcBorders>
              <w:bottom w:val="single" w:sz="4" w:space="0" w:color="auto"/>
            </w:tcBorders>
            <w:shd w:val="clear" w:color="auto" w:fill="auto"/>
          </w:tcPr>
          <w:p w:rsidR="001120A7" w:rsidRPr="0078600F" w:rsidRDefault="001120A7" w:rsidP="00D756D6">
            <w:pPr>
              <w:pStyle w:val="SDMTableBoxParaNotNumbered"/>
            </w:pPr>
            <w:r w:rsidRPr="0078600F">
              <w:t>Year …</w:t>
            </w:r>
          </w:p>
        </w:tc>
        <w:tc>
          <w:tcPr>
            <w:tcW w:w="1626" w:type="dxa"/>
            <w:shd w:val="clear" w:color="auto" w:fill="auto"/>
          </w:tcPr>
          <w:p w:rsidR="001120A7" w:rsidRPr="0078600F" w:rsidRDefault="001120A7" w:rsidP="00D756D6">
            <w:pPr>
              <w:pStyle w:val="SDMTableBoxParaNotNumbered"/>
            </w:pPr>
          </w:p>
        </w:tc>
        <w:tc>
          <w:tcPr>
            <w:tcW w:w="1626" w:type="dxa"/>
            <w:shd w:val="clear" w:color="auto" w:fill="auto"/>
          </w:tcPr>
          <w:p w:rsidR="001120A7" w:rsidRPr="0078600F" w:rsidRDefault="001120A7" w:rsidP="00D756D6">
            <w:pPr>
              <w:pStyle w:val="SDMTableBoxParaNotNumbered"/>
            </w:pPr>
          </w:p>
        </w:tc>
        <w:tc>
          <w:tcPr>
            <w:tcW w:w="1328" w:type="dxa"/>
            <w:shd w:val="clear" w:color="auto" w:fill="auto"/>
          </w:tcPr>
          <w:p w:rsidR="001120A7" w:rsidRPr="0078600F" w:rsidRDefault="001120A7" w:rsidP="00D756D6">
            <w:pPr>
              <w:pStyle w:val="SDMTableBoxParaNotNumbered"/>
            </w:pPr>
          </w:p>
        </w:tc>
        <w:tc>
          <w:tcPr>
            <w:tcW w:w="1842" w:type="dxa"/>
            <w:shd w:val="clear" w:color="auto" w:fill="auto"/>
          </w:tcPr>
          <w:p w:rsidR="001120A7" w:rsidRPr="0078600F" w:rsidRDefault="001120A7" w:rsidP="00D756D6">
            <w:pPr>
              <w:pStyle w:val="SDMTableBoxParaNotNumbered"/>
            </w:pPr>
          </w:p>
        </w:tc>
        <w:tc>
          <w:tcPr>
            <w:tcW w:w="1809" w:type="dxa"/>
          </w:tcPr>
          <w:p w:rsidR="001120A7" w:rsidRPr="0078600F" w:rsidRDefault="001120A7" w:rsidP="00D756D6">
            <w:pPr>
              <w:pStyle w:val="SDMTableBoxParaNotNumbered"/>
            </w:pPr>
          </w:p>
        </w:tc>
      </w:tr>
      <w:tr w:rsidR="001120A7" w:rsidRPr="0078600F" w:rsidTr="009F3966">
        <w:trPr>
          <w:cantSplit/>
          <w:jc w:val="center"/>
        </w:trPr>
        <w:tc>
          <w:tcPr>
            <w:tcW w:w="1624" w:type="dxa"/>
            <w:shd w:val="clear" w:color="auto" w:fill="D9D9D9"/>
          </w:tcPr>
          <w:p w:rsidR="001120A7" w:rsidRPr="0078600F" w:rsidRDefault="001120A7" w:rsidP="00D756D6">
            <w:pPr>
              <w:pStyle w:val="SDMTableBoxParaNotNumbered"/>
            </w:pPr>
            <w:r w:rsidRPr="0078600F">
              <w:t>Total</w:t>
            </w:r>
          </w:p>
        </w:tc>
        <w:tc>
          <w:tcPr>
            <w:tcW w:w="1626" w:type="dxa"/>
            <w:shd w:val="clear" w:color="auto" w:fill="auto"/>
          </w:tcPr>
          <w:p w:rsidR="001120A7" w:rsidRPr="0078600F" w:rsidRDefault="001120A7" w:rsidP="00D756D6">
            <w:pPr>
              <w:pStyle w:val="SDMTableBoxParaNotNumbered"/>
            </w:pPr>
          </w:p>
        </w:tc>
        <w:tc>
          <w:tcPr>
            <w:tcW w:w="1626" w:type="dxa"/>
            <w:shd w:val="clear" w:color="auto" w:fill="auto"/>
          </w:tcPr>
          <w:p w:rsidR="001120A7" w:rsidRPr="0078600F" w:rsidRDefault="001120A7" w:rsidP="00D756D6">
            <w:pPr>
              <w:pStyle w:val="SDMTableBoxParaNotNumbered"/>
            </w:pPr>
          </w:p>
        </w:tc>
        <w:tc>
          <w:tcPr>
            <w:tcW w:w="1328" w:type="dxa"/>
            <w:shd w:val="clear" w:color="auto" w:fill="auto"/>
          </w:tcPr>
          <w:p w:rsidR="001120A7" w:rsidRPr="0078600F" w:rsidRDefault="001120A7" w:rsidP="00D756D6">
            <w:pPr>
              <w:pStyle w:val="SDMTableBoxParaNotNumbered"/>
            </w:pPr>
          </w:p>
        </w:tc>
        <w:tc>
          <w:tcPr>
            <w:tcW w:w="1842" w:type="dxa"/>
            <w:shd w:val="clear" w:color="auto" w:fill="auto"/>
          </w:tcPr>
          <w:p w:rsidR="001120A7" w:rsidRPr="0078600F" w:rsidRDefault="001120A7" w:rsidP="00D756D6">
            <w:pPr>
              <w:pStyle w:val="SDMTableBoxParaNotNumbered"/>
            </w:pPr>
          </w:p>
        </w:tc>
        <w:tc>
          <w:tcPr>
            <w:tcW w:w="1809" w:type="dxa"/>
          </w:tcPr>
          <w:p w:rsidR="001120A7" w:rsidRPr="0078600F" w:rsidRDefault="001120A7" w:rsidP="00D756D6">
            <w:pPr>
              <w:pStyle w:val="SDMTableBoxParaNotNumbered"/>
            </w:pPr>
          </w:p>
        </w:tc>
      </w:tr>
      <w:tr w:rsidR="001120A7" w:rsidRPr="0078600F" w:rsidTr="009F3966">
        <w:trPr>
          <w:cantSplit/>
          <w:jc w:val="center"/>
        </w:trPr>
        <w:tc>
          <w:tcPr>
            <w:tcW w:w="1624" w:type="dxa"/>
            <w:shd w:val="clear" w:color="auto" w:fill="D9D9D9"/>
          </w:tcPr>
          <w:p w:rsidR="001120A7" w:rsidRPr="0078600F" w:rsidRDefault="001120A7" w:rsidP="00D756D6">
            <w:pPr>
              <w:pStyle w:val="SDMTableBoxParaNotNumbered"/>
            </w:pPr>
            <w:r w:rsidRPr="0078600F">
              <w:t>Total number of crediting years</w:t>
            </w:r>
          </w:p>
        </w:tc>
        <w:tc>
          <w:tcPr>
            <w:tcW w:w="8231" w:type="dxa"/>
            <w:gridSpan w:val="5"/>
            <w:shd w:val="clear" w:color="auto" w:fill="auto"/>
          </w:tcPr>
          <w:p w:rsidR="001120A7" w:rsidRPr="0078600F" w:rsidRDefault="001120A7" w:rsidP="00D756D6">
            <w:pPr>
              <w:pStyle w:val="SDMTableBoxParaNotNumbered"/>
            </w:pPr>
          </w:p>
        </w:tc>
      </w:tr>
      <w:tr w:rsidR="001120A7" w:rsidRPr="0078600F" w:rsidTr="009F3966">
        <w:trPr>
          <w:cantSplit/>
          <w:jc w:val="center"/>
        </w:trPr>
        <w:tc>
          <w:tcPr>
            <w:tcW w:w="1624" w:type="dxa"/>
            <w:shd w:val="clear" w:color="auto" w:fill="auto"/>
          </w:tcPr>
          <w:p w:rsidR="001120A7" w:rsidRPr="0078600F" w:rsidRDefault="001120A7" w:rsidP="00D756D6">
            <w:pPr>
              <w:pStyle w:val="SDMTableBoxParaNotNumbered"/>
            </w:pPr>
            <w:r w:rsidRPr="0078600F">
              <w:t xml:space="preserve">Annual </w:t>
            </w:r>
            <w:r w:rsidRPr="0078600F">
              <w:br/>
              <w:t>average over the crediting period</w:t>
            </w:r>
          </w:p>
        </w:tc>
        <w:tc>
          <w:tcPr>
            <w:tcW w:w="1626" w:type="dxa"/>
            <w:shd w:val="clear" w:color="auto" w:fill="auto"/>
          </w:tcPr>
          <w:p w:rsidR="001120A7" w:rsidRPr="0078600F" w:rsidRDefault="001120A7" w:rsidP="00D756D6">
            <w:pPr>
              <w:pStyle w:val="SDMTableBoxParaNotNumbered"/>
            </w:pPr>
          </w:p>
        </w:tc>
        <w:tc>
          <w:tcPr>
            <w:tcW w:w="1626" w:type="dxa"/>
            <w:shd w:val="clear" w:color="auto" w:fill="auto"/>
          </w:tcPr>
          <w:p w:rsidR="001120A7" w:rsidRPr="0078600F" w:rsidRDefault="001120A7" w:rsidP="00D756D6">
            <w:pPr>
              <w:pStyle w:val="SDMTableBoxParaNotNumbered"/>
            </w:pPr>
          </w:p>
        </w:tc>
        <w:tc>
          <w:tcPr>
            <w:tcW w:w="1328" w:type="dxa"/>
            <w:shd w:val="clear" w:color="auto" w:fill="auto"/>
          </w:tcPr>
          <w:p w:rsidR="001120A7" w:rsidRPr="0078600F" w:rsidRDefault="001120A7" w:rsidP="00D756D6">
            <w:pPr>
              <w:pStyle w:val="SDMTableBoxParaNotNumbered"/>
            </w:pPr>
          </w:p>
        </w:tc>
        <w:tc>
          <w:tcPr>
            <w:tcW w:w="1842" w:type="dxa"/>
            <w:shd w:val="clear" w:color="auto" w:fill="auto"/>
          </w:tcPr>
          <w:p w:rsidR="001120A7" w:rsidRPr="0078600F" w:rsidRDefault="001120A7" w:rsidP="00D756D6">
            <w:pPr>
              <w:pStyle w:val="SDMTableBoxParaNotNumbered"/>
            </w:pPr>
          </w:p>
        </w:tc>
        <w:tc>
          <w:tcPr>
            <w:tcW w:w="1809" w:type="dxa"/>
          </w:tcPr>
          <w:p w:rsidR="001120A7" w:rsidRPr="0078600F" w:rsidRDefault="001120A7" w:rsidP="00D756D6">
            <w:pPr>
              <w:pStyle w:val="SDMTableBoxParaNotNumbered"/>
            </w:pPr>
          </w:p>
        </w:tc>
      </w:tr>
    </w:tbl>
    <w:p w:rsidR="00CC25EE" w:rsidRDefault="00CC25EE" w:rsidP="00965043">
      <w:pPr>
        <w:pStyle w:val="SDMPDDPoASubSection1"/>
        <w:numPr>
          <w:ilvl w:val="1"/>
          <w:numId w:val="20"/>
        </w:numPr>
        <w:ind w:left="709" w:hanging="709"/>
      </w:pPr>
      <w:r w:rsidRPr="0078600F">
        <w:t>Monitoring plan</w:t>
      </w:r>
    </w:p>
    <w:p w:rsidR="005A679A" w:rsidRPr="005A679A" w:rsidRDefault="005A679A" w:rsidP="005A679A">
      <w:pPr>
        <w:rPr>
          <w:rFonts w:eastAsia="MS Mincho" w:cs="Arial"/>
        </w:rPr>
      </w:pPr>
      <w:r w:rsidRPr="00143E8E">
        <w:rPr>
          <w:rFonts w:eastAsia="MS Mincho" w:cs="Arial"/>
        </w:rPr>
        <w:t>&gt;&gt;</w:t>
      </w:r>
    </w:p>
    <w:p w:rsidR="00CC25EE" w:rsidRPr="0078600F" w:rsidRDefault="00CC25EE" w:rsidP="00965043">
      <w:pPr>
        <w:pStyle w:val="SDMPDDPoASubSection2"/>
        <w:numPr>
          <w:ilvl w:val="2"/>
          <w:numId w:val="20"/>
        </w:numPr>
        <w:ind w:left="709" w:hanging="709"/>
        <w:rPr>
          <w:rFonts w:eastAsia="MS Mincho"/>
        </w:rPr>
      </w:pPr>
      <w:bookmarkStart w:id="16" w:name="_Ref317687636"/>
      <w:r w:rsidRPr="0078600F">
        <w:rPr>
          <w:rFonts w:eastAsia="MS Mincho"/>
        </w:rPr>
        <w:t xml:space="preserve">Data and parameters </w:t>
      </w:r>
      <w:r w:rsidR="00D16312" w:rsidRPr="0078600F">
        <w:rPr>
          <w:rFonts w:eastAsia="MS Mincho"/>
        </w:rPr>
        <w:t xml:space="preserve">to be </w:t>
      </w:r>
      <w:r w:rsidRPr="0078600F">
        <w:rPr>
          <w:rFonts w:eastAsia="MS Mincho"/>
        </w:rPr>
        <w:t>monitored</w:t>
      </w:r>
      <w:bookmarkEnd w:id="16"/>
    </w:p>
    <w:p w:rsidR="00CC25EE" w:rsidRPr="0078600F" w:rsidRDefault="00CC25EE" w:rsidP="0099654A">
      <w:pPr>
        <w:pStyle w:val="Caption"/>
        <w:spacing w:before="120" w:after="60"/>
        <w:ind w:left="0" w:firstLine="0"/>
        <w:rPr>
          <w:rFonts w:cs="Arial"/>
          <w:b w:val="0"/>
          <w:i/>
        </w:rPr>
      </w:pPr>
      <w:r w:rsidRPr="0078600F">
        <w:rPr>
          <w:rFonts w:cs="Arial"/>
          <w:b w:val="0"/>
          <w:i/>
        </w:rPr>
        <w:t xml:space="preserve">(Copy this table for each </w:t>
      </w:r>
      <w:r w:rsidR="009432D0" w:rsidRPr="0078600F">
        <w:rPr>
          <w:rFonts w:cs="Arial"/>
          <w:b w:val="0"/>
          <w:i/>
        </w:rPr>
        <w:t xml:space="preserve">piece of </w:t>
      </w:r>
      <w:r w:rsidRPr="0078600F">
        <w:rPr>
          <w:rFonts w:cs="Arial"/>
          <w:b w:val="0"/>
          <w:i/>
        </w:rPr>
        <w:t>data and parameter</w:t>
      </w:r>
      <w:r w:rsidR="0008315B" w:rsidRPr="0078600F">
        <w:rPr>
          <w:rFonts w:cs="Arial"/>
          <w:b w:val="0"/>
          <w:i/>
        </w:rPr>
        <w:t>.</w:t>
      </w:r>
      <w:r w:rsidR="00F61C70" w:rsidRPr="0078600F">
        <w:rPr>
          <w:rFonts w:cs="Arial"/>
          <w:b w:val="0"/>
          <w:i/>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1E0" w:firstRow="1" w:lastRow="1" w:firstColumn="1" w:lastColumn="1" w:noHBand="0" w:noVBand="0"/>
      </w:tblPr>
      <w:tblGrid>
        <w:gridCol w:w="2570"/>
        <w:gridCol w:w="7285"/>
      </w:tblGrid>
      <w:tr w:rsidR="00CC25EE" w:rsidRPr="0078600F" w:rsidTr="00D756D6">
        <w:trPr>
          <w:cantSplit/>
          <w:jc w:val="center"/>
        </w:trPr>
        <w:tc>
          <w:tcPr>
            <w:tcW w:w="1304" w:type="pct"/>
            <w:shd w:val="clear" w:color="auto" w:fill="D9D9D9"/>
          </w:tcPr>
          <w:p w:rsidR="00CC25EE" w:rsidRPr="0078600F" w:rsidRDefault="00CC25EE" w:rsidP="00D756D6">
            <w:pPr>
              <w:pStyle w:val="SDMTableBoxParaNotNumbered"/>
            </w:pPr>
            <w:r w:rsidRPr="0078600F">
              <w:t>Data</w:t>
            </w:r>
            <w:r w:rsidR="00E73E65" w:rsidRPr="0078600F">
              <w:t xml:space="preserve"> </w:t>
            </w:r>
            <w:r w:rsidRPr="0078600F">
              <w:t>/</w:t>
            </w:r>
            <w:r w:rsidR="00E73E65" w:rsidRPr="0078600F">
              <w:t xml:space="preserve"> </w:t>
            </w:r>
            <w:r w:rsidRPr="0078600F">
              <w:t>Parameter</w:t>
            </w:r>
          </w:p>
        </w:tc>
        <w:tc>
          <w:tcPr>
            <w:tcW w:w="3696" w:type="pct"/>
            <w:shd w:val="clear" w:color="auto" w:fill="auto"/>
          </w:tcPr>
          <w:p w:rsidR="00CC25EE" w:rsidRPr="0078600F" w:rsidRDefault="00CC25EE" w:rsidP="00D756D6">
            <w:pPr>
              <w:pStyle w:val="SDMTableBoxParaNotNumbered"/>
            </w:pPr>
          </w:p>
        </w:tc>
      </w:tr>
      <w:tr w:rsidR="00CC25EE" w:rsidRPr="0078600F" w:rsidTr="00D756D6">
        <w:trPr>
          <w:cantSplit/>
          <w:jc w:val="center"/>
        </w:trPr>
        <w:tc>
          <w:tcPr>
            <w:tcW w:w="1304" w:type="pct"/>
            <w:shd w:val="clear" w:color="auto" w:fill="D9D9D9"/>
          </w:tcPr>
          <w:p w:rsidR="00CC25EE" w:rsidRPr="0078600F" w:rsidRDefault="00E73E65" w:rsidP="00D756D6">
            <w:pPr>
              <w:pStyle w:val="SDMTableBoxParaNotNumbered"/>
            </w:pPr>
            <w:r w:rsidRPr="0078600F">
              <w:t>U</w:t>
            </w:r>
            <w:r w:rsidR="00CC25EE" w:rsidRPr="0078600F">
              <w:t>nit</w:t>
            </w:r>
          </w:p>
        </w:tc>
        <w:tc>
          <w:tcPr>
            <w:tcW w:w="3696" w:type="pct"/>
            <w:shd w:val="clear" w:color="auto" w:fill="auto"/>
          </w:tcPr>
          <w:p w:rsidR="00CC25EE" w:rsidRPr="0078600F" w:rsidRDefault="00CC25EE" w:rsidP="00D756D6">
            <w:pPr>
              <w:pStyle w:val="SDMTableBoxParaNotNumbered"/>
            </w:pPr>
          </w:p>
        </w:tc>
      </w:tr>
      <w:tr w:rsidR="00CC25EE" w:rsidRPr="0078600F" w:rsidTr="00D756D6">
        <w:trPr>
          <w:cantSplit/>
          <w:jc w:val="center"/>
        </w:trPr>
        <w:tc>
          <w:tcPr>
            <w:tcW w:w="1304" w:type="pct"/>
            <w:shd w:val="clear" w:color="auto" w:fill="D9D9D9"/>
          </w:tcPr>
          <w:p w:rsidR="00CC25EE" w:rsidRPr="0078600F" w:rsidRDefault="00CC25EE" w:rsidP="00D756D6">
            <w:pPr>
              <w:pStyle w:val="SDMTableBoxParaNotNumbered"/>
            </w:pPr>
            <w:r w:rsidRPr="0078600F">
              <w:t>Description</w:t>
            </w:r>
          </w:p>
        </w:tc>
        <w:tc>
          <w:tcPr>
            <w:tcW w:w="3696" w:type="pct"/>
            <w:shd w:val="clear" w:color="auto" w:fill="auto"/>
          </w:tcPr>
          <w:p w:rsidR="00CC25EE" w:rsidRPr="0078600F" w:rsidRDefault="00CC25EE" w:rsidP="00D756D6">
            <w:pPr>
              <w:pStyle w:val="SDMTableBoxParaNotNumbered"/>
            </w:pPr>
          </w:p>
        </w:tc>
      </w:tr>
      <w:tr w:rsidR="00CC25EE" w:rsidRPr="0078600F" w:rsidTr="00D756D6">
        <w:trPr>
          <w:cantSplit/>
          <w:jc w:val="center"/>
        </w:trPr>
        <w:tc>
          <w:tcPr>
            <w:tcW w:w="1304" w:type="pct"/>
            <w:shd w:val="clear" w:color="auto" w:fill="D9D9D9"/>
          </w:tcPr>
          <w:p w:rsidR="00CC25EE" w:rsidRPr="0078600F" w:rsidRDefault="00CC25EE" w:rsidP="00D756D6">
            <w:pPr>
              <w:pStyle w:val="SDMTableBoxParaNotNumbered"/>
            </w:pPr>
            <w:r w:rsidRPr="0078600F">
              <w:t>Source of data</w:t>
            </w:r>
          </w:p>
        </w:tc>
        <w:tc>
          <w:tcPr>
            <w:tcW w:w="3696" w:type="pct"/>
            <w:shd w:val="clear" w:color="auto" w:fill="auto"/>
          </w:tcPr>
          <w:p w:rsidR="00CC25EE" w:rsidRPr="0078600F" w:rsidRDefault="00CC25EE" w:rsidP="00D756D6">
            <w:pPr>
              <w:pStyle w:val="SDMTableBoxParaNotNumbered"/>
            </w:pPr>
          </w:p>
        </w:tc>
      </w:tr>
      <w:tr w:rsidR="00CC25EE" w:rsidRPr="0078600F" w:rsidTr="00D756D6">
        <w:trPr>
          <w:cantSplit/>
          <w:jc w:val="center"/>
        </w:trPr>
        <w:tc>
          <w:tcPr>
            <w:tcW w:w="1304" w:type="pct"/>
            <w:shd w:val="clear" w:color="auto" w:fill="D9D9D9"/>
          </w:tcPr>
          <w:p w:rsidR="00CC25EE" w:rsidRPr="0078600F" w:rsidRDefault="00CC25EE" w:rsidP="00D756D6">
            <w:pPr>
              <w:pStyle w:val="SDMTableBoxParaNotNumbered"/>
            </w:pPr>
            <w:r w:rsidRPr="0078600F">
              <w:rPr>
                <w:rFonts w:hint="eastAsia"/>
              </w:rPr>
              <w:t>Value</w:t>
            </w:r>
            <w:r w:rsidR="00AB13B4" w:rsidRPr="0078600F">
              <w:t>(s)</w:t>
            </w:r>
            <w:r w:rsidRPr="0078600F">
              <w:rPr>
                <w:rFonts w:hint="eastAsia"/>
              </w:rPr>
              <w:t xml:space="preserve"> applied</w:t>
            </w:r>
          </w:p>
        </w:tc>
        <w:tc>
          <w:tcPr>
            <w:tcW w:w="3696" w:type="pct"/>
            <w:shd w:val="clear" w:color="auto" w:fill="auto"/>
          </w:tcPr>
          <w:p w:rsidR="00CC25EE" w:rsidRPr="0078600F" w:rsidRDefault="00CC25EE" w:rsidP="00D756D6">
            <w:pPr>
              <w:pStyle w:val="SDMTableBoxParaNotNumbered"/>
            </w:pPr>
          </w:p>
        </w:tc>
      </w:tr>
      <w:tr w:rsidR="00CC25EE" w:rsidRPr="0078600F" w:rsidTr="00D756D6">
        <w:trPr>
          <w:cantSplit/>
          <w:jc w:val="center"/>
        </w:trPr>
        <w:tc>
          <w:tcPr>
            <w:tcW w:w="1304" w:type="pct"/>
            <w:shd w:val="clear" w:color="auto" w:fill="D9D9D9"/>
          </w:tcPr>
          <w:p w:rsidR="00CC25EE" w:rsidRPr="0078600F" w:rsidRDefault="00636B73" w:rsidP="00D756D6">
            <w:pPr>
              <w:pStyle w:val="SDMTableBoxParaNotNumbered"/>
            </w:pPr>
            <w:r w:rsidRPr="0078600F">
              <w:t>M</w:t>
            </w:r>
            <w:r w:rsidR="00CC25EE" w:rsidRPr="0078600F">
              <w:t>easurement methods and procedures</w:t>
            </w:r>
          </w:p>
        </w:tc>
        <w:tc>
          <w:tcPr>
            <w:tcW w:w="3696" w:type="pct"/>
            <w:shd w:val="clear" w:color="auto" w:fill="auto"/>
          </w:tcPr>
          <w:p w:rsidR="00CC25EE" w:rsidRPr="0078600F" w:rsidRDefault="00CC25EE" w:rsidP="00D756D6">
            <w:pPr>
              <w:pStyle w:val="SDMTableBoxParaNotNumbered"/>
            </w:pPr>
          </w:p>
        </w:tc>
      </w:tr>
      <w:tr w:rsidR="00CC25EE" w:rsidRPr="0078600F" w:rsidTr="00D756D6">
        <w:trPr>
          <w:cantSplit/>
          <w:jc w:val="center"/>
        </w:trPr>
        <w:tc>
          <w:tcPr>
            <w:tcW w:w="1304" w:type="pct"/>
            <w:shd w:val="clear" w:color="auto" w:fill="D9D9D9"/>
          </w:tcPr>
          <w:p w:rsidR="00CC25EE" w:rsidRPr="0078600F" w:rsidRDefault="00CC25EE" w:rsidP="00D756D6">
            <w:pPr>
              <w:pStyle w:val="SDMTableBoxParaNotNumbered"/>
            </w:pPr>
            <w:r w:rsidRPr="0078600F">
              <w:t>Monitoring frequency</w:t>
            </w:r>
          </w:p>
        </w:tc>
        <w:tc>
          <w:tcPr>
            <w:tcW w:w="3696" w:type="pct"/>
            <w:shd w:val="clear" w:color="auto" w:fill="auto"/>
          </w:tcPr>
          <w:p w:rsidR="00CC25EE" w:rsidRPr="0078600F" w:rsidRDefault="00CC25EE" w:rsidP="00D756D6">
            <w:pPr>
              <w:pStyle w:val="SDMTableBoxParaNotNumbered"/>
            </w:pPr>
          </w:p>
        </w:tc>
      </w:tr>
      <w:tr w:rsidR="00CC25EE" w:rsidRPr="0078600F" w:rsidTr="00D756D6">
        <w:trPr>
          <w:cantSplit/>
          <w:jc w:val="center"/>
        </w:trPr>
        <w:tc>
          <w:tcPr>
            <w:tcW w:w="1304" w:type="pct"/>
            <w:shd w:val="clear" w:color="auto" w:fill="D9D9D9"/>
          </w:tcPr>
          <w:p w:rsidR="00CC25EE" w:rsidRPr="0078600F" w:rsidRDefault="00CC25EE" w:rsidP="00D756D6">
            <w:pPr>
              <w:pStyle w:val="SDMTableBoxParaNotNumbered"/>
            </w:pPr>
            <w:r w:rsidRPr="0078600F">
              <w:t>QA/QC procedures</w:t>
            </w:r>
          </w:p>
        </w:tc>
        <w:tc>
          <w:tcPr>
            <w:tcW w:w="3696" w:type="pct"/>
            <w:shd w:val="clear" w:color="auto" w:fill="auto"/>
          </w:tcPr>
          <w:p w:rsidR="00CC25EE" w:rsidRPr="0078600F" w:rsidRDefault="00CC25EE" w:rsidP="00D756D6">
            <w:pPr>
              <w:pStyle w:val="SDMTableBoxParaNotNumbered"/>
            </w:pPr>
          </w:p>
        </w:tc>
      </w:tr>
      <w:tr w:rsidR="00AB13B4" w:rsidRPr="0078600F" w:rsidTr="00D756D6">
        <w:trPr>
          <w:cantSplit/>
          <w:jc w:val="center"/>
        </w:trPr>
        <w:tc>
          <w:tcPr>
            <w:tcW w:w="1304" w:type="pct"/>
            <w:shd w:val="clear" w:color="auto" w:fill="D9D9D9"/>
          </w:tcPr>
          <w:p w:rsidR="00AB13B4" w:rsidRPr="0078600F" w:rsidRDefault="00AB13B4" w:rsidP="00D756D6">
            <w:pPr>
              <w:pStyle w:val="SDMTableBoxParaNotNumbered"/>
            </w:pPr>
            <w:r w:rsidRPr="0078600F">
              <w:t>Purpose of data</w:t>
            </w:r>
          </w:p>
        </w:tc>
        <w:tc>
          <w:tcPr>
            <w:tcW w:w="3696" w:type="pct"/>
            <w:shd w:val="clear" w:color="auto" w:fill="auto"/>
          </w:tcPr>
          <w:p w:rsidR="00AB13B4" w:rsidRPr="0078600F" w:rsidRDefault="00AB13B4" w:rsidP="00D756D6">
            <w:pPr>
              <w:pStyle w:val="SDMTableBoxParaNotNumbered"/>
            </w:pPr>
          </w:p>
        </w:tc>
      </w:tr>
      <w:tr w:rsidR="00CC25EE" w:rsidRPr="0078600F" w:rsidTr="00D756D6">
        <w:trPr>
          <w:cantSplit/>
          <w:jc w:val="center"/>
        </w:trPr>
        <w:tc>
          <w:tcPr>
            <w:tcW w:w="1304" w:type="pct"/>
            <w:shd w:val="clear" w:color="auto" w:fill="D9D9D9"/>
          </w:tcPr>
          <w:p w:rsidR="00CC25EE" w:rsidRPr="0078600F" w:rsidRDefault="00CC25EE" w:rsidP="00D756D6">
            <w:pPr>
              <w:pStyle w:val="SDMTableBoxParaNotNumbered"/>
            </w:pPr>
            <w:r w:rsidRPr="0078600F">
              <w:t>A</w:t>
            </w:r>
            <w:r w:rsidR="002102FD" w:rsidRPr="0078600F">
              <w:t>dditional</w:t>
            </w:r>
            <w:r w:rsidRPr="0078600F">
              <w:t xml:space="preserve"> comment</w:t>
            </w:r>
          </w:p>
        </w:tc>
        <w:tc>
          <w:tcPr>
            <w:tcW w:w="3696" w:type="pct"/>
            <w:shd w:val="clear" w:color="auto" w:fill="auto"/>
          </w:tcPr>
          <w:p w:rsidR="00CC25EE" w:rsidRPr="0078600F" w:rsidRDefault="00CC25EE" w:rsidP="00D756D6">
            <w:pPr>
              <w:pStyle w:val="SDMTableBoxParaNotNumbered"/>
            </w:pPr>
          </w:p>
        </w:tc>
      </w:tr>
    </w:tbl>
    <w:p w:rsidR="006D7E82" w:rsidRPr="0078600F" w:rsidRDefault="006D7E82" w:rsidP="00965043">
      <w:pPr>
        <w:pStyle w:val="SDMPDDPoASubSection2"/>
        <w:numPr>
          <w:ilvl w:val="2"/>
          <w:numId w:val="20"/>
        </w:numPr>
        <w:ind w:left="709" w:hanging="709"/>
        <w:rPr>
          <w:rFonts w:eastAsia="MS Mincho"/>
        </w:rPr>
      </w:pPr>
      <w:bookmarkStart w:id="17" w:name="_Ref317687751"/>
      <w:r w:rsidRPr="0078600F">
        <w:rPr>
          <w:rFonts w:eastAsia="MS Mincho"/>
        </w:rPr>
        <w:t>Sampling plan</w:t>
      </w:r>
      <w:bookmarkEnd w:id="17"/>
      <w:r w:rsidR="00AB11A9" w:rsidRPr="0078600F">
        <w:rPr>
          <w:rFonts w:eastAsia="MS Mincho"/>
        </w:rPr>
        <w:t xml:space="preserve"> </w:t>
      </w:r>
      <w:r w:rsidR="00AB11A9" w:rsidRPr="0078600F">
        <w:t>and stratification</w:t>
      </w:r>
    </w:p>
    <w:p w:rsidR="001136C8" w:rsidRPr="0078600F" w:rsidRDefault="001136C8" w:rsidP="00F87B39">
      <w:pPr>
        <w:rPr>
          <w:rFonts w:eastAsia="MS Mincho" w:cs="Arial"/>
        </w:rPr>
      </w:pPr>
      <w:bookmarkStart w:id="18" w:name="_Ref317687766"/>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CC25EE" w:rsidP="00965043">
      <w:pPr>
        <w:pStyle w:val="SDMPDDPoASubSection2"/>
        <w:numPr>
          <w:ilvl w:val="2"/>
          <w:numId w:val="20"/>
        </w:numPr>
        <w:ind w:left="709" w:hanging="709"/>
        <w:rPr>
          <w:rFonts w:eastAsia="MS Mincho"/>
        </w:rPr>
      </w:pPr>
      <w:r w:rsidRPr="0078600F">
        <w:rPr>
          <w:rFonts w:eastAsia="MS Mincho"/>
        </w:rPr>
        <w:t>Other elements of monitoring plan</w:t>
      </w:r>
      <w:bookmarkEnd w:id="18"/>
    </w:p>
    <w:p w:rsidR="001136C8" w:rsidRPr="0078600F" w:rsidRDefault="001136C8" w:rsidP="00F87B39">
      <w:pPr>
        <w:rPr>
          <w:rFonts w:eastAsia="MS Mincho" w:cs="Arial"/>
        </w:rPr>
      </w:pPr>
      <w:bookmarkStart w:id="19" w:name="_Toc315340778"/>
      <w:bookmarkStart w:id="20" w:name="_Toc315881222"/>
      <w:bookmarkStart w:id="21" w:name="_Toc317686910"/>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7D7B10" w:rsidRPr="0078600F" w:rsidRDefault="007D7B10" w:rsidP="0008165C">
      <w:pPr>
        <w:pStyle w:val="SDMPDDPoASubSection1"/>
        <w:numPr>
          <w:ilvl w:val="1"/>
          <w:numId w:val="20"/>
        </w:numPr>
        <w:ind w:left="709" w:hanging="709"/>
      </w:pPr>
      <w:r w:rsidRPr="0078600F">
        <w:t>Date of completion of application of methodology and standardized baseline and contact information of responsible persons/ entities</w:t>
      </w:r>
    </w:p>
    <w:p w:rsidR="007D7B10" w:rsidRPr="0078600F" w:rsidRDefault="007D7B10" w:rsidP="00F87B39">
      <w:pPr>
        <w:rPr>
          <w:rFonts w:eastAsia="MS Mincho" w:cs="Arial"/>
        </w:rPr>
      </w:pPr>
      <w:r w:rsidRPr="0078600F">
        <w:rPr>
          <w:rFonts w:eastAsia="MS Mincho" w:cs="Arial"/>
        </w:rPr>
        <w:t>&gt;&gt;</w:t>
      </w:r>
    </w:p>
    <w:p w:rsidR="007D7B10" w:rsidRPr="0078600F" w:rsidRDefault="007D7B10" w:rsidP="00F87B39">
      <w:pPr>
        <w:rPr>
          <w:rFonts w:eastAsia="MS Mincho" w:cs="Arial"/>
        </w:rPr>
      </w:pPr>
    </w:p>
    <w:p w:rsidR="007D7B10" w:rsidRPr="0078600F" w:rsidRDefault="007D7B10" w:rsidP="00F87B39">
      <w:pPr>
        <w:rPr>
          <w:rFonts w:eastAsia="MS Mincho" w:cs="Arial"/>
        </w:rPr>
      </w:pPr>
    </w:p>
    <w:p w:rsidR="00CC25EE" w:rsidRPr="0078600F" w:rsidRDefault="00CC25EE" w:rsidP="00877200">
      <w:pPr>
        <w:pStyle w:val="SDMPDDPoASection"/>
        <w:numPr>
          <w:ilvl w:val="0"/>
          <w:numId w:val="20"/>
        </w:numPr>
        <w:tabs>
          <w:tab w:val="clear" w:pos="2325"/>
        </w:tabs>
        <w:ind w:left="1729" w:hanging="1729"/>
      </w:pPr>
      <w:r w:rsidRPr="0078600F">
        <w:t>Duration and crediting period</w:t>
      </w:r>
      <w:bookmarkEnd w:id="19"/>
      <w:bookmarkEnd w:id="20"/>
      <w:bookmarkEnd w:id="21"/>
    </w:p>
    <w:p w:rsidR="00CC25EE" w:rsidRPr="0078600F" w:rsidRDefault="00CC25EE" w:rsidP="00965043">
      <w:pPr>
        <w:pStyle w:val="SDMPDDPoASubSection1"/>
        <w:numPr>
          <w:ilvl w:val="1"/>
          <w:numId w:val="20"/>
        </w:numPr>
        <w:ind w:left="709" w:hanging="709"/>
      </w:pPr>
      <w:r w:rsidRPr="0078600F">
        <w:t>Duration of project activity</w:t>
      </w:r>
    </w:p>
    <w:p w:rsidR="00CC25EE" w:rsidRPr="0078600F" w:rsidRDefault="00CC25EE" w:rsidP="00965043">
      <w:pPr>
        <w:pStyle w:val="SDMPDDPoASubSection2"/>
        <w:numPr>
          <w:ilvl w:val="2"/>
          <w:numId w:val="20"/>
        </w:numPr>
        <w:ind w:left="709" w:hanging="709"/>
        <w:rPr>
          <w:rFonts w:eastAsia="MS Mincho"/>
        </w:rPr>
      </w:pPr>
      <w:r w:rsidRPr="0078600F">
        <w:rPr>
          <w:rFonts w:eastAsia="MS Mincho"/>
        </w:rPr>
        <w:t>Start date of project activity</w:t>
      </w:r>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CC25EE" w:rsidP="00965043">
      <w:pPr>
        <w:pStyle w:val="SDMPDDPoASubSection2"/>
        <w:numPr>
          <w:ilvl w:val="2"/>
          <w:numId w:val="20"/>
        </w:numPr>
        <w:ind w:left="709" w:hanging="709"/>
        <w:rPr>
          <w:rFonts w:eastAsia="MS Mincho"/>
        </w:rPr>
      </w:pPr>
      <w:r w:rsidRPr="0078600F">
        <w:rPr>
          <w:rFonts w:eastAsia="MS Mincho"/>
        </w:rPr>
        <w:t>Expected operational lifetime of project activity</w:t>
      </w:r>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CC25EE" w:rsidP="00965043">
      <w:pPr>
        <w:pStyle w:val="SDMPDDPoASubSection1"/>
        <w:numPr>
          <w:ilvl w:val="1"/>
          <w:numId w:val="20"/>
        </w:numPr>
        <w:ind w:left="709" w:hanging="709"/>
      </w:pPr>
      <w:r w:rsidRPr="0078600F">
        <w:t>Crediting period of project activity</w:t>
      </w:r>
    </w:p>
    <w:p w:rsidR="00CC25EE" w:rsidRPr="0078600F" w:rsidRDefault="00CC25EE" w:rsidP="00965043">
      <w:pPr>
        <w:pStyle w:val="SDMPDDPoASubSection2"/>
        <w:numPr>
          <w:ilvl w:val="2"/>
          <w:numId w:val="20"/>
        </w:numPr>
        <w:ind w:left="709" w:hanging="709"/>
        <w:rPr>
          <w:rFonts w:eastAsia="MS Mincho"/>
        </w:rPr>
      </w:pPr>
      <w:r w:rsidRPr="0078600F">
        <w:rPr>
          <w:rFonts w:eastAsia="MS Mincho"/>
        </w:rPr>
        <w:t>Type of crediting period</w:t>
      </w:r>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CC25EE" w:rsidP="00965043">
      <w:pPr>
        <w:pStyle w:val="SDMPDDPoASubSection2"/>
        <w:numPr>
          <w:ilvl w:val="2"/>
          <w:numId w:val="20"/>
        </w:numPr>
        <w:ind w:left="709" w:hanging="709"/>
        <w:rPr>
          <w:rFonts w:eastAsia="MS Mincho"/>
        </w:rPr>
      </w:pPr>
      <w:r w:rsidRPr="0078600F">
        <w:rPr>
          <w:rFonts w:eastAsia="MS Mincho"/>
        </w:rPr>
        <w:t>Start date of crediting period</w:t>
      </w:r>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CC25EE" w:rsidP="00965043">
      <w:pPr>
        <w:pStyle w:val="SDMPDDPoASubSection2"/>
        <w:numPr>
          <w:ilvl w:val="2"/>
          <w:numId w:val="20"/>
        </w:numPr>
        <w:ind w:left="709" w:hanging="709"/>
        <w:rPr>
          <w:rFonts w:eastAsia="MS Mincho"/>
        </w:rPr>
      </w:pPr>
      <w:r w:rsidRPr="0078600F">
        <w:rPr>
          <w:rFonts w:eastAsia="MS Mincho"/>
        </w:rPr>
        <w:t>Length of crediting period</w:t>
      </w:r>
    </w:p>
    <w:p w:rsidR="004501A3" w:rsidRPr="0078600F" w:rsidRDefault="00BF13C9" w:rsidP="00CA714D">
      <w:pPr>
        <w:rPr>
          <w:rFonts w:eastAsia="MS Mincho" w:cs="Arial"/>
        </w:rPr>
      </w:pPr>
      <w:bookmarkStart w:id="22" w:name="_Toc315340779"/>
      <w:bookmarkStart w:id="23" w:name="_Toc315881223"/>
      <w:r w:rsidRPr="0078600F">
        <w:rPr>
          <w:rFonts w:eastAsia="MS Mincho" w:cs="Arial"/>
        </w:rPr>
        <w:t>&gt;&gt;</w:t>
      </w:r>
    </w:p>
    <w:p w:rsidR="00BF13C9" w:rsidRPr="0078600F" w:rsidRDefault="00BF13C9" w:rsidP="00CA714D">
      <w:pPr>
        <w:rPr>
          <w:rFonts w:eastAsia="MS Mincho" w:cs="Arial"/>
        </w:rPr>
      </w:pPr>
    </w:p>
    <w:p w:rsidR="00BF13C9" w:rsidRPr="0078600F" w:rsidRDefault="00BF13C9" w:rsidP="00CA714D">
      <w:pPr>
        <w:rPr>
          <w:rFonts w:eastAsia="MS Mincho" w:cs="Arial"/>
        </w:rPr>
      </w:pPr>
    </w:p>
    <w:p w:rsidR="00CC25EE" w:rsidRPr="0078600F" w:rsidRDefault="00CC25EE" w:rsidP="00877200">
      <w:pPr>
        <w:pStyle w:val="SDMPDDPoASection"/>
        <w:numPr>
          <w:ilvl w:val="0"/>
          <w:numId w:val="20"/>
        </w:numPr>
        <w:tabs>
          <w:tab w:val="clear" w:pos="2325"/>
        </w:tabs>
        <w:ind w:left="1729" w:hanging="1729"/>
      </w:pPr>
      <w:bookmarkStart w:id="24" w:name="_Toc317686911"/>
      <w:r w:rsidRPr="0078600F">
        <w:t>Environmental impacts</w:t>
      </w:r>
      <w:bookmarkEnd w:id="22"/>
      <w:bookmarkEnd w:id="23"/>
      <w:bookmarkEnd w:id="24"/>
    </w:p>
    <w:p w:rsidR="00CC25EE" w:rsidRPr="0078600F" w:rsidRDefault="00CC25EE" w:rsidP="00965043">
      <w:pPr>
        <w:pStyle w:val="SDMPDDPoASubSection1"/>
        <w:numPr>
          <w:ilvl w:val="1"/>
          <w:numId w:val="20"/>
        </w:numPr>
        <w:ind w:left="709" w:hanging="709"/>
      </w:pPr>
      <w:r w:rsidRPr="0078600F">
        <w:t>Analysis of environmental impacts</w:t>
      </w:r>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CC25EE" w:rsidP="00965043">
      <w:pPr>
        <w:pStyle w:val="SDMPDDPoASubSection1"/>
        <w:numPr>
          <w:ilvl w:val="1"/>
          <w:numId w:val="20"/>
        </w:numPr>
        <w:ind w:left="709" w:hanging="709"/>
      </w:pPr>
      <w:r w:rsidRPr="0078600F">
        <w:t>Environmental impact assessment</w:t>
      </w:r>
    </w:p>
    <w:p w:rsidR="001136C8" w:rsidRPr="0078600F" w:rsidRDefault="001136C8" w:rsidP="00F87B39">
      <w:pPr>
        <w:rPr>
          <w:rFonts w:eastAsia="MS Mincho" w:cs="Arial"/>
        </w:rPr>
      </w:pPr>
      <w:bookmarkStart w:id="25" w:name="_Toc315340780"/>
      <w:bookmarkStart w:id="26" w:name="_Toc315881224"/>
      <w:bookmarkStart w:id="27" w:name="_Toc317686912"/>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AB11A9" w:rsidRPr="0078600F" w:rsidRDefault="00AB11A9" w:rsidP="00877200">
      <w:pPr>
        <w:pStyle w:val="SDMPDDPoASection"/>
        <w:numPr>
          <w:ilvl w:val="0"/>
          <w:numId w:val="20"/>
        </w:numPr>
        <w:tabs>
          <w:tab w:val="clear" w:pos="2325"/>
        </w:tabs>
        <w:ind w:left="1729" w:hanging="1729"/>
      </w:pPr>
      <w:r w:rsidRPr="0078600F">
        <w:t>Socio-economic impacts</w:t>
      </w:r>
    </w:p>
    <w:p w:rsidR="00AB11A9" w:rsidRPr="0078600F" w:rsidRDefault="00AB11A9" w:rsidP="00965043">
      <w:pPr>
        <w:pStyle w:val="SDMPDDPoASubSection1"/>
        <w:numPr>
          <w:ilvl w:val="1"/>
          <w:numId w:val="20"/>
        </w:numPr>
        <w:ind w:left="709" w:hanging="709"/>
      </w:pPr>
      <w:bookmarkStart w:id="28" w:name="_Toc314831032"/>
      <w:r w:rsidRPr="0078600F">
        <w:t>Analysis of socio-economic impacts</w:t>
      </w:r>
      <w:bookmarkEnd w:id="28"/>
    </w:p>
    <w:p w:rsidR="00AB11A9" w:rsidRPr="0078600F" w:rsidRDefault="00AB11A9" w:rsidP="00AB11A9">
      <w:pPr>
        <w:rPr>
          <w:rFonts w:eastAsia="MS Mincho" w:cs="Arial"/>
        </w:rPr>
      </w:pPr>
      <w:bookmarkStart w:id="29" w:name="_Toc314831033"/>
      <w:r w:rsidRPr="0078600F">
        <w:rPr>
          <w:rFonts w:eastAsia="MS Mincho" w:cs="Arial"/>
        </w:rPr>
        <w:t>&gt;&gt;</w:t>
      </w:r>
    </w:p>
    <w:p w:rsidR="00AB11A9" w:rsidRPr="0078600F" w:rsidRDefault="00AB11A9" w:rsidP="00AB11A9">
      <w:pPr>
        <w:rPr>
          <w:rFonts w:eastAsia="MS Mincho" w:cs="Arial"/>
        </w:rPr>
      </w:pPr>
    </w:p>
    <w:p w:rsidR="00AB11A9" w:rsidRPr="0078600F" w:rsidRDefault="00AB11A9" w:rsidP="00AB11A9">
      <w:pPr>
        <w:rPr>
          <w:rFonts w:eastAsia="MS Mincho" w:cs="Arial"/>
        </w:rPr>
      </w:pPr>
    </w:p>
    <w:p w:rsidR="00AB11A9" w:rsidRPr="0078600F" w:rsidRDefault="00AB11A9" w:rsidP="00965043">
      <w:pPr>
        <w:pStyle w:val="SDMPDDPoASubSection1"/>
        <w:numPr>
          <w:ilvl w:val="1"/>
          <w:numId w:val="20"/>
        </w:numPr>
        <w:ind w:left="709" w:hanging="709"/>
      </w:pPr>
      <w:r w:rsidRPr="0078600F">
        <w:t>Socio-economic impact assessment</w:t>
      </w:r>
      <w:bookmarkEnd w:id="29"/>
    </w:p>
    <w:p w:rsidR="00AB11A9" w:rsidRPr="0078600F" w:rsidRDefault="00AB11A9" w:rsidP="00AB11A9">
      <w:pPr>
        <w:rPr>
          <w:rFonts w:eastAsia="MS Mincho" w:cs="Arial"/>
        </w:rPr>
      </w:pPr>
      <w:r w:rsidRPr="0078600F">
        <w:rPr>
          <w:rFonts w:eastAsia="MS Mincho" w:cs="Arial"/>
        </w:rPr>
        <w:t>&gt;&gt;</w:t>
      </w:r>
    </w:p>
    <w:p w:rsidR="00AB11A9" w:rsidRPr="0078600F" w:rsidRDefault="00AB11A9" w:rsidP="00AB11A9">
      <w:pPr>
        <w:rPr>
          <w:rFonts w:eastAsia="MS Mincho" w:cs="Arial"/>
        </w:rPr>
      </w:pPr>
    </w:p>
    <w:p w:rsidR="00AB11A9" w:rsidRPr="0078600F" w:rsidRDefault="00AB11A9" w:rsidP="00F87B39">
      <w:pPr>
        <w:rPr>
          <w:rFonts w:eastAsia="MS Mincho" w:cs="Arial"/>
        </w:rPr>
      </w:pPr>
    </w:p>
    <w:p w:rsidR="00CC25EE" w:rsidRPr="0078600F" w:rsidRDefault="00CC25EE" w:rsidP="00877200">
      <w:pPr>
        <w:pStyle w:val="SDMPDDPoASection"/>
        <w:numPr>
          <w:ilvl w:val="0"/>
          <w:numId w:val="20"/>
        </w:numPr>
        <w:tabs>
          <w:tab w:val="clear" w:pos="2325"/>
        </w:tabs>
        <w:ind w:left="1729" w:hanging="1729"/>
      </w:pPr>
      <w:r w:rsidRPr="0078600F">
        <w:t>Local stakeholder consultation</w:t>
      </w:r>
      <w:bookmarkEnd w:id="25"/>
      <w:bookmarkEnd w:id="26"/>
      <w:bookmarkEnd w:id="27"/>
    </w:p>
    <w:p w:rsidR="00CC25EE" w:rsidRPr="0078600F" w:rsidRDefault="00CC25EE" w:rsidP="00965043">
      <w:pPr>
        <w:pStyle w:val="SDMPDDPoASubSection1"/>
        <w:numPr>
          <w:ilvl w:val="1"/>
          <w:numId w:val="20"/>
        </w:numPr>
        <w:ind w:left="709" w:hanging="709"/>
      </w:pPr>
      <w:r w:rsidRPr="0078600F">
        <w:t>Solicitation of comments from local stakeholders</w:t>
      </w:r>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CC25EE" w:rsidP="00965043">
      <w:pPr>
        <w:pStyle w:val="SDMPDDPoASubSection1"/>
        <w:numPr>
          <w:ilvl w:val="1"/>
          <w:numId w:val="20"/>
        </w:numPr>
        <w:ind w:left="709" w:hanging="709"/>
      </w:pPr>
      <w:r w:rsidRPr="0078600F">
        <w:t>Summary of comments received</w:t>
      </w:r>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CC25EE" w:rsidP="00965043">
      <w:pPr>
        <w:pStyle w:val="SDMPDDPoASubSection1"/>
        <w:numPr>
          <w:ilvl w:val="1"/>
          <w:numId w:val="20"/>
        </w:numPr>
        <w:ind w:left="709" w:hanging="709"/>
      </w:pPr>
      <w:r w:rsidRPr="0078600F">
        <w:t>Report on consideration of comments received</w:t>
      </w:r>
    </w:p>
    <w:p w:rsidR="001136C8" w:rsidRPr="0078600F" w:rsidRDefault="001136C8" w:rsidP="00F87B39">
      <w:pPr>
        <w:rPr>
          <w:rFonts w:eastAsia="MS Mincho" w:cs="Arial"/>
        </w:rPr>
      </w:pPr>
      <w:bookmarkStart w:id="30" w:name="_Toc307488106"/>
      <w:bookmarkStart w:id="31" w:name="_Toc315340781"/>
      <w:bookmarkStart w:id="32" w:name="_Toc315881225"/>
      <w:bookmarkStart w:id="33" w:name="_Toc317686913"/>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CC25EE" w:rsidRPr="0078600F" w:rsidRDefault="00CC25EE" w:rsidP="00877200">
      <w:pPr>
        <w:pStyle w:val="SDMPDDPoASection"/>
        <w:numPr>
          <w:ilvl w:val="0"/>
          <w:numId w:val="20"/>
        </w:numPr>
        <w:tabs>
          <w:tab w:val="clear" w:pos="2325"/>
        </w:tabs>
        <w:ind w:left="1729" w:hanging="1729"/>
      </w:pPr>
      <w:r w:rsidRPr="0078600F">
        <w:t>Approval and authorization</w:t>
      </w:r>
      <w:bookmarkEnd w:id="30"/>
      <w:bookmarkEnd w:id="31"/>
      <w:bookmarkEnd w:id="32"/>
      <w:bookmarkEnd w:id="33"/>
    </w:p>
    <w:p w:rsidR="001136C8" w:rsidRPr="0078600F" w:rsidRDefault="001136C8" w:rsidP="00F87B39">
      <w:pPr>
        <w:rPr>
          <w:rFonts w:eastAsia="MS Mincho" w:cs="Arial"/>
        </w:rPr>
      </w:pPr>
      <w:r w:rsidRPr="0078600F">
        <w:rPr>
          <w:rFonts w:eastAsia="MS Mincho" w:cs="Arial"/>
        </w:rPr>
        <w:t>&gt;&gt;</w:t>
      </w:r>
    </w:p>
    <w:p w:rsidR="001136C8" w:rsidRPr="0078600F" w:rsidRDefault="001136C8" w:rsidP="00F87B39">
      <w:pPr>
        <w:rPr>
          <w:rFonts w:eastAsia="MS Mincho" w:cs="Arial"/>
        </w:rPr>
      </w:pPr>
    </w:p>
    <w:p w:rsidR="00F87B39" w:rsidRPr="0078600F" w:rsidRDefault="00F87B39" w:rsidP="00F87B39">
      <w:pPr>
        <w:rPr>
          <w:rFonts w:eastAsia="MS Mincho" w:cs="Arial"/>
        </w:rPr>
      </w:pPr>
    </w:p>
    <w:p w:rsidR="007D2742" w:rsidRPr="0078600F" w:rsidRDefault="007D2742" w:rsidP="00741582">
      <w:pPr>
        <w:jc w:val="center"/>
      </w:pPr>
      <w:r w:rsidRPr="0078600F">
        <w:t>- - - - -</w:t>
      </w:r>
    </w:p>
    <w:p w:rsidR="00CC25EE" w:rsidRPr="0078600F" w:rsidRDefault="00CC25EE" w:rsidP="00D756D6">
      <w:pPr>
        <w:pStyle w:val="SDMAppTitle"/>
      </w:pPr>
      <w:bookmarkStart w:id="34" w:name="appendix1"/>
      <w:bookmarkStart w:id="35" w:name="_Toc315340782"/>
      <w:bookmarkStart w:id="36" w:name="_Toc315881226"/>
      <w:bookmarkStart w:id="37" w:name="_Toc317686914"/>
      <w:r w:rsidRPr="0078600F">
        <w:t>C</w:t>
      </w:r>
      <w:r w:rsidR="007D2742" w:rsidRPr="0078600F">
        <w:t>ontact information of project participants</w:t>
      </w:r>
      <w:bookmarkEnd w:id="34"/>
      <w:bookmarkEnd w:id="35"/>
      <w:bookmarkEnd w:id="36"/>
      <w:bookmarkEnd w:id="37"/>
      <w:r w:rsidR="007D7B10" w:rsidRPr="0078600F">
        <w:t xml:space="preserve"> and responsible persons/ entities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2553"/>
        <w:gridCol w:w="7302"/>
      </w:tblGrid>
      <w:tr w:rsidR="00264B63" w:rsidRPr="0078600F" w:rsidTr="00985B6B">
        <w:trPr>
          <w:cantSplit/>
          <w:jc w:val="center"/>
        </w:trPr>
        <w:tc>
          <w:tcPr>
            <w:tcW w:w="2479" w:type="dxa"/>
            <w:shd w:val="clear" w:color="auto" w:fill="E6E6E6"/>
            <w:tcMar>
              <w:top w:w="62" w:type="dxa"/>
              <w:bottom w:w="62" w:type="dxa"/>
            </w:tcMar>
          </w:tcPr>
          <w:p w:rsidR="00264B63" w:rsidRPr="0078600F" w:rsidRDefault="00264B63" w:rsidP="00985B6B">
            <w:pPr>
              <w:pStyle w:val="SDMTableBoxParaNotNumbered"/>
              <w:keepNext/>
              <w:keepLines/>
              <w:rPr>
                <w:b/>
              </w:rPr>
            </w:pPr>
            <w:bookmarkStart w:id="38" w:name="appendix2"/>
            <w:bookmarkStart w:id="39" w:name="_Toc315340783"/>
            <w:bookmarkStart w:id="40" w:name="_Ref315858648"/>
            <w:bookmarkStart w:id="41" w:name="_Toc315881227"/>
            <w:bookmarkStart w:id="42" w:name="_Toc317686915"/>
            <w:r w:rsidRPr="0078600F">
              <w:rPr>
                <w:b/>
              </w:rPr>
              <w:t>Project participant and/or responsible person/ entity</w:t>
            </w:r>
          </w:p>
        </w:tc>
        <w:tc>
          <w:tcPr>
            <w:tcW w:w="7092" w:type="dxa"/>
            <w:shd w:val="clear" w:color="auto" w:fill="auto"/>
            <w:tcMar>
              <w:top w:w="62" w:type="dxa"/>
              <w:bottom w:w="62" w:type="dxa"/>
            </w:tcMar>
          </w:tcPr>
          <w:p w:rsidR="00264B63" w:rsidRPr="0078600F" w:rsidRDefault="00264B63" w:rsidP="00985B6B">
            <w:pPr>
              <w:pStyle w:val="SDMTableBoxParaNotNumbered"/>
              <w:keepNext/>
              <w:keepLines/>
              <w:ind w:left="397" w:hanging="397"/>
              <w:rPr>
                <w:rFonts w:cs="Arial"/>
                <w:b/>
                <w:bCs/>
              </w:rPr>
            </w:pPr>
            <w:r w:rsidRPr="0078600F">
              <w:rPr>
                <w:b/>
                <w:bCs/>
              </w:rPr>
              <w:fldChar w:fldCharType="begin">
                <w:ffData>
                  <w:name w:val="Check2"/>
                  <w:enabled/>
                  <w:calcOnExit w:val="0"/>
                  <w:checkBox>
                    <w:size w:val="24"/>
                    <w:default w:val="0"/>
                  </w:checkBox>
                </w:ffData>
              </w:fldChar>
            </w:r>
            <w:r w:rsidRPr="0078600F">
              <w:rPr>
                <w:bCs/>
              </w:rPr>
              <w:instrText xml:space="preserve"> FORMCHECKBOX </w:instrText>
            </w:r>
            <w:r w:rsidR="002309E6">
              <w:rPr>
                <w:b/>
                <w:bCs/>
              </w:rPr>
            </w:r>
            <w:r w:rsidR="002309E6">
              <w:rPr>
                <w:b/>
                <w:bCs/>
              </w:rPr>
              <w:fldChar w:fldCharType="separate"/>
            </w:r>
            <w:r w:rsidRPr="0078600F">
              <w:rPr>
                <w:b/>
                <w:bCs/>
              </w:rPr>
              <w:fldChar w:fldCharType="end"/>
            </w:r>
            <w:r w:rsidRPr="0078600F">
              <w:rPr>
                <w:rFonts w:cs="Arial"/>
                <w:bCs/>
              </w:rPr>
              <w:tab/>
            </w:r>
            <w:r w:rsidRPr="0078600F">
              <w:t>Project participant</w:t>
            </w:r>
          </w:p>
          <w:p w:rsidR="00264B63" w:rsidRPr="0078600F" w:rsidRDefault="00264B63" w:rsidP="00985B6B">
            <w:pPr>
              <w:pStyle w:val="SDMTableBoxParaNotNumbered"/>
              <w:keepNext/>
              <w:keepLines/>
              <w:ind w:left="397" w:hanging="397"/>
              <w:rPr>
                <w:b/>
              </w:rPr>
            </w:pPr>
            <w:r w:rsidRPr="0078600F">
              <w:rPr>
                <w:b/>
                <w:bCs/>
              </w:rPr>
              <w:fldChar w:fldCharType="begin">
                <w:ffData>
                  <w:name w:val="Check2"/>
                  <w:enabled/>
                  <w:calcOnExit w:val="0"/>
                  <w:checkBox>
                    <w:size w:val="24"/>
                    <w:default w:val="0"/>
                  </w:checkBox>
                </w:ffData>
              </w:fldChar>
            </w:r>
            <w:r w:rsidRPr="0078600F">
              <w:rPr>
                <w:bCs/>
              </w:rPr>
              <w:instrText xml:space="preserve"> FORMCHECKBOX </w:instrText>
            </w:r>
            <w:r w:rsidR="002309E6">
              <w:rPr>
                <w:b/>
                <w:bCs/>
              </w:rPr>
            </w:r>
            <w:r w:rsidR="002309E6">
              <w:rPr>
                <w:b/>
                <w:bCs/>
              </w:rPr>
              <w:fldChar w:fldCharType="separate"/>
            </w:r>
            <w:r w:rsidRPr="0078600F">
              <w:rPr>
                <w:b/>
                <w:bCs/>
              </w:rPr>
              <w:fldChar w:fldCharType="end"/>
            </w:r>
            <w:r w:rsidRPr="0078600F">
              <w:rPr>
                <w:rFonts w:cs="Arial"/>
                <w:bCs/>
              </w:rPr>
              <w:tab/>
            </w:r>
            <w:r w:rsidRPr="0078600F">
              <w:t>Responsible person/ entity for application of the selected methodology (ies) and, where applicable, the selected standardized baselines to the project activity</w:t>
            </w: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Organization name</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Street/P.O. Box</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Building</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City</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State/Region</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Postcode</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Country</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Telephone</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Fax</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E-mail</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Website</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Contact person</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Title</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Salutation</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Last name</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Middle name</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First name</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Department</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Mobile</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Direct fax</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Direct tel.</w:t>
            </w:r>
          </w:p>
        </w:tc>
        <w:tc>
          <w:tcPr>
            <w:tcW w:w="7092" w:type="dxa"/>
            <w:shd w:val="clear" w:color="auto" w:fill="auto"/>
          </w:tcPr>
          <w:p w:rsidR="00264B63" w:rsidRPr="0078600F" w:rsidRDefault="00264B63" w:rsidP="00985B6B">
            <w:pPr>
              <w:pStyle w:val="SDMTableBoxParaNotNumbered"/>
            </w:pPr>
          </w:p>
        </w:tc>
      </w:tr>
      <w:tr w:rsidR="00264B63" w:rsidRPr="0078600F" w:rsidTr="00985B6B">
        <w:trPr>
          <w:cantSplit/>
          <w:jc w:val="center"/>
        </w:trPr>
        <w:tc>
          <w:tcPr>
            <w:tcW w:w="2479" w:type="dxa"/>
            <w:shd w:val="clear" w:color="auto" w:fill="E6E6E6"/>
          </w:tcPr>
          <w:p w:rsidR="00264B63" w:rsidRPr="0078600F" w:rsidRDefault="00264B63" w:rsidP="00985B6B">
            <w:pPr>
              <w:pStyle w:val="SDMTableBoxParaNotNumbered"/>
              <w:rPr>
                <w:b/>
              </w:rPr>
            </w:pPr>
            <w:r w:rsidRPr="0078600F">
              <w:rPr>
                <w:b/>
              </w:rPr>
              <w:t>Personal e-mail</w:t>
            </w:r>
          </w:p>
        </w:tc>
        <w:tc>
          <w:tcPr>
            <w:tcW w:w="7092" w:type="dxa"/>
            <w:shd w:val="clear" w:color="auto" w:fill="auto"/>
          </w:tcPr>
          <w:p w:rsidR="00264B63" w:rsidRPr="0078600F" w:rsidRDefault="00264B63" w:rsidP="00985B6B">
            <w:pPr>
              <w:pStyle w:val="SDMTableBoxParaNotNumbered"/>
            </w:pPr>
          </w:p>
        </w:tc>
      </w:tr>
    </w:tbl>
    <w:p w:rsidR="00CC25EE" w:rsidRPr="0078600F" w:rsidRDefault="003B3158" w:rsidP="00951E83">
      <w:pPr>
        <w:pStyle w:val="SDMAppTitle"/>
        <w:pageBreakBefore w:val="0"/>
        <w:spacing w:before="600"/>
      </w:pPr>
      <w:r w:rsidRPr="0078600F">
        <w:t>Affirmation</w:t>
      </w:r>
      <w:r w:rsidR="007D2742" w:rsidRPr="0078600F">
        <w:t xml:space="preserve"> regarding public funding</w:t>
      </w:r>
      <w:bookmarkEnd w:id="38"/>
      <w:bookmarkEnd w:id="39"/>
      <w:bookmarkEnd w:id="40"/>
      <w:bookmarkEnd w:id="41"/>
      <w:bookmarkEnd w:id="42"/>
    </w:p>
    <w:p w:rsidR="00D756D6" w:rsidRPr="0078600F" w:rsidRDefault="00D756D6" w:rsidP="00D756D6">
      <w:pPr>
        <w:pStyle w:val="SDMApp1"/>
        <w:keepNext w:val="0"/>
        <w:keepLines w:val="0"/>
        <w:spacing w:before="0" w:after="0"/>
        <w:ind w:left="0" w:firstLine="0"/>
        <w:rPr>
          <w:b w:val="0"/>
          <w:sz w:val="22"/>
          <w:szCs w:val="22"/>
        </w:rPr>
      </w:pPr>
    </w:p>
    <w:p w:rsidR="00D756D6" w:rsidRPr="0078600F" w:rsidRDefault="00D756D6" w:rsidP="00D756D6">
      <w:pPr>
        <w:pStyle w:val="SDMApp1"/>
        <w:keepNext w:val="0"/>
        <w:keepLines w:val="0"/>
        <w:spacing w:before="0" w:after="0"/>
        <w:ind w:left="0" w:firstLine="0"/>
        <w:rPr>
          <w:b w:val="0"/>
          <w:sz w:val="22"/>
          <w:szCs w:val="22"/>
        </w:rPr>
      </w:pPr>
    </w:p>
    <w:p w:rsidR="00247C1D" w:rsidRPr="0078600F" w:rsidRDefault="007D7B10" w:rsidP="00951E83">
      <w:pPr>
        <w:pStyle w:val="SDMAppTitle"/>
        <w:pageBreakBefore w:val="0"/>
      </w:pPr>
      <w:bookmarkStart w:id="43" w:name="_Ref315858678"/>
      <w:bookmarkStart w:id="44" w:name="_Toc315881228"/>
      <w:bookmarkStart w:id="45" w:name="_Toc317686916"/>
      <w:bookmarkStart w:id="46" w:name="appendix3"/>
      <w:bookmarkStart w:id="47" w:name="_Toc315340784"/>
      <w:r w:rsidRPr="0078600F">
        <w:t xml:space="preserve">Applicability of </w:t>
      </w:r>
      <w:r w:rsidR="00247C1D" w:rsidRPr="0078600F">
        <w:t>methodology</w:t>
      </w:r>
      <w:bookmarkEnd w:id="43"/>
      <w:bookmarkEnd w:id="44"/>
      <w:bookmarkEnd w:id="45"/>
      <w:r w:rsidRPr="0078600F">
        <w:t xml:space="preserve"> and standardized baseline</w:t>
      </w:r>
    </w:p>
    <w:p w:rsidR="00D756D6" w:rsidRPr="0078600F" w:rsidRDefault="00D756D6" w:rsidP="00D756D6">
      <w:pPr>
        <w:pStyle w:val="SDMApp1"/>
        <w:keepNext w:val="0"/>
        <w:keepLines w:val="0"/>
        <w:spacing w:before="0" w:after="0"/>
        <w:ind w:left="0" w:firstLine="0"/>
        <w:rPr>
          <w:b w:val="0"/>
          <w:sz w:val="22"/>
          <w:szCs w:val="22"/>
        </w:rPr>
      </w:pPr>
    </w:p>
    <w:p w:rsidR="00D756D6" w:rsidRPr="0078600F" w:rsidRDefault="00D756D6" w:rsidP="00D756D6">
      <w:pPr>
        <w:pStyle w:val="SDMApp1"/>
        <w:keepNext w:val="0"/>
        <w:keepLines w:val="0"/>
        <w:spacing w:before="0" w:after="0"/>
        <w:ind w:left="0" w:firstLine="0"/>
        <w:rPr>
          <w:b w:val="0"/>
          <w:sz w:val="22"/>
          <w:szCs w:val="22"/>
        </w:rPr>
      </w:pPr>
    </w:p>
    <w:p w:rsidR="00CC25EE" w:rsidRPr="0078600F" w:rsidRDefault="00514A4C" w:rsidP="00951E83">
      <w:pPr>
        <w:pStyle w:val="SDMAppTitle"/>
        <w:pageBreakBefore w:val="0"/>
      </w:pPr>
      <w:bookmarkStart w:id="48" w:name="_Ref315795683"/>
      <w:bookmarkStart w:id="49" w:name="_Toc317781306"/>
      <w:bookmarkEnd w:id="46"/>
      <w:bookmarkEnd w:id="47"/>
      <w:r w:rsidRPr="0078600F">
        <w:t>Further background information on ex ante calculation of removals by sinks</w:t>
      </w:r>
      <w:bookmarkEnd w:id="48"/>
      <w:bookmarkEnd w:id="49"/>
    </w:p>
    <w:p w:rsidR="00D756D6" w:rsidRPr="0078600F" w:rsidRDefault="00D756D6" w:rsidP="00D756D6">
      <w:pPr>
        <w:pStyle w:val="SDMApp1"/>
        <w:keepNext w:val="0"/>
        <w:keepLines w:val="0"/>
        <w:spacing w:before="0" w:after="0"/>
        <w:ind w:left="0" w:firstLine="0"/>
        <w:rPr>
          <w:b w:val="0"/>
          <w:sz w:val="22"/>
          <w:szCs w:val="22"/>
        </w:rPr>
      </w:pPr>
    </w:p>
    <w:p w:rsidR="00D756D6" w:rsidRPr="0078600F" w:rsidRDefault="00D756D6" w:rsidP="00D756D6">
      <w:pPr>
        <w:pStyle w:val="SDMApp1"/>
        <w:keepNext w:val="0"/>
        <w:keepLines w:val="0"/>
        <w:spacing w:before="0" w:after="0"/>
        <w:ind w:left="0" w:firstLine="0"/>
        <w:rPr>
          <w:b w:val="0"/>
          <w:sz w:val="22"/>
          <w:szCs w:val="22"/>
        </w:rPr>
      </w:pPr>
    </w:p>
    <w:p w:rsidR="00CC25EE" w:rsidRPr="0078600F" w:rsidRDefault="00CC25EE" w:rsidP="00951E83">
      <w:pPr>
        <w:pStyle w:val="SDMAppTitle"/>
        <w:pageBreakBefore w:val="0"/>
      </w:pPr>
      <w:bookmarkStart w:id="50" w:name="appendix4"/>
      <w:bookmarkStart w:id="51" w:name="_Toc315340785"/>
      <w:bookmarkStart w:id="52" w:name="_Toc315881230"/>
      <w:bookmarkStart w:id="53" w:name="_Toc317686918"/>
      <w:r w:rsidRPr="0078600F">
        <w:t>F</w:t>
      </w:r>
      <w:r w:rsidR="007D2742" w:rsidRPr="0078600F">
        <w:t>urther background information on monitoring plan</w:t>
      </w:r>
      <w:bookmarkEnd w:id="50"/>
      <w:bookmarkEnd w:id="51"/>
      <w:bookmarkEnd w:id="52"/>
      <w:bookmarkEnd w:id="53"/>
    </w:p>
    <w:p w:rsidR="00D756D6" w:rsidRPr="0078600F" w:rsidRDefault="00D756D6" w:rsidP="00D756D6">
      <w:pPr>
        <w:pStyle w:val="SDMApp1"/>
        <w:keepNext w:val="0"/>
        <w:keepLines w:val="0"/>
        <w:spacing w:before="0" w:after="0"/>
        <w:ind w:left="0" w:firstLine="0"/>
        <w:rPr>
          <w:b w:val="0"/>
          <w:sz w:val="22"/>
          <w:szCs w:val="22"/>
        </w:rPr>
      </w:pPr>
    </w:p>
    <w:p w:rsidR="00D756D6" w:rsidRPr="0078600F" w:rsidRDefault="00D756D6" w:rsidP="00D756D6">
      <w:pPr>
        <w:pStyle w:val="SDMApp1"/>
        <w:keepNext w:val="0"/>
        <w:keepLines w:val="0"/>
        <w:spacing w:before="0" w:after="0"/>
        <w:ind w:left="0" w:firstLine="0"/>
        <w:rPr>
          <w:b w:val="0"/>
          <w:sz w:val="22"/>
          <w:szCs w:val="22"/>
        </w:rPr>
      </w:pPr>
    </w:p>
    <w:p w:rsidR="00514A4C" w:rsidRPr="0078600F" w:rsidRDefault="00514A4C" w:rsidP="00951E83">
      <w:pPr>
        <w:pStyle w:val="SDMAppTitle"/>
        <w:pageBreakBefore w:val="0"/>
      </w:pPr>
      <w:bookmarkStart w:id="54" w:name="_Ref315282124"/>
      <w:bookmarkStart w:id="55" w:name="_Toc317781308"/>
      <w:r w:rsidRPr="0078600F">
        <w:t>Geographic delineation of project boundary</w:t>
      </w:r>
      <w:bookmarkEnd w:id="54"/>
      <w:bookmarkEnd w:id="55"/>
    </w:p>
    <w:p w:rsidR="00D756D6" w:rsidRPr="0078600F" w:rsidRDefault="00D756D6" w:rsidP="00D756D6">
      <w:pPr>
        <w:pStyle w:val="SDMApp1"/>
        <w:keepNext w:val="0"/>
        <w:keepLines w:val="0"/>
        <w:spacing w:before="0" w:after="0"/>
        <w:ind w:left="0" w:firstLine="0"/>
        <w:rPr>
          <w:b w:val="0"/>
          <w:sz w:val="22"/>
          <w:szCs w:val="22"/>
        </w:rPr>
      </w:pPr>
    </w:p>
    <w:p w:rsidR="00D756D6" w:rsidRPr="0078600F" w:rsidRDefault="00D756D6" w:rsidP="00D756D6">
      <w:pPr>
        <w:pStyle w:val="SDMApp1"/>
        <w:keepNext w:val="0"/>
        <w:keepLines w:val="0"/>
        <w:spacing w:before="0" w:after="0"/>
        <w:ind w:left="0" w:firstLine="0"/>
        <w:rPr>
          <w:b w:val="0"/>
          <w:sz w:val="22"/>
          <w:szCs w:val="22"/>
        </w:rPr>
      </w:pPr>
    </w:p>
    <w:p w:rsidR="00D61326" w:rsidRPr="0078600F" w:rsidRDefault="00D61326" w:rsidP="00D61326">
      <w:pPr>
        <w:pStyle w:val="SDMAppTitle"/>
        <w:pageBreakBefore w:val="0"/>
      </w:pPr>
      <w:bookmarkStart w:id="56" w:name="_Toc317786517"/>
      <w:r w:rsidRPr="0078600F">
        <w:t>Declaration on low-income communities</w:t>
      </w:r>
      <w:bookmarkEnd w:id="56"/>
    </w:p>
    <w:p w:rsidR="00D61326" w:rsidRPr="0078600F" w:rsidRDefault="00D61326" w:rsidP="00D756D6">
      <w:pPr>
        <w:pStyle w:val="SDMApp1"/>
        <w:keepNext w:val="0"/>
        <w:keepLines w:val="0"/>
        <w:spacing w:before="0" w:after="0"/>
        <w:ind w:left="0" w:firstLine="0"/>
        <w:rPr>
          <w:b w:val="0"/>
          <w:sz w:val="22"/>
          <w:szCs w:val="22"/>
        </w:rPr>
      </w:pPr>
    </w:p>
    <w:p w:rsidR="00D61326" w:rsidRPr="0078600F" w:rsidRDefault="00D61326" w:rsidP="00D756D6">
      <w:pPr>
        <w:pStyle w:val="SDMApp1"/>
        <w:keepNext w:val="0"/>
        <w:keepLines w:val="0"/>
        <w:spacing w:before="0" w:after="0"/>
        <w:ind w:left="0" w:firstLine="0"/>
        <w:rPr>
          <w:b w:val="0"/>
          <w:sz w:val="22"/>
          <w:szCs w:val="22"/>
        </w:rPr>
      </w:pPr>
    </w:p>
    <w:p w:rsidR="009C72B4" w:rsidRPr="0078600F" w:rsidRDefault="00AB273F" w:rsidP="00951E83">
      <w:pPr>
        <w:pStyle w:val="SDMAppTitle"/>
        <w:pageBreakBefore w:val="0"/>
      </w:pPr>
      <w:bookmarkStart w:id="57" w:name="_Toc315340786"/>
      <w:bookmarkStart w:id="58" w:name="_Toc315881231"/>
      <w:bookmarkStart w:id="59" w:name="_Toc317686919"/>
      <w:bookmarkEnd w:id="0"/>
      <w:r w:rsidRPr="0078600F">
        <w:t>Summary</w:t>
      </w:r>
      <w:r w:rsidR="009C72B4" w:rsidRPr="0078600F">
        <w:t xml:space="preserve"> of </w:t>
      </w:r>
      <w:r w:rsidR="0055062D" w:rsidRPr="0078600F">
        <w:t>post</w:t>
      </w:r>
      <w:r w:rsidR="009C72B4" w:rsidRPr="0078600F">
        <w:t xml:space="preserve"> registration changes</w:t>
      </w:r>
      <w:bookmarkEnd w:id="57"/>
      <w:bookmarkEnd w:id="58"/>
      <w:bookmarkEnd w:id="59"/>
    </w:p>
    <w:p w:rsidR="00D756D6" w:rsidRPr="0078600F" w:rsidRDefault="00D756D6" w:rsidP="00D756D6">
      <w:pPr>
        <w:pStyle w:val="SDMApp1"/>
        <w:keepNext w:val="0"/>
        <w:keepLines w:val="0"/>
        <w:spacing w:before="0" w:after="0"/>
        <w:ind w:left="0" w:firstLine="0"/>
        <w:rPr>
          <w:b w:val="0"/>
          <w:sz w:val="22"/>
          <w:szCs w:val="22"/>
        </w:rPr>
      </w:pPr>
    </w:p>
    <w:p w:rsidR="00D756D6" w:rsidRPr="0078600F" w:rsidRDefault="00D756D6" w:rsidP="00D756D6">
      <w:pPr>
        <w:pStyle w:val="SDMApp1"/>
        <w:keepNext w:val="0"/>
        <w:keepLines w:val="0"/>
        <w:spacing w:before="0" w:after="0"/>
        <w:ind w:left="0" w:firstLine="0"/>
        <w:rPr>
          <w:b w:val="0"/>
          <w:sz w:val="22"/>
          <w:szCs w:val="22"/>
        </w:rPr>
      </w:pPr>
    </w:p>
    <w:p w:rsidR="000A001D" w:rsidRPr="0078600F" w:rsidRDefault="000A001D" w:rsidP="00A9456C">
      <w:pPr>
        <w:spacing w:before="240"/>
        <w:jc w:val="center"/>
      </w:pPr>
      <w:r w:rsidRPr="0078600F">
        <w:t>- - - - -</w:t>
      </w:r>
    </w:p>
    <w:p w:rsidR="009115E4" w:rsidRPr="0078600F" w:rsidRDefault="00BF13C9" w:rsidP="003A73C6">
      <w:pPr>
        <w:pStyle w:val="SDMAppTitle"/>
        <w:numPr>
          <w:ilvl w:val="0"/>
          <w:numId w:val="0"/>
        </w:numPr>
        <w:ind w:left="1985" w:hanging="1985"/>
      </w:pPr>
      <w:bookmarkStart w:id="60" w:name="_Toc315340774"/>
      <w:bookmarkStart w:id="61" w:name="_Toc315881218"/>
      <w:bookmarkStart w:id="62" w:name="_Toc318381912"/>
      <w:bookmarkStart w:id="63" w:name="_Toc350362724"/>
      <w:proofErr w:type="gramStart"/>
      <w:r w:rsidRPr="0078600F">
        <w:t>Attachment.</w:t>
      </w:r>
      <w:proofErr w:type="gramEnd"/>
      <w:r w:rsidR="009115E4" w:rsidRPr="0078600F">
        <w:tab/>
        <w:t>Instructions for filling out the project design document form</w:t>
      </w:r>
      <w:r w:rsidR="00E57F3D" w:rsidRPr="0078600F">
        <w:t xml:space="preserve"> for</w:t>
      </w:r>
      <w:r w:rsidR="003C2310" w:rsidRPr="0078600F">
        <w:t xml:space="preserve"> </w:t>
      </w:r>
      <w:r w:rsidR="00615AC2" w:rsidRPr="0078600F">
        <w:t xml:space="preserve">small-scale </w:t>
      </w:r>
      <w:r w:rsidR="003C2310" w:rsidRPr="0078600F">
        <w:t xml:space="preserve">afforestation and reforestation </w:t>
      </w:r>
      <w:r w:rsidR="00E57F3D" w:rsidRPr="0078600F">
        <w:t>CDM project activities</w:t>
      </w:r>
    </w:p>
    <w:p w:rsidR="009115E4" w:rsidRPr="0078600F" w:rsidRDefault="009115E4" w:rsidP="00951E83">
      <w:pPr>
        <w:pStyle w:val="SDMHead1"/>
      </w:pPr>
      <w:r w:rsidRPr="0078600F">
        <w:t xml:space="preserve">General </w:t>
      </w:r>
      <w:bookmarkEnd w:id="60"/>
      <w:bookmarkEnd w:id="61"/>
      <w:bookmarkEnd w:id="62"/>
      <w:bookmarkEnd w:id="63"/>
      <w:r w:rsidRPr="0078600F">
        <w:t>instructions</w:t>
      </w:r>
    </w:p>
    <w:p w:rsidR="005A679A" w:rsidRPr="00560DB4" w:rsidRDefault="009115E4" w:rsidP="005A679A">
      <w:pPr>
        <w:pStyle w:val="SDMPara"/>
      </w:pPr>
      <w:bookmarkStart w:id="64" w:name="_Ref309397731"/>
      <w:bookmarkStart w:id="65" w:name="_Ref315189406"/>
      <w:r w:rsidRPr="0078600F">
        <w:rPr>
          <w:lang w:val="en-US"/>
        </w:rPr>
        <w:t xml:space="preserve">When </w:t>
      </w:r>
      <w:r w:rsidRPr="00143E8E">
        <w:t xml:space="preserve">designing a project activity </w:t>
      </w:r>
      <w:r w:rsidRPr="00143E8E">
        <w:rPr>
          <w:lang w:val="en-US"/>
        </w:rPr>
        <w:t>and completing the CDM</w:t>
      </w:r>
      <w:r w:rsidRPr="00143E8E">
        <w:rPr>
          <w:lang w:val="en-US"/>
        </w:rPr>
        <w:noBreakHyphen/>
      </w:r>
      <w:r w:rsidR="00173D74" w:rsidRPr="00143E8E">
        <w:rPr>
          <w:lang w:val="en-US"/>
        </w:rPr>
        <w:t>SSC-</w:t>
      </w:r>
      <w:r w:rsidR="00797421" w:rsidRPr="00143E8E">
        <w:rPr>
          <w:lang w:val="en-US"/>
        </w:rPr>
        <w:t>AR-</w:t>
      </w:r>
      <w:r w:rsidRPr="00143E8E">
        <w:rPr>
          <w:lang w:val="en-US"/>
        </w:rPr>
        <w:t>PDD-FORM</w:t>
      </w:r>
      <w:r w:rsidRPr="00143E8E">
        <w:t>,</w:t>
      </w:r>
      <w:r w:rsidRPr="00143E8E">
        <w:rPr>
          <w:lang w:val="en-US"/>
        </w:rPr>
        <w:t xml:space="preserve"> in addition to applying the </w:t>
      </w:r>
      <w:r w:rsidR="005A679A" w:rsidRPr="00143E8E">
        <w:rPr>
          <w:lang w:val="en-US"/>
        </w:rPr>
        <w:t>“</w:t>
      </w:r>
      <w:hyperlink r:id="rId10" w:history="1">
        <w:r w:rsidR="005A679A" w:rsidRPr="00143E8E">
          <w:rPr>
            <w:rStyle w:val="Hyperlink"/>
            <w:lang w:val="en-US"/>
          </w:rPr>
          <w:t>CDM project standard</w:t>
        </w:r>
      </w:hyperlink>
      <w:r w:rsidRPr="00143E8E">
        <w:rPr>
          <w:lang w:val="en-US"/>
        </w:rPr>
        <w:t xml:space="preserve">” (Project standard), </w:t>
      </w:r>
      <w:bookmarkEnd w:id="64"/>
      <w:bookmarkEnd w:id="65"/>
      <w:r w:rsidR="005A679A" w:rsidRPr="00143E8E">
        <w:rPr>
          <w:lang w:val="en-US"/>
        </w:rPr>
        <w:t xml:space="preserve">the selected approved baseline and monitoring </w:t>
      </w:r>
      <w:hyperlink r:id="rId11" w:history="1">
        <w:r w:rsidR="005A679A" w:rsidRPr="00143E8E">
          <w:rPr>
            <w:rStyle w:val="Hyperlink"/>
            <w:lang w:val="en-US"/>
          </w:rPr>
          <w:t>methodology(ies)</w:t>
        </w:r>
      </w:hyperlink>
      <w:r w:rsidR="005A679A" w:rsidRPr="00143E8E">
        <w:t xml:space="preserve"> (hereinafter referred to as the </w:t>
      </w:r>
      <w:r w:rsidR="005A679A" w:rsidRPr="00143E8E">
        <w:rPr>
          <w:lang w:val="en-US"/>
        </w:rPr>
        <w:t>selected methodology(ies)</w:t>
      </w:r>
      <w:r w:rsidR="005A679A" w:rsidRPr="00143E8E">
        <w:t>) and</w:t>
      </w:r>
      <w:r w:rsidR="005A679A" w:rsidRPr="00143E8E">
        <w:rPr>
          <w:lang w:val="en-US"/>
        </w:rPr>
        <w:t xml:space="preserve">, where applicable, the selected approved </w:t>
      </w:r>
      <w:hyperlink r:id="rId12" w:history="1">
        <w:r w:rsidR="005A679A" w:rsidRPr="00143E8E">
          <w:rPr>
            <w:rStyle w:val="Hyperlink"/>
            <w:lang w:val="en-US"/>
          </w:rPr>
          <w:t>standardized baseline(s)</w:t>
        </w:r>
      </w:hyperlink>
      <w:r w:rsidR="005A679A" w:rsidRPr="00143E8E">
        <w:rPr>
          <w:lang w:val="en-US"/>
        </w:rPr>
        <w:t xml:space="preserve"> (hereinafter referred to as the selected standardized baseline(s)), consult the </w:t>
      </w:r>
      <w:hyperlink r:id="rId13" w:history="1">
        <w:r w:rsidR="005A679A" w:rsidRPr="00143E8E">
          <w:rPr>
            <w:rStyle w:val="Hyperlink"/>
            <w:lang w:val="en-US"/>
          </w:rPr>
          <w:t>“Rules and Reference” section</w:t>
        </w:r>
      </w:hyperlink>
      <w:r w:rsidR="00143E8E" w:rsidRPr="00143E8E">
        <w:rPr>
          <w:lang w:val="en-US"/>
        </w:rPr>
        <w:t xml:space="preserve"> of the UNFCCC CDM website. </w:t>
      </w:r>
      <w:r w:rsidR="005A679A" w:rsidRPr="00143E8E">
        <w:rPr>
          <w:lang w:val="en-US"/>
        </w:rPr>
        <w:t xml:space="preserve">This section contains all regulatory documents for the CDM, such as such as </w:t>
      </w:r>
      <w:hyperlink r:id="rId14" w:history="1">
        <w:r w:rsidR="005A679A" w:rsidRPr="00143E8E">
          <w:rPr>
            <w:rStyle w:val="Hyperlink"/>
            <w:lang w:val="en-US"/>
          </w:rPr>
          <w:t>standards</w:t>
        </w:r>
      </w:hyperlink>
      <w:r w:rsidR="005A679A" w:rsidRPr="00143E8E">
        <w:rPr>
          <w:lang w:val="en-US"/>
        </w:rPr>
        <w:t xml:space="preserve"> (including </w:t>
      </w:r>
      <w:hyperlink r:id="rId15" w:history="1">
        <w:r w:rsidR="005A679A" w:rsidRPr="00143E8E">
          <w:rPr>
            <w:rStyle w:val="Hyperlink"/>
            <w:lang w:val="en-US"/>
          </w:rPr>
          <w:t>methodologies</w:t>
        </w:r>
      </w:hyperlink>
      <w:r w:rsidR="005A679A" w:rsidRPr="00143E8E">
        <w:rPr>
          <w:lang w:val="en-US"/>
        </w:rPr>
        <w:t>,</w:t>
      </w:r>
      <w:r w:rsidR="005A679A" w:rsidRPr="00143E8E">
        <w:t xml:space="preserve"> </w:t>
      </w:r>
      <w:hyperlink r:id="rId16" w:history="1">
        <w:r w:rsidR="005A679A" w:rsidRPr="00143E8E">
          <w:rPr>
            <w:rStyle w:val="Hyperlink"/>
            <w:lang w:val="en-US"/>
          </w:rPr>
          <w:t>tools</w:t>
        </w:r>
      </w:hyperlink>
      <w:r w:rsidR="005A679A" w:rsidRPr="00143E8E">
        <w:rPr>
          <w:lang w:val="en-US"/>
        </w:rPr>
        <w:t xml:space="preserve"> and </w:t>
      </w:r>
      <w:hyperlink r:id="rId17" w:history="1">
        <w:r w:rsidR="005A679A" w:rsidRPr="00143E8E">
          <w:rPr>
            <w:rStyle w:val="Hyperlink"/>
            <w:lang w:val="en-US"/>
          </w:rPr>
          <w:t>standardized baselines</w:t>
        </w:r>
      </w:hyperlink>
      <w:r w:rsidR="005A679A" w:rsidRPr="00143E8E">
        <w:rPr>
          <w:lang w:val="en-US"/>
        </w:rPr>
        <w:t xml:space="preserve">), </w:t>
      </w:r>
      <w:hyperlink r:id="rId18" w:anchor="gov" w:history="1">
        <w:r w:rsidR="005A679A" w:rsidRPr="00143E8E">
          <w:rPr>
            <w:rStyle w:val="Hyperlink"/>
            <w:lang w:val="en-US"/>
          </w:rPr>
          <w:t>procedures</w:t>
        </w:r>
      </w:hyperlink>
      <w:r w:rsidR="005A679A" w:rsidRPr="00143E8E">
        <w:rPr>
          <w:lang w:val="en-US"/>
        </w:rPr>
        <w:t xml:space="preserve">, </w:t>
      </w:r>
      <w:hyperlink r:id="rId19" w:history="1">
        <w:r w:rsidR="005A679A" w:rsidRPr="00143E8E">
          <w:rPr>
            <w:rStyle w:val="Hyperlink"/>
            <w:lang w:val="en-US"/>
          </w:rPr>
          <w:t>guidelines</w:t>
        </w:r>
      </w:hyperlink>
      <w:r w:rsidR="005A679A" w:rsidRPr="00143E8E">
        <w:rPr>
          <w:lang w:val="en-US"/>
        </w:rPr>
        <w:t xml:space="preserve">, </w:t>
      </w:r>
      <w:hyperlink r:id="rId20" w:anchor="meth" w:history="1">
        <w:r w:rsidR="005A679A" w:rsidRPr="00143E8E">
          <w:rPr>
            <w:rStyle w:val="Hyperlink"/>
            <w:lang w:val="en-US"/>
          </w:rPr>
          <w:t>clarifications</w:t>
        </w:r>
      </w:hyperlink>
      <w:r w:rsidR="005A679A" w:rsidRPr="00143E8E">
        <w:rPr>
          <w:lang w:val="en-US"/>
        </w:rPr>
        <w:t xml:space="preserve">, </w:t>
      </w:r>
      <w:hyperlink r:id="rId21" w:anchor="gov" w:history="1">
        <w:r w:rsidR="005A679A" w:rsidRPr="00143E8E">
          <w:rPr>
            <w:rStyle w:val="Hyperlink"/>
            <w:lang w:val="en-US"/>
          </w:rPr>
          <w:t>forms</w:t>
        </w:r>
      </w:hyperlink>
      <w:r w:rsidR="005A679A" w:rsidRPr="00143E8E">
        <w:rPr>
          <w:lang w:val="en-US"/>
        </w:rPr>
        <w:t xml:space="preserve"> and the “</w:t>
      </w:r>
      <w:hyperlink r:id="rId22" w:history="1">
        <w:r w:rsidR="005A679A" w:rsidRPr="00143E8E">
          <w:rPr>
            <w:rStyle w:val="Hyperlink"/>
            <w:lang w:val="en-US"/>
          </w:rPr>
          <w:t>Glossary: CDM terms</w:t>
        </w:r>
      </w:hyperlink>
      <w:r w:rsidR="005A679A" w:rsidRPr="00143E8E">
        <w:rPr>
          <w:lang w:val="en-US"/>
        </w:rPr>
        <w:t>”.</w:t>
      </w:r>
    </w:p>
    <w:p w:rsidR="009115E4" w:rsidRPr="0078600F" w:rsidRDefault="009115E4" w:rsidP="009115E4">
      <w:pPr>
        <w:pStyle w:val="SDMPara"/>
        <w:keepNext/>
        <w:rPr>
          <w:lang w:val="en-US"/>
        </w:rPr>
      </w:pPr>
      <w:bookmarkStart w:id="66" w:name="_Ref389553062"/>
      <w:r w:rsidRPr="0078600F">
        <w:rPr>
          <w:lang w:val="en-US"/>
        </w:rPr>
        <w:t xml:space="preserve">When documenting changes occurred to the project activity after its registration in accordance with applicable provisions relating to the post registration changes process, prepare two versions of the PDDs using the </w:t>
      </w:r>
      <w:r w:rsidR="00173D74" w:rsidRPr="0078600F">
        <w:rPr>
          <w:lang w:val="en-US"/>
        </w:rPr>
        <w:t>CDM</w:t>
      </w:r>
      <w:r w:rsidR="00173D74" w:rsidRPr="0078600F">
        <w:rPr>
          <w:lang w:val="en-US"/>
        </w:rPr>
        <w:noBreakHyphen/>
        <w:t>SSC-AR-PDD-FORM</w:t>
      </w:r>
      <w:r w:rsidRPr="0078600F">
        <w:rPr>
          <w:lang w:val="en-US"/>
        </w:rPr>
        <w:t>, one in clean version and the other indicating the changes in track-change.</w:t>
      </w:r>
      <w:bookmarkEnd w:id="66"/>
    </w:p>
    <w:p w:rsidR="009115E4" w:rsidRPr="0078600F" w:rsidRDefault="009115E4" w:rsidP="009115E4">
      <w:pPr>
        <w:pStyle w:val="SDMPara"/>
        <w:rPr>
          <w:lang w:val="en-US"/>
        </w:rPr>
      </w:pPr>
      <w:r w:rsidRPr="0078600F">
        <w:rPr>
          <w:lang w:val="en-US"/>
        </w:rPr>
        <w:t>In addition to the provisions in paragraph</w:t>
      </w:r>
      <w:r w:rsidR="007F1E64" w:rsidRPr="0078600F">
        <w:rPr>
          <w:lang w:val="en-US"/>
        </w:rPr>
        <w:t xml:space="preserve"> </w:t>
      </w:r>
      <w:r w:rsidR="007F1E64" w:rsidRPr="0078600F">
        <w:rPr>
          <w:lang w:val="en-US"/>
        </w:rPr>
        <w:fldChar w:fldCharType="begin"/>
      </w:r>
      <w:r w:rsidR="007F1E64" w:rsidRPr="0078600F">
        <w:rPr>
          <w:lang w:val="en-US"/>
        </w:rPr>
        <w:instrText xml:space="preserve"> REF _Ref389553062 \r \p \h </w:instrText>
      </w:r>
      <w:r w:rsidR="0078600F">
        <w:rPr>
          <w:lang w:val="en-US"/>
        </w:rPr>
        <w:instrText xml:space="preserve"> \* MERGEFORMAT </w:instrText>
      </w:r>
      <w:r w:rsidR="007F1E64" w:rsidRPr="0078600F">
        <w:rPr>
          <w:lang w:val="en-US"/>
        </w:rPr>
      </w:r>
      <w:r w:rsidR="007F1E64" w:rsidRPr="0078600F">
        <w:rPr>
          <w:lang w:val="en-US"/>
        </w:rPr>
        <w:fldChar w:fldCharType="separate"/>
      </w:r>
      <w:r w:rsidR="002309E6">
        <w:rPr>
          <w:lang w:val="en-US"/>
        </w:rPr>
        <w:t>2 above</w:t>
      </w:r>
      <w:r w:rsidR="007F1E64" w:rsidRPr="0078600F">
        <w:rPr>
          <w:lang w:val="en-US"/>
        </w:rPr>
        <w:fldChar w:fldCharType="end"/>
      </w:r>
      <w:r w:rsidRPr="0078600F">
        <w:rPr>
          <w:lang w:val="en-US"/>
        </w:rPr>
        <w:t xml:space="preserve">, provide a summary of the changes, including the reasons for the changes and any additional information relating to the changes, in </w:t>
      </w:r>
      <w:r w:rsidR="003A4326" w:rsidRPr="0078600F">
        <w:rPr>
          <w:lang w:val="en-US"/>
        </w:rPr>
        <w:fldChar w:fldCharType="begin"/>
      </w:r>
      <w:r w:rsidR="003A4326" w:rsidRPr="0078600F">
        <w:rPr>
          <w:lang w:val="en-US"/>
        </w:rPr>
        <w:instrText xml:space="preserve"> REF _Ref391044209 \r \h  \* MERGEFORMAT </w:instrText>
      </w:r>
      <w:r w:rsidR="003A4326" w:rsidRPr="0078600F">
        <w:rPr>
          <w:lang w:val="en-US"/>
        </w:rPr>
      </w:r>
      <w:r w:rsidR="003A4326" w:rsidRPr="0078600F">
        <w:rPr>
          <w:lang w:val="en-US"/>
        </w:rPr>
        <w:fldChar w:fldCharType="separate"/>
      </w:r>
      <w:r w:rsidR="002309E6">
        <w:rPr>
          <w:lang w:val="en-US"/>
        </w:rPr>
        <w:t>Appendix 8</w:t>
      </w:r>
      <w:r w:rsidR="003A4326" w:rsidRPr="0078600F">
        <w:rPr>
          <w:lang w:val="en-US"/>
        </w:rPr>
        <w:fldChar w:fldCharType="end"/>
      </w:r>
      <w:r w:rsidR="003A4326" w:rsidRPr="0078600F">
        <w:rPr>
          <w:lang w:val="en-US"/>
        </w:rPr>
        <w:t xml:space="preserve"> </w:t>
      </w:r>
      <w:r w:rsidRPr="0078600F">
        <w:rPr>
          <w:lang w:val="en-US"/>
        </w:rPr>
        <w:t>below.</w:t>
      </w:r>
    </w:p>
    <w:p w:rsidR="009115E4" w:rsidRPr="0078600F" w:rsidRDefault="009115E4" w:rsidP="009115E4">
      <w:pPr>
        <w:pStyle w:val="SDMPara"/>
        <w:keepNext/>
        <w:rPr>
          <w:lang w:val="en-US"/>
        </w:rPr>
      </w:pPr>
      <w:r w:rsidRPr="0078600F">
        <w:rPr>
          <w:lang w:val="en-US"/>
        </w:rPr>
        <w:t>Where a PDD contains information that the project participants</w:t>
      </w:r>
      <w:r w:rsidRPr="0078600F">
        <w:rPr>
          <w:bCs/>
          <w:lang w:val="en-US"/>
        </w:rPr>
        <w:t xml:space="preserve"> </w:t>
      </w:r>
      <w:r w:rsidRPr="0078600F">
        <w:rPr>
          <w:lang w:val="en-US"/>
        </w:rPr>
        <w:t xml:space="preserve">wish to be treated as confidential/proprietary, </w:t>
      </w:r>
      <w:r w:rsidRPr="0078600F">
        <w:rPr>
          <w:bCs/>
          <w:lang w:val="en-US"/>
        </w:rPr>
        <w:t>submit documentation in two versions:</w:t>
      </w:r>
    </w:p>
    <w:p w:rsidR="009115E4" w:rsidRPr="0078600F" w:rsidRDefault="009115E4" w:rsidP="009115E4">
      <w:pPr>
        <w:pStyle w:val="SDMSubPara1"/>
        <w:rPr>
          <w:lang w:val="en-US"/>
        </w:rPr>
      </w:pPr>
      <w:r w:rsidRPr="0078600F">
        <w:t xml:space="preserve">One version where all </w:t>
      </w:r>
      <w:r w:rsidRPr="0078600F">
        <w:rPr>
          <w:lang w:val="en-US"/>
        </w:rPr>
        <w:t xml:space="preserve">parts containing </w:t>
      </w:r>
      <w:r w:rsidRPr="0078600F">
        <w:t>confidential/proprietary information are made illegible (e.g. by covering those parts with black ink) so that the version can be made publicly available without displaying confidential/proprietary information;</w:t>
      </w:r>
    </w:p>
    <w:p w:rsidR="009115E4" w:rsidRPr="0078600F" w:rsidRDefault="009115E4" w:rsidP="009115E4">
      <w:pPr>
        <w:pStyle w:val="SDMSubPara1"/>
        <w:rPr>
          <w:lang w:val="en-US"/>
        </w:rPr>
      </w:pPr>
      <w:r w:rsidRPr="0078600F">
        <w:t>A version containing all information that is to be treated as strictly confidential</w:t>
      </w:r>
      <w:r w:rsidRPr="0078600F">
        <w:rPr>
          <w:lang w:val="en-US"/>
        </w:rPr>
        <w:t>/proprietary</w:t>
      </w:r>
      <w:r w:rsidRPr="0078600F">
        <w:t xml:space="preserve"> by all parties handling this documentation (designated operational entities (DOEs) and applicant entities (AEs); Board members and alternate members; panel/committee and working group members; external experts requested to consider such documents in support of work for the Board; the secretariat).</w:t>
      </w:r>
    </w:p>
    <w:p w:rsidR="009115E4" w:rsidRPr="0078600F" w:rsidRDefault="009115E4" w:rsidP="009115E4">
      <w:pPr>
        <w:pStyle w:val="SDMPara"/>
        <w:rPr>
          <w:lang w:val="en-US"/>
        </w:rPr>
      </w:pPr>
      <w:r w:rsidRPr="0078600F">
        <w:t xml:space="preserve">Information used to: (a) demonstrate additionality; (b) describe the application of the selected </w:t>
      </w:r>
      <w:proofErr w:type="gramStart"/>
      <w:r w:rsidRPr="0078600F">
        <w:t>methodology</w:t>
      </w:r>
      <w:r w:rsidRPr="0078600F">
        <w:rPr>
          <w:lang w:val="en-US"/>
        </w:rPr>
        <w:t>(</w:t>
      </w:r>
      <w:proofErr w:type="gramEnd"/>
      <w:r w:rsidRPr="0078600F">
        <w:rPr>
          <w:lang w:val="en-US"/>
        </w:rPr>
        <w:t>ies) and, where applicable, the selected standardized baseline(s)</w:t>
      </w:r>
      <w:r w:rsidRPr="0078600F">
        <w:t>; (c) support the environmental impact assessment</w:t>
      </w:r>
      <w:r w:rsidR="00BC0D32" w:rsidRPr="0078600F">
        <w:t xml:space="preserve"> </w:t>
      </w:r>
      <w:r w:rsidR="00BC0D32" w:rsidRPr="0078600F">
        <w:rPr>
          <w:lang w:val="en-US"/>
        </w:rPr>
        <w:t>and (d) support the socio-economic impact assessment;</w:t>
      </w:r>
      <w:r w:rsidRPr="0078600F">
        <w:t xml:space="preserve"> is not considered proprietary or confidential. Make </w:t>
      </w:r>
      <w:r w:rsidRPr="0078600F">
        <w:rPr>
          <w:lang w:val="en-US"/>
        </w:rPr>
        <w:t>any data, values and formulae included in electronic spreadsheets provided accessible and verifiable.</w:t>
      </w:r>
    </w:p>
    <w:p w:rsidR="009115E4" w:rsidRPr="0078600F" w:rsidRDefault="009115E4" w:rsidP="009115E4">
      <w:pPr>
        <w:pStyle w:val="SDMPara"/>
        <w:rPr>
          <w:lang w:val="en-US"/>
        </w:rPr>
      </w:pPr>
      <w:r w:rsidRPr="0078600F">
        <w:rPr>
          <w:lang w:val="en-US"/>
        </w:rPr>
        <w:t>Complete t</w:t>
      </w:r>
      <w:r w:rsidRPr="0078600F">
        <w:t xml:space="preserve">he </w:t>
      </w:r>
      <w:r w:rsidR="00173D74" w:rsidRPr="0078600F">
        <w:rPr>
          <w:lang w:val="en-US"/>
        </w:rPr>
        <w:t>CDM</w:t>
      </w:r>
      <w:r w:rsidR="00173D74" w:rsidRPr="0078600F">
        <w:rPr>
          <w:lang w:val="en-US"/>
        </w:rPr>
        <w:noBreakHyphen/>
        <w:t xml:space="preserve">SSC-AR-PDD-FORM </w:t>
      </w:r>
      <w:r w:rsidRPr="0078600F">
        <w:rPr>
          <w:lang w:val="en-US"/>
        </w:rPr>
        <w:t>and a</w:t>
      </w:r>
      <w:r w:rsidRPr="0078600F">
        <w:t>ll attached documents</w:t>
      </w:r>
      <w:r w:rsidRPr="0078600F">
        <w:rPr>
          <w:lang w:val="en-US"/>
        </w:rPr>
        <w:t xml:space="preserve"> in English, </w:t>
      </w:r>
      <w:r w:rsidRPr="0078600F">
        <w:t>or contain a full trans</w:t>
      </w:r>
      <w:r w:rsidR="001B6871" w:rsidRPr="0078600F">
        <w:t>lation of relevant sections in</w:t>
      </w:r>
      <w:r w:rsidRPr="0078600F">
        <w:t xml:space="preserve"> English.</w:t>
      </w:r>
    </w:p>
    <w:p w:rsidR="009115E4" w:rsidRPr="0078600F" w:rsidRDefault="009115E4" w:rsidP="009115E4">
      <w:pPr>
        <w:pStyle w:val="SDMPara"/>
        <w:rPr>
          <w:lang w:val="en-US"/>
        </w:rPr>
      </w:pPr>
      <w:r w:rsidRPr="0078600F">
        <w:rPr>
          <w:lang w:val="en-US"/>
        </w:rPr>
        <w:t>Complete t</w:t>
      </w:r>
      <w:r w:rsidRPr="0078600F">
        <w:t>he</w:t>
      </w:r>
      <w:r w:rsidRPr="0078600F">
        <w:rPr>
          <w:lang w:val="en-US"/>
        </w:rPr>
        <w:t xml:space="preserve"> </w:t>
      </w:r>
      <w:r w:rsidR="00173D74" w:rsidRPr="0078600F">
        <w:rPr>
          <w:lang w:val="en-US"/>
        </w:rPr>
        <w:t>CDM</w:t>
      </w:r>
      <w:r w:rsidR="00173D74" w:rsidRPr="0078600F">
        <w:rPr>
          <w:lang w:val="en-US"/>
        </w:rPr>
        <w:noBreakHyphen/>
        <w:t xml:space="preserve">SSC-AR-PDD-FORM </w:t>
      </w:r>
      <w:r w:rsidRPr="0078600F">
        <w:rPr>
          <w:lang w:val="en-US"/>
        </w:rPr>
        <w:t xml:space="preserve">using the same format without modifying its font, headings or logo, and without </w:t>
      </w:r>
      <w:r w:rsidRPr="0078600F">
        <w:t>any other alteration to the form</w:t>
      </w:r>
      <w:r w:rsidRPr="0078600F">
        <w:rPr>
          <w:lang w:val="en-US"/>
        </w:rPr>
        <w:t>.</w:t>
      </w:r>
    </w:p>
    <w:p w:rsidR="009115E4" w:rsidRPr="0078600F" w:rsidRDefault="009115E4" w:rsidP="009115E4">
      <w:pPr>
        <w:pStyle w:val="SDMPara"/>
        <w:rPr>
          <w:lang w:val="en-US"/>
        </w:rPr>
      </w:pPr>
      <w:r w:rsidRPr="0078600F">
        <w:rPr>
          <w:lang w:val="en-US"/>
        </w:rPr>
        <w:t xml:space="preserve">Do not modify or delete tables and their columns in the </w:t>
      </w:r>
      <w:r w:rsidR="00173D74" w:rsidRPr="0078600F">
        <w:rPr>
          <w:lang w:val="en-US"/>
        </w:rPr>
        <w:t>CDM</w:t>
      </w:r>
      <w:r w:rsidR="00173D74" w:rsidRPr="0078600F">
        <w:rPr>
          <w:lang w:val="en-US"/>
        </w:rPr>
        <w:noBreakHyphen/>
        <w:t>SSC-AR-PDD-FORM</w:t>
      </w:r>
      <w:r w:rsidR="00E57F3D" w:rsidRPr="0078600F">
        <w:rPr>
          <w:lang w:val="en-US"/>
        </w:rPr>
        <w:t>.</w:t>
      </w:r>
      <w:r w:rsidRPr="0078600F">
        <w:rPr>
          <w:lang w:val="en-US"/>
        </w:rPr>
        <w:t xml:space="preserve"> Add rows of the tables as needed. Add additional appendices as </w:t>
      </w:r>
      <w:r w:rsidR="00BC0D32" w:rsidRPr="0078600F">
        <w:rPr>
          <w:lang w:val="en-US"/>
        </w:rPr>
        <w:t>needed</w:t>
      </w:r>
      <w:r w:rsidRPr="0078600F">
        <w:rPr>
          <w:lang w:val="en-US"/>
        </w:rPr>
        <w:t>.</w:t>
      </w:r>
    </w:p>
    <w:p w:rsidR="009115E4" w:rsidRPr="0078600F" w:rsidRDefault="009115E4" w:rsidP="009115E4">
      <w:pPr>
        <w:pStyle w:val="SDMPara"/>
        <w:rPr>
          <w:lang w:val="en-US"/>
        </w:rPr>
      </w:pPr>
      <w:r w:rsidRPr="0078600F">
        <w:rPr>
          <w:lang w:val="en-US"/>
        </w:rPr>
        <w:t xml:space="preserve">If a section of </w:t>
      </w:r>
      <w:r w:rsidRPr="0078600F">
        <w:t>the</w:t>
      </w:r>
      <w:r w:rsidRPr="0078600F">
        <w:rPr>
          <w:lang w:val="en-US"/>
        </w:rPr>
        <w:t xml:space="preserve"> </w:t>
      </w:r>
      <w:r w:rsidR="00173D74" w:rsidRPr="0078600F">
        <w:rPr>
          <w:lang w:val="en-US"/>
        </w:rPr>
        <w:t>CDM</w:t>
      </w:r>
      <w:r w:rsidR="00173D74" w:rsidRPr="0078600F">
        <w:rPr>
          <w:lang w:val="en-US"/>
        </w:rPr>
        <w:noBreakHyphen/>
        <w:t>SSC-AR-PDD-FORM</w:t>
      </w:r>
      <w:r w:rsidR="00BC0D32" w:rsidRPr="0078600F">
        <w:rPr>
          <w:lang w:val="en-US"/>
        </w:rPr>
        <w:t xml:space="preserve"> </w:t>
      </w:r>
      <w:r w:rsidRPr="0078600F">
        <w:rPr>
          <w:lang w:val="en-US"/>
        </w:rPr>
        <w:t>is not applicable, explicitly state that the section is left blank intentionally.</w:t>
      </w:r>
    </w:p>
    <w:p w:rsidR="009115E4" w:rsidRPr="0078600F" w:rsidRDefault="009115E4" w:rsidP="009115E4">
      <w:pPr>
        <w:pStyle w:val="SDMPara"/>
        <w:rPr>
          <w:lang w:val="en-US"/>
        </w:rPr>
      </w:pPr>
      <w:bookmarkStart w:id="67" w:name="_Ref309397747"/>
      <w:bookmarkStart w:id="68" w:name="_Ref315189411"/>
      <w:r w:rsidRPr="0078600F">
        <w:rPr>
          <w:lang w:val="en-US"/>
        </w:rPr>
        <w:t xml:space="preserve">Use an internationally recognized format for presentation of values in the </w:t>
      </w:r>
      <w:r w:rsidR="00173D74" w:rsidRPr="0078600F">
        <w:rPr>
          <w:lang w:val="en-US"/>
        </w:rPr>
        <w:t>CDM</w:t>
      </w:r>
      <w:r w:rsidR="00173D74" w:rsidRPr="0078600F">
        <w:rPr>
          <w:lang w:val="en-US"/>
        </w:rPr>
        <w:noBreakHyphen/>
        <w:t>SSC-AR-PDD-FORM</w:t>
      </w:r>
      <w:r w:rsidRPr="0078600F">
        <w:rPr>
          <w:lang w:val="en-US"/>
        </w:rPr>
        <w:t xml:space="preserve">, for example use digits grouping in thousands and mark a </w:t>
      </w:r>
      <w:r w:rsidRPr="0078600F">
        <w:t>decimal</w:t>
      </w:r>
      <w:r w:rsidRPr="0078600F">
        <w:rPr>
          <w:lang w:val="en-US"/>
        </w:rPr>
        <w:t xml:space="preserve"> point with a dot (.), not with a comma (,).</w:t>
      </w:r>
      <w:bookmarkEnd w:id="67"/>
      <w:bookmarkEnd w:id="68"/>
    </w:p>
    <w:p w:rsidR="009115E4" w:rsidRPr="0078600F" w:rsidRDefault="009115E4" w:rsidP="009115E4">
      <w:pPr>
        <w:pStyle w:val="SDMPara"/>
        <w:rPr>
          <w:lang w:val="en-US"/>
        </w:rPr>
      </w:pPr>
      <w:r w:rsidRPr="0078600F">
        <w:rPr>
          <w:lang w:val="en-US"/>
        </w:rPr>
        <w:t xml:space="preserve">Complete the </w:t>
      </w:r>
      <w:r w:rsidR="00173D74" w:rsidRPr="0078600F">
        <w:rPr>
          <w:lang w:val="en-US"/>
        </w:rPr>
        <w:t>CDM</w:t>
      </w:r>
      <w:r w:rsidR="00173D74" w:rsidRPr="0078600F">
        <w:rPr>
          <w:lang w:val="en-US"/>
        </w:rPr>
        <w:noBreakHyphen/>
        <w:t xml:space="preserve">SSC-AR-PDD-FORM </w:t>
      </w:r>
      <w:r w:rsidRPr="0078600F">
        <w:rPr>
          <w:lang w:val="en-US"/>
        </w:rPr>
        <w:t>deleting this Attachment “Instructions for filling out the project design document form</w:t>
      </w:r>
      <w:r w:rsidR="009A365E" w:rsidRPr="0078600F">
        <w:rPr>
          <w:lang w:val="en-US"/>
        </w:rPr>
        <w:t xml:space="preserve"> for </w:t>
      </w:r>
      <w:r w:rsidR="009D02DC" w:rsidRPr="0078600F">
        <w:rPr>
          <w:lang w:val="en-US"/>
        </w:rPr>
        <w:t xml:space="preserve">small-scale </w:t>
      </w:r>
      <w:r w:rsidR="003C2310" w:rsidRPr="0078600F">
        <w:rPr>
          <w:lang w:val="en-US"/>
        </w:rPr>
        <w:t xml:space="preserve">afforestation and reforestation </w:t>
      </w:r>
      <w:r w:rsidR="009A365E" w:rsidRPr="0078600F">
        <w:rPr>
          <w:lang w:val="en-US"/>
        </w:rPr>
        <w:t>CDM project activities</w:t>
      </w:r>
      <w:r w:rsidRPr="0078600F">
        <w:rPr>
          <w:lang w:val="en-US"/>
        </w:rPr>
        <w:t>”.</w:t>
      </w:r>
    </w:p>
    <w:p w:rsidR="009115E4" w:rsidRPr="0078600F" w:rsidRDefault="009115E4" w:rsidP="009115E4">
      <w:pPr>
        <w:pStyle w:val="SDMHead1"/>
      </w:pPr>
      <w:bookmarkStart w:id="69" w:name="_Toc308099471"/>
      <w:bookmarkStart w:id="70" w:name="_Toc308099473"/>
      <w:bookmarkStart w:id="71" w:name="_Toc308099474"/>
      <w:bookmarkStart w:id="72" w:name="_Toc308099475"/>
      <w:bookmarkStart w:id="73" w:name="_Toc308099478"/>
      <w:bookmarkStart w:id="74" w:name="_Toc308103703"/>
      <w:bookmarkStart w:id="75" w:name="_Toc308104473"/>
      <w:bookmarkStart w:id="76" w:name="_Toc308099479"/>
      <w:bookmarkStart w:id="77" w:name="_Toc308103704"/>
      <w:bookmarkStart w:id="78" w:name="_Toc308104474"/>
      <w:bookmarkStart w:id="79" w:name="_Toc308099481"/>
      <w:bookmarkStart w:id="80" w:name="_Toc308103706"/>
      <w:bookmarkStart w:id="81" w:name="_Toc308104476"/>
      <w:bookmarkStart w:id="82" w:name="_Toc315340775"/>
      <w:bookmarkStart w:id="83" w:name="_Toc315881219"/>
      <w:bookmarkStart w:id="84" w:name="_Toc318381913"/>
      <w:bookmarkStart w:id="85" w:name="_Toc350362725"/>
      <w:bookmarkEnd w:id="69"/>
      <w:bookmarkEnd w:id="70"/>
      <w:bookmarkEnd w:id="71"/>
      <w:bookmarkEnd w:id="72"/>
      <w:bookmarkEnd w:id="73"/>
      <w:bookmarkEnd w:id="74"/>
      <w:bookmarkEnd w:id="75"/>
      <w:bookmarkEnd w:id="76"/>
      <w:bookmarkEnd w:id="77"/>
      <w:bookmarkEnd w:id="78"/>
      <w:bookmarkEnd w:id="79"/>
      <w:bookmarkEnd w:id="80"/>
      <w:bookmarkEnd w:id="81"/>
      <w:r w:rsidRPr="0078600F">
        <w:t xml:space="preserve">Specific </w:t>
      </w:r>
      <w:bookmarkEnd w:id="82"/>
      <w:bookmarkEnd w:id="83"/>
      <w:bookmarkEnd w:id="84"/>
      <w:bookmarkEnd w:id="85"/>
      <w:r w:rsidRPr="0078600F">
        <w:t>instructions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592E49">
        <w:trPr>
          <w:cantSplit/>
        </w:trPr>
        <w:tc>
          <w:tcPr>
            <w:tcW w:w="5000" w:type="pct"/>
            <w:shd w:val="clear" w:color="auto" w:fill="E6E6E6"/>
          </w:tcPr>
          <w:p w:rsidR="009115E4" w:rsidRPr="0078600F" w:rsidRDefault="009115E4" w:rsidP="00877200">
            <w:pPr>
              <w:pStyle w:val="SDMTableBoxParaNumbered"/>
              <w:numPr>
                <w:ilvl w:val="0"/>
                <w:numId w:val="23"/>
              </w:numPr>
              <w:tabs>
                <w:tab w:val="clear" w:pos="0"/>
                <w:tab w:val="num" w:pos="397"/>
              </w:tabs>
              <w:ind w:left="397" w:hanging="397"/>
            </w:pPr>
            <w:r w:rsidRPr="0078600F">
              <w:t>Indicate the following information on the cover page:</w:t>
            </w:r>
          </w:p>
        </w:tc>
      </w:tr>
      <w:tr w:rsidR="009115E4" w:rsidRPr="0078600F" w:rsidTr="00592E49">
        <w:trPr>
          <w:cantSplit/>
        </w:trPr>
        <w:tc>
          <w:tcPr>
            <w:tcW w:w="5000" w:type="pct"/>
            <w:shd w:val="clear" w:color="auto" w:fill="E6E6E6"/>
          </w:tcPr>
          <w:p w:rsidR="009115E4" w:rsidRPr="0078600F" w:rsidRDefault="009115E4" w:rsidP="005F4DE6">
            <w:pPr>
              <w:pStyle w:val="SDMTableBoxParaNumbered"/>
              <w:numPr>
                <w:ilvl w:val="2"/>
                <w:numId w:val="13"/>
              </w:numPr>
            </w:pPr>
            <w:r w:rsidRPr="0078600F">
              <w:t>Title of the project activity;</w:t>
            </w:r>
          </w:p>
        </w:tc>
      </w:tr>
      <w:tr w:rsidR="009115E4" w:rsidRPr="0078600F" w:rsidTr="00592E49">
        <w:trPr>
          <w:cantSplit/>
        </w:trPr>
        <w:tc>
          <w:tcPr>
            <w:tcW w:w="5000" w:type="pct"/>
            <w:shd w:val="clear" w:color="auto" w:fill="E6E6E6"/>
          </w:tcPr>
          <w:p w:rsidR="009115E4" w:rsidRPr="0078600F" w:rsidRDefault="009115E4" w:rsidP="005F4DE6">
            <w:pPr>
              <w:pStyle w:val="SDMTableBoxParaNumbered"/>
              <w:numPr>
                <w:ilvl w:val="2"/>
                <w:numId w:val="13"/>
              </w:numPr>
            </w:pPr>
            <w:r w:rsidRPr="0078600F">
              <w:t>Version number of the PDD;</w:t>
            </w:r>
          </w:p>
        </w:tc>
      </w:tr>
      <w:tr w:rsidR="009115E4" w:rsidRPr="0078600F" w:rsidTr="00592E49">
        <w:trPr>
          <w:cantSplit/>
        </w:trPr>
        <w:tc>
          <w:tcPr>
            <w:tcW w:w="5000" w:type="pct"/>
            <w:shd w:val="clear" w:color="auto" w:fill="E6E6E6"/>
          </w:tcPr>
          <w:p w:rsidR="009115E4" w:rsidRPr="0078600F" w:rsidRDefault="009115E4" w:rsidP="005F4DE6">
            <w:pPr>
              <w:pStyle w:val="SDMTableBoxParaNumbered"/>
              <w:numPr>
                <w:ilvl w:val="2"/>
                <w:numId w:val="13"/>
              </w:numPr>
            </w:pPr>
            <w:r w:rsidRPr="0078600F">
              <w:t>Completion date of the PDD (DD/MM/YYYY);</w:t>
            </w:r>
          </w:p>
        </w:tc>
      </w:tr>
      <w:tr w:rsidR="009115E4" w:rsidRPr="0078600F" w:rsidTr="00592E49">
        <w:trPr>
          <w:cantSplit/>
        </w:trPr>
        <w:tc>
          <w:tcPr>
            <w:tcW w:w="5000" w:type="pct"/>
            <w:shd w:val="clear" w:color="auto" w:fill="E6E6E6"/>
          </w:tcPr>
          <w:p w:rsidR="009115E4" w:rsidRPr="0078600F" w:rsidRDefault="009115E4" w:rsidP="005F4DE6">
            <w:pPr>
              <w:pStyle w:val="SDMTableBoxParaNumbered"/>
              <w:numPr>
                <w:ilvl w:val="2"/>
                <w:numId w:val="13"/>
              </w:numPr>
            </w:pPr>
            <w:r w:rsidRPr="0078600F">
              <w:t>Project participant(s);</w:t>
            </w:r>
          </w:p>
        </w:tc>
      </w:tr>
      <w:tr w:rsidR="009115E4" w:rsidRPr="0078600F" w:rsidTr="00592E49">
        <w:trPr>
          <w:cantSplit/>
        </w:trPr>
        <w:tc>
          <w:tcPr>
            <w:tcW w:w="5000" w:type="pct"/>
            <w:shd w:val="clear" w:color="auto" w:fill="E6E6E6"/>
          </w:tcPr>
          <w:p w:rsidR="009115E4" w:rsidRPr="0078600F" w:rsidRDefault="009115E4" w:rsidP="005F4DE6">
            <w:pPr>
              <w:pStyle w:val="SDMTableBoxParaNumbered"/>
              <w:numPr>
                <w:ilvl w:val="2"/>
                <w:numId w:val="13"/>
              </w:numPr>
            </w:pPr>
            <w:r w:rsidRPr="0078600F">
              <w:t>Host Party;</w:t>
            </w:r>
          </w:p>
        </w:tc>
      </w:tr>
      <w:tr w:rsidR="009115E4" w:rsidRPr="0078600F" w:rsidTr="00592E49">
        <w:trPr>
          <w:cantSplit/>
        </w:trPr>
        <w:tc>
          <w:tcPr>
            <w:tcW w:w="5000" w:type="pct"/>
            <w:shd w:val="clear" w:color="auto" w:fill="E6E6E6"/>
          </w:tcPr>
          <w:p w:rsidR="009115E4" w:rsidRPr="0078600F" w:rsidRDefault="009115E4" w:rsidP="005F4DE6">
            <w:pPr>
              <w:pStyle w:val="SDMTableBoxParaNumbered"/>
              <w:numPr>
                <w:ilvl w:val="2"/>
                <w:numId w:val="13"/>
              </w:numPr>
            </w:pPr>
            <w:r w:rsidRPr="0078600F">
              <w:t>Sectoral scope, selected methodology(ies)</w:t>
            </w:r>
            <w:r w:rsidRPr="0078600F">
              <w:rPr>
                <w:lang w:val="en-US"/>
              </w:rPr>
              <w:t xml:space="preserve"> and, where applicable, selected standardized baseline(s)</w:t>
            </w:r>
            <w:r w:rsidRPr="0078600F">
              <w:t>;</w:t>
            </w:r>
          </w:p>
        </w:tc>
      </w:tr>
      <w:tr w:rsidR="009115E4" w:rsidRPr="0078600F" w:rsidTr="00592E49">
        <w:trPr>
          <w:cantSplit/>
        </w:trPr>
        <w:tc>
          <w:tcPr>
            <w:tcW w:w="5000" w:type="pct"/>
            <w:shd w:val="clear" w:color="auto" w:fill="E6E6E6"/>
          </w:tcPr>
          <w:p w:rsidR="009115E4" w:rsidRPr="0078600F" w:rsidRDefault="002C7165" w:rsidP="005F4DE6">
            <w:pPr>
              <w:pStyle w:val="SDMTableBoxParaNumbered"/>
              <w:numPr>
                <w:ilvl w:val="2"/>
                <w:numId w:val="13"/>
              </w:numPr>
            </w:pPr>
            <w:r w:rsidRPr="0078600F">
              <w:t>Estimated amount of annual average GHG removals by sinks.</w:t>
            </w:r>
          </w:p>
        </w:tc>
      </w:tr>
    </w:tbl>
    <w:p w:rsidR="009115E4" w:rsidRPr="0078600F" w:rsidRDefault="009115E4" w:rsidP="00877200">
      <w:pPr>
        <w:pStyle w:val="SDMPDDPoASection"/>
        <w:numPr>
          <w:ilvl w:val="0"/>
          <w:numId w:val="85"/>
        </w:numPr>
        <w:tabs>
          <w:tab w:val="clear" w:pos="2325"/>
        </w:tabs>
        <w:ind w:left="1729" w:hanging="1729"/>
      </w:pPr>
      <w:bookmarkStart w:id="86" w:name="_Toc318381914"/>
      <w:bookmarkStart w:id="87" w:name="_Toc350362726"/>
      <w:r w:rsidRPr="0078600F">
        <w:t>Description of project activity</w:t>
      </w:r>
      <w:bookmarkEnd w:id="86"/>
      <w:bookmarkEnd w:id="87"/>
    </w:p>
    <w:p w:rsidR="009115E4" w:rsidRPr="0078600F" w:rsidRDefault="009115E4" w:rsidP="00877200">
      <w:pPr>
        <w:pStyle w:val="SDMPDDPoASubSection1"/>
        <w:numPr>
          <w:ilvl w:val="1"/>
          <w:numId w:val="85"/>
        </w:numPr>
        <w:tabs>
          <w:tab w:val="clear" w:pos="1474"/>
        </w:tabs>
        <w:ind w:left="709" w:hanging="709"/>
      </w:pPr>
      <w:r w:rsidRPr="0078600F">
        <w:t>Purpose and general description of project activity</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592E49">
        <w:trPr>
          <w:cantSplit/>
          <w:trHeight w:val="459"/>
        </w:trPr>
        <w:tc>
          <w:tcPr>
            <w:tcW w:w="5000" w:type="pct"/>
            <w:shd w:val="clear" w:color="auto" w:fill="E6E6E6"/>
          </w:tcPr>
          <w:p w:rsidR="009115E4" w:rsidRPr="0078600F" w:rsidRDefault="009115E4" w:rsidP="00877200">
            <w:pPr>
              <w:pStyle w:val="SDMTableBoxParaNumbered"/>
              <w:numPr>
                <w:ilvl w:val="0"/>
                <w:numId w:val="31"/>
              </w:numPr>
              <w:tabs>
                <w:tab w:val="clear" w:pos="0"/>
                <w:tab w:val="num" w:pos="454"/>
              </w:tabs>
              <w:ind w:left="397" w:hanging="397"/>
            </w:pPr>
            <w:r w:rsidRPr="0078600F">
              <w:t>Provide a brief description of the project activity in accordance with applicable provisions related to the description of project activity in the Project standard.</w:t>
            </w:r>
          </w:p>
        </w:tc>
      </w:tr>
      <w:tr w:rsidR="009115E4" w:rsidRPr="0078600F" w:rsidTr="00592E49">
        <w:trPr>
          <w:cantSplit/>
          <w:trHeight w:val="87"/>
        </w:trPr>
        <w:tc>
          <w:tcPr>
            <w:tcW w:w="5000" w:type="pct"/>
            <w:shd w:val="clear" w:color="auto" w:fill="E6E6E6"/>
          </w:tcPr>
          <w:p w:rsidR="009115E4" w:rsidRPr="0078600F" w:rsidRDefault="009115E4" w:rsidP="00877200">
            <w:pPr>
              <w:pStyle w:val="SDMTableBoxParaNumbered"/>
              <w:numPr>
                <w:ilvl w:val="0"/>
                <w:numId w:val="31"/>
              </w:numPr>
              <w:tabs>
                <w:tab w:val="clear" w:pos="0"/>
              </w:tabs>
              <w:ind w:left="397" w:hanging="397"/>
            </w:pPr>
            <w:r w:rsidRPr="0078600F">
              <w:t>Also provide a brief description of (in a couple of paragraphs):</w:t>
            </w:r>
          </w:p>
        </w:tc>
      </w:tr>
      <w:tr w:rsidR="009115E4" w:rsidRPr="0078600F" w:rsidTr="00592E49">
        <w:trPr>
          <w:cantSplit/>
        </w:trPr>
        <w:tc>
          <w:tcPr>
            <w:tcW w:w="5000" w:type="pct"/>
            <w:shd w:val="clear" w:color="auto" w:fill="E6E6E6"/>
          </w:tcPr>
          <w:p w:rsidR="009115E4" w:rsidRPr="0078600F" w:rsidRDefault="003F5D09" w:rsidP="00877200">
            <w:pPr>
              <w:pStyle w:val="SDMTableBoxParaNumbered"/>
              <w:numPr>
                <w:ilvl w:val="2"/>
                <w:numId w:val="31"/>
              </w:numPr>
              <w:rPr>
                <w:rFonts w:eastAsia="MS Mincho"/>
              </w:rPr>
            </w:pPr>
            <w:r w:rsidRPr="0078600F">
              <w:t>The existing or historical land-use scenario where applicable, including a list of the equipment and/or systems in operation at that time;</w:t>
            </w:r>
          </w:p>
        </w:tc>
      </w:tr>
      <w:tr w:rsidR="009115E4" w:rsidRPr="0078600F" w:rsidTr="00592E49">
        <w:trPr>
          <w:cantSplit/>
          <w:trHeight w:val="189"/>
        </w:trPr>
        <w:tc>
          <w:tcPr>
            <w:tcW w:w="5000" w:type="pct"/>
            <w:shd w:val="clear" w:color="auto" w:fill="E6E6E6"/>
          </w:tcPr>
          <w:p w:rsidR="009115E4" w:rsidRPr="0078600F" w:rsidRDefault="009115E4" w:rsidP="00877200">
            <w:pPr>
              <w:pStyle w:val="SDMTableBoxParaNumbered"/>
              <w:numPr>
                <w:ilvl w:val="2"/>
                <w:numId w:val="31"/>
              </w:numPr>
            </w:pPr>
            <w:r w:rsidRPr="0078600F">
              <w:rPr>
                <w:rFonts w:eastAsia="MS Mincho"/>
              </w:rPr>
              <w:t>The baseline scenario, as identified in section B.</w:t>
            </w:r>
            <w:r w:rsidR="003F5D09" w:rsidRPr="0078600F">
              <w:rPr>
                <w:rFonts w:eastAsia="MS Mincho"/>
              </w:rPr>
              <w:t>5</w:t>
            </w:r>
            <w:r w:rsidRPr="0078600F">
              <w:rPr>
                <w:rFonts w:eastAsia="MS Mincho"/>
              </w:rPr>
              <w:t xml:space="preserve"> below.</w:t>
            </w:r>
          </w:p>
        </w:tc>
      </w:tr>
      <w:tr w:rsidR="009115E4" w:rsidRPr="0078600F" w:rsidTr="00592E49">
        <w:trPr>
          <w:cantSplit/>
          <w:trHeight w:val="445"/>
        </w:trPr>
        <w:tc>
          <w:tcPr>
            <w:tcW w:w="5000" w:type="pct"/>
            <w:shd w:val="clear" w:color="auto" w:fill="E6E6E6"/>
          </w:tcPr>
          <w:p w:rsidR="009115E4" w:rsidRPr="0078600F" w:rsidRDefault="009115E4" w:rsidP="00877200">
            <w:pPr>
              <w:pStyle w:val="SDMTableBoxParaNumbered"/>
              <w:numPr>
                <w:ilvl w:val="0"/>
                <w:numId w:val="31"/>
              </w:numPr>
              <w:tabs>
                <w:tab w:val="clear" w:pos="0"/>
              </w:tabs>
              <w:ind w:left="397" w:hanging="397"/>
              <w:rPr>
                <w:rFonts w:eastAsia="MS Mincho"/>
              </w:rPr>
            </w:pPr>
            <w:r w:rsidRPr="0078600F">
              <w:t>The full description of the technologies and measures, project boundary and baseline scenario are to be provided in sections A.</w:t>
            </w:r>
            <w:r w:rsidR="003F5D09" w:rsidRPr="0078600F">
              <w:t>4</w:t>
            </w:r>
            <w:r w:rsidRPr="0078600F">
              <w:t xml:space="preserve"> and B.</w:t>
            </w:r>
            <w:r w:rsidR="003F5D09" w:rsidRPr="0078600F">
              <w:t>5</w:t>
            </w:r>
            <w:r w:rsidRPr="0078600F">
              <w:t xml:space="preserve"> below.</w:t>
            </w:r>
          </w:p>
        </w:tc>
      </w:tr>
      <w:tr w:rsidR="009115E4" w:rsidRPr="0078600F" w:rsidTr="00592E49">
        <w:trPr>
          <w:cantSplit/>
        </w:trPr>
        <w:tc>
          <w:tcPr>
            <w:tcW w:w="5000" w:type="pct"/>
            <w:shd w:val="clear" w:color="auto" w:fill="E6E6E6"/>
          </w:tcPr>
          <w:p w:rsidR="009115E4" w:rsidRPr="0078600F" w:rsidRDefault="003F5D09" w:rsidP="00877200">
            <w:pPr>
              <w:pStyle w:val="SDMTableBoxParaNumbered"/>
              <w:numPr>
                <w:ilvl w:val="0"/>
                <w:numId w:val="31"/>
              </w:numPr>
              <w:tabs>
                <w:tab w:val="clear" w:pos="0"/>
              </w:tabs>
              <w:ind w:left="397" w:hanging="397"/>
              <w:rPr>
                <w:rFonts w:eastAsia="MS Mincho"/>
              </w:rPr>
            </w:pPr>
            <w:r w:rsidRPr="0078600F">
              <w:t>If the baseline scenario is the same as existing or historical land-use scenario, there is no need to repeat the description of the scenarios, but only to state that both are the same.</w:t>
            </w:r>
          </w:p>
        </w:tc>
      </w:tr>
      <w:tr w:rsidR="009115E4" w:rsidRPr="0078600F" w:rsidTr="00592E49">
        <w:trPr>
          <w:cantSplit/>
          <w:trHeight w:val="189"/>
        </w:trPr>
        <w:tc>
          <w:tcPr>
            <w:tcW w:w="5000" w:type="pct"/>
            <w:shd w:val="clear" w:color="auto" w:fill="E6E6E6"/>
          </w:tcPr>
          <w:p w:rsidR="009115E4" w:rsidRPr="0078600F" w:rsidRDefault="003F5D09" w:rsidP="00877200">
            <w:pPr>
              <w:pStyle w:val="SDMTableBoxParaNumbered"/>
              <w:numPr>
                <w:ilvl w:val="0"/>
                <w:numId w:val="31"/>
              </w:numPr>
              <w:tabs>
                <w:tab w:val="clear" w:pos="0"/>
              </w:tabs>
              <w:ind w:left="397" w:hanging="397"/>
            </w:pPr>
            <w:r w:rsidRPr="0078600F">
              <w:t>Provide the estimate of annual average and total GHG removals by sinks for the chosen crediting period.</w:t>
            </w:r>
          </w:p>
        </w:tc>
      </w:tr>
      <w:tr w:rsidR="00592E49" w:rsidRPr="0078600F" w:rsidTr="00592E49">
        <w:trPr>
          <w:cantSplit/>
          <w:trHeight w:val="189"/>
        </w:trPr>
        <w:tc>
          <w:tcPr>
            <w:tcW w:w="5000" w:type="pct"/>
            <w:shd w:val="clear" w:color="auto" w:fill="E6E6E6"/>
          </w:tcPr>
          <w:p w:rsidR="00592E49" w:rsidRPr="0078600F" w:rsidRDefault="00592E49" w:rsidP="00877200">
            <w:pPr>
              <w:pStyle w:val="SDMTableBoxParaNumbered"/>
              <w:numPr>
                <w:ilvl w:val="0"/>
                <w:numId w:val="31"/>
              </w:numPr>
              <w:tabs>
                <w:tab w:val="clear" w:pos="0"/>
              </w:tabs>
              <w:ind w:left="397" w:hanging="397"/>
            </w:pPr>
            <w:r w:rsidRPr="0078600F">
              <w:t>Include a brief description of how the project activity contributes to sustainable development (not more than one page).</w:t>
            </w:r>
          </w:p>
        </w:tc>
      </w:tr>
      <w:tr w:rsidR="00592E49" w:rsidRPr="0078600F" w:rsidTr="00592E49">
        <w:trPr>
          <w:cantSplit/>
          <w:trHeight w:val="189"/>
        </w:trPr>
        <w:tc>
          <w:tcPr>
            <w:tcW w:w="5000" w:type="pct"/>
            <w:shd w:val="clear" w:color="auto" w:fill="E6E6E6"/>
          </w:tcPr>
          <w:p w:rsidR="00592E49" w:rsidRPr="0078600F" w:rsidRDefault="007D575C" w:rsidP="007D575C">
            <w:pPr>
              <w:pStyle w:val="SDMTableBoxParaNumbered"/>
              <w:numPr>
                <w:ilvl w:val="0"/>
                <w:numId w:val="94"/>
              </w:numPr>
              <w:ind w:left="426" w:hanging="426"/>
            </w:pPr>
            <w:r w:rsidRPr="00143E8E">
              <w:t>Confirm that the proposed CDM project activity is not a CPA that has been excluded from a registered CDM PoA as a result of erroneous inclusion of CPAs.</w:t>
            </w:r>
          </w:p>
        </w:tc>
      </w:tr>
    </w:tbl>
    <w:p w:rsidR="009115E4" w:rsidRPr="0078600F" w:rsidRDefault="009115E4" w:rsidP="00877200">
      <w:pPr>
        <w:pStyle w:val="SDMPDDPoASubSection1"/>
        <w:numPr>
          <w:ilvl w:val="1"/>
          <w:numId w:val="85"/>
        </w:numPr>
        <w:tabs>
          <w:tab w:val="clear" w:pos="1474"/>
        </w:tabs>
        <w:ind w:left="709" w:hanging="709"/>
      </w:pPr>
      <w:r w:rsidRPr="0078600F">
        <w:t>Location of project activity</w:t>
      </w:r>
    </w:p>
    <w:p w:rsidR="009115E4" w:rsidRDefault="009115E4" w:rsidP="00965043">
      <w:pPr>
        <w:pStyle w:val="SDMPDDPoASubSection2"/>
        <w:numPr>
          <w:ilvl w:val="2"/>
          <w:numId w:val="85"/>
        </w:numPr>
        <w:ind w:left="709" w:hanging="709"/>
      </w:pPr>
      <w:r w:rsidRPr="0078600F">
        <w:t>Host Party</w:t>
      </w:r>
    </w:p>
    <w:p w:rsidR="008E5955" w:rsidRPr="00143E8E" w:rsidRDefault="008E5955" w:rsidP="008E5955">
      <w:pPr>
        <w:pStyle w:val="SDMPDDPoASubSection1"/>
        <w:keepNext w:val="0"/>
        <w:keepLines w:val="0"/>
        <w:numPr>
          <w:ilvl w:val="6"/>
          <w:numId w:val="95"/>
        </w:numPr>
        <w:pBdr>
          <w:top w:val="single" w:sz="4" w:space="1" w:color="auto"/>
          <w:left w:val="single" w:sz="4" w:space="4" w:color="auto"/>
          <w:bottom w:val="single" w:sz="4" w:space="1" w:color="auto"/>
          <w:right w:val="single" w:sz="4" w:space="4" w:color="auto"/>
        </w:pBdr>
        <w:shd w:val="clear" w:color="auto" w:fill="D9D9D9"/>
        <w:tabs>
          <w:tab w:val="clear" w:pos="1474"/>
        </w:tabs>
        <w:suppressAutoHyphens w:val="0"/>
        <w:spacing w:before="0" w:after="0"/>
        <w:ind w:left="426" w:hanging="426"/>
        <w:jc w:val="left"/>
        <w:outlineLvl w:val="9"/>
        <w:rPr>
          <w:b w:val="0"/>
          <w:sz w:val="20"/>
          <w:szCs w:val="20"/>
        </w:rPr>
      </w:pPr>
      <w:r w:rsidRPr="00143E8E">
        <w:rPr>
          <w:b w:val="0"/>
          <w:sz w:val="20"/>
          <w:szCs w:val="20"/>
        </w:rPr>
        <w:t>Indicate the host party which is the Party in which the CDM project activity is located. The CDM project activity can have only one host Party.</w:t>
      </w:r>
      <w:r w:rsidRPr="00143E8E">
        <w:t xml:space="preserve"> </w:t>
      </w:r>
    </w:p>
    <w:p w:rsidR="009115E4" w:rsidRPr="0078600F" w:rsidRDefault="009115E4" w:rsidP="00965043">
      <w:pPr>
        <w:pStyle w:val="SDMPDDPoASubSection2"/>
        <w:numPr>
          <w:ilvl w:val="2"/>
          <w:numId w:val="85"/>
        </w:numPr>
        <w:ind w:left="709" w:hanging="709"/>
        <w:rPr>
          <w:rFonts w:eastAsia="MS Mincho"/>
        </w:rPr>
      </w:pPr>
      <w:r w:rsidRPr="0078600F">
        <w:rPr>
          <w:rFonts w:eastAsia="MS Mincho"/>
        </w:rPr>
        <w:t>Region/State/Province etc.</w:t>
      </w:r>
    </w:p>
    <w:p w:rsidR="009115E4" w:rsidRPr="0078600F" w:rsidRDefault="009115E4" w:rsidP="00965043">
      <w:pPr>
        <w:pStyle w:val="SDMPDDPoASubSection2"/>
        <w:numPr>
          <w:ilvl w:val="2"/>
          <w:numId w:val="85"/>
        </w:numPr>
        <w:ind w:left="709" w:hanging="709"/>
        <w:rPr>
          <w:rFonts w:eastAsia="MS Mincho"/>
        </w:rPr>
      </w:pPr>
      <w:r w:rsidRPr="0078600F">
        <w:rPr>
          <w:rFonts w:eastAsia="MS Mincho"/>
        </w:rPr>
        <w:t>City/Town/Community etc.</w:t>
      </w:r>
    </w:p>
    <w:p w:rsidR="0071235D" w:rsidRPr="0078600F" w:rsidRDefault="0071235D" w:rsidP="00965043">
      <w:pPr>
        <w:pStyle w:val="SDMPDDPoASubSection2"/>
        <w:numPr>
          <w:ilvl w:val="2"/>
          <w:numId w:val="85"/>
        </w:numPr>
        <w:ind w:left="709" w:hanging="709"/>
        <w:rPr>
          <w:rFonts w:eastAsia="MS Mincho"/>
        </w:rPr>
      </w:pPr>
      <w:r w:rsidRPr="0078600F">
        <w:rPr>
          <w:rFonts w:eastAsia="MS Mincho"/>
        </w:rPr>
        <w:t>Physical/Geographical location</w:t>
      </w:r>
    </w:p>
    <w:p w:rsidR="009115E4" w:rsidRPr="0078600F" w:rsidRDefault="0071235D" w:rsidP="00965043">
      <w:pPr>
        <w:pStyle w:val="SDMPDDPoASubSection2"/>
        <w:numPr>
          <w:ilvl w:val="2"/>
          <w:numId w:val="85"/>
        </w:numPr>
        <w:ind w:left="709" w:hanging="709"/>
        <w:rPr>
          <w:rFonts w:eastAsia="MS Mincho"/>
        </w:rPr>
      </w:pPr>
      <w:r w:rsidRPr="0078600F">
        <w:t>Geographical boundaries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1F66EB">
        <w:trPr>
          <w:cantSplit/>
        </w:trPr>
        <w:tc>
          <w:tcPr>
            <w:tcW w:w="5000" w:type="pct"/>
            <w:shd w:val="clear" w:color="auto" w:fill="E6E6E6"/>
          </w:tcPr>
          <w:p w:rsidR="009115E4" w:rsidRPr="0078600F" w:rsidRDefault="0071235D" w:rsidP="003A4326">
            <w:pPr>
              <w:pStyle w:val="SDMTableBoxParaNumbered"/>
              <w:numPr>
                <w:ilvl w:val="0"/>
                <w:numId w:val="29"/>
              </w:numPr>
              <w:tabs>
                <w:tab w:val="clear" w:pos="0"/>
              </w:tabs>
              <w:ind w:left="397" w:hanging="397"/>
            </w:pPr>
            <w:r w:rsidRPr="0078600F">
              <w:t xml:space="preserve">Provide details of the physical/geographical location of the project activity, including information allowing the unique identification of each discrete area of the land included in the project activity and a map showing at least the outer geographical boundaries of the project activity. Where relevant, provide additional background information and or data in </w:t>
            </w:r>
            <w:r w:rsidR="003A4326" w:rsidRPr="0078600F">
              <w:fldChar w:fldCharType="begin"/>
            </w:r>
            <w:r w:rsidR="003A4326" w:rsidRPr="0078600F">
              <w:instrText xml:space="preserve"> REF _Ref391044238 \r \h </w:instrText>
            </w:r>
            <w:r w:rsidR="0078600F">
              <w:instrText xml:space="preserve"> \* MERGEFORMAT </w:instrText>
            </w:r>
            <w:r w:rsidR="003A4326" w:rsidRPr="0078600F">
              <w:fldChar w:fldCharType="separate"/>
            </w:r>
            <w:r w:rsidR="002309E6">
              <w:t>Appendix 6</w:t>
            </w:r>
            <w:r w:rsidR="003A4326" w:rsidRPr="0078600F">
              <w:fldChar w:fldCharType="end"/>
            </w:r>
            <w:r w:rsidRPr="0078600F">
              <w:t>below</w:t>
            </w:r>
            <w:r w:rsidR="009115E4" w:rsidRPr="0078600F">
              <w:t>.</w:t>
            </w:r>
          </w:p>
        </w:tc>
      </w:tr>
    </w:tbl>
    <w:p w:rsidR="00B502BA" w:rsidRPr="0078600F" w:rsidRDefault="00B502BA" w:rsidP="008A6A88">
      <w:pPr>
        <w:pStyle w:val="SDMPDDPoASubSection1"/>
        <w:numPr>
          <w:ilvl w:val="1"/>
          <w:numId w:val="85"/>
        </w:numPr>
        <w:tabs>
          <w:tab w:val="clear" w:pos="1474"/>
        </w:tabs>
        <w:ind w:left="709" w:hanging="709"/>
      </w:pPr>
      <w:r w:rsidRPr="0078600F">
        <w:t>Environmental conditions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B502BA" w:rsidRPr="0078600F" w:rsidTr="001F66EB">
        <w:trPr>
          <w:cantSplit/>
          <w:trHeight w:val="423"/>
        </w:trPr>
        <w:tc>
          <w:tcPr>
            <w:tcW w:w="5000" w:type="pct"/>
            <w:shd w:val="clear" w:color="auto" w:fill="E6E6E6"/>
            <w:hideMark/>
          </w:tcPr>
          <w:p w:rsidR="00B502BA" w:rsidRPr="0078600F" w:rsidRDefault="00B502BA" w:rsidP="00104399">
            <w:pPr>
              <w:pStyle w:val="SDMTableBoxParaNumbered"/>
              <w:numPr>
                <w:ilvl w:val="0"/>
                <w:numId w:val="88"/>
              </w:numPr>
              <w:ind w:left="397" w:hanging="397"/>
            </w:pPr>
            <w:r w:rsidRPr="0078600F">
              <w:t>Describe the present environmental conditions of the area, including a description of climate, hyd</w:t>
            </w:r>
            <w:r w:rsidR="00D2660F" w:rsidRPr="0078600F">
              <w:t>rology, soils, and ecosystems. I</w:t>
            </w:r>
            <w:r w:rsidRPr="0078600F">
              <w:t xml:space="preserve">nclude </w:t>
            </w:r>
            <w:r w:rsidR="00D2660F" w:rsidRPr="0078600F">
              <w:t xml:space="preserve">at least </w:t>
            </w:r>
            <w:r w:rsidRPr="0078600F">
              <w:t>the following</w:t>
            </w:r>
            <w:r w:rsidR="00D2660F" w:rsidRPr="0078600F">
              <w:t xml:space="preserve"> information</w:t>
            </w:r>
            <w:r w:rsidRPr="0078600F">
              <w:t>:</w:t>
            </w:r>
          </w:p>
        </w:tc>
      </w:tr>
      <w:tr w:rsidR="00B502BA" w:rsidRPr="0078600F" w:rsidTr="001F66EB">
        <w:trPr>
          <w:cantSplit/>
          <w:trHeight w:val="1133"/>
        </w:trPr>
        <w:tc>
          <w:tcPr>
            <w:tcW w:w="5000" w:type="pct"/>
            <w:shd w:val="clear" w:color="auto" w:fill="E6E6E6"/>
            <w:hideMark/>
          </w:tcPr>
          <w:p w:rsidR="00B502BA" w:rsidRPr="0078600F" w:rsidRDefault="00B502BA" w:rsidP="00561E70">
            <w:pPr>
              <w:pStyle w:val="SDMTableBoxParaNumbered"/>
              <w:keepNext/>
              <w:numPr>
                <w:ilvl w:val="2"/>
                <w:numId w:val="21"/>
              </w:numPr>
            </w:pPr>
            <w:r w:rsidRPr="0078600F">
              <w:t>Climate:</w:t>
            </w:r>
          </w:p>
          <w:p w:rsidR="00B502BA" w:rsidRPr="0078600F" w:rsidRDefault="00B502BA" w:rsidP="00877200">
            <w:pPr>
              <w:pStyle w:val="SDMTableBoxParaNumbered"/>
              <w:numPr>
                <w:ilvl w:val="3"/>
                <w:numId w:val="21"/>
              </w:numPr>
            </w:pPr>
            <w:r w:rsidRPr="0078600F">
              <w:t>Temperature (degree Celsius): annual average temperature;</w:t>
            </w:r>
          </w:p>
          <w:p w:rsidR="00B502BA" w:rsidRPr="0078600F" w:rsidRDefault="00B502BA" w:rsidP="00877200">
            <w:pPr>
              <w:pStyle w:val="SDMTableBoxParaNumbered"/>
              <w:numPr>
                <w:ilvl w:val="3"/>
                <w:numId w:val="21"/>
              </w:numPr>
            </w:pPr>
            <w:r w:rsidRPr="0078600F">
              <w:t>Precipitation (millimetre): annual average precipitation;</w:t>
            </w:r>
          </w:p>
          <w:p w:rsidR="00B502BA" w:rsidRPr="0078600F" w:rsidRDefault="00B502BA" w:rsidP="00877200">
            <w:pPr>
              <w:pStyle w:val="SDMTableBoxParaNumbered"/>
              <w:numPr>
                <w:ilvl w:val="3"/>
                <w:numId w:val="21"/>
              </w:numPr>
            </w:pPr>
            <w:r w:rsidRPr="0078600F">
              <w:t>Extreme events: Brief information on occurrence of catastrophic climatic events relating to wind, frost, and drought, if any;</w:t>
            </w:r>
          </w:p>
        </w:tc>
      </w:tr>
      <w:tr w:rsidR="00B502BA" w:rsidRPr="0078600F" w:rsidTr="001F66EB">
        <w:trPr>
          <w:cantSplit/>
          <w:trHeight w:val="1051"/>
        </w:trPr>
        <w:tc>
          <w:tcPr>
            <w:tcW w:w="5000" w:type="pct"/>
            <w:shd w:val="clear" w:color="auto" w:fill="E6E6E6"/>
            <w:hideMark/>
          </w:tcPr>
          <w:p w:rsidR="00B502BA" w:rsidRPr="0078600F" w:rsidRDefault="00B502BA" w:rsidP="00877200">
            <w:pPr>
              <w:pStyle w:val="SDMTableBoxParaNumbered"/>
              <w:numPr>
                <w:ilvl w:val="2"/>
                <w:numId w:val="21"/>
              </w:numPr>
            </w:pPr>
            <w:r w:rsidRPr="0078600F">
              <w:t>Hydrology: Brief information on occurrence of;</w:t>
            </w:r>
          </w:p>
          <w:p w:rsidR="00B502BA" w:rsidRPr="0078600F" w:rsidRDefault="00B502BA" w:rsidP="00877200">
            <w:pPr>
              <w:pStyle w:val="SDMTableBoxParaNumbered"/>
              <w:numPr>
                <w:ilvl w:val="3"/>
                <w:numId w:val="21"/>
              </w:numPr>
            </w:pPr>
            <w:r w:rsidRPr="0078600F">
              <w:t>Water erosion;</w:t>
            </w:r>
          </w:p>
          <w:p w:rsidR="00B502BA" w:rsidRPr="0078600F" w:rsidRDefault="00B502BA" w:rsidP="00877200">
            <w:pPr>
              <w:pStyle w:val="SDMTableBoxParaNumbered"/>
              <w:numPr>
                <w:ilvl w:val="3"/>
                <w:numId w:val="21"/>
              </w:numPr>
            </w:pPr>
            <w:r w:rsidRPr="0078600F">
              <w:t>Floods;</w:t>
            </w:r>
          </w:p>
          <w:p w:rsidR="00B502BA" w:rsidRPr="0078600F" w:rsidRDefault="00B502BA" w:rsidP="00877200">
            <w:pPr>
              <w:pStyle w:val="SDMTableBoxParaNumbered"/>
              <w:numPr>
                <w:ilvl w:val="3"/>
                <w:numId w:val="21"/>
              </w:numPr>
            </w:pPr>
            <w:r w:rsidRPr="0078600F">
              <w:t>Water-logging (including information on catastrophic events if any);</w:t>
            </w:r>
          </w:p>
          <w:p w:rsidR="00B502BA" w:rsidRPr="0078600F" w:rsidRDefault="00B502BA" w:rsidP="00877200">
            <w:pPr>
              <w:pStyle w:val="SDMTableBoxParaNumbered"/>
              <w:numPr>
                <w:ilvl w:val="3"/>
                <w:numId w:val="21"/>
              </w:numPr>
            </w:pPr>
            <w:r w:rsidRPr="0078600F">
              <w:t>Presence of wetlands (if any);</w:t>
            </w:r>
          </w:p>
        </w:tc>
      </w:tr>
      <w:tr w:rsidR="00B502BA" w:rsidRPr="0078600F" w:rsidTr="001F66EB">
        <w:trPr>
          <w:cantSplit/>
          <w:trHeight w:val="1481"/>
        </w:trPr>
        <w:tc>
          <w:tcPr>
            <w:tcW w:w="5000" w:type="pct"/>
            <w:shd w:val="clear" w:color="auto" w:fill="E6E6E6"/>
            <w:hideMark/>
          </w:tcPr>
          <w:p w:rsidR="00B502BA" w:rsidRPr="0078600F" w:rsidRDefault="00B502BA" w:rsidP="00877200">
            <w:pPr>
              <w:pStyle w:val="SDMTableBoxParaNumbered"/>
              <w:numPr>
                <w:ilvl w:val="2"/>
                <w:numId w:val="21"/>
              </w:numPr>
            </w:pPr>
            <w:r w:rsidRPr="0078600F">
              <w:t>Soil: Brief description of soils, including soil characteristics such as</w:t>
            </w:r>
          </w:p>
          <w:p w:rsidR="00B502BA" w:rsidRPr="0078600F" w:rsidRDefault="00B502BA" w:rsidP="00877200">
            <w:pPr>
              <w:pStyle w:val="SDMTableBoxParaNumbered"/>
              <w:numPr>
                <w:ilvl w:val="3"/>
                <w:numId w:val="21"/>
              </w:numPr>
            </w:pPr>
            <w:r w:rsidRPr="0078600F">
              <w:t>Broad soil type (mineral or organic);</w:t>
            </w:r>
          </w:p>
          <w:p w:rsidR="00B502BA" w:rsidRPr="0078600F" w:rsidRDefault="00B502BA" w:rsidP="00877200">
            <w:pPr>
              <w:pStyle w:val="SDMTableBoxParaNumbered"/>
              <w:numPr>
                <w:ilvl w:val="3"/>
                <w:numId w:val="21"/>
              </w:numPr>
            </w:pPr>
            <w:r w:rsidRPr="0078600F">
              <w:t>Soil fertility;</w:t>
            </w:r>
          </w:p>
          <w:p w:rsidR="00B502BA" w:rsidRPr="0078600F" w:rsidRDefault="00B502BA" w:rsidP="00877200">
            <w:pPr>
              <w:pStyle w:val="SDMTableBoxParaNumbered"/>
              <w:numPr>
                <w:ilvl w:val="3"/>
                <w:numId w:val="21"/>
              </w:numPr>
            </w:pPr>
            <w:r w:rsidRPr="0078600F">
              <w:t>Soil depth;</w:t>
            </w:r>
          </w:p>
          <w:p w:rsidR="00B502BA" w:rsidRPr="0078600F" w:rsidRDefault="00B502BA" w:rsidP="00877200">
            <w:pPr>
              <w:pStyle w:val="SDMTableBoxParaNumbered"/>
              <w:numPr>
                <w:ilvl w:val="3"/>
                <w:numId w:val="21"/>
              </w:numPr>
            </w:pPr>
            <w:r w:rsidRPr="0078600F">
              <w:t>Soil erosion/contamination/salinity/acidity, desertification, if any;</w:t>
            </w:r>
          </w:p>
          <w:p w:rsidR="00B502BA" w:rsidRPr="0078600F" w:rsidRDefault="00B502BA" w:rsidP="00561E70">
            <w:pPr>
              <w:pStyle w:val="SDMTableBoxParaNumbered"/>
              <w:numPr>
                <w:ilvl w:val="3"/>
                <w:numId w:val="21"/>
              </w:numPr>
              <w:ind w:left="1305" w:hanging="454"/>
            </w:pPr>
            <w:r w:rsidRPr="0078600F">
              <w:t>Soil use and management history (intensity/frequency of ploughing, type and level of inputs, etc.). Provide the WRB reference soil group, if available;</w:t>
            </w:r>
          </w:p>
        </w:tc>
      </w:tr>
      <w:tr w:rsidR="00B502BA" w:rsidRPr="0078600F" w:rsidTr="001F66EB">
        <w:trPr>
          <w:cantSplit/>
          <w:trHeight w:val="1745"/>
        </w:trPr>
        <w:tc>
          <w:tcPr>
            <w:tcW w:w="5000" w:type="pct"/>
            <w:shd w:val="clear" w:color="auto" w:fill="E6E6E6"/>
            <w:hideMark/>
          </w:tcPr>
          <w:p w:rsidR="00B502BA" w:rsidRPr="0078600F" w:rsidRDefault="00B502BA" w:rsidP="00877200">
            <w:pPr>
              <w:pStyle w:val="SDMTableBoxParaNumbered"/>
              <w:numPr>
                <w:ilvl w:val="2"/>
                <w:numId w:val="21"/>
              </w:numPr>
            </w:pPr>
            <w:r w:rsidRPr="0078600F">
              <w:t>Ecosystem: Brief description of the ecosystem, including;</w:t>
            </w:r>
          </w:p>
          <w:p w:rsidR="00B502BA" w:rsidRPr="0078600F" w:rsidRDefault="00B502BA" w:rsidP="00877200">
            <w:pPr>
              <w:pStyle w:val="SDMTableBoxParaNumbered"/>
              <w:numPr>
                <w:ilvl w:val="3"/>
                <w:numId w:val="21"/>
              </w:numPr>
            </w:pPr>
            <w:r w:rsidRPr="0078600F">
              <w:t>Type of the ecosystem (natural or artificial);</w:t>
            </w:r>
          </w:p>
          <w:p w:rsidR="00B502BA" w:rsidRPr="0078600F" w:rsidRDefault="00B502BA" w:rsidP="00877200">
            <w:pPr>
              <w:pStyle w:val="SDMTableBoxParaNumbered"/>
              <w:numPr>
                <w:ilvl w:val="3"/>
                <w:numId w:val="21"/>
              </w:numPr>
            </w:pPr>
            <w:r w:rsidRPr="0078600F">
              <w:t>Other relevant information, e.g. if artificial, then agro-ecosystem, urban, etc.</w:t>
            </w:r>
            <w:r w:rsidRPr="0078600F">
              <w:br/>
              <w:t>if natural, then terrestrial (upland, mountain, lowland), aquatic, etc.;</w:t>
            </w:r>
          </w:p>
          <w:p w:rsidR="00B502BA" w:rsidRPr="0078600F" w:rsidRDefault="00B502BA" w:rsidP="00877200">
            <w:pPr>
              <w:pStyle w:val="SDMTableBoxParaNumbered"/>
              <w:numPr>
                <w:ilvl w:val="3"/>
                <w:numId w:val="21"/>
              </w:numPr>
            </w:pPr>
            <w:r w:rsidRPr="0078600F">
              <w:t>Existing and potential vegetation types, if available;</w:t>
            </w:r>
          </w:p>
          <w:p w:rsidR="00B502BA" w:rsidRPr="0078600F" w:rsidRDefault="00B502BA" w:rsidP="00877200">
            <w:pPr>
              <w:pStyle w:val="SDMTableBoxParaNumbered"/>
              <w:numPr>
                <w:ilvl w:val="3"/>
                <w:numId w:val="21"/>
              </w:numPr>
            </w:pPr>
            <w:r w:rsidRPr="0078600F">
              <w:t>Presence of rare or endangered species and their habitat;</w:t>
            </w:r>
          </w:p>
          <w:p w:rsidR="00B502BA" w:rsidRPr="0078600F" w:rsidRDefault="00B502BA" w:rsidP="00877200">
            <w:pPr>
              <w:pStyle w:val="SDMTableBoxParaNumbered"/>
              <w:numPr>
                <w:ilvl w:val="3"/>
                <w:numId w:val="21"/>
              </w:numPr>
            </w:pPr>
            <w:r w:rsidRPr="0078600F">
              <w:t>Anthropogenic-use history of the ecosystem resources (harvesting, fuel-wood collection, grazing, controlled burning, etc.);</w:t>
            </w:r>
          </w:p>
          <w:p w:rsidR="00B502BA" w:rsidRPr="0078600F" w:rsidRDefault="00B502BA" w:rsidP="00877200">
            <w:pPr>
              <w:pStyle w:val="SDMTableBoxParaNumbered"/>
              <w:numPr>
                <w:ilvl w:val="3"/>
                <w:numId w:val="21"/>
              </w:numPr>
            </w:pPr>
            <w:r w:rsidRPr="0078600F">
              <w:t>Whether the ecosystem is in degraded condition or not.</w:t>
            </w:r>
          </w:p>
        </w:tc>
      </w:tr>
    </w:tbl>
    <w:p w:rsidR="009115E4" w:rsidRPr="0078600F" w:rsidRDefault="009115E4" w:rsidP="008A6A88">
      <w:pPr>
        <w:pStyle w:val="SDMPDDPoASubSection1"/>
        <w:numPr>
          <w:ilvl w:val="1"/>
          <w:numId w:val="85"/>
        </w:numPr>
        <w:tabs>
          <w:tab w:val="clear" w:pos="1474"/>
        </w:tabs>
        <w:ind w:left="709" w:hanging="709"/>
      </w:pPr>
      <w:r w:rsidRPr="0078600F">
        <w:t>Technologies and measures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855"/>
      </w:tblGrid>
      <w:tr w:rsidR="004D436E" w:rsidRPr="0078600F" w:rsidTr="002633EC">
        <w:trPr>
          <w:cantSplit/>
        </w:trPr>
        <w:tc>
          <w:tcPr>
            <w:tcW w:w="5000" w:type="pct"/>
            <w:shd w:val="clear" w:color="auto" w:fill="E6E6E6"/>
          </w:tcPr>
          <w:p w:rsidR="004D436E" w:rsidRPr="0078600F" w:rsidRDefault="004D436E" w:rsidP="00877200">
            <w:pPr>
              <w:pStyle w:val="SDMTableBoxParaNumbered"/>
              <w:numPr>
                <w:ilvl w:val="0"/>
                <w:numId w:val="30"/>
              </w:numPr>
              <w:tabs>
                <w:tab w:val="clear" w:pos="0"/>
              </w:tabs>
              <w:ind w:left="397" w:hanging="397"/>
            </w:pPr>
            <w:r w:rsidRPr="0078600F">
              <w:t xml:space="preserve">Describe in detail: </w:t>
            </w:r>
          </w:p>
        </w:tc>
      </w:tr>
      <w:tr w:rsidR="004D436E" w:rsidRPr="0078600F" w:rsidTr="002633EC">
        <w:trPr>
          <w:cantSplit/>
        </w:trPr>
        <w:tc>
          <w:tcPr>
            <w:tcW w:w="5000" w:type="pct"/>
            <w:shd w:val="clear" w:color="auto" w:fill="E6E6E6"/>
          </w:tcPr>
          <w:p w:rsidR="004D436E" w:rsidRPr="0078600F" w:rsidRDefault="004D436E" w:rsidP="00877200">
            <w:pPr>
              <w:pStyle w:val="SDMTableBoxParaNumbered"/>
              <w:numPr>
                <w:ilvl w:val="0"/>
                <w:numId w:val="72"/>
              </w:numPr>
              <w:ind w:left="851" w:hanging="454"/>
            </w:pPr>
            <w:r w:rsidRPr="0078600F">
              <w:t>The existing or historical land-use scenario where applicable, including a list of the equipment and/or systems in operation at that time;</w:t>
            </w:r>
          </w:p>
        </w:tc>
      </w:tr>
      <w:tr w:rsidR="004D436E" w:rsidRPr="0078600F" w:rsidTr="002633EC">
        <w:trPr>
          <w:cantSplit/>
        </w:trPr>
        <w:tc>
          <w:tcPr>
            <w:tcW w:w="5000" w:type="pct"/>
            <w:shd w:val="clear" w:color="auto" w:fill="E6E6E6"/>
          </w:tcPr>
          <w:p w:rsidR="004D436E" w:rsidRPr="0078600F" w:rsidRDefault="004D436E" w:rsidP="00877200">
            <w:pPr>
              <w:pStyle w:val="SDMTableBoxParaNumbered"/>
              <w:numPr>
                <w:ilvl w:val="0"/>
                <w:numId w:val="72"/>
              </w:numPr>
              <w:ind w:left="851" w:hanging="454"/>
            </w:pPr>
            <w:r w:rsidRPr="0078600F">
              <w:t>The baseline scenario, as established in section B.5 below, where applicable, with an indicative list of equipment and systems that would have been in place in the absence of the project activity;</w:t>
            </w:r>
          </w:p>
        </w:tc>
      </w:tr>
      <w:tr w:rsidR="004D436E" w:rsidRPr="0078600F" w:rsidTr="002633EC">
        <w:trPr>
          <w:cantSplit/>
        </w:trPr>
        <w:tc>
          <w:tcPr>
            <w:tcW w:w="5000" w:type="pct"/>
            <w:shd w:val="clear" w:color="auto" w:fill="E6E6E6"/>
          </w:tcPr>
          <w:p w:rsidR="004D436E" w:rsidRPr="0078600F" w:rsidRDefault="004D436E" w:rsidP="00877200">
            <w:pPr>
              <w:pStyle w:val="SDMTableBoxParaNumbered"/>
              <w:numPr>
                <w:ilvl w:val="0"/>
                <w:numId w:val="72"/>
              </w:numPr>
              <w:ind w:left="851" w:hanging="454"/>
            </w:pPr>
            <w:r w:rsidRPr="0078600F">
              <w:t>The scope of activities/measures that would be implemented within the project activity, including a list of the species and varieties selected for the project activity, and where applicable equipment and systems that will be installed and/or modified within the project activity.</w:t>
            </w:r>
          </w:p>
        </w:tc>
      </w:tr>
      <w:tr w:rsidR="004D436E" w:rsidRPr="0078600F" w:rsidTr="002633EC">
        <w:trPr>
          <w:cantSplit/>
        </w:trPr>
        <w:tc>
          <w:tcPr>
            <w:tcW w:w="5000" w:type="pct"/>
            <w:shd w:val="clear" w:color="auto" w:fill="E6E6E6"/>
          </w:tcPr>
          <w:p w:rsidR="004D436E" w:rsidRPr="0078600F" w:rsidRDefault="004D436E" w:rsidP="00877200">
            <w:pPr>
              <w:pStyle w:val="SDMTableBoxParaNumbered"/>
              <w:numPr>
                <w:ilvl w:val="0"/>
                <w:numId w:val="30"/>
              </w:numPr>
              <w:tabs>
                <w:tab w:val="clear" w:pos="0"/>
              </w:tabs>
              <w:ind w:left="397" w:hanging="397"/>
            </w:pPr>
            <w:r w:rsidRPr="0078600F">
              <w:t>If the baseline scenario is the same as existing or historical land-use scenario, there is no need to repeat the description of the scenarios, only state that both are the same.</w:t>
            </w:r>
          </w:p>
        </w:tc>
      </w:tr>
      <w:tr w:rsidR="004D436E" w:rsidRPr="0078600F" w:rsidTr="002633EC">
        <w:trPr>
          <w:cantSplit/>
        </w:trPr>
        <w:tc>
          <w:tcPr>
            <w:tcW w:w="5000" w:type="pct"/>
            <w:shd w:val="clear" w:color="auto" w:fill="E6E6E6"/>
          </w:tcPr>
          <w:p w:rsidR="004D436E" w:rsidRPr="0078600F" w:rsidRDefault="004D436E" w:rsidP="00877200">
            <w:pPr>
              <w:pStyle w:val="SDMTableBoxParaNumbered"/>
              <w:numPr>
                <w:ilvl w:val="0"/>
                <w:numId w:val="30"/>
              </w:numPr>
              <w:tabs>
                <w:tab w:val="clear" w:pos="0"/>
              </w:tabs>
              <w:ind w:left="397" w:hanging="397"/>
            </w:pPr>
            <w:r w:rsidRPr="0078600F">
              <w:t xml:space="preserve">Provide a brief description of vegetation species and varieties selected for the project activity. </w:t>
            </w:r>
          </w:p>
        </w:tc>
      </w:tr>
      <w:tr w:rsidR="004D436E" w:rsidRPr="0078600F" w:rsidTr="002633EC">
        <w:trPr>
          <w:cantSplit/>
        </w:trPr>
        <w:tc>
          <w:tcPr>
            <w:tcW w:w="5000" w:type="pct"/>
            <w:shd w:val="clear" w:color="auto" w:fill="E6E6E6"/>
          </w:tcPr>
          <w:p w:rsidR="004D436E" w:rsidRPr="0078600F" w:rsidRDefault="004D436E" w:rsidP="00877200">
            <w:pPr>
              <w:pStyle w:val="SDMTableBoxParaNumbered"/>
              <w:numPr>
                <w:ilvl w:val="0"/>
                <w:numId w:val="30"/>
              </w:numPr>
              <w:tabs>
                <w:tab w:val="clear" w:pos="0"/>
              </w:tabs>
              <w:ind w:left="397" w:hanging="397"/>
            </w:pPr>
            <w:r w:rsidRPr="0078600F">
              <w:t>The baseline scenario can be described with a lower level of detail in case it is derived from a hypothetical scenario (land-use that represents an economically attractive course of action, taking into account barriers to investment or, the most likely land use at the time of the project start) that would have been followed in the absence of the project activity.</w:t>
            </w:r>
          </w:p>
        </w:tc>
      </w:tr>
      <w:tr w:rsidR="004D436E" w:rsidRPr="0078600F" w:rsidTr="002633EC">
        <w:trPr>
          <w:cantSplit/>
        </w:trPr>
        <w:tc>
          <w:tcPr>
            <w:tcW w:w="5000" w:type="pct"/>
            <w:shd w:val="clear" w:color="auto" w:fill="E6E6E6"/>
          </w:tcPr>
          <w:p w:rsidR="004D436E" w:rsidRPr="0078600F" w:rsidRDefault="004D436E" w:rsidP="00877200">
            <w:pPr>
              <w:pStyle w:val="SDMTableBoxParaNumbered"/>
              <w:numPr>
                <w:ilvl w:val="0"/>
                <w:numId w:val="30"/>
              </w:numPr>
              <w:tabs>
                <w:tab w:val="clear" w:pos="0"/>
              </w:tabs>
              <w:ind w:left="397" w:hanging="397"/>
            </w:pPr>
            <w:r w:rsidRPr="0078600F">
              <w:t xml:space="preserve">Do not provide information that is not essential to understanding the purpose of the project activity and how it allows for GHG removals by sinks. Do not include information related to equipments, systems and activities that are auxiliary to the main scope of the project activity and do not affect directly or indirectly GHG removals by sinks. </w:t>
            </w:r>
          </w:p>
          <w:p w:rsidR="004D436E" w:rsidRPr="0078600F" w:rsidRDefault="004D436E" w:rsidP="00877200">
            <w:pPr>
              <w:pStyle w:val="SDMTableBoxParaNumbered"/>
              <w:numPr>
                <w:ilvl w:val="0"/>
                <w:numId w:val="30"/>
              </w:numPr>
              <w:tabs>
                <w:tab w:val="clear" w:pos="0"/>
              </w:tabs>
              <w:ind w:left="397" w:hanging="397"/>
            </w:pPr>
            <w:r w:rsidRPr="0078600F">
              <w:t>Include where applicable, a description of how the technologies and measures, and know-how to be used are transferred to the host Party.</w:t>
            </w:r>
          </w:p>
        </w:tc>
      </w:tr>
    </w:tbl>
    <w:p w:rsidR="009115E4" w:rsidRPr="0078600F" w:rsidRDefault="009115E4" w:rsidP="008A6A88">
      <w:pPr>
        <w:pStyle w:val="SDMPDDPoASubSection1"/>
        <w:numPr>
          <w:ilvl w:val="1"/>
          <w:numId w:val="85"/>
        </w:numPr>
        <w:tabs>
          <w:tab w:val="clear" w:pos="1474"/>
        </w:tabs>
        <w:ind w:left="709" w:hanging="709"/>
      </w:pPr>
      <w:r w:rsidRPr="0078600F">
        <w:t>Party(ies) and project participant(s)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3262"/>
        <w:gridCol w:w="3301"/>
        <w:gridCol w:w="3292"/>
      </w:tblGrid>
      <w:tr w:rsidR="009115E4" w:rsidRPr="0078600F" w:rsidTr="00631E10">
        <w:trPr>
          <w:cantSplit/>
          <w:trHeight w:val="591"/>
        </w:trPr>
        <w:tc>
          <w:tcPr>
            <w:tcW w:w="5000" w:type="pct"/>
            <w:gridSpan w:val="3"/>
            <w:shd w:val="clear" w:color="auto" w:fill="E6E6E6"/>
          </w:tcPr>
          <w:p w:rsidR="009115E4" w:rsidRPr="0078600F" w:rsidRDefault="009115E4" w:rsidP="00877200">
            <w:pPr>
              <w:pStyle w:val="SDMTableBoxParaNumbered"/>
              <w:numPr>
                <w:ilvl w:val="0"/>
                <w:numId w:val="63"/>
              </w:numPr>
              <w:ind w:left="397" w:hanging="397"/>
            </w:pPr>
            <w:r w:rsidRPr="0078600F">
              <w:t xml:space="preserve">List in the table below </w:t>
            </w:r>
            <w:proofErr w:type="gramStart"/>
            <w:r w:rsidRPr="0078600F">
              <w:t>Party(</w:t>
            </w:r>
            <w:proofErr w:type="gramEnd"/>
            <w:r w:rsidRPr="0078600F">
              <w:t xml:space="preserve">ies) and project participant(s) involved in the project activity and provide contact information in </w:t>
            </w:r>
            <w:r w:rsidR="003A4326" w:rsidRPr="0078600F">
              <w:fldChar w:fldCharType="begin"/>
            </w:r>
            <w:r w:rsidR="003A4326" w:rsidRPr="0078600F">
              <w:instrText xml:space="preserve"> REF _Ref391044259 \r \h </w:instrText>
            </w:r>
            <w:r w:rsidR="0078600F">
              <w:instrText xml:space="preserve"> \* MERGEFORMAT </w:instrText>
            </w:r>
            <w:r w:rsidR="003A4326" w:rsidRPr="0078600F">
              <w:fldChar w:fldCharType="separate"/>
            </w:r>
            <w:r w:rsidR="002309E6">
              <w:t>Appendix 1</w:t>
            </w:r>
            <w:r w:rsidR="003A4326" w:rsidRPr="0078600F">
              <w:fldChar w:fldCharType="end"/>
            </w:r>
            <w:r w:rsidRPr="0078600F">
              <w:t>below.</w:t>
            </w:r>
          </w:p>
          <w:p w:rsidR="009115E4" w:rsidRPr="0078600F" w:rsidRDefault="009115E4" w:rsidP="00877200">
            <w:pPr>
              <w:pStyle w:val="SDMTableBoxParaNumbered"/>
              <w:numPr>
                <w:ilvl w:val="0"/>
                <w:numId w:val="63"/>
              </w:numPr>
              <w:ind w:left="397" w:hanging="397"/>
            </w:pPr>
            <w:r w:rsidRPr="0078600F">
              <w:t xml:space="preserve">When the </w:t>
            </w:r>
            <w:r w:rsidR="00DC0A6A" w:rsidRPr="0078600F">
              <w:rPr>
                <w:lang w:val="en-US"/>
              </w:rPr>
              <w:t>CDM</w:t>
            </w:r>
            <w:r w:rsidR="00DC0A6A" w:rsidRPr="0078600F">
              <w:rPr>
                <w:lang w:val="en-US"/>
              </w:rPr>
              <w:noBreakHyphen/>
              <w:t>SSC-AR-PDD-FORM</w:t>
            </w:r>
            <w:r w:rsidR="00DC0A6A" w:rsidRPr="0078600F">
              <w:t xml:space="preserve"> </w:t>
            </w:r>
            <w:r w:rsidRPr="0078600F">
              <w:t>is completed in support of a proposed new methodology, identify at least the host Party and any known project participant(s) (e.g. tho</w:t>
            </w:r>
            <w:r w:rsidR="00E57F3D" w:rsidRPr="0078600F">
              <w:t>se proposing a new methodology)</w:t>
            </w:r>
            <w:r w:rsidRPr="0078600F">
              <w:t>.</w:t>
            </w:r>
          </w:p>
        </w:tc>
      </w:tr>
      <w:tr w:rsidR="00D2660F" w:rsidRPr="0078600F" w:rsidTr="00D2660F">
        <w:tblPrEx>
          <w:tblBorders>
            <w:insideH w:val="single" w:sz="4" w:space="0" w:color="auto"/>
            <w:insideV w:val="single" w:sz="4" w:space="0" w:color="auto"/>
          </w:tblBorders>
          <w:tblLook w:val="0060" w:firstRow="1" w:lastRow="1" w:firstColumn="0" w:lastColumn="0" w:noHBand="0" w:noVBand="0"/>
        </w:tblPrEx>
        <w:trPr>
          <w:cantSplit/>
          <w:trHeight w:val="980"/>
          <w:tblHeader/>
        </w:trPr>
        <w:tc>
          <w:tcPr>
            <w:tcW w:w="1655" w:type="pct"/>
            <w:tcBorders>
              <w:top w:val="single" w:sz="4" w:space="0" w:color="auto"/>
              <w:left w:val="single" w:sz="4" w:space="0" w:color="auto"/>
              <w:bottom w:val="single" w:sz="12" w:space="0" w:color="auto"/>
              <w:right w:val="nil"/>
              <w:tl2br w:val="nil"/>
              <w:tr2bl w:val="nil"/>
            </w:tcBorders>
            <w:shd w:val="clear" w:color="auto" w:fill="E6E6E6"/>
            <w:tcMar>
              <w:top w:w="57" w:type="dxa"/>
              <w:bottom w:w="57" w:type="dxa"/>
            </w:tcMar>
            <w:vAlign w:val="center"/>
          </w:tcPr>
          <w:p w:rsidR="00D2660F" w:rsidRPr="0078600F" w:rsidRDefault="00D2660F" w:rsidP="00D2660F">
            <w:pPr>
              <w:pStyle w:val="SDMTableBoxParaNotNumbered"/>
              <w:keepNext/>
              <w:keepLines/>
              <w:jc w:val="center"/>
              <w:rPr>
                <w:b/>
              </w:rPr>
            </w:pPr>
            <w:r w:rsidRPr="0078600F">
              <w:rPr>
                <w:b/>
              </w:rPr>
              <w:t>Name of Party involved</w:t>
            </w:r>
          </w:p>
          <w:p w:rsidR="00D2660F" w:rsidRPr="0078600F" w:rsidRDefault="00D2660F" w:rsidP="00D2660F">
            <w:pPr>
              <w:pStyle w:val="SDMTableBoxParaNotNumbered"/>
              <w:keepNext/>
              <w:keepLines/>
              <w:jc w:val="center"/>
              <w:rPr>
                <w:b/>
              </w:rPr>
            </w:pPr>
            <w:r w:rsidRPr="0078600F">
              <w:rPr>
                <w:b/>
              </w:rPr>
              <w:t>(host) indicates host Party</w:t>
            </w:r>
          </w:p>
        </w:tc>
        <w:tc>
          <w:tcPr>
            <w:tcW w:w="1675" w:type="pct"/>
            <w:tcBorders>
              <w:top w:val="single" w:sz="4" w:space="0" w:color="auto"/>
              <w:left w:val="nil"/>
              <w:bottom w:val="single" w:sz="12" w:space="0" w:color="auto"/>
              <w:right w:val="nil"/>
              <w:tl2br w:val="nil"/>
              <w:tr2bl w:val="nil"/>
            </w:tcBorders>
            <w:shd w:val="clear" w:color="auto" w:fill="E6E6E6"/>
            <w:tcMar>
              <w:top w:w="57" w:type="dxa"/>
              <w:bottom w:w="57" w:type="dxa"/>
            </w:tcMar>
            <w:vAlign w:val="center"/>
          </w:tcPr>
          <w:p w:rsidR="00D2660F" w:rsidRPr="0078600F" w:rsidRDefault="00D2660F" w:rsidP="00D2660F">
            <w:pPr>
              <w:pStyle w:val="SDMTableBoxParaNotNumbered"/>
              <w:keepNext/>
              <w:keepLines/>
              <w:jc w:val="center"/>
              <w:rPr>
                <w:b/>
              </w:rPr>
            </w:pPr>
            <w:r w:rsidRPr="0078600F">
              <w:rPr>
                <w:b/>
              </w:rPr>
              <w:t>Name of private and/or public entity(ies) project participants</w:t>
            </w:r>
            <w:r w:rsidRPr="0078600F">
              <w:rPr>
                <w:b/>
              </w:rPr>
              <w:br/>
              <w:t>(as applicable)</w:t>
            </w:r>
          </w:p>
        </w:tc>
        <w:tc>
          <w:tcPr>
            <w:tcW w:w="1670" w:type="pct"/>
            <w:tcBorders>
              <w:top w:val="single" w:sz="4" w:space="0" w:color="auto"/>
              <w:left w:val="nil"/>
              <w:bottom w:val="single" w:sz="12" w:space="0" w:color="auto"/>
              <w:right w:val="single" w:sz="4" w:space="0" w:color="auto"/>
              <w:tl2br w:val="nil"/>
              <w:tr2bl w:val="nil"/>
            </w:tcBorders>
            <w:shd w:val="clear" w:color="auto" w:fill="E6E6E6"/>
            <w:tcMar>
              <w:top w:w="57" w:type="dxa"/>
              <w:bottom w:w="57" w:type="dxa"/>
            </w:tcMar>
            <w:vAlign w:val="center"/>
          </w:tcPr>
          <w:p w:rsidR="00D2660F" w:rsidRPr="0078600F" w:rsidRDefault="00D2660F" w:rsidP="00D2660F">
            <w:pPr>
              <w:pStyle w:val="SDMTableBoxParaNotNumbered"/>
              <w:keepNext/>
              <w:keepLines/>
              <w:jc w:val="center"/>
              <w:rPr>
                <w:b/>
              </w:rPr>
            </w:pPr>
            <w:r w:rsidRPr="0078600F">
              <w:rPr>
                <w:b/>
              </w:rPr>
              <w:t>Indicate if the Party involved wishes to be considered as project participant (Yes/No)</w:t>
            </w:r>
          </w:p>
        </w:tc>
      </w:tr>
      <w:tr w:rsidR="00D2660F" w:rsidRPr="0078600F" w:rsidTr="00D2660F">
        <w:tblPrEx>
          <w:tblBorders>
            <w:insideH w:val="single" w:sz="4" w:space="0" w:color="auto"/>
            <w:insideV w:val="single" w:sz="4" w:space="0" w:color="auto"/>
          </w:tblBorders>
          <w:tblLook w:val="0060" w:firstRow="1" w:lastRow="1" w:firstColumn="0" w:lastColumn="0" w:noHBand="0" w:noVBand="0"/>
        </w:tblPrEx>
        <w:trPr>
          <w:cantSplit/>
          <w:trHeight w:val="512"/>
        </w:trPr>
        <w:tc>
          <w:tcPr>
            <w:tcW w:w="1655" w:type="pct"/>
            <w:shd w:val="clear" w:color="auto" w:fill="auto"/>
          </w:tcPr>
          <w:p w:rsidR="00D2660F" w:rsidRPr="0078600F" w:rsidRDefault="00D2660F" w:rsidP="00D2660F">
            <w:pPr>
              <w:pStyle w:val="SDMTableBoxParaNotNumbered"/>
            </w:pPr>
            <w:r w:rsidRPr="0078600F">
              <w:t>Name A (host)</w:t>
            </w:r>
          </w:p>
        </w:tc>
        <w:tc>
          <w:tcPr>
            <w:tcW w:w="1675" w:type="pct"/>
            <w:shd w:val="clear" w:color="auto" w:fill="auto"/>
          </w:tcPr>
          <w:p w:rsidR="00D2660F" w:rsidRPr="0078600F" w:rsidRDefault="00D2660F" w:rsidP="00D2660F">
            <w:pPr>
              <w:pStyle w:val="SDMTableBoxParaNotNumbered"/>
            </w:pPr>
            <w:r w:rsidRPr="0078600F">
              <w:t>Private entity A</w:t>
            </w:r>
          </w:p>
          <w:p w:rsidR="00D2660F" w:rsidRPr="0078600F" w:rsidRDefault="00D2660F" w:rsidP="00D2660F">
            <w:pPr>
              <w:pStyle w:val="SDMTableBoxParaNotNumbered"/>
            </w:pPr>
            <w:r w:rsidRPr="0078600F">
              <w:t>Public entity A</w:t>
            </w:r>
          </w:p>
        </w:tc>
        <w:tc>
          <w:tcPr>
            <w:tcW w:w="1670" w:type="pct"/>
            <w:shd w:val="clear" w:color="auto" w:fill="auto"/>
          </w:tcPr>
          <w:p w:rsidR="00D2660F" w:rsidRPr="0078600F" w:rsidRDefault="00D2660F" w:rsidP="00D2660F">
            <w:pPr>
              <w:pStyle w:val="SDMTableBoxParaNotNumbered"/>
            </w:pPr>
          </w:p>
        </w:tc>
      </w:tr>
      <w:tr w:rsidR="00D2660F" w:rsidRPr="0078600F" w:rsidTr="00D2660F">
        <w:tblPrEx>
          <w:tblBorders>
            <w:insideH w:val="single" w:sz="4" w:space="0" w:color="auto"/>
            <w:insideV w:val="single" w:sz="4" w:space="0" w:color="auto"/>
          </w:tblBorders>
          <w:tblLook w:val="0060" w:firstRow="1" w:lastRow="1" w:firstColumn="0" w:lastColumn="0" w:noHBand="0" w:noVBand="0"/>
        </w:tblPrEx>
        <w:trPr>
          <w:cantSplit/>
          <w:trHeight w:val="512"/>
        </w:trPr>
        <w:tc>
          <w:tcPr>
            <w:tcW w:w="1655" w:type="pct"/>
            <w:shd w:val="clear" w:color="auto" w:fill="auto"/>
          </w:tcPr>
          <w:p w:rsidR="00D2660F" w:rsidRPr="0078600F" w:rsidRDefault="00D2660F" w:rsidP="00D2660F">
            <w:pPr>
              <w:pStyle w:val="SDMTableBoxParaNotNumbered"/>
            </w:pPr>
            <w:r w:rsidRPr="0078600F">
              <w:t>Name B</w:t>
            </w:r>
          </w:p>
        </w:tc>
        <w:tc>
          <w:tcPr>
            <w:tcW w:w="1675" w:type="pct"/>
            <w:shd w:val="clear" w:color="auto" w:fill="auto"/>
          </w:tcPr>
          <w:p w:rsidR="00D2660F" w:rsidRPr="0078600F" w:rsidRDefault="00D2660F" w:rsidP="00D2660F">
            <w:pPr>
              <w:pStyle w:val="SDMTableBoxParaNotNumbered"/>
            </w:pPr>
            <w:r w:rsidRPr="0078600F">
              <w:t>Private entity B</w:t>
            </w:r>
          </w:p>
          <w:p w:rsidR="00D2660F" w:rsidRPr="0078600F" w:rsidRDefault="00D2660F" w:rsidP="00D2660F">
            <w:pPr>
              <w:pStyle w:val="SDMTableBoxParaNotNumbered"/>
            </w:pPr>
            <w:r w:rsidRPr="0078600F">
              <w:t>Public entity B</w:t>
            </w:r>
          </w:p>
        </w:tc>
        <w:tc>
          <w:tcPr>
            <w:tcW w:w="1670" w:type="pct"/>
            <w:shd w:val="clear" w:color="auto" w:fill="auto"/>
          </w:tcPr>
          <w:p w:rsidR="00D2660F" w:rsidRPr="0078600F" w:rsidRDefault="00D2660F" w:rsidP="00D2660F">
            <w:pPr>
              <w:pStyle w:val="SDMTableBoxParaNotNumbered"/>
            </w:pPr>
          </w:p>
        </w:tc>
      </w:tr>
      <w:tr w:rsidR="00D2660F" w:rsidRPr="0078600F" w:rsidTr="00D2660F">
        <w:tblPrEx>
          <w:tblBorders>
            <w:insideH w:val="single" w:sz="4" w:space="0" w:color="auto"/>
            <w:insideV w:val="single" w:sz="4" w:space="0" w:color="auto"/>
          </w:tblBorders>
          <w:tblLook w:val="0060" w:firstRow="1" w:lastRow="1" w:firstColumn="0" w:lastColumn="0" w:noHBand="0" w:noVBand="0"/>
        </w:tblPrEx>
        <w:trPr>
          <w:cantSplit/>
          <w:trHeight w:val="256"/>
        </w:trPr>
        <w:tc>
          <w:tcPr>
            <w:tcW w:w="1655" w:type="pct"/>
            <w:shd w:val="clear" w:color="auto" w:fill="auto"/>
          </w:tcPr>
          <w:p w:rsidR="00D2660F" w:rsidRPr="0078600F" w:rsidRDefault="00D2660F" w:rsidP="00D2660F">
            <w:pPr>
              <w:pStyle w:val="SDMTableBoxParaNotNumbered"/>
            </w:pPr>
            <w:r w:rsidRPr="0078600F">
              <w:t>…</w:t>
            </w:r>
          </w:p>
        </w:tc>
        <w:tc>
          <w:tcPr>
            <w:tcW w:w="1675" w:type="pct"/>
            <w:shd w:val="clear" w:color="auto" w:fill="auto"/>
          </w:tcPr>
          <w:p w:rsidR="00D2660F" w:rsidRPr="0078600F" w:rsidRDefault="00D2660F" w:rsidP="00D2660F">
            <w:pPr>
              <w:pStyle w:val="SDMTableBoxParaNotNumbered"/>
            </w:pPr>
            <w:r w:rsidRPr="0078600F">
              <w:t>…</w:t>
            </w:r>
          </w:p>
        </w:tc>
        <w:tc>
          <w:tcPr>
            <w:tcW w:w="1670" w:type="pct"/>
            <w:shd w:val="clear" w:color="auto" w:fill="auto"/>
          </w:tcPr>
          <w:p w:rsidR="00D2660F" w:rsidRPr="0078600F" w:rsidRDefault="00D2660F" w:rsidP="00D2660F">
            <w:pPr>
              <w:pStyle w:val="SDMTableBoxParaNotNumbered"/>
            </w:pPr>
          </w:p>
        </w:tc>
      </w:tr>
    </w:tbl>
    <w:p w:rsidR="00FE2CB1" w:rsidRPr="0078600F" w:rsidRDefault="00FE2CB1" w:rsidP="008A6A88">
      <w:pPr>
        <w:pStyle w:val="SDMPDDPoASubSection1"/>
        <w:numPr>
          <w:ilvl w:val="1"/>
          <w:numId w:val="85"/>
        </w:numPr>
        <w:tabs>
          <w:tab w:val="clear" w:pos="1474"/>
        </w:tabs>
        <w:ind w:left="709" w:hanging="709"/>
      </w:pPr>
      <w:r w:rsidRPr="0078600F">
        <w:t>Legal title to the land and rights to tCERs/lCERs issued for project activity</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FE2CB1" w:rsidRPr="0078600F" w:rsidTr="00D11B8D">
        <w:trPr>
          <w:cantSplit/>
          <w:trHeight w:val="520"/>
        </w:trPr>
        <w:tc>
          <w:tcPr>
            <w:tcW w:w="5000" w:type="pct"/>
            <w:shd w:val="clear" w:color="auto" w:fill="E6E6E6"/>
            <w:hideMark/>
          </w:tcPr>
          <w:p w:rsidR="00FE2CB1" w:rsidRPr="0078600F" w:rsidRDefault="00FE2CB1" w:rsidP="00877200">
            <w:pPr>
              <w:pStyle w:val="SDMTableBoxParaNumbered"/>
              <w:numPr>
                <w:ilvl w:val="0"/>
                <w:numId w:val="32"/>
              </w:numPr>
              <w:tabs>
                <w:tab w:val="clear" w:pos="0"/>
                <w:tab w:val="num" w:pos="454"/>
              </w:tabs>
              <w:ind w:left="397" w:hanging="397"/>
            </w:pPr>
            <w:r w:rsidRPr="0078600F">
              <w:t>Provide a summary of legal titles, current land tenure in respect of the land included in the project boundary, and rights to tCERs and lCERs issued for the project activity.</w:t>
            </w:r>
          </w:p>
        </w:tc>
      </w:tr>
    </w:tbl>
    <w:p w:rsidR="00FE2CB1" w:rsidRPr="0078600F" w:rsidRDefault="00FE2CB1" w:rsidP="008A6A88">
      <w:pPr>
        <w:pStyle w:val="SDMPDDPoASubSection1"/>
        <w:numPr>
          <w:ilvl w:val="1"/>
          <w:numId w:val="85"/>
        </w:numPr>
        <w:tabs>
          <w:tab w:val="clear" w:pos="1474"/>
        </w:tabs>
        <w:ind w:left="709" w:hanging="709"/>
      </w:pPr>
      <w:r w:rsidRPr="0078600F">
        <w:t>Assessment of the eligibility of the land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FE2CB1" w:rsidRPr="0078600F" w:rsidTr="00D11B8D">
        <w:trPr>
          <w:cantSplit/>
        </w:trPr>
        <w:tc>
          <w:tcPr>
            <w:tcW w:w="5000" w:type="pct"/>
            <w:shd w:val="clear" w:color="auto" w:fill="E6E6E6"/>
            <w:hideMark/>
          </w:tcPr>
          <w:p w:rsidR="00FE2CB1" w:rsidRPr="0078600F" w:rsidRDefault="00FE2CB1" w:rsidP="00877200">
            <w:pPr>
              <w:pStyle w:val="SDMTableBoxParaNumbered"/>
              <w:numPr>
                <w:ilvl w:val="0"/>
                <w:numId w:val="33"/>
              </w:numPr>
              <w:tabs>
                <w:tab w:val="clear" w:pos="0"/>
                <w:tab w:val="num" w:pos="454"/>
              </w:tabs>
              <w:ind w:left="397" w:hanging="397"/>
            </w:pPr>
            <w:r w:rsidRPr="0078600F">
              <w:t xml:space="preserve">Demonstrate that each discrete area of land included in the project boundary is eligible for the project activity, in accordance with the selected </w:t>
            </w:r>
            <w:proofErr w:type="gramStart"/>
            <w:r w:rsidRPr="0078600F">
              <w:t>methodology(</w:t>
            </w:r>
            <w:proofErr w:type="gramEnd"/>
            <w:r w:rsidRPr="0078600F">
              <w:t>ies) and relevant provisions for project boundary and eligibility of land in the Project standard.</w:t>
            </w:r>
          </w:p>
        </w:tc>
      </w:tr>
    </w:tbl>
    <w:p w:rsidR="00FE2CB1" w:rsidRPr="0078600F" w:rsidRDefault="00FE2CB1" w:rsidP="008A6A88">
      <w:pPr>
        <w:pStyle w:val="SDMPDDPoASubSection1"/>
        <w:numPr>
          <w:ilvl w:val="1"/>
          <w:numId w:val="85"/>
        </w:numPr>
        <w:tabs>
          <w:tab w:val="clear" w:pos="1474"/>
        </w:tabs>
        <w:ind w:left="709" w:hanging="709"/>
      </w:pPr>
      <w:r w:rsidRPr="0078600F">
        <w:t>Approach for addressing non-permanence</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FE2CB1" w:rsidRPr="0078600F" w:rsidTr="00A30112">
        <w:trPr>
          <w:cantSplit/>
        </w:trPr>
        <w:tc>
          <w:tcPr>
            <w:tcW w:w="5000" w:type="pct"/>
            <w:shd w:val="clear" w:color="auto" w:fill="E6E6E6"/>
            <w:hideMark/>
          </w:tcPr>
          <w:p w:rsidR="00FE2CB1" w:rsidRPr="0078600F" w:rsidRDefault="00FE2CB1" w:rsidP="00561E70">
            <w:pPr>
              <w:pStyle w:val="SDMTableBoxParaNumbered"/>
              <w:numPr>
                <w:ilvl w:val="0"/>
                <w:numId w:val="64"/>
              </w:numPr>
              <w:ind w:left="397" w:hanging="397"/>
            </w:pPr>
            <w:r w:rsidRPr="0078600F">
              <w:t>Indicate approach selected to address non-permanence for project activity, in accordance with the relevant provisions for addressing non-permanence in the Project standard.</w:t>
            </w:r>
          </w:p>
        </w:tc>
      </w:tr>
    </w:tbl>
    <w:p w:rsidR="009115E4" w:rsidRPr="0078600F" w:rsidRDefault="009115E4" w:rsidP="008A6A88">
      <w:pPr>
        <w:pStyle w:val="SDMPDDPoASubSection1"/>
        <w:numPr>
          <w:ilvl w:val="1"/>
          <w:numId w:val="85"/>
        </w:numPr>
        <w:tabs>
          <w:tab w:val="clear" w:pos="1474"/>
        </w:tabs>
        <w:ind w:left="709" w:hanging="709"/>
      </w:pPr>
      <w:r w:rsidRPr="0078600F">
        <w:t>Public funding of project activity</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A30112">
        <w:trPr>
          <w:cantSplit/>
        </w:trPr>
        <w:tc>
          <w:tcPr>
            <w:tcW w:w="5000" w:type="pct"/>
            <w:shd w:val="clear" w:color="auto" w:fill="E6E6E6"/>
          </w:tcPr>
          <w:p w:rsidR="009115E4" w:rsidRPr="0078600F" w:rsidRDefault="009115E4" w:rsidP="00877200">
            <w:pPr>
              <w:pStyle w:val="SDMTableBoxParaNumbered"/>
              <w:numPr>
                <w:ilvl w:val="0"/>
                <w:numId w:val="73"/>
              </w:numPr>
              <w:ind w:left="397" w:hanging="397"/>
            </w:pPr>
            <w:r w:rsidRPr="0078600F">
              <w:t>Indicate whether the project activity receives public funding from Parties included in Annex I. If so:</w:t>
            </w:r>
          </w:p>
        </w:tc>
      </w:tr>
      <w:tr w:rsidR="009115E4" w:rsidRPr="0078600F" w:rsidTr="00A30112">
        <w:trPr>
          <w:cantSplit/>
        </w:trPr>
        <w:tc>
          <w:tcPr>
            <w:tcW w:w="5000" w:type="pct"/>
            <w:shd w:val="clear" w:color="auto" w:fill="E6E6E6"/>
          </w:tcPr>
          <w:p w:rsidR="009115E4" w:rsidRPr="0078600F" w:rsidRDefault="009115E4" w:rsidP="00877200">
            <w:pPr>
              <w:pStyle w:val="SDMTableBoxParaNumbered"/>
              <w:numPr>
                <w:ilvl w:val="2"/>
                <w:numId w:val="24"/>
              </w:numPr>
            </w:pPr>
            <w:r w:rsidRPr="0078600F">
              <w:t>Provide information on Parties providing public funding;</w:t>
            </w:r>
          </w:p>
        </w:tc>
      </w:tr>
      <w:tr w:rsidR="009115E4" w:rsidRPr="0078600F" w:rsidTr="00A30112">
        <w:trPr>
          <w:cantSplit/>
        </w:trPr>
        <w:tc>
          <w:tcPr>
            <w:tcW w:w="5000" w:type="pct"/>
            <w:shd w:val="clear" w:color="auto" w:fill="E6E6E6"/>
          </w:tcPr>
          <w:p w:rsidR="009115E4" w:rsidRPr="0078600F" w:rsidRDefault="009115E4" w:rsidP="003A4326">
            <w:pPr>
              <w:pStyle w:val="SDMTableBoxParaNumbered"/>
              <w:numPr>
                <w:ilvl w:val="2"/>
                <w:numId w:val="24"/>
              </w:numPr>
            </w:pPr>
            <w:r w:rsidRPr="0078600F">
              <w:t xml:space="preserve">Attach in </w:t>
            </w:r>
            <w:r w:rsidR="003A4326" w:rsidRPr="0078600F">
              <w:fldChar w:fldCharType="begin"/>
            </w:r>
            <w:r w:rsidR="003A4326" w:rsidRPr="0078600F">
              <w:instrText xml:space="preserve"> REF _Ref391044279 \r \h </w:instrText>
            </w:r>
            <w:r w:rsidR="0078600F">
              <w:instrText xml:space="preserve"> \* MERGEFORMAT </w:instrText>
            </w:r>
            <w:r w:rsidR="003A4326" w:rsidRPr="0078600F">
              <w:fldChar w:fldCharType="separate"/>
            </w:r>
            <w:r w:rsidR="002309E6">
              <w:t>Appendix 2</w:t>
            </w:r>
            <w:r w:rsidR="003A4326" w:rsidRPr="0078600F">
              <w:fldChar w:fldCharType="end"/>
            </w:r>
            <w:r w:rsidRPr="0078600F">
              <w:t xml:space="preserve"> below the affirmation obtained from such Parties in accordance with applicable provisions related to official development assistance in the Project standard.</w:t>
            </w:r>
          </w:p>
        </w:tc>
      </w:tr>
      <w:tr w:rsidR="009115E4" w:rsidRPr="0078600F" w:rsidTr="00A30112">
        <w:trPr>
          <w:cantSplit/>
        </w:trPr>
        <w:tc>
          <w:tcPr>
            <w:tcW w:w="5000" w:type="pct"/>
            <w:shd w:val="clear" w:color="auto" w:fill="E6E6E6"/>
          </w:tcPr>
          <w:p w:rsidR="009115E4" w:rsidRPr="0078600F" w:rsidRDefault="009115E4" w:rsidP="00877200">
            <w:pPr>
              <w:pStyle w:val="SDMTableBoxParaNumbered"/>
              <w:numPr>
                <w:ilvl w:val="0"/>
                <w:numId w:val="73"/>
              </w:numPr>
              <w:ind w:left="397" w:hanging="397"/>
            </w:pPr>
            <w:r w:rsidRPr="0078600F">
              <w:t xml:space="preserve">When the </w:t>
            </w:r>
            <w:r w:rsidR="00B172E8" w:rsidRPr="0078600F">
              <w:rPr>
                <w:lang w:val="en-US"/>
              </w:rPr>
              <w:t>CDM</w:t>
            </w:r>
            <w:r w:rsidR="00B172E8" w:rsidRPr="0078600F">
              <w:rPr>
                <w:lang w:val="en-US"/>
              </w:rPr>
              <w:noBreakHyphen/>
              <w:t>SSC-AR-PDD-FORM</w:t>
            </w:r>
            <w:r w:rsidR="00B172E8" w:rsidRPr="0078600F">
              <w:t xml:space="preserve"> </w:t>
            </w:r>
            <w:r w:rsidRPr="0078600F">
              <w:t>is completed in support of a proposed new methodology, describe whether public funding from Parties included in Annex I is likely to be provided, indicating the Parties to the extent possible.</w:t>
            </w:r>
          </w:p>
        </w:tc>
      </w:tr>
    </w:tbl>
    <w:p w:rsidR="00D2660F" w:rsidRPr="0078600F" w:rsidRDefault="00B172E8" w:rsidP="00D2660F">
      <w:pPr>
        <w:pStyle w:val="SDMPDDPoASubSection1"/>
        <w:numPr>
          <w:ilvl w:val="1"/>
          <w:numId w:val="85"/>
        </w:numPr>
        <w:tabs>
          <w:tab w:val="clear" w:pos="1474"/>
        </w:tabs>
        <w:ind w:left="709" w:hanging="709"/>
      </w:pPr>
      <w:bookmarkStart w:id="88" w:name="_Toc318381915"/>
      <w:bookmarkStart w:id="89" w:name="_Toc350362727"/>
      <w:r w:rsidRPr="0078600F">
        <w:t>Debundling for project activity</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D2660F" w:rsidRPr="0078600F" w:rsidTr="00D2660F">
        <w:trPr>
          <w:cantSplit/>
        </w:trPr>
        <w:tc>
          <w:tcPr>
            <w:tcW w:w="5000" w:type="pct"/>
            <w:shd w:val="clear" w:color="auto" w:fill="E6E6E6"/>
            <w:hideMark/>
          </w:tcPr>
          <w:p w:rsidR="00D2660F" w:rsidRPr="0078600F" w:rsidRDefault="00D2660F" w:rsidP="001D258E">
            <w:pPr>
              <w:pStyle w:val="SDMTableBoxParaNumbered"/>
              <w:numPr>
                <w:ilvl w:val="0"/>
                <w:numId w:val="90"/>
              </w:numPr>
              <w:tabs>
                <w:tab w:val="clear" w:pos="0"/>
                <w:tab w:val="num" w:pos="426"/>
              </w:tabs>
              <w:ind w:left="426" w:hanging="426"/>
            </w:pPr>
            <w:r w:rsidRPr="0078600F">
              <w:rPr>
                <w:rFonts w:hint="eastAsia"/>
              </w:rPr>
              <w:t xml:space="preserve">Demonstrate that </w:t>
            </w:r>
            <w:r w:rsidRPr="0078600F">
              <w:t>the project activity is not a debundled component of a large-scale A/R project activity</w:t>
            </w:r>
            <w:r w:rsidRPr="0078600F">
              <w:rPr>
                <w:rFonts w:hint="eastAsia"/>
              </w:rPr>
              <w:t xml:space="preserve"> </w:t>
            </w:r>
            <w:r w:rsidRPr="0078600F">
              <w:t>in accordance with applicable provisions for debundling in the Project standard.</w:t>
            </w:r>
          </w:p>
        </w:tc>
      </w:tr>
    </w:tbl>
    <w:p w:rsidR="009115E4" w:rsidRPr="0078600F" w:rsidRDefault="009115E4" w:rsidP="008A6A88">
      <w:pPr>
        <w:pStyle w:val="SDMPDDPoASection"/>
        <w:numPr>
          <w:ilvl w:val="0"/>
          <w:numId w:val="85"/>
        </w:numPr>
        <w:tabs>
          <w:tab w:val="clear" w:pos="2325"/>
        </w:tabs>
        <w:ind w:left="1729" w:hanging="1729"/>
      </w:pPr>
      <w:r w:rsidRPr="0078600F">
        <w:t>Application of selected approved baseline and monitoring methodology</w:t>
      </w:r>
      <w:bookmarkEnd w:id="88"/>
      <w:bookmarkEnd w:id="89"/>
      <w:r w:rsidRPr="0078600F">
        <w:t xml:space="preserve"> and standardized baseline</w:t>
      </w:r>
    </w:p>
    <w:p w:rsidR="009115E4" w:rsidRPr="0078600F" w:rsidRDefault="009115E4" w:rsidP="00417372">
      <w:pPr>
        <w:pStyle w:val="SDMPDDPoASubSection1"/>
        <w:numPr>
          <w:ilvl w:val="1"/>
          <w:numId w:val="85"/>
        </w:numPr>
        <w:tabs>
          <w:tab w:val="clear" w:pos="1474"/>
        </w:tabs>
        <w:ind w:left="709" w:hanging="709"/>
      </w:pPr>
      <w:r w:rsidRPr="0078600F">
        <w:t>Reference of methodology and standardized baseline</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8A6A88">
        <w:trPr>
          <w:cantSplit/>
        </w:trPr>
        <w:tc>
          <w:tcPr>
            <w:tcW w:w="5000" w:type="pct"/>
            <w:shd w:val="clear" w:color="auto" w:fill="E6E6E6"/>
          </w:tcPr>
          <w:p w:rsidR="009115E4" w:rsidRPr="0078600F" w:rsidRDefault="009115E4" w:rsidP="00222F93">
            <w:pPr>
              <w:pStyle w:val="SDMTableBoxParaNumbered"/>
              <w:numPr>
                <w:ilvl w:val="0"/>
                <w:numId w:val="86"/>
              </w:numPr>
              <w:ind w:left="397" w:hanging="397"/>
            </w:pPr>
            <w:r w:rsidRPr="0078600F">
              <w:t>Indicate exact reference (number, title, version) of:</w:t>
            </w:r>
          </w:p>
        </w:tc>
      </w:tr>
      <w:tr w:rsidR="009115E4" w:rsidRPr="0078600F" w:rsidTr="008A6A88">
        <w:trPr>
          <w:cantSplit/>
        </w:trPr>
        <w:tc>
          <w:tcPr>
            <w:tcW w:w="5000" w:type="pct"/>
            <w:shd w:val="clear" w:color="auto" w:fill="E6E6E6"/>
          </w:tcPr>
          <w:p w:rsidR="009115E4" w:rsidRPr="0078600F" w:rsidRDefault="00B172E8" w:rsidP="0066173B">
            <w:pPr>
              <w:pStyle w:val="SDMTableBoxParaNumbered"/>
              <w:numPr>
                <w:ilvl w:val="2"/>
                <w:numId w:val="25"/>
              </w:numPr>
            </w:pPr>
            <w:r w:rsidRPr="0078600F">
              <w:t xml:space="preserve">The selected methodology(ies) (e.g. </w:t>
            </w:r>
            <w:r w:rsidR="0066173B" w:rsidRPr="0078600F">
              <w:t>AR-AMS0007: “</w:t>
            </w:r>
            <w:r w:rsidR="002E684E" w:rsidRPr="0078600F">
              <w:t xml:space="preserve">A/R Small-scale Methodology: </w:t>
            </w:r>
            <w:r w:rsidR="0066173B" w:rsidRPr="0078600F">
              <w:t xml:space="preserve">Afforestation and reforestation project activities implemented on lands other than wetlands” (Version </w:t>
            </w:r>
            <w:r w:rsidR="00432987" w:rsidRPr="0078600F">
              <w:t>0</w:t>
            </w:r>
            <w:r w:rsidR="0066173B" w:rsidRPr="0078600F">
              <w:t>3.0)</w:t>
            </w:r>
            <w:r w:rsidRPr="0078600F">
              <w:t>)</w:t>
            </w:r>
            <w:r w:rsidR="00FB1B48" w:rsidRPr="0078600F">
              <w:t>;</w:t>
            </w:r>
          </w:p>
        </w:tc>
      </w:tr>
      <w:tr w:rsidR="009115E4" w:rsidRPr="0078600F" w:rsidTr="008A6A88">
        <w:trPr>
          <w:cantSplit/>
        </w:trPr>
        <w:tc>
          <w:tcPr>
            <w:tcW w:w="5000" w:type="pct"/>
            <w:shd w:val="clear" w:color="auto" w:fill="E6E6E6"/>
          </w:tcPr>
          <w:p w:rsidR="009115E4" w:rsidRPr="0078600F" w:rsidRDefault="00B172E8" w:rsidP="0066173B">
            <w:pPr>
              <w:pStyle w:val="SDMTableBoxParaNumbered"/>
              <w:numPr>
                <w:ilvl w:val="2"/>
                <w:numId w:val="25"/>
              </w:numPr>
            </w:pPr>
            <w:r w:rsidRPr="0078600F">
              <w:t xml:space="preserve">Any tools and other methodologies to which the selected methodology(ies) refers (e.g. </w:t>
            </w:r>
            <w:r w:rsidR="0066173B" w:rsidRPr="0078600F">
              <w:t>“A/R Methodological tool: Estimation of carbon stocks and change in carbon stocks of trees and shrubs in A/R CDM project activities” (Version 04.1)</w:t>
            </w:r>
            <w:r w:rsidRPr="0078600F">
              <w:t>);</w:t>
            </w:r>
          </w:p>
          <w:p w:rsidR="009115E4" w:rsidRPr="0078600F" w:rsidRDefault="009115E4" w:rsidP="00877200">
            <w:pPr>
              <w:pStyle w:val="SDMTableBoxParaNumbered"/>
              <w:numPr>
                <w:ilvl w:val="2"/>
                <w:numId w:val="25"/>
              </w:numPr>
            </w:pPr>
            <w:r w:rsidRPr="0078600F">
              <w:t>The selected standardized baseline(s), where applicable</w:t>
            </w:r>
            <w:r w:rsidR="00FB1B48" w:rsidRPr="0078600F">
              <w:t>.</w:t>
            </w:r>
          </w:p>
        </w:tc>
      </w:tr>
      <w:tr w:rsidR="009115E4" w:rsidRPr="0078600F" w:rsidTr="008A6A88">
        <w:trPr>
          <w:cantSplit/>
        </w:trPr>
        <w:tc>
          <w:tcPr>
            <w:tcW w:w="5000" w:type="pct"/>
            <w:shd w:val="clear" w:color="auto" w:fill="E6E6E6"/>
          </w:tcPr>
          <w:p w:rsidR="009115E4" w:rsidRPr="0078600F" w:rsidRDefault="009115E4" w:rsidP="003A73C6">
            <w:pPr>
              <w:pStyle w:val="SDMTableBoxParaNumbered"/>
              <w:numPr>
                <w:ilvl w:val="0"/>
                <w:numId w:val="86"/>
              </w:numPr>
              <w:ind w:left="397" w:hanging="397"/>
            </w:pPr>
            <w:r w:rsidRPr="0078600F">
              <w:t>Refer to the UNFCCC CDM website for the exact reference of approved baseline and monitoring methodologies, tools and standardized baselines.</w:t>
            </w:r>
          </w:p>
        </w:tc>
      </w:tr>
    </w:tbl>
    <w:p w:rsidR="009115E4" w:rsidRPr="0078600F" w:rsidRDefault="009115E4" w:rsidP="00417372">
      <w:pPr>
        <w:pStyle w:val="SDMPDDPoASubSection1"/>
        <w:numPr>
          <w:ilvl w:val="1"/>
          <w:numId w:val="85"/>
        </w:numPr>
        <w:tabs>
          <w:tab w:val="clear" w:pos="1474"/>
        </w:tabs>
        <w:ind w:left="709" w:hanging="709"/>
      </w:pPr>
      <w:r w:rsidRPr="0078600F">
        <w:t>Applicability of methodology and standardized baseline</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4A255B">
        <w:trPr>
          <w:cantSplit/>
        </w:trPr>
        <w:tc>
          <w:tcPr>
            <w:tcW w:w="5000" w:type="pct"/>
            <w:shd w:val="clear" w:color="auto" w:fill="E6E6E6"/>
          </w:tcPr>
          <w:p w:rsidR="009115E4" w:rsidRPr="0078600F" w:rsidRDefault="009115E4" w:rsidP="003A4326">
            <w:pPr>
              <w:pStyle w:val="SDMTableBoxParaNumbered"/>
              <w:numPr>
                <w:ilvl w:val="0"/>
                <w:numId w:val="34"/>
              </w:numPr>
              <w:tabs>
                <w:tab w:val="clear" w:pos="0"/>
                <w:tab w:val="num" w:pos="454"/>
              </w:tabs>
              <w:ind w:left="454" w:hanging="454"/>
            </w:pPr>
            <w:bookmarkStart w:id="90" w:name="OLE_LINK3"/>
            <w:bookmarkStart w:id="91" w:name="OLE_LINK4"/>
            <w:r w:rsidRPr="0078600F">
              <w:t xml:space="preserve">Justify the choice of the selected </w:t>
            </w:r>
            <w:proofErr w:type="gramStart"/>
            <w:r w:rsidRPr="0078600F">
              <w:t>methodology(</w:t>
            </w:r>
            <w:proofErr w:type="gramEnd"/>
            <w:r w:rsidRPr="0078600F">
              <w:t xml:space="preserve">ies) and, where applicable, the selected standardized baseline(s) by showing that the project activity meets each applicability condition of the methodology(ies) and, where applicable, the selected standardized baseline(s). Explain documentation that has been used and provide the references to it or include the documentation in </w:t>
            </w:r>
            <w:r w:rsidR="003A4326" w:rsidRPr="0078600F">
              <w:fldChar w:fldCharType="begin"/>
            </w:r>
            <w:r w:rsidR="003A4326" w:rsidRPr="0078600F">
              <w:instrText xml:space="preserve"> REF _Ref391044300 \r \h </w:instrText>
            </w:r>
            <w:r w:rsidR="0078600F">
              <w:instrText xml:space="preserve"> \* MERGEFORMAT </w:instrText>
            </w:r>
            <w:r w:rsidR="003A4326" w:rsidRPr="0078600F">
              <w:fldChar w:fldCharType="separate"/>
            </w:r>
            <w:r w:rsidR="002309E6">
              <w:t>Appendix 3</w:t>
            </w:r>
            <w:r w:rsidR="003A4326" w:rsidRPr="0078600F">
              <w:fldChar w:fldCharType="end"/>
            </w:r>
            <w:r w:rsidRPr="0078600F">
              <w:t xml:space="preserve"> below.</w:t>
            </w:r>
          </w:p>
        </w:tc>
      </w:tr>
    </w:tbl>
    <w:p w:rsidR="00FB1B48" w:rsidRPr="0078600F" w:rsidRDefault="00FB1B48" w:rsidP="00417372">
      <w:pPr>
        <w:pStyle w:val="SDMPDDPoASubSection1"/>
        <w:numPr>
          <w:ilvl w:val="1"/>
          <w:numId w:val="85"/>
        </w:numPr>
        <w:tabs>
          <w:tab w:val="clear" w:pos="1474"/>
        </w:tabs>
        <w:ind w:left="709" w:hanging="709"/>
      </w:pPr>
      <w:bookmarkStart w:id="92" w:name="_Toc314831002"/>
      <w:bookmarkEnd w:id="90"/>
      <w:bookmarkEnd w:id="91"/>
      <w:r w:rsidRPr="0078600F">
        <w:t>Carbon pools and emission sources</w:t>
      </w:r>
      <w:bookmarkEnd w:id="92"/>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FB1B48" w:rsidRPr="0078600F" w:rsidTr="004A255B">
        <w:trPr>
          <w:cantSplit/>
        </w:trPr>
        <w:tc>
          <w:tcPr>
            <w:tcW w:w="5000" w:type="pct"/>
            <w:shd w:val="clear" w:color="auto" w:fill="E6E6E6"/>
            <w:hideMark/>
          </w:tcPr>
          <w:p w:rsidR="00FB1B48" w:rsidRPr="0078600F" w:rsidRDefault="00FB1B48" w:rsidP="004A255B">
            <w:pPr>
              <w:pStyle w:val="SDMTableBoxParaNumbered"/>
              <w:numPr>
                <w:ilvl w:val="0"/>
                <w:numId w:val="65"/>
              </w:numPr>
              <w:ind w:left="397" w:hanging="397"/>
            </w:pPr>
            <w:r w:rsidRPr="0078600F">
              <w:t xml:space="preserve">Justify the appropriateness of choice of carbon pools and GHGs in the project activity for the purpose of calculating baseline net GHG removals by sinks and actual net GHG removals by sinks for the project activity in accordance with the relevant provisions for application of selected baseline and monitoring methodology </w:t>
            </w:r>
            <w:r w:rsidR="00F32A11" w:rsidRPr="0078600F">
              <w:t xml:space="preserve">and selected standardized baseline </w:t>
            </w:r>
            <w:r w:rsidRPr="0078600F">
              <w:t>for A/R project activities in the Project standard.</w:t>
            </w:r>
          </w:p>
        </w:tc>
      </w:tr>
    </w:tbl>
    <w:p w:rsidR="00FB1B48" w:rsidRPr="0078600F" w:rsidRDefault="00FB1B48" w:rsidP="00FB1B4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E0" w:firstRow="1" w:lastRow="1" w:firstColumn="1" w:lastColumn="0" w:noHBand="0" w:noVBand="0"/>
      </w:tblPr>
      <w:tblGrid>
        <w:gridCol w:w="1699"/>
        <w:gridCol w:w="1593"/>
        <w:gridCol w:w="6563"/>
      </w:tblGrid>
      <w:tr w:rsidR="00FB1B48" w:rsidRPr="0078600F" w:rsidTr="007D0987">
        <w:trPr>
          <w:cantSplit/>
          <w:trHeight w:val="448"/>
          <w:tblHeader/>
        </w:trPr>
        <w:tc>
          <w:tcPr>
            <w:tcW w:w="862" w:type="pct"/>
            <w:tcBorders>
              <w:top w:val="single" w:sz="4" w:space="0" w:color="auto"/>
              <w:left w:val="single" w:sz="4" w:space="0" w:color="auto"/>
              <w:bottom w:val="single" w:sz="12" w:space="0" w:color="auto"/>
              <w:right w:val="nil"/>
              <w:tl2br w:val="nil"/>
              <w:tr2bl w:val="nil"/>
            </w:tcBorders>
            <w:shd w:val="clear" w:color="auto" w:fill="E6E6E6"/>
            <w:tcMar>
              <w:top w:w="57" w:type="dxa"/>
              <w:bottom w:w="57" w:type="dxa"/>
            </w:tcMar>
            <w:vAlign w:val="center"/>
            <w:hideMark/>
          </w:tcPr>
          <w:p w:rsidR="00FB1B48" w:rsidRPr="0078600F" w:rsidRDefault="00FB1B48" w:rsidP="000C13DB">
            <w:pPr>
              <w:pStyle w:val="SDMTableBoxParaNotNumbered"/>
              <w:keepNext/>
              <w:keepLines/>
              <w:jc w:val="center"/>
              <w:rPr>
                <w:b/>
              </w:rPr>
            </w:pPr>
            <w:r w:rsidRPr="0078600F">
              <w:rPr>
                <w:b/>
              </w:rPr>
              <w:t>Carbon pools</w:t>
            </w:r>
          </w:p>
        </w:tc>
        <w:tc>
          <w:tcPr>
            <w:tcW w:w="808" w:type="pct"/>
            <w:tcBorders>
              <w:top w:val="single" w:sz="4" w:space="0" w:color="auto"/>
              <w:left w:val="nil"/>
              <w:bottom w:val="single" w:sz="12" w:space="0" w:color="auto"/>
              <w:right w:val="nil"/>
              <w:tl2br w:val="nil"/>
              <w:tr2bl w:val="nil"/>
            </w:tcBorders>
            <w:shd w:val="clear" w:color="auto" w:fill="E6E6E6"/>
            <w:tcMar>
              <w:top w:w="57" w:type="dxa"/>
              <w:bottom w:w="57" w:type="dxa"/>
            </w:tcMar>
            <w:vAlign w:val="center"/>
            <w:hideMark/>
          </w:tcPr>
          <w:p w:rsidR="00FB1B48" w:rsidRPr="0078600F" w:rsidRDefault="00FB1B48" w:rsidP="000C13DB">
            <w:pPr>
              <w:pStyle w:val="SDMTableBoxParaNotNumbered"/>
              <w:keepNext/>
              <w:keepLines/>
              <w:jc w:val="center"/>
              <w:rPr>
                <w:b/>
                <w:szCs w:val="22"/>
              </w:rPr>
            </w:pPr>
            <w:r w:rsidRPr="0078600F">
              <w:rPr>
                <w:b/>
              </w:rPr>
              <w:t>Selected?</w:t>
            </w:r>
          </w:p>
        </w:tc>
        <w:tc>
          <w:tcPr>
            <w:tcW w:w="3330" w:type="pct"/>
            <w:tcBorders>
              <w:top w:val="single" w:sz="4" w:space="0" w:color="auto"/>
              <w:left w:val="nil"/>
              <w:bottom w:val="single" w:sz="12" w:space="0" w:color="auto"/>
              <w:right w:val="single" w:sz="4" w:space="0" w:color="auto"/>
              <w:tl2br w:val="nil"/>
              <w:tr2bl w:val="nil"/>
            </w:tcBorders>
            <w:shd w:val="clear" w:color="auto" w:fill="E6E6E6"/>
            <w:tcMar>
              <w:top w:w="57" w:type="dxa"/>
              <w:bottom w:w="57" w:type="dxa"/>
            </w:tcMar>
            <w:vAlign w:val="center"/>
            <w:hideMark/>
          </w:tcPr>
          <w:p w:rsidR="00FB1B48" w:rsidRPr="0078600F" w:rsidRDefault="00FB1B48" w:rsidP="000C13DB">
            <w:pPr>
              <w:pStyle w:val="SDMTableBoxParaNotNumbered"/>
              <w:keepNext/>
              <w:keepLines/>
              <w:jc w:val="center"/>
              <w:rPr>
                <w:b/>
              </w:rPr>
            </w:pPr>
            <w:r w:rsidRPr="0078600F">
              <w:rPr>
                <w:b/>
              </w:rPr>
              <w:t>Justification / Explanation</w:t>
            </w:r>
          </w:p>
        </w:tc>
      </w:tr>
      <w:tr w:rsidR="00FB1B48" w:rsidRPr="0078600F" w:rsidTr="007D0987">
        <w:trPr>
          <w:cantSplit/>
          <w:trHeight w:val="487"/>
        </w:trPr>
        <w:tc>
          <w:tcPr>
            <w:tcW w:w="862" w:type="pct"/>
            <w:shd w:val="clear" w:color="auto" w:fill="auto"/>
            <w:hideMark/>
          </w:tcPr>
          <w:p w:rsidR="00FB1B48" w:rsidRPr="0078600F" w:rsidRDefault="00FB1B48" w:rsidP="000C13DB">
            <w:pPr>
              <w:pStyle w:val="SDMTableBoxParaNotNumbered"/>
              <w:rPr>
                <w:b/>
              </w:rPr>
            </w:pPr>
            <w:r w:rsidRPr="0078600F">
              <w:rPr>
                <w:b/>
              </w:rPr>
              <w:t>…</w:t>
            </w:r>
          </w:p>
        </w:tc>
        <w:tc>
          <w:tcPr>
            <w:tcW w:w="808" w:type="pct"/>
            <w:shd w:val="clear" w:color="auto" w:fill="auto"/>
            <w:hideMark/>
          </w:tcPr>
          <w:p w:rsidR="00FB1B48" w:rsidRPr="0078600F" w:rsidRDefault="00FB1B48" w:rsidP="000C13DB">
            <w:pPr>
              <w:pStyle w:val="SDMTableBoxParaNotNumbered"/>
            </w:pPr>
            <w:r w:rsidRPr="0078600F">
              <w:t>…</w:t>
            </w:r>
          </w:p>
        </w:tc>
        <w:tc>
          <w:tcPr>
            <w:tcW w:w="3330" w:type="pct"/>
            <w:shd w:val="clear" w:color="auto" w:fill="auto"/>
            <w:hideMark/>
          </w:tcPr>
          <w:p w:rsidR="00FB1B48" w:rsidRPr="0078600F" w:rsidRDefault="00FB1B48" w:rsidP="000C13DB">
            <w:pPr>
              <w:pStyle w:val="SDMTableBoxParaNotNumbered"/>
            </w:pPr>
            <w:r w:rsidRPr="0078600F">
              <w:t>…</w:t>
            </w:r>
          </w:p>
        </w:tc>
      </w:tr>
    </w:tbl>
    <w:p w:rsidR="00FB1B48" w:rsidRPr="0078600F" w:rsidRDefault="00FB1B48" w:rsidP="00FB1B48"/>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1311"/>
        <w:gridCol w:w="1543"/>
        <w:gridCol w:w="1543"/>
        <w:gridCol w:w="5458"/>
      </w:tblGrid>
      <w:tr w:rsidR="007D0C2F" w:rsidRPr="0078600F" w:rsidTr="006B253C">
        <w:trPr>
          <w:trHeight w:val="448"/>
          <w:jc w:val="center"/>
        </w:trPr>
        <w:tc>
          <w:tcPr>
            <w:tcW w:w="665" w:type="pct"/>
            <w:shd w:val="clear" w:color="auto" w:fill="D9D9D9"/>
            <w:vAlign w:val="center"/>
          </w:tcPr>
          <w:p w:rsidR="007D0C2F" w:rsidRPr="0078600F" w:rsidRDefault="007D0C2F" w:rsidP="007D0C2F">
            <w:pPr>
              <w:pStyle w:val="SDMTableBoxParaNotNumbered"/>
              <w:jc w:val="center"/>
              <w:rPr>
                <w:b/>
              </w:rPr>
            </w:pPr>
            <w:r w:rsidRPr="0078600F">
              <w:rPr>
                <w:b/>
              </w:rPr>
              <w:t>Sources</w:t>
            </w:r>
          </w:p>
        </w:tc>
        <w:tc>
          <w:tcPr>
            <w:tcW w:w="783" w:type="pct"/>
            <w:shd w:val="clear" w:color="auto" w:fill="D9D9D9"/>
            <w:vAlign w:val="center"/>
          </w:tcPr>
          <w:p w:rsidR="007D0C2F" w:rsidRPr="0078600F" w:rsidRDefault="007D0C2F" w:rsidP="007D0C2F">
            <w:pPr>
              <w:pStyle w:val="SDMTableBoxParaNotNumbered"/>
              <w:jc w:val="center"/>
              <w:rPr>
                <w:b/>
              </w:rPr>
            </w:pPr>
            <w:r w:rsidRPr="0078600F">
              <w:rPr>
                <w:b/>
              </w:rPr>
              <w:t>GHGs</w:t>
            </w:r>
          </w:p>
        </w:tc>
        <w:tc>
          <w:tcPr>
            <w:tcW w:w="783" w:type="pct"/>
            <w:shd w:val="clear" w:color="auto" w:fill="D9D9D9"/>
            <w:vAlign w:val="center"/>
          </w:tcPr>
          <w:p w:rsidR="007D0C2F" w:rsidRPr="0078600F" w:rsidRDefault="007D0C2F" w:rsidP="007D0C2F">
            <w:pPr>
              <w:pStyle w:val="SDMTableBoxParaNotNumbered"/>
              <w:jc w:val="center"/>
              <w:rPr>
                <w:b/>
              </w:rPr>
            </w:pPr>
            <w:r w:rsidRPr="0078600F">
              <w:rPr>
                <w:b/>
              </w:rPr>
              <w:t>Included?</w:t>
            </w:r>
          </w:p>
        </w:tc>
        <w:tc>
          <w:tcPr>
            <w:tcW w:w="2769" w:type="pct"/>
            <w:shd w:val="clear" w:color="auto" w:fill="D9D9D9"/>
            <w:vAlign w:val="center"/>
          </w:tcPr>
          <w:p w:rsidR="007D0C2F" w:rsidRPr="0078600F" w:rsidRDefault="007D0C2F" w:rsidP="007D0C2F">
            <w:pPr>
              <w:pStyle w:val="SDMTableBoxParaNotNumbered"/>
              <w:jc w:val="center"/>
              <w:rPr>
                <w:b/>
              </w:rPr>
            </w:pPr>
            <w:r w:rsidRPr="0078600F">
              <w:rPr>
                <w:b/>
              </w:rPr>
              <w:t>Justification / Explanation</w:t>
            </w:r>
          </w:p>
        </w:tc>
      </w:tr>
      <w:tr w:rsidR="007D0C2F" w:rsidRPr="0078600F" w:rsidTr="006B253C">
        <w:trPr>
          <w:trHeight w:val="261"/>
          <w:jc w:val="center"/>
        </w:trPr>
        <w:tc>
          <w:tcPr>
            <w:tcW w:w="665" w:type="pct"/>
            <w:vMerge w:val="restart"/>
            <w:shd w:val="clear" w:color="auto" w:fill="D9D9D9"/>
            <w:textDirection w:val="btLr"/>
          </w:tcPr>
          <w:p w:rsidR="007D0C2F" w:rsidRPr="0078600F" w:rsidRDefault="007D0C2F" w:rsidP="006B253C">
            <w:pPr>
              <w:pStyle w:val="SDMTableBoxParaNotNumbered"/>
              <w:rPr>
                <w:b/>
              </w:rPr>
            </w:pPr>
            <w:r w:rsidRPr="0078600F">
              <w:rPr>
                <w:b/>
              </w:rPr>
              <w:t>Source 1</w:t>
            </w:r>
          </w:p>
        </w:tc>
        <w:tc>
          <w:tcPr>
            <w:tcW w:w="783" w:type="pct"/>
            <w:shd w:val="clear" w:color="auto" w:fill="auto"/>
          </w:tcPr>
          <w:p w:rsidR="007D0C2F" w:rsidRPr="0078600F" w:rsidRDefault="007D0C2F" w:rsidP="006B253C">
            <w:pPr>
              <w:pStyle w:val="SDMTableBoxParaNotNumbered"/>
            </w:pPr>
            <w:r w:rsidRPr="0078600F">
              <w:t>CO</w:t>
            </w:r>
            <w:r w:rsidRPr="0078600F">
              <w:rPr>
                <w:vertAlign w:val="subscript"/>
              </w:rPr>
              <w:t>2</w:t>
            </w:r>
          </w:p>
        </w:tc>
        <w:tc>
          <w:tcPr>
            <w:tcW w:w="783" w:type="pct"/>
            <w:shd w:val="clear" w:color="auto" w:fill="auto"/>
          </w:tcPr>
          <w:p w:rsidR="007D0C2F" w:rsidRPr="0078600F" w:rsidRDefault="007D0C2F" w:rsidP="006B253C">
            <w:pPr>
              <w:pStyle w:val="SDMTableBoxParaNotNumbered"/>
            </w:pPr>
          </w:p>
        </w:tc>
        <w:tc>
          <w:tcPr>
            <w:tcW w:w="2769" w:type="pct"/>
            <w:shd w:val="clear" w:color="auto" w:fill="auto"/>
          </w:tcPr>
          <w:p w:rsidR="007D0C2F" w:rsidRPr="0078600F" w:rsidRDefault="007D0C2F" w:rsidP="006B253C">
            <w:pPr>
              <w:pStyle w:val="SDMTableBoxParaNotNumbered"/>
            </w:pPr>
          </w:p>
        </w:tc>
      </w:tr>
      <w:tr w:rsidR="007D0C2F" w:rsidRPr="0078600F" w:rsidTr="006B253C">
        <w:trPr>
          <w:trHeight w:val="262"/>
          <w:jc w:val="center"/>
        </w:trPr>
        <w:tc>
          <w:tcPr>
            <w:tcW w:w="665" w:type="pct"/>
            <w:vMerge/>
            <w:shd w:val="clear" w:color="auto" w:fill="D9D9D9"/>
            <w:textDirection w:val="btLr"/>
          </w:tcPr>
          <w:p w:rsidR="007D0C2F" w:rsidRPr="0078600F" w:rsidRDefault="007D0C2F" w:rsidP="006B253C">
            <w:pPr>
              <w:pStyle w:val="SDMTableBoxParaNotNumbered"/>
              <w:rPr>
                <w:b/>
              </w:rPr>
            </w:pPr>
          </w:p>
        </w:tc>
        <w:tc>
          <w:tcPr>
            <w:tcW w:w="783" w:type="pct"/>
            <w:shd w:val="clear" w:color="auto" w:fill="auto"/>
          </w:tcPr>
          <w:p w:rsidR="007D0C2F" w:rsidRPr="0078600F" w:rsidRDefault="007D0C2F" w:rsidP="006B253C">
            <w:pPr>
              <w:pStyle w:val="SDMTableBoxParaNotNumbered"/>
            </w:pPr>
            <w:r w:rsidRPr="0078600F">
              <w:t>CH</w:t>
            </w:r>
            <w:r w:rsidRPr="0078600F">
              <w:rPr>
                <w:vertAlign w:val="subscript"/>
              </w:rPr>
              <w:t>4</w:t>
            </w:r>
          </w:p>
        </w:tc>
        <w:tc>
          <w:tcPr>
            <w:tcW w:w="783" w:type="pct"/>
            <w:shd w:val="clear" w:color="auto" w:fill="auto"/>
          </w:tcPr>
          <w:p w:rsidR="007D0C2F" w:rsidRPr="0078600F" w:rsidRDefault="007D0C2F" w:rsidP="006B253C">
            <w:pPr>
              <w:pStyle w:val="SDMTableBoxParaNotNumbered"/>
            </w:pPr>
          </w:p>
        </w:tc>
        <w:tc>
          <w:tcPr>
            <w:tcW w:w="2769" w:type="pct"/>
            <w:shd w:val="clear" w:color="auto" w:fill="auto"/>
          </w:tcPr>
          <w:p w:rsidR="007D0C2F" w:rsidRPr="0078600F" w:rsidRDefault="007D0C2F" w:rsidP="006B253C">
            <w:pPr>
              <w:pStyle w:val="SDMTableBoxParaNotNumbered"/>
            </w:pPr>
          </w:p>
        </w:tc>
      </w:tr>
      <w:tr w:rsidR="007D0C2F" w:rsidRPr="0078600F" w:rsidTr="006B253C">
        <w:trPr>
          <w:trHeight w:val="262"/>
          <w:jc w:val="center"/>
        </w:trPr>
        <w:tc>
          <w:tcPr>
            <w:tcW w:w="665" w:type="pct"/>
            <w:vMerge/>
            <w:shd w:val="clear" w:color="auto" w:fill="D9D9D9"/>
            <w:textDirection w:val="btLr"/>
          </w:tcPr>
          <w:p w:rsidR="007D0C2F" w:rsidRPr="0078600F" w:rsidRDefault="007D0C2F" w:rsidP="006B253C">
            <w:pPr>
              <w:pStyle w:val="SDMTableBoxParaNotNumbered"/>
              <w:rPr>
                <w:b/>
              </w:rPr>
            </w:pPr>
          </w:p>
        </w:tc>
        <w:tc>
          <w:tcPr>
            <w:tcW w:w="783" w:type="pct"/>
            <w:shd w:val="clear" w:color="auto" w:fill="auto"/>
          </w:tcPr>
          <w:p w:rsidR="007D0C2F" w:rsidRPr="0078600F" w:rsidRDefault="007D0C2F" w:rsidP="006B253C">
            <w:pPr>
              <w:pStyle w:val="SDMTableBoxParaNotNumbered"/>
            </w:pPr>
            <w:r w:rsidRPr="0078600F">
              <w:t>N</w:t>
            </w:r>
            <w:r w:rsidRPr="0078600F">
              <w:rPr>
                <w:vertAlign w:val="subscript"/>
              </w:rPr>
              <w:t>2</w:t>
            </w:r>
            <w:r w:rsidRPr="0078600F">
              <w:t>O</w:t>
            </w:r>
          </w:p>
        </w:tc>
        <w:tc>
          <w:tcPr>
            <w:tcW w:w="783" w:type="pct"/>
            <w:shd w:val="clear" w:color="auto" w:fill="auto"/>
          </w:tcPr>
          <w:p w:rsidR="007D0C2F" w:rsidRPr="0078600F" w:rsidRDefault="007D0C2F" w:rsidP="006B253C">
            <w:pPr>
              <w:pStyle w:val="SDMTableBoxParaNotNumbered"/>
            </w:pPr>
          </w:p>
        </w:tc>
        <w:tc>
          <w:tcPr>
            <w:tcW w:w="2769" w:type="pct"/>
            <w:shd w:val="clear" w:color="auto" w:fill="auto"/>
          </w:tcPr>
          <w:p w:rsidR="007D0C2F" w:rsidRPr="0078600F" w:rsidRDefault="007D0C2F" w:rsidP="006B253C">
            <w:pPr>
              <w:pStyle w:val="SDMTableBoxParaNotNumbered"/>
            </w:pPr>
          </w:p>
        </w:tc>
      </w:tr>
      <w:tr w:rsidR="007D0C2F" w:rsidRPr="0078600F" w:rsidTr="006B253C">
        <w:trPr>
          <w:trHeight w:val="262"/>
          <w:jc w:val="center"/>
        </w:trPr>
        <w:tc>
          <w:tcPr>
            <w:tcW w:w="665" w:type="pct"/>
            <w:vMerge/>
            <w:shd w:val="clear" w:color="auto" w:fill="D9D9D9"/>
            <w:textDirection w:val="btLr"/>
          </w:tcPr>
          <w:p w:rsidR="007D0C2F" w:rsidRPr="0078600F" w:rsidRDefault="007D0C2F" w:rsidP="006B253C">
            <w:pPr>
              <w:pStyle w:val="SDMTableBoxParaNotNumbered"/>
              <w:rPr>
                <w:b/>
              </w:rPr>
            </w:pPr>
          </w:p>
        </w:tc>
        <w:tc>
          <w:tcPr>
            <w:tcW w:w="783" w:type="pct"/>
            <w:shd w:val="clear" w:color="auto" w:fill="auto"/>
          </w:tcPr>
          <w:p w:rsidR="007D0C2F" w:rsidRPr="0078600F" w:rsidRDefault="007D0C2F" w:rsidP="006B253C">
            <w:pPr>
              <w:pStyle w:val="SDMTableBoxParaNotNumbered"/>
            </w:pPr>
            <w:r w:rsidRPr="0078600F">
              <w:t>…</w:t>
            </w:r>
          </w:p>
        </w:tc>
        <w:tc>
          <w:tcPr>
            <w:tcW w:w="783" w:type="pct"/>
            <w:shd w:val="clear" w:color="auto" w:fill="auto"/>
          </w:tcPr>
          <w:p w:rsidR="007D0C2F" w:rsidRPr="0078600F" w:rsidRDefault="007D0C2F" w:rsidP="006B253C">
            <w:pPr>
              <w:pStyle w:val="SDMTableBoxParaNotNumbered"/>
            </w:pPr>
          </w:p>
        </w:tc>
        <w:tc>
          <w:tcPr>
            <w:tcW w:w="2769" w:type="pct"/>
            <w:shd w:val="clear" w:color="auto" w:fill="auto"/>
          </w:tcPr>
          <w:p w:rsidR="007D0C2F" w:rsidRPr="0078600F" w:rsidRDefault="007D0C2F" w:rsidP="006B253C">
            <w:pPr>
              <w:pStyle w:val="SDMTableBoxParaNotNumbered"/>
            </w:pPr>
          </w:p>
        </w:tc>
      </w:tr>
      <w:tr w:rsidR="007D0C2F" w:rsidRPr="0078600F" w:rsidTr="006B253C">
        <w:trPr>
          <w:trHeight w:val="262"/>
          <w:jc w:val="center"/>
        </w:trPr>
        <w:tc>
          <w:tcPr>
            <w:tcW w:w="665" w:type="pct"/>
            <w:vMerge w:val="restart"/>
            <w:shd w:val="clear" w:color="auto" w:fill="D9D9D9"/>
            <w:textDirection w:val="btLr"/>
          </w:tcPr>
          <w:p w:rsidR="007D0C2F" w:rsidRPr="0078600F" w:rsidRDefault="007D0C2F" w:rsidP="006B253C">
            <w:pPr>
              <w:pStyle w:val="SDMTableBoxParaNotNumbered"/>
              <w:rPr>
                <w:b/>
              </w:rPr>
            </w:pPr>
            <w:r w:rsidRPr="0078600F">
              <w:rPr>
                <w:b/>
              </w:rPr>
              <w:t>Source 2</w:t>
            </w:r>
          </w:p>
        </w:tc>
        <w:tc>
          <w:tcPr>
            <w:tcW w:w="783" w:type="pct"/>
            <w:shd w:val="clear" w:color="auto" w:fill="auto"/>
          </w:tcPr>
          <w:p w:rsidR="007D0C2F" w:rsidRPr="0078600F" w:rsidRDefault="007D0C2F" w:rsidP="006B253C">
            <w:pPr>
              <w:pStyle w:val="SDMTableBoxParaNotNumbered"/>
            </w:pPr>
            <w:r w:rsidRPr="0078600F">
              <w:t>CO</w:t>
            </w:r>
            <w:r w:rsidRPr="0078600F">
              <w:rPr>
                <w:vertAlign w:val="subscript"/>
              </w:rPr>
              <w:t>2</w:t>
            </w:r>
          </w:p>
        </w:tc>
        <w:tc>
          <w:tcPr>
            <w:tcW w:w="783" w:type="pct"/>
            <w:shd w:val="clear" w:color="auto" w:fill="auto"/>
          </w:tcPr>
          <w:p w:rsidR="007D0C2F" w:rsidRPr="0078600F" w:rsidRDefault="007D0C2F" w:rsidP="006B253C">
            <w:pPr>
              <w:pStyle w:val="SDMTableBoxParaNotNumbered"/>
            </w:pPr>
          </w:p>
        </w:tc>
        <w:tc>
          <w:tcPr>
            <w:tcW w:w="2769" w:type="pct"/>
            <w:shd w:val="clear" w:color="auto" w:fill="auto"/>
          </w:tcPr>
          <w:p w:rsidR="007D0C2F" w:rsidRPr="0078600F" w:rsidRDefault="007D0C2F" w:rsidP="006B253C">
            <w:pPr>
              <w:pStyle w:val="SDMTableBoxParaNotNumbered"/>
            </w:pPr>
          </w:p>
        </w:tc>
      </w:tr>
      <w:tr w:rsidR="007D0C2F" w:rsidRPr="0078600F" w:rsidTr="006B253C">
        <w:trPr>
          <w:trHeight w:val="262"/>
          <w:jc w:val="center"/>
        </w:trPr>
        <w:tc>
          <w:tcPr>
            <w:tcW w:w="665" w:type="pct"/>
            <w:vMerge/>
            <w:shd w:val="clear" w:color="auto" w:fill="D9D9D9"/>
          </w:tcPr>
          <w:p w:rsidR="007D0C2F" w:rsidRPr="0078600F" w:rsidRDefault="007D0C2F" w:rsidP="006B253C">
            <w:pPr>
              <w:pStyle w:val="SDMTableBoxParaNotNumbered"/>
              <w:rPr>
                <w:b/>
              </w:rPr>
            </w:pPr>
          </w:p>
        </w:tc>
        <w:tc>
          <w:tcPr>
            <w:tcW w:w="783" w:type="pct"/>
            <w:shd w:val="clear" w:color="auto" w:fill="auto"/>
          </w:tcPr>
          <w:p w:rsidR="007D0C2F" w:rsidRPr="0078600F" w:rsidRDefault="007D0C2F" w:rsidP="006B253C">
            <w:pPr>
              <w:pStyle w:val="SDMTableBoxParaNotNumbered"/>
            </w:pPr>
            <w:r w:rsidRPr="0078600F">
              <w:t>CH</w:t>
            </w:r>
            <w:r w:rsidRPr="0078600F">
              <w:rPr>
                <w:vertAlign w:val="subscript"/>
              </w:rPr>
              <w:t>4</w:t>
            </w:r>
          </w:p>
        </w:tc>
        <w:tc>
          <w:tcPr>
            <w:tcW w:w="783" w:type="pct"/>
            <w:shd w:val="clear" w:color="auto" w:fill="auto"/>
          </w:tcPr>
          <w:p w:rsidR="007D0C2F" w:rsidRPr="0078600F" w:rsidRDefault="007D0C2F" w:rsidP="006B253C">
            <w:pPr>
              <w:pStyle w:val="SDMTableBoxParaNotNumbered"/>
            </w:pPr>
          </w:p>
        </w:tc>
        <w:tc>
          <w:tcPr>
            <w:tcW w:w="2769" w:type="pct"/>
            <w:shd w:val="clear" w:color="auto" w:fill="auto"/>
          </w:tcPr>
          <w:p w:rsidR="007D0C2F" w:rsidRPr="0078600F" w:rsidRDefault="007D0C2F" w:rsidP="006B253C">
            <w:pPr>
              <w:pStyle w:val="SDMTableBoxParaNotNumbered"/>
            </w:pPr>
          </w:p>
        </w:tc>
      </w:tr>
      <w:tr w:rsidR="007D0C2F" w:rsidRPr="0078600F" w:rsidTr="006B253C">
        <w:trPr>
          <w:trHeight w:val="262"/>
          <w:jc w:val="center"/>
        </w:trPr>
        <w:tc>
          <w:tcPr>
            <w:tcW w:w="665" w:type="pct"/>
            <w:vMerge/>
            <w:shd w:val="clear" w:color="auto" w:fill="D9D9D9"/>
          </w:tcPr>
          <w:p w:rsidR="007D0C2F" w:rsidRPr="0078600F" w:rsidRDefault="007D0C2F" w:rsidP="006B253C">
            <w:pPr>
              <w:pStyle w:val="SDMTableBoxParaNotNumbered"/>
              <w:rPr>
                <w:b/>
              </w:rPr>
            </w:pPr>
          </w:p>
        </w:tc>
        <w:tc>
          <w:tcPr>
            <w:tcW w:w="783" w:type="pct"/>
            <w:shd w:val="clear" w:color="auto" w:fill="auto"/>
          </w:tcPr>
          <w:p w:rsidR="007D0C2F" w:rsidRPr="0078600F" w:rsidRDefault="007D0C2F" w:rsidP="006B253C">
            <w:pPr>
              <w:pStyle w:val="SDMTableBoxParaNotNumbered"/>
            </w:pPr>
            <w:r w:rsidRPr="0078600F">
              <w:t>N</w:t>
            </w:r>
            <w:r w:rsidRPr="0078600F">
              <w:rPr>
                <w:vertAlign w:val="subscript"/>
              </w:rPr>
              <w:t>2</w:t>
            </w:r>
            <w:r w:rsidRPr="0078600F">
              <w:t>O</w:t>
            </w:r>
          </w:p>
        </w:tc>
        <w:tc>
          <w:tcPr>
            <w:tcW w:w="783" w:type="pct"/>
            <w:shd w:val="clear" w:color="auto" w:fill="auto"/>
          </w:tcPr>
          <w:p w:rsidR="007D0C2F" w:rsidRPr="0078600F" w:rsidRDefault="007D0C2F" w:rsidP="006B253C">
            <w:pPr>
              <w:pStyle w:val="SDMTableBoxParaNotNumbered"/>
            </w:pPr>
          </w:p>
        </w:tc>
        <w:tc>
          <w:tcPr>
            <w:tcW w:w="2769" w:type="pct"/>
            <w:shd w:val="clear" w:color="auto" w:fill="auto"/>
          </w:tcPr>
          <w:p w:rsidR="007D0C2F" w:rsidRPr="0078600F" w:rsidRDefault="007D0C2F" w:rsidP="006B253C">
            <w:pPr>
              <w:pStyle w:val="SDMTableBoxParaNotNumbered"/>
            </w:pPr>
          </w:p>
        </w:tc>
      </w:tr>
      <w:tr w:rsidR="007D0C2F" w:rsidRPr="0078600F" w:rsidTr="006B253C">
        <w:trPr>
          <w:trHeight w:val="262"/>
          <w:jc w:val="center"/>
        </w:trPr>
        <w:tc>
          <w:tcPr>
            <w:tcW w:w="665" w:type="pct"/>
            <w:vMerge/>
            <w:shd w:val="clear" w:color="auto" w:fill="D9D9D9"/>
          </w:tcPr>
          <w:p w:rsidR="007D0C2F" w:rsidRPr="0078600F" w:rsidRDefault="007D0C2F" w:rsidP="006B253C">
            <w:pPr>
              <w:pStyle w:val="SDMTableBoxParaNotNumbered"/>
              <w:rPr>
                <w:b/>
              </w:rPr>
            </w:pPr>
          </w:p>
        </w:tc>
        <w:tc>
          <w:tcPr>
            <w:tcW w:w="783" w:type="pct"/>
            <w:shd w:val="clear" w:color="auto" w:fill="auto"/>
          </w:tcPr>
          <w:p w:rsidR="007D0C2F" w:rsidRPr="0078600F" w:rsidRDefault="007D0C2F" w:rsidP="006B253C">
            <w:pPr>
              <w:pStyle w:val="SDMTableBoxParaNotNumbered"/>
            </w:pPr>
            <w:r w:rsidRPr="0078600F">
              <w:t>…</w:t>
            </w:r>
          </w:p>
        </w:tc>
        <w:tc>
          <w:tcPr>
            <w:tcW w:w="783" w:type="pct"/>
            <w:shd w:val="clear" w:color="auto" w:fill="auto"/>
          </w:tcPr>
          <w:p w:rsidR="007D0C2F" w:rsidRPr="0078600F" w:rsidRDefault="007D0C2F" w:rsidP="006B253C">
            <w:pPr>
              <w:pStyle w:val="SDMTableBoxParaNotNumbered"/>
            </w:pPr>
          </w:p>
        </w:tc>
        <w:tc>
          <w:tcPr>
            <w:tcW w:w="2769" w:type="pct"/>
            <w:shd w:val="clear" w:color="auto" w:fill="auto"/>
          </w:tcPr>
          <w:p w:rsidR="007D0C2F" w:rsidRPr="0078600F" w:rsidRDefault="007D0C2F" w:rsidP="006B253C">
            <w:pPr>
              <w:pStyle w:val="SDMTableBoxParaNotNumbered"/>
            </w:pPr>
          </w:p>
        </w:tc>
      </w:tr>
    </w:tbl>
    <w:p w:rsidR="00FB1B48" w:rsidRPr="0078600F" w:rsidRDefault="00FB1B48" w:rsidP="00417372">
      <w:pPr>
        <w:pStyle w:val="SDMPDDPoASubSection1"/>
        <w:numPr>
          <w:ilvl w:val="1"/>
          <w:numId w:val="85"/>
        </w:numPr>
        <w:tabs>
          <w:tab w:val="clear" w:pos="1474"/>
        </w:tabs>
        <w:ind w:left="709" w:hanging="709"/>
      </w:pPr>
      <w:bookmarkStart w:id="93" w:name="_Toc314831003"/>
      <w:bookmarkStart w:id="94" w:name="_Ref314826761"/>
      <w:r w:rsidRPr="0078600F">
        <w:t>Identification of strata</w:t>
      </w:r>
      <w:bookmarkEnd w:id="93"/>
      <w:bookmarkEnd w:id="94"/>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FB1B48" w:rsidRPr="0078600F" w:rsidTr="007D0987">
        <w:trPr>
          <w:cantSplit/>
        </w:trPr>
        <w:tc>
          <w:tcPr>
            <w:tcW w:w="5000" w:type="pct"/>
            <w:shd w:val="clear" w:color="auto" w:fill="E6E6E6"/>
            <w:hideMark/>
          </w:tcPr>
          <w:p w:rsidR="00FB1B48" w:rsidRPr="0078600F" w:rsidRDefault="00B35C75" w:rsidP="00222F93">
            <w:pPr>
              <w:pStyle w:val="SDMTableBoxParaNumbered"/>
              <w:numPr>
                <w:ilvl w:val="0"/>
                <w:numId w:val="66"/>
              </w:numPr>
              <w:ind w:left="397" w:hanging="397"/>
            </w:pPr>
            <w:r w:rsidRPr="0078600F">
              <w:t>Describe the results of the application of the ex ante stratification procedure, if any.</w:t>
            </w:r>
          </w:p>
        </w:tc>
      </w:tr>
    </w:tbl>
    <w:p w:rsidR="009115E4" w:rsidRPr="0078600F" w:rsidRDefault="009115E4" w:rsidP="00417372">
      <w:pPr>
        <w:pStyle w:val="SDMPDDPoASubSection1"/>
        <w:numPr>
          <w:ilvl w:val="1"/>
          <w:numId w:val="85"/>
        </w:numPr>
        <w:tabs>
          <w:tab w:val="clear" w:pos="1474"/>
        </w:tabs>
        <w:ind w:left="709" w:hanging="709"/>
      </w:pPr>
      <w:r w:rsidRPr="0078600F">
        <w:t>Establishment and description of baseline scenario</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7D0987">
        <w:trPr>
          <w:cantSplit/>
        </w:trPr>
        <w:tc>
          <w:tcPr>
            <w:tcW w:w="5000" w:type="pct"/>
            <w:shd w:val="clear" w:color="auto" w:fill="E6E6E6"/>
          </w:tcPr>
          <w:p w:rsidR="009115E4" w:rsidRPr="0078600F" w:rsidRDefault="00DD79BA" w:rsidP="00222F93">
            <w:pPr>
              <w:pStyle w:val="SDMTableBoxParaNotNumbered"/>
              <w:numPr>
                <w:ilvl w:val="0"/>
                <w:numId w:val="35"/>
              </w:numPr>
              <w:ind w:left="397" w:hanging="397"/>
            </w:pPr>
            <w:r w:rsidRPr="0078600F">
              <w:t xml:space="preserve">Explain how the baseline scenario is established for each stratum of the project activity in accordance with the selected </w:t>
            </w:r>
            <w:proofErr w:type="gramStart"/>
            <w:r w:rsidRPr="0078600F">
              <w:t>methodology(</w:t>
            </w:r>
            <w:proofErr w:type="gramEnd"/>
            <w:r w:rsidRPr="0078600F">
              <w:t>ies) and applicable provisions in the Project standard.</w:t>
            </w:r>
          </w:p>
          <w:p w:rsidR="009115E4" w:rsidRPr="0078600F" w:rsidRDefault="009115E4" w:rsidP="00222F93">
            <w:pPr>
              <w:pStyle w:val="SDMTableBoxParaNotNumbered"/>
              <w:numPr>
                <w:ilvl w:val="0"/>
                <w:numId w:val="35"/>
              </w:numPr>
              <w:ind w:left="397" w:hanging="397"/>
            </w:pPr>
            <w:r w:rsidRPr="0078600F">
              <w:t xml:space="preserve">Where the procedure in the selected </w:t>
            </w:r>
            <w:proofErr w:type="gramStart"/>
            <w:r w:rsidRPr="0078600F">
              <w:t>methodology(</w:t>
            </w:r>
            <w:proofErr w:type="gramEnd"/>
            <w:r w:rsidRPr="0078600F">
              <w:t>ies) involves several steps, describe how each step is applied and transparently document the outcome of each step. Explain and justify key assumptions and rationales. Provide and explain all data used to establish the baseline scenario (variables, parameters, data sources, etc.). Provide all relevant documentation and/or references.</w:t>
            </w:r>
          </w:p>
        </w:tc>
      </w:tr>
      <w:tr w:rsidR="009115E4" w:rsidRPr="0078600F" w:rsidTr="007D0987">
        <w:trPr>
          <w:cantSplit/>
        </w:trPr>
        <w:tc>
          <w:tcPr>
            <w:tcW w:w="5000" w:type="pct"/>
            <w:shd w:val="clear" w:color="auto" w:fill="E6E6E6"/>
          </w:tcPr>
          <w:p w:rsidR="009115E4" w:rsidRPr="0078600F" w:rsidRDefault="009115E4" w:rsidP="00222F93">
            <w:pPr>
              <w:pStyle w:val="SDMTableBoxParaNotNumbered"/>
              <w:numPr>
                <w:ilvl w:val="0"/>
                <w:numId w:val="35"/>
              </w:numPr>
              <w:ind w:left="397" w:hanging="397"/>
            </w:pPr>
            <w:r w:rsidRPr="0078600F">
              <w:t xml:space="preserve">Provide a transparent description of the baseline scenario as established above. </w:t>
            </w:r>
          </w:p>
          <w:p w:rsidR="009115E4" w:rsidRPr="0078600F" w:rsidRDefault="009115E4" w:rsidP="00222F93">
            <w:pPr>
              <w:pStyle w:val="SDMTableBoxParaNotNumbered"/>
              <w:numPr>
                <w:ilvl w:val="0"/>
                <w:numId w:val="35"/>
              </w:numPr>
              <w:ind w:left="397" w:hanging="397"/>
            </w:pPr>
            <w:r w:rsidRPr="0078600F">
              <w:t>Where the selected standardized baseline standardizes the baseline scenario, describe the baseline scenario in accordance with the selected standardized baseline.</w:t>
            </w:r>
          </w:p>
        </w:tc>
      </w:tr>
      <w:tr w:rsidR="009115E4" w:rsidRPr="0078600F" w:rsidTr="007D0987">
        <w:trPr>
          <w:cantSplit/>
          <w:trHeight w:val="377"/>
        </w:trPr>
        <w:tc>
          <w:tcPr>
            <w:tcW w:w="5000" w:type="pct"/>
            <w:shd w:val="clear" w:color="auto" w:fill="E6E6E6"/>
          </w:tcPr>
          <w:p w:rsidR="009115E4" w:rsidRPr="0078600F" w:rsidRDefault="009115E4" w:rsidP="00222F93">
            <w:pPr>
              <w:pStyle w:val="SDMTableBoxParaNotNumbered"/>
              <w:numPr>
                <w:ilvl w:val="0"/>
                <w:numId w:val="35"/>
              </w:numPr>
              <w:ind w:left="397" w:hanging="397"/>
            </w:pPr>
            <w:r w:rsidRPr="0078600F">
              <w:rPr>
                <w:rFonts w:hint="eastAsia"/>
              </w:rPr>
              <w:t xml:space="preserve">The full description of the technology of the baseline scenario is to be provided in section </w:t>
            </w:r>
            <w:r w:rsidRPr="0078600F">
              <w:t>A.</w:t>
            </w:r>
            <w:r w:rsidR="00DD79BA" w:rsidRPr="0078600F">
              <w:t>4</w:t>
            </w:r>
            <w:r w:rsidRPr="0078600F">
              <w:t xml:space="preserve"> above.</w:t>
            </w:r>
          </w:p>
          <w:p w:rsidR="009115E4" w:rsidRPr="0078600F" w:rsidRDefault="009115E4" w:rsidP="00143402">
            <w:pPr>
              <w:pStyle w:val="SDMTableBoxParaNotNumbered"/>
              <w:numPr>
                <w:ilvl w:val="0"/>
                <w:numId w:val="35"/>
              </w:numPr>
              <w:ind w:left="397" w:hanging="397"/>
            </w:pPr>
            <w:r w:rsidRPr="0078600F">
              <w:t>Note that section B.</w:t>
            </w:r>
            <w:r w:rsidR="00DD79BA" w:rsidRPr="0078600F">
              <w:t>5</w:t>
            </w:r>
            <w:r w:rsidRPr="0078600F">
              <w:t xml:space="preserve"> above and section B.</w:t>
            </w:r>
            <w:r w:rsidR="00DD79BA" w:rsidRPr="0078600F">
              <w:t>6</w:t>
            </w:r>
            <w:r w:rsidRPr="0078600F">
              <w:t xml:space="preserve"> below are complementary. </w:t>
            </w:r>
            <w:r w:rsidR="00DD79BA" w:rsidRPr="0078600F">
              <w:t>Some of the steps undertaken in one section may overlap with the steps undertaken in other section depending on the procedures used to establish the baseline and demonstrate the additionality.</w:t>
            </w:r>
          </w:p>
        </w:tc>
      </w:tr>
    </w:tbl>
    <w:p w:rsidR="009115E4" w:rsidRPr="0078600F" w:rsidRDefault="009115E4" w:rsidP="00417372">
      <w:pPr>
        <w:pStyle w:val="SDMPDDPoASubSection1"/>
        <w:numPr>
          <w:ilvl w:val="1"/>
          <w:numId w:val="85"/>
        </w:numPr>
        <w:tabs>
          <w:tab w:val="clear" w:pos="1474"/>
        </w:tabs>
        <w:ind w:left="709" w:hanging="709"/>
      </w:pPr>
      <w:r w:rsidRPr="0078600F">
        <w:t>Demonstration of additionality</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1F7E20">
        <w:trPr>
          <w:cantSplit/>
        </w:trPr>
        <w:tc>
          <w:tcPr>
            <w:tcW w:w="5000" w:type="pct"/>
            <w:shd w:val="clear" w:color="auto" w:fill="E6E6E6"/>
          </w:tcPr>
          <w:p w:rsidR="009115E4" w:rsidRPr="0078600F" w:rsidRDefault="009115E4" w:rsidP="00222F93">
            <w:pPr>
              <w:pStyle w:val="SDMTableBoxParaNotNumbered"/>
              <w:numPr>
                <w:ilvl w:val="0"/>
                <w:numId w:val="36"/>
              </w:numPr>
              <w:ind w:left="397" w:hanging="397"/>
            </w:pPr>
            <w:r w:rsidRPr="0078600F">
              <w:t xml:space="preserve">Demonstrate that the project activity is additional in accordance with the selected </w:t>
            </w:r>
            <w:proofErr w:type="gramStart"/>
            <w:r w:rsidRPr="0078600F">
              <w:t>methodology(</w:t>
            </w:r>
            <w:proofErr w:type="gramEnd"/>
            <w:r w:rsidRPr="0078600F">
              <w:t>ies)</w:t>
            </w:r>
            <w:r w:rsidRPr="0078600F">
              <w:rPr>
                <w:lang w:val="en-US"/>
              </w:rPr>
              <w:t>,</w:t>
            </w:r>
            <w:r w:rsidR="00DD79BA" w:rsidRPr="0078600F">
              <w:rPr>
                <w:lang w:val="en-US"/>
              </w:rPr>
              <w:t>tool(s),</w:t>
            </w:r>
            <w:r w:rsidRPr="0078600F">
              <w:rPr>
                <w:lang w:val="en-US"/>
              </w:rPr>
              <w:t xml:space="preserve"> where applicable, the selected standardized baseline(s) </w:t>
            </w:r>
            <w:r w:rsidRPr="0078600F">
              <w:t xml:space="preserve">and applicable provisions </w:t>
            </w:r>
            <w:r w:rsidRPr="0078600F">
              <w:rPr>
                <w:rFonts w:hint="eastAsia"/>
              </w:rPr>
              <w:t>for demonstration of additionality</w:t>
            </w:r>
            <w:r w:rsidRPr="0078600F">
              <w:t xml:space="preserve"> in the Project standard. Where the procedure in the selected </w:t>
            </w:r>
            <w:proofErr w:type="gramStart"/>
            <w:r w:rsidRPr="0078600F">
              <w:t>methodology(</w:t>
            </w:r>
            <w:proofErr w:type="gramEnd"/>
            <w:r w:rsidRPr="0078600F">
              <w:t>ies) and/or tool involves several steps, describe how each step is applied and transparently document the outcome of each step. Indicate clearly the method selected to demonstrate additionality (e.g. investment analysis or barrier analysis). Present in a transparent manner, in the form or in a separate appendix, with all data used (variables, parameters, data sources, etc.), how the additionality of the project activity is demonstrated.</w:t>
            </w:r>
            <w:r w:rsidR="00222F93" w:rsidRPr="0078600F">
              <w:t xml:space="preserve"> </w:t>
            </w:r>
          </w:p>
        </w:tc>
      </w:tr>
      <w:tr w:rsidR="00222F93" w:rsidRPr="0078600F" w:rsidTr="001F7E20">
        <w:trPr>
          <w:cantSplit/>
        </w:trPr>
        <w:tc>
          <w:tcPr>
            <w:tcW w:w="5000" w:type="pct"/>
            <w:shd w:val="clear" w:color="auto" w:fill="E6E6E6"/>
          </w:tcPr>
          <w:p w:rsidR="00222F93" w:rsidRPr="0078600F" w:rsidRDefault="00222F93" w:rsidP="001F7E20">
            <w:pPr>
              <w:pStyle w:val="SDMTableBoxParaNotNumbered"/>
              <w:numPr>
                <w:ilvl w:val="0"/>
                <w:numId w:val="36"/>
              </w:numPr>
              <w:ind w:left="397" w:hanging="397"/>
            </w:pPr>
            <w:r w:rsidRPr="0078600F">
              <w:t>Where the additionality criteria in the selected standardized baselines(s) are used, justify how the project activity meets the additionality criteria.</w:t>
            </w:r>
          </w:p>
        </w:tc>
      </w:tr>
      <w:tr w:rsidR="009115E4" w:rsidRPr="0078600F" w:rsidTr="001F7E20">
        <w:trPr>
          <w:cantSplit/>
        </w:trPr>
        <w:tc>
          <w:tcPr>
            <w:tcW w:w="5000" w:type="pct"/>
            <w:shd w:val="clear" w:color="auto" w:fill="E6E6E6"/>
          </w:tcPr>
          <w:p w:rsidR="009115E4" w:rsidRPr="0078600F" w:rsidRDefault="009115E4" w:rsidP="001F7E20">
            <w:pPr>
              <w:pStyle w:val="SDMTableBoxParaNotNumbered"/>
              <w:numPr>
                <w:ilvl w:val="0"/>
                <w:numId w:val="36"/>
              </w:numPr>
              <w:ind w:left="397" w:hanging="397"/>
            </w:pPr>
            <w:r w:rsidRPr="0078600F">
              <w:t>Where investment analysis is used, list all relevant assumptions and parameters used in the analysis. Where benchmark analysis is used, clearly indicate the benchmark. Where cost comparison is used, describe the scenarios compared.</w:t>
            </w:r>
          </w:p>
        </w:tc>
      </w:tr>
      <w:tr w:rsidR="009115E4" w:rsidRPr="0078600F" w:rsidTr="001F7E20">
        <w:trPr>
          <w:cantSplit/>
        </w:trPr>
        <w:tc>
          <w:tcPr>
            <w:tcW w:w="5000" w:type="pct"/>
            <w:shd w:val="clear" w:color="auto" w:fill="E6E6E6"/>
          </w:tcPr>
          <w:p w:rsidR="009115E4" w:rsidRPr="0078600F" w:rsidRDefault="009115E4" w:rsidP="001F7E20">
            <w:pPr>
              <w:pStyle w:val="SDMTableBoxParaNotNumbered"/>
              <w:numPr>
                <w:ilvl w:val="0"/>
                <w:numId w:val="36"/>
              </w:numPr>
              <w:ind w:left="397" w:hanging="397"/>
            </w:pPr>
            <w:r w:rsidRPr="0078600F">
              <w:t xml:space="preserve">Where the barriers are involved in demonstrating additionality, only select the most relevant barriers. With key facts and/or assumptions and the rationale, justify the credibility of the barriers. Provide relevant documentation or references. </w:t>
            </w:r>
          </w:p>
        </w:tc>
      </w:tr>
      <w:tr w:rsidR="009115E4" w:rsidRPr="0078600F" w:rsidTr="001F7E20">
        <w:trPr>
          <w:cantSplit/>
        </w:trPr>
        <w:tc>
          <w:tcPr>
            <w:tcW w:w="5000" w:type="pct"/>
            <w:shd w:val="clear" w:color="auto" w:fill="E6E6E6"/>
          </w:tcPr>
          <w:p w:rsidR="009115E4" w:rsidRPr="0078600F" w:rsidRDefault="009115E4" w:rsidP="001F7E20">
            <w:pPr>
              <w:pStyle w:val="SDMTableBoxParaNotNumbered"/>
              <w:numPr>
                <w:ilvl w:val="0"/>
                <w:numId w:val="36"/>
              </w:numPr>
              <w:ind w:left="397" w:hanging="397"/>
            </w:pPr>
            <w:r w:rsidRPr="0078600F">
              <w:t>If the start date of the project activity is prior to the date of publication of the PDD for the global stakeholder consultation, provide evidence of the prior consideration of the CDM in accordance with applicable provisions related to the demonstration of prior consideration of the CDM in the Project standard.</w:t>
            </w:r>
          </w:p>
        </w:tc>
      </w:tr>
    </w:tbl>
    <w:p w:rsidR="009115E4" w:rsidRPr="0078600F" w:rsidRDefault="00D909F0" w:rsidP="00417372">
      <w:pPr>
        <w:pStyle w:val="SDMPDDPoASubSection1"/>
        <w:numPr>
          <w:ilvl w:val="1"/>
          <w:numId w:val="85"/>
        </w:numPr>
        <w:tabs>
          <w:tab w:val="clear" w:pos="1474"/>
        </w:tabs>
        <w:ind w:left="709" w:hanging="709"/>
      </w:pPr>
      <w:bookmarkStart w:id="95" w:name="_Ref315283776"/>
      <w:bookmarkStart w:id="96" w:name="_Ref315103758"/>
      <w:bookmarkStart w:id="97" w:name="_Ref315103754"/>
      <w:bookmarkStart w:id="98" w:name="_Toc314831006"/>
      <w:bookmarkStart w:id="99" w:name="_Ref316025581"/>
      <w:r w:rsidRPr="0078600F">
        <w:t>GHG removals by sinks</w:t>
      </w:r>
      <w:bookmarkEnd w:id="95"/>
      <w:bookmarkEnd w:id="96"/>
      <w:bookmarkEnd w:id="97"/>
      <w:bookmarkEnd w:id="98"/>
      <w:bookmarkEnd w:id="99"/>
    </w:p>
    <w:p w:rsidR="009115E4" w:rsidRPr="0078600F" w:rsidRDefault="009115E4" w:rsidP="00417372">
      <w:pPr>
        <w:pStyle w:val="SDMPDDPoASubSection2"/>
        <w:numPr>
          <w:ilvl w:val="2"/>
          <w:numId w:val="85"/>
        </w:numPr>
        <w:ind w:left="709" w:hanging="709"/>
        <w:rPr>
          <w:rFonts w:eastAsia="MS Mincho"/>
        </w:rPr>
      </w:pPr>
      <w:r w:rsidRPr="0078600F">
        <w:rPr>
          <w:rFonts w:eastAsia="MS Mincho"/>
        </w:rPr>
        <w:t>Explanatio</w:t>
      </w:r>
      <w:r w:rsidR="001F7E20" w:rsidRPr="0078600F">
        <w:rPr>
          <w:rFonts w:eastAsia="MS Mincho"/>
        </w:rPr>
        <w:t>n of methodological</w:t>
      </w:r>
      <w:r w:rsidR="00A06CA3" w:rsidRPr="0078600F">
        <w:rPr>
          <w:rFonts w:eastAsia="MS Mincho"/>
        </w:rPr>
        <w:t xml:space="preserve"> choices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1F7E20">
        <w:trPr>
          <w:cantSplit/>
        </w:trPr>
        <w:tc>
          <w:tcPr>
            <w:tcW w:w="5000" w:type="pct"/>
            <w:shd w:val="clear" w:color="auto" w:fill="E6E6E6"/>
          </w:tcPr>
          <w:p w:rsidR="009115E4" w:rsidRPr="0078600F" w:rsidRDefault="009115E4" w:rsidP="003A73C6">
            <w:pPr>
              <w:pStyle w:val="SDMTableBoxParaNumbered"/>
              <w:numPr>
                <w:ilvl w:val="0"/>
                <w:numId w:val="37"/>
              </w:numPr>
              <w:ind w:left="397" w:hanging="397"/>
            </w:pPr>
            <w:r w:rsidRPr="0078600F">
              <w:t>Explain how the methods or methodological steps in the selected methodology(ies) and</w:t>
            </w:r>
            <w:r w:rsidRPr="0078600F">
              <w:rPr>
                <w:lang w:val="en-US"/>
              </w:rPr>
              <w:t>, where applicable, the selected standardized baseline(s)</w:t>
            </w:r>
            <w:r w:rsidRPr="0078600F">
              <w:t xml:space="preserve">, </w:t>
            </w:r>
            <w:r w:rsidR="00D909F0" w:rsidRPr="0078600F">
              <w:t xml:space="preserve">for calculating baseline net GHG removals by sinks, actual net GHG removals by sinks, leakage and net anthropogenic GHG removals by sinks are applied. State which equations from the selected </w:t>
            </w:r>
            <w:proofErr w:type="gramStart"/>
            <w:r w:rsidR="00D909F0" w:rsidRPr="0078600F">
              <w:t>methodology(</w:t>
            </w:r>
            <w:proofErr w:type="gramEnd"/>
            <w:r w:rsidR="00D909F0" w:rsidRPr="0078600F">
              <w:t>ies) will be used in calculating net anthropogenic GHG removals by sinks.</w:t>
            </w:r>
          </w:p>
        </w:tc>
      </w:tr>
      <w:tr w:rsidR="009115E4" w:rsidRPr="0078600F" w:rsidTr="001F7E20">
        <w:trPr>
          <w:cantSplit/>
        </w:trPr>
        <w:tc>
          <w:tcPr>
            <w:tcW w:w="5000" w:type="pct"/>
            <w:shd w:val="clear" w:color="auto" w:fill="E6E6E6"/>
          </w:tcPr>
          <w:p w:rsidR="009115E4" w:rsidRPr="0078600F" w:rsidRDefault="009115E4" w:rsidP="003A73C6">
            <w:pPr>
              <w:pStyle w:val="SDMTableBoxParaNumbered"/>
              <w:numPr>
                <w:ilvl w:val="0"/>
                <w:numId w:val="37"/>
              </w:numPr>
              <w:ind w:left="397" w:hanging="397"/>
            </w:pPr>
            <w:r w:rsidRPr="0078600F">
              <w:t>Explain and justify all relevant methodological choices, including:</w:t>
            </w:r>
          </w:p>
        </w:tc>
      </w:tr>
      <w:tr w:rsidR="009115E4" w:rsidRPr="0078600F" w:rsidTr="001F7E20">
        <w:trPr>
          <w:cantSplit/>
        </w:trPr>
        <w:tc>
          <w:tcPr>
            <w:tcW w:w="5000" w:type="pct"/>
            <w:shd w:val="clear" w:color="auto" w:fill="E6E6E6"/>
          </w:tcPr>
          <w:p w:rsidR="009115E4" w:rsidRPr="0078600F" w:rsidRDefault="00D909F0" w:rsidP="00A06CA3">
            <w:pPr>
              <w:pStyle w:val="SDMTableBoxParaNumbered"/>
              <w:numPr>
                <w:ilvl w:val="2"/>
                <w:numId w:val="26"/>
              </w:numPr>
            </w:pPr>
            <w:r w:rsidRPr="0078600F">
              <w:t xml:space="preserve">Where the </w:t>
            </w:r>
            <w:r w:rsidR="00143402" w:rsidRPr="0078600F">
              <w:t xml:space="preserve">selected </w:t>
            </w:r>
            <w:r w:rsidRPr="0078600F">
              <w:t>methodology(ies) and</w:t>
            </w:r>
            <w:r w:rsidRPr="0078600F">
              <w:rPr>
                <w:lang w:val="en-US"/>
              </w:rPr>
              <w:t xml:space="preserve">, where applicable, the selected standardized baseline(s) </w:t>
            </w:r>
            <w:r w:rsidRPr="0078600F">
              <w:t>provide d</w:t>
            </w:r>
            <w:r w:rsidR="00A06CA3" w:rsidRPr="0078600F">
              <w:t>ifferent options to choose from</w:t>
            </w:r>
            <w:r w:rsidRPr="0078600F">
              <w:t>, indicate and justify which option is chosen for the project activity;</w:t>
            </w:r>
          </w:p>
        </w:tc>
      </w:tr>
      <w:tr w:rsidR="009115E4" w:rsidRPr="0078600F" w:rsidTr="001F7E20">
        <w:trPr>
          <w:cantSplit/>
        </w:trPr>
        <w:tc>
          <w:tcPr>
            <w:tcW w:w="5000" w:type="pct"/>
            <w:shd w:val="clear" w:color="auto" w:fill="E6E6E6"/>
          </w:tcPr>
          <w:p w:rsidR="009115E4" w:rsidRPr="0078600F" w:rsidRDefault="009115E4" w:rsidP="00877200">
            <w:pPr>
              <w:pStyle w:val="SDMTableBoxParaNumbered"/>
              <w:numPr>
                <w:ilvl w:val="2"/>
                <w:numId w:val="26"/>
              </w:numPr>
            </w:pPr>
            <w:r w:rsidRPr="0078600F">
              <w:t xml:space="preserve">Where the </w:t>
            </w:r>
            <w:r w:rsidR="00143402" w:rsidRPr="0078600F">
              <w:t xml:space="preserve">selected </w:t>
            </w:r>
            <w:proofErr w:type="gramStart"/>
            <w:r w:rsidRPr="0078600F">
              <w:t>methodology(</w:t>
            </w:r>
            <w:proofErr w:type="gramEnd"/>
            <w:r w:rsidRPr="0078600F">
              <w:t>ies) and</w:t>
            </w:r>
            <w:r w:rsidRPr="0078600F">
              <w:rPr>
                <w:lang w:val="en-US"/>
              </w:rPr>
              <w:t xml:space="preserve">, where applicable, the selected standardized baseline(s) </w:t>
            </w:r>
            <w:r w:rsidRPr="0078600F">
              <w:t>allow different default values, indicate and justify which of the default values have been chosen for the project activity.</w:t>
            </w:r>
          </w:p>
        </w:tc>
      </w:tr>
    </w:tbl>
    <w:p w:rsidR="009115E4" w:rsidRPr="0078600F" w:rsidRDefault="009115E4" w:rsidP="00417372">
      <w:pPr>
        <w:pStyle w:val="SDMPDDPoASubSection2"/>
        <w:numPr>
          <w:ilvl w:val="2"/>
          <w:numId w:val="85"/>
        </w:numPr>
        <w:ind w:left="709" w:hanging="709"/>
        <w:rPr>
          <w:rFonts w:eastAsia="MS Mincho"/>
        </w:rPr>
      </w:pPr>
      <w:r w:rsidRPr="0078600F">
        <w:rPr>
          <w:rFonts w:eastAsia="MS Mincho"/>
        </w:rPr>
        <w:t>Data and parameters fixed ex ante</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1F7E20">
        <w:trPr>
          <w:cantSplit/>
        </w:trPr>
        <w:tc>
          <w:tcPr>
            <w:tcW w:w="5000" w:type="pct"/>
            <w:shd w:val="clear" w:color="auto" w:fill="E6E6E6"/>
          </w:tcPr>
          <w:p w:rsidR="009115E4" w:rsidRPr="0078600F" w:rsidRDefault="009115E4" w:rsidP="003A73C6">
            <w:pPr>
              <w:pStyle w:val="SDMTableBoxParaNumbered"/>
              <w:numPr>
                <w:ilvl w:val="0"/>
                <w:numId w:val="38"/>
              </w:numPr>
              <w:ind w:left="397" w:hanging="397"/>
            </w:pPr>
            <w:r w:rsidRPr="0078600F">
              <w:t>Include a compilation of information on the data and parameters that are not monitored during the crediting period but are determined before the registration and remain fixed throughout the crediting period. Do not include data that become available only after the registration of the project activity (e.g. measurements after the implementation of the</w:t>
            </w:r>
            <w:r w:rsidR="00E57F3D" w:rsidRPr="0078600F">
              <w:t xml:space="preserve"> project activity)</w:t>
            </w:r>
            <w:r w:rsidRPr="0078600F">
              <w:t xml:space="preserve"> here but include them in the table in section B.</w:t>
            </w:r>
            <w:r w:rsidR="00D909F0" w:rsidRPr="0078600F">
              <w:t>8</w:t>
            </w:r>
            <w:r w:rsidRPr="0078600F">
              <w:t>.1 below.</w:t>
            </w:r>
          </w:p>
        </w:tc>
      </w:tr>
      <w:tr w:rsidR="009115E4" w:rsidRPr="0078600F" w:rsidTr="001F7E20">
        <w:trPr>
          <w:cantSplit/>
        </w:trPr>
        <w:tc>
          <w:tcPr>
            <w:tcW w:w="5000" w:type="pct"/>
            <w:shd w:val="clear" w:color="auto" w:fill="E6E6E6"/>
          </w:tcPr>
          <w:p w:rsidR="009115E4" w:rsidRPr="0078600F" w:rsidRDefault="009115E4" w:rsidP="003A73C6">
            <w:pPr>
              <w:pStyle w:val="SDMTableBoxParaNumbered"/>
              <w:numPr>
                <w:ilvl w:val="0"/>
                <w:numId w:val="38"/>
              </w:numPr>
              <w:ind w:left="397" w:hanging="397"/>
            </w:pPr>
            <w:r w:rsidRPr="0078600F">
              <w:t xml:space="preserve">The compilation of information may include data that are measured or sampled, and data that are collected from other sources (e.g. official statistics, expert judgment, proprietary data, IPCC, commercial and scientific literature, etc.). Do not include data that are calculated with equations provided in the selected </w:t>
            </w:r>
            <w:proofErr w:type="gramStart"/>
            <w:r w:rsidRPr="0078600F">
              <w:t>methodology(</w:t>
            </w:r>
            <w:proofErr w:type="gramEnd"/>
            <w:r w:rsidRPr="0078600F">
              <w:t>ies) or default values specified in the methodology(ies</w:t>
            </w:r>
            <w:r w:rsidR="00E57F3D" w:rsidRPr="0078600F">
              <w:t>)</w:t>
            </w:r>
            <w:r w:rsidRPr="0078600F">
              <w:t xml:space="preserve"> in the compilation.</w:t>
            </w:r>
          </w:p>
        </w:tc>
      </w:tr>
      <w:tr w:rsidR="009115E4" w:rsidRPr="0078600F" w:rsidTr="001F7E20">
        <w:trPr>
          <w:cantSplit/>
        </w:trPr>
        <w:tc>
          <w:tcPr>
            <w:tcW w:w="5000" w:type="pct"/>
            <w:shd w:val="clear" w:color="auto" w:fill="E6E6E6"/>
          </w:tcPr>
          <w:p w:rsidR="009115E4" w:rsidRPr="0078600F" w:rsidRDefault="009115E4" w:rsidP="003A73C6">
            <w:pPr>
              <w:pStyle w:val="SDMTableBoxParaNumbered"/>
              <w:numPr>
                <w:ilvl w:val="0"/>
                <w:numId w:val="38"/>
              </w:numPr>
              <w:ind w:left="397" w:hanging="397"/>
            </w:pPr>
            <w:r w:rsidRPr="0078600F">
              <w:t>For each piece of data or parameter, complete the table below, following these instructions:</w:t>
            </w:r>
          </w:p>
        </w:tc>
      </w:tr>
      <w:tr w:rsidR="009115E4" w:rsidRPr="0078600F" w:rsidTr="001F7E20">
        <w:trPr>
          <w:cantSplit/>
        </w:trPr>
        <w:tc>
          <w:tcPr>
            <w:tcW w:w="5000" w:type="pct"/>
            <w:shd w:val="clear" w:color="auto" w:fill="E6E6E6"/>
          </w:tcPr>
          <w:p w:rsidR="009115E4" w:rsidRPr="0078600F" w:rsidRDefault="009115E4" w:rsidP="003A4326">
            <w:pPr>
              <w:pStyle w:val="SDMTableBoxParaNumbered"/>
              <w:numPr>
                <w:ilvl w:val="2"/>
                <w:numId w:val="27"/>
              </w:numPr>
            </w:pPr>
            <w:r w:rsidRPr="0078600F">
              <w:t xml:space="preserve">“Value(s) applied”: Provide the value applied. Where a time series of data is used, where several measurements are undertaken or where surveys have been conducted, provide detailed information in </w:t>
            </w:r>
            <w:r w:rsidR="003A4326" w:rsidRPr="0078600F">
              <w:fldChar w:fldCharType="begin"/>
            </w:r>
            <w:r w:rsidR="003A4326" w:rsidRPr="0078600F">
              <w:instrText xml:space="preserve"> REF _Ref391044328 \r \h </w:instrText>
            </w:r>
            <w:r w:rsidR="0078600F">
              <w:instrText xml:space="preserve"> \* MERGEFORMAT </w:instrText>
            </w:r>
            <w:r w:rsidR="003A4326" w:rsidRPr="0078600F">
              <w:fldChar w:fldCharType="separate"/>
            </w:r>
            <w:r w:rsidR="002309E6">
              <w:t>Appendix 4</w:t>
            </w:r>
            <w:r w:rsidR="003A4326" w:rsidRPr="0078600F">
              <w:fldChar w:fldCharType="end"/>
            </w:r>
            <w:r w:rsidR="003A4326" w:rsidRPr="0078600F">
              <w:t xml:space="preserve"> </w:t>
            </w:r>
            <w:r w:rsidRPr="0078600F">
              <w:t>below. To report multiple values referring to the same data and parameter, use one table. If necessary, use referenc</w:t>
            </w:r>
            <w:r w:rsidR="00E57F3D" w:rsidRPr="0078600F">
              <w:t>e(s) to electronic spreadsheets</w:t>
            </w:r>
            <w:r w:rsidRPr="0078600F">
              <w:t>;</w:t>
            </w:r>
          </w:p>
        </w:tc>
      </w:tr>
      <w:tr w:rsidR="009115E4" w:rsidRPr="0078600F" w:rsidTr="001F7E20">
        <w:trPr>
          <w:cantSplit/>
        </w:trPr>
        <w:tc>
          <w:tcPr>
            <w:tcW w:w="5000" w:type="pct"/>
            <w:shd w:val="clear" w:color="auto" w:fill="E6E6E6"/>
          </w:tcPr>
          <w:p w:rsidR="009115E4" w:rsidRPr="0078600F" w:rsidRDefault="009115E4" w:rsidP="003A4326">
            <w:pPr>
              <w:pStyle w:val="SDMTableBoxParaNumbered"/>
              <w:numPr>
                <w:ilvl w:val="2"/>
                <w:numId w:val="27"/>
              </w:numPr>
            </w:pPr>
            <w:r w:rsidRPr="0078600F">
              <w:t xml:space="preserve">“Choice of data”: Indicate and justify the choice of data source. Provide clear and valid references and, where applicable, additional documentation in </w:t>
            </w:r>
            <w:r w:rsidR="003A4326" w:rsidRPr="0078600F">
              <w:fldChar w:fldCharType="begin"/>
            </w:r>
            <w:r w:rsidR="003A4326" w:rsidRPr="0078600F">
              <w:instrText xml:space="preserve"> REF _Ref391044328 \r \h </w:instrText>
            </w:r>
            <w:r w:rsidR="0078600F">
              <w:instrText xml:space="preserve"> \* MERGEFORMAT </w:instrText>
            </w:r>
            <w:r w:rsidR="003A4326" w:rsidRPr="0078600F">
              <w:fldChar w:fldCharType="separate"/>
            </w:r>
            <w:r w:rsidR="002309E6">
              <w:t>Appendix 4</w:t>
            </w:r>
            <w:r w:rsidR="003A4326" w:rsidRPr="0078600F">
              <w:fldChar w:fldCharType="end"/>
            </w:r>
            <w:r w:rsidR="003A4326" w:rsidRPr="0078600F">
              <w:t xml:space="preserve"> </w:t>
            </w:r>
            <w:r w:rsidRPr="0078600F">
              <w:t>below;</w:t>
            </w:r>
          </w:p>
        </w:tc>
      </w:tr>
      <w:tr w:rsidR="009115E4" w:rsidRPr="0078600F" w:rsidTr="001F7E20">
        <w:trPr>
          <w:cantSplit/>
        </w:trPr>
        <w:tc>
          <w:tcPr>
            <w:tcW w:w="5000" w:type="pct"/>
            <w:shd w:val="clear" w:color="auto" w:fill="E6E6E6"/>
          </w:tcPr>
          <w:p w:rsidR="009115E4" w:rsidRPr="0078600F" w:rsidRDefault="009115E4" w:rsidP="003A4326">
            <w:pPr>
              <w:pStyle w:val="SDMTableBoxParaNumbered"/>
              <w:numPr>
                <w:ilvl w:val="2"/>
                <w:numId w:val="27"/>
              </w:numPr>
            </w:pPr>
            <w:r w:rsidRPr="0078600F">
              <w:t xml:space="preserve">“Measurement methods and procedures”: Where values are based on measurement, include a description of the measurement methods and procedures applied (e.g. which standards have been used), indicate the responsible person/entity that undertook the measurement, the date of the measurement and the measurement results. More detailed information can be provided in </w:t>
            </w:r>
            <w:r w:rsidR="003A4326" w:rsidRPr="0078600F">
              <w:fldChar w:fldCharType="begin"/>
            </w:r>
            <w:r w:rsidR="003A4326" w:rsidRPr="0078600F">
              <w:instrText xml:space="preserve"> REF _Ref391044328 \r \h </w:instrText>
            </w:r>
            <w:r w:rsidR="0078600F">
              <w:instrText xml:space="preserve"> \* MERGEFORMAT </w:instrText>
            </w:r>
            <w:r w:rsidR="003A4326" w:rsidRPr="0078600F">
              <w:fldChar w:fldCharType="separate"/>
            </w:r>
            <w:r w:rsidR="002309E6">
              <w:t>Appendix 4</w:t>
            </w:r>
            <w:r w:rsidR="003A4326" w:rsidRPr="0078600F">
              <w:fldChar w:fldCharType="end"/>
            </w:r>
            <w:r w:rsidRPr="0078600F">
              <w:t xml:space="preserve"> below;</w:t>
            </w:r>
          </w:p>
        </w:tc>
      </w:tr>
      <w:tr w:rsidR="009115E4" w:rsidRPr="0078600F" w:rsidTr="001F7E20">
        <w:trPr>
          <w:cantSplit/>
        </w:trPr>
        <w:tc>
          <w:tcPr>
            <w:tcW w:w="5000" w:type="pct"/>
            <w:shd w:val="clear" w:color="auto" w:fill="E6E6E6"/>
          </w:tcPr>
          <w:p w:rsidR="009115E4" w:rsidRPr="0078600F" w:rsidRDefault="009115E4" w:rsidP="003A73C6">
            <w:pPr>
              <w:pStyle w:val="SDMTableBoxParaNumbered"/>
              <w:numPr>
                <w:ilvl w:val="2"/>
                <w:numId w:val="27"/>
              </w:numPr>
            </w:pPr>
            <w:r w:rsidRPr="0078600F">
              <w:t>“Purpose of data”: Choose one of the following:</w:t>
            </w:r>
          </w:p>
          <w:p w:rsidR="00A06CA3" w:rsidRPr="0078600F" w:rsidRDefault="00A06CA3" w:rsidP="00A06CA3">
            <w:pPr>
              <w:pStyle w:val="SDMTableBoxParaNumbered"/>
              <w:numPr>
                <w:ilvl w:val="3"/>
                <w:numId w:val="27"/>
              </w:numPr>
            </w:pPr>
            <w:r w:rsidRPr="0078600F">
              <w:t>Calculation of baseline carbon stocks and changes in carbon stocks;</w:t>
            </w:r>
          </w:p>
          <w:p w:rsidR="00A06CA3" w:rsidRPr="0078600F" w:rsidRDefault="00A06CA3" w:rsidP="00A06CA3">
            <w:pPr>
              <w:pStyle w:val="SDMTableBoxParaNumbered"/>
              <w:numPr>
                <w:ilvl w:val="3"/>
                <w:numId w:val="27"/>
              </w:numPr>
            </w:pPr>
            <w:r w:rsidRPr="0078600F">
              <w:t>Calculation of project carbon stocks and changes in carbon stocks</w:t>
            </w:r>
          </w:p>
          <w:p w:rsidR="00A06CA3" w:rsidRPr="0078600F" w:rsidRDefault="00A06CA3" w:rsidP="00A06CA3">
            <w:pPr>
              <w:pStyle w:val="SDMTableBoxParaNumbered"/>
              <w:numPr>
                <w:ilvl w:val="3"/>
                <w:numId w:val="27"/>
              </w:numPr>
            </w:pPr>
            <w:r w:rsidRPr="0078600F">
              <w:t>Calculation of project emissions;</w:t>
            </w:r>
          </w:p>
          <w:p w:rsidR="009115E4" w:rsidRPr="00143E8E" w:rsidRDefault="00A06CA3" w:rsidP="00A06CA3">
            <w:pPr>
              <w:pStyle w:val="SDMTableBoxParaNumbered"/>
              <w:numPr>
                <w:ilvl w:val="3"/>
                <w:numId w:val="27"/>
              </w:numPr>
            </w:pPr>
            <w:r w:rsidRPr="00143E8E">
              <w:t>Calculation of leakage.</w:t>
            </w:r>
          </w:p>
          <w:p w:rsidR="00C02863" w:rsidRPr="0078600F" w:rsidRDefault="00C02863" w:rsidP="00C02863">
            <w:pPr>
              <w:pStyle w:val="SDMTableBoxParaNumbered"/>
              <w:numPr>
                <w:ilvl w:val="0"/>
                <w:numId w:val="38"/>
              </w:numPr>
              <w:ind w:left="426" w:hanging="426"/>
            </w:pPr>
            <w:r w:rsidRPr="00143E8E">
              <w:t xml:space="preserve">For parameter global warming potentials (GWPs), from 1 January 2013, include the values adopted by decision </w:t>
            </w:r>
            <w:hyperlink r:id="rId23" w:history="1">
              <w:r w:rsidRPr="00143E8E">
                <w:rPr>
                  <w:rStyle w:val="Hyperlink"/>
                </w:rPr>
                <w:t>4/CMP.7</w:t>
              </w:r>
            </w:hyperlink>
            <w:r w:rsidRPr="00143E8E">
              <w:t xml:space="preserve"> to calculate the emission reductions achieved in the second commitment period of the Kyoto Protocol in accordance with the applicable provisions in the Project standard.</w:t>
            </w:r>
          </w:p>
        </w:tc>
      </w:tr>
    </w:tbl>
    <w:p w:rsidR="009115E4" w:rsidRPr="0078600F" w:rsidRDefault="009115E4" w:rsidP="001F7E20">
      <w:pPr>
        <w:pStyle w:val="Caption"/>
        <w:spacing w:before="120" w:after="60"/>
        <w:ind w:left="1247"/>
        <w:rPr>
          <w:b w:val="0"/>
          <w:i/>
        </w:rPr>
      </w:pPr>
      <w:r w:rsidRPr="0078600F">
        <w:rPr>
          <w:b w:val="0"/>
          <w:i/>
        </w:rPr>
        <w:t>(Copy this table for each piece of data and parameter.)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552"/>
        <w:gridCol w:w="7303"/>
      </w:tblGrid>
      <w:tr w:rsidR="009115E4" w:rsidRPr="0078600F" w:rsidTr="001F7E20">
        <w:trPr>
          <w:cantSplit/>
          <w:trHeight w:val="148"/>
        </w:trPr>
        <w:tc>
          <w:tcPr>
            <w:tcW w:w="1295" w:type="pct"/>
            <w:shd w:val="clear" w:color="auto" w:fill="E6E6E6"/>
            <w:tcMar>
              <w:top w:w="62" w:type="dxa"/>
              <w:bottom w:w="62" w:type="dxa"/>
            </w:tcMar>
          </w:tcPr>
          <w:p w:rsidR="009115E4" w:rsidRPr="0078600F" w:rsidRDefault="009115E4" w:rsidP="005F4DE6">
            <w:pPr>
              <w:pStyle w:val="SDMTableBoxParaNotNumbered"/>
              <w:keepNext/>
              <w:keepLines/>
              <w:rPr>
                <w:b/>
              </w:rPr>
            </w:pPr>
            <w:r w:rsidRPr="0078600F">
              <w:rPr>
                <w:b/>
              </w:rPr>
              <w:t>Data / Parameter:</w:t>
            </w:r>
          </w:p>
        </w:tc>
        <w:tc>
          <w:tcPr>
            <w:tcW w:w="3705" w:type="pct"/>
            <w:shd w:val="clear" w:color="auto" w:fill="auto"/>
            <w:tcMar>
              <w:top w:w="62" w:type="dxa"/>
              <w:bottom w:w="62" w:type="dxa"/>
            </w:tcMar>
          </w:tcPr>
          <w:p w:rsidR="009115E4" w:rsidRPr="0078600F" w:rsidRDefault="009115E4" w:rsidP="005F4DE6">
            <w:pPr>
              <w:pStyle w:val="SDMTableBoxParaNotNumbered"/>
              <w:keepNext/>
              <w:keepLines/>
              <w:rPr>
                <w:b/>
              </w:rPr>
            </w:pPr>
          </w:p>
        </w:tc>
      </w:tr>
      <w:tr w:rsidR="009115E4" w:rsidRPr="0078600F" w:rsidTr="001F7E20">
        <w:trPr>
          <w:cantSplit/>
        </w:trPr>
        <w:tc>
          <w:tcPr>
            <w:tcW w:w="1295" w:type="pct"/>
            <w:shd w:val="clear" w:color="auto" w:fill="E6E6E6"/>
          </w:tcPr>
          <w:p w:rsidR="009115E4" w:rsidRPr="0078600F" w:rsidRDefault="009115E4" w:rsidP="005F4DE6">
            <w:pPr>
              <w:pStyle w:val="SDMTableBoxParaNotNumbered"/>
            </w:pPr>
            <w:r w:rsidRPr="0078600F">
              <w:t>Unit:</w:t>
            </w:r>
          </w:p>
        </w:tc>
        <w:tc>
          <w:tcPr>
            <w:tcW w:w="3705" w:type="pct"/>
            <w:shd w:val="clear" w:color="auto" w:fill="auto"/>
          </w:tcPr>
          <w:p w:rsidR="009115E4" w:rsidRPr="0078600F" w:rsidRDefault="009115E4" w:rsidP="005F4DE6">
            <w:pPr>
              <w:pStyle w:val="SDMTableBoxParaNotNumbered"/>
            </w:pPr>
          </w:p>
        </w:tc>
      </w:tr>
      <w:tr w:rsidR="009115E4" w:rsidRPr="0078600F" w:rsidTr="001F7E20">
        <w:trPr>
          <w:cantSplit/>
        </w:trPr>
        <w:tc>
          <w:tcPr>
            <w:tcW w:w="1295" w:type="pct"/>
            <w:shd w:val="clear" w:color="auto" w:fill="E6E6E6"/>
          </w:tcPr>
          <w:p w:rsidR="009115E4" w:rsidRPr="0078600F" w:rsidRDefault="009115E4" w:rsidP="005F4DE6">
            <w:pPr>
              <w:pStyle w:val="SDMTableBoxParaNotNumbered"/>
            </w:pPr>
            <w:r w:rsidRPr="0078600F">
              <w:t>Description:</w:t>
            </w:r>
          </w:p>
        </w:tc>
        <w:tc>
          <w:tcPr>
            <w:tcW w:w="3705" w:type="pct"/>
            <w:shd w:val="clear" w:color="auto" w:fill="auto"/>
          </w:tcPr>
          <w:p w:rsidR="009115E4" w:rsidRPr="0078600F" w:rsidRDefault="009115E4" w:rsidP="005F4DE6">
            <w:pPr>
              <w:pStyle w:val="SDMTableBoxParaNotNumbered"/>
            </w:pPr>
          </w:p>
        </w:tc>
      </w:tr>
      <w:tr w:rsidR="009115E4" w:rsidRPr="0078600F" w:rsidTr="001F7E20">
        <w:trPr>
          <w:cantSplit/>
        </w:trPr>
        <w:tc>
          <w:tcPr>
            <w:tcW w:w="1295" w:type="pct"/>
            <w:shd w:val="clear" w:color="auto" w:fill="E6E6E6"/>
          </w:tcPr>
          <w:p w:rsidR="009115E4" w:rsidRPr="0078600F" w:rsidRDefault="009115E4" w:rsidP="005F4DE6">
            <w:pPr>
              <w:pStyle w:val="SDMTableBoxParaNotNumbered"/>
            </w:pPr>
            <w:r w:rsidRPr="0078600F">
              <w:t>Source of data:</w:t>
            </w:r>
          </w:p>
        </w:tc>
        <w:tc>
          <w:tcPr>
            <w:tcW w:w="3705" w:type="pct"/>
            <w:shd w:val="clear" w:color="auto" w:fill="auto"/>
          </w:tcPr>
          <w:p w:rsidR="009115E4" w:rsidRPr="0078600F" w:rsidRDefault="009115E4" w:rsidP="005F4DE6">
            <w:pPr>
              <w:pStyle w:val="SDMTableBoxParaNotNumbered"/>
            </w:pPr>
          </w:p>
        </w:tc>
      </w:tr>
      <w:tr w:rsidR="009115E4" w:rsidRPr="0078600F" w:rsidTr="001F7E20">
        <w:trPr>
          <w:cantSplit/>
        </w:trPr>
        <w:tc>
          <w:tcPr>
            <w:tcW w:w="1295" w:type="pct"/>
            <w:shd w:val="clear" w:color="auto" w:fill="E6E6E6"/>
          </w:tcPr>
          <w:p w:rsidR="009115E4" w:rsidRPr="0078600F" w:rsidRDefault="009115E4" w:rsidP="005F4DE6">
            <w:pPr>
              <w:pStyle w:val="SDMTableBoxParaNotNumbered"/>
            </w:pPr>
            <w:r w:rsidRPr="0078600F">
              <w:t>Value(s) applied:</w:t>
            </w:r>
          </w:p>
        </w:tc>
        <w:tc>
          <w:tcPr>
            <w:tcW w:w="3705" w:type="pct"/>
            <w:shd w:val="clear" w:color="auto" w:fill="auto"/>
          </w:tcPr>
          <w:p w:rsidR="009115E4" w:rsidRPr="0078600F" w:rsidRDefault="009115E4" w:rsidP="005F4DE6">
            <w:pPr>
              <w:pStyle w:val="SDMTableBoxParaNotNumbered"/>
            </w:pPr>
          </w:p>
        </w:tc>
      </w:tr>
      <w:tr w:rsidR="009115E4" w:rsidRPr="0078600F" w:rsidTr="001F7E20">
        <w:trPr>
          <w:cantSplit/>
        </w:trPr>
        <w:tc>
          <w:tcPr>
            <w:tcW w:w="1295" w:type="pct"/>
            <w:shd w:val="clear" w:color="auto" w:fill="E6E6E6"/>
          </w:tcPr>
          <w:p w:rsidR="009115E4" w:rsidRPr="0078600F" w:rsidRDefault="009115E4" w:rsidP="003A73C6">
            <w:pPr>
              <w:pStyle w:val="SDMTableBoxParaNotNumbered"/>
            </w:pPr>
            <w:r w:rsidRPr="0078600F">
              <w:t>Choice of data</w:t>
            </w:r>
            <w:r w:rsidR="003A73C6" w:rsidRPr="0078600F">
              <w:t xml:space="preserve"> or </w:t>
            </w:r>
            <w:r w:rsidRPr="0078600F">
              <w:t>Measurement methods and procedures:</w:t>
            </w:r>
          </w:p>
        </w:tc>
        <w:tc>
          <w:tcPr>
            <w:tcW w:w="3705" w:type="pct"/>
            <w:shd w:val="clear" w:color="auto" w:fill="auto"/>
          </w:tcPr>
          <w:p w:rsidR="009115E4" w:rsidRPr="0078600F" w:rsidRDefault="009115E4" w:rsidP="005F4DE6">
            <w:pPr>
              <w:pStyle w:val="SDMTableBoxParaNotNumbered"/>
            </w:pPr>
          </w:p>
        </w:tc>
      </w:tr>
      <w:tr w:rsidR="009115E4" w:rsidRPr="0078600F" w:rsidTr="001F7E20">
        <w:trPr>
          <w:cantSplit/>
        </w:trPr>
        <w:tc>
          <w:tcPr>
            <w:tcW w:w="1295" w:type="pct"/>
            <w:shd w:val="clear" w:color="auto" w:fill="E6E6E6"/>
          </w:tcPr>
          <w:p w:rsidR="009115E4" w:rsidRPr="0078600F" w:rsidRDefault="009115E4" w:rsidP="005F4DE6">
            <w:pPr>
              <w:pStyle w:val="SDMTableBoxParaNotNumbered"/>
              <w:keepNext/>
            </w:pPr>
            <w:r w:rsidRPr="0078600F">
              <w:t>Purpose of data:</w:t>
            </w:r>
          </w:p>
        </w:tc>
        <w:tc>
          <w:tcPr>
            <w:tcW w:w="3705" w:type="pct"/>
            <w:shd w:val="clear" w:color="auto" w:fill="auto"/>
          </w:tcPr>
          <w:p w:rsidR="009115E4" w:rsidRPr="0078600F" w:rsidRDefault="009115E4" w:rsidP="005F4DE6">
            <w:pPr>
              <w:pStyle w:val="SDMTableBoxParaNotNumbered"/>
              <w:keepNext/>
            </w:pPr>
          </w:p>
        </w:tc>
      </w:tr>
      <w:tr w:rsidR="009115E4" w:rsidRPr="0078600F" w:rsidTr="001F7E20">
        <w:trPr>
          <w:cantSplit/>
        </w:trPr>
        <w:tc>
          <w:tcPr>
            <w:tcW w:w="1295" w:type="pct"/>
            <w:shd w:val="clear" w:color="auto" w:fill="E6E6E6"/>
          </w:tcPr>
          <w:p w:rsidR="009115E4" w:rsidRPr="0078600F" w:rsidRDefault="009115E4" w:rsidP="005F4DE6">
            <w:pPr>
              <w:pStyle w:val="SDMTableBoxParaNotNumbered"/>
            </w:pPr>
            <w:r w:rsidRPr="0078600F">
              <w:t>Additional comment:</w:t>
            </w:r>
          </w:p>
        </w:tc>
        <w:tc>
          <w:tcPr>
            <w:tcW w:w="3705" w:type="pct"/>
            <w:shd w:val="clear" w:color="auto" w:fill="auto"/>
          </w:tcPr>
          <w:p w:rsidR="009115E4" w:rsidRPr="0078600F" w:rsidRDefault="009115E4" w:rsidP="005F4DE6">
            <w:pPr>
              <w:pStyle w:val="SDMTableBoxParaNotNumbered"/>
            </w:pPr>
          </w:p>
        </w:tc>
      </w:tr>
    </w:tbl>
    <w:p w:rsidR="009115E4" w:rsidRPr="0078600F" w:rsidRDefault="00D909F0" w:rsidP="00417372">
      <w:pPr>
        <w:pStyle w:val="SDMPDDPoASubSection2"/>
        <w:numPr>
          <w:ilvl w:val="2"/>
          <w:numId w:val="85"/>
        </w:numPr>
        <w:ind w:left="709" w:hanging="709"/>
        <w:rPr>
          <w:rFonts w:eastAsia="MS Mincho"/>
        </w:rPr>
      </w:pPr>
      <w:bookmarkStart w:id="100" w:name="_Toc314831010"/>
      <w:r w:rsidRPr="0078600F">
        <w:t>Ex ante calculation of net anthropogenic GHG removals by sinks</w:t>
      </w:r>
      <w:bookmarkEnd w:id="100"/>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1F7E20">
        <w:trPr>
          <w:cantSplit/>
        </w:trPr>
        <w:tc>
          <w:tcPr>
            <w:tcW w:w="5000" w:type="pct"/>
            <w:shd w:val="clear" w:color="auto" w:fill="E6E6E6"/>
          </w:tcPr>
          <w:p w:rsidR="009115E4" w:rsidRPr="0078600F" w:rsidRDefault="004373FE" w:rsidP="003A73C6">
            <w:pPr>
              <w:pStyle w:val="SDMTableBoxParaNotNumbered"/>
              <w:numPr>
                <w:ilvl w:val="0"/>
                <w:numId w:val="39"/>
              </w:numPr>
              <w:ind w:left="397" w:hanging="397"/>
            </w:pPr>
            <w:r w:rsidRPr="0078600F">
              <w:t>Provide a transparent ex ante calculation of baseline net GHG removals by sinks, actual net GHG removals by sinks and leakage expected during the crediting period, applying all relevant equations provided in the selected methodology(ies) and</w:t>
            </w:r>
            <w:r w:rsidRPr="0078600F">
              <w:rPr>
                <w:lang w:val="en-US"/>
              </w:rPr>
              <w:t>, where applicable, the selected standardized baseline(s)</w:t>
            </w:r>
            <w:r w:rsidRPr="0078600F">
              <w:t xml:space="preserve">. For data or parameters available before validation, use values contained in the table in section B.7.2 above. </w:t>
            </w:r>
          </w:p>
        </w:tc>
      </w:tr>
      <w:tr w:rsidR="009115E4" w:rsidRPr="0078600F" w:rsidTr="001F7E20">
        <w:trPr>
          <w:cantSplit/>
        </w:trPr>
        <w:tc>
          <w:tcPr>
            <w:tcW w:w="5000" w:type="pct"/>
            <w:shd w:val="clear" w:color="auto" w:fill="E6E6E6"/>
          </w:tcPr>
          <w:p w:rsidR="009115E4" w:rsidRPr="0078600F" w:rsidRDefault="009115E4" w:rsidP="003A73C6">
            <w:pPr>
              <w:pStyle w:val="SDMTableBoxParaNotNumbered"/>
              <w:numPr>
                <w:ilvl w:val="0"/>
                <w:numId w:val="39"/>
              </w:numPr>
              <w:ind w:left="397" w:hanging="397"/>
            </w:pPr>
            <w:r w:rsidRPr="0078600F">
              <w:t>For data/parameters not available before registration and monitored during the crediting period, use estimates contained in the table in section B.</w:t>
            </w:r>
            <w:r w:rsidR="00030308" w:rsidRPr="0078600F">
              <w:t>8</w:t>
            </w:r>
            <w:r w:rsidRPr="0078600F">
              <w:t xml:space="preserve">.1 below. If any of these estimates has been determined by a sampling approach, provide a description of the sampling efforts undertaken </w:t>
            </w:r>
            <w:r w:rsidRPr="0078600F">
              <w:rPr>
                <w:rFonts w:hint="eastAsia"/>
              </w:rPr>
              <w:t xml:space="preserve">in accordance with </w:t>
            </w:r>
            <w:r w:rsidRPr="0078600F">
              <w:t xml:space="preserve">the </w:t>
            </w:r>
            <w:r w:rsidR="00030308" w:rsidRPr="0078600F">
              <w:t xml:space="preserve">selected </w:t>
            </w:r>
            <w:proofErr w:type="gramStart"/>
            <w:r w:rsidR="00030308" w:rsidRPr="0078600F">
              <w:t>methodology(</w:t>
            </w:r>
            <w:proofErr w:type="gramEnd"/>
            <w:r w:rsidR="00030308" w:rsidRPr="0078600F">
              <w:t>ies).</w:t>
            </w:r>
          </w:p>
        </w:tc>
      </w:tr>
      <w:tr w:rsidR="009115E4" w:rsidRPr="0078600F" w:rsidTr="001F7E20">
        <w:trPr>
          <w:cantSplit/>
        </w:trPr>
        <w:tc>
          <w:tcPr>
            <w:tcW w:w="5000" w:type="pct"/>
            <w:shd w:val="clear" w:color="auto" w:fill="E6E6E6"/>
          </w:tcPr>
          <w:p w:rsidR="009115E4" w:rsidRPr="0078600F" w:rsidRDefault="009115E4" w:rsidP="003A4326">
            <w:pPr>
              <w:pStyle w:val="SDMTableBoxParaNotNumbered"/>
              <w:numPr>
                <w:ilvl w:val="0"/>
                <w:numId w:val="39"/>
              </w:numPr>
              <w:ind w:left="397" w:hanging="397"/>
            </w:pPr>
            <w:r w:rsidRPr="0078600F">
              <w:t xml:space="preserve">Document how each equation is applied, in a manner that enables the reader to reproduce the calculation. Where relevant, provide additional background information and/or data in </w:t>
            </w:r>
            <w:r w:rsidR="003A4326" w:rsidRPr="0078600F">
              <w:fldChar w:fldCharType="begin"/>
            </w:r>
            <w:r w:rsidR="003A4326" w:rsidRPr="0078600F">
              <w:instrText xml:space="preserve"> REF _Ref391044328 \r \h </w:instrText>
            </w:r>
            <w:r w:rsidR="0078600F">
              <w:instrText xml:space="preserve"> \* MERGEFORMAT </w:instrText>
            </w:r>
            <w:r w:rsidR="003A4326" w:rsidRPr="0078600F">
              <w:fldChar w:fldCharType="separate"/>
            </w:r>
            <w:r w:rsidR="002309E6">
              <w:t>Appendix 4</w:t>
            </w:r>
            <w:r w:rsidR="003A4326" w:rsidRPr="0078600F">
              <w:fldChar w:fldCharType="end"/>
            </w:r>
            <w:r w:rsidRPr="0078600F">
              <w:t xml:space="preserve"> below, including relevant electronic spreadsheets.</w:t>
            </w:r>
          </w:p>
        </w:tc>
      </w:tr>
      <w:tr w:rsidR="009115E4" w:rsidRPr="0078600F" w:rsidTr="001F7E20">
        <w:trPr>
          <w:cantSplit/>
        </w:trPr>
        <w:tc>
          <w:tcPr>
            <w:tcW w:w="5000" w:type="pct"/>
            <w:shd w:val="clear" w:color="auto" w:fill="E6E6E6"/>
          </w:tcPr>
          <w:p w:rsidR="009115E4" w:rsidRPr="0078600F" w:rsidRDefault="009115E4" w:rsidP="003A73C6">
            <w:pPr>
              <w:pStyle w:val="SDMTableBoxParaNotNumbered"/>
              <w:numPr>
                <w:ilvl w:val="0"/>
                <w:numId w:val="39"/>
              </w:numPr>
              <w:ind w:left="397" w:hanging="397"/>
            </w:pPr>
            <w:r w:rsidRPr="0078600F">
              <w:t>Provide a sample calculation for each equation used, substituting the values used in the equations.</w:t>
            </w:r>
          </w:p>
        </w:tc>
      </w:tr>
    </w:tbl>
    <w:p w:rsidR="009115E4" w:rsidRPr="0078600F" w:rsidRDefault="000858B5" w:rsidP="00417372">
      <w:pPr>
        <w:pStyle w:val="SDMPDDPoASubSection2"/>
        <w:numPr>
          <w:ilvl w:val="2"/>
          <w:numId w:val="85"/>
        </w:numPr>
        <w:ind w:left="709" w:hanging="709"/>
        <w:rPr>
          <w:rFonts w:eastAsia="MS Mincho"/>
        </w:rPr>
      </w:pPr>
      <w:r w:rsidRPr="0078600F">
        <w:t>Summary of ex ante estimates of GHG removals by sinks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A66D5">
        <w:trPr>
          <w:cantSplit/>
        </w:trPr>
        <w:tc>
          <w:tcPr>
            <w:tcW w:w="5000" w:type="pct"/>
            <w:shd w:val="clear" w:color="auto" w:fill="E6E6E6"/>
          </w:tcPr>
          <w:p w:rsidR="009115E4" w:rsidRPr="0078600F" w:rsidRDefault="000858B5" w:rsidP="00BA66D5">
            <w:pPr>
              <w:pStyle w:val="SDMTableBoxParaNotNumbered"/>
              <w:numPr>
                <w:ilvl w:val="0"/>
                <w:numId w:val="40"/>
              </w:numPr>
              <w:ind w:left="397" w:hanging="397"/>
            </w:pPr>
            <w:r w:rsidRPr="0078600F">
              <w:t>Summarize the results of the ex ante calculation of net anthropogenic GHG removals by sinks for all years of the crediting period, using the table below</w:t>
            </w:r>
            <w:r w:rsidR="009115E4" w:rsidRPr="0078600F">
              <w:t>.</w:t>
            </w:r>
          </w:p>
        </w:tc>
      </w:tr>
    </w:tbl>
    <w:p w:rsidR="009115E4" w:rsidRPr="0078600F" w:rsidRDefault="009115E4" w:rsidP="009115E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20" w:firstRow="1" w:lastRow="0" w:firstColumn="0" w:lastColumn="0" w:noHBand="0" w:noVBand="1"/>
      </w:tblPr>
      <w:tblGrid>
        <w:gridCol w:w="1641"/>
        <w:gridCol w:w="1642"/>
        <w:gridCol w:w="1642"/>
        <w:gridCol w:w="1358"/>
        <w:gridCol w:w="1796"/>
        <w:gridCol w:w="1776"/>
      </w:tblGrid>
      <w:tr w:rsidR="0087412B" w:rsidRPr="0078600F" w:rsidTr="00BA66D5">
        <w:trPr>
          <w:cantSplit/>
          <w:tblHeader/>
        </w:trPr>
        <w:tc>
          <w:tcPr>
            <w:tcW w:w="833" w:type="pct"/>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87412B" w:rsidRPr="0078600F" w:rsidRDefault="0087412B" w:rsidP="000C13DB">
            <w:pPr>
              <w:pStyle w:val="SDMTableBoxParaNotNumbered"/>
              <w:keepNext/>
              <w:keepLines/>
              <w:jc w:val="center"/>
              <w:rPr>
                <w:b/>
              </w:rPr>
            </w:pPr>
            <w:r w:rsidRPr="0078600F">
              <w:rPr>
                <w:b/>
              </w:rPr>
              <w:t>Year</w:t>
            </w:r>
          </w:p>
        </w:tc>
        <w:tc>
          <w:tcPr>
            <w:tcW w:w="833" w:type="pct"/>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87412B" w:rsidRPr="0078600F" w:rsidRDefault="0087412B" w:rsidP="000C13DB">
            <w:pPr>
              <w:pStyle w:val="SDMTableBoxParaNotNumbered"/>
              <w:keepNext/>
              <w:keepLines/>
              <w:jc w:val="center"/>
              <w:rPr>
                <w:b/>
              </w:rPr>
            </w:pPr>
            <w:r w:rsidRPr="0078600F">
              <w:rPr>
                <w:b/>
              </w:rPr>
              <w:t>Baseline net GHG removals by sinks</w:t>
            </w:r>
          </w:p>
          <w:p w:rsidR="0087412B" w:rsidRPr="0078600F" w:rsidRDefault="0087412B" w:rsidP="000C13DB">
            <w:pPr>
              <w:pStyle w:val="SDMTableBoxParaNotNumbered"/>
              <w:keepNext/>
              <w:keepLines/>
              <w:jc w:val="center"/>
              <w:rPr>
                <w:b/>
              </w:rPr>
            </w:pPr>
            <w:r w:rsidRPr="0078600F">
              <w:rPr>
                <w:b/>
              </w:rPr>
              <w:t>(t CO</w:t>
            </w:r>
            <w:r w:rsidRPr="0078600F">
              <w:rPr>
                <w:rFonts w:ascii="Times New Roman Bold" w:hAnsi="Times New Roman Bold"/>
                <w:b/>
                <w:vertAlign w:val="subscript"/>
              </w:rPr>
              <w:t>2</w:t>
            </w:r>
            <w:r w:rsidRPr="0078600F">
              <w:rPr>
                <w:b/>
              </w:rPr>
              <w:t>e)</w:t>
            </w:r>
          </w:p>
        </w:tc>
        <w:tc>
          <w:tcPr>
            <w:tcW w:w="833" w:type="pct"/>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87412B" w:rsidRPr="0078600F" w:rsidRDefault="0087412B" w:rsidP="000C13DB">
            <w:pPr>
              <w:pStyle w:val="SDMTableBoxParaNotNumbered"/>
              <w:keepNext/>
              <w:keepLines/>
              <w:jc w:val="center"/>
              <w:rPr>
                <w:b/>
              </w:rPr>
            </w:pPr>
            <w:r w:rsidRPr="0078600F">
              <w:rPr>
                <w:b/>
              </w:rPr>
              <w:t>Actual net GHG removals by sinks</w:t>
            </w:r>
          </w:p>
          <w:p w:rsidR="0087412B" w:rsidRPr="0078600F" w:rsidRDefault="0087412B" w:rsidP="000C13DB">
            <w:pPr>
              <w:pStyle w:val="SDMTableBoxParaNotNumbered"/>
              <w:keepNext/>
              <w:keepLines/>
              <w:jc w:val="center"/>
              <w:rPr>
                <w:b/>
              </w:rPr>
            </w:pPr>
            <w:r w:rsidRPr="0078600F">
              <w:rPr>
                <w:b/>
              </w:rPr>
              <w:t>(t CO</w:t>
            </w:r>
            <w:r w:rsidRPr="0078600F">
              <w:rPr>
                <w:rFonts w:ascii="Times New Roman Bold" w:hAnsi="Times New Roman Bold"/>
                <w:b/>
                <w:vertAlign w:val="subscript"/>
              </w:rPr>
              <w:t>2</w:t>
            </w:r>
            <w:r w:rsidRPr="0078600F">
              <w:rPr>
                <w:b/>
              </w:rPr>
              <w:t>e)</w:t>
            </w:r>
          </w:p>
        </w:tc>
        <w:tc>
          <w:tcPr>
            <w:tcW w:w="689" w:type="pct"/>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87412B" w:rsidRPr="0078600F" w:rsidRDefault="0087412B" w:rsidP="000C13DB">
            <w:pPr>
              <w:pStyle w:val="SDMTableBoxParaNotNumbered"/>
              <w:keepNext/>
              <w:keepLines/>
              <w:jc w:val="center"/>
              <w:rPr>
                <w:b/>
              </w:rPr>
            </w:pPr>
            <w:r w:rsidRPr="0078600F">
              <w:rPr>
                <w:b/>
              </w:rPr>
              <w:t>Leakage</w:t>
            </w:r>
          </w:p>
          <w:p w:rsidR="0087412B" w:rsidRPr="0078600F" w:rsidRDefault="0087412B" w:rsidP="000C13DB">
            <w:pPr>
              <w:pStyle w:val="SDMTableBoxParaNotNumbered"/>
              <w:keepNext/>
              <w:keepLines/>
              <w:jc w:val="center"/>
              <w:rPr>
                <w:b/>
              </w:rPr>
            </w:pPr>
            <w:r w:rsidRPr="0078600F">
              <w:rPr>
                <w:b/>
              </w:rPr>
              <w:t>(tCO</w:t>
            </w:r>
            <w:r w:rsidRPr="0078600F">
              <w:rPr>
                <w:rFonts w:ascii="Times New Roman Bold" w:hAnsi="Times New Roman Bold"/>
                <w:b/>
                <w:vertAlign w:val="subscript"/>
              </w:rPr>
              <w:t>2</w:t>
            </w:r>
            <w:r w:rsidRPr="0078600F">
              <w:rPr>
                <w:b/>
              </w:rPr>
              <w:t>e)</w:t>
            </w:r>
          </w:p>
        </w:tc>
        <w:tc>
          <w:tcPr>
            <w:tcW w:w="911" w:type="pct"/>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87412B" w:rsidRPr="0078600F" w:rsidRDefault="0087412B" w:rsidP="000C13DB">
            <w:pPr>
              <w:pStyle w:val="SDMTableBoxParaNotNumbered"/>
              <w:keepNext/>
              <w:keepLines/>
              <w:jc w:val="center"/>
              <w:rPr>
                <w:b/>
              </w:rPr>
            </w:pPr>
            <w:r w:rsidRPr="0078600F">
              <w:rPr>
                <w:b/>
              </w:rPr>
              <w:t>Net anthropogenic GHG removals by sinks</w:t>
            </w:r>
          </w:p>
          <w:p w:rsidR="0087412B" w:rsidRPr="0078600F" w:rsidRDefault="0087412B" w:rsidP="000C13DB">
            <w:pPr>
              <w:pStyle w:val="SDMTableBoxParaNotNumbered"/>
              <w:keepNext/>
              <w:keepLines/>
              <w:jc w:val="center"/>
              <w:rPr>
                <w:b/>
              </w:rPr>
            </w:pPr>
            <w:r w:rsidRPr="0078600F">
              <w:rPr>
                <w:b/>
              </w:rPr>
              <w:t>(t CO</w:t>
            </w:r>
            <w:r w:rsidRPr="0078600F">
              <w:rPr>
                <w:rFonts w:ascii="Times New Roman Bold" w:hAnsi="Times New Roman Bold"/>
                <w:b/>
                <w:vertAlign w:val="subscript"/>
              </w:rPr>
              <w:t>2</w:t>
            </w:r>
            <w:r w:rsidRPr="0078600F">
              <w:rPr>
                <w:b/>
              </w:rPr>
              <w:t>e)</w:t>
            </w:r>
          </w:p>
        </w:tc>
        <w:tc>
          <w:tcPr>
            <w:tcW w:w="902" w:type="pct"/>
            <w:tcBorders>
              <w:top w:val="single" w:sz="4" w:space="0" w:color="auto"/>
              <w:left w:val="single" w:sz="4" w:space="0" w:color="auto"/>
              <w:bottom w:val="single" w:sz="12" w:space="0" w:color="auto"/>
              <w:right w:val="single" w:sz="4" w:space="0" w:color="auto"/>
              <w:tl2br w:val="nil"/>
              <w:tr2bl w:val="nil"/>
            </w:tcBorders>
            <w:shd w:val="clear" w:color="auto" w:fill="E6E6E6"/>
            <w:tcMar>
              <w:top w:w="113" w:type="dxa"/>
              <w:bottom w:w="113" w:type="dxa"/>
            </w:tcMar>
            <w:vAlign w:val="center"/>
            <w:hideMark/>
          </w:tcPr>
          <w:p w:rsidR="0087412B" w:rsidRPr="0078600F" w:rsidRDefault="0087412B" w:rsidP="000C13DB">
            <w:pPr>
              <w:pStyle w:val="SDMTableBoxParaNotNumbered"/>
              <w:keepNext/>
              <w:keepLines/>
              <w:jc w:val="center"/>
              <w:rPr>
                <w:b/>
              </w:rPr>
            </w:pPr>
            <w:r w:rsidRPr="0078600F">
              <w:rPr>
                <w:b/>
              </w:rPr>
              <w:t>Cumulative net anthropogenic GHG removals by sinks</w:t>
            </w:r>
          </w:p>
          <w:p w:rsidR="0087412B" w:rsidRPr="0078600F" w:rsidRDefault="0087412B" w:rsidP="000C13DB">
            <w:pPr>
              <w:pStyle w:val="SDMTableBoxParaNotNumbered"/>
              <w:keepNext/>
              <w:keepLines/>
              <w:jc w:val="center"/>
              <w:rPr>
                <w:b/>
              </w:rPr>
            </w:pPr>
            <w:r w:rsidRPr="0078600F">
              <w:rPr>
                <w:b/>
              </w:rPr>
              <w:t>(t CO</w:t>
            </w:r>
            <w:r w:rsidRPr="0078600F">
              <w:rPr>
                <w:rFonts w:ascii="Times New Roman Bold" w:hAnsi="Times New Roman Bold"/>
                <w:b/>
                <w:vertAlign w:val="subscript"/>
              </w:rPr>
              <w:t>2</w:t>
            </w:r>
            <w:r w:rsidRPr="0078600F">
              <w:rPr>
                <w:b/>
              </w:rPr>
              <w:t>e)</w:t>
            </w:r>
          </w:p>
        </w:tc>
      </w:tr>
      <w:tr w:rsidR="0087412B" w:rsidRPr="0078600F" w:rsidTr="00BA66D5">
        <w:trPr>
          <w:cantSplit/>
        </w:trPr>
        <w:tc>
          <w:tcPr>
            <w:tcW w:w="833" w:type="pct"/>
            <w:shd w:val="clear" w:color="auto" w:fill="auto"/>
            <w:vAlign w:val="center"/>
            <w:hideMark/>
          </w:tcPr>
          <w:p w:rsidR="0087412B" w:rsidRPr="0078600F" w:rsidRDefault="0087412B" w:rsidP="000C13DB">
            <w:pPr>
              <w:pStyle w:val="SDMTableBoxParaNotNumbered"/>
            </w:pPr>
            <w:r w:rsidRPr="0078600F">
              <w:t>Year A</w:t>
            </w:r>
          </w:p>
        </w:tc>
        <w:tc>
          <w:tcPr>
            <w:tcW w:w="833" w:type="pct"/>
            <w:shd w:val="clear" w:color="auto" w:fill="auto"/>
            <w:vAlign w:val="center"/>
          </w:tcPr>
          <w:p w:rsidR="0087412B" w:rsidRPr="0078600F" w:rsidRDefault="0087412B" w:rsidP="000C13DB">
            <w:pPr>
              <w:pStyle w:val="SDMTableBoxParaNotNumbered"/>
            </w:pPr>
          </w:p>
        </w:tc>
        <w:tc>
          <w:tcPr>
            <w:tcW w:w="833" w:type="pct"/>
            <w:shd w:val="clear" w:color="auto" w:fill="auto"/>
            <w:vAlign w:val="center"/>
          </w:tcPr>
          <w:p w:rsidR="0087412B" w:rsidRPr="0078600F" w:rsidRDefault="0087412B" w:rsidP="000C13DB">
            <w:pPr>
              <w:pStyle w:val="SDMTableBoxParaNotNumbered"/>
            </w:pPr>
          </w:p>
        </w:tc>
        <w:tc>
          <w:tcPr>
            <w:tcW w:w="689" w:type="pct"/>
            <w:shd w:val="clear" w:color="auto" w:fill="auto"/>
            <w:vAlign w:val="center"/>
          </w:tcPr>
          <w:p w:rsidR="0087412B" w:rsidRPr="0078600F" w:rsidRDefault="0087412B" w:rsidP="000C13DB">
            <w:pPr>
              <w:pStyle w:val="SDMTableBoxParaNotNumbered"/>
            </w:pPr>
          </w:p>
        </w:tc>
        <w:tc>
          <w:tcPr>
            <w:tcW w:w="911" w:type="pct"/>
            <w:shd w:val="clear" w:color="auto" w:fill="auto"/>
            <w:vAlign w:val="center"/>
          </w:tcPr>
          <w:p w:rsidR="0087412B" w:rsidRPr="0078600F" w:rsidRDefault="0087412B" w:rsidP="000C13DB">
            <w:pPr>
              <w:pStyle w:val="SDMTableBoxParaNotNumbered"/>
            </w:pPr>
          </w:p>
        </w:tc>
        <w:tc>
          <w:tcPr>
            <w:tcW w:w="902" w:type="pct"/>
            <w:shd w:val="clear" w:color="auto" w:fill="auto"/>
            <w:vAlign w:val="center"/>
          </w:tcPr>
          <w:p w:rsidR="0087412B" w:rsidRPr="0078600F" w:rsidRDefault="0087412B" w:rsidP="000C13DB">
            <w:pPr>
              <w:pStyle w:val="SDMTableBoxParaNotNumbered"/>
            </w:pPr>
          </w:p>
        </w:tc>
      </w:tr>
      <w:tr w:rsidR="0087412B" w:rsidRPr="0078600F" w:rsidTr="00BA66D5">
        <w:trPr>
          <w:cantSplit/>
        </w:trPr>
        <w:tc>
          <w:tcPr>
            <w:tcW w:w="833" w:type="pct"/>
            <w:shd w:val="clear" w:color="auto" w:fill="auto"/>
            <w:vAlign w:val="center"/>
            <w:hideMark/>
          </w:tcPr>
          <w:p w:rsidR="0087412B" w:rsidRPr="0078600F" w:rsidRDefault="0087412B" w:rsidP="000C13DB">
            <w:pPr>
              <w:pStyle w:val="SDMTableBoxParaNotNumbered"/>
            </w:pPr>
            <w:r w:rsidRPr="0078600F">
              <w:t>Year B</w:t>
            </w:r>
          </w:p>
        </w:tc>
        <w:tc>
          <w:tcPr>
            <w:tcW w:w="833" w:type="pct"/>
            <w:shd w:val="clear" w:color="auto" w:fill="auto"/>
            <w:vAlign w:val="center"/>
          </w:tcPr>
          <w:p w:rsidR="0087412B" w:rsidRPr="0078600F" w:rsidRDefault="0087412B" w:rsidP="000C13DB">
            <w:pPr>
              <w:pStyle w:val="SDMTableBoxParaNotNumbered"/>
            </w:pPr>
          </w:p>
        </w:tc>
        <w:tc>
          <w:tcPr>
            <w:tcW w:w="833" w:type="pct"/>
            <w:shd w:val="clear" w:color="auto" w:fill="auto"/>
            <w:vAlign w:val="center"/>
          </w:tcPr>
          <w:p w:rsidR="0087412B" w:rsidRPr="0078600F" w:rsidRDefault="0087412B" w:rsidP="000C13DB">
            <w:pPr>
              <w:pStyle w:val="SDMTableBoxParaNotNumbered"/>
            </w:pPr>
          </w:p>
        </w:tc>
        <w:tc>
          <w:tcPr>
            <w:tcW w:w="689" w:type="pct"/>
            <w:shd w:val="clear" w:color="auto" w:fill="auto"/>
            <w:vAlign w:val="center"/>
          </w:tcPr>
          <w:p w:rsidR="0087412B" w:rsidRPr="0078600F" w:rsidRDefault="0087412B" w:rsidP="000C13DB">
            <w:pPr>
              <w:pStyle w:val="SDMTableBoxParaNotNumbered"/>
            </w:pPr>
          </w:p>
        </w:tc>
        <w:tc>
          <w:tcPr>
            <w:tcW w:w="911" w:type="pct"/>
            <w:shd w:val="clear" w:color="auto" w:fill="auto"/>
            <w:vAlign w:val="center"/>
          </w:tcPr>
          <w:p w:rsidR="0087412B" w:rsidRPr="0078600F" w:rsidRDefault="0087412B" w:rsidP="000C13DB">
            <w:pPr>
              <w:pStyle w:val="SDMTableBoxParaNotNumbered"/>
            </w:pPr>
          </w:p>
        </w:tc>
        <w:tc>
          <w:tcPr>
            <w:tcW w:w="902" w:type="pct"/>
            <w:shd w:val="clear" w:color="auto" w:fill="auto"/>
            <w:vAlign w:val="center"/>
          </w:tcPr>
          <w:p w:rsidR="0087412B" w:rsidRPr="0078600F" w:rsidRDefault="0087412B" w:rsidP="000C13DB">
            <w:pPr>
              <w:pStyle w:val="SDMTableBoxParaNotNumbered"/>
            </w:pPr>
          </w:p>
        </w:tc>
      </w:tr>
      <w:tr w:rsidR="0087412B" w:rsidRPr="0078600F" w:rsidTr="00BA66D5">
        <w:trPr>
          <w:cantSplit/>
        </w:trPr>
        <w:tc>
          <w:tcPr>
            <w:tcW w:w="833" w:type="pct"/>
            <w:tcBorders>
              <w:bottom w:val="single" w:sz="4" w:space="0" w:color="auto"/>
            </w:tcBorders>
            <w:shd w:val="clear" w:color="auto" w:fill="auto"/>
            <w:vAlign w:val="center"/>
            <w:hideMark/>
          </w:tcPr>
          <w:p w:rsidR="0087412B" w:rsidRPr="0078600F" w:rsidRDefault="0087412B" w:rsidP="000C13DB">
            <w:pPr>
              <w:pStyle w:val="SDMTableBoxParaNotNumbered"/>
            </w:pPr>
            <w:r w:rsidRPr="0078600F">
              <w:t>Year C</w:t>
            </w:r>
          </w:p>
        </w:tc>
        <w:tc>
          <w:tcPr>
            <w:tcW w:w="833" w:type="pct"/>
            <w:tcBorders>
              <w:bottom w:val="single" w:sz="4" w:space="0" w:color="auto"/>
            </w:tcBorders>
            <w:shd w:val="clear" w:color="auto" w:fill="auto"/>
            <w:vAlign w:val="center"/>
          </w:tcPr>
          <w:p w:rsidR="0087412B" w:rsidRPr="0078600F" w:rsidRDefault="0087412B" w:rsidP="000C13DB">
            <w:pPr>
              <w:pStyle w:val="SDMTableBoxParaNotNumbered"/>
            </w:pPr>
          </w:p>
        </w:tc>
        <w:tc>
          <w:tcPr>
            <w:tcW w:w="833" w:type="pct"/>
            <w:tcBorders>
              <w:bottom w:val="single" w:sz="4" w:space="0" w:color="auto"/>
            </w:tcBorders>
            <w:shd w:val="clear" w:color="auto" w:fill="auto"/>
            <w:vAlign w:val="center"/>
          </w:tcPr>
          <w:p w:rsidR="0087412B" w:rsidRPr="0078600F" w:rsidRDefault="0087412B" w:rsidP="000C13DB">
            <w:pPr>
              <w:pStyle w:val="SDMTableBoxParaNotNumbered"/>
            </w:pPr>
          </w:p>
        </w:tc>
        <w:tc>
          <w:tcPr>
            <w:tcW w:w="689" w:type="pct"/>
            <w:tcBorders>
              <w:bottom w:val="single" w:sz="4" w:space="0" w:color="auto"/>
            </w:tcBorders>
            <w:shd w:val="clear" w:color="auto" w:fill="auto"/>
            <w:vAlign w:val="center"/>
          </w:tcPr>
          <w:p w:rsidR="0087412B" w:rsidRPr="0078600F" w:rsidRDefault="0087412B" w:rsidP="000C13DB">
            <w:pPr>
              <w:pStyle w:val="SDMTableBoxParaNotNumbered"/>
            </w:pPr>
          </w:p>
        </w:tc>
        <w:tc>
          <w:tcPr>
            <w:tcW w:w="911" w:type="pct"/>
            <w:tcBorders>
              <w:bottom w:val="single" w:sz="4" w:space="0" w:color="auto"/>
            </w:tcBorders>
            <w:shd w:val="clear" w:color="auto" w:fill="auto"/>
            <w:vAlign w:val="center"/>
          </w:tcPr>
          <w:p w:rsidR="0087412B" w:rsidRPr="0078600F" w:rsidRDefault="0087412B" w:rsidP="000C13DB">
            <w:pPr>
              <w:pStyle w:val="SDMTableBoxParaNotNumbered"/>
            </w:pPr>
          </w:p>
        </w:tc>
        <w:tc>
          <w:tcPr>
            <w:tcW w:w="902" w:type="pct"/>
            <w:tcBorders>
              <w:bottom w:val="single" w:sz="4" w:space="0" w:color="auto"/>
            </w:tcBorders>
            <w:shd w:val="clear" w:color="auto" w:fill="auto"/>
            <w:vAlign w:val="center"/>
          </w:tcPr>
          <w:p w:rsidR="0087412B" w:rsidRPr="0078600F" w:rsidRDefault="0087412B" w:rsidP="000C13DB">
            <w:pPr>
              <w:pStyle w:val="SDMTableBoxParaNotNumbered"/>
            </w:pPr>
          </w:p>
        </w:tc>
      </w:tr>
      <w:tr w:rsidR="0087412B" w:rsidRPr="0078600F" w:rsidTr="00BA66D5">
        <w:trPr>
          <w:cantSplit/>
        </w:trPr>
        <w:tc>
          <w:tcPr>
            <w:tcW w:w="833" w:type="pct"/>
            <w:shd w:val="clear" w:color="auto" w:fill="auto"/>
            <w:vAlign w:val="center"/>
            <w:hideMark/>
          </w:tcPr>
          <w:p w:rsidR="0087412B" w:rsidRPr="0078600F" w:rsidRDefault="0087412B" w:rsidP="000C13DB">
            <w:pPr>
              <w:pStyle w:val="SDMTableBoxParaNotNumbered"/>
              <w:rPr>
                <w:b/>
              </w:rPr>
            </w:pPr>
            <w:r w:rsidRPr="0078600F">
              <w:rPr>
                <w:b/>
              </w:rPr>
              <w:t>Year</w:t>
            </w:r>
          </w:p>
        </w:tc>
        <w:tc>
          <w:tcPr>
            <w:tcW w:w="833" w:type="pct"/>
            <w:shd w:val="clear" w:color="auto" w:fill="auto"/>
            <w:vAlign w:val="center"/>
          </w:tcPr>
          <w:p w:rsidR="0087412B" w:rsidRPr="0078600F" w:rsidRDefault="0087412B" w:rsidP="000C13DB">
            <w:pPr>
              <w:pStyle w:val="SDMTableBoxParaNotNumbered"/>
            </w:pPr>
          </w:p>
        </w:tc>
        <w:tc>
          <w:tcPr>
            <w:tcW w:w="833" w:type="pct"/>
            <w:shd w:val="clear" w:color="auto" w:fill="auto"/>
            <w:vAlign w:val="center"/>
          </w:tcPr>
          <w:p w:rsidR="0087412B" w:rsidRPr="0078600F" w:rsidRDefault="0087412B" w:rsidP="000C13DB">
            <w:pPr>
              <w:pStyle w:val="SDMTableBoxParaNotNumbered"/>
            </w:pPr>
          </w:p>
        </w:tc>
        <w:tc>
          <w:tcPr>
            <w:tcW w:w="689" w:type="pct"/>
            <w:shd w:val="clear" w:color="auto" w:fill="auto"/>
            <w:vAlign w:val="center"/>
          </w:tcPr>
          <w:p w:rsidR="0087412B" w:rsidRPr="0078600F" w:rsidRDefault="0087412B" w:rsidP="000C13DB">
            <w:pPr>
              <w:pStyle w:val="SDMTableBoxParaNotNumbered"/>
            </w:pPr>
          </w:p>
        </w:tc>
        <w:tc>
          <w:tcPr>
            <w:tcW w:w="911" w:type="pct"/>
            <w:shd w:val="clear" w:color="auto" w:fill="auto"/>
            <w:vAlign w:val="center"/>
          </w:tcPr>
          <w:p w:rsidR="0087412B" w:rsidRPr="0078600F" w:rsidRDefault="0087412B" w:rsidP="000C13DB">
            <w:pPr>
              <w:pStyle w:val="SDMTableBoxParaNotNumbered"/>
            </w:pPr>
          </w:p>
        </w:tc>
        <w:tc>
          <w:tcPr>
            <w:tcW w:w="902" w:type="pct"/>
            <w:shd w:val="clear" w:color="auto" w:fill="auto"/>
            <w:vAlign w:val="center"/>
          </w:tcPr>
          <w:p w:rsidR="0087412B" w:rsidRPr="0078600F" w:rsidRDefault="0087412B" w:rsidP="000C13DB">
            <w:pPr>
              <w:pStyle w:val="SDMTableBoxParaNotNumbered"/>
            </w:pPr>
          </w:p>
        </w:tc>
      </w:tr>
      <w:tr w:rsidR="0087412B" w:rsidRPr="0078600F" w:rsidTr="00BA66D5">
        <w:trPr>
          <w:cantSplit/>
        </w:trPr>
        <w:tc>
          <w:tcPr>
            <w:tcW w:w="833" w:type="pct"/>
            <w:shd w:val="clear" w:color="auto" w:fill="auto"/>
            <w:vAlign w:val="center"/>
            <w:hideMark/>
          </w:tcPr>
          <w:p w:rsidR="0087412B" w:rsidRPr="0078600F" w:rsidRDefault="0087412B" w:rsidP="000C13DB">
            <w:pPr>
              <w:pStyle w:val="SDMTableBoxParaNotNumbered"/>
              <w:rPr>
                <w:b/>
              </w:rPr>
            </w:pPr>
            <w:r w:rsidRPr="0078600F">
              <w:rPr>
                <w:b/>
              </w:rPr>
              <w:t>Total</w:t>
            </w:r>
          </w:p>
        </w:tc>
        <w:tc>
          <w:tcPr>
            <w:tcW w:w="833" w:type="pct"/>
            <w:shd w:val="clear" w:color="auto" w:fill="auto"/>
            <w:vAlign w:val="center"/>
          </w:tcPr>
          <w:p w:rsidR="0087412B" w:rsidRPr="0078600F" w:rsidRDefault="0087412B" w:rsidP="000C13DB">
            <w:pPr>
              <w:pStyle w:val="SDMTableBoxParaNotNumbered"/>
            </w:pPr>
          </w:p>
        </w:tc>
        <w:tc>
          <w:tcPr>
            <w:tcW w:w="833" w:type="pct"/>
            <w:shd w:val="clear" w:color="auto" w:fill="auto"/>
            <w:vAlign w:val="center"/>
          </w:tcPr>
          <w:p w:rsidR="0087412B" w:rsidRPr="0078600F" w:rsidRDefault="0087412B" w:rsidP="000C13DB">
            <w:pPr>
              <w:pStyle w:val="SDMTableBoxParaNotNumbered"/>
            </w:pPr>
          </w:p>
        </w:tc>
        <w:tc>
          <w:tcPr>
            <w:tcW w:w="689" w:type="pct"/>
            <w:shd w:val="clear" w:color="auto" w:fill="auto"/>
            <w:vAlign w:val="center"/>
          </w:tcPr>
          <w:p w:rsidR="0087412B" w:rsidRPr="0078600F" w:rsidRDefault="0087412B" w:rsidP="000C13DB">
            <w:pPr>
              <w:pStyle w:val="SDMTableBoxParaNotNumbered"/>
            </w:pPr>
          </w:p>
        </w:tc>
        <w:tc>
          <w:tcPr>
            <w:tcW w:w="911" w:type="pct"/>
            <w:shd w:val="clear" w:color="auto" w:fill="auto"/>
            <w:vAlign w:val="center"/>
          </w:tcPr>
          <w:p w:rsidR="0087412B" w:rsidRPr="0078600F" w:rsidRDefault="0087412B" w:rsidP="000C13DB">
            <w:pPr>
              <w:pStyle w:val="SDMTableBoxParaNotNumbered"/>
            </w:pPr>
          </w:p>
        </w:tc>
        <w:tc>
          <w:tcPr>
            <w:tcW w:w="902" w:type="pct"/>
            <w:shd w:val="clear" w:color="auto" w:fill="auto"/>
            <w:vAlign w:val="center"/>
          </w:tcPr>
          <w:p w:rsidR="0087412B" w:rsidRPr="0078600F" w:rsidRDefault="0087412B" w:rsidP="000C13DB">
            <w:pPr>
              <w:pStyle w:val="SDMTableBoxParaNotNumbered"/>
            </w:pPr>
          </w:p>
        </w:tc>
      </w:tr>
      <w:tr w:rsidR="0087412B" w:rsidRPr="0078600F" w:rsidTr="00BA66D5">
        <w:trPr>
          <w:cantSplit/>
        </w:trPr>
        <w:tc>
          <w:tcPr>
            <w:tcW w:w="833" w:type="pct"/>
            <w:shd w:val="clear" w:color="auto" w:fill="auto"/>
            <w:vAlign w:val="center"/>
            <w:hideMark/>
          </w:tcPr>
          <w:p w:rsidR="0087412B" w:rsidRPr="0078600F" w:rsidRDefault="0087412B" w:rsidP="000C13DB">
            <w:pPr>
              <w:pStyle w:val="SDMTableBoxParaNotNumbered"/>
              <w:rPr>
                <w:b/>
              </w:rPr>
            </w:pPr>
            <w:r w:rsidRPr="0078600F">
              <w:rPr>
                <w:b/>
              </w:rPr>
              <w:t>Total number of crediting years</w:t>
            </w:r>
          </w:p>
        </w:tc>
        <w:tc>
          <w:tcPr>
            <w:tcW w:w="4167" w:type="pct"/>
            <w:gridSpan w:val="5"/>
            <w:shd w:val="clear" w:color="auto" w:fill="auto"/>
            <w:vAlign w:val="center"/>
          </w:tcPr>
          <w:p w:rsidR="0087412B" w:rsidRPr="0078600F" w:rsidRDefault="0087412B" w:rsidP="000C13DB">
            <w:pPr>
              <w:pStyle w:val="SDMTableBoxParaNotNumbered"/>
            </w:pPr>
          </w:p>
        </w:tc>
      </w:tr>
      <w:tr w:rsidR="0087412B" w:rsidRPr="0078600F" w:rsidTr="00BA66D5">
        <w:trPr>
          <w:cantSplit/>
        </w:trPr>
        <w:tc>
          <w:tcPr>
            <w:tcW w:w="833" w:type="pct"/>
            <w:shd w:val="clear" w:color="auto" w:fill="E6E6E6"/>
            <w:vAlign w:val="center"/>
            <w:hideMark/>
          </w:tcPr>
          <w:p w:rsidR="0087412B" w:rsidRPr="0078600F" w:rsidRDefault="0087412B" w:rsidP="000C13DB">
            <w:pPr>
              <w:pStyle w:val="SDMTableBoxParaNotNumbered"/>
              <w:rPr>
                <w:b/>
              </w:rPr>
            </w:pPr>
            <w:r w:rsidRPr="0078600F">
              <w:rPr>
                <w:b/>
              </w:rPr>
              <w:t xml:space="preserve">Annual average over the crediting period </w:t>
            </w:r>
          </w:p>
        </w:tc>
        <w:tc>
          <w:tcPr>
            <w:tcW w:w="833" w:type="pct"/>
            <w:shd w:val="clear" w:color="auto" w:fill="auto"/>
            <w:vAlign w:val="center"/>
          </w:tcPr>
          <w:p w:rsidR="0087412B" w:rsidRPr="0078600F" w:rsidRDefault="0087412B" w:rsidP="000C13DB">
            <w:pPr>
              <w:pStyle w:val="SDMTableBoxParaNotNumbered"/>
            </w:pPr>
          </w:p>
        </w:tc>
        <w:tc>
          <w:tcPr>
            <w:tcW w:w="833" w:type="pct"/>
            <w:shd w:val="clear" w:color="auto" w:fill="auto"/>
            <w:vAlign w:val="center"/>
          </w:tcPr>
          <w:p w:rsidR="0087412B" w:rsidRPr="0078600F" w:rsidRDefault="0087412B" w:rsidP="000C13DB">
            <w:pPr>
              <w:pStyle w:val="SDMTableBoxParaNotNumbered"/>
            </w:pPr>
          </w:p>
        </w:tc>
        <w:tc>
          <w:tcPr>
            <w:tcW w:w="689" w:type="pct"/>
            <w:shd w:val="clear" w:color="auto" w:fill="auto"/>
            <w:vAlign w:val="center"/>
          </w:tcPr>
          <w:p w:rsidR="0087412B" w:rsidRPr="0078600F" w:rsidRDefault="0087412B" w:rsidP="000C13DB">
            <w:pPr>
              <w:pStyle w:val="SDMTableBoxParaNotNumbered"/>
            </w:pPr>
          </w:p>
        </w:tc>
        <w:tc>
          <w:tcPr>
            <w:tcW w:w="911" w:type="pct"/>
            <w:shd w:val="clear" w:color="auto" w:fill="auto"/>
            <w:vAlign w:val="center"/>
          </w:tcPr>
          <w:p w:rsidR="0087412B" w:rsidRPr="0078600F" w:rsidRDefault="0087412B" w:rsidP="000C13DB">
            <w:pPr>
              <w:pStyle w:val="SDMTableBoxParaNotNumbered"/>
            </w:pPr>
          </w:p>
        </w:tc>
        <w:tc>
          <w:tcPr>
            <w:tcW w:w="902" w:type="pct"/>
            <w:shd w:val="clear" w:color="auto" w:fill="auto"/>
            <w:vAlign w:val="center"/>
          </w:tcPr>
          <w:p w:rsidR="0087412B" w:rsidRPr="0078600F" w:rsidRDefault="0087412B" w:rsidP="000C13DB">
            <w:pPr>
              <w:pStyle w:val="SDMTableBoxParaNotNumbered"/>
            </w:pPr>
          </w:p>
        </w:tc>
      </w:tr>
    </w:tbl>
    <w:p w:rsidR="009115E4" w:rsidRPr="0078600F" w:rsidRDefault="009115E4" w:rsidP="00417372">
      <w:pPr>
        <w:pStyle w:val="SDMPDDPoASubSection1"/>
        <w:numPr>
          <w:ilvl w:val="1"/>
          <w:numId w:val="85"/>
        </w:numPr>
        <w:tabs>
          <w:tab w:val="clear" w:pos="1474"/>
        </w:tabs>
        <w:ind w:left="709" w:hanging="709"/>
      </w:pPr>
      <w:r w:rsidRPr="0078600F">
        <w:t>Monitoring plan</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480" w:firstRow="0" w:lastRow="0" w:firstColumn="1" w:lastColumn="0" w:noHBand="0" w:noVBand="1"/>
      </w:tblPr>
      <w:tblGrid>
        <w:gridCol w:w="9855"/>
      </w:tblGrid>
      <w:tr w:rsidR="009115E4" w:rsidRPr="0078600F" w:rsidTr="00BA66D5">
        <w:trPr>
          <w:cantSplit/>
        </w:trPr>
        <w:tc>
          <w:tcPr>
            <w:tcW w:w="5000" w:type="pct"/>
            <w:shd w:val="clear" w:color="auto" w:fill="E6E6E6"/>
          </w:tcPr>
          <w:p w:rsidR="0006671D" w:rsidRPr="00143E8E" w:rsidRDefault="009115E4" w:rsidP="0006671D">
            <w:pPr>
              <w:pStyle w:val="SDMTableBoxParaNumbered"/>
              <w:numPr>
                <w:ilvl w:val="0"/>
                <w:numId w:val="41"/>
              </w:numPr>
              <w:ind w:left="397" w:hanging="397"/>
            </w:pPr>
            <w:r w:rsidRPr="0078600F">
              <w:t>Through sections B.</w:t>
            </w:r>
            <w:r w:rsidR="0087412B" w:rsidRPr="0078600F">
              <w:t>8</w:t>
            </w:r>
            <w:r w:rsidRPr="0078600F">
              <w:t>.1, B.</w:t>
            </w:r>
            <w:r w:rsidR="0087412B" w:rsidRPr="0078600F">
              <w:t>8</w:t>
            </w:r>
            <w:r w:rsidRPr="0078600F">
              <w:t>.2 and B.</w:t>
            </w:r>
            <w:r w:rsidR="0087412B" w:rsidRPr="0078600F">
              <w:t>8</w:t>
            </w:r>
            <w:r w:rsidRPr="0078600F">
              <w:t xml:space="preserve">.3 below, provide a detailed description of the monitoring plan of the project </w:t>
            </w:r>
            <w:r w:rsidRPr="00143E8E">
              <w:t>activity developed in accordance with the applicable pro</w:t>
            </w:r>
            <w:r w:rsidR="00143E8E" w:rsidRPr="00143E8E">
              <w:t xml:space="preserve">visions in the Project standard, </w:t>
            </w:r>
            <w:r w:rsidR="0006671D" w:rsidRPr="00143E8E">
              <w:t xml:space="preserve">the selected </w:t>
            </w:r>
            <w:proofErr w:type="gramStart"/>
            <w:r w:rsidR="0006671D" w:rsidRPr="00143E8E">
              <w:t>methodology(</w:t>
            </w:r>
            <w:proofErr w:type="gramEnd"/>
            <w:r w:rsidR="0006671D" w:rsidRPr="00143E8E">
              <w:t>ies) and, where applicable, the selected standardized baseline.</w:t>
            </w:r>
          </w:p>
          <w:p w:rsidR="009115E4" w:rsidRPr="0078600F" w:rsidRDefault="0006671D" w:rsidP="0006671D">
            <w:pPr>
              <w:pStyle w:val="SDMTableBoxParaNumbered"/>
              <w:numPr>
                <w:ilvl w:val="0"/>
                <w:numId w:val="41"/>
              </w:numPr>
              <w:ind w:left="397" w:hanging="397"/>
            </w:pPr>
            <w:r w:rsidRPr="00143E8E">
              <w:t>If the project participants choose to delay the submission of the monitoring plan for the proposed project activity in accordance with the applicable provisions in the Project standard, clearly state that the submission of the monitoring plan is delayed and that the PDD does not contain information related to the monitoring plan.</w:t>
            </w:r>
          </w:p>
        </w:tc>
      </w:tr>
    </w:tbl>
    <w:p w:rsidR="009115E4" w:rsidRPr="0078600F" w:rsidRDefault="009115E4" w:rsidP="00417372">
      <w:pPr>
        <w:pStyle w:val="SDMPDDPoASubSection2"/>
        <w:numPr>
          <w:ilvl w:val="2"/>
          <w:numId w:val="85"/>
        </w:numPr>
        <w:ind w:left="709" w:hanging="709"/>
        <w:rPr>
          <w:rFonts w:eastAsia="MS Mincho"/>
        </w:rPr>
      </w:pPr>
      <w:r w:rsidRPr="0078600F">
        <w:rPr>
          <w:rFonts w:eastAsia="MS Mincho"/>
        </w:rPr>
        <w:t>Data and parameters to be monitored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A66D5">
        <w:trPr>
          <w:cantSplit/>
        </w:trPr>
        <w:tc>
          <w:tcPr>
            <w:tcW w:w="5000" w:type="pct"/>
            <w:shd w:val="clear" w:color="auto" w:fill="E6E6E6"/>
          </w:tcPr>
          <w:p w:rsidR="009115E4" w:rsidRPr="0078600F" w:rsidRDefault="009115E4" w:rsidP="00BA66D5">
            <w:pPr>
              <w:pStyle w:val="SDMTableBoxParaNumbered"/>
              <w:numPr>
                <w:ilvl w:val="0"/>
                <w:numId w:val="42"/>
              </w:numPr>
              <w:ind w:left="397" w:hanging="397"/>
            </w:pPr>
            <w:r w:rsidRPr="0078600F">
              <w:t xml:space="preserve">Include specific information on how the data and parameters that need to be monitored in the selected </w:t>
            </w:r>
            <w:proofErr w:type="gramStart"/>
            <w:r w:rsidRPr="0078600F">
              <w:t>methodology(</w:t>
            </w:r>
            <w:proofErr w:type="gramEnd"/>
            <w:r w:rsidRPr="0078600F">
              <w:t>ies) and</w:t>
            </w:r>
            <w:r w:rsidRPr="0078600F">
              <w:rPr>
                <w:lang w:val="en-US"/>
              </w:rPr>
              <w:t xml:space="preserve">, where applicable, the selected standardized baseline(s) </w:t>
            </w:r>
            <w:r w:rsidRPr="0078600F">
              <w:t>would actually be collected during monitoring. Include here data that are determined only once for the crediting period but that will become available only after registration of the project activity (e.g. measurements after the implementation of the project activity).</w:t>
            </w:r>
          </w:p>
        </w:tc>
      </w:tr>
      <w:tr w:rsidR="009115E4" w:rsidRPr="0078600F" w:rsidTr="00BA66D5">
        <w:trPr>
          <w:cantSplit/>
        </w:trPr>
        <w:tc>
          <w:tcPr>
            <w:tcW w:w="5000" w:type="pct"/>
            <w:shd w:val="clear" w:color="auto" w:fill="E6E6E6"/>
          </w:tcPr>
          <w:p w:rsidR="009115E4" w:rsidRPr="0078600F" w:rsidRDefault="009115E4" w:rsidP="00BA66D5">
            <w:pPr>
              <w:pStyle w:val="SDMTableBoxParaNumbered"/>
              <w:numPr>
                <w:ilvl w:val="0"/>
                <w:numId w:val="42"/>
              </w:numPr>
              <w:ind w:left="397" w:hanging="397"/>
            </w:pPr>
            <w:r w:rsidRPr="0078600F">
              <w:t xml:space="preserve">For each piece of data or parameter, complete the table below, following these instructions: </w:t>
            </w:r>
          </w:p>
        </w:tc>
      </w:tr>
      <w:tr w:rsidR="009115E4" w:rsidRPr="0078600F" w:rsidTr="00BA66D5">
        <w:trPr>
          <w:cantSplit/>
        </w:trPr>
        <w:tc>
          <w:tcPr>
            <w:tcW w:w="5000" w:type="pct"/>
            <w:shd w:val="clear" w:color="auto" w:fill="E6E6E6"/>
          </w:tcPr>
          <w:p w:rsidR="009115E4" w:rsidRPr="0078600F" w:rsidRDefault="009115E4" w:rsidP="00877200">
            <w:pPr>
              <w:pStyle w:val="SDMTableBoxParaNumbered"/>
              <w:numPr>
                <w:ilvl w:val="2"/>
                <w:numId w:val="28"/>
              </w:numPr>
            </w:pPr>
            <w:r w:rsidRPr="0078600F">
              <w:t>“Source of data”: Indicate the source(s) of data that will be used for the project activity (e.g. which exact national statistics). Where several sources are used, justify which data sources should be preferred;</w:t>
            </w:r>
          </w:p>
        </w:tc>
      </w:tr>
      <w:tr w:rsidR="009115E4" w:rsidRPr="0078600F" w:rsidTr="00BA66D5">
        <w:trPr>
          <w:cantSplit/>
        </w:trPr>
        <w:tc>
          <w:tcPr>
            <w:tcW w:w="5000" w:type="pct"/>
            <w:shd w:val="clear" w:color="auto" w:fill="E6E6E6"/>
          </w:tcPr>
          <w:p w:rsidR="009115E4" w:rsidRPr="0078600F" w:rsidRDefault="009115E4" w:rsidP="00877200">
            <w:pPr>
              <w:pStyle w:val="SDMTableBoxParaNumbered"/>
              <w:numPr>
                <w:ilvl w:val="2"/>
                <w:numId w:val="28"/>
              </w:numPr>
            </w:pPr>
            <w:r w:rsidRPr="0078600F">
              <w:t xml:space="preserve">“Value(s) applied”: The value applied is an estimate of the data/parameter that will be monitored during the crediting period, </w:t>
            </w:r>
            <w:r w:rsidRPr="0078600F">
              <w:rPr>
                <w:rFonts w:hint="eastAsia"/>
              </w:rPr>
              <w:t xml:space="preserve">but is used for the purpose of calculating </w:t>
            </w:r>
            <w:r w:rsidRPr="0078600F">
              <w:t>estimated</w:t>
            </w:r>
            <w:r w:rsidRPr="0078600F">
              <w:rPr>
                <w:rFonts w:hint="eastAsia"/>
              </w:rPr>
              <w:t xml:space="preserve"> emission reductions</w:t>
            </w:r>
            <w:r w:rsidRPr="0078600F">
              <w:t xml:space="preserve"> in section B.</w:t>
            </w:r>
            <w:r w:rsidR="0087412B" w:rsidRPr="0078600F">
              <w:t>7</w:t>
            </w:r>
            <w:r w:rsidRPr="0078600F">
              <w:t xml:space="preserve"> above. To report multiple values referring to the same data and parameter, use one table. If necessary, use </w:t>
            </w:r>
            <w:r w:rsidRPr="0078600F">
              <w:rPr>
                <w:rFonts w:hint="eastAsia"/>
              </w:rPr>
              <w:t>referenc</w:t>
            </w:r>
            <w:r w:rsidR="00E57F3D" w:rsidRPr="0078600F">
              <w:rPr>
                <w:rFonts w:hint="eastAsia"/>
              </w:rPr>
              <w:t>e(s) to electronic spreadsheets</w:t>
            </w:r>
            <w:r w:rsidRPr="0078600F">
              <w:rPr>
                <w:rFonts w:hint="eastAsia"/>
              </w:rPr>
              <w:t>;</w:t>
            </w:r>
          </w:p>
        </w:tc>
      </w:tr>
      <w:tr w:rsidR="009115E4" w:rsidRPr="0078600F" w:rsidTr="00BA66D5">
        <w:trPr>
          <w:cantSplit/>
        </w:trPr>
        <w:tc>
          <w:tcPr>
            <w:tcW w:w="5000" w:type="pct"/>
            <w:shd w:val="clear" w:color="auto" w:fill="E6E6E6"/>
          </w:tcPr>
          <w:p w:rsidR="009115E4" w:rsidRPr="0078600F" w:rsidRDefault="009115E4" w:rsidP="00877200">
            <w:pPr>
              <w:pStyle w:val="SDMTableBoxParaNumbered"/>
              <w:numPr>
                <w:ilvl w:val="2"/>
                <w:numId w:val="28"/>
              </w:numPr>
            </w:pPr>
            <w:r w:rsidRPr="0078600F">
              <w:t>“Measurement methods and procedures”: Where data or parameters are to be monitored, specify the measurement methods and procedures, standards to be applied, accuracy of the measurements, person/entity responsible for the measurements, and, in case of periodic measurements, the measurement intervals;</w:t>
            </w:r>
          </w:p>
        </w:tc>
      </w:tr>
      <w:tr w:rsidR="009115E4" w:rsidRPr="0078600F" w:rsidTr="00BA66D5">
        <w:trPr>
          <w:cantSplit/>
        </w:trPr>
        <w:tc>
          <w:tcPr>
            <w:tcW w:w="5000" w:type="pct"/>
            <w:shd w:val="clear" w:color="auto" w:fill="E6E6E6"/>
          </w:tcPr>
          <w:p w:rsidR="009115E4" w:rsidRPr="0078600F" w:rsidRDefault="009115E4" w:rsidP="00877200">
            <w:pPr>
              <w:pStyle w:val="SDMTableBoxParaNumbered"/>
              <w:numPr>
                <w:ilvl w:val="2"/>
                <w:numId w:val="28"/>
              </w:numPr>
            </w:pPr>
            <w:r w:rsidRPr="0078600F">
              <w:t>“QA/QC procedures”: Describe the Quality Assurance (QA)/Quality Control (QC) procedures to be applied, including the calibration procedures, where applicable;</w:t>
            </w:r>
          </w:p>
        </w:tc>
      </w:tr>
      <w:tr w:rsidR="009115E4" w:rsidRPr="0078600F" w:rsidTr="00BA66D5">
        <w:trPr>
          <w:cantSplit/>
        </w:trPr>
        <w:tc>
          <w:tcPr>
            <w:tcW w:w="5000" w:type="pct"/>
            <w:shd w:val="clear" w:color="auto" w:fill="E6E6E6"/>
          </w:tcPr>
          <w:p w:rsidR="009115E4" w:rsidRPr="0078600F" w:rsidRDefault="009115E4" w:rsidP="00FB39F6">
            <w:pPr>
              <w:pStyle w:val="SDMTableBoxParaNumbered"/>
              <w:numPr>
                <w:ilvl w:val="2"/>
                <w:numId w:val="28"/>
              </w:numPr>
            </w:pPr>
            <w:r w:rsidRPr="0078600F">
              <w:t>“Purpose of data”: Choose one of the following:</w:t>
            </w:r>
          </w:p>
          <w:p w:rsidR="00FB39F6" w:rsidRPr="0078600F" w:rsidRDefault="00FB39F6" w:rsidP="00FB39F6">
            <w:pPr>
              <w:pStyle w:val="SDMTableBoxParaNumbered"/>
              <w:numPr>
                <w:ilvl w:val="3"/>
                <w:numId w:val="28"/>
              </w:numPr>
            </w:pPr>
            <w:r w:rsidRPr="0078600F">
              <w:t>Calculation of baseline net GHG removals by sinks;</w:t>
            </w:r>
          </w:p>
          <w:p w:rsidR="00FB39F6" w:rsidRPr="0078600F" w:rsidRDefault="00FB39F6" w:rsidP="003A73C6">
            <w:pPr>
              <w:pStyle w:val="SDMTableBoxParaNumbered"/>
              <w:numPr>
                <w:ilvl w:val="3"/>
                <w:numId w:val="28"/>
              </w:numPr>
              <w:ind w:left="1305" w:hanging="454"/>
            </w:pPr>
            <w:r w:rsidRPr="0078600F">
              <w:t>Calculation of actual net GHG removals by sinks;</w:t>
            </w:r>
          </w:p>
          <w:p w:rsidR="009115E4" w:rsidRPr="0078600F" w:rsidRDefault="00FB39F6" w:rsidP="00FB39F6">
            <w:pPr>
              <w:pStyle w:val="SDMTableBoxParaNumbered"/>
              <w:numPr>
                <w:ilvl w:val="3"/>
                <w:numId w:val="28"/>
              </w:numPr>
            </w:pPr>
            <w:r w:rsidRPr="0078600F">
              <w:t>Calculation of leakage.</w:t>
            </w:r>
          </w:p>
        </w:tc>
      </w:tr>
      <w:tr w:rsidR="009115E4" w:rsidRPr="0078600F" w:rsidTr="00BA66D5">
        <w:trPr>
          <w:cantSplit/>
        </w:trPr>
        <w:tc>
          <w:tcPr>
            <w:tcW w:w="5000" w:type="pct"/>
            <w:shd w:val="clear" w:color="auto" w:fill="E6E6E6"/>
          </w:tcPr>
          <w:p w:rsidR="009115E4" w:rsidRPr="0078600F" w:rsidRDefault="009115E4" w:rsidP="003A4326">
            <w:pPr>
              <w:pStyle w:val="SDMTableBoxParaNumbered"/>
              <w:numPr>
                <w:ilvl w:val="0"/>
                <w:numId w:val="42"/>
              </w:numPr>
              <w:ind w:left="397" w:hanging="397"/>
            </w:pPr>
            <w:r w:rsidRPr="0078600F">
              <w:t xml:space="preserve">Provide any relevant further background documentation in </w:t>
            </w:r>
            <w:r w:rsidR="003A4326" w:rsidRPr="0078600F">
              <w:fldChar w:fldCharType="begin"/>
            </w:r>
            <w:r w:rsidR="003A4326" w:rsidRPr="0078600F">
              <w:instrText xml:space="preserve"> REF _Ref391044472 \r \h </w:instrText>
            </w:r>
            <w:r w:rsidR="0078600F">
              <w:instrText xml:space="preserve"> \* MERGEFORMAT </w:instrText>
            </w:r>
            <w:r w:rsidR="003A4326" w:rsidRPr="0078600F">
              <w:fldChar w:fldCharType="separate"/>
            </w:r>
            <w:r w:rsidR="002309E6">
              <w:t>Appendix 5</w:t>
            </w:r>
            <w:r w:rsidR="003A4326" w:rsidRPr="0078600F">
              <w:fldChar w:fldCharType="end"/>
            </w:r>
            <w:r w:rsidR="003A4326" w:rsidRPr="0078600F">
              <w:t xml:space="preserve"> </w:t>
            </w:r>
            <w:r w:rsidRPr="0078600F">
              <w:t>below.</w:t>
            </w:r>
          </w:p>
        </w:tc>
      </w:tr>
    </w:tbl>
    <w:p w:rsidR="009115E4" w:rsidRPr="0078600F" w:rsidRDefault="009115E4" w:rsidP="00B57294">
      <w:pPr>
        <w:pStyle w:val="Caption"/>
        <w:spacing w:before="120" w:after="60"/>
        <w:ind w:left="0" w:firstLine="0"/>
        <w:rPr>
          <w:b w:val="0"/>
          <w:i/>
        </w:rPr>
      </w:pPr>
      <w:r w:rsidRPr="0078600F">
        <w:rPr>
          <w:b w:val="0"/>
          <w:i/>
        </w:rPr>
        <w:t>(Copy this table for each piece of data and parameter.)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552"/>
        <w:gridCol w:w="7303"/>
      </w:tblGrid>
      <w:tr w:rsidR="009115E4" w:rsidRPr="0078600F" w:rsidTr="00B57294">
        <w:trPr>
          <w:cantSplit/>
        </w:trPr>
        <w:tc>
          <w:tcPr>
            <w:tcW w:w="1295" w:type="pct"/>
            <w:shd w:val="clear" w:color="auto" w:fill="E6E6E6"/>
            <w:tcMar>
              <w:top w:w="62" w:type="dxa"/>
              <w:bottom w:w="62" w:type="dxa"/>
            </w:tcMar>
          </w:tcPr>
          <w:p w:rsidR="009115E4" w:rsidRPr="0078600F" w:rsidRDefault="009115E4" w:rsidP="005F4DE6">
            <w:pPr>
              <w:pStyle w:val="SDMTableBoxParaNotNumbered"/>
              <w:keepNext/>
              <w:keepLines/>
              <w:rPr>
                <w:b/>
              </w:rPr>
            </w:pPr>
            <w:r w:rsidRPr="0078600F">
              <w:rPr>
                <w:b/>
              </w:rPr>
              <w:t>Data / Parameter:</w:t>
            </w:r>
          </w:p>
        </w:tc>
        <w:tc>
          <w:tcPr>
            <w:tcW w:w="3705" w:type="pct"/>
            <w:shd w:val="clear" w:color="auto" w:fill="auto"/>
            <w:tcMar>
              <w:top w:w="62" w:type="dxa"/>
              <w:bottom w:w="62" w:type="dxa"/>
            </w:tcMar>
          </w:tcPr>
          <w:p w:rsidR="009115E4" w:rsidRPr="0078600F" w:rsidRDefault="009115E4" w:rsidP="005F4DE6">
            <w:pPr>
              <w:pStyle w:val="SDMTableBoxParaNotNumbered"/>
              <w:keepNext/>
              <w:keepLines/>
              <w:rPr>
                <w:b/>
              </w:rPr>
            </w:pPr>
          </w:p>
        </w:tc>
      </w:tr>
      <w:tr w:rsidR="009115E4" w:rsidRPr="0078600F" w:rsidTr="00B57294">
        <w:trPr>
          <w:cantSplit/>
        </w:trPr>
        <w:tc>
          <w:tcPr>
            <w:tcW w:w="1295" w:type="pct"/>
            <w:shd w:val="clear" w:color="auto" w:fill="E6E6E6"/>
          </w:tcPr>
          <w:p w:rsidR="009115E4" w:rsidRPr="0078600F" w:rsidRDefault="009115E4" w:rsidP="005F4DE6">
            <w:pPr>
              <w:pStyle w:val="SDMTableBoxParaNotNumbered"/>
            </w:pPr>
            <w:r w:rsidRPr="0078600F">
              <w:t>Unit:</w:t>
            </w:r>
          </w:p>
        </w:tc>
        <w:tc>
          <w:tcPr>
            <w:tcW w:w="3705" w:type="pct"/>
            <w:shd w:val="clear" w:color="auto" w:fill="auto"/>
          </w:tcPr>
          <w:p w:rsidR="009115E4" w:rsidRPr="0078600F" w:rsidRDefault="009115E4" w:rsidP="005F4DE6">
            <w:pPr>
              <w:pStyle w:val="SDMTableBoxParaNotNumbered"/>
            </w:pPr>
          </w:p>
        </w:tc>
      </w:tr>
      <w:tr w:rsidR="009115E4" w:rsidRPr="0078600F" w:rsidTr="00B57294">
        <w:trPr>
          <w:cantSplit/>
        </w:trPr>
        <w:tc>
          <w:tcPr>
            <w:tcW w:w="1295" w:type="pct"/>
            <w:shd w:val="clear" w:color="auto" w:fill="E6E6E6"/>
          </w:tcPr>
          <w:p w:rsidR="009115E4" w:rsidRPr="0078600F" w:rsidRDefault="009115E4" w:rsidP="005F4DE6">
            <w:pPr>
              <w:pStyle w:val="SDMTableBoxParaNotNumbered"/>
            </w:pPr>
            <w:r w:rsidRPr="0078600F">
              <w:t>Description:</w:t>
            </w:r>
          </w:p>
        </w:tc>
        <w:tc>
          <w:tcPr>
            <w:tcW w:w="3705" w:type="pct"/>
            <w:shd w:val="clear" w:color="auto" w:fill="auto"/>
          </w:tcPr>
          <w:p w:rsidR="009115E4" w:rsidRPr="0078600F" w:rsidRDefault="009115E4" w:rsidP="005F4DE6">
            <w:pPr>
              <w:pStyle w:val="SDMTableBoxParaNotNumbered"/>
            </w:pPr>
          </w:p>
        </w:tc>
      </w:tr>
      <w:tr w:rsidR="009115E4" w:rsidRPr="0078600F" w:rsidTr="00B57294">
        <w:trPr>
          <w:cantSplit/>
        </w:trPr>
        <w:tc>
          <w:tcPr>
            <w:tcW w:w="1295" w:type="pct"/>
            <w:shd w:val="clear" w:color="auto" w:fill="E6E6E6"/>
          </w:tcPr>
          <w:p w:rsidR="009115E4" w:rsidRPr="0078600F" w:rsidRDefault="009115E4" w:rsidP="005F4DE6">
            <w:pPr>
              <w:pStyle w:val="SDMTableBoxParaNotNumbered"/>
            </w:pPr>
            <w:r w:rsidRPr="0078600F">
              <w:t>Source of data:</w:t>
            </w:r>
          </w:p>
        </w:tc>
        <w:tc>
          <w:tcPr>
            <w:tcW w:w="3705" w:type="pct"/>
            <w:shd w:val="clear" w:color="auto" w:fill="auto"/>
          </w:tcPr>
          <w:p w:rsidR="009115E4" w:rsidRPr="0078600F" w:rsidRDefault="009115E4" w:rsidP="005F4DE6">
            <w:pPr>
              <w:pStyle w:val="SDMTableBoxParaNotNumbered"/>
            </w:pPr>
          </w:p>
        </w:tc>
      </w:tr>
      <w:tr w:rsidR="009115E4" w:rsidRPr="0078600F" w:rsidTr="00B57294">
        <w:trPr>
          <w:cantSplit/>
        </w:trPr>
        <w:tc>
          <w:tcPr>
            <w:tcW w:w="1295" w:type="pct"/>
            <w:shd w:val="clear" w:color="auto" w:fill="E6E6E6"/>
          </w:tcPr>
          <w:p w:rsidR="009115E4" w:rsidRPr="0078600F" w:rsidRDefault="009115E4" w:rsidP="005F4DE6">
            <w:pPr>
              <w:pStyle w:val="SDMTableBoxParaNotNumbered"/>
            </w:pPr>
            <w:r w:rsidRPr="0078600F">
              <w:t>Value(s) applied:</w:t>
            </w:r>
          </w:p>
        </w:tc>
        <w:tc>
          <w:tcPr>
            <w:tcW w:w="3705" w:type="pct"/>
            <w:shd w:val="clear" w:color="auto" w:fill="auto"/>
          </w:tcPr>
          <w:p w:rsidR="009115E4" w:rsidRPr="0078600F" w:rsidRDefault="009115E4" w:rsidP="005F4DE6">
            <w:pPr>
              <w:pStyle w:val="SDMTableBoxParaNotNumbered"/>
            </w:pPr>
          </w:p>
        </w:tc>
      </w:tr>
      <w:tr w:rsidR="009115E4" w:rsidRPr="0078600F" w:rsidTr="00B57294">
        <w:trPr>
          <w:cantSplit/>
        </w:trPr>
        <w:tc>
          <w:tcPr>
            <w:tcW w:w="1295" w:type="pct"/>
            <w:shd w:val="clear" w:color="auto" w:fill="E6E6E6"/>
          </w:tcPr>
          <w:p w:rsidR="009115E4" w:rsidRPr="0078600F" w:rsidRDefault="009115E4" w:rsidP="005F4DE6">
            <w:pPr>
              <w:pStyle w:val="SDMTableBoxParaNotNumbered"/>
            </w:pPr>
            <w:r w:rsidRPr="0078600F">
              <w:t>Measurement methods and procedures:</w:t>
            </w:r>
          </w:p>
        </w:tc>
        <w:tc>
          <w:tcPr>
            <w:tcW w:w="3705" w:type="pct"/>
            <w:shd w:val="clear" w:color="auto" w:fill="auto"/>
          </w:tcPr>
          <w:p w:rsidR="009115E4" w:rsidRPr="0078600F" w:rsidRDefault="009115E4" w:rsidP="005F4DE6">
            <w:pPr>
              <w:pStyle w:val="SDMTableBoxParaNotNumbered"/>
            </w:pPr>
          </w:p>
        </w:tc>
      </w:tr>
      <w:tr w:rsidR="009115E4" w:rsidRPr="0078600F" w:rsidTr="00B57294">
        <w:trPr>
          <w:cantSplit/>
        </w:trPr>
        <w:tc>
          <w:tcPr>
            <w:tcW w:w="1295" w:type="pct"/>
            <w:shd w:val="clear" w:color="auto" w:fill="E6E6E6"/>
          </w:tcPr>
          <w:p w:rsidR="009115E4" w:rsidRPr="0078600F" w:rsidRDefault="009115E4" w:rsidP="005F4DE6">
            <w:pPr>
              <w:pStyle w:val="SDMTableBoxParaNotNumbered"/>
              <w:keepNext/>
            </w:pPr>
            <w:r w:rsidRPr="0078600F">
              <w:t>Monitoring frequency:</w:t>
            </w:r>
          </w:p>
        </w:tc>
        <w:tc>
          <w:tcPr>
            <w:tcW w:w="3705" w:type="pct"/>
            <w:shd w:val="clear" w:color="auto" w:fill="auto"/>
          </w:tcPr>
          <w:p w:rsidR="009115E4" w:rsidRPr="0078600F" w:rsidRDefault="009115E4" w:rsidP="005F4DE6">
            <w:pPr>
              <w:pStyle w:val="SDMTableBoxParaNotNumbered"/>
              <w:keepNext/>
            </w:pPr>
          </w:p>
        </w:tc>
      </w:tr>
      <w:tr w:rsidR="009115E4" w:rsidRPr="0078600F" w:rsidTr="00B57294">
        <w:trPr>
          <w:cantSplit/>
        </w:trPr>
        <w:tc>
          <w:tcPr>
            <w:tcW w:w="1295" w:type="pct"/>
            <w:shd w:val="clear" w:color="auto" w:fill="E6E6E6"/>
          </w:tcPr>
          <w:p w:rsidR="009115E4" w:rsidRPr="0078600F" w:rsidRDefault="009115E4" w:rsidP="005F4DE6">
            <w:pPr>
              <w:pStyle w:val="SDMTableBoxParaNotNumbered"/>
            </w:pPr>
            <w:r w:rsidRPr="0078600F">
              <w:t>QA/QC procedures:</w:t>
            </w:r>
          </w:p>
        </w:tc>
        <w:tc>
          <w:tcPr>
            <w:tcW w:w="3705" w:type="pct"/>
            <w:shd w:val="clear" w:color="auto" w:fill="auto"/>
          </w:tcPr>
          <w:p w:rsidR="009115E4" w:rsidRPr="0078600F" w:rsidRDefault="009115E4" w:rsidP="005F4DE6">
            <w:pPr>
              <w:pStyle w:val="SDMTableBoxParaNotNumbered"/>
            </w:pPr>
          </w:p>
        </w:tc>
      </w:tr>
      <w:tr w:rsidR="009115E4" w:rsidRPr="0078600F" w:rsidTr="00B57294">
        <w:trPr>
          <w:cantSplit/>
        </w:trPr>
        <w:tc>
          <w:tcPr>
            <w:tcW w:w="1295" w:type="pct"/>
            <w:shd w:val="clear" w:color="auto" w:fill="E6E6E6"/>
          </w:tcPr>
          <w:p w:rsidR="009115E4" w:rsidRPr="0078600F" w:rsidRDefault="009115E4" w:rsidP="005F4DE6">
            <w:pPr>
              <w:pStyle w:val="SDMTableBoxParaNotNumbered"/>
            </w:pPr>
            <w:r w:rsidRPr="0078600F">
              <w:t>Purpose of data:</w:t>
            </w:r>
          </w:p>
        </w:tc>
        <w:tc>
          <w:tcPr>
            <w:tcW w:w="3705" w:type="pct"/>
            <w:shd w:val="clear" w:color="auto" w:fill="auto"/>
          </w:tcPr>
          <w:p w:rsidR="009115E4" w:rsidRPr="0078600F" w:rsidRDefault="009115E4" w:rsidP="005F4DE6">
            <w:pPr>
              <w:pStyle w:val="SDMTableBoxParaNotNumbered"/>
            </w:pPr>
          </w:p>
        </w:tc>
      </w:tr>
      <w:tr w:rsidR="009115E4" w:rsidRPr="0078600F" w:rsidTr="00B57294">
        <w:trPr>
          <w:cantSplit/>
        </w:trPr>
        <w:tc>
          <w:tcPr>
            <w:tcW w:w="1295" w:type="pct"/>
            <w:shd w:val="clear" w:color="auto" w:fill="E6E6E6"/>
          </w:tcPr>
          <w:p w:rsidR="009115E4" w:rsidRPr="0078600F" w:rsidRDefault="009115E4" w:rsidP="005F4DE6">
            <w:pPr>
              <w:pStyle w:val="SDMTableBoxParaNotNumbered"/>
            </w:pPr>
            <w:r w:rsidRPr="0078600F">
              <w:t>Additional comment:</w:t>
            </w:r>
          </w:p>
        </w:tc>
        <w:tc>
          <w:tcPr>
            <w:tcW w:w="3705" w:type="pct"/>
            <w:shd w:val="clear" w:color="auto" w:fill="auto"/>
          </w:tcPr>
          <w:p w:rsidR="009115E4" w:rsidRPr="0078600F" w:rsidRDefault="009115E4" w:rsidP="005F4DE6">
            <w:pPr>
              <w:pStyle w:val="SDMTableBoxParaNotNumbered"/>
            </w:pPr>
          </w:p>
        </w:tc>
      </w:tr>
    </w:tbl>
    <w:p w:rsidR="009115E4" w:rsidRPr="0078600F" w:rsidRDefault="009115E4" w:rsidP="00417372">
      <w:pPr>
        <w:pStyle w:val="SDMPDDPoASubSection2"/>
        <w:numPr>
          <w:ilvl w:val="2"/>
          <w:numId w:val="85"/>
        </w:numPr>
        <w:ind w:left="709" w:hanging="709"/>
        <w:rPr>
          <w:rFonts w:eastAsia="MS Mincho"/>
        </w:rPr>
      </w:pPr>
      <w:r w:rsidRPr="0078600F">
        <w:rPr>
          <w:rFonts w:eastAsia="MS Mincho"/>
        </w:rPr>
        <w:t xml:space="preserve">Sampling </w:t>
      </w:r>
      <w:r w:rsidR="00786D3C" w:rsidRPr="0078600F">
        <w:rPr>
          <w:rFonts w:eastAsia="MS Mincho"/>
        </w:rPr>
        <w:t>plan</w:t>
      </w:r>
      <w:r w:rsidR="0059495D" w:rsidRPr="0078600F">
        <w:rPr>
          <w:rFonts w:eastAsia="MS Mincho"/>
        </w:rPr>
        <w:t xml:space="preserve"> and </w:t>
      </w:r>
      <w:r w:rsidR="0087412B" w:rsidRPr="0078600F">
        <w:t>stratification</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57294">
        <w:trPr>
          <w:cantSplit/>
        </w:trPr>
        <w:tc>
          <w:tcPr>
            <w:tcW w:w="5000" w:type="pct"/>
            <w:shd w:val="clear" w:color="auto" w:fill="E6E6E6"/>
          </w:tcPr>
          <w:p w:rsidR="009115E4" w:rsidRPr="0078600F" w:rsidRDefault="0087412B" w:rsidP="003A4326">
            <w:pPr>
              <w:pStyle w:val="SDMTableBoxParaNotNumbered"/>
              <w:numPr>
                <w:ilvl w:val="0"/>
                <w:numId w:val="43"/>
              </w:numPr>
              <w:ind w:left="397" w:hanging="397"/>
            </w:pPr>
            <w:r w:rsidRPr="0078600F">
              <w:t xml:space="preserve">Describe the sampling procedure in accordance with the selected </w:t>
            </w:r>
            <w:proofErr w:type="gramStart"/>
            <w:r w:rsidRPr="0078600F">
              <w:t>methodology(</w:t>
            </w:r>
            <w:proofErr w:type="gramEnd"/>
            <w:r w:rsidRPr="0078600F">
              <w:t xml:space="preserve">ies). Provide information related to stratification including the geographic coordinates of the strata boundaries and of the sample plots allocated to the strata. Where relevant, provide additional information in </w:t>
            </w:r>
            <w:r w:rsidR="003A4326" w:rsidRPr="0078600F">
              <w:fldChar w:fldCharType="begin"/>
            </w:r>
            <w:r w:rsidR="003A4326" w:rsidRPr="0078600F">
              <w:instrText xml:space="preserve"> REF _Ref391044501 \r \h </w:instrText>
            </w:r>
            <w:r w:rsidR="0078600F">
              <w:instrText xml:space="preserve"> \* MERGEFORMAT </w:instrText>
            </w:r>
            <w:r w:rsidR="003A4326" w:rsidRPr="0078600F">
              <w:fldChar w:fldCharType="separate"/>
            </w:r>
            <w:r w:rsidR="002309E6">
              <w:t>Appendix 5</w:t>
            </w:r>
            <w:r w:rsidR="003A4326" w:rsidRPr="0078600F">
              <w:fldChar w:fldCharType="end"/>
            </w:r>
            <w:r w:rsidR="003A4326" w:rsidRPr="0078600F">
              <w:t xml:space="preserve"> </w:t>
            </w:r>
            <w:r w:rsidRPr="0078600F">
              <w:t>below, including relevant electronic spreadsheets.</w:t>
            </w:r>
          </w:p>
        </w:tc>
      </w:tr>
    </w:tbl>
    <w:p w:rsidR="009115E4" w:rsidRPr="0078600F" w:rsidRDefault="009115E4" w:rsidP="00417372">
      <w:pPr>
        <w:pStyle w:val="SDMPDDPoASubSection2"/>
        <w:numPr>
          <w:ilvl w:val="2"/>
          <w:numId w:val="85"/>
        </w:numPr>
        <w:ind w:left="709" w:hanging="709"/>
        <w:rPr>
          <w:rFonts w:eastAsia="MS Mincho"/>
        </w:rPr>
      </w:pPr>
      <w:r w:rsidRPr="0078600F">
        <w:rPr>
          <w:rFonts w:eastAsia="MS Mincho"/>
        </w:rPr>
        <w:t>Other elements of monitoring plan</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57294">
        <w:trPr>
          <w:cantSplit/>
        </w:trPr>
        <w:tc>
          <w:tcPr>
            <w:tcW w:w="5000" w:type="pct"/>
            <w:shd w:val="clear" w:color="auto" w:fill="E6E6E6"/>
          </w:tcPr>
          <w:p w:rsidR="009115E4" w:rsidRPr="0078600F" w:rsidRDefault="009115E4" w:rsidP="00B57294">
            <w:pPr>
              <w:pStyle w:val="SDMTableBoxParaNotNumbered"/>
              <w:numPr>
                <w:ilvl w:val="0"/>
                <w:numId w:val="44"/>
              </w:numPr>
              <w:ind w:left="397" w:hanging="397"/>
            </w:pPr>
            <w:r w:rsidRPr="0078600F">
              <w:t xml:space="preserve">Describe the operational and management structure that the project operator will implement in order to monitor emission reductions and any leakage generated by the project activity. Clearly indicate the responsibilities and institutional arrangements for data collection and archiving. Provide any relevant further background information in </w:t>
            </w:r>
            <w:r w:rsidR="003A4326" w:rsidRPr="0078600F">
              <w:fldChar w:fldCharType="begin"/>
            </w:r>
            <w:r w:rsidR="003A4326" w:rsidRPr="0078600F">
              <w:instrText xml:space="preserve"> REF _Ref391044528 \r \h </w:instrText>
            </w:r>
            <w:r w:rsidR="0078600F">
              <w:instrText xml:space="preserve"> \* MERGEFORMAT </w:instrText>
            </w:r>
            <w:r w:rsidR="003A4326" w:rsidRPr="0078600F">
              <w:fldChar w:fldCharType="separate"/>
            </w:r>
            <w:r w:rsidR="002309E6">
              <w:t>Appendix 5</w:t>
            </w:r>
            <w:r w:rsidR="003A4326" w:rsidRPr="0078600F">
              <w:fldChar w:fldCharType="end"/>
            </w:r>
            <w:r w:rsidR="003A4326" w:rsidRPr="0078600F">
              <w:t xml:space="preserve"> </w:t>
            </w:r>
            <w:r w:rsidRPr="0078600F">
              <w:t>below.</w:t>
            </w:r>
          </w:p>
          <w:p w:rsidR="0087412B" w:rsidRPr="0078600F" w:rsidRDefault="0087412B" w:rsidP="00B57294">
            <w:pPr>
              <w:pStyle w:val="SDMTableBoxParaNotNumbered"/>
              <w:numPr>
                <w:ilvl w:val="0"/>
                <w:numId w:val="44"/>
              </w:numPr>
              <w:ind w:left="397" w:hanging="397"/>
            </w:pPr>
            <w:r w:rsidRPr="0078600F">
              <w:t xml:space="preserve">Describe the measures propose to undertake in order to minimize leakage, and procedures for periodic review of implementation of these measures as required by the selected </w:t>
            </w:r>
            <w:proofErr w:type="gramStart"/>
            <w:r w:rsidRPr="0078600F">
              <w:t>methodology(</w:t>
            </w:r>
            <w:proofErr w:type="gramEnd"/>
            <w:r w:rsidRPr="0078600F">
              <w:t>ies).</w:t>
            </w:r>
          </w:p>
        </w:tc>
      </w:tr>
    </w:tbl>
    <w:p w:rsidR="009115E4" w:rsidRPr="0078600F" w:rsidRDefault="009115E4" w:rsidP="00171D49">
      <w:pPr>
        <w:pStyle w:val="SDMPDDPoASubSection1"/>
        <w:numPr>
          <w:ilvl w:val="1"/>
          <w:numId w:val="85"/>
        </w:numPr>
        <w:tabs>
          <w:tab w:val="clear" w:pos="1474"/>
        </w:tabs>
        <w:ind w:left="709" w:hanging="709"/>
      </w:pPr>
      <w:bookmarkStart w:id="101" w:name="_Toc318381916"/>
      <w:bookmarkStart w:id="102" w:name="_Toc350362728"/>
      <w:r w:rsidRPr="0078600F">
        <w:t>Date of completion of application of methodology and standardized baseline and contact information of responsible persons/ entities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57294">
        <w:trPr>
          <w:cantSplit/>
        </w:trPr>
        <w:tc>
          <w:tcPr>
            <w:tcW w:w="5000" w:type="pct"/>
            <w:shd w:val="clear" w:color="auto" w:fill="E6E6E6"/>
          </w:tcPr>
          <w:p w:rsidR="009115E4" w:rsidRPr="0078600F" w:rsidRDefault="009115E4" w:rsidP="003A73C6">
            <w:pPr>
              <w:pStyle w:val="SDMTableBoxParaNotNumbered"/>
              <w:numPr>
                <w:ilvl w:val="0"/>
                <w:numId w:val="45"/>
              </w:numPr>
              <w:ind w:left="397" w:hanging="397"/>
            </w:pPr>
            <w:r w:rsidRPr="0078600F">
              <w:t xml:space="preserve">Provide the date of completion of study on application of the selected </w:t>
            </w:r>
            <w:proofErr w:type="gramStart"/>
            <w:r w:rsidRPr="0078600F">
              <w:t>methodology(</w:t>
            </w:r>
            <w:proofErr w:type="gramEnd"/>
            <w:r w:rsidRPr="0078600F">
              <w:t>ies) and, where applicable, the selected standardized baseline(s) to the project activity in the format of DD/MM/YYYY.</w:t>
            </w:r>
          </w:p>
        </w:tc>
      </w:tr>
      <w:tr w:rsidR="003A73C6" w:rsidRPr="0078600F" w:rsidTr="00B57294">
        <w:trPr>
          <w:cantSplit/>
        </w:trPr>
        <w:tc>
          <w:tcPr>
            <w:tcW w:w="5000" w:type="pct"/>
            <w:shd w:val="clear" w:color="auto" w:fill="E6E6E6"/>
          </w:tcPr>
          <w:p w:rsidR="003A73C6" w:rsidRPr="0078600F" w:rsidRDefault="003A73C6" w:rsidP="003A4326">
            <w:pPr>
              <w:pStyle w:val="SDMTableBoxParaNotNumbered"/>
              <w:numPr>
                <w:ilvl w:val="0"/>
                <w:numId w:val="45"/>
              </w:numPr>
              <w:ind w:left="397" w:hanging="397"/>
            </w:pPr>
            <w:r w:rsidRPr="0078600F">
              <w:t xml:space="preserve">Provide contact information of the person(s)/ </w:t>
            </w:r>
            <w:proofErr w:type="gramStart"/>
            <w:r w:rsidRPr="0078600F">
              <w:t>entity(</w:t>
            </w:r>
            <w:proofErr w:type="gramEnd"/>
            <w:r w:rsidRPr="0078600F">
              <w:t xml:space="preserve">ies) responsible for the application of the selected methodology(ies) and, where applicable, the selected standardized baseline(s) to the project activity and indicate if the person(s)/ entity(ies) is also a project participant(s) in </w:t>
            </w:r>
            <w:r w:rsidR="003A4326" w:rsidRPr="0078600F">
              <w:fldChar w:fldCharType="begin"/>
            </w:r>
            <w:r w:rsidR="003A4326" w:rsidRPr="0078600F">
              <w:instrText xml:space="preserve"> REF _Ref391044259 \r \h </w:instrText>
            </w:r>
            <w:r w:rsidR="0078600F">
              <w:instrText xml:space="preserve"> \* MERGEFORMAT </w:instrText>
            </w:r>
            <w:r w:rsidR="003A4326" w:rsidRPr="0078600F">
              <w:fldChar w:fldCharType="separate"/>
            </w:r>
            <w:r w:rsidR="002309E6">
              <w:t>Appendix 1</w:t>
            </w:r>
            <w:r w:rsidR="003A4326" w:rsidRPr="0078600F">
              <w:fldChar w:fldCharType="end"/>
            </w:r>
            <w:r w:rsidRPr="0078600F">
              <w:t>below.</w:t>
            </w:r>
          </w:p>
        </w:tc>
      </w:tr>
    </w:tbl>
    <w:p w:rsidR="009115E4" w:rsidRPr="0078600F" w:rsidRDefault="009115E4" w:rsidP="00C504A8">
      <w:pPr>
        <w:pStyle w:val="SDMPDDPoASection"/>
        <w:numPr>
          <w:ilvl w:val="0"/>
          <w:numId w:val="85"/>
        </w:numPr>
        <w:tabs>
          <w:tab w:val="clear" w:pos="2325"/>
        </w:tabs>
        <w:ind w:left="1729" w:hanging="1729"/>
      </w:pPr>
      <w:r w:rsidRPr="0078600F">
        <w:t>Duration and crediting period</w:t>
      </w:r>
      <w:bookmarkEnd w:id="101"/>
      <w:bookmarkEnd w:id="102"/>
    </w:p>
    <w:p w:rsidR="009115E4" w:rsidRPr="0078600F" w:rsidRDefault="009115E4" w:rsidP="00417372">
      <w:pPr>
        <w:pStyle w:val="SDMPDDPoASubSection1"/>
        <w:numPr>
          <w:ilvl w:val="1"/>
          <w:numId w:val="85"/>
        </w:numPr>
        <w:tabs>
          <w:tab w:val="clear" w:pos="1474"/>
        </w:tabs>
        <w:ind w:left="709" w:hanging="709"/>
      </w:pPr>
      <w:r w:rsidRPr="0078600F">
        <w:t>Duration of project activity</w:t>
      </w:r>
    </w:p>
    <w:p w:rsidR="009115E4" w:rsidRPr="0078600F" w:rsidRDefault="009115E4" w:rsidP="00417372">
      <w:pPr>
        <w:pStyle w:val="SDMPDDPoASubSection2"/>
        <w:numPr>
          <w:ilvl w:val="2"/>
          <w:numId w:val="85"/>
        </w:numPr>
        <w:ind w:left="709" w:hanging="709"/>
        <w:rPr>
          <w:rFonts w:eastAsia="MS Mincho"/>
        </w:rPr>
      </w:pPr>
      <w:r w:rsidRPr="0078600F">
        <w:rPr>
          <w:rFonts w:eastAsia="MS Mincho"/>
        </w:rPr>
        <w:t>Start date of project activity</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75222">
        <w:trPr>
          <w:cantSplit/>
        </w:trPr>
        <w:tc>
          <w:tcPr>
            <w:tcW w:w="5000" w:type="pct"/>
            <w:shd w:val="clear" w:color="auto" w:fill="E6E6E6"/>
          </w:tcPr>
          <w:p w:rsidR="009115E4" w:rsidRPr="0078600F" w:rsidRDefault="009115E4" w:rsidP="00B75222">
            <w:pPr>
              <w:pStyle w:val="SDMTableBoxParaNotNumbered"/>
              <w:numPr>
                <w:ilvl w:val="0"/>
                <w:numId w:val="46"/>
              </w:numPr>
              <w:ind w:left="397" w:hanging="397"/>
            </w:pPr>
            <w:r w:rsidRPr="0078600F">
              <w:t xml:space="preserve">State the start date of the project activity, in the format of DD/MM/YYYY, describe how this date has been determined, </w:t>
            </w:r>
            <w:r w:rsidR="00693020" w:rsidRPr="00143E8E">
              <w:t xml:space="preserve">as per the definition of start date provided in the “Glossary: CDM terms”, </w:t>
            </w:r>
            <w:r w:rsidRPr="00143E8E">
              <w:t>and provide evidence to support this date.</w:t>
            </w:r>
          </w:p>
        </w:tc>
      </w:tr>
    </w:tbl>
    <w:p w:rsidR="009115E4" w:rsidRPr="0078600F" w:rsidRDefault="009115E4" w:rsidP="00417372">
      <w:pPr>
        <w:pStyle w:val="SDMPDDPoASubSection2"/>
        <w:numPr>
          <w:ilvl w:val="2"/>
          <w:numId w:val="85"/>
        </w:numPr>
        <w:ind w:left="709" w:hanging="709"/>
        <w:rPr>
          <w:rFonts w:eastAsia="MS Mincho"/>
        </w:rPr>
      </w:pPr>
      <w:r w:rsidRPr="0078600F">
        <w:rPr>
          <w:rFonts w:eastAsia="MS Mincho"/>
        </w:rPr>
        <w:t>Expected operational lifetime of project activity</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75222">
        <w:trPr>
          <w:cantSplit/>
        </w:trPr>
        <w:tc>
          <w:tcPr>
            <w:tcW w:w="5000" w:type="pct"/>
            <w:shd w:val="clear" w:color="auto" w:fill="E6E6E6"/>
          </w:tcPr>
          <w:p w:rsidR="009115E4" w:rsidRPr="0078600F" w:rsidRDefault="009115E4" w:rsidP="00B75222">
            <w:pPr>
              <w:pStyle w:val="SDMTableBoxParaNotNumbered"/>
              <w:numPr>
                <w:ilvl w:val="0"/>
                <w:numId w:val="47"/>
              </w:numPr>
              <w:ind w:left="397" w:hanging="397"/>
            </w:pPr>
            <w:r w:rsidRPr="0078600F">
              <w:t>State the expected operational lifetime of the project activity in years and months.</w:t>
            </w:r>
          </w:p>
        </w:tc>
      </w:tr>
    </w:tbl>
    <w:p w:rsidR="009115E4" w:rsidRPr="0078600F" w:rsidRDefault="009115E4" w:rsidP="00417372">
      <w:pPr>
        <w:pStyle w:val="SDMPDDPoASubSection1"/>
        <w:numPr>
          <w:ilvl w:val="1"/>
          <w:numId w:val="85"/>
        </w:numPr>
        <w:tabs>
          <w:tab w:val="clear" w:pos="1474"/>
        </w:tabs>
        <w:ind w:left="709" w:hanging="709"/>
      </w:pPr>
      <w:r w:rsidRPr="0078600F">
        <w:t>Crediting period of project activity</w:t>
      </w:r>
    </w:p>
    <w:p w:rsidR="009115E4" w:rsidRPr="0078600F" w:rsidRDefault="009115E4" w:rsidP="00417372">
      <w:pPr>
        <w:pStyle w:val="SDMPDDPoASubSection2"/>
        <w:numPr>
          <w:ilvl w:val="2"/>
          <w:numId w:val="85"/>
        </w:numPr>
        <w:ind w:left="709" w:hanging="709"/>
        <w:rPr>
          <w:rFonts w:eastAsia="MS Mincho"/>
        </w:rPr>
      </w:pPr>
      <w:r w:rsidRPr="0078600F">
        <w:rPr>
          <w:rFonts w:eastAsia="MS Mincho"/>
        </w:rPr>
        <w:t>Type of crediting period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75222">
        <w:trPr>
          <w:cantSplit/>
        </w:trPr>
        <w:tc>
          <w:tcPr>
            <w:tcW w:w="5000" w:type="pct"/>
            <w:shd w:val="clear" w:color="auto" w:fill="E6E6E6"/>
          </w:tcPr>
          <w:p w:rsidR="009115E4" w:rsidRPr="0078600F" w:rsidRDefault="009115E4" w:rsidP="00B75222">
            <w:pPr>
              <w:pStyle w:val="SDMTableBoxParaNotNumbered"/>
              <w:numPr>
                <w:ilvl w:val="0"/>
                <w:numId w:val="48"/>
              </w:numPr>
              <w:ind w:left="397" w:hanging="397"/>
            </w:pPr>
            <w:r w:rsidRPr="0078600F">
              <w:t>State the type of crediting period chosen for the project activity (renewable or fixed).</w:t>
            </w:r>
          </w:p>
          <w:p w:rsidR="009115E4" w:rsidRPr="0078600F" w:rsidRDefault="009115E4" w:rsidP="00B75222">
            <w:pPr>
              <w:pStyle w:val="SDMTableBoxParaNotNumbered"/>
              <w:numPr>
                <w:ilvl w:val="0"/>
                <w:numId w:val="48"/>
              </w:numPr>
              <w:ind w:left="397" w:hanging="397"/>
            </w:pPr>
            <w:r w:rsidRPr="0078600F">
              <w:t>For a renewable crediting period, indicate whether it is the first, second or third.</w:t>
            </w:r>
          </w:p>
        </w:tc>
      </w:tr>
    </w:tbl>
    <w:p w:rsidR="009115E4" w:rsidRPr="0078600F" w:rsidRDefault="009115E4" w:rsidP="00417372">
      <w:pPr>
        <w:pStyle w:val="SDMPDDPoASubSection2"/>
        <w:numPr>
          <w:ilvl w:val="2"/>
          <w:numId w:val="85"/>
        </w:numPr>
        <w:ind w:left="709" w:hanging="709"/>
        <w:rPr>
          <w:rFonts w:eastAsia="MS Mincho"/>
        </w:rPr>
      </w:pPr>
      <w:r w:rsidRPr="0078600F">
        <w:rPr>
          <w:rFonts w:eastAsia="MS Mincho"/>
        </w:rPr>
        <w:t>Start date of crediting period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75222">
        <w:trPr>
          <w:cantSplit/>
        </w:trPr>
        <w:tc>
          <w:tcPr>
            <w:tcW w:w="5000" w:type="pct"/>
            <w:shd w:val="clear" w:color="auto" w:fill="E6E6E6"/>
          </w:tcPr>
          <w:p w:rsidR="009115E4" w:rsidRPr="0078600F" w:rsidRDefault="009115E4" w:rsidP="00B75222">
            <w:pPr>
              <w:pStyle w:val="SDMTableBoxParaNotNumbered"/>
              <w:numPr>
                <w:ilvl w:val="0"/>
                <w:numId w:val="49"/>
              </w:numPr>
              <w:ind w:left="397" w:hanging="397"/>
            </w:pPr>
            <w:r w:rsidRPr="0078600F">
              <w:t>State the start date of crediting period of the project activity in the format of DD/MM/YYYY.</w:t>
            </w:r>
          </w:p>
        </w:tc>
      </w:tr>
    </w:tbl>
    <w:p w:rsidR="009115E4" w:rsidRPr="0078600F" w:rsidRDefault="009115E4" w:rsidP="00417372">
      <w:pPr>
        <w:pStyle w:val="SDMPDDPoASubSection2"/>
        <w:numPr>
          <w:ilvl w:val="2"/>
          <w:numId w:val="85"/>
        </w:numPr>
        <w:ind w:left="709" w:hanging="709"/>
        <w:rPr>
          <w:rFonts w:eastAsia="MS Mincho"/>
        </w:rPr>
      </w:pPr>
      <w:r w:rsidRPr="0078600F">
        <w:rPr>
          <w:rFonts w:eastAsia="MS Mincho"/>
        </w:rPr>
        <w:t>Length of crediting period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75222">
        <w:trPr>
          <w:cantSplit/>
        </w:trPr>
        <w:tc>
          <w:tcPr>
            <w:tcW w:w="5000" w:type="pct"/>
            <w:shd w:val="clear" w:color="auto" w:fill="E6E6E6"/>
          </w:tcPr>
          <w:p w:rsidR="009115E4" w:rsidRPr="0078600F" w:rsidRDefault="009115E4" w:rsidP="00222F93">
            <w:pPr>
              <w:pStyle w:val="SDMTableBoxParaNotNumbered"/>
              <w:numPr>
                <w:ilvl w:val="0"/>
                <w:numId w:val="50"/>
              </w:numPr>
              <w:ind w:left="397" w:hanging="397"/>
            </w:pPr>
            <w:r w:rsidRPr="0078600F">
              <w:t>State the length of the crediting period of the project activity in years and months.</w:t>
            </w:r>
            <w:r w:rsidRPr="0078600F" w:rsidDel="0070209C">
              <w:t xml:space="preserve"> </w:t>
            </w:r>
          </w:p>
        </w:tc>
      </w:tr>
    </w:tbl>
    <w:p w:rsidR="009115E4" w:rsidRPr="0078600F" w:rsidRDefault="009115E4" w:rsidP="00B75222">
      <w:pPr>
        <w:pStyle w:val="SDMPDDPoASection"/>
        <w:numPr>
          <w:ilvl w:val="0"/>
          <w:numId w:val="85"/>
        </w:numPr>
        <w:tabs>
          <w:tab w:val="clear" w:pos="2325"/>
        </w:tabs>
        <w:ind w:left="1729" w:hanging="1729"/>
      </w:pPr>
      <w:bookmarkStart w:id="103" w:name="_Toc318381917"/>
      <w:bookmarkStart w:id="104" w:name="_Toc350362729"/>
      <w:r w:rsidRPr="0078600F">
        <w:t>Environmental impacts</w:t>
      </w:r>
      <w:bookmarkEnd w:id="103"/>
      <w:bookmarkEnd w:id="104"/>
    </w:p>
    <w:p w:rsidR="009115E4" w:rsidRPr="0078600F" w:rsidRDefault="009115E4" w:rsidP="00417372">
      <w:pPr>
        <w:pStyle w:val="SDMPDDPoASubSection1"/>
        <w:numPr>
          <w:ilvl w:val="1"/>
          <w:numId w:val="85"/>
        </w:numPr>
        <w:tabs>
          <w:tab w:val="clear" w:pos="1474"/>
        </w:tabs>
        <w:ind w:left="709" w:hanging="709"/>
      </w:pPr>
      <w:r w:rsidRPr="0078600F">
        <w:t>Analysis of the environmental impacts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75222">
        <w:trPr>
          <w:cantSplit/>
        </w:trPr>
        <w:tc>
          <w:tcPr>
            <w:tcW w:w="5000" w:type="pct"/>
            <w:shd w:val="clear" w:color="auto" w:fill="E6E6E6"/>
          </w:tcPr>
          <w:p w:rsidR="009115E4" w:rsidRPr="0078600F" w:rsidRDefault="0087412B" w:rsidP="00B75222">
            <w:pPr>
              <w:pStyle w:val="SDMTableBoxParaNotNumbered"/>
              <w:numPr>
                <w:ilvl w:val="0"/>
                <w:numId w:val="51"/>
              </w:numPr>
              <w:ind w:left="397" w:hanging="397"/>
            </w:pPr>
            <w:r w:rsidRPr="0078600F">
              <w:t xml:space="preserve">Provide a summary of the analysis of the environmental impacts, including impacts on biodiversity and natural ecosystems and impacts outside the project boundary, of the project activity and </w:t>
            </w:r>
            <w:r w:rsidRPr="0078600F">
              <w:rPr>
                <w:bCs/>
              </w:rPr>
              <w:t>references to all related documentation.</w:t>
            </w:r>
          </w:p>
        </w:tc>
      </w:tr>
    </w:tbl>
    <w:p w:rsidR="009115E4" w:rsidRPr="0078600F" w:rsidRDefault="009115E4" w:rsidP="00417372">
      <w:pPr>
        <w:pStyle w:val="SDMPDDPoASubSection1"/>
        <w:numPr>
          <w:ilvl w:val="1"/>
          <w:numId w:val="85"/>
        </w:numPr>
        <w:tabs>
          <w:tab w:val="clear" w:pos="1474"/>
        </w:tabs>
        <w:ind w:left="709" w:hanging="709"/>
      </w:pPr>
      <w:r w:rsidRPr="0078600F">
        <w:t>Environmental impact assessment</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75222">
        <w:trPr>
          <w:cantSplit/>
        </w:trPr>
        <w:tc>
          <w:tcPr>
            <w:tcW w:w="5000" w:type="pct"/>
            <w:shd w:val="clear" w:color="auto" w:fill="E6E6E6"/>
          </w:tcPr>
          <w:p w:rsidR="009115E4" w:rsidRPr="0078600F" w:rsidRDefault="009115E4" w:rsidP="006A325F">
            <w:pPr>
              <w:pStyle w:val="SDMTableBoxParaNotNumbered"/>
              <w:numPr>
                <w:ilvl w:val="0"/>
                <w:numId w:val="52"/>
              </w:numPr>
              <w:ind w:left="397" w:hanging="397"/>
            </w:pPr>
            <w:r w:rsidRPr="0078600F">
              <w:t>If an environmental impact assessment is required, provide conclusions and referenc</w:t>
            </w:r>
            <w:r w:rsidR="00BA5CAF">
              <w:t xml:space="preserve">es to all related </w:t>
            </w:r>
            <w:r w:rsidR="00BA5CAF" w:rsidRPr="00BA5CAF">
              <w:t>documentation</w:t>
            </w:r>
            <w:r w:rsidR="006A325F">
              <w:t>.</w:t>
            </w:r>
          </w:p>
        </w:tc>
      </w:tr>
    </w:tbl>
    <w:p w:rsidR="0087412B" w:rsidRPr="0078600F" w:rsidRDefault="0087412B" w:rsidP="00B75222">
      <w:pPr>
        <w:pStyle w:val="SDMPDDPoASection"/>
        <w:numPr>
          <w:ilvl w:val="0"/>
          <w:numId w:val="85"/>
        </w:numPr>
        <w:tabs>
          <w:tab w:val="clear" w:pos="2325"/>
        </w:tabs>
        <w:ind w:left="1729" w:hanging="1729"/>
      </w:pPr>
      <w:bookmarkStart w:id="105" w:name="_Toc315107056"/>
      <w:bookmarkStart w:id="106" w:name="_Toc314831031"/>
      <w:bookmarkStart w:id="107" w:name="_Toc317781300"/>
      <w:bookmarkStart w:id="108" w:name="_Toc352684057"/>
      <w:bookmarkStart w:id="109" w:name="_Toc318381918"/>
      <w:bookmarkStart w:id="110" w:name="_Toc350362730"/>
      <w:r w:rsidRPr="0078600F">
        <w:t>Socio-economic impacts</w:t>
      </w:r>
      <w:bookmarkEnd w:id="105"/>
      <w:bookmarkEnd w:id="106"/>
      <w:bookmarkEnd w:id="107"/>
      <w:bookmarkEnd w:id="108"/>
    </w:p>
    <w:p w:rsidR="0087412B" w:rsidRPr="0078600F" w:rsidRDefault="0087412B" w:rsidP="00417372">
      <w:pPr>
        <w:pStyle w:val="SDMPDDPoASubSection1"/>
        <w:numPr>
          <w:ilvl w:val="1"/>
          <w:numId w:val="85"/>
        </w:numPr>
        <w:tabs>
          <w:tab w:val="clear" w:pos="1474"/>
        </w:tabs>
        <w:ind w:left="709" w:hanging="709"/>
      </w:pPr>
      <w:r w:rsidRPr="0078600F">
        <w:t>Analysis of socio-economic impacts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7412B" w:rsidRPr="0078600F" w:rsidTr="00B75222">
        <w:trPr>
          <w:cantSplit/>
        </w:trPr>
        <w:tc>
          <w:tcPr>
            <w:tcW w:w="5000" w:type="pct"/>
            <w:shd w:val="clear" w:color="auto" w:fill="E6E6E6"/>
            <w:hideMark/>
          </w:tcPr>
          <w:p w:rsidR="0087412B" w:rsidRPr="0078600F" w:rsidRDefault="0087412B" w:rsidP="00222F93">
            <w:pPr>
              <w:pStyle w:val="SDMTableBoxParaNotNumbered"/>
              <w:numPr>
                <w:ilvl w:val="0"/>
                <w:numId w:val="67"/>
              </w:numPr>
              <w:ind w:left="397" w:hanging="397"/>
            </w:pPr>
            <w:r w:rsidRPr="0078600F">
              <w:t>Provide a summary of the analysis of the socio-economic impacts, including impacts outside the project boundary of the project activity and references to all related documentation.</w:t>
            </w:r>
          </w:p>
        </w:tc>
      </w:tr>
    </w:tbl>
    <w:p w:rsidR="0087412B" w:rsidRPr="0078600F" w:rsidRDefault="0087412B" w:rsidP="00417372">
      <w:pPr>
        <w:pStyle w:val="SDMPDDPoASubSection1"/>
        <w:numPr>
          <w:ilvl w:val="1"/>
          <w:numId w:val="85"/>
        </w:numPr>
        <w:tabs>
          <w:tab w:val="clear" w:pos="1474"/>
        </w:tabs>
        <w:ind w:left="709" w:hanging="709"/>
      </w:pPr>
      <w:r w:rsidRPr="0078600F">
        <w:t>Socio-economic impact assessment</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87412B" w:rsidRPr="0078600F" w:rsidTr="00B75222">
        <w:trPr>
          <w:cantSplit/>
        </w:trPr>
        <w:tc>
          <w:tcPr>
            <w:tcW w:w="5000" w:type="pct"/>
            <w:shd w:val="clear" w:color="auto" w:fill="E6E6E6"/>
            <w:hideMark/>
          </w:tcPr>
          <w:p w:rsidR="0087412B" w:rsidRPr="0078600F" w:rsidRDefault="0087412B" w:rsidP="00222F93">
            <w:pPr>
              <w:pStyle w:val="SDMTableBoxParaNotNumbered"/>
              <w:numPr>
                <w:ilvl w:val="0"/>
                <w:numId w:val="68"/>
              </w:numPr>
              <w:ind w:left="397" w:hanging="397"/>
            </w:pPr>
            <w:r w:rsidRPr="0078600F">
              <w:t>If a socio-economic impact assessment is required, provide conclusions and references to all related documentation.</w:t>
            </w:r>
          </w:p>
        </w:tc>
      </w:tr>
    </w:tbl>
    <w:p w:rsidR="009115E4" w:rsidRPr="0078600F" w:rsidRDefault="009115E4" w:rsidP="00B75222">
      <w:pPr>
        <w:pStyle w:val="SDMPDDPoASection"/>
        <w:numPr>
          <w:ilvl w:val="0"/>
          <w:numId w:val="85"/>
        </w:numPr>
        <w:tabs>
          <w:tab w:val="clear" w:pos="2325"/>
        </w:tabs>
        <w:ind w:left="1729" w:hanging="1729"/>
      </w:pPr>
      <w:r w:rsidRPr="0078600F">
        <w:t>Local stakeholder consultation</w:t>
      </w:r>
      <w:bookmarkEnd w:id="109"/>
      <w:bookmarkEnd w:id="110"/>
    </w:p>
    <w:p w:rsidR="009115E4" w:rsidRPr="0078600F" w:rsidRDefault="009115E4" w:rsidP="00417372">
      <w:pPr>
        <w:pStyle w:val="SDMPDDPoASubSection1"/>
        <w:numPr>
          <w:ilvl w:val="1"/>
          <w:numId w:val="85"/>
        </w:numPr>
        <w:tabs>
          <w:tab w:val="clear" w:pos="1474"/>
        </w:tabs>
        <w:ind w:left="709" w:hanging="709"/>
      </w:pPr>
      <w:r w:rsidRPr="0078600F">
        <w:t>Solicitation of comments from local stakeholders</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75222">
        <w:trPr>
          <w:cantSplit/>
        </w:trPr>
        <w:tc>
          <w:tcPr>
            <w:tcW w:w="5000" w:type="pct"/>
            <w:shd w:val="clear" w:color="auto" w:fill="E6E6E6"/>
          </w:tcPr>
          <w:p w:rsidR="00693020" w:rsidRPr="00143E8E" w:rsidRDefault="009115E4" w:rsidP="00693020">
            <w:pPr>
              <w:pStyle w:val="SDMTableBoxParaNotNumbered"/>
              <w:numPr>
                <w:ilvl w:val="0"/>
                <w:numId w:val="53"/>
              </w:numPr>
              <w:ind w:left="426" w:hanging="426"/>
            </w:pPr>
            <w:r w:rsidRPr="00143E8E">
              <w:t>Describe the process by which comments from local stakeholders have been i</w:t>
            </w:r>
            <w:r w:rsidR="00693020" w:rsidRPr="00143E8E">
              <w:t xml:space="preserve">nvited for the project activity in accordance with the applicable provisions in the Project standard. </w:t>
            </w:r>
          </w:p>
          <w:p w:rsidR="009115E4" w:rsidRPr="0078600F" w:rsidRDefault="00693020" w:rsidP="00693020">
            <w:pPr>
              <w:pStyle w:val="SDMTableBoxParaNotNumbered"/>
              <w:numPr>
                <w:ilvl w:val="0"/>
                <w:numId w:val="53"/>
              </w:numPr>
              <w:ind w:left="397" w:hanging="397"/>
            </w:pPr>
            <w:r w:rsidRPr="00143E8E">
              <w:t>Describe how stakeholder consultation was conducted in accordance with applicable national regulations, if any.</w:t>
            </w:r>
          </w:p>
        </w:tc>
      </w:tr>
    </w:tbl>
    <w:p w:rsidR="009115E4" w:rsidRPr="0078600F" w:rsidRDefault="009115E4" w:rsidP="00417372">
      <w:pPr>
        <w:pStyle w:val="SDMPDDPoASubSection1"/>
        <w:numPr>
          <w:ilvl w:val="1"/>
          <w:numId w:val="85"/>
        </w:numPr>
        <w:tabs>
          <w:tab w:val="clear" w:pos="1474"/>
        </w:tabs>
        <w:ind w:left="709" w:hanging="709"/>
      </w:pPr>
      <w:r w:rsidRPr="0078600F">
        <w:t>Summary of comments received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143E8E" w:rsidTr="00B75222">
        <w:trPr>
          <w:cantSplit/>
        </w:trPr>
        <w:tc>
          <w:tcPr>
            <w:tcW w:w="5000" w:type="pct"/>
            <w:shd w:val="clear" w:color="auto" w:fill="E6E6E6"/>
          </w:tcPr>
          <w:p w:rsidR="00BA5CAF" w:rsidRPr="00143E8E" w:rsidRDefault="009115E4" w:rsidP="006A325F">
            <w:pPr>
              <w:pStyle w:val="SDMTableBoxParaNotNumbered"/>
              <w:numPr>
                <w:ilvl w:val="0"/>
                <w:numId w:val="54"/>
              </w:numPr>
              <w:ind w:left="397" w:hanging="397"/>
            </w:pPr>
            <w:r w:rsidRPr="00143E8E">
              <w:t>Identify stake</w:t>
            </w:r>
            <w:r w:rsidR="00693020" w:rsidRPr="00143E8E">
              <w:t xml:space="preserve">holders that have made comments, including comments forwarded by the DNA of the host Party, if any, </w:t>
            </w:r>
            <w:r w:rsidRPr="00143E8E">
              <w:t>and provide a summary of these comments.</w:t>
            </w:r>
          </w:p>
        </w:tc>
      </w:tr>
    </w:tbl>
    <w:p w:rsidR="009115E4" w:rsidRPr="00143E8E" w:rsidRDefault="009115E4" w:rsidP="00417372">
      <w:pPr>
        <w:pStyle w:val="SDMPDDPoASubSection1"/>
        <w:numPr>
          <w:ilvl w:val="1"/>
          <w:numId w:val="85"/>
        </w:numPr>
        <w:tabs>
          <w:tab w:val="clear" w:pos="1474"/>
        </w:tabs>
        <w:ind w:left="709" w:hanging="709"/>
      </w:pPr>
      <w:r w:rsidRPr="00143E8E">
        <w:t>Report on consideration of comments received</w:t>
      </w:r>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75222">
        <w:trPr>
          <w:cantSplit/>
        </w:trPr>
        <w:tc>
          <w:tcPr>
            <w:tcW w:w="5000" w:type="pct"/>
            <w:shd w:val="clear" w:color="auto" w:fill="E6E6E6"/>
          </w:tcPr>
          <w:p w:rsidR="009115E4" w:rsidRPr="00143E8E" w:rsidRDefault="009115E4" w:rsidP="00B75222">
            <w:pPr>
              <w:pStyle w:val="SDMTableBoxParaNotNumbered"/>
              <w:numPr>
                <w:ilvl w:val="0"/>
                <w:numId w:val="55"/>
              </w:numPr>
              <w:ind w:left="397" w:hanging="397"/>
            </w:pPr>
            <w:r w:rsidRPr="00143E8E">
              <w:t xml:space="preserve">Provide information demonstrating that all comments </w:t>
            </w:r>
            <w:r w:rsidR="00AB35B2" w:rsidRPr="00143E8E">
              <w:t>and complaints received, including comments and complaints forwarded by the DNA of the host Party, if any, have been considered.</w:t>
            </w:r>
          </w:p>
        </w:tc>
      </w:tr>
    </w:tbl>
    <w:p w:rsidR="009115E4" w:rsidRPr="0078600F" w:rsidRDefault="009115E4" w:rsidP="00B75222">
      <w:pPr>
        <w:pStyle w:val="SDMPDDPoASection"/>
        <w:numPr>
          <w:ilvl w:val="0"/>
          <w:numId w:val="85"/>
        </w:numPr>
        <w:tabs>
          <w:tab w:val="clear" w:pos="2325"/>
        </w:tabs>
        <w:ind w:left="1729" w:hanging="1729"/>
      </w:pPr>
      <w:bookmarkStart w:id="111" w:name="_Toc318381919"/>
      <w:bookmarkStart w:id="112" w:name="_Toc350362731"/>
      <w:r w:rsidRPr="0078600F">
        <w:t>Approval and authorization</w:t>
      </w:r>
      <w:bookmarkEnd w:id="111"/>
      <w:bookmarkEnd w:id="112"/>
    </w:p>
    <w:tbl>
      <w:tblPr>
        <w:tblW w:w="5000" w:type="pct"/>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75222">
        <w:trPr>
          <w:cantSplit/>
        </w:trPr>
        <w:tc>
          <w:tcPr>
            <w:tcW w:w="5000" w:type="pct"/>
            <w:shd w:val="clear" w:color="auto" w:fill="E6E6E6"/>
          </w:tcPr>
          <w:p w:rsidR="009115E4" w:rsidRPr="0078600F" w:rsidRDefault="009115E4" w:rsidP="00222F93">
            <w:pPr>
              <w:pStyle w:val="SDMTableBoxParaNotNumbered"/>
              <w:numPr>
                <w:ilvl w:val="0"/>
                <w:numId w:val="56"/>
              </w:numPr>
              <w:ind w:left="397" w:hanging="397"/>
            </w:pPr>
            <w:r w:rsidRPr="0078600F">
              <w:t xml:space="preserve">Indicate whether the letter(s) of approval from </w:t>
            </w:r>
            <w:proofErr w:type="gramStart"/>
            <w:r w:rsidRPr="0078600F">
              <w:t>Party(</w:t>
            </w:r>
            <w:proofErr w:type="gramEnd"/>
            <w:r w:rsidRPr="0078600F">
              <w:t>ies) for the project activity is available at the time of submitting the PDD to the validating DOE.</w:t>
            </w:r>
          </w:p>
        </w:tc>
      </w:tr>
      <w:tr w:rsidR="009115E4" w:rsidRPr="0078600F" w:rsidTr="00B75222">
        <w:trPr>
          <w:cantSplit/>
        </w:trPr>
        <w:tc>
          <w:tcPr>
            <w:tcW w:w="5000" w:type="pct"/>
            <w:shd w:val="clear" w:color="auto" w:fill="E6E6E6"/>
          </w:tcPr>
          <w:p w:rsidR="009115E4" w:rsidRPr="0078600F" w:rsidRDefault="009115E4" w:rsidP="00222F93">
            <w:pPr>
              <w:pStyle w:val="SDMTableBoxParaNotNumbered"/>
              <w:numPr>
                <w:ilvl w:val="0"/>
                <w:numId w:val="56"/>
              </w:numPr>
              <w:ind w:left="397" w:hanging="397"/>
            </w:pPr>
            <w:r w:rsidRPr="0078600F">
              <w:t>If so, provide the letter(s) of approval along with the PDD.</w:t>
            </w:r>
          </w:p>
        </w:tc>
      </w:tr>
    </w:tbl>
    <w:p w:rsidR="009115E4" w:rsidRPr="0078600F" w:rsidRDefault="009115E4" w:rsidP="009D004C">
      <w:pPr>
        <w:pStyle w:val="SDMHead2"/>
        <w:pageBreakBefore/>
        <w:numPr>
          <w:ilvl w:val="0"/>
          <w:numId w:val="71"/>
        </w:numPr>
        <w:tabs>
          <w:tab w:val="num" w:pos="0"/>
          <w:tab w:val="left" w:pos="2410"/>
        </w:tabs>
      </w:pPr>
      <w:bookmarkStart w:id="113" w:name="_Toc318381920"/>
      <w:bookmarkStart w:id="114" w:name="_Toc350362732"/>
      <w:bookmarkStart w:id="115" w:name="_Ref391044259"/>
      <w:r w:rsidRPr="0078600F">
        <w:t>Contact information of project participants</w:t>
      </w:r>
      <w:bookmarkEnd w:id="113"/>
      <w:bookmarkEnd w:id="114"/>
      <w:r w:rsidRPr="0078600F">
        <w:t xml:space="preserve"> and responsible persons/ entities</w:t>
      </w:r>
      <w:bookmarkEnd w:id="115"/>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BF13C9">
        <w:trPr>
          <w:cantSplit/>
          <w:jc w:val="center"/>
        </w:trPr>
        <w:tc>
          <w:tcPr>
            <w:tcW w:w="5000" w:type="pct"/>
            <w:shd w:val="clear" w:color="auto" w:fill="E6E6E6"/>
          </w:tcPr>
          <w:p w:rsidR="009115E4" w:rsidRPr="0078600F" w:rsidRDefault="009115E4" w:rsidP="00877200">
            <w:pPr>
              <w:pStyle w:val="SDMTableBoxParaNotNumbered"/>
              <w:numPr>
                <w:ilvl w:val="0"/>
                <w:numId w:val="57"/>
              </w:numPr>
              <w:ind w:left="397" w:hanging="397"/>
            </w:pPr>
            <w:r w:rsidRPr="0078600F">
              <w:t>For each organisation listed in sections A.</w:t>
            </w:r>
            <w:r w:rsidR="00111146" w:rsidRPr="0078600F">
              <w:t>5</w:t>
            </w:r>
            <w:r w:rsidRPr="0078600F">
              <w:t xml:space="preserve"> and B.</w:t>
            </w:r>
            <w:r w:rsidR="00111146" w:rsidRPr="0078600F">
              <w:t>8</w:t>
            </w:r>
            <w:r w:rsidRPr="0078600F">
              <w:t>.4 above, complete the table below, with the following mandatory fields: Project participant and/or responsible person/ entity, Organization, Street/P.O. Box, City, Postcode, Country, Telephone, Fax, e</w:t>
            </w:r>
            <w:r w:rsidRPr="0078600F">
              <w:noBreakHyphen/>
              <w:t>mail</w:t>
            </w:r>
            <w:r w:rsidRPr="0078600F">
              <w:rPr>
                <w:rFonts w:hint="eastAsia"/>
              </w:rPr>
              <w:t xml:space="preserve"> and </w:t>
            </w:r>
            <w:r w:rsidRPr="0078600F">
              <w:t>Name of contact person. Copy and paste the table as needed.</w:t>
            </w:r>
          </w:p>
        </w:tc>
      </w:tr>
    </w:tbl>
    <w:p w:rsidR="009115E4" w:rsidRPr="0078600F" w:rsidRDefault="009115E4" w:rsidP="009115E4">
      <w:pPr>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552"/>
        <w:gridCol w:w="7303"/>
      </w:tblGrid>
      <w:tr w:rsidR="009115E4" w:rsidRPr="0078600F" w:rsidTr="000E55D0">
        <w:trPr>
          <w:cantSplit/>
          <w:jc w:val="center"/>
        </w:trPr>
        <w:tc>
          <w:tcPr>
            <w:tcW w:w="1295" w:type="pct"/>
            <w:shd w:val="clear" w:color="auto" w:fill="E6E6E6"/>
            <w:tcMar>
              <w:top w:w="62" w:type="dxa"/>
              <w:bottom w:w="62" w:type="dxa"/>
            </w:tcMar>
          </w:tcPr>
          <w:p w:rsidR="009115E4" w:rsidRPr="0078600F" w:rsidRDefault="009115E4" w:rsidP="005F4DE6">
            <w:pPr>
              <w:pStyle w:val="SDMTableBoxParaNotNumbered"/>
              <w:keepNext/>
              <w:keepLines/>
              <w:rPr>
                <w:b/>
              </w:rPr>
            </w:pPr>
            <w:r w:rsidRPr="0078600F">
              <w:rPr>
                <w:b/>
              </w:rPr>
              <w:t>Project participant and/or responsible person/ entity</w:t>
            </w:r>
          </w:p>
        </w:tc>
        <w:tc>
          <w:tcPr>
            <w:tcW w:w="3705" w:type="pct"/>
            <w:shd w:val="clear" w:color="auto" w:fill="auto"/>
            <w:tcMar>
              <w:top w:w="62" w:type="dxa"/>
              <w:bottom w:w="62" w:type="dxa"/>
            </w:tcMar>
          </w:tcPr>
          <w:p w:rsidR="009115E4" w:rsidRPr="0078600F" w:rsidRDefault="009115E4" w:rsidP="005F4DE6">
            <w:pPr>
              <w:pStyle w:val="SDMTableBoxParaNotNumbered"/>
              <w:keepNext/>
              <w:keepLines/>
              <w:ind w:left="397" w:hanging="397"/>
              <w:rPr>
                <w:rFonts w:cs="Arial"/>
                <w:b/>
                <w:bCs/>
              </w:rPr>
            </w:pPr>
            <w:r w:rsidRPr="0078600F">
              <w:rPr>
                <w:b/>
                <w:bCs/>
              </w:rPr>
              <w:fldChar w:fldCharType="begin">
                <w:ffData>
                  <w:name w:val="Check2"/>
                  <w:enabled/>
                  <w:calcOnExit w:val="0"/>
                  <w:checkBox>
                    <w:size w:val="24"/>
                    <w:default w:val="0"/>
                  </w:checkBox>
                </w:ffData>
              </w:fldChar>
            </w:r>
            <w:r w:rsidRPr="0078600F">
              <w:rPr>
                <w:bCs/>
              </w:rPr>
              <w:instrText xml:space="preserve"> FORMCHECKBOX </w:instrText>
            </w:r>
            <w:r w:rsidR="002309E6">
              <w:rPr>
                <w:b/>
                <w:bCs/>
              </w:rPr>
            </w:r>
            <w:r w:rsidR="002309E6">
              <w:rPr>
                <w:b/>
                <w:bCs/>
              </w:rPr>
              <w:fldChar w:fldCharType="separate"/>
            </w:r>
            <w:r w:rsidRPr="0078600F">
              <w:rPr>
                <w:b/>
                <w:bCs/>
              </w:rPr>
              <w:fldChar w:fldCharType="end"/>
            </w:r>
            <w:r w:rsidRPr="0078600F">
              <w:rPr>
                <w:rFonts w:cs="Arial"/>
                <w:bCs/>
              </w:rPr>
              <w:tab/>
            </w:r>
            <w:r w:rsidRPr="0078600F">
              <w:t>Project participant</w:t>
            </w:r>
          </w:p>
          <w:p w:rsidR="009115E4" w:rsidRPr="0078600F" w:rsidRDefault="009115E4" w:rsidP="005F4DE6">
            <w:pPr>
              <w:pStyle w:val="SDMTableBoxParaNotNumbered"/>
              <w:keepNext/>
              <w:keepLines/>
              <w:ind w:left="397" w:hanging="397"/>
              <w:rPr>
                <w:b/>
              </w:rPr>
            </w:pPr>
            <w:r w:rsidRPr="0078600F">
              <w:rPr>
                <w:b/>
                <w:bCs/>
              </w:rPr>
              <w:fldChar w:fldCharType="begin">
                <w:ffData>
                  <w:name w:val="Check2"/>
                  <w:enabled/>
                  <w:calcOnExit w:val="0"/>
                  <w:checkBox>
                    <w:size w:val="24"/>
                    <w:default w:val="0"/>
                  </w:checkBox>
                </w:ffData>
              </w:fldChar>
            </w:r>
            <w:r w:rsidRPr="0078600F">
              <w:rPr>
                <w:bCs/>
              </w:rPr>
              <w:instrText xml:space="preserve"> FORMCHECKBOX </w:instrText>
            </w:r>
            <w:r w:rsidR="002309E6">
              <w:rPr>
                <w:b/>
                <w:bCs/>
              </w:rPr>
            </w:r>
            <w:r w:rsidR="002309E6">
              <w:rPr>
                <w:b/>
                <w:bCs/>
              </w:rPr>
              <w:fldChar w:fldCharType="separate"/>
            </w:r>
            <w:r w:rsidRPr="0078600F">
              <w:rPr>
                <w:b/>
                <w:bCs/>
              </w:rPr>
              <w:fldChar w:fldCharType="end"/>
            </w:r>
            <w:r w:rsidRPr="0078600F">
              <w:rPr>
                <w:rFonts w:cs="Arial"/>
                <w:bCs/>
              </w:rPr>
              <w:tab/>
            </w:r>
            <w:r w:rsidRPr="0078600F">
              <w:t>Responsible person/ entity for application of the selected methodology (ies) and, where applicable, the selected standardized baselines to the project activity</w:t>
            </w: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Organization name</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Street/P.O. Box</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Building</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City</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State/Region</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Postcode</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Country</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Telephone</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Fax</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E-mail</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Website</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Contact person</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Title</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Salutation</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Last name</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Middle name</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First name</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Department</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Mobile</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Direct fax</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Direct tel.</w:t>
            </w:r>
          </w:p>
        </w:tc>
        <w:tc>
          <w:tcPr>
            <w:tcW w:w="3705" w:type="pct"/>
            <w:shd w:val="clear" w:color="auto" w:fill="auto"/>
          </w:tcPr>
          <w:p w:rsidR="009115E4" w:rsidRPr="0078600F" w:rsidRDefault="009115E4" w:rsidP="005F4DE6">
            <w:pPr>
              <w:pStyle w:val="SDMTableBoxParaNotNumbered"/>
            </w:pPr>
          </w:p>
        </w:tc>
      </w:tr>
      <w:tr w:rsidR="009115E4" w:rsidRPr="0078600F" w:rsidTr="000E55D0">
        <w:trPr>
          <w:cantSplit/>
          <w:jc w:val="center"/>
        </w:trPr>
        <w:tc>
          <w:tcPr>
            <w:tcW w:w="1295" w:type="pct"/>
            <w:shd w:val="clear" w:color="auto" w:fill="E6E6E6"/>
          </w:tcPr>
          <w:p w:rsidR="009115E4" w:rsidRPr="0078600F" w:rsidRDefault="009115E4" w:rsidP="005F4DE6">
            <w:pPr>
              <w:pStyle w:val="SDMTableBoxParaNotNumbered"/>
              <w:rPr>
                <w:b/>
              </w:rPr>
            </w:pPr>
            <w:r w:rsidRPr="0078600F">
              <w:rPr>
                <w:b/>
              </w:rPr>
              <w:t>Personal e-mail</w:t>
            </w:r>
          </w:p>
        </w:tc>
        <w:tc>
          <w:tcPr>
            <w:tcW w:w="3705" w:type="pct"/>
            <w:shd w:val="clear" w:color="auto" w:fill="auto"/>
          </w:tcPr>
          <w:p w:rsidR="009115E4" w:rsidRPr="0078600F" w:rsidRDefault="009115E4" w:rsidP="005F4DE6">
            <w:pPr>
              <w:pStyle w:val="SDMTableBoxParaNotNumbered"/>
            </w:pPr>
          </w:p>
        </w:tc>
      </w:tr>
    </w:tbl>
    <w:p w:rsidR="009115E4" w:rsidRPr="0078600F" w:rsidRDefault="009115E4" w:rsidP="003A4326">
      <w:pPr>
        <w:pStyle w:val="SDMHead2"/>
        <w:numPr>
          <w:ilvl w:val="0"/>
          <w:numId w:val="71"/>
        </w:numPr>
        <w:tabs>
          <w:tab w:val="num" w:pos="0"/>
          <w:tab w:val="left" w:pos="2410"/>
        </w:tabs>
        <w:ind w:left="2127" w:hanging="2127"/>
      </w:pPr>
      <w:bookmarkStart w:id="116" w:name="_Toc318381921"/>
      <w:bookmarkStart w:id="117" w:name="_Toc350362733"/>
      <w:bookmarkStart w:id="118" w:name="_Ref391044279"/>
      <w:r w:rsidRPr="0078600F">
        <w:t>Affirmation regarding public funding</w:t>
      </w:r>
      <w:bookmarkEnd w:id="116"/>
      <w:bookmarkEnd w:id="117"/>
      <w:bookmarkEnd w:id="118"/>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0E55D0">
        <w:trPr>
          <w:cantSplit/>
          <w:jc w:val="center"/>
        </w:trPr>
        <w:tc>
          <w:tcPr>
            <w:tcW w:w="5000" w:type="pct"/>
            <w:shd w:val="clear" w:color="auto" w:fill="E6E6E6"/>
          </w:tcPr>
          <w:p w:rsidR="009115E4" w:rsidRPr="0078600F" w:rsidRDefault="009115E4" w:rsidP="00877200">
            <w:pPr>
              <w:pStyle w:val="SDMTableBoxParaNotNumbered"/>
              <w:numPr>
                <w:ilvl w:val="0"/>
                <w:numId w:val="58"/>
              </w:numPr>
              <w:ind w:left="397" w:hanging="397"/>
            </w:pPr>
            <w:r w:rsidRPr="0078600F">
              <w:t xml:space="preserve">If applicable, attach the affirmation obtained from Parties </w:t>
            </w:r>
            <w:r w:rsidR="00DE7D87" w:rsidRPr="0078600F">
              <w:t xml:space="preserve">included in Annex 1 </w:t>
            </w:r>
            <w:r w:rsidRPr="0078600F">
              <w:t>providing public funding to the project activity.</w:t>
            </w:r>
          </w:p>
        </w:tc>
      </w:tr>
    </w:tbl>
    <w:p w:rsidR="009115E4" w:rsidRPr="0078600F" w:rsidRDefault="009115E4" w:rsidP="009115E4">
      <w:pPr>
        <w:rPr>
          <w:rFonts w:cs="Arial"/>
        </w:rPr>
      </w:pPr>
      <w:bookmarkStart w:id="119" w:name="_Toc318381922"/>
    </w:p>
    <w:p w:rsidR="000E55D0" w:rsidRPr="0078600F" w:rsidRDefault="000E55D0" w:rsidP="009115E4">
      <w:pPr>
        <w:rPr>
          <w:rFonts w:cs="Arial"/>
        </w:rPr>
      </w:pPr>
    </w:p>
    <w:p w:rsidR="009115E4" w:rsidRPr="0078600F" w:rsidRDefault="00E57F3D" w:rsidP="003A4326">
      <w:pPr>
        <w:pStyle w:val="SDMHead2"/>
        <w:numPr>
          <w:ilvl w:val="0"/>
          <w:numId w:val="71"/>
        </w:numPr>
        <w:tabs>
          <w:tab w:val="num" w:pos="0"/>
          <w:tab w:val="left" w:pos="2410"/>
        </w:tabs>
        <w:ind w:left="2127" w:hanging="2127"/>
      </w:pPr>
      <w:bookmarkStart w:id="120" w:name="_Toc350362734"/>
      <w:bookmarkStart w:id="121" w:name="_Ref391044300"/>
      <w:r w:rsidRPr="0078600F">
        <w:t>Applicability of</w:t>
      </w:r>
      <w:r w:rsidR="009115E4" w:rsidRPr="0078600F">
        <w:t xml:space="preserve"> methodology</w:t>
      </w:r>
      <w:bookmarkEnd w:id="119"/>
      <w:bookmarkEnd w:id="120"/>
      <w:r w:rsidR="009115E4" w:rsidRPr="0078600F">
        <w:t xml:space="preserve"> and standardized baseline</w:t>
      </w:r>
      <w:bookmarkEnd w:id="121"/>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222F93">
        <w:trPr>
          <w:cantSplit/>
          <w:jc w:val="center"/>
        </w:trPr>
        <w:tc>
          <w:tcPr>
            <w:tcW w:w="5000" w:type="pct"/>
            <w:shd w:val="clear" w:color="auto" w:fill="E6E6E6"/>
          </w:tcPr>
          <w:p w:rsidR="009115E4" w:rsidRPr="0078600F" w:rsidRDefault="009115E4" w:rsidP="00222F93">
            <w:pPr>
              <w:pStyle w:val="SDMTableBoxParaNotNumbered"/>
              <w:numPr>
                <w:ilvl w:val="0"/>
                <w:numId w:val="59"/>
              </w:numPr>
              <w:ind w:left="397" w:hanging="397"/>
            </w:pPr>
            <w:r w:rsidRPr="0078600F">
              <w:t xml:space="preserve">Provide any further background information on the applicability of the selected </w:t>
            </w:r>
            <w:proofErr w:type="gramStart"/>
            <w:r w:rsidRPr="0078600F">
              <w:t>methodology(</w:t>
            </w:r>
            <w:proofErr w:type="gramEnd"/>
            <w:r w:rsidRPr="0078600F">
              <w:t>ies) and, where applicable, the selected standardized baseline(s).</w:t>
            </w:r>
          </w:p>
        </w:tc>
      </w:tr>
    </w:tbl>
    <w:p w:rsidR="009115E4" w:rsidRPr="0078600F" w:rsidRDefault="009115E4" w:rsidP="009115E4">
      <w:pPr>
        <w:rPr>
          <w:rFonts w:cs="Arial"/>
        </w:rPr>
      </w:pPr>
      <w:bookmarkStart w:id="122" w:name="_Toc318381923"/>
    </w:p>
    <w:p w:rsidR="000E55D0" w:rsidRPr="0078600F" w:rsidRDefault="000E55D0" w:rsidP="009115E4">
      <w:pPr>
        <w:rPr>
          <w:rFonts w:cs="Arial"/>
        </w:rPr>
      </w:pPr>
    </w:p>
    <w:p w:rsidR="009115E4" w:rsidRPr="0078600F" w:rsidRDefault="009115E4" w:rsidP="003A4326">
      <w:pPr>
        <w:pStyle w:val="SDMHead2"/>
        <w:numPr>
          <w:ilvl w:val="0"/>
          <w:numId w:val="71"/>
        </w:numPr>
        <w:tabs>
          <w:tab w:val="num" w:pos="0"/>
          <w:tab w:val="left" w:pos="2410"/>
        </w:tabs>
        <w:ind w:left="2127" w:hanging="2127"/>
      </w:pPr>
      <w:bookmarkStart w:id="123" w:name="_Toc350362735"/>
      <w:bookmarkStart w:id="124" w:name="_Ref391044328"/>
      <w:r w:rsidRPr="0078600F">
        <w:t xml:space="preserve">Further background information on </w:t>
      </w:r>
      <w:bookmarkEnd w:id="122"/>
      <w:bookmarkEnd w:id="123"/>
      <w:r w:rsidR="00111146" w:rsidRPr="0078600F">
        <w:t>ex ante calculation of removals by sinks</w:t>
      </w:r>
      <w:bookmarkEnd w:id="124"/>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222F93">
        <w:trPr>
          <w:cantSplit/>
          <w:jc w:val="center"/>
        </w:trPr>
        <w:tc>
          <w:tcPr>
            <w:tcW w:w="5000" w:type="pct"/>
            <w:shd w:val="clear" w:color="auto" w:fill="E6E6E6"/>
          </w:tcPr>
          <w:p w:rsidR="009115E4" w:rsidRPr="0078600F" w:rsidRDefault="00111146" w:rsidP="00222F93">
            <w:pPr>
              <w:pStyle w:val="SDMTableBoxParaNotNumbered"/>
              <w:numPr>
                <w:ilvl w:val="0"/>
                <w:numId w:val="60"/>
              </w:numPr>
              <w:ind w:left="397" w:hanging="397"/>
            </w:pPr>
            <w:r w:rsidRPr="0078600F">
              <w:t>Provide any further background information on the ex ante estimation of removals by sinks. This may include data, measurement results, data sources, etc.</w:t>
            </w:r>
          </w:p>
        </w:tc>
      </w:tr>
    </w:tbl>
    <w:p w:rsidR="009115E4" w:rsidRPr="0078600F" w:rsidRDefault="009115E4" w:rsidP="009115E4">
      <w:pPr>
        <w:rPr>
          <w:rFonts w:cs="Arial"/>
        </w:rPr>
      </w:pPr>
      <w:bookmarkStart w:id="125" w:name="_Toc318381924"/>
    </w:p>
    <w:p w:rsidR="000E55D0" w:rsidRPr="0078600F" w:rsidRDefault="000E55D0" w:rsidP="009115E4">
      <w:pPr>
        <w:rPr>
          <w:rFonts w:cs="Arial"/>
        </w:rPr>
      </w:pPr>
    </w:p>
    <w:p w:rsidR="009115E4" w:rsidRPr="0078600F" w:rsidRDefault="009115E4" w:rsidP="003A4326">
      <w:pPr>
        <w:pStyle w:val="SDMHead2"/>
        <w:numPr>
          <w:ilvl w:val="0"/>
          <w:numId w:val="71"/>
        </w:numPr>
        <w:tabs>
          <w:tab w:val="num" w:pos="0"/>
          <w:tab w:val="left" w:pos="2410"/>
        </w:tabs>
        <w:ind w:left="2127" w:hanging="2127"/>
      </w:pPr>
      <w:bookmarkStart w:id="126" w:name="_Toc350362736"/>
      <w:bookmarkStart w:id="127" w:name="_Ref391044472"/>
      <w:bookmarkStart w:id="128" w:name="_Ref391044501"/>
      <w:bookmarkStart w:id="129" w:name="_Ref391044528"/>
      <w:r w:rsidRPr="0078600F">
        <w:t>Further background information on monitoring plan</w:t>
      </w:r>
      <w:bookmarkEnd w:id="125"/>
      <w:bookmarkEnd w:id="126"/>
      <w:bookmarkEnd w:id="127"/>
      <w:bookmarkEnd w:id="128"/>
      <w:bookmarkEnd w:id="129"/>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222F93">
        <w:trPr>
          <w:cantSplit/>
          <w:jc w:val="center"/>
        </w:trPr>
        <w:tc>
          <w:tcPr>
            <w:tcW w:w="5000" w:type="pct"/>
            <w:shd w:val="clear" w:color="auto" w:fill="E6E6E6"/>
          </w:tcPr>
          <w:p w:rsidR="009115E4" w:rsidRPr="0078600F" w:rsidRDefault="009115E4" w:rsidP="00222F93">
            <w:pPr>
              <w:pStyle w:val="SDMTableBoxParaNotNumbered"/>
              <w:numPr>
                <w:ilvl w:val="0"/>
                <w:numId w:val="61"/>
              </w:numPr>
              <w:ind w:left="397" w:hanging="397"/>
            </w:pPr>
            <w:r w:rsidRPr="0078600F">
              <w:t>Provide any further background information used in the development of the monitoring plan. This may include tables with time series data, additional documentation of measurement equipment, procedures, etc.</w:t>
            </w:r>
          </w:p>
        </w:tc>
      </w:tr>
    </w:tbl>
    <w:p w:rsidR="009115E4" w:rsidRPr="0078600F" w:rsidRDefault="009115E4" w:rsidP="009115E4">
      <w:pPr>
        <w:rPr>
          <w:rFonts w:cs="Arial"/>
        </w:rPr>
      </w:pPr>
      <w:bookmarkStart w:id="130" w:name="_Toc318381925"/>
    </w:p>
    <w:p w:rsidR="000E55D0" w:rsidRPr="0078600F" w:rsidRDefault="000E55D0" w:rsidP="009115E4">
      <w:pPr>
        <w:rPr>
          <w:rFonts w:cs="Arial"/>
        </w:rPr>
      </w:pPr>
    </w:p>
    <w:p w:rsidR="00111146" w:rsidRPr="0078600F" w:rsidRDefault="00111146" w:rsidP="003A4326">
      <w:pPr>
        <w:pStyle w:val="SDMHead2"/>
        <w:numPr>
          <w:ilvl w:val="0"/>
          <w:numId w:val="71"/>
        </w:numPr>
        <w:tabs>
          <w:tab w:val="num" w:pos="0"/>
          <w:tab w:val="left" w:pos="2410"/>
        </w:tabs>
        <w:ind w:left="2127" w:hanging="2127"/>
      </w:pPr>
      <w:bookmarkStart w:id="131" w:name="_Toc352684065"/>
      <w:bookmarkStart w:id="132" w:name="_Ref391044238"/>
      <w:r w:rsidRPr="0078600F">
        <w:t>Geographic delineation of project boundary</w:t>
      </w:r>
      <w:bookmarkEnd w:id="131"/>
      <w:bookmarkEnd w:id="132"/>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111146" w:rsidRPr="0078600F" w:rsidTr="00222F93">
        <w:trPr>
          <w:cantSplit/>
          <w:jc w:val="center"/>
        </w:trPr>
        <w:tc>
          <w:tcPr>
            <w:tcW w:w="5000" w:type="pct"/>
            <w:shd w:val="clear" w:color="auto" w:fill="E6E6E6"/>
            <w:hideMark/>
          </w:tcPr>
          <w:p w:rsidR="00111146" w:rsidRPr="0078600F" w:rsidRDefault="00111146" w:rsidP="00222F93">
            <w:pPr>
              <w:pStyle w:val="SDMTableBoxParaNotNumbered"/>
              <w:numPr>
                <w:ilvl w:val="0"/>
                <w:numId w:val="70"/>
              </w:numPr>
              <w:ind w:left="397" w:hanging="397"/>
            </w:pPr>
            <w:r w:rsidRPr="0078600F">
              <w:t>Provide any further background information related to geographic delineation of project boundary.</w:t>
            </w:r>
          </w:p>
        </w:tc>
      </w:tr>
    </w:tbl>
    <w:p w:rsidR="00111146" w:rsidRPr="0078600F" w:rsidRDefault="00111146" w:rsidP="009115E4"/>
    <w:p w:rsidR="00B87840" w:rsidRPr="0078600F" w:rsidRDefault="00B87840" w:rsidP="009115E4"/>
    <w:p w:rsidR="0059495D" w:rsidRPr="0078600F" w:rsidRDefault="0059495D" w:rsidP="003A4326">
      <w:pPr>
        <w:pStyle w:val="SDMHead2"/>
        <w:numPr>
          <w:ilvl w:val="0"/>
          <w:numId w:val="71"/>
        </w:numPr>
        <w:tabs>
          <w:tab w:val="num" w:pos="0"/>
          <w:tab w:val="left" w:pos="2410"/>
        </w:tabs>
        <w:ind w:left="2127" w:hanging="2127"/>
      </w:pPr>
      <w:bookmarkStart w:id="133" w:name="_Toc350362737"/>
      <w:r w:rsidRPr="0078600F">
        <w:t>Declaration on low-income communities</w:t>
      </w:r>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B87840" w:rsidRPr="0078600F" w:rsidTr="006B253C">
        <w:trPr>
          <w:cantSplit/>
          <w:jc w:val="center"/>
        </w:trPr>
        <w:tc>
          <w:tcPr>
            <w:tcW w:w="5000" w:type="pct"/>
            <w:shd w:val="clear" w:color="auto" w:fill="E6E6E6"/>
            <w:hideMark/>
          </w:tcPr>
          <w:p w:rsidR="00B87840" w:rsidRPr="0078600F" w:rsidRDefault="00B87840" w:rsidP="00B87840">
            <w:pPr>
              <w:pStyle w:val="SDMTableBoxParaNotNumbered"/>
              <w:numPr>
                <w:ilvl w:val="0"/>
                <w:numId w:val="91"/>
              </w:numPr>
              <w:ind w:left="426" w:hanging="426"/>
            </w:pPr>
            <w:r w:rsidRPr="0078600F">
              <w:t>Provide declaration that the project activity is developed or implemented by low-income communities and individuals as determined by the host Party.</w:t>
            </w:r>
          </w:p>
        </w:tc>
      </w:tr>
    </w:tbl>
    <w:p w:rsidR="00B87840" w:rsidRPr="0078600F" w:rsidRDefault="00B87840" w:rsidP="00B87840"/>
    <w:p w:rsidR="00B87840" w:rsidRPr="0078600F" w:rsidRDefault="00B87840" w:rsidP="00B87840"/>
    <w:p w:rsidR="009115E4" w:rsidRPr="0078600F" w:rsidRDefault="009115E4" w:rsidP="003A4326">
      <w:pPr>
        <w:pStyle w:val="SDMHead2"/>
        <w:numPr>
          <w:ilvl w:val="0"/>
          <w:numId w:val="71"/>
        </w:numPr>
        <w:tabs>
          <w:tab w:val="num" w:pos="0"/>
          <w:tab w:val="left" w:pos="2410"/>
        </w:tabs>
        <w:ind w:left="2127" w:hanging="2127"/>
      </w:pPr>
      <w:bookmarkStart w:id="134" w:name="_Ref391044209"/>
      <w:r w:rsidRPr="0078600F">
        <w:t>Summary of post registration changes</w:t>
      </w:r>
      <w:bookmarkEnd w:id="130"/>
      <w:bookmarkEnd w:id="133"/>
      <w:bookmarkEnd w:id="134"/>
    </w:p>
    <w:tbl>
      <w:tblPr>
        <w:tblW w:w="5000" w:type="pct"/>
        <w:jc w:val="center"/>
        <w:tblBorders>
          <w:top w:val="single" w:sz="4" w:space="0" w:color="auto"/>
          <w:left w:val="single" w:sz="4" w:space="0" w:color="auto"/>
          <w:bottom w:val="single" w:sz="4" w:space="0" w:color="auto"/>
          <w:right w:val="single" w:sz="4" w:space="0" w:color="auto"/>
        </w:tblBorders>
        <w:tblCellMar>
          <w:top w:w="28" w:type="dxa"/>
          <w:bottom w:w="28" w:type="dxa"/>
        </w:tblCellMar>
        <w:tblLook w:val="0040" w:firstRow="0" w:lastRow="1" w:firstColumn="0" w:lastColumn="0" w:noHBand="0" w:noVBand="0"/>
      </w:tblPr>
      <w:tblGrid>
        <w:gridCol w:w="9855"/>
      </w:tblGrid>
      <w:tr w:rsidR="009115E4" w:rsidRPr="0078600F" w:rsidTr="000E55D0">
        <w:trPr>
          <w:cantSplit/>
          <w:jc w:val="center"/>
        </w:trPr>
        <w:tc>
          <w:tcPr>
            <w:tcW w:w="5000" w:type="pct"/>
            <w:shd w:val="clear" w:color="auto" w:fill="E6E6E6"/>
          </w:tcPr>
          <w:p w:rsidR="009115E4" w:rsidRPr="0078600F" w:rsidRDefault="009115E4" w:rsidP="00222F93">
            <w:pPr>
              <w:pStyle w:val="SDMTableBoxParaNotNumbered"/>
              <w:numPr>
                <w:ilvl w:val="0"/>
                <w:numId w:val="62"/>
              </w:numPr>
              <w:ind w:left="397" w:hanging="397"/>
            </w:pPr>
            <w:r w:rsidRPr="0078600F">
              <w:t>Provide a summary of the post registration changes.</w:t>
            </w:r>
          </w:p>
        </w:tc>
      </w:tr>
    </w:tbl>
    <w:p w:rsidR="00787DD4" w:rsidRPr="0078600F" w:rsidRDefault="009115E4" w:rsidP="009115E4">
      <w:pPr>
        <w:spacing w:before="240"/>
        <w:jc w:val="center"/>
        <w:rPr>
          <w:rFonts w:cs="Arial"/>
        </w:rPr>
      </w:pPr>
      <w:r w:rsidRPr="0078600F">
        <w:rPr>
          <w:rFonts w:cs="Arial"/>
        </w:rPr>
        <w:t>- - - - -</w:t>
      </w:r>
    </w:p>
    <w:p w:rsidR="009D004C" w:rsidRPr="0078600F" w:rsidRDefault="009D004C">
      <w:pPr>
        <w:jc w:val="left"/>
        <w:rPr>
          <w:rFonts w:cs="Arial"/>
          <w:b/>
          <w:szCs w:val="22"/>
        </w:rPr>
      </w:pPr>
      <w:r w:rsidRPr="0078600F">
        <w:br w:type="page"/>
      </w:r>
    </w:p>
    <w:p w:rsidR="009115E4" w:rsidRPr="0078600F" w:rsidRDefault="009115E4" w:rsidP="009115E4">
      <w:pPr>
        <w:pStyle w:val="SDMDocInfoTitle"/>
      </w:pPr>
      <w:r w:rsidRPr="0078600F">
        <w:t>Document information</w:t>
      </w:r>
    </w:p>
    <w:tbl>
      <w:tblPr>
        <w:tblW w:w="5000" w:type="pct"/>
        <w:jc w:val="center"/>
        <w:tblLayout w:type="fixed"/>
        <w:tblLook w:val="0000" w:firstRow="0" w:lastRow="0" w:firstColumn="0" w:lastColumn="0" w:noHBand="0" w:noVBand="0"/>
      </w:tblPr>
      <w:tblGrid>
        <w:gridCol w:w="1160"/>
        <w:gridCol w:w="2320"/>
        <w:gridCol w:w="6375"/>
      </w:tblGrid>
      <w:tr w:rsidR="009115E4" w:rsidRPr="0078600F" w:rsidTr="00787DD4">
        <w:trPr>
          <w:cantSplit/>
          <w:trHeight w:val="113"/>
          <w:tblHeader/>
          <w:jc w:val="center"/>
        </w:trPr>
        <w:tc>
          <w:tcPr>
            <w:tcW w:w="1160" w:type="dxa"/>
            <w:tcBorders>
              <w:top w:val="single" w:sz="4" w:space="0" w:color="auto"/>
              <w:bottom w:val="single" w:sz="12" w:space="0" w:color="auto"/>
            </w:tcBorders>
            <w:shd w:val="clear" w:color="auto" w:fill="auto"/>
            <w:tcMar>
              <w:top w:w="80" w:type="dxa"/>
              <w:bottom w:w="80" w:type="dxa"/>
            </w:tcMar>
            <w:vAlign w:val="center"/>
          </w:tcPr>
          <w:p w:rsidR="009115E4" w:rsidRPr="0078600F" w:rsidRDefault="009115E4" w:rsidP="005F4DE6">
            <w:pPr>
              <w:pStyle w:val="SDMDocInfoHeadRow"/>
            </w:pPr>
            <w:r w:rsidRPr="0078600F">
              <w:t>Version</w:t>
            </w:r>
          </w:p>
        </w:tc>
        <w:tc>
          <w:tcPr>
            <w:tcW w:w="2320" w:type="dxa"/>
            <w:tcBorders>
              <w:top w:val="single" w:sz="4" w:space="0" w:color="auto"/>
              <w:bottom w:val="single" w:sz="12" w:space="0" w:color="auto"/>
            </w:tcBorders>
            <w:shd w:val="clear" w:color="auto" w:fill="auto"/>
            <w:tcMar>
              <w:top w:w="80" w:type="dxa"/>
              <w:bottom w:w="80" w:type="dxa"/>
            </w:tcMar>
            <w:vAlign w:val="center"/>
          </w:tcPr>
          <w:p w:rsidR="009115E4" w:rsidRPr="0078600F" w:rsidRDefault="009115E4" w:rsidP="005F4DE6">
            <w:pPr>
              <w:pStyle w:val="SDMDocInfoHeadRow"/>
            </w:pPr>
            <w:r w:rsidRPr="0078600F">
              <w:t>Date</w:t>
            </w:r>
          </w:p>
        </w:tc>
        <w:tc>
          <w:tcPr>
            <w:tcW w:w="6375" w:type="dxa"/>
            <w:tcBorders>
              <w:top w:val="single" w:sz="4" w:space="0" w:color="auto"/>
              <w:bottom w:val="single" w:sz="12" w:space="0" w:color="auto"/>
            </w:tcBorders>
            <w:shd w:val="clear" w:color="auto" w:fill="auto"/>
            <w:tcMar>
              <w:top w:w="80" w:type="dxa"/>
              <w:bottom w:w="80" w:type="dxa"/>
            </w:tcMar>
            <w:vAlign w:val="center"/>
          </w:tcPr>
          <w:p w:rsidR="009115E4" w:rsidRPr="0078600F" w:rsidRDefault="009115E4" w:rsidP="005F4DE6">
            <w:pPr>
              <w:pStyle w:val="SDMDocInfoHeadRow"/>
            </w:pPr>
            <w:r w:rsidRPr="0078600F">
              <w:t>Description</w:t>
            </w:r>
          </w:p>
        </w:tc>
      </w:tr>
      <w:tr w:rsidR="009115E4" w:rsidRPr="0078600F" w:rsidTr="00787DD4">
        <w:trPr>
          <w:cantSplit/>
          <w:trHeight w:val="113"/>
          <w:tblHeader/>
          <w:jc w:val="center"/>
        </w:trPr>
        <w:tc>
          <w:tcPr>
            <w:tcW w:w="9855" w:type="dxa"/>
            <w:gridSpan w:val="3"/>
            <w:tcBorders>
              <w:top w:val="single" w:sz="12" w:space="0" w:color="auto"/>
            </w:tcBorders>
          </w:tcPr>
          <w:p w:rsidR="009115E4" w:rsidRPr="0078600F" w:rsidRDefault="009115E4" w:rsidP="005F4DE6">
            <w:pPr>
              <w:pStyle w:val="SDMDocInfoHeadRow"/>
            </w:pPr>
          </w:p>
        </w:tc>
      </w:tr>
      <w:tr w:rsidR="00AB35B2" w:rsidRPr="0078600F" w:rsidTr="00787DD4">
        <w:trPr>
          <w:cantSplit/>
          <w:trHeight w:val="113"/>
          <w:jc w:val="center"/>
        </w:trPr>
        <w:tc>
          <w:tcPr>
            <w:tcW w:w="1160" w:type="dxa"/>
          </w:tcPr>
          <w:p w:rsidR="00AB35B2" w:rsidRPr="00143E8E" w:rsidRDefault="00AB35B2" w:rsidP="0011279F">
            <w:pPr>
              <w:pStyle w:val="SDMDocInfoText"/>
            </w:pPr>
            <w:r w:rsidRPr="00143E8E">
              <w:t>05.0</w:t>
            </w:r>
          </w:p>
        </w:tc>
        <w:tc>
          <w:tcPr>
            <w:tcW w:w="2320" w:type="dxa"/>
          </w:tcPr>
          <w:p w:rsidR="00AB35B2" w:rsidRPr="00143E8E" w:rsidRDefault="00FE4603" w:rsidP="00FE4603">
            <w:pPr>
              <w:pStyle w:val="SDMDocInfoText"/>
            </w:pPr>
            <w:r>
              <w:t>9</w:t>
            </w:r>
            <w:r w:rsidR="005D2655" w:rsidRPr="00143E8E">
              <w:t xml:space="preserve"> March</w:t>
            </w:r>
            <w:r w:rsidR="00AB35B2" w:rsidRPr="00143E8E">
              <w:t xml:space="preserve"> 2015</w:t>
            </w:r>
          </w:p>
        </w:tc>
        <w:tc>
          <w:tcPr>
            <w:tcW w:w="6375" w:type="dxa"/>
          </w:tcPr>
          <w:p w:rsidR="00AB35B2" w:rsidRPr="00143E8E" w:rsidRDefault="00AB35B2" w:rsidP="0011279F">
            <w:pPr>
              <w:pStyle w:val="SDMDocInfoText"/>
              <w:numPr>
                <w:ilvl w:val="0"/>
                <w:numId w:val="0"/>
              </w:numPr>
            </w:pPr>
            <w:r w:rsidRPr="00143E8E">
              <w:t>Revisions to:</w:t>
            </w:r>
          </w:p>
          <w:p w:rsidR="00AB35B2" w:rsidRPr="00143E8E" w:rsidRDefault="00AB35B2" w:rsidP="0011279F">
            <w:pPr>
              <w:pStyle w:val="SDMDocInfoText"/>
              <w:numPr>
                <w:ilvl w:val="0"/>
                <w:numId w:val="22"/>
              </w:numPr>
            </w:pPr>
            <w:r w:rsidRPr="00143E8E">
              <w:t>Include provisions related to</w:t>
            </w:r>
            <w:r w:rsidR="005D2655" w:rsidRPr="00143E8E">
              <w:t xml:space="preserve"> statement on</w:t>
            </w:r>
            <w:r w:rsidRPr="00143E8E">
              <w:t xml:space="preserve"> erroneous inclusion</w:t>
            </w:r>
            <w:r w:rsidR="005D2655" w:rsidRPr="00143E8E">
              <w:t xml:space="preserve"> of a CPA</w:t>
            </w:r>
            <w:r w:rsidRPr="00143E8E">
              <w:t>;</w:t>
            </w:r>
          </w:p>
          <w:p w:rsidR="00AB35B2" w:rsidRPr="00143E8E" w:rsidRDefault="00AB35B2" w:rsidP="0011279F">
            <w:pPr>
              <w:pStyle w:val="SDMDocInfoText"/>
              <w:numPr>
                <w:ilvl w:val="0"/>
                <w:numId w:val="22"/>
              </w:numPr>
            </w:pPr>
            <w:r w:rsidRPr="00143E8E">
              <w:t>Include provisions related t</w:t>
            </w:r>
            <w:r w:rsidR="005D2655" w:rsidRPr="00143E8E">
              <w:t xml:space="preserve">o </w:t>
            </w:r>
            <w:r w:rsidRPr="00143E8E">
              <w:t xml:space="preserve">delayed submission of </w:t>
            </w:r>
            <w:r w:rsidR="005D2655" w:rsidRPr="00143E8E">
              <w:t xml:space="preserve">a </w:t>
            </w:r>
            <w:r w:rsidRPr="00143E8E">
              <w:t>monitoring plan;</w:t>
            </w:r>
          </w:p>
          <w:p w:rsidR="00AB35B2" w:rsidRPr="00143E8E" w:rsidRDefault="005D2655" w:rsidP="0011279F">
            <w:pPr>
              <w:pStyle w:val="SDMDocInfoText"/>
              <w:numPr>
                <w:ilvl w:val="0"/>
                <w:numId w:val="22"/>
              </w:numPr>
            </w:pPr>
            <w:r w:rsidRPr="00143E8E">
              <w:t>P</w:t>
            </w:r>
            <w:r w:rsidR="00AB35B2" w:rsidRPr="00143E8E">
              <w:t>rovisions related to local stakeholder consultation;</w:t>
            </w:r>
          </w:p>
          <w:p w:rsidR="005D2655" w:rsidRPr="00143E8E" w:rsidRDefault="005D2655" w:rsidP="0011279F">
            <w:pPr>
              <w:pStyle w:val="SDMDocInfoText"/>
              <w:numPr>
                <w:ilvl w:val="0"/>
                <w:numId w:val="22"/>
              </w:numPr>
            </w:pPr>
            <w:r w:rsidRPr="00143E8E">
              <w:t>Provisions related to the Host Party</w:t>
            </w:r>
            <w:r w:rsidR="00FE4603">
              <w:t>;</w:t>
            </w:r>
          </w:p>
          <w:p w:rsidR="00AB35B2" w:rsidRPr="00143E8E" w:rsidRDefault="00AB35B2" w:rsidP="0011279F">
            <w:pPr>
              <w:pStyle w:val="SDMDocInfoText"/>
              <w:numPr>
                <w:ilvl w:val="0"/>
                <w:numId w:val="22"/>
              </w:numPr>
            </w:pPr>
            <w:r w:rsidRPr="00143E8E">
              <w:t>Editorial improvement</w:t>
            </w:r>
            <w:r w:rsidR="00FE4603">
              <w:t>.</w:t>
            </w:r>
          </w:p>
        </w:tc>
      </w:tr>
      <w:tr w:rsidR="00AB35B2" w:rsidRPr="0078600F" w:rsidTr="00787DD4">
        <w:trPr>
          <w:cantSplit/>
          <w:trHeight w:val="113"/>
          <w:jc w:val="center"/>
        </w:trPr>
        <w:tc>
          <w:tcPr>
            <w:tcW w:w="1160" w:type="dxa"/>
          </w:tcPr>
          <w:p w:rsidR="00AB35B2" w:rsidRPr="0078600F" w:rsidRDefault="00AB35B2" w:rsidP="005F4DE6">
            <w:pPr>
              <w:pStyle w:val="SDMDocInfoText"/>
            </w:pPr>
            <w:r w:rsidRPr="0078600F">
              <w:t>04.0</w:t>
            </w:r>
          </w:p>
        </w:tc>
        <w:tc>
          <w:tcPr>
            <w:tcW w:w="2320" w:type="dxa"/>
          </w:tcPr>
          <w:p w:rsidR="00AB35B2" w:rsidRPr="0078600F" w:rsidRDefault="00AB35B2" w:rsidP="005F4DE6">
            <w:pPr>
              <w:pStyle w:val="SDMDocInfoText"/>
            </w:pPr>
            <w:r w:rsidRPr="0078600F">
              <w:t>25 June 2014</w:t>
            </w:r>
          </w:p>
        </w:tc>
        <w:tc>
          <w:tcPr>
            <w:tcW w:w="6375" w:type="dxa"/>
          </w:tcPr>
          <w:p w:rsidR="00AB35B2" w:rsidRPr="0078600F" w:rsidRDefault="00AB35B2" w:rsidP="005F4DE6">
            <w:pPr>
              <w:pStyle w:val="SDMDocInfoText"/>
            </w:pPr>
            <w:r w:rsidRPr="0078600F">
              <w:t xml:space="preserve">Revisions to: </w:t>
            </w:r>
          </w:p>
          <w:p w:rsidR="00AB35B2" w:rsidRPr="0078600F" w:rsidRDefault="00AB35B2" w:rsidP="00877200">
            <w:pPr>
              <w:pStyle w:val="SDMDocInfoText"/>
              <w:numPr>
                <w:ilvl w:val="0"/>
                <w:numId w:val="22"/>
              </w:numPr>
            </w:pPr>
            <w:r w:rsidRPr="0078600F">
              <w:t>Include the Attachment: Instructions for filling out the project design document form for small-scale afforestation and reforestation CDM project activities (these instructions supersede the "Guidelines for completing the project design document form for small-scale afforestation and reforestation CDM project activities " (Version 01.0));</w:t>
            </w:r>
          </w:p>
          <w:p w:rsidR="00AB35B2" w:rsidRPr="0078600F" w:rsidRDefault="00AB35B2" w:rsidP="00877200">
            <w:pPr>
              <w:pStyle w:val="SDMDocInfoText"/>
              <w:numPr>
                <w:ilvl w:val="0"/>
                <w:numId w:val="22"/>
              </w:numPr>
            </w:pPr>
            <w:r w:rsidRPr="0078600F">
              <w:t xml:space="preserve">Include provisions related to standardized baselines; </w:t>
            </w:r>
          </w:p>
          <w:p w:rsidR="00AB35B2" w:rsidRPr="0078600F" w:rsidRDefault="00AB35B2" w:rsidP="00877200">
            <w:pPr>
              <w:pStyle w:val="SDMDocInfoText"/>
              <w:numPr>
                <w:ilvl w:val="0"/>
                <w:numId w:val="22"/>
              </w:numPr>
            </w:pPr>
            <w:r w:rsidRPr="0078600F">
              <w:t xml:space="preserve">Add contact information on a responsible person(s)/ entity(ies) for the application of the methodology (ies) to the project activity in B.8.4 and </w:t>
            </w:r>
            <w:r w:rsidRPr="0078600F">
              <w:fldChar w:fldCharType="begin"/>
            </w:r>
            <w:r w:rsidRPr="0078600F">
              <w:instrText xml:space="preserve"> REF _Ref391044259 \r \h </w:instrText>
            </w:r>
            <w:r>
              <w:instrText xml:space="preserve"> \* MERGEFORMAT </w:instrText>
            </w:r>
            <w:r w:rsidRPr="0078600F">
              <w:fldChar w:fldCharType="separate"/>
            </w:r>
            <w:r w:rsidR="002309E6">
              <w:t>Appendix 1</w:t>
            </w:r>
            <w:r w:rsidRPr="0078600F">
              <w:fldChar w:fldCharType="end"/>
            </w:r>
            <w:r w:rsidRPr="0078600F">
              <w:t>;</w:t>
            </w:r>
          </w:p>
          <w:p w:rsidR="00AB35B2" w:rsidRPr="0078600F" w:rsidRDefault="00AB35B2" w:rsidP="00877200">
            <w:pPr>
              <w:pStyle w:val="SDMDocInfoText"/>
              <w:numPr>
                <w:ilvl w:val="0"/>
                <w:numId w:val="22"/>
              </w:numPr>
            </w:pPr>
            <w:r w:rsidRPr="0078600F">
              <w:t xml:space="preserve">Change the reference number from </w:t>
            </w:r>
            <w:r w:rsidRPr="0078600F">
              <w:rPr>
                <w:i/>
              </w:rPr>
              <w:t>F-CDM-SSC-AR-PDD</w:t>
            </w:r>
            <w:r w:rsidRPr="0078600F">
              <w:t xml:space="preserve"> to </w:t>
            </w:r>
            <w:r w:rsidRPr="0078600F">
              <w:rPr>
                <w:i/>
              </w:rPr>
              <w:t>CDM-SSC-AR-PDD-FORM</w:t>
            </w:r>
            <w:r w:rsidRPr="0078600F">
              <w:t>;</w:t>
            </w:r>
          </w:p>
          <w:p w:rsidR="00AB35B2" w:rsidRPr="0078600F" w:rsidRDefault="00AB35B2" w:rsidP="00877200">
            <w:pPr>
              <w:pStyle w:val="SDMDocInfoText"/>
              <w:numPr>
                <w:ilvl w:val="0"/>
                <w:numId w:val="22"/>
              </w:numPr>
            </w:pPr>
            <w:r w:rsidRPr="0078600F">
              <w:t>Editorial improvement.</w:t>
            </w:r>
          </w:p>
        </w:tc>
      </w:tr>
      <w:tr w:rsidR="00AB35B2" w:rsidRPr="0078600F" w:rsidTr="00787DD4">
        <w:trPr>
          <w:cantSplit/>
          <w:trHeight w:val="113"/>
          <w:jc w:val="center"/>
        </w:trPr>
        <w:tc>
          <w:tcPr>
            <w:tcW w:w="1160" w:type="dxa"/>
          </w:tcPr>
          <w:p w:rsidR="00AB35B2" w:rsidRPr="0078600F" w:rsidRDefault="00AB35B2" w:rsidP="005F4DE6">
            <w:pPr>
              <w:pStyle w:val="SDMDocInfoText"/>
            </w:pPr>
            <w:r w:rsidRPr="0078600F">
              <w:t>03.0</w:t>
            </w:r>
          </w:p>
        </w:tc>
        <w:tc>
          <w:tcPr>
            <w:tcW w:w="2320" w:type="dxa"/>
          </w:tcPr>
          <w:p w:rsidR="00AB35B2" w:rsidRPr="0078600F" w:rsidRDefault="00AB35B2" w:rsidP="00787DD4">
            <w:pPr>
              <w:pStyle w:val="SDMDocInfoText"/>
              <w:rPr>
                <w:color w:val="000000"/>
                <w:lang w:val="en-US"/>
              </w:rPr>
            </w:pPr>
            <w:r w:rsidRPr="0078600F">
              <w:rPr>
                <w:color w:val="000000"/>
                <w:lang w:val="en-US"/>
              </w:rPr>
              <w:t>13 March 2012</w:t>
            </w:r>
          </w:p>
        </w:tc>
        <w:tc>
          <w:tcPr>
            <w:tcW w:w="6375" w:type="dxa"/>
          </w:tcPr>
          <w:p w:rsidR="00AB35B2" w:rsidRPr="0078600F" w:rsidRDefault="00AB35B2" w:rsidP="00787DD4">
            <w:pPr>
              <w:pStyle w:val="SDMDocInfoText"/>
              <w:rPr>
                <w:bCs/>
              </w:rPr>
            </w:pPr>
            <w:r w:rsidRPr="0078600F">
              <w:rPr>
                <w:bCs/>
              </w:rPr>
              <w:t>EB 66, Annex 11</w:t>
            </w:r>
          </w:p>
          <w:p w:rsidR="00AB35B2" w:rsidRPr="0078600F" w:rsidRDefault="00AB35B2" w:rsidP="00787DD4">
            <w:pPr>
              <w:pStyle w:val="SDMDocInfoText"/>
              <w:rPr>
                <w:bCs/>
              </w:rPr>
            </w:pPr>
            <w:r w:rsidRPr="0078600F">
              <w:rPr>
                <w:bCs/>
              </w:rPr>
              <w:t xml:space="preserve">Revision required to ensure consistency with the “Guidelines for completing the project design document form for small-scale afforestation and reforestation CDM project activities” </w:t>
            </w:r>
          </w:p>
        </w:tc>
      </w:tr>
      <w:tr w:rsidR="00AB35B2" w:rsidRPr="0078600F" w:rsidTr="00787DD4">
        <w:trPr>
          <w:cantSplit/>
          <w:trHeight w:val="113"/>
          <w:jc w:val="center"/>
        </w:trPr>
        <w:tc>
          <w:tcPr>
            <w:tcW w:w="1160" w:type="dxa"/>
          </w:tcPr>
          <w:p w:rsidR="00AB35B2" w:rsidRPr="0078600F" w:rsidRDefault="00AB35B2" w:rsidP="005F4DE6">
            <w:pPr>
              <w:pStyle w:val="SDMDocInfoText"/>
            </w:pPr>
            <w:r w:rsidRPr="0078600F">
              <w:t>02.0</w:t>
            </w:r>
          </w:p>
        </w:tc>
        <w:tc>
          <w:tcPr>
            <w:tcW w:w="2320" w:type="dxa"/>
          </w:tcPr>
          <w:p w:rsidR="00AB35B2" w:rsidRPr="0078600F" w:rsidRDefault="00AB35B2" w:rsidP="005F4DE6">
            <w:pPr>
              <w:pStyle w:val="SDMDocInfoText"/>
              <w:rPr>
                <w:color w:val="000000"/>
                <w:lang w:val="en-US"/>
              </w:rPr>
            </w:pPr>
            <w:r w:rsidRPr="0078600F">
              <w:t>19 October 2007</w:t>
            </w:r>
          </w:p>
        </w:tc>
        <w:tc>
          <w:tcPr>
            <w:tcW w:w="6375" w:type="dxa"/>
          </w:tcPr>
          <w:p w:rsidR="00AB35B2" w:rsidRPr="0078600F" w:rsidRDefault="00AB35B2" w:rsidP="00787DD4">
            <w:pPr>
              <w:pStyle w:val="SDMDocInfoText"/>
              <w:rPr>
                <w:bCs/>
              </w:rPr>
            </w:pPr>
            <w:r w:rsidRPr="0078600F">
              <w:t>EB 35, Annex 22</w:t>
            </w:r>
          </w:p>
          <w:p w:rsidR="00AB35B2" w:rsidRPr="0078600F" w:rsidRDefault="00AB35B2" w:rsidP="00787DD4">
            <w:pPr>
              <w:pStyle w:val="SDMDocInfoText"/>
              <w:numPr>
                <w:ilvl w:val="0"/>
                <w:numId w:val="22"/>
              </w:numPr>
            </w:pPr>
            <w:r w:rsidRPr="0078600F">
              <w:t>Sections A and B were restructured;</w:t>
            </w:r>
          </w:p>
          <w:p w:rsidR="00AB35B2" w:rsidRPr="0078600F" w:rsidRDefault="00AB35B2" w:rsidP="00787DD4">
            <w:pPr>
              <w:pStyle w:val="SDMDocInfoText"/>
              <w:numPr>
                <w:ilvl w:val="0"/>
                <w:numId w:val="22"/>
              </w:numPr>
            </w:pPr>
            <w:r w:rsidRPr="0078600F">
              <w:t xml:space="preserve">Requirement to repeat equations has been removed from </w:t>
            </w:r>
            <w:r w:rsidRPr="0078600F">
              <w:br/>
              <w:t>section C;</w:t>
            </w:r>
          </w:p>
          <w:p w:rsidR="00AB35B2" w:rsidRPr="0078600F" w:rsidRDefault="00AB35B2" w:rsidP="00787DD4">
            <w:pPr>
              <w:pStyle w:val="SDMDocInfoText"/>
              <w:numPr>
                <w:ilvl w:val="0"/>
                <w:numId w:val="22"/>
              </w:numPr>
              <w:rPr>
                <w:bCs/>
              </w:rPr>
            </w:pPr>
            <w:r w:rsidRPr="0078600F">
              <w:t>Sections D and E have been aligned with the requirements of the Modalities and Procedures.</w:t>
            </w:r>
          </w:p>
        </w:tc>
      </w:tr>
      <w:tr w:rsidR="00AB35B2" w:rsidRPr="0078600F" w:rsidTr="00787DD4">
        <w:trPr>
          <w:cantSplit/>
          <w:trHeight w:val="113"/>
          <w:jc w:val="center"/>
        </w:trPr>
        <w:tc>
          <w:tcPr>
            <w:tcW w:w="1160" w:type="dxa"/>
          </w:tcPr>
          <w:p w:rsidR="00AB35B2" w:rsidRPr="0078600F" w:rsidRDefault="00AB35B2" w:rsidP="005F4DE6">
            <w:pPr>
              <w:pStyle w:val="SDMDocInfoText"/>
            </w:pPr>
            <w:r w:rsidRPr="0078600F">
              <w:t>01.0</w:t>
            </w:r>
          </w:p>
        </w:tc>
        <w:tc>
          <w:tcPr>
            <w:tcW w:w="2320" w:type="dxa"/>
          </w:tcPr>
          <w:p w:rsidR="00AB35B2" w:rsidRPr="0078600F" w:rsidRDefault="00AB35B2" w:rsidP="005F4DE6">
            <w:pPr>
              <w:pStyle w:val="SDMDocInfoText"/>
              <w:rPr>
                <w:color w:val="000000"/>
                <w:lang w:val="en-US"/>
              </w:rPr>
            </w:pPr>
            <w:r w:rsidRPr="0078600F">
              <w:t>24 February 2006</w:t>
            </w:r>
          </w:p>
        </w:tc>
        <w:tc>
          <w:tcPr>
            <w:tcW w:w="6375" w:type="dxa"/>
          </w:tcPr>
          <w:p w:rsidR="00AB35B2" w:rsidRPr="0078600F" w:rsidRDefault="00AB35B2" w:rsidP="005F4DE6">
            <w:pPr>
              <w:pStyle w:val="SDMDocInfoText"/>
              <w:rPr>
                <w:color w:val="000000"/>
                <w:lang w:val="en-US" w:eastAsia="en-US"/>
              </w:rPr>
            </w:pPr>
            <w:r w:rsidRPr="0078600F">
              <w:t>EB 23, Annex 16(a) and 16(b)</w:t>
            </w:r>
          </w:p>
          <w:p w:rsidR="00AB35B2" w:rsidRPr="0078600F" w:rsidRDefault="00AB35B2" w:rsidP="005F4DE6">
            <w:pPr>
              <w:pStyle w:val="SDMDocInfoText"/>
              <w:rPr>
                <w:bCs/>
              </w:rPr>
            </w:pPr>
            <w:r w:rsidRPr="0078600F">
              <w:rPr>
                <w:color w:val="000000"/>
                <w:lang w:val="en-US" w:eastAsia="en-US"/>
              </w:rPr>
              <w:t>Initial adoption.</w:t>
            </w:r>
          </w:p>
        </w:tc>
      </w:tr>
      <w:tr w:rsidR="00AB35B2" w:rsidRPr="0056518A" w:rsidTr="00787DD4">
        <w:trPr>
          <w:cantSplit/>
          <w:trHeight w:val="113"/>
          <w:jc w:val="center"/>
        </w:trPr>
        <w:tc>
          <w:tcPr>
            <w:tcW w:w="9855" w:type="dxa"/>
            <w:gridSpan w:val="3"/>
            <w:tcBorders>
              <w:top w:val="single" w:sz="4" w:space="0" w:color="auto"/>
              <w:bottom w:val="single" w:sz="12" w:space="0" w:color="auto"/>
            </w:tcBorders>
            <w:vAlign w:val="center"/>
          </w:tcPr>
          <w:p w:rsidR="00AB35B2" w:rsidRPr="0078600F" w:rsidRDefault="00AB35B2" w:rsidP="0038361C">
            <w:pPr>
              <w:pStyle w:val="SDMDocInfoText"/>
            </w:pPr>
            <w:r w:rsidRPr="0078600F">
              <w:t>Decision Class: Regulatory</w:t>
            </w:r>
            <w:r w:rsidRPr="0078600F">
              <w:br/>
              <w:t>Document Type: Form</w:t>
            </w:r>
            <w:r w:rsidRPr="0078600F">
              <w:br/>
              <w:t>Business Function: Registration</w:t>
            </w:r>
            <w:r w:rsidRPr="0078600F">
              <w:br/>
              <w:t>Keywords:</w:t>
            </w:r>
            <w:r>
              <w:t xml:space="preserve"> </w:t>
            </w:r>
            <w:r>
              <w:rPr>
                <w:rFonts w:eastAsia="MS Mincho"/>
                <w:color w:val="000000"/>
                <w:szCs w:val="22"/>
                <w:lang w:val="en-US" w:eastAsia="en-US"/>
              </w:rPr>
              <w:t xml:space="preserve">project design document, </w:t>
            </w:r>
            <w:r w:rsidRPr="00E37CA8">
              <w:t>SSC AR project activit</w:t>
            </w:r>
            <w:r>
              <w:t>y</w:t>
            </w:r>
          </w:p>
        </w:tc>
      </w:tr>
    </w:tbl>
    <w:p w:rsidR="009115E4" w:rsidRDefault="009115E4" w:rsidP="009115E4">
      <w:pPr>
        <w:rPr>
          <w:sz w:val="2"/>
          <w:szCs w:val="2"/>
        </w:rPr>
      </w:pPr>
    </w:p>
    <w:sectPr w:rsidR="009115E4" w:rsidSect="003A73C6">
      <w:headerReference w:type="default" r:id="rId24"/>
      <w:footerReference w:type="default" r:id="rId25"/>
      <w:headerReference w:type="first" r:id="rId26"/>
      <w:pgSz w:w="11907" w:h="16840" w:code="9"/>
      <w:pgMar w:top="1134" w:right="1134" w:bottom="1134" w:left="1134" w:header="851"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828" w:rsidRDefault="00AE4828">
      <w:r>
        <w:separator/>
      </w:r>
    </w:p>
  </w:endnote>
  <w:endnote w:type="continuationSeparator" w:id="0">
    <w:p w:rsidR="00AE4828" w:rsidRDefault="00AE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60F" w:rsidRPr="009732AF" w:rsidRDefault="00D2660F" w:rsidP="00D2660F">
    <w:pPr>
      <w:pStyle w:val="FooterF"/>
      <w:tabs>
        <w:tab w:val="clear" w:pos="9639"/>
        <w:tab w:val="right" w:pos="9498"/>
      </w:tabs>
    </w:pPr>
    <w:r w:rsidRPr="00DC3436">
      <w:rPr>
        <w:szCs w:val="22"/>
      </w:rPr>
      <w:t xml:space="preserve">Version </w:t>
    </w:r>
    <w:r>
      <w:rPr>
        <w:szCs w:val="22"/>
      </w:rPr>
      <w:t>0</w:t>
    </w:r>
    <w:r w:rsidR="00FE4603">
      <w:rPr>
        <w:szCs w:val="22"/>
      </w:rPr>
      <w:t>5</w:t>
    </w:r>
    <w:r>
      <w:rPr>
        <w:szCs w:val="22"/>
      </w:rPr>
      <w:t>.0</w:t>
    </w:r>
    <w:r w:rsidRPr="00DC3436">
      <w:rPr>
        <w:szCs w:val="22"/>
      </w:rPr>
      <w:tab/>
      <w:t xml:space="preserve">Page </w:t>
    </w:r>
    <w:r w:rsidRPr="00DC3436">
      <w:rPr>
        <w:rStyle w:val="PageNumber"/>
        <w:szCs w:val="22"/>
      </w:rPr>
      <w:fldChar w:fldCharType="begin"/>
    </w:r>
    <w:r w:rsidRPr="00DC3436">
      <w:rPr>
        <w:rStyle w:val="PageNumber"/>
        <w:szCs w:val="22"/>
      </w:rPr>
      <w:instrText xml:space="preserve"> PAGE </w:instrText>
    </w:r>
    <w:r w:rsidRPr="00DC3436">
      <w:rPr>
        <w:rStyle w:val="PageNumber"/>
        <w:szCs w:val="22"/>
      </w:rPr>
      <w:fldChar w:fldCharType="separate"/>
    </w:r>
    <w:r w:rsidR="002309E6">
      <w:rPr>
        <w:rStyle w:val="PageNumber"/>
        <w:noProof/>
        <w:szCs w:val="22"/>
      </w:rPr>
      <w:t>1</w:t>
    </w:r>
    <w:r w:rsidRPr="00DC3436">
      <w:rPr>
        <w:rStyle w:val="PageNumber"/>
        <w:szCs w:val="22"/>
      </w:rPr>
      <w:fldChar w:fldCharType="end"/>
    </w:r>
    <w:r w:rsidRPr="00DC3436">
      <w:rPr>
        <w:rStyle w:val="PageNumber"/>
        <w:szCs w:val="22"/>
      </w:rPr>
      <w:t xml:space="preserve"> of </w:t>
    </w:r>
    <w:r w:rsidRPr="00DC3436">
      <w:rPr>
        <w:rStyle w:val="PageNumber"/>
        <w:szCs w:val="22"/>
      </w:rPr>
      <w:fldChar w:fldCharType="begin"/>
    </w:r>
    <w:r w:rsidRPr="00DC3436">
      <w:rPr>
        <w:rStyle w:val="PageNumber"/>
        <w:szCs w:val="22"/>
      </w:rPr>
      <w:instrText xml:space="preserve"> NUMPAGES </w:instrText>
    </w:r>
    <w:r w:rsidRPr="00DC3436">
      <w:rPr>
        <w:rStyle w:val="PageNumber"/>
        <w:szCs w:val="22"/>
      </w:rPr>
      <w:fldChar w:fldCharType="separate"/>
    </w:r>
    <w:r w:rsidR="002309E6">
      <w:rPr>
        <w:rStyle w:val="PageNumber"/>
        <w:noProof/>
        <w:szCs w:val="22"/>
      </w:rPr>
      <w:t>22</w:t>
    </w:r>
    <w:r w:rsidRPr="00DC3436">
      <w:rPr>
        <w:rStyle w:val="PageNumbe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828" w:rsidRDefault="00AE4828">
      <w:r>
        <w:separator/>
      </w:r>
    </w:p>
  </w:footnote>
  <w:footnote w:type="continuationSeparator" w:id="0">
    <w:p w:rsidR="00AE4828" w:rsidRDefault="00AE48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60F" w:rsidRPr="00BF21C6" w:rsidRDefault="00D2660F" w:rsidP="006C567A">
    <w:pPr>
      <w:pStyle w:val="SymbolForm"/>
    </w:pPr>
    <w:r w:rsidRPr="00D2660F">
      <w:t>CDM-SSC-AR-PDD-FORM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60F" w:rsidRDefault="009D031C">
    <w:pPr>
      <w:ind w:left="-14" w:right="5" w:firstLine="14"/>
      <w:jc w:val="center"/>
      <w:rPr>
        <w:sz w:val="18"/>
      </w:rPr>
    </w:pPr>
    <w:r>
      <w:rPr>
        <w:noProof/>
        <w:lang w:val="en-US" w:eastAsia="en-US"/>
      </w:rPr>
      <w:drawing>
        <wp:anchor distT="0" distB="0" distL="114300" distR="114300" simplePos="0" relativeHeight="251658240" behindDoc="0" locked="0" layoutInCell="1" allowOverlap="1">
          <wp:simplePos x="0" y="0"/>
          <wp:positionH relativeFrom="column">
            <wp:posOffset>5584825</wp:posOffset>
          </wp:positionH>
          <wp:positionV relativeFrom="paragraph">
            <wp:posOffset>-38100</wp:posOffset>
          </wp:positionV>
          <wp:extent cx="596265" cy="338455"/>
          <wp:effectExtent l="0" t="0" r="0" b="4445"/>
          <wp:wrapTopAndBottom/>
          <wp:docPr id="2" name="Picture 2" descr="logo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7216" behindDoc="1" locked="0" layoutInCell="0" allowOverlap="1">
          <wp:simplePos x="0" y="0"/>
          <wp:positionH relativeFrom="column">
            <wp:posOffset>-5080</wp:posOffset>
          </wp:positionH>
          <wp:positionV relativeFrom="paragraph">
            <wp:posOffset>0</wp:posOffset>
          </wp:positionV>
          <wp:extent cx="354330" cy="302895"/>
          <wp:effectExtent l="0" t="0" r="7620" b="1905"/>
          <wp:wrapTight wrapText="left">
            <wp:wrapPolygon edited="0">
              <wp:start x="0" y="0"/>
              <wp:lineTo x="0" y="20377"/>
              <wp:lineTo x="20903" y="20377"/>
              <wp:lineTo x="20903" y="0"/>
              <wp:lineTo x="0" y="0"/>
            </wp:wrapPolygon>
          </wp:wrapTight>
          <wp:docPr id="1" name="Picture 1" desc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4330" cy="302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2660F">
      <w:rPr>
        <w:b/>
        <w:sz w:val="18"/>
      </w:rPr>
      <w:t xml:space="preserve">UNFCCC/CCNUCC </w:t>
    </w:r>
  </w:p>
  <w:p w:rsidR="00D2660F" w:rsidRDefault="00D2660F">
    <w:pPr>
      <w:pStyle w:val="Header"/>
      <w:pBdr>
        <w:bottom w:val="single" w:sz="4" w:space="1" w:color="auto"/>
      </w:pBdr>
    </w:pPr>
  </w:p>
  <w:p w:rsidR="00D2660F" w:rsidRDefault="00D2660F">
    <w:pPr>
      <w:pStyle w:val="Header"/>
      <w:rPr>
        <w:b/>
        <w:sz w:val="20"/>
      </w:rPr>
    </w:pPr>
    <w:r>
      <w:rPr>
        <w:b/>
        <w:sz w:val="20"/>
      </w:rPr>
      <w:t>CDM – Executive Board</w:t>
    </w:r>
  </w:p>
  <w:p w:rsidR="00D2660F" w:rsidRDefault="00D2660F" w:rsidP="00BF21C6">
    <w:pPr>
      <w:tabs>
        <w:tab w:val="center" w:pos="5026"/>
        <w:tab w:val="right" w:pos="9365"/>
      </w:tabs>
      <w:rPr>
        <w:rFonts w:cs="Arial"/>
        <w:sz w:val="18"/>
      </w:rPr>
    </w:pPr>
    <w:r>
      <w:rPr>
        <w:b/>
        <w:color w:val="C0C0C0"/>
        <w:spacing w:val="22"/>
        <w:sz w:val="44"/>
      </w:rPr>
      <w:tab/>
    </w:r>
    <w:r>
      <w:rPr>
        <w:b/>
        <w:color w:val="C0C0C0"/>
        <w:spacing w:val="22"/>
        <w:sz w:val="44"/>
      </w:rPr>
      <w:tab/>
    </w:r>
    <w:r>
      <w:rPr>
        <w:rFonts w:cs="Arial"/>
        <w:sz w:val="18"/>
      </w:rPr>
      <w:t>EB 53</w:t>
    </w:r>
  </w:p>
  <w:p w:rsidR="00D2660F" w:rsidRDefault="00D2660F" w:rsidP="00BF21C6">
    <w:pPr>
      <w:tabs>
        <w:tab w:val="center" w:pos="5026"/>
        <w:tab w:val="right" w:pos="9365"/>
      </w:tabs>
      <w:rPr>
        <w:rFonts w:cs="Arial"/>
        <w:sz w:val="18"/>
      </w:rPr>
    </w:pPr>
    <w:r>
      <w:rPr>
        <w:rFonts w:cs="Arial"/>
        <w:sz w:val="18"/>
      </w:rPr>
      <w:tab/>
    </w:r>
    <w:r>
      <w:rPr>
        <w:rFonts w:cs="Arial"/>
        <w:sz w:val="18"/>
      </w:rPr>
      <w:tab/>
      <w:t>Proposed Agenda - Annotations</w:t>
    </w:r>
  </w:p>
  <w:p w:rsidR="00D2660F" w:rsidRDefault="00D2660F" w:rsidP="00BF21C6">
    <w:pPr>
      <w:tabs>
        <w:tab w:val="center" w:pos="5026"/>
        <w:tab w:val="right" w:pos="9365"/>
      </w:tabs>
      <w:ind w:left="1418"/>
      <w:rPr>
        <w:rFonts w:cs="Arial"/>
        <w:sz w:val="18"/>
      </w:rPr>
    </w:pPr>
    <w:r>
      <w:rPr>
        <w:rFonts w:cs="Arial"/>
        <w:sz w:val="18"/>
      </w:rPr>
      <w:tab/>
    </w:r>
    <w:r>
      <w:rPr>
        <w:rFonts w:cs="Arial"/>
        <w:sz w:val="18"/>
      </w:rPr>
      <w:tab/>
      <w:t xml:space="preserve">Annex </w:t>
    </w:r>
    <w:r w:rsidRPr="00293B78">
      <w:rPr>
        <w:rFonts w:cs="Arial"/>
        <w:sz w:val="18"/>
        <w:highlight w:val="yellow"/>
      </w:rPr>
      <w:t>##</w:t>
    </w:r>
  </w:p>
  <w:p w:rsidR="00D2660F" w:rsidRDefault="00D2660F" w:rsidP="00BF21C6">
    <w:pPr>
      <w:tabs>
        <w:tab w:val="center" w:pos="5026"/>
        <w:tab w:val="right" w:pos="9365"/>
      </w:tabs>
      <w:rPr>
        <w:rFonts w:cs="Arial"/>
        <w:sz w:val="18"/>
      </w:rPr>
    </w:pPr>
    <w:r>
      <w:tab/>
    </w:r>
    <w:r>
      <w:tab/>
    </w:r>
    <w:r>
      <w:rPr>
        <w:rFonts w:cs="Arial"/>
        <w:sz w:val="18"/>
      </w:rPr>
      <w:t xml:space="preserve">Page </w:t>
    </w:r>
    <w:r>
      <w:rPr>
        <w:rFonts w:cs="Arial"/>
        <w:sz w:val="18"/>
      </w:rPr>
      <w:fldChar w:fldCharType="begin"/>
    </w:r>
    <w:r>
      <w:rPr>
        <w:rFonts w:cs="Arial"/>
        <w:sz w:val="18"/>
      </w:rPr>
      <w:instrText xml:space="preserve"> PAGE </w:instrText>
    </w:r>
    <w:r>
      <w:rPr>
        <w:rFonts w:cs="Arial"/>
        <w:sz w:val="18"/>
      </w:rPr>
      <w:fldChar w:fldCharType="separate"/>
    </w:r>
    <w:r w:rsidR="002D3651">
      <w:rPr>
        <w:rFonts w:cs="Arial"/>
        <w:noProof/>
        <w:sz w:val="18"/>
      </w:rPr>
      <w:t>22</w:t>
    </w:r>
    <w:r>
      <w:rPr>
        <w:rFonts w:cs="Arial"/>
        <w:sz w:val="18"/>
      </w:rPr>
      <w:fldChar w:fldCharType="end"/>
    </w:r>
  </w:p>
  <w:p w:rsidR="00D2660F" w:rsidRDefault="00D2660F">
    <w:pPr>
      <w:pStyle w:val="Header"/>
      <w:tabs>
        <w:tab w:val="center" w:pos="5026"/>
        <w:tab w:val="right" w:pos="9253"/>
      </w:tabs>
    </w:pPr>
  </w:p>
  <w:p w:rsidR="00D2660F" w:rsidRDefault="00D2660F">
    <w:pPr>
      <w:pStyle w:val="Header"/>
      <w:tabs>
        <w:tab w:val="center" w:pos="5026"/>
        <w:tab w:val="right" w:pos="9253"/>
      </w:tabs>
      <w:jc w:val="center"/>
    </w:pPr>
    <w:r>
      <w:rPr>
        <w:b/>
        <w:color w:val="C0C0C0"/>
        <w:spacing w:val="22"/>
        <w:sz w:val="28"/>
      </w:rP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3F3283C"/>
    <w:multiLevelType w:val="multilevel"/>
    <w:tmpl w:val="861A3926"/>
    <w:lvl w:ilvl="0">
      <w:start w:val="1"/>
      <w:numFmt w:val="upperLetter"/>
      <w:pStyle w:val="RegFormPDDSectL1"/>
      <w:lvlText w:val="Section %1."/>
      <w:lvlJc w:val="left"/>
      <w:pPr>
        <w:tabs>
          <w:tab w:val="num" w:pos="397"/>
        </w:tabs>
        <w:ind w:left="0" w:firstLine="0"/>
      </w:pPr>
      <w:rPr>
        <w:rFonts w:hint="default"/>
        <w:caps/>
      </w:rPr>
    </w:lvl>
    <w:lvl w:ilvl="1">
      <w:start w:val="1"/>
      <w:numFmt w:val="decimal"/>
      <w:pStyle w:val="RegFormPDDSectL2"/>
      <w:lvlText w:val="%1.%2."/>
      <w:lvlJc w:val="left"/>
      <w:pPr>
        <w:tabs>
          <w:tab w:val="num" w:pos="794"/>
        </w:tabs>
        <w:ind w:left="0" w:firstLine="0"/>
      </w:pPr>
      <w:rPr>
        <w:rFonts w:hint="default"/>
      </w:rPr>
    </w:lvl>
    <w:lvl w:ilvl="2">
      <w:start w:val="1"/>
      <w:numFmt w:val="decimal"/>
      <w:pStyle w:val="RegFormPDDSectL3"/>
      <w:lvlText w:val="%1.%2.%3."/>
      <w:lvlJc w:val="left"/>
      <w:pPr>
        <w:tabs>
          <w:tab w:val="num" w:pos="1191"/>
        </w:tabs>
        <w:ind w:left="0" w:firstLine="0"/>
      </w:pPr>
      <w:rPr>
        <w:rFonts w:hint="default"/>
      </w:rPr>
    </w:lvl>
    <w:lvl w:ilvl="3">
      <w:start w:val="1"/>
      <w:numFmt w:val="decimal"/>
      <w:pStyle w:val="RegFormPDDSectL4"/>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7417693"/>
    <w:multiLevelType w:val="multilevel"/>
    <w:tmpl w:val="648A687A"/>
    <w:styleLink w:val="SDMTableBoxParaNumbered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6">
    <w:nsid w:val="0BD21D4D"/>
    <w:multiLevelType w:val="multilevel"/>
    <w:tmpl w:val="81E46A44"/>
    <w:numStyleLink w:val="SDMHeadList"/>
  </w:abstractNum>
  <w:abstractNum w:abstractNumId="7">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10362D90"/>
    <w:multiLevelType w:val="hybridMultilevel"/>
    <w:tmpl w:val="5DAAB0AA"/>
    <w:lvl w:ilvl="0" w:tplc="9E187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1">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2">
    <w:nsid w:val="115E66D3"/>
    <w:multiLevelType w:val="hybridMultilevel"/>
    <w:tmpl w:val="FCF25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BD30DF"/>
    <w:multiLevelType w:val="multilevel"/>
    <w:tmpl w:val="7FFA41AA"/>
    <w:lvl w:ilvl="0">
      <w:start w:val="1"/>
      <w:numFmt w:val="upperRoman"/>
      <w:pStyle w:val="RegHead1"/>
      <w:suff w:val="space"/>
      <w:lvlText w:val="%1. "/>
      <w:lvlJc w:val="center"/>
      <w:pPr>
        <w:ind w:left="0" w:firstLine="0"/>
      </w:pPr>
      <w:rPr>
        <w:rFonts w:ascii="Times New Roman Bold" w:hAnsi="Times New Roman Bold" w:hint="default"/>
        <w:b/>
        <w:i w:val="0"/>
        <w:sz w:val="22"/>
      </w:rPr>
    </w:lvl>
    <w:lvl w:ilvl="1">
      <w:start w:val="1"/>
      <w:numFmt w:val="upperLetter"/>
      <w:pStyle w:val="RegHead2"/>
      <w:suff w:val="space"/>
      <w:lvlText w:val="%2. "/>
      <w:lvlJc w:val="center"/>
      <w:pPr>
        <w:ind w:left="0" w:firstLine="0"/>
      </w:pPr>
      <w:rPr>
        <w:rFonts w:hint="default"/>
        <w:b/>
        <w:sz w:val="22"/>
        <w:u w:val="none"/>
      </w:rPr>
    </w:lvl>
    <w:lvl w:ilvl="2">
      <w:start w:val="1"/>
      <w:numFmt w:val="decimal"/>
      <w:pStyle w:val="RegHead3"/>
      <w:suff w:val="space"/>
      <w:lvlText w:val="%3. "/>
      <w:lvlJc w:val="center"/>
      <w:pPr>
        <w:ind w:left="0" w:firstLine="0"/>
      </w:pPr>
      <w:rPr>
        <w:rFonts w:hint="default"/>
        <w:b w:val="0"/>
        <w:sz w:val="22"/>
        <w:u w:val="none"/>
      </w:rPr>
    </w:lvl>
    <w:lvl w:ilvl="3">
      <w:start w:val="1"/>
      <w:numFmt w:val="decimal"/>
      <w:lvlRestart w:val="0"/>
      <w:pStyle w:val="RegPara"/>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4">
    <w:nsid w:val="13B541F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5">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6">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8">
    <w:nsid w:val="14D71D76"/>
    <w:multiLevelType w:val="multilevel"/>
    <w:tmpl w:val="FF3E9C5A"/>
    <w:numStyleLink w:val="SDMPDDPoASectionList"/>
  </w:abstractNum>
  <w:abstractNum w:abstractNumId="19">
    <w:nsid w:val="152B438A"/>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0">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21">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162C4AFF"/>
    <w:multiLevelType w:val="multilevel"/>
    <w:tmpl w:val="4F9ED6BC"/>
    <w:numStyleLink w:val="SDMCovNoteHeadList"/>
  </w:abstractNum>
  <w:abstractNum w:abstractNumId="24">
    <w:nsid w:val="16404ED9"/>
    <w:multiLevelType w:val="multilevel"/>
    <w:tmpl w:val="3CC81634"/>
    <w:numStyleLink w:val="SDMTableBoxFigureFootnoteFullPageList"/>
  </w:abstractNum>
  <w:abstractNum w:abstractNumId="25">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644"/>
        </w:tabs>
        <w:ind w:left="284"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26">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7">
    <w:nsid w:val="1804791C"/>
    <w:multiLevelType w:val="hybridMultilevel"/>
    <w:tmpl w:val="0A4A37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1877301E"/>
    <w:multiLevelType w:val="hybridMultilevel"/>
    <w:tmpl w:val="5EF4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8C045C0"/>
    <w:multiLevelType w:val="hybridMultilevel"/>
    <w:tmpl w:val="3BA45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31">
    <w:nsid w:val="1A34015F"/>
    <w:multiLevelType w:val="multilevel"/>
    <w:tmpl w:val="FAA2BA08"/>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2">
    <w:nsid w:val="1A416448"/>
    <w:multiLevelType w:val="multilevel"/>
    <w:tmpl w:val="A28EC812"/>
    <w:numStyleLink w:val="SDMMethEquationNrList"/>
  </w:abstractNum>
  <w:abstractNum w:abstractNumId="33">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5">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6">
    <w:nsid w:val="1BB5186F"/>
    <w:multiLevelType w:val="multilevel"/>
    <w:tmpl w:val="C182385A"/>
    <w:styleLink w:val="SDMAppHeadList"/>
    <w:lvl w:ilvl="0">
      <w:start w:val="1"/>
      <w:numFmt w:val="decimal"/>
      <w:pStyle w:val="SDMAppTitle"/>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7">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8">
    <w:nsid w:val="20214055"/>
    <w:multiLevelType w:val="hybridMultilevel"/>
    <w:tmpl w:val="9600E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40">
    <w:nsid w:val="20FB06B9"/>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1">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2">
    <w:nsid w:val="21BE290E"/>
    <w:multiLevelType w:val="hybridMultilevel"/>
    <w:tmpl w:val="6F72C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4FC22D1"/>
    <w:multiLevelType w:val="multilevel"/>
    <w:tmpl w:val="914CA842"/>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4">
    <w:nsid w:val="26566C45"/>
    <w:multiLevelType w:val="multilevel"/>
    <w:tmpl w:val="4858EB8E"/>
    <w:numStyleLink w:val="SDMTableBoxFigureFootnoteList"/>
  </w:abstractNum>
  <w:abstractNum w:abstractNumId="45">
    <w:nsid w:val="27BD34B9"/>
    <w:multiLevelType w:val="hybridMultilevel"/>
    <w:tmpl w:val="CF50A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9B3645A"/>
    <w:multiLevelType w:val="hybridMultilevel"/>
    <w:tmpl w:val="2C5AD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A153561"/>
    <w:multiLevelType w:val="hybridMultilevel"/>
    <w:tmpl w:val="03681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B2037D9"/>
    <w:multiLevelType w:val="multilevel"/>
    <w:tmpl w:val="C182385A"/>
    <w:numStyleLink w:val="SDMAppHeadList"/>
  </w:abstractNum>
  <w:abstractNum w:abstractNumId="49">
    <w:nsid w:val="2B4E7826"/>
    <w:multiLevelType w:val="hybridMultilevel"/>
    <w:tmpl w:val="3EA80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FA03A21"/>
    <w:multiLevelType w:val="multilevel"/>
    <w:tmpl w:val="40EAA4EC"/>
    <w:name w:val="Reg"/>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1">
    <w:nsid w:val="307B1BD9"/>
    <w:multiLevelType w:val="multilevel"/>
    <w:tmpl w:val="075A6334"/>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2">
    <w:nsid w:val="30980618"/>
    <w:multiLevelType w:val="hybridMultilevel"/>
    <w:tmpl w:val="E4063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0DA5F4C"/>
    <w:multiLevelType w:val="multilevel"/>
    <w:tmpl w:val="E5881776"/>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4">
    <w:nsid w:val="318031D1"/>
    <w:multiLevelType w:val="multilevel"/>
    <w:tmpl w:val="E2A427E0"/>
    <w:name w:val="Reg2"/>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55">
    <w:nsid w:val="31A3680B"/>
    <w:multiLevelType w:val="multilevel"/>
    <w:tmpl w:val="DEEC8B6A"/>
    <w:name w:val="Toc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6">
    <w:nsid w:val="33186486"/>
    <w:multiLevelType w:val="hybridMultilevel"/>
    <w:tmpl w:val="77AA150A"/>
    <w:lvl w:ilvl="0" w:tplc="A84AB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50F3B32"/>
    <w:multiLevelType w:val="hybridMultilevel"/>
    <w:tmpl w:val="4E3013A8"/>
    <w:lvl w:ilvl="0" w:tplc="6FAC9D0E">
      <w:start w:val="1"/>
      <w:numFmt w:val="lowerLetter"/>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8">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9">
    <w:nsid w:val="36924865"/>
    <w:multiLevelType w:val="multilevel"/>
    <w:tmpl w:val="AE6881FE"/>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0">
    <w:nsid w:val="3B043CF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1">
    <w:nsid w:val="3B0E3634"/>
    <w:multiLevelType w:val="multilevel"/>
    <w:tmpl w:val="CB20021E"/>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2">
    <w:nsid w:val="3B8F255E"/>
    <w:multiLevelType w:val="hybridMultilevel"/>
    <w:tmpl w:val="72245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BEF7FF7"/>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4">
    <w:nsid w:val="3C001C8A"/>
    <w:multiLevelType w:val="hybridMultilevel"/>
    <w:tmpl w:val="2402E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CFD042E"/>
    <w:multiLevelType w:val="multilevel"/>
    <w:tmpl w:val="C694A2DA"/>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6">
    <w:nsid w:val="3D8D7AD4"/>
    <w:multiLevelType w:val="hybridMultilevel"/>
    <w:tmpl w:val="EC30B5F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DC16119"/>
    <w:multiLevelType w:val="multilevel"/>
    <w:tmpl w:val="BCBAC81C"/>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8">
    <w:nsid w:val="3FDA42F1"/>
    <w:multiLevelType w:val="multilevel"/>
    <w:tmpl w:val="AE709A9A"/>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9">
    <w:nsid w:val="41EA725F"/>
    <w:multiLevelType w:val="multilevel"/>
    <w:tmpl w:val="FF3E9C5A"/>
    <w:styleLink w:val="SDMPDDPoASectionList"/>
    <w:lvl w:ilvl="0">
      <w:start w:val="1"/>
      <w:numFmt w:val="upperLetter"/>
      <w:lvlText w:val="SECTION %1."/>
      <w:lvlJc w:val="left"/>
      <w:pPr>
        <w:ind w:left="2268" w:hanging="1559"/>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1474" w:hanging="76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428120B6"/>
    <w:multiLevelType w:val="multilevel"/>
    <w:tmpl w:val="23DC3AAA"/>
    <w:name w:val="Reg32"/>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71">
    <w:nsid w:val="42C966C7"/>
    <w:multiLevelType w:val="multilevel"/>
    <w:tmpl w:val="07DCDBF2"/>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2">
    <w:nsid w:val="43F0065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3">
    <w:nsid w:val="45074F02"/>
    <w:multiLevelType w:val="hybridMultilevel"/>
    <w:tmpl w:val="963E5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5E052B9"/>
    <w:multiLevelType w:val="multilevel"/>
    <w:tmpl w:val="BAB8CCD8"/>
    <w:name w:val="Dec"/>
    <w:lvl w:ilvl="0">
      <w:start w:val="1"/>
      <w:numFmt w:val="upperRoman"/>
      <w:pStyle w:val="ProvHead1"/>
      <w:suff w:val="space"/>
      <w:lvlText w:val="%1. "/>
      <w:lvlJc w:val="right"/>
      <w:pPr>
        <w:ind w:left="0" w:firstLine="0"/>
      </w:pPr>
      <w:rPr>
        <w:rFonts w:hint="default"/>
        <w:sz w:val="24"/>
        <w:szCs w:val="24"/>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75">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6">
    <w:nsid w:val="489D60C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7">
    <w:nsid w:val="491D173D"/>
    <w:multiLevelType w:val="hybridMultilevel"/>
    <w:tmpl w:val="56E85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E45553"/>
    <w:multiLevelType w:val="hybridMultilevel"/>
    <w:tmpl w:val="3A181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AF31EFA"/>
    <w:multiLevelType w:val="hybridMultilevel"/>
    <w:tmpl w:val="0FD4B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2C0ABE"/>
    <w:multiLevelType w:val="hybridMultilevel"/>
    <w:tmpl w:val="B1743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B55483B"/>
    <w:multiLevelType w:val="multilevel"/>
    <w:tmpl w:val="BBA2A6C6"/>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2">
    <w:nsid w:val="4BBF34F2"/>
    <w:multiLevelType w:val="multilevel"/>
    <w:tmpl w:val="2E14267C"/>
    <w:lvl w:ilvl="0">
      <w:start w:val="1"/>
      <w:numFmt w:val="upperLetter"/>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pStyle w:val="RegSectionLevel9"/>
      <w:suff w:val="space"/>
      <w:lvlText w:val="%1.%2.%3.%4.%5.%6.%7.%8.%9."/>
      <w:lvlJc w:val="left"/>
      <w:pPr>
        <w:ind w:left="0" w:firstLine="0"/>
      </w:pPr>
      <w:rPr>
        <w:rFonts w:hint="default"/>
      </w:rPr>
    </w:lvl>
  </w:abstractNum>
  <w:abstractNum w:abstractNumId="83">
    <w:nsid w:val="4C8B2A3F"/>
    <w:multiLevelType w:val="hybridMultilevel"/>
    <w:tmpl w:val="CBC82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0BD1B23"/>
    <w:multiLevelType w:val="hybridMultilevel"/>
    <w:tmpl w:val="8BA0F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2153558"/>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6">
    <w:nsid w:val="52FC577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7">
    <w:nsid w:val="542C6DC8"/>
    <w:multiLevelType w:val="hybridMultilevel"/>
    <w:tmpl w:val="A6EC3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56A04A3"/>
    <w:multiLevelType w:val="hybridMultilevel"/>
    <w:tmpl w:val="305E0FEC"/>
    <w:name w:val="Reg1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
    <w:nsid w:val="56C915D6"/>
    <w:multiLevelType w:val="hybridMultilevel"/>
    <w:tmpl w:val="E634D9C8"/>
    <w:lvl w:ilvl="0" w:tplc="BA4C6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91">
    <w:nsid w:val="5A35702E"/>
    <w:multiLevelType w:val="hybridMultilevel"/>
    <w:tmpl w:val="E4BCB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D704DC2"/>
    <w:multiLevelType w:val="multilevel"/>
    <w:tmpl w:val="FF3E9C5A"/>
    <w:numStyleLink w:val="SDMPDDPoASectionList"/>
  </w:abstractNum>
  <w:abstractNum w:abstractNumId="93">
    <w:nsid w:val="5DC066B6"/>
    <w:multiLevelType w:val="hybridMultilevel"/>
    <w:tmpl w:val="51E2ACD2"/>
    <w:lvl w:ilvl="0" w:tplc="93164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ED72765"/>
    <w:multiLevelType w:val="hybridMultilevel"/>
    <w:tmpl w:val="1E3E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FC13B23"/>
    <w:multiLevelType w:val="hybridMultilevel"/>
    <w:tmpl w:val="CC9C0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1750339"/>
    <w:multiLevelType w:val="hybridMultilevel"/>
    <w:tmpl w:val="C7E42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36C7021"/>
    <w:multiLevelType w:val="hybridMultilevel"/>
    <w:tmpl w:val="00147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4C36033"/>
    <w:multiLevelType w:val="hybridMultilevel"/>
    <w:tmpl w:val="51E2ACD2"/>
    <w:lvl w:ilvl="0" w:tplc="93164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4C517A6"/>
    <w:multiLevelType w:val="hybridMultilevel"/>
    <w:tmpl w:val="DE700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D345AC"/>
    <w:multiLevelType w:val="multilevel"/>
    <w:tmpl w:val="12C0BDFA"/>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1">
    <w:nsid w:val="66230672"/>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2">
    <w:nsid w:val="66510427"/>
    <w:multiLevelType w:val="multilevel"/>
    <w:tmpl w:val="743C7CA8"/>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3">
    <w:nsid w:val="6B392DA7"/>
    <w:multiLevelType w:val="multilevel"/>
    <w:tmpl w:val="5EDE06C6"/>
    <w:numStyleLink w:val="SDMParaList"/>
  </w:abstractNum>
  <w:abstractNum w:abstractNumId="104">
    <w:nsid w:val="6BAA183E"/>
    <w:multiLevelType w:val="multilevel"/>
    <w:tmpl w:val="AE40536C"/>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5">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06">
    <w:nsid w:val="6E1606BE"/>
    <w:multiLevelType w:val="multilevel"/>
    <w:tmpl w:val="CC264296"/>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7">
    <w:nsid w:val="6E267622"/>
    <w:multiLevelType w:val="hybridMultilevel"/>
    <w:tmpl w:val="B4DAB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E50391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9">
    <w:nsid w:val="6F060572"/>
    <w:multiLevelType w:val="multilevel"/>
    <w:tmpl w:val="5B66B3FC"/>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10">
    <w:nsid w:val="6FF560E4"/>
    <w:multiLevelType w:val="multilevel"/>
    <w:tmpl w:val="FDC4D13A"/>
    <w:name w:val="Reg33"/>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1">
    <w:nsid w:val="71BE55B2"/>
    <w:multiLevelType w:val="hybridMultilevel"/>
    <w:tmpl w:val="B0321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2C53C5C"/>
    <w:multiLevelType w:val="hybridMultilevel"/>
    <w:tmpl w:val="FE360E44"/>
    <w:lvl w:ilvl="0" w:tplc="0409000F">
      <w:start w:val="1"/>
      <w:numFmt w:val="decimal"/>
      <w:lvlText w:val="%1."/>
      <w:lvlJc w:val="left"/>
      <w:pPr>
        <w:ind w:left="1174" w:hanging="360"/>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13">
    <w:nsid w:val="73793394"/>
    <w:multiLevelType w:val="multilevel"/>
    <w:tmpl w:val="E5881776"/>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14">
    <w:nsid w:val="745A7A56"/>
    <w:multiLevelType w:val="hybridMultilevel"/>
    <w:tmpl w:val="2166C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16">
    <w:nsid w:val="7B054287"/>
    <w:multiLevelType w:val="hybridMultilevel"/>
    <w:tmpl w:val="FD0C7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C4713D2"/>
    <w:multiLevelType w:val="hybridMultilevel"/>
    <w:tmpl w:val="2A929138"/>
    <w:lvl w:ilvl="0" w:tplc="F0521910">
      <w:start w:val="1"/>
      <w:numFmt w:val="decimal"/>
      <w:lvlText w:val="%1."/>
      <w:lvlJc w:val="left"/>
      <w:pPr>
        <w:ind w:left="117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DF5719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num w:numId="1">
    <w:abstractNumId w:val="71"/>
  </w:num>
  <w:num w:numId="2">
    <w:abstractNumId w:val="74"/>
  </w:num>
  <w:num w:numId="3">
    <w:abstractNumId w:val="33"/>
  </w:num>
  <w:num w:numId="4">
    <w:abstractNumId w:val="70"/>
  </w:num>
  <w:num w:numId="5">
    <w:abstractNumId w:val="25"/>
  </w:num>
  <w:num w:numId="6">
    <w:abstractNumId w:val="82"/>
  </w:num>
  <w:num w:numId="7">
    <w:abstractNumId w:val="3"/>
  </w:num>
  <w:num w:numId="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0"/>
  </w:num>
  <w:num w:numId="14">
    <w:abstractNumId w:val="36"/>
  </w:num>
  <w:num w:numId="15">
    <w:abstractNumId w:val="115"/>
  </w:num>
  <w:num w:numId="16">
    <w:abstractNumId w:val="22"/>
  </w:num>
  <w:num w:numId="17">
    <w:abstractNumId w:val="75"/>
  </w:num>
  <w:num w:numId="18">
    <w:abstractNumId w:val="21"/>
  </w:num>
  <w:num w:numId="19">
    <w:abstractNumId w:val="69"/>
  </w:num>
  <w:num w:numId="20">
    <w:abstractNumId w:val="92"/>
  </w:num>
  <w:num w:numId="21">
    <w:abstractNumId w:val="4"/>
  </w:num>
  <w:num w:numId="22">
    <w:abstractNumId w:val="91"/>
  </w:num>
  <w:num w:numId="23">
    <w:abstractNumId w:val="72"/>
  </w:num>
  <w:num w:numId="24">
    <w:abstractNumId w:val="14"/>
  </w:num>
  <w:num w:numId="25">
    <w:abstractNumId w:val="118"/>
  </w:num>
  <w:num w:numId="26">
    <w:abstractNumId w:val="60"/>
  </w:num>
  <w:num w:numId="27">
    <w:abstractNumId w:val="86"/>
  </w:num>
  <w:num w:numId="28">
    <w:abstractNumId w:val="76"/>
  </w:num>
  <w:num w:numId="29">
    <w:abstractNumId w:val="101"/>
  </w:num>
  <w:num w:numId="30">
    <w:abstractNumId w:val="40"/>
  </w:num>
  <w:num w:numId="31">
    <w:abstractNumId w:val="19"/>
  </w:num>
  <w:num w:numId="32">
    <w:abstractNumId w:val="63"/>
  </w:num>
  <w:num w:numId="33">
    <w:abstractNumId w:val="108"/>
  </w:num>
  <w:num w:numId="34">
    <w:abstractNumId w:val="85"/>
  </w:num>
  <w:num w:numId="35">
    <w:abstractNumId w:val="12"/>
  </w:num>
  <w:num w:numId="36">
    <w:abstractNumId w:val="114"/>
  </w:num>
  <w:num w:numId="37">
    <w:abstractNumId w:val="94"/>
  </w:num>
  <w:num w:numId="38">
    <w:abstractNumId w:val="77"/>
  </w:num>
  <w:num w:numId="39">
    <w:abstractNumId w:val="52"/>
  </w:num>
  <w:num w:numId="40">
    <w:abstractNumId w:val="95"/>
  </w:num>
  <w:num w:numId="41">
    <w:abstractNumId w:val="49"/>
  </w:num>
  <w:num w:numId="42">
    <w:abstractNumId w:val="116"/>
  </w:num>
  <w:num w:numId="43">
    <w:abstractNumId w:val="78"/>
  </w:num>
  <w:num w:numId="44">
    <w:abstractNumId w:val="73"/>
  </w:num>
  <w:num w:numId="45">
    <w:abstractNumId w:val="87"/>
  </w:num>
  <w:num w:numId="46">
    <w:abstractNumId w:val="84"/>
  </w:num>
  <w:num w:numId="47">
    <w:abstractNumId w:val="96"/>
  </w:num>
  <w:num w:numId="48">
    <w:abstractNumId w:val="38"/>
  </w:num>
  <w:num w:numId="49">
    <w:abstractNumId w:val="29"/>
  </w:num>
  <w:num w:numId="50">
    <w:abstractNumId w:val="64"/>
  </w:num>
  <w:num w:numId="51">
    <w:abstractNumId w:val="42"/>
  </w:num>
  <w:num w:numId="52">
    <w:abstractNumId w:val="99"/>
  </w:num>
  <w:num w:numId="53">
    <w:abstractNumId w:val="46"/>
  </w:num>
  <w:num w:numId="54">
    <w:abstractNumId w:val="83"/>
  </w:num>
  <w:num w:numId="55">
    <w:abstractNumId w:val="107"/>
  </w:num>
  <w:num w:numId="56">
    <w:abstractNumId w:val="28"/>
  </w:num>
  <w:num w:numId="57">
    <w:abstractNumId w:val="62"/>
  </w:num>
  <w:num w:numId="58">
    <w:abstractNumId w:val="80"/>
  </w:num>
  <w:num w:numId="59">
    <w:abstractNumId w:val="47"/>
  </w:num>
  <w:num w:numId="60">
    <w:abstractNumId w:val="111"/>
  </w:num>
  <w:num w:numId="61">
    <w:abstractNumId w:val="97"/>
  </w:num>
  <w:num w:numId="62">
    <w:abstractNumId w:val="45"/>
  </w:num>
  <w:num w:numId="63">
    <w:abstractNumId w:val="43"/>
  </w:num>
  <w:num w:numId="64">
    <w:abstractNumId w:val="53"/>
  </w:num>
  <w:num w:numId="65">
    <w:abstractNumId w:val="31"/>
  </w:num>
  <w:num w:numId="66">
    <w:abstractNumId w:val="61"/>
  </w:num>
  <w:num w:numId="67">
    <w:abstractNumId w:val="56"/>
  </w:num>
  <w:num w:numId="68">
    <w:abstractNumId w:val="89"/>
  </w:num>
  <w:num w:numId="69">
    <w:abstractNumId w:val="48"/>
  </w:num>
  <w:num w:numId="70">
    <w:abstractNumId w:val="93"/>
  </w:num>
  <w:num w:numId="71">
    <w:abstractNumId w:val="48"/>
    <w:lvlOverride w:ilvl="0">
      <w:startOverride w:val="1"/>
      <w:lvl w:ilvl="0">
        <w:start w:val="1"/>
        <w:numFmt w:val="decimal"/>
        <w:pStyle w:val="SDMAppTitle"/>
        <w:lvlText w:val="Appendix %1."/>
        <w:lvlJc w:val="left"/>
        <w:pPr>
          <w:ind w:left="2126" w:hanging="2126"/>
        </w:pPr>
        <w:rPr>
          <w:rFonts w:hint="default"/>
        </w:rPr>
      </w:lvl>
    </w:lvlOverride>
    <w:lvlOverride w:ilvl="1">
      <w:startOverride w:val="1"/>
      <w:lvl w:ilvl="1">
        <w:start w:val="1"/>
        <w:numFmt w:val="decimal"/>
        <w:lvlText w:val="%2."/>
        <w:lvlJc w:val="left"/>
        <w:pPr>
          <w:tabs>
            <w:tab w:val="num" w:pos="709"/>
          </w:tabs>
          <w:ind w:left="680" w:hanging="680"/>
        </w:pPr>
        <w:rPr>
          <w:rFonts w:hint="default"/>
        </w:rPr>
      </w:lvl>
    </w:lvlOverride>
    <w:lvlOverride w:ilvl="2">
      <w:startOverride w:val="1"/>
      <w:lvl w:ilvl="2">
        <w:start w:val="1"/>
        <w:numFmt w:val="decimal"/>
        <w:pStyle w:val="SDMApp2"/>
        <w:lvlText w:val="%2.%3."/>
        <w:lvlJc w:val="left"/>
        <w:pPr>
          <w:tabs>
            <w:tab w:val="num" w:pos="709"/>
          </w:tabs>
          <w:ind w:left="851" w:hanging="851"/>
        </w:pPr>
        <w:rPr>
          <w:rFonts w:hint="default"/>
        </w:rPr>
      </w:lvl>
    </w:lvlOverride>
    <w:lvlOverride w:ilvl="3">
      <w:startOverride w:val="1"/>
      <w:lvl w:ilvl="3">
        <w:start w:val="1"/>
        <w:numFmt w:val="decimal"/>
        <w:pStyle w:val="SDMApp3"/>
        <w:lvlText w:val="%2.%3.%4."/>
        <w:lvlJc w:val="left"/>
        <w:pPr>
          <w:tabs>
            <w:tab w:val="num" w:pos="709"/>
          </w:tabs>
          <w:ind w:left="1191" w:hanging="1191"/>
        </w:pPr>
        <w:rPr>
          <w:rFonts w:hint="default"/>
        </w:rPr>
      </w:lvl>
    </w:lvlOverride>
    <w:lvlOverride w:ilvl="4">
      <w:startOverride w:val="1"/>
      <w:lvl w:ilvl="4">
        <w:start w:val="1"/>
        <w:numFmt w:val="decimal"/>
        <w:pStyle w:val="SDMApp4"/>
        <w:lvlText w:val="%2.%3.%4.%5."/>
        <w:lvlJc w:val="left"/>
        <w:pPr>
          <w:tabs>
            <w:tab w:val="num" w:pos="1418"/>
          </w:tabs>
          <w:ind w:left="1588" w:hanging="1588"/>
        </w:pPr>
        <w:rPr>
          <w:rFonts w:hint="default"/>
        </w:rPr>
      </w:lvl>
    </w:lvlOverride>
    <w:lvlOverride w:ilvl="5">
      <w:startOverride w:val="1"/>
      <w:lvl w:ilvl="5">
        <w:start w:val="1"/>
        <w:numFmt w:val="decimal"/>
        <w:pStyle w:val="SDMApp5"/>
        <w:lvlText w:val="%2.%3.%4.%5.%6."/>
        <w:lvlJc w:val="left"/>
        <w:pPr>
          <w:ind w:left="1985" w:hanging="1985"/>
        </w:pPr>
        <w:rPr>
          <w:rFonts w:hint="default"/>
        </w:rPr>
      </w:lvl>
    </w:lvlOverride>
    <w:lvlOverride w:ilvl="6">
      <w:startOverride w:val="1"/>
      <w:lvl w:ilvl="6">
        <w:start w:val="1"/>
        <w:numFmt w:val="none"/>
        <w:lvlText w:val=""/>
        <w:lvlJc w:val="left"/>
        <w:pPr>
          <w:ind w:left="0" w:firstLine="0"/>
        </w:pPr>
        <w:rPr>
          <w:rFonts w:hint="default"/>
        </w:rPr>
      </w:lvl>
    </w:lvlOverride>
    <w:lvlOverride w:ilvl="7">
      <w:startOverride w:val="1"/>
      <w:lvl w:ilvl="7">
        <w:start w:val="1"/>
        <w:numFmt w:val="none"/>
        <w:lvlText w:val=""/>
        <w:lvlJc w:val="left"/>
        <w:pPr>
          <w:ind w:left="0" w:firstLine="0"/>
        </w:pPr>
        <w:rPr>
          <w:rFonts w:hint="default"/>
        </w:rPr>
      </w:lvl>
    </w:lvlOverride>
    <w:lvlOverride w:ilvl="8">
      <w:startOverride w:val="1"/>
      <w:lvl w:ilvl="8">
        <w:start w:val="1"/>
        <w:numFmt w:val="none"/>
        <w:lvlText w:val=""/>
        <w:lvlJc w:val="left"/>
        <w:pPr>
          <w:ind w:left="0" w:firstLine="0"/>
        </w:pPr>
        <w:rPr>
          <w:rFonts w:hint="default"/>
        </w:rPr>
      </w:lvl>
    </w:lvlOverride>
  </w:num>
  <w:num w:numId="72">
    <w:abstractNumId w:val="57"/>
  </w:num>
  <w:num w:numId="73">
    <w:abstractNumId w:val="112"/>
  </w:num>
  <w:num w:numId="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num>
  <w:num w:numId="76">
    <w:abstractNumId w:val="6"/>
  </w:num>
  <w:num w:numId="77">
    <w:abstractNumId w:val="7"/>
  </w:num>
  <w:num w:numId="78">
    <w:abstractNumId w:val="105"/>
  </w:num>
  <w:num w:numId="79">
    <w:abstractNumId w:val="58"/>
  </w:num>
  <w:num w:numId="8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6"/>
  </w:num>
  <w:num w:numId="82">
    <w:abstractNumId w:val="44"/>
  </w:num>
  <w:num w:numId="83">
    <w:abstractNumId w:val="24"/>
  </w:num>
  <w:num w:numId="84">
    <w:abstractNumId w:val="32"/>
  </w:num>
  <w:num w:numId="85">
    <w:abstractNumId w:val="18"/>
  </w:num>
  <w:num w:numId="86">
    <w:abstractNumId w:val="102"/>
  </w:num>
  <w:num w:numId="87">
    <w:abstractNumId w:val="117"/>
  </w:num>
  <w:num w:numId="88">
    <w:abstractNumId w:val="79"/>
  </w:num>
  <w:num w:numId="89">
    <w:abstractNumId w:val="9"/>
  </w:num>
  <w:num w:numId="90">
    <w:abstractNumId w:val="113"/>
  </w:num>
  <w:num w:numId="91">
    <w:abstractNumId w:val="98"/>
  </w:num>
  <w:num w:numId="92">
    <w:abstractNumId w:val="27"/>
  </w:num>
  <w:num w:numId="93">
    <w:abstractNumId w:val="58"/>
  </w:num>
  <w:num w:numId="94">
    <w:abstractNumId w:val="66"/>
  </w:num>
  <w:num w:numId="95">
    <w:abstractNumId w:val="18"/>
    <w:lvlOverride w:ilvl="2">
      <w:lvl w:ilvl="2">
        <w:start w:val="1"/>
        <w:numFmt w:val="decimal"/>
        <w:lvlText w:val="%1.%2.%3."/>
        <w:lvlJc w:val="left"/>
        <w:pPr>
          <w:ind w:left="1474" w:hanging="765"/>
        </w:pPr>
        <w:rPr>
          <w:rFonts w:hint="default"/>
        </w:rPr>
      </w:lvl>
    </w:lvlOverride>
  </w:num>
  <w:num w:numId="96">
    <w:abstractNumId w:val="10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drawingGridHorizontalSpacing w:val="110"/>
  <w:drawingGridVerticalSpacing w:val="299"/>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6BA"/>
    <w:rsid w:val="00000AD2"/>
    <w:rsid w:val="00000C4B"/>
    <w:rsid w:val="00001724"/>
    <w:rsid w:val="000017C8"/>
    <w:rsid w:val="00003877"/>
    <w:rsid w:val="000045D9"/>
    <w:rsid w:val="00005047"/>
    <w:rsid w:val="00005B1C"/>
    <w:rsid w:val="00006C80"/>
    <w:rsid w:val="00007634"/>
    <w:rsid w:val="0001072F"/>
    <w:rsid w:val="00010ECB"/>
    <w:rsid w:val="00011B38"/>
    <w:rsid w:val="00013330"/>
    <w:rsid w:val="0001446A"/>
    <w:rsid w:val="00014618"/>
    <w:rsid w:val="00016042"/>
    <w:rsid w:val="0001613C"/>
    <w:rsid w:val="000216CD"/>
    <w:rsid w:val="00021AD8"/>
    <w:rsid w:val="00022A60"/>
    <w:rsid w:val="00022E90"/>
    <w:rsid w:val="00023DF5"/>
    <w:rsid w:val="000244F4"/>
    <w:rsid w:val="00024698"/>
    <w:rsid w:val="000256AB"/>
    <w:rsid w:val="00025FFD"/>
    <w:rsid w:val="00026099"/>
    <w:rsid w:val="000263BD"/>
    <w:rsid w:val="0002678F"/>
    <w:rsid w:val="000270AD"/>
    <w:rsid w:val="00027DC0"/>
    <w:rsid w:val="00030308"/>
    <w:rsid w:val="0003046F"/>
    <w:rsid w:val="00030C08"/>
    <w:rsid w:val="00033C8B"/>
    <w:rsid w:val="00034570"/>
    <w:rsid w:val="000348D0"/>
    <w:rsid w:val="00035D01"/>
    <w:rsid w:val="0003624C"/>
    <w:rsid w:val="00036406"/>
    <w:rsid w:val="000368DC"/>
    <w:rsid w:val="000403DC"/>
    <w:rsid w:val="00040754"/>
    <w:rsid w:val="0004112F"/>
    <w:rsid w:val="00041246"/>
    <w:rsid w:val="000412E2"/>
    <w:rsid w:val="00041737"/>
    <w:rsid w:val="00042C6A"/>
    <w:rsid w:val="000438E2"/>
    <w:rsid w:val="00044EBC"/>
    <w:rsid w:val="00045030"/>
    <w:rsid w:val="00045D74"/>
    <w:rsid w:val="0004606A"/>
    <w:rsid w:val="00046E5E"/>
    <w:rsid w:val="00050A82"/>
    <w:rsid w:val="000530C3"/>
    <w:rsid w:val="00053ACC"/>
    <w:rsid w:val="00054CE4"/>
    <w:rsid w:val="000552BD"/>
    <w:rsid w:val="0006021E"/>
    <w:rsid w:val="00061799"/>
    <w:rsid w:val="00062449"/>
    <w:rsid w:val="00062DCC"/>
    <w:rsid w:val="00064078"/>
    <w:rsid w:val="00064395"/>
    <w:rsid w:val="00065904"/>
    <w:rsid w:val="00065F6B"/>
    <w:rsid w:val="0006671D"/>
    <w:rsid w:val="00067849"/>
    <w:rsid w:val="0006791C"/>
    <w:rsid w:val="00067B33"/>
    <w:rsid w:val="000708B1"/>
    <w:rsid w:val="00070907"/>
    <w:rsid w:val="00071CCA"/>
    <w:rsid w:val="00071E89"/>
    <w:rsid w:val="00072818"/>
    <w:rsid w:val="000735E2"/>
    <w:rsid w:val="000741E7"/>
    <w:rsid w:val="00074546"/>
    <w:rsid w:val="00074637"/>
    <w:rsid w:val="00074BE1"/>
    <w:rsid w:val="00075320"/>
    <w:rsid w:val="00076FB3"/>
    <w:rsid w:val="000777DC"/>
    <w:rsid w:val="00080201"/>
    <w:rsid w:val="0008165C"/>
    <w:rsid w:val="0008240B"/>
    <w:rsid w:val="0008315B"/>
    <w:rsid w:val="00083540"/>
    <w:rsid w:val="00083948"/>
    <w:rsid w:val="00084108"/>
    <w:rsid w:val="000848FC"/>
    <w:rsid w:val="000849D7"/>
    <w:rsid w:val="000858B5"/>
    <w:rsid w:val="00086E7D"/>
    <w:rsid w:val="0008761B"/>
    <w:rsid w:val="0009060F"/>
    <w:rsid w:val="00090954"/>
    <w:rsid w:val="00091763"/>
    <w:rsid w:val="000925A0"/>
    <w:rsid w:val="00094F24"/>
    <w:rsid w:val="00095300"/>
    <w:rsid w:val="00095DC4"/>
    <w:rsid w:val="000966D7"/>
    <w:rsid w:val="00096C68"/>
    <w:rsid w:val="00096EDF"/>
    <w:rsid w:val="000974D4"/>
    <w:rsid w:val="000A001D"/>
    <w:rsid w:val="000A04F9"/>
    <w:rsid w:val="000A0749"/>
    <w:rsid w:val="000A07C3"/>
    <w:rsid w:val="000A1836"/>
    <w:rsid w:val="000A294D"/>
    <w:rsid w:val="000A3021"/>
    <w:rsid w:val="000A4296"/>
    <w:rsid w:val="000A45C7"/>
    <w:rsid w:val="000A738F"/>
    <w:rsid w:val="000A7423"/>
    <w:rsid w:val="000B1219"/>
    <w:rsid w:val="000B4312"/>
    <w:rsid w:val="000B5047"/>
    <w:rsid w:val="000B590C"/>
    <w:rsid w:val="000B650A"/>
    <w:rsid w:val="000B7ED9"/>
    <w:rsid w:val="000C0FCD"/>
    <w:rsid w:val="000C13DB"/>
    <w:rsid w:val="000C1608"/>
    <w:rsid w:val="000C1C37"/>
    <w:rsid w:val="000C1E9E"/>
    <w:rsid w:val="000C3AE0"/>
    <w:rsid w:val="000C7B72"/>
    <w:rsid w:val="000D0AB8"/>
    <w:rsid w:val="000D1CEF"/>
    <w:rsid w:val="000D1D91"/>
    <w:rsid w:val="000D2C1F"/>
    <w:rsid w:val="000D3755"/>
    <w:rsid w:val="000D4B30"/>
    <w:rsid w:val="000D56F9"/>
    <w:rsid w:val="000D5E1C"/>
    <w:rsid w:val="000D6BB4"/>
    <w:rsid w:val="000D7A28"/>
    <w:rsid w:val="000E04D0"/>
    <w:rsid w:val="000E12CC"/>
    <w:rsid w:val="000E338E"/>
    <w:rsid w:val="000E3AEA"/>
    <w:rsid w:val="000E4526"/>
    <w:rsid w:val="000E5199"/>
    <w:rsid w:val="000E55D0"/>
    <w:rsid w:val="000E5B53"/>
    <w:rsid w:val="000E7AE4"/>
    <w:rsid w:val="000E7D5D"/>
    <w:rsid w:val="000F0131"/>
    <w:rsid w:val="000F304D"/>
    <w:rsid w:val="000F3FBE"/>
    <w:rsid w:val="000F53E6"/>
    <w:rsid w:val="000F5C32"/>
    <w:rsid w:val="000F5EB3"/>
    <w:rsid w:val="000F6BB7"/>
    <w:rsid w:val="000F7597"/>
    <w:rsid w:val="000F77FC"/>
    <w:rsid w:val="000F7DEF"/>
    <w:rsid w:val="00100693"/>
    <w:rsid w:val="00101EBD"/>
    <w:rsid w:val="001026DE"/>
    <w:rsid w:val="00102CCB"/>
    <w:rsid w:val="00104399"/>
    <w:rsid w:val="0010440C"/>
    <w:rsid w:val="00104C85"/>
    <w:rsid w:val="0011063E"/>
    <w:rsid w:val="00110832"/>
    <w:rsid w:val="00111146"/>
    <w:rsid w:val="001120A7"/>
    <w:rsid w:val="0011279F"/>
    <w:rsid w:val="001136C8"/>
    <w:rsid w:val="0011415E"/>
    <w:rsid w:val="00115671"/>
    <w:rsid w:val="00116D8C"/>
    <w:rsid w:val="00117D4D"/>
    <w:rsid w:val="00120074"/>
    <w:rsid w:val="0012146D"/>
    <w:rsid w:val="0012332A"/>
    <w:rsid w:val="0012577F"/>
    <w:rsid w:val="00131D1A"/>
    <w:rsid w:val="001327A9"/>
    <w:rsid w:val="001333E7"/>
    <w:rsid w:val="001356CE"/>
    <w:rsid w:val="00136800"/>
    <w:rsid w:val="0013716C"/>
    <w:rsid w:val="0013782D"/>
    <w:rsid w:val="001404CC"/>
    <w:rsid w:val="00140D65"/>
    <w:rsid w:val="001417FB"/>
    <w:rsid w:val="0014207D"/>
    <w:rsid w:val="001420AF"/>
    <w:rsid w:val="001424BA"/>
    <w:rsid w:val="00142A9E"/>
    <w:rsid w:val="00143402"/>
    <w:rsid w:val="001435FB"/>
    <w:rsid w:val="00143E8E"/>
    <w:rsid w:val="001455AD"/>
    <w:rsid w:val="001458D2"/>
    <w:rsid w:val="001466F7"/>
    <w:rsid w:val="001477E6"/>
    <w:rsid w:val="00147FC8"/>
    <w:rsid w:val="001502D5"/>
    <w:rsid w:val="0015175E"/>
    <w:rsid w:val="00152BAB"/>
    <w:rsid w:val="00153096"/>
    <w:rsid w:val="0015313C"/>
    <w:rsid w:val="00156D75"/>
    <w:rsid w:val="00160329"/>
    <w:rsid w:val="001607CD"/>
    <w:rsid w:val="00161632"/>
    <w:rsid w:val="00161C87"/>
    <w:rsid w:val="00161D77"/>
    <w:rsid w:val="0016535E"/>
    <w:rsid w:val="00165E05"/>
    <w:rsid w:val="00166020"/>
    <w:rsid w:val="00166CCD"/>
    <w:rsid w:val="001702BB"/>
    <w:rsid w:val="00171D49"/>
    <w:rsid w:val="0017213A"/>
    <w:rsid w:val="001722D6"/>
    <w:rsid w:val="00173D74"/>
    <w:rsid w:val="00175849"/>
    <w:rsid w:val="0017613D"/>
    <w:rsid w:val="00176485"/>
    <w:rsid w:val="001765C4"/>
    <w:rsid w:val="0017689A"/>
    <w:rsid w:val="00176E9E"/>
    <w:rsid w:val="00177A58"/>
    <w:rsid w:val="0018012E"/>
    <w:rsid w:val="001808F0"/>
    <w:rsid w:val="00180C48"/>
    <w:rsid w:val="00181FE3"/>
    <w:rsid w:val="001826C5"/>
    <w:rsid w:val="00183814"/>
    <w:rsid w:val="00183EDF"/>
    <w:rsid w:val="00184901"/>
    <w:rsid w:val="00185565"/>
    <w:rsid w:val="00186B5B"/>
    <w:rsid w:val="00196C0E"/>
    <w:rsid w:val="00197D5A"/>
    <w:rsid w:val="001A1A71"/>
    <w:rsid w:val="001A3889"/>
    <w:rsid w:val="001A3B7D"/>
    <w:rsid w:val="001A45A7"/>
    <w:rsid w:val="001A4913"/>
    <w:rsid w:val="001A686B"/>
    <w:rsid w:val="001A7C90"/>
    <w:rsid w:val="001B027F"/>
    <w:rsid w:val="001B0DF2"/>
    <w:rsid w:val="001B1926"/>
    <w:rsid w:val="001B359D"/>
    <w:rsid w:val="001B3AC0"/>
    <w:rsid w:val="001B450F"/>
    <w:rsid w:val="001B5F62"/>
    <w:rsid w:val="001B60E3"/>
    <w:rsid w:val="001B66B5"/>
    <w:rsid w:val="001B6871"/>
    <w:rsid w:val="001B76FB"/>
    <w:rsid w:val="001B7AF0"/>
    <w:rsid w:val="001C1E52"/>
    <w:rsid w:val="001C2921"/>
    <w:rsid w:val="001C4BE9"/>
    <w:rsid w:val="001C4CC4"/>
    <w:rsid w:val="001C5265"/>
    <w:rsid w:val="001C5CB1"/>
    <w:rsid w:val="001C5CD8"/>
    <w:rsid w:val="001C5E22"/>
    <w:rsid w:val="001C6370"/>
    <w:rsid w:val="001C74C3"/>
    <w:rsid w:val="001C7C11"/>
    <w:rsid w:val="001D014B"/>
    <w:rsid w:val="001D085B"/>
    <w:rsid w:val="001D0E5E"/>
    <w:rsid w:val="001D15B4"/>
    <w:rsid w:val="001D1FCA"/>
    <w:rsid w:val="001D258E"/>
    <w:rsid w:val="001D4D37"/>
    <w:rsid w:val="001D5929"/>
    <w:rsid w:val="001D6BCD"/>
    <w:rsid w:val="001D7453"/>
    <w:rsid w:val="001D7605"/>
    <w:rsid w:val="001E02AE"/>
    <w:rsid w:val="001E0755"/>
    <w:rsid w:val="001E0FF2"/>
    <w:rsid w:val="001E2360"/>
    <w:rsid w:val="001E3AF3"/>
    <w:rsid w:val="001E6304"/>
    <w:rsid w:val="001F0221"/>
    <w:rsid w:val="001F0BF8"/>
    <w:rsid w:val="001F3596"/>
    <w:rsid w:val="001F3A92"/>
    <w:rsid w:val="001F4477"/>
    <w:rsid w:val="001F49C6"/>
    <w:rsid w:val="001F4AED"/>
    <w:rsid w:val="001F505C"/>
    <w:rsid w:val="001F56E2"/>
    <w:rsid w:val="001F66EB"/>
    <w:rsid w:val="001F7CFB"/>
    <w:rsid w:val="001F7E20"/>
    <w:rsid w:val="002002CB"/>
    <w:rsid w:val="00200EFB"/>
    <w:rsid w:val="002017B6"/>
    <w:rsid w:val="00201BBB"/>
    <w:rsid w:val="00201D59"/>
    <w:rsid w:val="002030EB"/>
    <w:rsid w:val="00204843"/>
    <w:rsid w:val="00204FD9"/>
    <w:rsid w:val="00206B91"/>
    <w:rsid w:val="00206FA1"/>
    <w:rsid w:val="0020767F"/>
    <w:rsid w:val="002076E8"/>
    <w:rsid w:val="002102FD"/>
    <w:rsid w:val="002104A6"/>
    <w:rsid w:val="00213A2B"/>
    <w:rsid w:val="00216135"/>
    <w:rsid w:val="00216629"/>
    <w:rsid w:val="00217657"/>
    <w:rsid w:val="00220A70"/>
    <w:rsid w:val="00221617"/>
    <w:rsid w:val="00222F93"/>
    <w:rsid w:val="00225057"/>
    <w:rsid w:val="00226E8A"/>
    <w:rsid w:val="002309E6"/>
    <w:rsid w:val="00230E1D"/>
    <w:rsid w:val="00230F6C"/>
    <w:rsid w:val="00232317"/>
    <w:rsid w:val="002325CB"/>
    <w:rsid w:val="00234241"/>
    <w:rsid w:val="0023550D"/>
    <w:rsid w:val="00236517"/>
    <w:rsid w:val="002420F1"/>
    <w:rsid w:val="00243DC4"/>
    <w:rsid w:val="00244FBD"/>
    <w:rsid w:val="00245B78"/>
    <w:rsid w:val="00246267"/>
    <w:rsid w:val="00247C1D"/>
    <w:rsid w:val="00247D0A"/>
    <w:rsid w:val="002524DE"/>
    <w:rsid w:val="00253AD2"/>
    <w:rsid w:val="00254378"/>
    <w:rsid w:val="00255C20"/>
    <w:rsid w:val="002566DE"/>
    <w:rsid w:val="00256A37"/>
    <w:rsid w:val="00257B39"/>
    <w:rsid w:val="002616D8"/>
    <w:rsid w:val="00262665"/>
    <w:rsid w:val="002633EC"/>
    <w:rsid w:val="00264B63"/>
    <w:rsid w:val="00264CD3"/>
    <w:rsid w:val="00264E8B"/>
    <w:rsid w:val="00265918"/>
    <w:rsid w:val="002661E3"/>
    <w:rsid w:val="0026782F"/>
    <w:rsid w:val="00267C92"/>
    <w:rsid w:val="002703D5"/>
    <w:rsid w:val="002709F5"/>
    <w:rsid w:val="00270FD0"/>
    <w:rsid w:val="00272951"/>
    <w:rsid w:val="0027463D"/>
    <w:rsid w:val="00275BA5"/>
    <w:rsid w:val="00276293"/>
    <w:rsid w:val="00276965"/>
    <w:rsid w:val="00277BB0"/>
    <w:rsid w:val="00281370"/>
    <w:rsid w:val="00282874"/>
    <w:rsid w:val="002830C7"/>
    <w:rsid w:val="00283110"/>
    <w:rsid w:val="00283976"/>
    <w:rsid w:val="0028589A"/>
    <w:rsid w:val="00287AD0"/>
    <w:rsid w:val="00287EE1"/>
    <w:rsid w:val="002919D9"/>
    <w:rsid w:val="00291E17"/>
    <w:rsid w:val="002923A7"/>
    <w:rsid w:val="00293552"/>
    <w:rsid w:val="00293B78"/>
    <w:rsid w:val="00295922"/>
    <w:rsid w:val="00296A30"/>
    <w:rsid w:val="00297E9B"/>
    <w:rsid w:val="002A08B2"/>
    <w:rsid w:val="002A1342"/>
    <w:rsid w:val="002A162B"/>
    <w:rsid w:val="002A191F"/>
    <w:rsid w:val="002A1965"/>
    <w:rsid w:val="002A1DAB"/>
    <w:rsid w:val="002A2F28"/>
    <w:rsid w:val="002A32F7"/>
    <w:rsid w:val="002A5E27"/>
    <w:rsid w:val="002A794B"/>
    <w:rsid w:val="002A7F47"/>
    <w:rsid w:val="002B25CC"/>
    <w:rsid w:val="002B26F4"/>
    <w:rsid w:val="002B3345"/>
    <w:rsid w:val="002B449B"/>
    <w:rsid w:val="002B44A4"/>
    <w:rsid w:val="002B479C"/>
    <w:rsid w:val="002B4930"/>
    <w:rsid w:val="002B4E03"/>
    <w:rsid w:val="002B53D2"/>
    <w:rsid w:val="002B5862"/>
    <w:rsid w:val="002B59BA"/>
    <w:rsid w:val="002B669E"/>
    <w:rsid w:val="002C02D0"/>
    <w:rsid w:val="002C0422"/>
    <w:rsid w:val="002C090E"/>
    <w:rsid w:val="002C0DC9"/>
    <w:rsid w:val="002C11B1"/>
    <w:rsid w:val="002C1322"/>
    <w:rsid w:val="002C2F73"/>
    <w:rsid w:val="002C428B"/>
    <w:rsid w:val="002C4CB1"/>
    <w:rsid w:val="002C6642"/>
    <w:rsid w:val="002C6F8E"/>
    <w:rsid w:val="002C7165"/>
    <w:rsid w:val="002C77C8"/>
    <w:rsid w:val="002C79B0"/>
    <w:rsid w:val="002D060F"/>
    <w:rsid w:val="002D08BD"/>
    <w:rsid w:val="002D08EE"/>
    <w:rsid w:val="002D0DDA"/>
    <w:rsid w:val="002D1AE9"/>
    <w:rsid w:val="002D31E4"/>
    <w:rsid w:val="002D3651"/>
    <w:rsid w:val="002D43F3"/>
    <w:rsid w:val="002D4535"/>
    <w:rsid w:val="002D4A21"/>
    <w:rsid w:val="002D4A8E"/>
    <w:rsid w:val="002D52D3"/>
    <w:rsid w:val="002D665C"/>
    <w:rsid w:val="002D6B1F"/>
    <w:rsid w:val="002E0581"/>
    <w:rsid w:val="002E0BCA"/>
    <w:rsid w:val="002E1AE5"/>
    <w:rsid w:val="002E20B3"/>
    <w:rsid w:val="002E2D73"/>
    <w:rsid w:val="002E3112"/>
    <w:rsid w:val="002E36EB"/>
    <w:rsid w:val="002E3902"/>
    <w:rsid w:val="002E3BF8"/>
    <w:rsid w:val="002E42D5"/>
    <w:rsid w:val="002E684E"/>
    <w:rsid w:val="002E710F"/>
    <w:rsid w:val="002E75E0"/>
    <w:rsid w:val="002F09AA"/>
    <w:rsid w:val="002F0FEE"/>
    <w:rsid w:val="002F30E4"/>
    <w:rsid w:val="002F3363"/>
    <w:rsid w:val="002F43BD"/>
    <w:rsid w:val="002F4A5A"/>
    <w:rsid w:val="002F4C23"/>
    <w:rsid w:val="002F5226"/>
    <w:rsid w:val="002F5486"/>
    <w:rsid w:val="002F612E"/>
    <w:rsid w:val="002F6B7F"/>
    <w:rsid w:val="002F7080"/>
    <w:rsid w:val="00302BD9"/>
    <w:rsid w:val="00305230"/>
    <w:rsid w:val="00305E24"/>
    <w:rsid w:val="00306760"/>
    <w:rsid w:val="00307B99"/>
    <w:rsid w:val="0031077A"/>
    <w:rsid w:val="0031172F"/>
    <w:rsid w:val="00311DF2"/>
    <w:rsid w:val="00312D10"/>
    <w:rsid w:val="003141C0"/>
    <w:rsid w:val="00315D1E"/>
    <w:rsid w:val="0031625C"/>
    <w:rsid w:val="00317827"/>
    <w:rsid w:val="00317AD8"/>
    <w:rsid w:val="00323D3C"/>
    <w:rsid w:val="00323FF9"/>
    <w:rsid w:val="0032479D"/>
    <w:rsid w:val="0032687F"/>
    <w:rsid w:val="00326A48"/>
    <w:rsid w:val="003275E5"/>
    <w:rsid w:val="0033129B"/>
    <w:rsid w:val="00331BC1"/>
    <w:rsid w:val="00331EE8"/>
    <w:rsid w:val="003327FA"/>
    <w:rsid w:val="00340762"/>
    <w:rsid w:val="00340A07"/>
    <w:rsid w:val="00340DC8"/>
    <w:rsid w:val="0034362D"/>
    <w:rsid w:val="003450A1"/>
    <w:rsid w:val="00346765"/>
    <w:rsid w:val="003471DF"/>
    <w:rsid w:val="00347AE5"/>
    <w:rsid w:val="00347BCB"/>
    <w:rsid w:val="00347CD6"/>
    <w:rsid w:val="003501EA"/>
    <w:rsid w:val="0035201A"/>
    <w:rsid w:val="003526AA"/>
    <w:rsid w:val="003526CB"/>
    <w:rsid w:val="00352DC1"/>
    <w:rsid w:val="00352DC8"/>
    <w:rsid w:val="00352F37"/>
    <w:rsid w:val="00353EA4"/>
    <w:rsid w:val="00353F5E"/>
    <w:rsid w:val="00354319"/>
    <w:rsid w:val="00354788"/>
    <w:rsid w:val="0035559D"/>
    <w:rsid w:val="0035561E"/>
    <w:rsid w:val="00356417"/>
    <w:rsid w:val="003576D5"/>
    <w:rsid w:val="00360F6B"/>
    <w:rsid w:val="00361807"/>
    <w:rsid w:val="00362F98"/>
    <w:rsid w:val="003638BA"/>
    <w:rsid w:val="00364230"/>
    <w:rsid w:val="003642CC"/>
    <w:rsid w:val="00365220"/>
    <w:rsid w:val="003653B6"/>
    <w:rsid w:val="00366C82"/>
    <w:rsid w:val="00370F96"/>
    <w:rsid w:val="003716E0"/>
    <w:rsid w:val="00371AD4"/>
    <w:rsid w:val="00372F01"/>
    <w:rsid w:val="00373692"/>
    <w:rsid w:val="0037546C"/>
    <w:rsid w:val="00375E2F"/>
    <w:rsid w:val="003763C3"/>
    <w:rsid w:val="0037754B"/>
    <w:rsid w:val="00382705"/>
    <w:rsid w:val="0038301E"/>
    <w:rsid w:val="0038361C"/>
    <w:rsid w:val="00384358"/>
    <w:rsid w:val="00384F5E"/>
    <w:rsid w:val="0038529E"/>
    <w:rsid w:val="003858F3"/>
    <w:rsid w:val="003859B0"/>
    <w:rsid w:val="00385AAC"/>
    <w:rsid w:val="00386044"/>
    <w:rsid w:val="00386F36"/>
    <w:rsid w:val="0039264C"/>
    <w:rsid w:val="003937C4"/>
    <w:rsid w:val="0039390C"/>
    <w:rsid w:val="003958A5"/>
    <w:rsid w:val="00395983"/>
    <w:rsid w:val="003979A5"/>
    <w:rsid w:val="003A08B9"/>
    <w:rsid w:val="003A0AD7"/>
    <w:rsid w:val="003A1658"/>
    <w:rsid w:val="003A246E"/>
    <w:rsid w:val="003A3E07"/>
    <w:rsid w:val="003A4158"/>
    <w:rsid w:val="003A4326"/>
    <w:rsid w:val="003A46F9"/>
    <w:rsid w:val="003A4B78"/>
    <w:rsid w:val="003A73C6"/>
    <w:rsid w:val="003B0522"/>
    <w:rsid w:val="003B0CB7"/>
    <w:rsid w:val="003B2247"/>
    <w:rsid w:val="003B2340"/>
    <w:rsid w:val="003B2384"/>
    <w:rsid w:val="003B3158"/>
    <w:rsid w:val="003B356A"/>
    <w:rsid w:val="003B375E"/>
    <w:rsid w:val="003B4E34"/>
    <w:rsid w:val="003B5020"/>
    <w:rsid w:val="003B50FE"/>
    <w:rsid w:val="003B62C6"/>
    <w:rsid w:val="003B6AE7"/>
    <w:rsid w:val="003B737E"/>
    <w:rsid w:val="003B778C"/>
    <w:rsid w:val="003B7C52"/>
    <w:rsid w:val="003C0F9C"/>
    <w:rsid w:val="003C1455"/>
    <w:rsid w:val="003C17ED"/>
    <w:rsid w:val="003C2310"/>
    <w:rsid w:val="003C454F"/>
    <w:rsid w:val="003C4F09"/>
    <w:rsid w:val="003C509B"/>
    <w:rsid w:val="003C51E6"/>
    <w:rsid w:val="003C6197"/>
    <w:rsid w:val="003C6FD7"/>
    <w:rsid w:val="003C7598"/>
    <w:rsid w:val="003D17C2"/>
    <w:rsid w:val="003D1F1A"/>
    <w:rsid w:val="003D2440"/>
    <w:rsid w:val="003D3568"/>
    <w:rsid w:val="003D3B5B"/>
    <w:rsid w:val="003D4504"/>
    <w:rsid w:val="003D4E56"/>
    <w:rsid w:val="003D5B7F"/>
    <w:rsid w:val="003D7086"/>
    <w:rsid w:val="003D71F9"/>
    <w:rsid w:val="003D7C0A"/>
    <w:rsid w:val="003E15A7"/>
    <w:rsid w:val="003E28B4"/>
    <w:rsid w:val="003E3B70"/>
    <w:rsid w:val="003E3D87"/>
    <w:rsid w:val="003E3D8E"/>
    <w:rsid w:val="003E4E07"/>
    <w:rsid w:val="003E596B"/>
    <w:rsid w:val="003F0E03"/>
    <w:rsid w:val="003F104E"/>
    <w:rsid w:val="003F1572"/>
    <w:rsid w:val="003F18CF"/>
    <w:rsid w:val="003F1BB2"/>
    <w:rsid w:val="003F300C"/>
    <w:rsid w:val="003F3513"/>
    <w:rsid w:val="003F5D09"/>
    <w:rsid w:val="003F76F7"/>
    <w:rsid w:val="003F7A2A"/>
    <w:rsid w:val="004008B2"/>
    <w:rsid w:val="00403802"/>
    <w:rsid w:val="0040411A"/>
    <w:rsid w:val="0040524D"/>
    <w:rsid w:val="00406BB7"/>
    <w:rsid w:val="00407756"/>
    <w:rsid w:val="00410197"/>
    <w:rsid w:val="004105F1"/>
    <w:rsid w:val="00410CC7"/>
    <w:rsid w:val="0041149E"/>
    <w:rsid w:val="0041178A"/>
    <w:rsid w:val="00414AE1"/>
    <w:rsid w:val="00416E12"/>
    <w:rsid w:val="00417372"/>
    <w:rsid w:val="00420633"/>
    <w:rsid w:val="00420A3B"/>
    <w:rsid w:val="004211AB"/>
    <w:rsid w:val="00421580"/>
    <w:rsid w:val="00422069"/>
    <w:rsid w:val="00422807"/>
    <w:rsid w:val="004232E3"/>
    <w:rsid w:val="004249D2"/>
    <w:rsid w:val="00425DAF"/>
    <w:rsid w:val="004263D3"/>
    <w:rsid w:val="00426736"/>
    <w:rsid w:val="00427979"/>
    <w:rsid w:val="00430840"/>
    <w:rsid w:val="004310B9"/>
    <w:rsid w:val="00431C2A"/>
    <w:rsid w:val="00431E9E"/>
    <w:rsid w:val="00432987"/>
    <w:rsid w:val="00432BFE"/>
    <w:rsid w:val="00432C60"/>
    <w:rsid w:val="0043382C"/>
    <w:rsid w:val="00434269"/>
    <w:rsid w:val="00434D3B"/>
    <w:rsid w:val="00435DCA"/>
    <w:rsid w:val="004373FE"/>
    <w:rsid w:val="00437619"/>
    <w:rsid w:val="0043763D"/>
    <w:rsid w:val="00443583"/>
    <w:rsid w:val="004444B2"/>
    <w:rsid w:val="004455DC"/>
    <w:rsid w:val="00446AB1"/>
    <w:rsid w:val="00446C30"/>
    <w:rsid w:val="004470C1"/>
    <w:rsid w:val="004476F3"/>
    <w:rsid w:val="004501A3"/>
    <w:rsid w:val="004503B4"/>
    <w:rsid w:val="00451291"/>
    <w:rsid w:val="00451C22"/>
    <w:rsid w:val="00451C39"/>
    <w:rsid w:val="00452CF3"/>
    <w:rsid w:val="0045315D"/>
    <w:rsid w:val="00453A31"/>
    <w:rsid w:val="004554E9"/>
    <w:rsid w:val="0045555E"/>
    <w:rsid w:val="004556C8"/>
    <w:rsid w:val="0045624E"/>
    <w:rsid w:val="0045764F"/>
    <w:rsid w:val="00461660"/>
    <w:rsid w:val="004623BF"/>
    <w:rsid w:val="004633ED"/>
    <w:rsid w:val="004636C9"/>
    <w:rsid w:val="0046577B"/>
    <w:rsid w:val="00470A15"/>
    <w:rsid w:val="00472A1C"/>
    <w:rsid w:val="00473A96"/>
    <w:rsid w:val="00475020"/>
    <w:rsid w:val="00475FE0"/>
    <w:rsid w:val="00477731"/>
    <w:rsid w:val="004801D5"/>
    <w:rsid w:val="00481093"/>
    <w:rsid w:val="004823BB"/>
    <w:rsid w:val="0048383A"/>
    <w:rsid w:val="0048705F"/>
    <w:rsid w:val="00490847"/>
    <w:rsid w:val="004919C8"/>
    <w:rsid w:val="0049244F"/>
    <w:rsid w:val="004926E1"/>
    <w:rsid w:val="00493342"/>
    <w:rsid w:val="00493D40"/>
    <w:rsid w:val="004942FA"/>
    <w:rsid w:val="00494CAF"/>
    <w:rsid w:val="00495B27"/>
    <w:rsid w:val="0049630D"/>
    <w:rsid w:val="00496493"/>
    <w:rsid w:val="004A0F58"/>
    <w:rsid w:val="004A1AA0"/>
    <w:rsid w:val="004A24CB"/>
    <w:rsid w:val="004A24D9"/>
    <w:rsid w:val="004A255B"/>
    <w:rsid w:val="004A3482"/>
    <w:rsid w:val="004A3F8A"/>
    <w:rsid w:val="004A544C"/>
    <w:rsid w:val="004A54E4"/>
    <w:rsid w:val="004A5FB4"/>
    <w:rsid w:val="004A71FE"/>
    <w:rsid w:val="004A7DFA"/>
    <w:rsid w:val="004B1DA6"/>
    <w:rsid w:val="004B1FBE"/>
    <w:rsid w:val="004B30D2"/>
    <w:rsid w:val="004B4177"/>
    <w:rsid w:val="004B42F7"/>
    <w:rsid w:val="004B486C"/>
    <w:rsid w:val="004B5B03"/>
    <w:rsid w:val="004B6126"/>
    <w:rsid w:val="004B638C"/>
    <w:rsid w:val="004B79EB"/>
    <w:rsid w:val="004C0E84"/>
    <w:rsid w:val="004C2ABF"/>
    <w:rsid w:val="004C4C33"/>
    <w:rsid w:val="004C5F6C"/>
    <w:rsid w:val="004C660B"/>
    <w:rsid w:val="004D12A2"/>
    <w:rsid w:val="004D16C7"/>
    <w:rsid w:val="004D2592"/>
    <w:rsid w:val="004D27C9"/>
    <w:rsid w:val="004D359C"/>
    <w:rsid w:val="004D3EC3"/>
    <w:rsid w:val="004D436E"/>
    <w:rsid w:val="004D4C36"/>
    <w:rsid w:val="004D54CF"/>
    <w:rsid w:val="004D5A94"/>
    <w:rsid w:val="004D68E5"/>
    <w:rsid w:val="004D6DF3"/>
    <w:rsid w:val="004D7041"/>
    <w:rsid w:val="004D7B45"/>
    <w:rsid w:val="004D7CE8"/>
    <w:rsid w:val="004D7EDA"/>
    <w:rsid w:val="004E1323"/>
    <w:rsid w:val="004E1B12"/>
    <w:rsid w:val="004E1B50"/>
    <w:rsid w:val="004E2A71"/>
    <w:rsid w:val="004E3516"/>
    <w:rsid w:val="004E593A"/>
    <w:rsid w:val="004E5F38"/>
    <w:rsid w:val="004E6456"/>
    <w:rsid w:val="004E777A"/>
    <w:rsid w:val="004F083E"/>
    <w:rsid w:val="004F19A1"/>
    <w:rsid w:val="004F1C47"/>
    <w:rsid w:val="004F3579"/>
    <w:rsid w:val="004F4102"/>
    <w:rsid w:val="004F5077"/>
    <w:rsid w:val="004F55EA"/>
    <w:rsid w:val="004F5C8B"/>
    <w:rsid w:val="004F5EAD"/>
    <w:rsid w:val="004F64E0"/>
    <w:rsid w:val="004F6C87"/>
    <w:rsid w:val="005007E9"/>
    <w:rsid w:val="00500F85"/>
    <w:rsid w:val="00502E1C"/>
    <w:rsid w:val="00503CCD"/>
    <w:rsid w:val="005069BE"/>
    <w:rsid w:val="00506C50"/>
    <w:rsid w:val="00507903"/>
    <w:rsid w:val="00507AE0"/>
    <w:rsid w:val="005107BE"/>
    <w:rsid w:val="00512B4F"/>
    <w:rsid w:val="005145D1"/>
    <w:rsid w:val="00514A4C"/>
    <w:rsid w:val="00516D2A"/>
    <w:rsid w:val="005204FA"/>
    <w:rsid w:val="00522AFE"/>
    <w:rsid w:val="00522E81"/>
    <w:rsid w:val="00523FFD"/>
    <w:rsid w:val="005241EE"/>
    <w:rsid w:val="0052497C"/>
    <w:rsid w:val="00525AE5"/>
    <w:rsid w:val="00525C6E"/>
    <w:rsid w:val="00531987"/>
    <w:rsid w:val="00531ED4"/>
    <w:rsid w:val="00533F7B"/>
    <w:rsid w:val="00534056"/>
    <w:rsid w:val="00535D48"/>
    <w:rsid w:val="00537193"/>
    <w:rsid w:val="00537ABC"/>
    <w:rsid w:val="00540A45"/>
    <w:rsid w:val="005412CF"/>
    <w:rsid w:val="00541CB0"/>
    <w:rsid w:val="00543B65"/>
    <w:rsid w:val="00544428"/>
    <w:rsid w:val="00544CC3"/>
    <w:rsid w:val="00544DE1"/>
    <w:rsid w:val="00544EC7"/>
    <w:rsid w:val="00545874"/>
    <w:rsid w:val="00546C4B"/>
    <w:rsid w:val="00547614"/>
    <w:rsid w:val="00547D77"/>
    <w:rsid w:val="0055030E"/>
    <w:rsid w:val="0055062D"/>
    <w:rsid w:val="005510DC"/>
    <w:rsid w:val="0055112A"/>
    <w:rsid w:val="00551C5D"/>
    <w:rsid w:val="005527CA"/>
    <w:rsid w:val="005534BE"/>
    <w:rsid w:val="00553C7B"/>
    <w:rsid w:val="00560844"/>
    <w:rsid w:val="005611E0"/>
    <w:rsid w:val="0056133F"/>
    <w:rsid w:val="00561E70"/>
    <w:rsid w:val="00561EC4"/>
    <w:rsid w:val="005621CC"/>
    <w:rsid w:val="005624E6"/>
    <w:rsid w:val="00564CC6"/>
    <w:rsid w:val="00564FC9"/>
    <w:rsid w:val="005654BA"/>
    <w:rsid w:val="00565942"/>
    <w:rsid w:val="00566531"/>
    <w:rsid w:val="00566954"/>
    <w:rsid w:val="00567C6D"/>
    <w:rsid w:val="005708A4"/>
    <w:rsid w:val="00571B46"/>
    <w:rsid w:val="005727F1"/>
    <w:rsid w:val="00573718"/>
    <w:rsid w:val="00573A2D"/>
    <w:rsid w:val="005755A8"/>
    <w:rsid w:val="00575FF6"/>
    <w:rsid w:val="005764AE"/>
    <w:rsid w:val="005765CF"/>
    <w:rsid w:val="005766C5"/>
    <w:rsid w:val="00577411"/>
    <w:rsid w:val="00577C3A"/>
    <w:rsid w:val="0058117B"/>
    <w:rsid w:val="005819C7"/>
    <w:rsid w:val="00581A8A"/>
    <w:rsid w:val="00581F29"/>
    <w:rsid w:val="0058305A"/>
    <w:rsid w:val="00583605"/>
    <w:rsid w:val="005837CA"/>
    <w:rsid w:val="0058480C"/>
    <w:rsid w:val="00584F13"/>
    <w:rsid w:val="0058518C"/>
    <w:rsid w:val="005857BD"/>
    <w:rsid w:val="00585CD9"/>
    <w:rsid w:val="00586DA6"/>
    <w:rsid w:val="00587966"/>
    <w:rsid w:val="00587E07"/>
    <w:rsid w:val="005906AD"/>
    <w:rsid w:val="00590989"/>
    <w:rsid w:val="0059114D"/>
    <w:rsid w:val="0059162A"/>
    <w:rsid w:val="00592E49"/>
    <w:rsid w:val="00593DB0"/>
    <w:rsid w:val="0059495D"/>
    <w:rsid w:val="00595F32"/>
    <w:rsid w:val="005972D4"/>
    <w:rsid w:val="00597671"/>
    <w:rsid w:val="005A1970"/>
    <w:rsid w:val="005A4F6B"/>
    <w:rsid w:val="005A58CA"/>
    <w:rsid w:val="005A608A"/>
    <w:rsid w:val="005A679A"/>
    <w:rsid w:val="005A6B32"/>
    <w:rsid w:val="005A760B"/>
    <w:rsid w:val="005B0003"/>
    <w:rsid w:val="005B4848"/>
    <w:rsid w:val="005B68B9"/>
    <w:rsid w:val="005B756D"/>
    <w:rsid w:val="005C007E"/>
    <w:rsid w:val="005C207F"/>
    <w:rsid w:val="005C31CB"/>
    <w:rsid w:val="005C330C"/>
    <w:rsid w:val="005C3B26"/>
    <w:rsid w:val="005C4658"/>
    <w:rsid w:val="005C4AC5"/>
    <w:rsid w:val="005C66D2"/>
    <w:rsid w:val="005C7546"/>
    <w:rsid w:val="005C796C"/>
    <w:rsid w:val="005C7C64"/>
    <w:rsid w:val="005D1BEB"/>
    <w:rsid w:val="005D1C8F"/>
    <w:rsid w:val="005D2057"/>
    <w:rsid w:val="005D2655"/>
    <w:rsid w:val="005D2A4F"/>
    <w:rsid w:val="005D2AC7"/>
    <w:rsid w:val="005D30F6"/>
    <w:rsid w:val="005D32BE"/>
    <w:rsid w:val="005D48AD"/>
    <w:rsid w:val="005D5345"/>
    <w:rsid w:val="005E0770"/>
    <w:rsid w:val="005E17B3"/>
    <w:rsid w:val="005E41B1"/>
    <w:rsid w:val="005E61D5"/>
    <w:rsid w:val="005E6E67"/>
    <w:rsid w:val="005E7472"/>
    <w:rsid w:val="005E7566"/>
    <w:rsid w:val="005E7D72"/>
    <w:rsid w:val="005E7D74"/>
    <w:rsid w:val="005E7F89"/>
    <w:rsid w:val="005F0163"/>
    <w:rsid w:val="005F127B"/>
    <w:rsid w:val="005F44ED"/>
    <w:rsid w:val="005F4DE6"/>
    <w:rsid w:val="005F4EEE"/>
    <w:rsid w:val="005F5EE2"/>
    <w:rsid w:val="005F620F"/>
    <w:rsid w:val="00600754"/>
    <w:rsid w:val="006020D0"/>
    <w:rsid w:val="00605ED4"/>
    <w:rsid w:val="00605F0B"/>
    <w:rsid w:val="00606198"/>
    <w:rsid w:val="006064CC"/>
    <w:rsid w:val="00606672"/>
    <w:rsid w:val="00607B43"/>
    <w:rsid w:val="00610117"/>
    <w:rsid w:val="006102EB"/>
    <w:rsid w:val="006105E8"/>
    <w:rsid w:val="00610CD3"/>
    <w:rsid w:val="00611952"/>
    <w:rsid w:val="00612C0E"/>
    <w:rsid w:val="00613E42"/>
    <w:rsid w:val="0061401C"/>
    <w:rsid w:val="00615AC2"/>
    <w:rsid w:val="00617939"/>
    <w:rsid w:val="00620291"/>
    <w:rsid w:val="006207BE"/>
    <w:rsid w:val="00620AF3"/>
    <w:rsid w:val="00621B0C"/>
    <w:rsid w:val="006233EC"/>
    <w:rsid w:val="00623B8F"/>
    <w:rsid w:val="0062481C"/>
    <w:rsid w:val="00624E9A"/>
    <w:rsid w:val="006258E3"/>
    <w:rsid w:val="00626851"/>
    <w:rsid w:val="006270E3"/>
    <w:rsid w:val="00630466"/>
    <w:rsid w:val="006313CF"/>
    <w:rsid w:val="00631E10"/>
    <w:rsid w:val="006323CB"/>
    <w:rsid w:val="00632688"/>
    <w:rsid w:val="00632ABA"/>
    <w:rsid w:val="0063427B"/>
    <w:rsid w:val="00635388"/>
    <w:rsid w:val="00635A07"/>
    <w:rsid w:val="00635E0F"/>
    <w:rsid w:val="00636ABB"/>
    <w:rsid w:val="00636B73"/>
    <w:rsid w:val="00637F55"/>
    <w:rsid w:val="00642234"/>
    <w:rsid w:val="006435F2"/>
    <w:rsid w:val="00644204"/>
    <w:rsid w:val="0064514F"/>
    <w:rsid w:val="00645C20"/>
    <w:rsid w:val="00646503"/>
    <w:rsid w:val="00646A42"/>
    <w:rsid w:val="006470AC"/>
    <w:rsid w:val="00650270"/>
    <w:rsid w:val="00650A17"/>
    <w:rsid w:val="00650F71"/>
    <w:rsid w:val="00652342"/>
    <w:rsid w:val="006527C4"/>
    <w:rsid w:val="00652922"/>
    <w:rsid w:val="00652B1C"/>
    <w:rsid w:val="00653AA6"/>
    <w:rsid w:val="00653DE0"/>
    <w:rsid w:val="0065472C"/>
    <w:rsid w:val="00655E55"/>
    <w:rsid w:val="00655EFC"/>
    <w:rsid w:val="0065677E"/>
    <w:rsid w:val="00656A39"/>
    <w:rsid w:val="00657CD8"/>
    <w:rsid w:val="00660057"/>
    <w:rsid w:val="00660FFF"/>
    <w:rsid w:val="006610D9"/>
    <w:rsid w:val="0066173B"/>
    <w:rsid w:val="00663747"/>
    <w:rsid w:val="00664F58"/>
    <w:rsid w:val="00666953"/>
    <w:rsid w:val="0066725A"/>
    <w:rsid w:val="0067016F"/>
    <w:rsid w:val="006701B7"/>
    <w:rsid w:val="00671319"/>
    <w:rsid w:val="00672BF8"/>
    <w:rsid w:val="00672C1F"/>
    <w:rsid w:val="00675D43"/>
    <w:rsid w:val="00676681"/>
    <w:rsid w:val="00677015"/>
    <w:rsid w:val="00680BD3"/>
    <w:rsid w:val="00680C7E"/>
    <w:rsid w:val="00681158"/>
    <w:rsid w:val="006811B6"/>
    <w:rsid w:val="00681414"/>
    <w:rsid w:val="00685762"/>
    <w:rsid w:val="00686897"/>
    <w:rsid w:val="00686F6E"/>
    <w:rsid w:val="0069020A"/>
    <w:rsid w:val="00690E3E"/>
    <w:rsid w:val="00692E62"/>
    <w:rsid w:val="00693020"/>
    <w:rsid w:val="00694703"/>
    <w:rsid w:val="006948B8"/>
    <w:rsid w:val="006964CF"/>
    <w:rsid w:val="006A082C"/>
    <w:rsid w:val="006A0D56"/>
    <w:rsid w:val="006A325F"/>
    <w:rsid w:val="006A42FC"/>
    <w:rsid w:val="006A46CC"/>
    <w:rsid w:val="006A47E6"/>
    <w:rsid w:val="006A4DCB"/>
    <w:rsid w:val="006A5BFF"/>
    <w:rsid w:val="006A5CC7"/>
    <w:rsid w:val="006B0864"/>
    <w:rsid w:val="006B253C"/>
    <w:rsid w:val="006B2724"/>
    <w:rsid w:val="006B3343"/>
    <w:rsid w:val="006B3598"/>
    <w:rsid w:val="006B5952"/>
    <w:rsid w:val="006B66A6"/>
    <w:rsid w:val="006B684F"/>
    <w:rsid w:val="006B7377"/>
    <w:rsid w:val="006B764E"/>
    <w:rsid w:val="006B778E"/>
    <w:rsid w:val="006C09BD"/>
    <w:rsid w:val="006C1E3D"/>
    <w:rsid w:val="006C4B72"/>
    <w:rsid w:val="006C4CEA"/>
    <w:rsid w:val="006C55EE"/>
    <w:rsid w:val="006C567A"/>
    <w:rsid w:val="006C5B1A"/>
    <w:rsid w:val="006C603F"/>
    <w:rsid w:val="006C662C"/>
    <w:rsid w:val="006C69CB"/>
    <w:rsid w:val="006C779D"/>
    <w:rsid w:val="006D1BC8"/>
    <w:rsid w:val="006D213F"/>
    <w:rsid w:val="006D2725"/>
    <w:rsid w:val="006D2C30"/>
    <w:rsid w:val="006D3A89"/>
    <w:rsid w:val="006D41F6"/>
    <w:rsid w:val="006D4FE1"/>
    <w:rsid w:val="006D6010"/>
    <w:rsid w:val="006D63F4"/>
    <w:rsid w:val="006D63FF"/>
    <w:rsid w:val="006D6CE6"/>
    <w:rsid w:val="006D7E82"/>
    <w:rsid w:val="006E0134"/>
    <w:rsid w:val="006E1258"/>
    <w:rsid w:val="006E1BED"/>
    <w:rsid w:val="006E2364"/>
    <w:rsid w:val="006E264F"/>
    <w:rsid w:val="006E4F11"/>
    <w:rsid w:val="006E5607"/>
    <w:rsid w:val="006E7B59"/>
    <w:rsid w:val="006F0022"/>
    <w:rsid w:val="006F0063"/>
    <w:rsid w:val="006F1A2F"/>
    <w:rsid w:val="006F2B83"/>
    <w:rsid w:val="006F30C0"/>
    <w:rsid w:val="006F7211"/>
    <w:rsid w:val="006F76D5"/>
    <w:rsid w:val="006F77EF"/>
    <w:rsid w:val="006F7F3A"/>
    <w:rsid w:val="00700245"/>
    <w:rsid w:val="007016E9"/>
    <w:rsid w:val="0070209C"/>
    <w:rsid w:val="007023D7"/>
    <w:rsid w:val="00702581"/>
    <w:rsid w:val="00702FFE"/>
    <w:rsid w:val="007045BD"/>
    <w:rsid w:val="00705D16"/>
    <w:rsid w:val="0070646A"/>
    <w:rsid w:val="00706A95"/>
    <w:rsid w:val="00707446"/>
    <w:rsid w:val="007078C3"/>
    <w:rsid w:val="007078F9"/>
    <w:rsid w:val="00707CBA"/>
    <w:rsid w:val="007100CD"/>
    <w:rsid w:val="007115DF"/>
    <w:rsid w:val="00711A95"/>
    <w:rsid w:val="0071235D"/>
    <w:rsid w:val="00712590"/>
    <w:rsid w:val="00714E4C"/>
    <w:rsid w:val="007153C4"/>
    <w:rsid w:val="00715AE4"/>
    <w:rsid w:val="0072105E"/>
    <w:rsid w:val="00721478"/>
    <w:rsid w:val="0072415D"/>
    <w:rsid w:val="007251CE"/>
    <w:rsid w:val="0072530F"/>
    <w:rsid w:val="00726973"/>
    <w:rsid w:val="0073077C"/>
    <w:rsid w:val="00730F3A"/>
    <w:rsid w:val="00731460"/>
    <w:rsid w:val="00731C02"/>
    <w:rsid w:val="00732BBC"/>
    <w:rsid w:val="007335C9"/>
    <w:rsid w:val="00733992"/>
    <w:rsid w:val="00735ED7"/>
    <w:rsid w:val="0073624B"/>
    <w:rsid w:val="00737200"/>
    <w:rsid w:val="00737715"/>
    <w:rsid w:val="00737ED2"/>
    <w:rsid w:val="00741582"/>
    <w:rsid w:val="007422D5"/>
    <w:rsid w:val="007438E5"/>
    <w:rsid w:val="00743F06"/>
    <w:rsid w:val="007444B3"/>
    <w:rsid w:val="00745E56"/>
    <w:rsid w:val="0074709F"/>
    <w:rsid w:val="00751574"/>
    <w:rsid w:val="00751CE4"/>
    <w:rsid w:val="00753412"/>
    <w:rsid w:val="0075345C"/>
    <w:rsid w:val="00753BB6"/>
    <w:rsid w:val="00753E77"/>
    <w:rsid w:val="00754137"/>
    <w:rsid w:val="0075550F"/>
    <w:rsid w:val="00755A21"/>
    <w:rsid w:val="00755E0D"/>
    <w:rsid w:val="0075755C"/>
    <w:rsid w:val="007600FB"/>
    <w:rsid w:val="007634BF"/>
    <w:rsid w:val="00764E5E"/>
    <w:rsid w:val="00764F6D"/>
    <w:rsid w:val="00765DCF"/>
    <w:rsid w:val="00766ABB"/>
    <w:rsid w:val="00767D90"/>
    <w:rsid w:val="00771EE5"/>
    <w:rsid w:val="00772AB0"/>
    <w:rsid w:val="00773758"/>
    <w:rsid w:val="00773C28"/>
    <w:rsid w:val="00774502"/>
    <w:rsid w:val="0077501A"/>
    <w:rsid w:val="00775CBA"/>
    <w:rsid w:val="00776DA9"/>
    <w:rsid w:val="00776FAB"/>
    <w:rsid w:val="00777AE0"/>
    <w:rsid w:val="00777C3B"/>
    <w:rsid w:val="00780FF9"/>
    <w:rsid w:val="007815DF"/>
    <w:rsid w:val="0078190A"/>
    <w:rsid w:val="00783F3C"/>
    <w:rsid w:val="00783F90"/>
    <w:rsid w:val="0078460D"/>
    <w:rsid w:val="0078518C"/>
    <w:rsid w:val="0078600F"/>
    <w:rsid w:val="00786D3C"/>
    <w:rsid w:val="00787974"/>
    <w:rsid w:val="00787DD4"/>
    <w:rsid w:val="0079140F"/>
    <w:rsid w:val="00792DD1"/>
    <w:rsid w:val="00793329"/>
    <w:rsid w:val="00793ACB"/>
    <w:rsid w:val="00794090"/>
    <w:rsid w:val="007944B6"/>
    <w:rsid w:val="00794C2A"/>
    <w:rsid w:val="0079512C"/>
    <w:rsid w:val="007951A6"/>
    <w:rsid w:val="00795569"/>
    <w:rsid w:val="00796E6D"/>
    <w:rsid w:val="00797421"/>
    <w:rsid w:val="007A0211"/>
    <w:rsid w:val="007A0A2D"/>
    <w:rsid w:val="007A1D9F"/>
    <w:rsid w:val="007A6417"/>
    <w:rsid w:val="007A6FDC"/>
    <w:rsid w:val="007B0BE4"/>
    <w:rsid w:val="007B1134"/>
    <w:rsid w:val="007B1A78"/>
    <w:rsid w:val="007B1C2A"/>
    <w:rsid w:val="007B3D1C"/>
    <w:rsid w:val="007B3DDA"/>
    <w:rsid w:val="007B3FA8"/>
    <w:rsid w:val="007B43A3"/>
    <w:rsid w:val="007B7A40"/>
    <w:rsid w:val="007C16C0"/>
    <w:rsid w:val="007C1B60"/>
    <w:rsid w:val="007C2484"/>
    <w:rsid w:val="007C320F"/>
    <w:rsid w:val="007D03D9"/>
    <w:rsid w:val="007D0987"/>
    <w:rsid w:val="007D0C2F"/>
    <w:rsid w:val="007D1FEF"/>
    <w:rsid w:val="007D2742"/>
    <w:rsid w:val="007D2821"/>
    <w:rsid w:val="007D575C"/>
    <w:rsid w:val="007D5CC3"/>
    <w:rsid w:val="007D5F50"/>
    <w:rsid w:val="007D626C"/>
    <w:rsid w:val="007D6F1B"/>
    <w:rsid w:val="007D74CA"/>
    <w:rsid w:val="007D7B10"/>
    <w:rsid w:val="007E01AE"/>
    <w:rsid w:val="007E0CC6"/>
    <w:rsid w:val="007E14CB"/>
    <w:rsid w:val="007E1E39"/>
    <w:rsid w:val="007E4427"/>
    <w:rsid w:val="007E52B5"/>
    <w:rsid w:val="007E6492"/>
    <w:rsid w:val="007E6543"/>
    <w:rsid w:val="007E6829"/>
    <w:rsid w:val="007F0369"/>
    <w:rsid w:val="007F12AA"/>
    <w:rsid w:val="007F1A70"/>
    <w:rsid w:val="007F1E64"/>
    <w:rsid w:val="007F2A42"/>
    <w:rsid w:val="007F2D5A"/>
    <w:rsid w:val="007F3475"/>
    <w:rsid w:val="007F353D"/>
    <w:rsid w:val="007F367E"/>
    <w:rsid w:val="007F3C10"/>
    <w:rsid w:val="007F4049"/>
    <w:rsid w:val="007F63D8"/>
    <w:rsid w:val="008006F5"/>
    <w:rsid w:val="0080184E"/>
    <w:rsid w:val="00802C26"/>
    <w:rsid w:val="00803A59"/>
    <w:rsid w:val="008044D2"/>
    <w:rsid w:val="008046B5"/>
    <w:rsid w:val="00804A06"/>
    <w:rsid w:val="0080675D"/>
    <w:rsid w:val="0080753C"/>
    <w:rsid w:val="008079A1"/>
    <w:rsid w:val="00810672"/>
    <w:rsid w:val="00810B5F"/>
    <w:rsid w:val="00810F94"/>
    <w:rsid w:val="00811176"/>
    <w:rsid w:val="008138A5"/>
    <w:rsid w:val="00813A55"/>
    <w:rsid w:val="00813F6E"/>
    <w:rsid w:val="0082051B"/>
    <w:rsid w:val="00821A9E"/>
    <w:rsid w:val="00821C0C"/>
    <w:rsid w:val="00822C5B"/>
    <w:rsid w:val="0082308B"/>
    <w:rsid w:val="008253B4"/>
    <w:rsid w:val="0082552C"/>
    <w:rsid w:val="0082598E"/>
    <w:rsid w:val="008264DA"/>
    <w:rsid w:val="0082667B"/>
    <w:rsid w:val="0082696D"/>
    <w:rsid w:val="008273FB"/>
    <w:rsid w:val="00830341"/>
    <w:rsid w:val="00832344"/>
    <w:rsid w:val="0083377E"/>
    <w:rsid w:val="00833D58"/>
    <w:rsid w:val="00835E26"/>
    <w:rsid w:val="008371BC"/>
    <w:rsid w:val="0084044A"/>
    <w:rsid w:val="0084094D"/>
    <w:rsid w:val="0084192C"/>
    <w:rsid w:val="00842628"/>
    <w:rsid w:val="00842A00"/>
    <w:rsid w:val="00842A37"/>
    <w:rsid w:val="00842E37"/>
    <w:rsid w:val="00843173"/>
    <w:rsid w:val="0084469E"/>
    <w:rsid w:val="00844E06"/>
    <w:rsid w:val="00846237"/>
    <w:rsid w:val="00847C23"/>
    <w:rsid w:val="00850C2C"/>
    <w:rsid w:val="00851604"/>
    <w:rsid w:val="0085162E"/>
    <w:rsid w:val="00852CF4"/>
    <w:rsid w:val="00853695"/>
    <w:rsid w:val="00853F04"/>
    <w:rsid w:val="008542F4"/>
    <w:rsid w:val="0085498E"/>
    <w:rsid w:val="008556E3"/>
    <w:rsid w:val="00855C09"/>
    <w:rsid w:val="00855E0C"/>
    <w:rsid w:val="00855ED5"/>
    <w:rsid w:val="00856F9A"/>
    <w:rsid w:val="00860D3A"/>
    <w:rsid w:val="00860E8F"/>
    <w:rsid w:val="00861522"/>
    <w:rsid w:val="008624F6"/>
    <w:rsid w:val="0086285F"/>
    <w:rsid w:val="008634B1"/>
    <w:rsid w:val="00863CA1"/>
    <w:rsid w:val="008649D7"/>
    <w:rsid w:val="008651B2"/>
    <w:rsid w:val="00867856"/>
    <w:rsid w:val="00867AFA"/>
    <w:rsid w:val="00867E72"/>
    <w:rsid w:val="00871490"/>
    <w:rsid w:val="00872625"/>
    <w:rsid w:val="00872685"/>
    <w:rsid w:val="00872E94"/>
    <w:rsid w:val="00873647"/>
    <w:rsid w:val="0087412B"/>
    <w:rsid w:val="00874CBC"/>
    <w:rsid w:val="00875609"/>
    <w:rsid w:val="00875FDE"/>
    <w:rsid w:val="00877200"/>
    <w:rsid w:val="008815A5"/>
    <w:rsid w:val="008843AF"/>
    <w:rsid w:val="0088532D"/>
    <w:rsid w:val="008857AE"/>
    <w:rsid w:val="0088582D"/>
    <w:rsid w:val="008860E7"/>
    <w:rsid w:val="00886666"/>
    <w:rsid w:val="0088719A"/>
    <w:rsid w:val="00887BCA"/>
    <w:rsid w:val="0089186D"/>
    <w:rsid w:val="008921B2"/>
    <w:rsid w:val="008927FD"/>
    <w:rsid w:val="008928BF"/>
    <w:rsid w:val="008957AF"/>
    <w:rsid w:val="00895F91"/>
    <w:rsid w:val="00897318"/>
    <w:rsid w:val="00897C42"/>
    <w:rsid w:val="008A15C2"/>
    <w:rsid w:val="008A1D10"/>
    <w:rsid w:val="008A3585"/>
    <w:rsid w:val="008A4326"/>
    <w:rsid w:val="008A6056"/>
    <w:rsid w:val="008A6A88"/>
    <w:rsid w:val="008B0C18"/>
    <w:rsid w:val="008B0C1E"/>
    <w:rsid w:val="008B183F"/>
    <w:rsid w:val="008B1D05"/>
    <w:rsid w:val="008B20A1"/>
    <w:rsid w:val="008B34CD"/>
    <w:rsid w:val="008B38E9"/>
    <w:rsid w:val="008B47CC"/>
    <w:rsid w:val="008B6976"/>
    <w:rsid w:val="008B6E4E"/>
    <w:rsid w:val="008B7035"/>
    <w:rsid w:val="008C01E1"/>
    <w:rsid w:val="008C0395"/>
    <w:rsid w:val="008C0C5A"/>
    <w:rsid w:val="008C3522"/>
    <w:rsid w:val="008D123D"/>
    <w:rsid w:val="008D2214"/>
    <w:rsid w:val="008D2D1E"/>
    <w:rsid w:val="008D327B"/>
    <w:rsid w:val="008D35FB"/>
    <w:rsid w:val="008D403C"/>
    <w:rsid w:val="008D5EB9"/>
    <w:rsid w:val="008E1816"/>
    <w:rsid w:val="008E3875"/>
    <w:rsid w:val="008E397D"/>
    <w:rsid w:val="008E53C5"/>
    <w:rsid w:val="008E5955"/>
    <w:rsid w:val="008E5C11"/>
    <w:rsid w:val="008E657B"/>
    <w:rsid w:val="008E787E"/>
    <w:rsid w:val="008E7ECA"/>
    <w:rsid w:val="008F07D1"/>
    <w:rsid w:val="008F0C84"/>
    <w:rsid w:val="008F15D0"/>
    <w:rsid w:val="008F16C2"/>
    <w:rsid w:val="008F2A83"/>
    <w:rsid w:val="008F3657"/>
    <w:rsid w:val="008F4D11"/>
    <w:rsid w:val="008F5F51"/>
    <w:rsid w:val="008F7D39"/>
    <w:rsid w:val="009001A0"/>
    <w:rsid w:val="00900666"/>
    <w:rsid w:val="00901166"/>
    <w:rsid w:val="0090358F"/>
    <w:rsid w:val="009048B4"/>
    <w:rsid w:val="00904C2E"/>
    <w:rsid w:val="00904DED"/>
    <w:rsid w:val="009061A1"/>
    <w:rsid w:val="0091124A"/>
    <w:rsid w:val="009115E4"/>
    <w:rsid w:val="009138C9"/>
    <w:rsid w:val="00914821"/>
    <w:rsid w:val="009157CB"/>
    <w:rsid w:val="009171E1"/>
    <w:rsid w:val="00917638"/>
    <w:rsid w:val="00917763"/>
    <w:rsid w:val="00917A85"/>
    <w:rsid w:val="00920A16"/>
    <w:rsid w:val="00921F24"/>
    <w:rsid w:val="00923503"/>
    <w:rsid w:val="009249DD"/>
    <w:rsid w:val="00924D9D"/>
    <w:rsid w:val="00925159"/>
    <w:rsid w:val="00926847"/>
    <w:rsid w:val="00926F36"/>
    <w:rsid w:val="00927932"/>
    <w:rsid w:val="00932E94"/>
    <w:rsid w:val="00933B5D"/>
    <w:rsid w:val="009343AE"/>
    <w:rsid w:val="009348A9"/>
    <w:rsid w:val="0093494E"/>
    <w:rsid w:val="00936965"/>
    <w:rsid w:val="009379CD"/>
    <w:rsid w:val="009404BE"/>
    <w:rsid w:val="00940A49"/>
    <w:rsid w:val="0094183E"/>
    <w:rsid w:val="00941BA4"/>
    <w:rsid w:val="00941CA2"/>
    <w:rsid w:val="00943112"/>
    <w:rsid w:val="009432D0"/>
    <w:rsid w:val="00944022"/>
    <w:rsid w:val="00947231"/>
    <w:rsid w:val="00947B56"/>
    <w:rsid w:val="00950485"/>
    <w:rsid w:val="00950649"/>
    <w:rsid w:val="00950F6E"/>
    <w:rsid w:val="00951E83"/>
    <w:rsid w:val="00955F22"/>
    <w:rsid w:val="00960C5E"/>
    <w:rsid w:val="009623C9"/>
    <w:rsid w:val="0096278A"/>
    <w:rsid w:val="00965043"/>
    <w:rsid w:val="009650A1"/>
    <w:rsid w:val="009654F4"/>
    <w:rsid w:val="0096679D"/>
    <w:rsid w:val="00966B8D"/>
    <w:rsid w:val="0096760B"/>
    <w:rsid w:val="00970595"/>
    <w:rsid w:val="00971A0E"/>
    <w:rsid w:val="00971F89"/>
    <w:rsid w:val="00972A68"/>
    <w:rsid w:val="00972B33"/>
    <w:rsid w:val="00973153"/>
    <w:rsid w:val="00973BA9"/>
    <w:rsid w:val="00973E1A"/>
    <w:rsid w:val="00974A47"/>
    <w:rsid w:val="00974D21"/>
    <w:rsid w:val="009763FC"/>
    <w:rsid w:val="00976C6E"/>
    <w:rsid w:val="00980E42"/>
    <w:rsid w:val="00982405"/>
    <w:rsid w:val="00982B7A"/>
    <w:rsid w:val="00982CBC"/>
    <w:rsid w:val="00984198"/>
    <w:rsid w:val="00984A51"/>
    <w:rsid w:val="00984C78"/>
    <w:rsid w:val="00985B6B"/>
    <w:rsid w:val="00986938"/>
    <w:rsid w:val="00986FC6"/>
    <w:rsid w:val="009879CE"/>
    <w:rsid w:val="0099067E"/>
    <w:rsid w:val="009925D2"/>
    <w:rsid w:val="0099269A"/>
    <w:rsid w:val="0099285F"/>
    <w:rsid w:val="009929E9"/>
    <w:rsid w:val="0099359C"/>
    <w:rsid w:val="00993AAF"/>
    <w:rsid w:val="009949C8"/>
    <w:rsid w:val="00994C86"/>
    <w:rsid w:val="0099654A"/>
    <w:rsid w:val="00997F54"/>
    <w:rsid w:val="009A0D57"/>
    <w:rsid w:val="009A25CB"/>
    <w:rsid w:val="009A365E"/>
    <w:rsid w:val="009A3B9B"/>
    <w:rsid w:val="009A3C18"/>
    <w:rsid w:val="009A6F96"/>
    <w:rsid w:val="009A7153"/>
    <w:rsid w:val="009A7D65"/>
    <w:rsid w:val="009B0A5E"/>
    <w:rsid w:val="009B1A13"/>
    <w:rsid w:val="009B2596"/>
    <w:rsid w:val="009B2BF1"/>
    <w:rsid w:val="009B5E1D"/>
    <w:rsid w:val="009B6558"/>
    <w:rsid w:val="009B746A"/>
    <w:rsid w:val="009C04C6"/>
    <w:rsid w:val="009C0BB1"/>
    <w:rsid w:val="009C0D4D"/>
    <w:rsid w:val="009C0EB6"/>
    <w:rsid w:val="009C1129"/>
    <w:rsid w:val="009C1FE5"/>
    <w:rsid w:val="009C3DA0"/>
    <w:rsid w:val="009C619C"/>
    <w:rsid w:val="009C72B4"/>
    <w:rsid w:val="009C7EF8"/>
    <w:rsid w:val="009D004C"/>
    <w:rsid w:val="009D02AA"/>
    <w:rsid w:val="009D02DC"/>
    <w:rsid w:val="009D031C"/>
    <w:rsid w:val="009D11DB"/>
    <w:rsid w:val="009D1501"/>
    <w:rsid w:val="009D1BCB"/>
    <w:rsid w:val="009D496D"/>
    <w:rsid w:val="009D51B9"/>
    <w:rsid w:val="009D53A3"/>
    <w:rsid w:val="009D547E"/>
    <w:rsid w:val="009D6343"/>
    <w:rsid w:val="009E0B85"/>
    <w:rsid w:val="009E0D8A"/>
    <w:rsid w:val="009E0DC5"/>
    <w:rsid w:val="009E239A"/>
    <w:rsid w:val="009E30FC"/>
    <w:rsid w:val="009E4707"/>
    <w:rsid w:val="009E60BC"/>
    <w:rsid w:val="009E714A"/>
    <w:rsid w:val="009E73C4"/>
    <w:rsid w:val="009F1187"/>
    <w:rsid w:val="009F11D7"/>
    <w:rsid w:val="009F2F4B"/>
    <w:rsid w:val="009F352D"/>
    <w:rsid w:val="009F385B"/>
    <w:rsid w:val="009F393B"/>
    <w:rsid w:val="009F3966"/>
    <w:rsid w:val="009F4D48"/>
    <w:rsid w:val="009F70BC"/>
    <w:rsid w:val="009F7BB4"/>
    <w:rsid w:val="00A00A8F"/>
    <w:rsid w:val="00A01B12"/>
    <w:rsid w:val="00A05361"/>
    <w:rsid w:val="00A05FD4"/>
    <w:rsid w:val="00A066E4"/>
    <w:rsid w:val="00A06CA3"/>
    <w:rsid w:val="00A07653"/>
    <w:rsid w:val="00A107C4"/>
    <w:rsid w:val="00A111CA"/>
    <w:rsid w:val="00A11E89"/>
    <w:rsid w:val="00A140C1"/>
    <w:rsid w:val="00A15AAA"/>
    <w:rsid w:val="00A15ED7"/>
    <w:rsid w:val="00A1626E"/>
    <w:rsid w:val="00A17A8D"/>
    <w:rsid w:val="00A20BDB"/>
    <w:rsid w:val="00A2154F"/>
    <w:rsid w:val="00A215F7"/>
    <w:rsid w:val="00A2371A"/>
    <w:rsid w:val="00A23D56"/>
    <w:rsid w:val="00A23F9B"/>
    <w:rsid w:val="00A27392"/>
    <w:rsid w:val="00A30112"/>
    <w:rsid w:val="00A32DE4"/>
    <w:rsid w:val="00A33C42"/>
    <w:rsid w:val="00A3423B"/>
    <w:rsid w:val="00A34A2F"/>
    <w:rsid w:val="00A34E62"/>
    <w:rsid w:val="00A37B69"/>
    <w:rsid w:val="00A40268"/>
    <w:rsid w:val="00A407D3"/>
    <w:rsid w:val="00A41AB2"/>
    <w:rsid w:val="00A41D82"/>
    <w:rsid w:val="00A43582"/>
    <w:rsid w:val="00A43744"/>
    <w:rsid w:val="00A45E1A"/>
    <w:rsid w:val="00A46B07"/>
    <w:rsid w:val="00A502DF"/>
    <w:rsid w:val="00A50370"/>
    <w:rsid w:val="00A5223E"/>
    <w:rsid w:val="00A52E22"/>
    <w:rsid w:val="00A5560E"/>
    <w:rsid w:val="00A55FE7"/>
    <w:rsid w:val="00A56FE0"/>
    <w:rsid w:val="00A5787F"/>
    <w:rsid w:val="00A60E57"/>
    <w:rsid w:val="00A62738"/>
    <w:rsid w:val="00A629B2"/>
    <w:rsid w:val="00A6600F"/>
    <w:rsid w:val="00A6611C"/>
    <w:rsid w:val="00A66322"/>
    <w:rsid w:val="00A673E7"/>
    <w:rsid w:val="00A6768D"/>
    <w:rsid w:val="00A67E80"/>
    <w:rsid w:val="00A710AF"/>
    <w:rsid w:val="00A7145B"/>
    <w:rsid w:val="00A73DA3"/>
    <w:rsid w:val="00A743A5"/>
    <w:rsid w:val="00A74AB3"/>
    <w:rsid w:val="00A76A2B"/>
    <w:rsid w:val="00A77384"/>
    <w:rsid w:val="00A829F9"/>
    <w:rsid w:val="00A85E7D"/>
    <w:rsid w:val="00A86946"/>
    <w:rsid w:val="00A86ED6"/>
    <w:rsid w:val="00A9051A"/>
    <w:rsid w:val="00A91105"/>
    <w:rsid w:val="00A91200"/>
    <w:rsid w:val="00A91437"/>
    <w:rsid w:val="00A93251"/>
    <w:rsid w:val="00A94418"/>
    <w:rsid w:val="00A9456C"/>
    <w:rsid w:val="00A95EB5"/>
    <w:rsid w:val="00A96839"/>
    <w:rsid w:val="00A97963"/>
    <w:rsid w:val="00A979C5"/>
    <w:rsid w:val="00AA099C"/>
    <w:rsid w:val="00AA12EE"/>
    <w:rsid w:val="00AA1BF5"/>
    <w:rsid w:val="00AA1D75"/>
    <w:rsid w:val="00AA1FEE"/>
    <w:rsid w:val="00AA205B"/>
    <w:rsid w:val="00AA23A4"/>
    <w:rsid w:val="00AA26B7"/>
    <w:rsid w:val="00AA2F14"/>
    <w:rsid w:val="00AA49CE"/>
    <w:rsid w:val="00AA4C65"/>
    <w:rsid w:val="00AA6052"/>
    <w:rsid w:val="00AA6965"/>
    <w:rsid w:val="00AA788D"/>
    <w:rsid w:val="00AB11A9"/>
    <w:rsid w:val="00AB13B4"/>
    <w:rsid w:val="00AB2173"/>
    <w:rsid w:val="00AB273F"/>
    <w:rsid w:val="00AB307F"/>
    <w:rsid w:val="00AB3233"/>
    <w:rsid w:val="00AB35B2"/>
    <w:rsid w:val="00AB3984"/>
    <w:rsid w:val="00AB3C40"/>
    <w:rsid w:val="00AB3FF8"/>
    <w:rsid w:val="00AB44E7"/>
    <w:rsid w:val="00AB4611"/>
    <w:rsid w:val="00AB5A02"/>
    <w:rsid w:val="00AB5E83"/>
    <w:rsid w:val="00AB6200"/>
    <w:rsid w:val="00AB79E6"/>
    <w:rsid w:val="00AB7F94"/>
    <w:rsid w:val="00AC0FFD"/>
    <w:rsid w:val="00AC13DD"/>
    <w:rsid w:val="00AC18A9"/>
    <w:rsid w:val="00AC3724"/>
    <w:rsid w:val="00AC396F"/>
    <w:rsid w:val="00AC577B"/>
    <w:rsid w:val="00AC5A9F"/>
    <w:rsid w:val="00AD0673"/>
    <w:rsid w:val="00AD2B39"/>
    <w:rsid w:val="00AD6FA5"/>
    <w:rsid w:val="00AD73AA"/>
    <w:rsid w:val="00AD75C9"/>
    <w:rsid w:val="00AE1584"/>
    <w:rsid w:val="00AE1F1F"/>
    <w:rsid w:val="00AE298B"/>
    <w:rsid w:val="00AE336A"/>
    <w:rsid w:val="00AE36E0"/>
    <w:rsid w:val="00AE415D"/>
    <w:rsid w:val="00AE4828"/>
    <w:rsid w:val="00AE63F8"/>
    <w:rsid w:val="00AE66BF"/>
    <w:rsid w:val="00AE6B20"/>
    <w:rsid w:val="00AE76EB"/>
    <w:rsid w:val="00AF0952"/>
    <w:rsid w:val="00AF1EA6"/>
    <w:rsid w:val="00AF4331"/>
    <w:rsid w:val="00AF4868"/>
    <w:rsid w:val="00AF5642"/>
    <w:rsid w:val="00AF5E59"/>
    <w:rsid w:val="00AF7372"/>
    <w:rsid w:val="00AF7DE8"/>
    <w:rsid w:val="00B00184"/>
    <w:rsid w:val="00B01418"/>
    <w:rsid w:val="00B02067"/>
    <w:rsid w:val="00B02E4E"/>
    <w:rsid w:val="00B03E9D"/>
    <w:rsid w:val="00B042AD"/>
    <w:rsid w:val="00B05126"/>
    <w:rsid w:val="00B0783D"/>
    <w:rsid w:val="00B13FE8"/>
    <w:rsid w:val="00B14726"/>
    <w:rsid w:val="00B14E38"/>
    <w:rsid w:val="00B15C64"/>
    <w:rsid w:val="00B15D53"/>
    <w:rsid w:val="00B16033"/>
    <w:rsid w:val="00B172E8"/>
    <w:rsid w:val="00B17726"/>
    <w:rsid w:val="00B17746"/>
    <w:rsid w:val="00B2020C"/>
    <w:rsid w:val="00B20646"/>
    <w:rsid w:val="00B207BE"/>
    <w:rsid w:val="00B217BE"/>
    <w:rsid w:val="00B219D3"/>
    <w:rsid w:val="00B2311D"/>
    <w:rsid w:val="00B23A2B"/>
    <w:rsid w:val="00B25434"/>
    <w:rsid w:val="00B2577B"/>
    <w:rsid w:val="00B26BAF"/>
    <w:rsid w:val="00B303FA"/>
    <w:rsid w:val="00B305C5"/>
    <w:rsid w:val="00B30CED"/>
    <w:rsid w:val="00B30D3A"/>
    <w:rsid w:val="00B3123B"/>
    <w:rsid w:val="00B31508"/>
    <w:rsid w:val="00B32EC1"/>
    <w:rsid w:val="00B346E6"/>
    <w:rsid w:val="00B34A78"/>
    <w:rsid w:val="00B34C47"/>
    <w:rsid w:val="00B3528A"/>
    <w:rsid w:val="00B35C75"/>
    <w:rsid w:val="00B35FE9"/>
    <w:rsid w:val="00B36593"/>
    <w:rsid w:val="00B377CE"/>
    <w:rsid w:val="00B37A34"/>
    <w:rsid w:val="00B41063"/>
    <w:rsid w:val="00B4131A"/>
    <w:rsid w:val="00B42104"/>
    <w:rsid w:val="00B42BD1"/>
    <w:rsid w:val="00B430C8"/>
    <w:rsid w:val="00B44B1C"/>
    <w:rsid w:val="00B44D4C"/>
    <w:rsid w:val="00B502BA"/>
    <w:rsid w:val="00B50AE7"/>
    <w:rsid w:val="00B513B9"/>
    <w:rsid w:val="00B52ABF"/>
    <w:rsid w:val="00B52D05"/>
    <w:rsid w:val="00B56C4F"/>
    <w:rsid w:val="00B57294"/>
    <w:rsid w:val="00B57664"/>
    <w:rsid w:val="00B57754"/>
    <w:rsid w:val="00B60DE2"/>
    <w:rsid w:val="00B615B7"/>
    <w:rsid w:val="00B6212C"/>
    <w:rsid w:val="00B6307D"/>
    <w:rsid w:val="00B63260"/>
    <w:rsid w:val="00B64662"/>
    <w:rsid w:val="00B67EA3"/>
    <w:rsid w:val="00B701A3"/>
    <w:rsid w:val="00B7136C"/>
    <w:rsid w:val="00B73057"/>
    <w:rsid w:val="00B7348A"/>
    <w:rsid w:val="00B741E6"/>
    <w:rsid w:val="00B75222"/>
    <w:rsid w:val="00B753C5"/>
    <w:rsid w:val="00B76190"/>
    <w:rsid w:val="00B76B00"/>
    <w:rsid w:val="00B772FE"/>
    <w:rsid w:val="00B80962"/>
    <w:rsid w:val="00B81E97"/>
    <w:rsid w:val="00B82098"/>
    <w:rsid w:val="00B828DF"/>
    <w:rsid w:val="00B8377E"/>
    <w:rsid w:val="00B837CD"/>
    <w:rsid w:val="00B83A96"/>
    <w:rsid w:val="00B877FD"/>
    <w:rsid w:val="00B87840"/>
    <w:rsid w:val="00B90689"/>
    <w:rsid w:val="00B90A0A"/>
    <w:rsid w:val="00B90C0E"/>
    <w:rsid w:val="00B91A76"/>
    <w:rsid w:val="00B91F04"/>
    <w:rsid w:val="00B93858"/>
    <w:rsid w:val="00B943DE"/>
    <w:rsid w:val="00B94560"/>
    <w:rsid w:val="00B951D3"/>
    <w:rsid w:val="00B95FB0"/>
    <w:rsid w:val="00B963DE"/>
    <w:rsid w:val="00B97ED7"/>
    <w:rsid w:val="00BA077F"/>
    <w:rsid w:val="00BA12C3"/>
    <w:rsid w:val="00BA1341"/>
    <w:rsid w:val="00BA20F5"/>
    <w:rsid w:val="00BA22F0"/>
    <w:rsid w:val="00BA503D"/>
    <w:rsid w:val="00BA589E"/>
    <w:rsid w:val="00BA5CAF"/>
    <w:rsid w:val="00BA66D5"/>
    <w:rsid w:val="00BA720C"/>
    <w:rsid w:val="00BA786A"/>
    <w:rsid w:val="00BA79C6"/>
    <w:rsid w:val="00BA7D35"/>
    <w:rsid w:val="00BB08B0"/>
    <w:rsid w:val="00BB0B37"/>
    <w:rsid w:val="00BB1AC8"/>
    <w:rsid w:val="00BB29F4"/>
    <w:rsid w:val="00BB3C1D"/>
    <w:rsid w:val="00BB4B06"/>
    <w:rsid w:val="00BB4E72"/>
    <w:rsid w:val="00BB5784"/>
    <w:rsid w:val="00BB5C82"/>
    <w:rsid w:val="00BB6892"/>
    <w:rsid w:val="00BB7869"/>
    <w:rsid w:val="00BC0917"/>
    <w:rsid w:val="00BC0D32"/>
    <w:rsid w:val="00BC2D3A"/>
    <w:rsid w:val="00BD00E8"/>
    <w:rsid w:val="00BD4FB7"/>
    <w:rsid w:val="00BD646A"/>
    <w:rsid w:val="00BD72AD"/>
    <w:rsid w:val="00BE061E"/>
    <w:rsid w:val="00BE1171"/>
    <w:rsid w:val="00BE1D94"/>
    <w:rsid w:val="00BE21E3"/>
    <w:rsid w:val="00BE4FBA"/>
    <w:rsid w:val="00BE51C2"/>
    <w:rsid w:val="00BE64DD"/>
    <w:rsid w:val="00BE691F"/>
    <w:rsid w:val="00BF13C9"/>
    <w:rsid w:val="00BF212C"/>
    <w:rsid w:val="00BF21C6"/>
    <w:rsid w:val="00BF2237"/>
    <w:rsid w:val="00BF3EDF"/>
    <w:rsid w:val="00BF3F9E"/>
    <w:rsid w:val="00BF4062"/>
    <w:rsid w:val="00BF42A5"/>
    <w:rsid w:val="00BF4613"/>
    <w:rsid w:val="00BF6147"/>
    <w:rsid w:val="00BF61E7"/>
    <w:rsid w:val="00BF6641"/>
    <w:rsid w:val="00BF6FEA"/>
    <w:rsid w:val="00BF79F2"/>
    <w:rsid w:val="00C001DA"/>
    <w:rsid w:val="00C00B9A"/>
    <w:rsid w:val="00C00D7C"/>
    <w:rsid w:val="00C00F94"/>
    <w:rsid w:val="00C01D3C"/>
    <w:rsid w:val="00C02559"/>
    <w:rsid w:val="00C02863"/>
    <w:rsid w:val="00C03D27"/>
    <w:rsid w:val="00C03D6D"/>
    <w:rsid w:val="00C03F75"/>
    <w:rsid w:val="00C042BB"/>
    <w:rsid w:val="00C045EE"/>
    <w:rsid w:val="00C0519F"/>
    <w:rsid w:val="00C05DBD"/>
    <w:rsid w:val="00C05E5C"/>
    <w:rsid w:val="00C06873"/>
    <w:rsid w:val="00C10727"/>
    <w:rsid w:val="00C11264"/>
    <w:rsid w:val="00C1428D"/>
    <w:rsid w:val="00C14437"/>
    <w:rsid w:val="00C14941"/>
    <w:rsid w:val="00C1603E"/>
    <w:rsid w:val="00C20539"/>
    <w:rsid w:val="00C20B17"/>
    <w:rsid w:val="00C223AD"/>
    <w:rsid w:val="00C23C08"/>
    <w:rsid w:val="00C24D5C"/>
    <w:rsid w:val="00C2517A"/>
    <w:rsid w:val="00C25805"/>
    <w:rsid w:val="00C260E9"/>
    <w:rsid w:val="00C2615B"/>
    <w:rsid w:val="00C275D6"/>
    <w:rsid w:val="00C2797A"/>
    <w:rsid w:val="00C30A9D"/>
    <w:rsid w:val="00C3572B"/>
    <w:rsid w:val="00C3710B"/>
    <w:rsid w:val="00C407D4"/>
    <w:rsid w:val="00C43283"/>
    <w:rsid w:val="00C43D7A"/>
    <w:rsid w:val="00C444ED"/>
    <w:rsid w:val="00C44E1C"/>
    <w:rsid w:val="00C468F1"/>
    <w:rsid w:val="00C47220"/>
    <w:rsid w:val="00C504A8"/>
    <w:rsid w:val="00C51067"/>
    <w:rsid w:val="00C514C5"/>
    <w:rsid w:val="00C545B5"/>
    <w:rsid w:val="00C552FE"/>
    <w:rsid w:val="00C55318"/>
    <w:rsid w:val="00C5586F"/>
    <w:rsid w:val="00C56160"/>
    <w:rsid w:val="00C56E55"/>
    <w:rsid w:val="00C604D5"/>
    <w:rsid w:val="00C6081D"/>
    <w:rsid w:val="00C60876"/>
    <w:rsid w:val="00C60C9F"/>
    <w:rsid w:val="00C6103C"/>
    <w:rsid w:val="00C61CCE"/>
    <w:rsid w:val="00C62A6B"/>
    <w:rsid w:val="00C62CC3"/>
    <w:rsid w:val="00C632A8"/>
    <w:rsid w:val="00C65FAF"/>
    <w:rsid w:val="00C6628C"/>
    <w:rsid w:val="00C669D0"/>
    <w:rsid w:val="00C67743"/>
    <w:rsid w:val="00C67EB2"/>
    <w:rsid w:val="00C70066"/>
    <w:rsid w:val="00C724DF"/>
    <w:rsid w:val="00C726CA"/>
    <w:rsid w:val="00C7289E"/>
    <w:rsid w:val="00C73524"/>
    <w:rsid w:val="00C747D2"/>
    <w:rsid w:val="00C76F31"/>
    <w:rsid w:val="00C77518"/>
    <w:rsid w:val="00C84348"/>
    <w:rsid w:val="00C85472"/>
    <w:rsid w:val="00C86591"/>
    <w:rsid w:val="00C86718"/>
    <w:rsid w:val="00C86845"/>
    <w:rsid w:val="00C87C0F"/>
    <w:rsid w:val="00C90CD5"/>
    <w:rsid w:val="00C91F81"/>
    <w:rsid w:val="00C92404"/>
    <w:rsid w:val="00C928FA"/>
    <w:rsid w:val="00C92F2B"/>
    <w:rsid w:val="00C93503"/>
    <w:rsid w:val="00C9388D"/>
    <w:rsid w:val="00C9434A"/>
    <w:rsid w:val="00C94CE2"/>
    <w:rsid w:val="00C958CA"/>
    <w:rsid w:val="00C976E6"/>
    <w:rsid w:val="00C979F4"/>
    <w:rsid w:val="00C97E18"/>
    <w:rsid w:val="00CA038D"/>
    <w:rsid w:val="00CA32C2"/>
    <w:rsid w:val="00CA3A7A"/>
    <w:rsid w:val="00CA3CAE"/>
    <w:rsid w:val="00CA43A5"/>
    <w:rsid w:val="00CA5335"/>
    <w:rsid w:val="00CA714D"/>
    <w:rsid w:val="00CA78DF"/>
    <w:rsid w:val="00CA7B7F"/>
    <w:rsid w:val="00CB007C"/>
    <w:rsid w:val="00CB0469"/>
    <w:rsid w:val="00CB1F2B"/>
    <w:rsid w:val="00CB4639"/>
    <w:rsid w:val="00CB47CC"/>
    <w:rsid w:val="00CB48B1"/>
    <w:rsid w:val="00CB4B21"/>
    <w:rsid w:val="00CB4C01"/>
    <w:rsid w:val="00CB5B2C"/>
    <w:rsid w:val="00CB5CA9"/>
    <w:rsid w:val="00CB6142"/>
    <w:rsid w:val="00CC07E9"/>
    <w:rsid w:val="00CC1F8F"/>
    <w:rsid w:val="00CC21A9"/>
    <w:rsid w:val="00CC2569"/>
    <w:rsid w:val="00CC25EE"/>
    <w:rsid w:val="00CC2976"/>
    <w:rsid w:val="00CC3863"/>
    <w:rsid w:val="00CC392E"/>
    <w:rsid w:val="00CC47E5"/>
    <w:rsid w:val="00CC4BEF"/>
    <w:rsid w:val="00CC5706"/>
    <w:rsid w:val="00CD0556"/>
    <w:rsid w:val="00CD16DB"/>
    <w:rsid w:val="00CD30B2"/>
    <w:rsid w:val="00CD3EA5"/>
    <w:rsid w:val="00CD41C5"/>
    <w:rsid w:val="00CD5997"/>
    <w:rsid w:val="00CD7414"/>
    <w:rsid w:val="00CE45D7"/>
    <w:rsid w:val="00CE6917"/>
    <w:rsid w:val="00CE700B"/>
    <w:rsid w:val="00CE738B"/>
    <w:rsid w:val="00CE7790"/>
    <w:rsid w:val="00CF03F4"/>
    <w:rsid w:val="00CF04BB"/>
    <w:rsid w:val="00CF078A"/>
    <w:rsid w:val="00CF0A1F"/>
    <w:rsid w:val="00CF0C22"/>
    <w:rsid w:val="00CF2F8F"/>
    <w:rsid w:val="00CF35F6"/>
    <w:rsid w:val="00CF46D1"/>
    <w:rsid w:val="00CF4889"/>
    <w:rsid w:val="00CF6480"/>
    <w:rsid w:val="00D0143F"/>
    <w:rsid w:val="00D015A4"/>
    <w:rsid w:val="00D02068"/>
    <w:rsid w:val="00D036ED"/>
    <w:rsid w:val="00D03E1F"/>
    <w:rsid w:val="00D03EE4"/>
    <w:rsid w:val="00D04DCA"/>
    <w:rsid w:val="00D05691"/>
    <w:rsid w:val="00D056B5"/>
    <w:rsid w:val="00D05E1C"/>
    <w:rsid w:val="00D05E64"/>
    <w:rsid w:val="00D061E6"/>
    <w:rsid w:val="00D061EA"/>
    <w:rsid w:val="00D0679B"/>
    <w:rsid w:val="00D10734"/>
    <w:rsid w:val="00D11195"/>
    <w:rsid w:val="00D116C8"/>
    <w:rsid w:val="00D11B8D"/>
    <w:rsid w:val="00D15B6A"/>
    <w:rsid w:val="00D15EFC"/>
    <w:rsid w:val="00D16312"/>
    <w:rsid w:val="00D16F69"/>
    <w:rsid w:val="00D1708E"/>
    <w:rsid w:val="00D20F3C"/>
    <w:rsid w:val="00D20F74"/>
    <w:rsid w:val="00D211C4"/>
    <w:rsid w:val="00D21FF3"/>
    <w:rsid w:val="00D2207E"/>
    <w:rsid w:val="00D225B9"/>
    <w:rsid w:val="00D265B2"/>
    <w:rsid w:val="00D2660F"/>
    <w:rsid w:val="00D30427"/>
    <w:rsid w:val="00D3057C"/>
    <w:rsid w:val="00D3186D"/>
    <w:rsid w:val="00D31980"/>
    <w:rsid w:val="00D321C6"/>
    <w:rsid w:val="00D32C96"/>
    <w:rsid w:val="00D334DB"/>
    <w:rsid w:val="00D33C50"/>
    <w:rsid w:val="00D34797"/>
    <w:rsid w:val="00D36613"/>
    <w:rsid w:val="00D3753D"/>
    <w:rsid w:val="00D37AFB"/>
    <w:rsid w:val="00D44544"/>
    <w:rsid w:val="00D44EB6"/>
    <w:rsid w:val="00D46E56"/>
    <w:rsid w:val="00D46F5F"/>
    <w:rsid w:val="00D46F6F"/>
    <w:rsid w:val="00D473C2"/>
    <w:rsid w:val="00D52168"/>
    <w:rsid w:val="00D52420"/>
    <w:rsid w:val="00D53023"/>
    <w:rsid w:val="00D55968"/>
    <w:rsid w:val="00D61326"/>
    <w:rsid w:val="00D613BA"/>
    <w:rsid w:val="00D63392"/>
    <w:rsid w:val="00D6401C"/>
    <w:rsid w:val="00D65CBB"/>
    <w:rsid w:val="00D65E14"/>
    <w:rsid w:val="00D671CC"/>
    <w:rsid w:val="00D71B3C"/>
    <w:rsid w:val="00D739A1"/>
    <w:rsid w:val="00D73B30"/>
    <w:rsid w:val="00D73D3C"/>
    <w:rsid w:val="00D73E75"/>
    <w:rsid w:val="00D74838"/>
    <w:rsid w:val="00D756D6"/>
    <w:rsid w:val="00D75CDC"/>
    <w:rsid w:val="00D75F2E"/>
    <w:rsid w:val="00D75F67"/>
    <w:rsid w:val="00D75FD7"/>
    <w:rsid w:val="00D77116"/>
    <w:rsid w:val="00D77D4F"/>
    <w:rsid w:val="00D81F0E"/>
    <w:rsid w:val="00D82588"/>
    <w:rsid w:val="00D83F6E"/>
    <w:rsid w:val="00D84761"/>
    <w:rsid w:val="00D8507F"/>
    <w:rsid w:val="00D85589"/>
    <w:rsid w:val="00D86CAF"/>
    <w:rsid w:val="00D901E9"/>
    <w:rsid w:val="00D909F0"/>
    <w:rsid w:val="00D9145D"/>
    <w:rsid w:val="00D915A9"/>
    <w:rsid w:val="00D91F46"/>
    <w:rsid w:val="00D92C62"/>
    <w:rsid w:val="00D933ED"/>
    <w:rsid w:val="00D93400"/>
    <w:rsid w:val="00D94B70"/>
    <w:rsid w:val="00D94F7F"/>
    <w:rsid w:val="00D9543E"/>
    <w:rsid w:val="00D95DEE"/>
    <w:rsid w:val="00D95EF0"/>
    <w:rsid w:val="00D97631"/>
    <w:rsid w:val="00DA01F1"/>
    <w:rsid w:val="00DA0CBF"/>
    <w:rsid w:val="00DA1D77"/>
    <w:rsid w:val="00DA69C8"/>
    <w:rsid w:val="00DA7871"/>
    <w:rsid w:val="00DB07D4"/>
    <w:rsid w:val="00DB1923"/>
    <w:rsid w:val="00DB300A"/>
    <w:rsid w:val="00DB63EA"/>
    <w:rsid w:val="00DB6BF0"/>
    <w:rsid w:val="00DB7439"/>
    <w:rsid w:val="00DC09C0"/>
    <w:rsid w:val="00DC0A6A"/>
    <w:rsid w:val="00DC0F06"/>
    <w:rsid w:val="00DC1350"/>
    <w:rsid w:val="00DC15DB"/>
    <w:rsid w:val="00DC43F2"/>
    <w:rsid w:val="00DC755D"/>
    <w:rsid w:val="00DD077B"/>
    <w:rsid w:val="00DD0BF6"/>
    <w:rsid w:val="00DD13FC"/>
    <w:rsid w:val="00DD19E5"/>
    <w:rsid w:val="00DD2180"/>
    <w:rsid w:val="00DD2796"/>
    <w:rsid w:val="00DD2EB5"/>
    <w:rsid w:val="00DD31EA"/>
    <w:rsid w:val="00DD4D5B"/>
    <w:rsid w:val="00DD4D73"/>
    <w:rsid w:val="00DD4D74"/>
    <w:rsid w:val="00DD631F"/>
    <w:rsid w:val="00DD677A"/>
    <w:rsid w:val="00DD6EF5"/>
    <w:rsid w:val="00DD79BA"/>
    <w:rsid w:val="00DE01C2"/>
    <w:rsid w:val="00DE20D1"/>
    <w:rsid w:val="00DE21DE"/>
    <w:rsid w:val="00DE2640"/>
    <w:rsid w:val="00DE297C"/>
    <w:rsid w:val="00DE2FFE"/>
    <w:rsid w:val="00DE5E10"/>
    <w:rsid w:val="00DE5FF0"/>
    <w:rsid w:val="00DE6D30"/>
    <w:rsid w:val="00DE7D87"/>
    <w:rsid w:val="00DF1037"/>
    <w:rsid w:val="00DF12FC"/>
    <w:rsid w:val="00DF1935"/>
    <w:rsid w:val="00DF255C"/>
    <w:rsid w:val="00DF45C1"/>
    <w:rsid w:val="00DF5098"/>
    <w:rsid w:val="00E0014A"/>
    <w:rsid w:val="00E0041C"/>
    <w:rsid w:val="00E00633"/>
    <w:rsid w:val="00E006BA"/>
    <w:rsid w:val="00E00E02"/>
    <w:rsid w:val="00E01282"/>
    <w:rsid w:val="00E01F4E"/>
    <w:rsid w:val="00E03864"/>
    <w:rsid w:val="00E04CEC"/>
    <w:rsid w:val="00E06325"/>
    <w:rsid w:val="00E0635D"/>
    <w:rsid w:val="00E06C15"/>
    <w:rsid w:val="00E0755C"/>
    <w:rsid w:val="00E10361"/>
    <w:rsid w:val="00E11603"/>
    <w:rsid w:val="00E1374E"/>
    <w:rsid w:val="00E14282"/>
    <w:rsid w:val="00E14E12"/>
    <w:rsid w:val="00E16064"/>
    <w:rsid w:val="00E16CC9"/>
    <w:rsid w:val="00E16F57"/>
    <w:rsid w:val="00E21B6A"/>
    <w:rsid w:val="00E22DD5"/>
    <w:rsid w:val="00E2344F"/>
    <w:rsid w:val="00E236EA"/>
    <w:rsid w:val="00E237A0"/>
    <w:rsid w:val="00E23C67"/>
    <w:rsid w:val="00E2413C"/>
    <w:rsid w:val="00E26D44"/>
    <w:rsid w:val="00E27505"/>
    <w:rsid w:val="00E2762C"/>
    <w:rsid w:val="00E31CF7"/>
    <w:rsid w:val="00E32225"/>
    <w:rsid w:val="00E33940"/>
    <w:rsid w:val="00E34968"/>
    <w:rsid w:val="00E34F09"/>
    <w:rsid w:val="00E3517F"/>
    <w:rsid w:val="00E3708F"/>
    <w:rsid w:val="00E37CA8"/>
    <w:rsid w:val="00E40ACF"/>
    <w:rsid w:val="00E40B5C"/>
    <w:rsid w:val="00E412EF"/>
    <w:rsid w:val="00E4343F"/>
    <w:rsid w:val="00E43FF4"/>
    <w:rsid w:val="00E44351"/>
    <w:rsid w:val="00E4545D"/>
    <w:rsid w:val="00E45652"/>
    <w:rsid w:val="00E46848"/>
    <w:rsid w:val="00E472CE"/>
    <w:rsid w:val="00E47AAC"/>
    <w:rsid w:val="00E519E4"/>
    <w:rsid w:val="00E5300C"/>
    <w:rsid w:val="00E548FE"/>
    <w:rsid w:val="00E555F3"/>
    <w:rsid w:val="00E57F3D"/>
    <w:rsid w:val="00E6034B"/>
    <w:rsid w:val="00E61C12"/>
    <w:rsid w:val="00E61CB2"/>
    <w:rsid w:val="00E6279B"/>
    <w:rsid w:val="00E62C5D"/>
    <w:rsid w:val="00E67842"/>
    <w:rsid w:val="00E67F15"/>
    <w:rsid w:val="00E7038F"/>
    <w:rsid w:val="00E7357D"/>
    <w:rsid w:val="00E7380D"/>
    <w:rsid w:val="00E73B22"/>
    <w:rsid w:val="00E73E41"/>
    <w:rsid w:val="00E73E65"/>
    <w:rsid w:val="00E7406E"/>
    <w:rsid w:val="00E74B3C"/>
    <w:rsid w:val="00E75736"/>
    <w:rsid w:val="00E7665F"/>
    <w:rsid w:val="00E76A3F"/>
    <w:rsid w:val="00E76BF5"/>
    <w:rsid w:val="00E76D0A"/>
    <w:rsid w:val="00E770EC"/>
    <w:rsid w:val="00E77CB2"/>
    <w:rsid w:val="00E77D1F"/>
    <w:rsid w:val="00E8168B"/>
    <w:rsid w:val="00E823E0"/>
    <w:rsid w:val="00E82A38"/>
    <w:rsid w:val="00E82C9B"/>
    <w:rsid w:val="00E8301C"/>
    <w:rsid w:val="00E83A89"/>
    <w:rsid w:val="00E84007"/>
    <w:rsid w:val="00E8701E"/>
    <w:rsid w:val="00E87E21"/>
    <w:rsid w:val="00E91A2D"/>
    <w:rsid w:val="00E93682"/>
    <w:rsid w:val="00E9451A"/>
    <w:rsid w:val="00E95AB9"/>
    <w:rsid w:val="00E95C9C"/>
    <w:rsid w:val="00EA0A13"/>
    <w:rsid w:val="00EA0C04"/>
    <w:rsid w:val="00EA28D1"/>
    <w:rsid w:val="00EA358D"/>
    <w:rsid w:val="00EA382C"/>
    <w:rsid w:val="00EA3B3A"/>
    <w:rsid w:val="00EA4676"/>
    <w:rsid w:val="00EA6D52"/>
    <w:rsid w:val="00EA7C4C"/>
    <w:rsid w:val="00EB0559"/>
    <w:rsid w:val="00EB1A4E"/>
    <w:rsid w:val="00EB533E"/>
    <w:rsid w:val="00EB5BEE"/>
    <w:rsid w:val="00EB62A5"/>
    <w:rsid w:val="00EC0C87"/>
    <w:rsid w:val="00EC18FB"/>
    <w:rsid w:val="00EC3EF1"/>
    <w:rsid w:val="00EC6D6F"/>
    <w:rsid w:val="00EC71A9"/>
    <w:rsid w:val="00EC7457"/>
    <w:rsid w:val="00EC7B40"/>
    <w:rsid w:val="00EC7E9E"/>
    <w:rsid w:val="00ED0599"/>
    <w:rsid w:val="00ED3470"/>
    <w:rsid w:val="00ED38ED"/>
    <w:rsid w:val="00ED453E"/>
    <w:rsid w:val="00EE14F7"/>
    <w:rsid w:val="00EE3ADE"/>
    <w:rsid w:val="00EE3B1F"/>
    <w:rsid w:val="00EE3CCE"/>
    <w:rsid w:val="00EE3E24"/>
    <w:rsid w:val="00EE459F"/>
    <w:rsid w:val="00EE53CB"/>
    <w:rsid w:val="00EE61A0"/>
    <w:rsid w:val="00EE6A01"/>
    <w:rsid w:val="00EE7164"/>
    <w:rsid w:val="00EF0FC1"/>
    <w:rsid w:val="00EF1179"/>
    <w:rsid w:val="00EF413E"/>
    <w:rsid w:val="00EF4363"/>
    <w:rsid w:val="00EF473D"/>
    <w:rsid w:val="00EF4A1F"/>
    <w:rsid w:val="00EF6D8B"/>
    <w:rsid w:val="00F020BE"/>
    <w:rsid w:val="00F026E8"/>
    <w:rsid w:val="00F02729"/>
    <w:rsid w:val="00F02B53"/>
    <w:rsid w:val="00F046A6"/>
    <w:rsid w:val="00F06D7B"/>
    <w:rsid w:val="00F06E70"/>
    <w:rsid w:val="00F10D5B"/>
    <w:rsid w:val="00F10D7F"/>
    <w:rsid w:val="00F11144"/>
    <w:rsid w:val="00F11C3A"/>
    <w:rsid w:val="00F132D4"/>
    <w:rsid w:val="00F13EA8"/>
    <w:rsid w:val="00F1482A"/>
    <w:rsid w:val="00F14D5A"/>
    <w:rsid w:val="00F15A2C"/>
    <w:rsid w:val="00F16BBE"/>
    <w:rsid w:val="00F17B12"/>
    <w:rsid w:val="00F23898"/>
    <w:rsid w:val="00F239C2"/>
    <w:rsid w:val="00F23BF3"/>
    <w:rsid w:val="00F23D75"/>
    <w:rsid w:val="00F24672"/>
    <w:rsid w:val="00F24934"/>
    <w:rsid w:val="00F24C02"/>
    <w:rsid w:val="00F25131"/>
    <w:rsid w:val="00F26CBE"/>
    <w:rsid w:val="00F31A95"/>
    <w:rsid w:val="00F320FF"/>
    <w:rsid w:val="00F32863"/>
    <w:rsid w:val="00F32A11"/>
    <w:rsid w:val="00F3330D"/>
    <w:rsid w:val="00F35AE2"/>
    <w:rsid w:val="00F37063"/>
    <w:rsid w:val="00F37571"/>
    <w:rsid w:val="00F37CEC"/>
    <w:rsid w:val="00F40D7B"/>
    <w:rsid w:val="00F40D86"/>
    <w:rsid w:val="00F417A2"/>
    <w:rsid w:val="00F41849"/>
    <w:rsid w:val="00F41B23"/>
    <w:rsid w:val="00F41B31"/>
    <w:rsid w:val="00F41CDC"/>
    <w:rsid w:val="00F422EE"/>
    <w:rsid w:val="00F43E36"/>
    <w:rsid w:val="00F43E50"/>
    <w:rsid w:val="00F4436E"/>
    <w:rsid w:val="00F44F1E"/>
    <w:rsid w:val="00F451E8"/>
    <w:rsid w:val="00F46E86"/>
    <w:rsid w:val="00F503D4"/>
    <w:rsid w:val="00F50CB4"/>
    <w:rsid w:val="00F50EE2"/>
    <w:rsid w:val="00F53045"/>
    <w:rsid w:val="00F53A82"/>
    <w:rsid w:val="00F54867"/>
    <w:rsid w:val="00F54FF5"/>
    <w:rsid w:val="00F55BE0"/>
    <w:rsid w:val="00F55E5D"/>
    <w:rsid w:val="00F55EEB"/>
    <w:rsid w:val="00F61C70"/>
    <w:rsid w:val="00F62A9C"/>
    <w:rsid w:val="00F6300B"/>
    <w:rsid w:val="00F63C1F"/>
    <w:rsid w:val="00F64839"/>
    <w:rsid w:val="00F64A41"/>
    <w:rsid w:val="00F64BE3"/>
    <w:rsid w:val="00F64D66"/>
    <w:rsid w:val="00F65245"/>
    <w:rsid w:val="00F6626A"/>
    <w:rsid w:val="00F66ADB"/>
    <w:rsid w:val="00F67A29"/>
    <w:rsid w:val="00F71417"/>
    <w:rsid w:val="00F7161B"/>
    <w:rsid w:val="00F73749"/>
    <w:rsid w:val="00F75981"/>
    <w:rsid w:val="00F75D73"/>
    <w:rsid w:val="00F7655F"/>
    <w:rsid w:val="00F77196"/>
    <w:rsid w:val="00F77D0C"/>
    <w:rsid w:val="00F815C0"/>
    <w:rsid w:val="00F83525"/>
    <w:rsid w:val="00F85C0C"/>
    <w:rsid w:val="00F86894"/>
    <w:rsid w:val="00F86EC7"/>
    <w:rsid w:val="00F87B39"/>
    <w:rsid w:val="00F909C0"/>
    <w:rsid w:val="00F9128C"/>
    <w:rsid w:val="00F91E73"/>
    <w:rsid w:val="00F928FB"/>
    <w:rsid w:val="00F9307C"/>
    <w:rsid w:val="00F94314"/>
    <w:rsid w:val="00F949E7"/>
    <w:rsid w:val="00F956BD"/>
    <w:rsid w:val="00F95787"/>
    <w:rsid w:val="00F96DD2"/>
    <w:rsid w:val="00F972F1"/>
    <w:rsid w:val="00F97BEC"/>
    <w:rsid w:val="00FA0484"/>
    <w:rsid w:val="00FA0D99"/>
    <w:rsid w:val="00FA16A2"/>
    <w:rsid w:val="00FA23F2"/>
    <w:rsid w:val="00FA2D1F"/>
    <w:rsid w:val="00FA360E"/>
    <w:rsid w:val="00FA4DF2"/>
    <w:rsid w:val="00FA5026"/>
    <w:rsid w:val="00FA6487"/>
    <w:rsid w:val="00FB07AC"/>
    <w:rsid w:val="00FB1B48"/>
    <w:rsid w:val="00FB1CC9"/>
    <w:rsid w:val="00FB24E7"/>
    <w:rsid w:val="00FB39F6"/>
    <w:rsid w:val="00FB405F"/>
    <w:rsid w:val="00FB516A"/>
    <w:rsid w:val="00FB6D12"/>
    <w:rsid w:val="00FB7225"/>
    <w:rsid w:val="00FB72C7"/>
    <w:rsid w:val="00FB73C5"/>
    <w:rsid w:val="00FB7668"/>
    <w:rsid w:val="00FC028B"/>
    <w:rsid w:val="00FC192D"/>
    <w:rsid w:val="00FC19D2"/>
    <w:rsid w:val="00FC25DE"/>
    <w:rsid w:val="00FC2CFF"/>
    <w:rsid w:val="00FC766F"/>
    <w:rsid w:val="00FC7D41"/>
    <w:rsid w:val="00FD0616"/>
    <w:rsid w:val="00FD084D"/>
    <w:rsid w:val="00FD3844"/>
    <w:rsid w:val="00FD43E0"/>
    <w:rsid w:val="00FD54A9"/>
    <w:rsid w:val="00FD6189"/>
    <w:rsid w:val="00FD6847"/>
    <w:rsid w:val="00FD754B"/>
    <w:rsid w:val="00FE0AC6"/>
    <w:rsid w:val="00FE267E"/>
    <w:rsid w:val="00FE2CB1"/>
    <w:rsid w:val="00FE303C"/>
    <w:rsid w:val="00FE4603"/>
    <w:rsid w:val="00FE4B01"/>
    <w:rsid w:val="00FE6079"/>
    <w:rsid w:val="00FE6379"/>
    <w:rsid w:val="00FE795A"/>
    <w:rsid w:val="00FF0AAF"/>
    <w:rsid w:val="00FF0B86"/>
    <w:rsid w:val="00FF1579"/>
    <w:rsid w:val="00FF1652"/>
    <w:rsid w:val="00FF1F3D"/>
    <w:rsid w:val="00FF481B"/>
    <w:rsid w:val="00FF5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4FE1"/>
    <w:pPr>
      <w:jc w:val="both"/>
    </w:pPr>
    <w:rPr>
      <w:rFonts w:ascii="Arial" w:eastAsia="Times New Roman" w:hAnsi="Arial"/>
      <w:sz w:val="22"/>
      <w:lang w:val="en-GB" w:eastAsia="de-DE"/>
    </w:rPr>
  </w:style>
  <w:style w:type="paragraph" w:styleId="Heading1">
    <w:name w:val="heading 1"/>
    <w:basedOn w:val="Normal"/>
    <w:next w:val="Normal"/>
    <w:link w:val="Heading1Char"/>
    <w:qFormat/>
    <w:rsid w:val="006D4FE1"/>
    <w:pPr>
      <w:keepNext/>
      <w:keepLines/>
      <w:numPr>
        <w:numId w:val="78"/>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6D4FE1"/>
    <w:pPr>
      <w:keepNext/>
      <w:keepLines/>
      <w:numPr>
        <w:ilvl w:val="1"/>
        <w:numId w:val="78"/>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6D4FE1"/>
    <w:pPr>
      <w:keepNext/>
      <w:keepLines/>
      <w:numPr>
        <w:ilvl w:val="2"/>
        <w:numId w:val="78"/>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6D4FE1"/>
    <w:pPr>
      <w:keepNext/>
      <w:keepLines/>
      <w:numPr>
        <w:ilvl w:val="3"/>
        <w:numId w:val="78"/>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6D4FE1"/>
    <w:pPr>
      <w:keepNext/>
      <w:keepLines/>
      <w:numPr>
        <w:ilvl w:val="4"/>
        <w:numId w:val="78"/>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6D4FE1"/>
    <w:pPr>
      <w:keepNext/>
      <w:keepLines/>
      <w:numPr>
        <w:ilvl w:val="5"/>
        <w:numId w:val="78"/>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6D4FE1"/>
    <w:pPr>
      <w:keepNext/>
      <w:keepLines/>
      <w:numPr>
        <w:ilvl w:val="6"/>
        <w:numId w:val="78"/>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6D4FE1"/>
    <w:pPr>
      <w:keepNext/>
      <w:keepLines/>
      <w:numPr>
        <w:ilvl w:val="7"/>
        <w:numId w:val="78"/>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rsid w:val="006D4FE1"/>
    <w:pPr>
      <w:keepNext/>
      <w:keepLines/>
      <w:numPr>
        <w:ilvl w:val="8"/>
        <w:numId w:val="78"/>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8D2D1E"/>
    <w:pPr>
      <w:numPr>
        <w:numId w:val="1"/>
      </w:numPr>
    </w:pPr>
  </w:style>
  <w:style w:type="paragraph" w:customStyle="1" w:styleId="RegHead1">
    <w:name w:val="RegHead1"/>
    <w:basedOn w:val="RegParaNoNumb"/>
    <w:next w:val="RegHead2"/>
    <w:rsid w:val="008D2D1E"/>
    <w:pPr>
      <w:keepNext/>
      <w:numPr>
        <w:numId w:val="9"/>
      </w:numPr>
      <w:jc w:val="center"/>
      <w:outlineLvl w:val="0"/>
    </w:pPr>
    <w:rPr>
      <w:rFonts w:ascii="Times New Roman Bold" w:hAnsi="Times New Roman Bold"/>
      <w:b/>
      <w:szCs w:val="24"/>
    </w:rPr>
  </w:style>
  <w:style w:type="paragraph" w:customStyle="1" w:styleId="AnnoPara">
    <w:name w:val="AnnoPara"/>
    <w:basedOn w:val="Normal"/>
    <w:rsid w:val="008D2D1E"/>
    <w:pPr>
      <w:numPr>
        <w:ilvl w:val="4"/>
        <w:numId w:val="5"/>
      </w:numPr>
    </w:pPr>
  </w:style>
  <w:style w:type="paragraph" w:customStyle="1" w:styleId="RegHead3">
    <w:name w:val="RegHead3"/>
    <w:basedOn w:val="RegParaNoNumb"/>
    <w:next w:val="RegPara"/>
    <w:rsid w:val="008D2D1E"/>
    <w:pPr>
      <w:keepNext/>
      <w:numPr>
        <w:ilvl w:val="2"/>
        <w:numId w:val="9"/>
      </w:numPr>
      <w:jc w:val="center"/>
    </w:pPr>
    <w:rPr>
      <w:u w:val="single"/>
    </w:rPr>
  </w:style>
  <w:style w:type="paragraph" w:customStyle="1" w:styleId="RegPara">
    <w:name w:val="RegPara"/>
    <w:basedOn w:val="Normal"/>
    <w:link w:val="RegParaChar"/>
    <w:rsid w:val="008D2D1E"/>
    <w:pPr>
      <w:numPr>
        <w:ilvl w:val="3"/>
        <w:numId w:val="9"/>
      </w:numPr>
      <w:spacing w:before="180"/>
    </w:pPr>
  </w:style>
  <w:style w:type="paragraph" w:styleId="Header">
    <w:name w:val="header"/>
    <w:basedOn w:val="Normal"/>
    <w:rsid w:val="006D4FE1"/>
    <w:pPr>
      <w:tabs>
        <w:tab w:val="center" w:pos="4320"/>
        <w:tab w:val="right" w:pos="8640"/>
      </w:tabs>
    </w:pPr>
  </w:style>
  <w:style w:type="paragraph" w:styleId="Footer">
    <w:name w:val="footer"/>
    <w:basedOn w:val="Normal"/>
    <w:rsid w:val="006D4FE1"/>
    <w:pPr>
      <w:tabs>
        <w:tab w:val="center" w:pos="4320"/>
        <w:tab w:val="right" w:pos="8640"/>
      </w:tabs>
    </w:pPr>
  </w:style>
  <w:style w:type="character" w:styleId="PageNumber">
    <w:name w:val="page number"/>
    <w:basedOn w:val="DefaultParagraphFont"/>
    <w:rsid w:val="008D2D1E"/>
  </w:style>
  <w:style w:type="paragraph" w:customStyle="1" w:styleId="CUB">
    <w:name w:val="CUB"/>
    <w:basedOn w:val="Normal"/>
    <w:rsid w:val="008D2D1E"/>
    <w:pPr>
      <w:jc w:val="center"/>
    </w:pPr>
    <w:rPr>
      <w:b/>
      <w:u w:val="single"/>
    </w:rPr>
  </w:style>
  <w:style w:type="paragraph" w:styleId="TOC3">
    <w:name w:val="toc 3"/>
    <w:basedOn w:val="TOC1"/>
    <w:link w:val="TOC3Char"/>
    <w:uiPriority w:val="39"/>
    <w:rsid w:val="006D4FE1"/>
    <w:pPr>
      <w:ind w:left="2268" w:hanging="992"/>
    </w:pPr>
    <w:rPr>
      <w:b w:val="0"/>
      <w:caps w:val="0"/>
    </w:rPr>
  </w:style>
  <w:style w:type="paragraph" w:styleId="TOC2">
    <w:name w:val="toc 2"/>
    <w:basedOn w:val="TOC1"/>
    <w:link w:val="TOC2Char"/>
    <w:uiPriority w:val="39"/>
    <w:rsid w:val="006D4FE1"/>
    <w:pPr>
      <w:ind w:left="1276" w:hanging="709"/>
    </w:pPr>
    <w:rPr>
      <w:b w:val="0"/>
      <w:caps w:val="0"/>
    </w:rPr>
  </w:style>
  <w:style w:type="paragraph" w:customStyle="1" w:styleId="HeadLevel3">
    <w:name w:val="HeadLevel3"/>
    <w:basedOn w:val="Normal"/>
    <w:autoRedefine/>
    <w:rsid w:val="008D2D1E"/>
    <w:pPr>
      <w:spacing w:before="360" w:after="120"/>
      <w:jc w:val="center"/>
    </w:pPr>
    <w:rPr>
      <w:b/>
      <w:bCs/>
    </w:rPr>
  </w:style>
  <w:style w:type="paragraph" w:styleId="TOC1">
    <w:name w:val="toc 1"/>
    <w:basedOn w:val="Normal"/>
    <w:link w:val="TOC1Char"/>
    <w:uiPriority w:val="39"/>
    <w:rsid w:val="006D4FE1"/>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6D4FE1"/>
    <w:pPr>
      <w:keepLines/>
      <w:numPr>
        <w:numId w:val="77"/>
      </w:numPr>
      <w:spacing w:before="120" w:after="60"/>
    </w:pPr>
    <w:rPr>
      <w:sz w:val="20"/>
    </w:rPr>
  </w:style>
  <w:style w:type="paragraph" w:customStyle="1" w:styleId="AgendaItem">
    <w:name w:val="AgendaItem"/>
    <w:basedOn w:val="Normal"/>
    <w:autoRedefine/>
    <w:rsid w:val="008D2D1E"/>
    <w:rPr>
      <w:b/>
      <w:sz w:val="20"/>
    </w:rPr>
  </w:style>
  <w:style w:type="paragraph" w:customStyle="1" w:styleId="MainTitle">
    <w:name w:val="MainTitle"/>
    <w:basedOn w:val="Normal"/>
    <w:rsid w:val="008D2D1E"/>
    <w:pPr>
      <w:jc w:val="center"/>
    </w:pPr>
    <w:rPr>
      <w:b/>
      <w:sz w:val="28"/>
    </w:rPr>
  </w:style>
  <w:style w:type="paragraph" w:customStyle="1" w:styleId="NoteSecretariat">
    <w:name w:val="NoteSecretariat"/>
    <w:basedOn w:val="Normal"/>
    <w:rsid w:val="008D2D1E"/>
    <w:pPr>
      <w:jc w:val="center"/>
    </w:pPr>
    <w:rPr>
      <w:b/>
    </w:rPr>
  </w:style>
  <w:style w:type="paragraph" w:customStyle="1" w:styleId="AnnoHead1">
    <w:name w:val="AnnoHead1"/>
    <w:basedOn w:val="Normal"/>
    <w:next w:val="AnnoHead2"/>
    <w:rsid w:val="008D2D1E"/>
    <w:pPr>
      <w:numPr>
        <w:numId w:val="4"/>
      </w:numPr>
      <w:jc w:val="center"/>
    </w:pPr>
    <w:rPr>
      <w:b/>
      <w:sz w:val="28"/>
    </w:rPr>
  </w:style>
  <w:style w:type="paragraph" w:customStyle="1" w:styleId="AnnoHead2">
    <w:name w:val="AnnoHead2"/>
    <w:basedOn w:val="Normal"/>
    <w:next w:val="AnnoHead3"/>
    <w:rsid w:val="008D2D1E"/>
    <w:pPr>
      <w:numPr>
        <w:ilvl w:val="1"/>
        <w:numId w:val="5"/>
      </w:numPr>
      <w:jc w:val="center"/>
    </w:pPr>
    <w:rPr>
      <w:b/>
    </w:rPr>
  </w:style>
  <w:style w:type="paragraph" w:customStyle="1" w:styleId="AnnoHead3">
    <w:name w:val="AnnoHead3"/>
    <w:basedOn w:val="Normal"/>
    <w:next w:val="AnnoPara"/>
    <w:rsid w:val="008D2D1E"/>
    <w:pPr>
      <w:numPr>
        <w:ilvl w:val="2"/>
        <w:numId w:val="5"/>
      </w:numPr>
    </w:pPr>
    <w:rPr>
      <w:u w:val="single"/>
    </w:rPr>
  </w:style>
  <w:style w:type="paragraph" w:customStyle="1" w:styleId="ProvHead1">
    <w:name w:val="ProvHead1"/>
    <w:basedOn w:val="Normal"/>
    <w:next w:val="ProvHead2"/>
    <w:rsid w:val="008D2D1E"/>
    <w:pPr>
      <w:numPr>
        <w:numId w:val="2"/>
      </w:numPr>
      <w:jc w:val="center"/>
    </w:pPr>
    <w:rPr>
      <w:b/>
      <w:caps/>
    </w:rPr>
  </w:style>
  <w:style w:type="paragraph" w:customStyle="1" w:styleId="FootnoteTable">
    <w:name w:val="FootnoteTable"/>
    <w:rsid w:val="008D2D1E"/>
    <w:pPr>
      <w:numPr>
        <w:numId w:val="3"/>
      </w:numPr>
      <w:tabs>
        <w:tab w:val="clear" w:pos="360"/>
      </w:tabs>
    </w:pPr>
    <w:rPr>
      <w:rFonts w:eastAsia="Times New Roman"/>
      <w:sz w:val="16"/>
      <w:lang w:val="en-GB"/>
    </w:rPr>
  </w:style>
  <w:style w:type="paragraph" w:customStyle="1" w:styleId="ProvHead2">
    <w:name w:val="ProvHead2"/>
    <w:basedOn w:val="Normal"/>
    <w:next w:val="ProvHead3"/>
    <w:rsid w:val="008D2D1E"/>
    <w:pPr>
      <w:numPr>
        <w:ilvl w:val="1"/>
        <w:numId w:val="2"/>
      </w:numPr>
      <w:jc w:val="center"/>
    </w:pPr>
    <w:rPr>
      <w:b/>
      <w:u w:val="single"/>
    </w:rPr>
  </w:style>
  <w:style w:type="paragraph" w:customStyle="1" w:styleId="RegHead2">
    <w:name w:val="RegHead2"/>
    <w:basedOn w:val="RegParaNoNumb"/>
    <w:next w:val="RegHead3"/>
    <w:rsid w:val="008D2D1E"/>
    <w:pPr>
      <w:keepNext/>
      <w:numPr>
        <w:ilvl w:val="1"/>
        <w:numId w:val="9"/>
      </w:numPr>
      <w:jc w:val="center"/>
      <w:outlineLvl w:val="1"/>
    </w:pPr>
    <w:rPr>
      <w:b/>
    </w:rPr>
  </w:style>
  <w:style w:type="paragraph" w:customStyle="1" w:styleId="ProvHead3">
    <w:name w:val="ProvHead3"/>
    <w:basedOn w:val="Normal"/>
    <w:next w:val="ProvPara"/>
    <w:rsid w:val="008D2D1E"/>
    <w:pPr>
      <w:numPr>
        <w:ilvl w:val="2"/>
        <w:numId w:val="2"/>
      </w:numPr>
      <w:tabs>
        <w:tab w:val="clear" w:pos="360"/>
      </w:tabs>
    </w:pPr>
    <w:rPr>
      <w:b/>
      <w:u w:val="single"/>
    </w:rPr>
  </w:style>
  <w:style w:type="paragraph" w:customStyle="1" w:styleId="ProvPara">
    <w:name w:val="ProvPara"/>
    <w:basedOn w:val="Normal"/>
    <w:rsid w:val="008D2D1E"/>
    <w:pPr>
      <w:numPr>
        <w:ilvl w:val="3"/>
        <w:numId w:val="2"/>
      </w:numPr>
    </w:pPr>
  </w:style>
  <w:style w:type="character" w:styleId="FootnoteReference">
    <w:name w:val="footnote reference"/>
    <w:rsid w:val="006D4FE1"/>
    <w:rPr>
      <w:vertAlign w:val="superscript"/>
    </w:rPr>
  </w:style>
  <w:style w:type="character" w:styleId="Hyperlink">
    <w:name w:val="Hyperlink"/>
    <w:rsid w:val="006D4FE1"/>
    <w:rPr>
      <w:color w:val="0000FF"/>
      <w:u w:val="single"/>
    </w:rPr>
  </w:style>
  <w:style w:type="paragraph" w:styleId="BodyText3">
    <w:name w:val="Body Text 3"/>
    <w:basedOn w:val="Normal"/>
    <w:link w:val="BodyText3Char"/>
    <w:rsid w:val="008D2D1E"/>
    <w:pPr>
      <w:keepNext/>
    </w:pPr>
    <w:rPr>
      <w:i/>
      <w:iCs/>
      <w:sz w:val="24"/>
    </w:rPr>
  </w:style>
  <w:style w:type="paragraph" w:styleId="BodyText">
    <w:name w:val="Body Text"/>
    <w:basedOn w:val="Normal"/>
    <w:link w:val="BodyTextChar"/>
    <w:rsid w:val="008D2D1E"/>
    <w:pPr>
      <w:jc w:val="center"/>
    </w:pPr>
  </w:style>
  <w:style w:type="paragraph" w:styleId="BodyText2">
    <w:name w:val="Body Text 2"/>
    <w:basedOn w:val="Normal"/>
    <w:link w:val="BodyText2Char"/>
    <w:rsid w:val="008D2D1E"/>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8D2D1E"/>
    <w:pPr>
      <w:jc w:val="center"/>
    </w:pPr>
    <w:rPr>
      <w:sz w:val="24"/>
      <w:lang w:eastAsia="en-US"/>
    </w:rPr>
  </w:style>
  <w:style w:type="paragraph" w:styleId="EndnoteText">
    <w:name w:val="endnote text"/>
    <w:basedOn w:val="Normal"/>
    <w:rsid w:val="006D4FE1"/>
    <w:rPr>
      <w:rFonts w:eastAsia="MS Mincho"/>
      <w:lang w:eastAsia="en-US"/>
    </w:rPr>
  </w:style>
  <w:style w:type="paragraph" w:styleId="CommentText">
    <w:name w:val="annotation text"/>
    <w:basedOn w:val="Normal"/>
    <w:link w:val="CommentTextChar"/>
    <w:rsid w:val="006D4FE1"/>
    <w:rPr>
      <w:rFonts w:eastAsia="MS Mincho"/>
      <w:sz w:val="20"/>
      <w:lang w:eastAsia="en-US"/>
    </w:rPr>
  </w:style>
  <w:style w:type="paragraph" w:styleId="Title">
    <w:name w:val="Title"/>
    <w:basedOn w:val="Normal"/>
    <w:link w:val="TitleChar1"/>
    <w:qFormat/>
    <w:rsid w:val="008D2D1E"/>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rFonts w:eastAsia="MS Mincho"/>
      <w:b/>
      <w:sz w:val="26"/>
      <w:u w:val="single"/>
      <w:lang w:eastAsia="en-US"/>
    </w:rPr>
  </w:style>
  <w:style w:type="character" w:customStyle="1" w:styleId="TitleChar">
    <w:name w:val="Title Char"/>
    <w:rsid w:val="008D2D1E"/>
    <w:rPr>
      <w:rFonts w:eastAsia="MS Mincho"/>
      <w:b/>
      <w:sz w:val="26"/>
      <w:u w:val="single"/>
      <w:lang w:val="en-GB" w:eastAsia="en-US" w:bidi="ar-SA"/>
    </w:rPr>
  </w:style>
  <w:style w:type="paragraph" w:styleId="BalloonText">
    <w:name w:val="Balloon Text"/>
    <w:basedOn w:val="Normal"/>
    <w:link w:val="BalloonTextChar"/>
    <w:rsid w:val="006D4FE1"/>
    <w:rPr>
      <w:rFonts w:ascii="Tahoma" w:hAnsi="Tahoma" w:cs="Tahoma"/>
      <w:sz w:val="16"/>
      <w:szCs w:val="16"/>
    </w:rPr>
  </w:style>
  <w:style w:type="paragraph" w:customStyle="1" w:styleId="AppendixTOC">
    <w:name w:val="AppendixTOC"/>
    <w:basedOn w:val="AnnoPara"/>
    <w:rsid w:val="008D2D1E"/>
    <w:pPr>
      <w:numPr>
        <w:ilvl w:val="0"/>
        <w:numId w:val="0"/>
      </w:numPr>
      <w:tabs>
        <w:tab w:val="left" w:pos="550"/>
        <w:tab w:val="right" w:pos="9337"/>
      </w:tabs>
    </w:pPr>
  </w:style>
  <w:style w:type="paragraph" w:styleId="DocumentMap">
    <w:name w:val="Document Map"/>
    <w:basedOn w:val="Normal"/>
    <w:link w:val="DocumentMapChar"/>
    <w:rsid w:val="008D2D1E"/>
    <w:pPr>
      <w:shd w:val="clear" w:color="auto" w:fill="000080"/>
    </w:pPr>
    <w:rPr>
      <w:rFonts w:ascii="Tahoma" w:hAnsi="Tahoma" w:cs="Tahoma"/>
      <w:sz w:val="20"/>
    </w:rPr>
  </w:style>
  <w:style w:type="character" w:styleId="CommentReference">
    <w:name w:val="annotation reference"/>
    <w:rsid w:val="008D2D1E"/>
    <w:rPr>
      <w:sz w:val="16"/>
      <w:szCs w:val="16"/>
    </w:rPr>
  </w:style>
  <w:style w:type="paragraph" w:customStyle="1" w:styleId="RegAppendix">
    <w:name w:val="RegAppendix"/>
    <w:basedOn w:val="RegParaNoNumb"/>
    <w:next w:val="RegPara"/>
    <w:rsid w:val="008D2D1E"/>
    <w:pPr>
      <w:numPr>
        <w:numId w:val="7"/>
      </w:numPr>
      <w:spacing w:before="360" w:after="240"/>
      <w:jc w:val="center"/>
      <w:outlineLvl w:val="2"/>
    </w:pPr>
    <w:rPr>
      <w:b/>
      <w:bCs/>
    </w:rPr>
  </w:style>
  <w:style w:type="character" w:customStyle="1" w:styleId="TitleChar1">
    <w:name w:val="Title Char1"/>
    <w:link w:val="Title"/>
    <w:rsid w:val="008D2D1E"/>
    <w:rPr>
      <w:rFonts w:eastAsia="MS Mincho"/>
      <w:b/>
      <w:sz w:val="26"/>
      <w:u w:val="single"/>
      <w:lang w:val="en-GB" w:eastAsia="en-US" w:bidi="ar-SA"/>
    </w:rPr>
  </w:style>
  <w:style w:type="paragraph" w:customStyle="1" w:styleId="RegSectionLevel1">
    <w:name w:val="RegSectionLevel1"/>
    <w:basedOn w:val="RegParaNoNumb"/>
    <w:rsid w:val="008D2D1E"/>
    <w:pPr>
      <w:keepNext/>
      <w:numPr>
        <w:ilvl w:val="1"/>
        <w:numId w:val="11"/>
      </w:numPr>
      <w:spacing w:before="120"/>
      <w:outlineLvl w:val="0"/>
    </w:pPr>
    <w:rPr>
      <w:b/>
    </w:rPr>
  </w:style>
  <w:style w:type="paragraph" w:customStyle="1" w:styleId="RegSectionLevel2">
    <w:name w:val="RegSectionLevel2"/>
    <w:basedOn w:val="Normal"/>
    <w:rsid w:val="008D2D1E"/>
    <w:pPr>
      <w:keepNext/>
      <w:numPr>
        <w:ilvl w:val="2"/>
        <w:numId w:val="11"/>
      </w:numPr>
    </w:pPr>
    <w:rPr>
      <w:b/>
      <w:szCs w:val="22"/>
    </w:rPr>
  </w:style>
  <w:style w:type="paragraph" w:customStyle="1" w:styleId="RegSectionLevel3">
    <w:name w:val="RegSectionLevel3"/>
    <w:basedOn w:val="Normal"/>
    <w:rsid w:val="008D2D1E"/>
    <w:pPr>
      <w:keepNext/>
      <w:numPr>
        <w:ilvl w:val="3"/>
        <w:numId w:val="11"/>
      </w:numPr>
      <w:autoSpaceDE w:val="0"/>
      <w:autoSpaceDN w:val="0"/>
      <w:adjustRightInd w:val="0"/>
    </w:pPr>
    <w:rPr>
      <w:b/>
      <w:bCs/>
      <w:szCs w:val="22"/>
      <w:lang w:val="en-US"/>
    </w:rPr>
  </w:style>
  <w:style w:type="paragraph" w:customStyle="1" w:styleId="RegSectionLevel4">
    <w:name w:val="RegSectionLevel4"/>
    <w:basedOn w:val="Normal"/>
    <w:rsid w:val="008D2D1E"/>
    <w:pPr>
      <w:keepNext/>
      <w:numPr>
        <w:ilvl w:val="4"/>
        <w:numId w:val="11"/>
      </w:numPr>
      <w:spacing w:after="120"/>
    </w:pPr>
    <w:rPr>
      <w:rFonts w:eastAsia="MS Mincho"/>
      <w:b/>
    </w:rPr>
  </w:style>
  <w:style w:type="paragraph" w:customStyle="1" w:styleId="RegSectionLevel5">
    <w:name w:val="RegSectionLevel5"/>
    <w:basedOn w:val="Normal"/>
    <w:rsid w:val="008D2D1E"/>
    <w:pPr>
      <w:keepNext/>
      <w:numPr>
        <w:ilvl w:val="5"/>
        <w:numId w:val="11"/>
      </w:numPr>
      <w:spacing w:after="120"/>
    </w:pPr>
    <w:rPr>
      <w:rFonts w:eastAsia="MS Mincho"/>
      <w:b/>
    </w:rPr>
  </w:style>
  <w:style w:type="paragraph" w:customStyle="1" w:styleId="RegSectionLevel6">
    <w:name w:val="RegSectionLevel6"/>
    <w:basedOn w:val="Normal"/>
    <w:rsid w:val="008D2D1E"/>
    <w:pPr>
      <w:keepNext/>
      <w:numPr>
        <w:ilvl w:val="6"/>
        <w:numId w:val="11"/>
      </w:numPr>
      <w:spacing w:after="120"/>
    </w:pPr>
    <w:rPr>
      <w:rFonts w:eastAsia="MS Mincho"/>
      <w:b/>
    </w:rPr>
  </w:style>
  <w:style w:type="paragraph" w:customStyle="1" w:styleId="RegSectionLevel7">
    <w:name w:val="RegSectionLevel7"/>
    <w:basedOn w:val="Normal"/>
    <w:rsid w:val="008D2D1E"/>
    <w:pPr>
      <w:keepNext/>
      <w:numPr>
        <w:ilvl w:val="7"/>
        <w:numId w:val="11"/>
      </w:numPr>
      <w:spacing w:after="120"/>
    </w:pPr>
    <w:rPr>
      <w:rFonts w:eastAsia="MS Mincho"/>
      <w:b/>
    </w:rPr>
  </w:style>
  <w:style w:type="paragraph" w:customStyle="1" w:styleId="RegSectionLevel8">
    <w:name w:val="RegSectionLevel8"/>
    <w:basedOn w:val="Normal"/>
    <w:rsid w:val="008D2D1E"/>
    <w:pPr>
      <w:keepNext/>
      <w:numPr>
        <w:ilvl w:val="8"/>
        <w:numId w:val="11"/>
      </w:numPr>
      <w:spacing w:after="120"/>
    </w:pPr>
    <w:rPr>
      <w:rFonts w:eastAsia="MS Mincho"/>
      <w:b/>
    </w:rPr>
  </w:style>
  <w:style w:type="paragraph" w:customStyle="1" w:styleId="RegSectionLevel9">
    <w:name w:val="RegSectionLevel9"/>
    <w:basedOn w:val="Normal"/>
    <w:rsid w:val="008D2D1E"/>
    <w:pPr>
      <w:keepNext/>
      <w:numPr>
        <w:ilvl w:val="8"/>
        <w:numId w:val="6"/>
      </w:numPr>
      <w:spacing w:after="160"/>
    </w:pPr>
    <w:rPr>
      <w:rFonts w:eastAsia="MS Mincho"/>
      <w:b/>
    </w:rPr>
  </w:style>
  <w:style w:type="paragraph" w:customStyle="1" w:styleId="RegParaNoNumb">
    <w:name w:val="RegParaNoNumb"/>
    <w:basedOn w:val="RegPara"/>
    <w:link w:val="RegParaNoNumbChar"/>
    <w:rsid w:val="008D2D1E"/>
    <w:pPr>
      <w:numPr>
        <w:ilvl w:val="0"/>
        <w:numId w:val="0"/>
      </w:numPr>
    </w:pPr>
    <w:rPr>
      <w:rFonts w:eastAsia="MS Mincho"/>
      <w:lang w:eastAsia="en-US"/>
    </w:rPr>
  </w:style>
  <w:style w:type="paragraph" w:customStyle="1" w:styleId="RegTableText">
    <w:name w:val="RegTableText"/>
    <w:basedOn w:val="RegPara"/>
    <w:link w:val="RegTableTextChar"/>
    <w:rsid w:val="008D2D1E"/>
    <w:pPr>
      <w:numPr>
        <w:ilvl w:val="0"/>
        <w:numId w:val="8"/>
      </w:numPr>
      <w:spacing w:before="20" w:after="20"/>
    </w:pPr>
  </w:style>
  <w:style w:type="paragraph" w:customStyle="1" w:styleId="TableColumnHeading">
    <w:name w:val="TableColumnHeading"/>
    <w:basedOn w:val="RegTableText"/>
    <w:rsid w:val="008D2D1E"/>
    <w:pPr>
      <w:spacing w:before="40" w:after="40"/>
      <w:jc w:val="center"/>
    </w:pPr>
    <w:rPr>
      <w:b/>
    </w:rPr>
  </w:style>
  <w:style w:type="table" w:customStyle="1" w:styleId="RegTableGridlines">
    <w:name w:val="RegTableGridlines"/>
    <w:basedOn w:val="TableNormal"/>
    <w:rsid w:val="008D2D1E"/>
    <w:pPr>
      <w:keepNext/>
      <w:spacing w:before="20" w:after="20"/>
    </w:pPr>
    <w:rPr>
      <w:rFonts w:eastAsia="Times New Roman"/>
      <w:sz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8D2D1E"/>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8D2D1E"/>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8D2D1E"/>
    <w:pPr>
      <w:keepLines/>
    </w:p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8D2D1E"/>
    <w:pPr>
      <w:spacing w:after="120"/>
      <w:ind w:left="849"/>
    </w:pPr>
  </w:style>
  <w:style w:type="character" w:customStyle="1" w:styleId="RegParaChar">
    <w:name w:val="RegPara Char"/>
    <w:link w:val="RegPara"/>
    <w:rsid w:val="008D2D1E"/>
    <w:rPr>
      <w:rFonts w:ascii="Arial" w:eastAsia="Times New Roman" w:hAnsi="Arial"/>
      <w:sz w:val="22"/>
      <w:lang w:val="en-GB" w:eastAsia="de-DE"/>
    </w:rPr>
  </w:style>
  <w:style w:type="character" w:customStyle="1" w:styleId="RegParaNoNumbChar">
    <w:name w:val="RegParaNoNumb Char"/>
    <w:link w:val="RegParaNoNumb"/>
    <w:rsid w:val="008D2D1E"/>
    <w:rPr>
      <w:rFonts w:eastAsia="MS Mincho"/>
      <w:sz w:val="22"/>
      <w:lang w:val="en-GB" w:eastAsia="en-US" w:bidi="ar-SA"/>
    </w:rPr>
  </w:style>
  <w:style w:type="paragraph" w:customStyle="1" w:styleId="RegTOCSectionApppendix">
    <w:name w:val="RegTOC Section + Apppendix"/>
    <w:basedOn w:val="TOC2"/>
    <w:rsid w:val="008D2D1E"/>
    <w:pPr>
      <w:tabs>
        <w:tab w:val="left" w:pos="1843"/>
      </w:tabs>
      <w:spacing w:before="40" w:after="40"/>
      <w:ind w:left="1843" w:hanging="1276"/>
    </w:pPr>
    <w:rPr>
      <w:noProof/>
      <w:lang w:val="en-US"/>
    </w:rPr>
  </w:style>
  <w:style w:type="paragraph" w:styleId="Caption">
    <w:name w:val="caption"/>
    <w:basedOn w:val="Normal"/>
    <w:qFormat/>
    <w:rsid w:val="006D4FE1"/>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6D4FE1"/>
    <w:pPr>
      <w:ind w:left="1760"/>
    </w:pPr>
  </w:style>
  <w:style w:type="paragraph" w:styleId="CommentSubject">
    <w:name w:val="annotation subject"/>
    <w:basedOn w:val="CommentText"/>
    <w:next w:val="CommentText"/>
    <w:rsid w:val="006D4FE1"/>
    <w:rPr>
      <w:rFonts w:eastAsia="Times New Roman"/>
      <w:b/>
      <w:bCs/>
      <w:lang w:eastAsia="de-DE"/>
    </w:rPr>
  </w:style>
  <w:style w:type="character" w:styleId="EndnoteReference">
    <w:name w:val="endnote reference"/>
    <w:rsid w:val="008D2D1E"/>
    <w:rPr>
      <w:vertAlign w:val="superscript"/>
    </w:rPr>
  </w:style>
  <w:style w:type="paragraph" w:styleId="Index1">
    <w:name w:val="index 1"/>
    <w:basedOn w:val="Normal"/>
    <w:next w:val="Normal"/>
    <w:autoRedefine/>
    <w:rsid w:val="008D2D1E"/>
    <w:pPr>
      <w:ind w:left="220" w:hanging="220"/>
    </w:pPr>
  </w:style>
  <w:style w:type="paragraph" w:styleId="Index2">
    <w:name w:val="index 2"/>
    <w:basedOn w:val="Normal"/>
    <w:next w:val="Normal"/>
    <w:autoRedefine/>
    <w:rsid w:val="008D2D1E"/>
    <w:pPr>
      <w:ind w:left="440" w:hanging="220"/>
    </w:pPr>
  </w:style>
  <w:style w:type="paragraph" w:styleId="Index3">
    <w:name w:val="index 3"/>
    <w:basedOn w:val="Normal"/>
    <w:next w:val="Normal"/>
    <w:autoRedefine/>
    <w:rsid w:val="008D2D1E"/>
    <w:pPr>
      <w:ind w:left="660" w:hanging="220"/>
    </w:pPr>
  </w:style>
  <w:style w:type="paragraph" w:styleId="Index4">
    <w:name w:val="index 4"/>
    <w:basedOn w:val="Normal"/>
    <w:next w:val="Normal"/>
    <w:autoRedefine/>
    <w:rsid w:val="008D2D1E"/>
    <w:pPr>
      <w:ind w:left="880" w:hanging="220"/>
    </w:pPr>
  </w:style>
  <w:style w:type="paragraph" w:styleId="Index5">
    <w:name w:val="index 5"/>
    <w:basedOn w:val="Normal"/>
    <w:next w:val="Normal"/>
    <w:autoRedefine/>
    <w:rsid w:val="008D2D1E"/>
    <w:pPr>
      <w:ind w:left="1100" w:hanging="220"/>
    </w:pPr>
  </w:style>
  <w:style w:type="paragraph" w:styleId="Index6">
    <w:name w:val="index 6"/>
    <w:basedOn w:val="Normal"/>
    <w:next w:val="Normal"/>
    <w:autoRedefine/>
    <w:rsid w:val="008D2D1E"/>
    <w:pPr>
      <w:ind w:left="1320" w:hanging="220"/>
    </w:pPr>
  </w:style>
  <w:style w:type="paragraph" w:styleId="Index7">
    <w:name w:val="index 7"/>
    <w:basedOn w:val="Normal"/>
    <w:next w:val="Normal"/>
    <w:autoRedefine/>
    <w:rsid w:val="008D2D1E"/>
    <w:pPr>
      <w:ind w:left="1540" w:hanging="220"/>
    </w:pPr>
  </w:style>
  <w:style w:type="paragraph" w:styleId="Index8">
    <w:name w:val="index 8"/>
    <w:basedOn w:val="Normal"/>
    <w:next w:val="Normal"/>
    <w:autoRedefine/>
    <w:rsid w:val="008D2D1E"/>
    <w:pPr>
      <w:ind w:left="1760" w:hanging="220"/>
    </w:pPr>
  </w:style>
  <w:style w:type="paragraph" w:styleId="Index9">
    <w:name w:val="index 9"/>
    <w:basedOn w:val="Normal"/>
    <w:next w:val="Normal"/>
    <w:autoRedefine/>
    <w:rsid w:val="008D2D1E"/>
    <w:pPr>
      <w:ind w:left="1980" w:hanging="220"/>
    </w:pPr>
  </w:style>
  <w:style w:type="paragraph" w:styleId="IndexHeading">
    <w:name w:val="index heading"/>
    <w:basedOn w:val="Normal"/>
    <w:next w:val="Normal"/>
    <w:rsid w:val="006D4FE1"/>
    <w:rPr>
      <w:rFonts w:cs="Arial"/>
      <w:b/>
      <w:bCs/>
    </w:rPr>
  </w:style>
  <w:style w:type="paragraph" w:styleId="MacroText">
    <w:name w:val="macro"/>
    <w:link w:val="MacroTextChar"/>
    <w:rsid w:val="008D2D1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6D4FE1"/>
    <w:pPr>
      <w:ind w:left="220" w:hanging="220"/>
    </w:pPr>
  </w:style>
  <w:style w:type="paragraph" w:styleId="TableofFigures">
    <w:name w:val="table of figures"/>
    <w:basedOn w:val="Normal"/>
    <w:next w:val="Normal"/>
    <w:rsid w:val="006D4FE1"/>
  </w:style>
  <w:style w:type="paragraph" w:styleId="TOAHeading">
    <w:name w:val="toa heading"/>
    <w:basedOn w:val="Normal"/>
    <w:next w:val="Normal"/>
    <w:rsid w:val="006D4FE1"/>
    <w:pPr>
      <w:spacing w:before="120"/>
    </w:pPr>
    <w:rPr>
      <w:rFonts w:cs="Arial"/>
      <w:b/>
      <w:bCs/>
      <w:sz w:val="24"/>
      <w:szCs w:val="24"/>
    </w:rPr>
  </w:style>
  <w:style w:type="paragraph" w:styleId="TOC4">
    <w:name w:val="toc 4"/>
    <w:basedOn w:val="TOC1"/>
    <w:uiPriority w:val="39"/>
    <w:rsid w:val="006D4FE1"/>
    <w:pPr>
      <w:ind w:left="3544" w:hanging="1276"/>
    </w:pPr>
    <w:rPr>
      <w:b w:val="0"/>
      <w:caps w:val="0"/>
      <w:noProof/>
    </w:rPr>
  </w:style>
  <w:style w:type="paragraph" w:styleId="TOC5">
    <w:name w:val="toc 5"/>
    <w:basedOn w:val="TOC1"/>
    <w:uiPriority w:val="39"/>
    <w:rsid w:val="006D4FE1"/>
    <w:pPr>
      <w:ind w:left="5103" w:hanging="1559"/>
    </w:pPr>
    <w:rPr>
      <w:b w:val="0"/>
      <w:caps w:val="0"/>
      <w:noProof/>
    </w:rPr>
  </w:style>
  <w:style w:type="paragraph" w:styleId="TOC6">
    <w:name w:val="toc 6"/>
    <w:basedOn w:val="TOC1"/>
    <w:next w:val="Normal"/>
    <w:uiPriority w:val="39"/>
    <w:rsid w:val="006D4FE1"/>
    <w:pPr>
      <w:ind w:left="1588" w:hanging="1588"/>
    </w:pPr>
    <w:rPr>
      <w:noProof/>
    </w:rPr>
  </w:style>
  <w:style w:type="paragraph" w:styleId="TOC7">
    <w:name w:val="toc 7"/>
    <w:basedOn w:val="Normal"/>
    <w:next w:val="Normal"/>
    <w:autoRedefine/>
    <w:uiPriority w:val="39"/>
    <w:rsid w:val="006D4FE1"/>
    <w:pPr>
      <w:ind w:left="1320"/>
    </w:pPr>
  </w:style>
  <w:style w:type="paragraph" w:styleId="TOC8">
    <w:name w:val="toc 8"/>
    <w:basedOn w:val="Normal"/>
    <w:next w:val="Normal"/>
    <w:autoRedefine/>
    <w:uiPriority w:val="39"/>
    <w:rsid w:val="006D4FE1"/>
    <w:pPr>
      <w:ind w:left="1540"/>
    </w:pPr>
  </w:style>
  <w:style w:type="paragraph" w:customStyle="1" w:styleId="ReParaNoNum">
    <w:name w:val="ReParaNoNum"/>
    <w:basedOn w:val="Normal"/>
    <w:rsid w:val="008D2D1E"/>
  </w:style>
  <w:style w:type="paragraph" w:customStyle="1" w:styleId="StyleRegSectionLevel1After2pt">
    <w:name w:val="Style RegSectionLevel1 + After:  2 pt"/>
    <w:basedOn w:val="RegSectionLevel1"/>
    <w:rsid w:val="008D2D1E"/>
    <w:pPr>
      <w:spacing w:before="0"/>
    </w:pPr>
    <w:rPr>
      <w:rFonts w:eastAsia="Times New Roman"/>
      <w:bCs/>
    </w:rPr>
  </w:style>
  <w:style w:type="table" w:customStyle="1" w:styleId="RegTableFirstRowColumn">
    <w:name w:val="RegTableFirstRowColumn"/>
    <w:basedOn w:val="RegTableDataParameter"/>
    <w:rsid w:val="008D2D1E"/>
    <w:tblPr>
      <w:tblCellMar>
        <w:top w:w="23" w:type="dxa"/>
        <w:bottom w:w="23" w:type="dxa"/>
      </w:tblCellMar>
    </w:tbl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character" w:customStyle="1" w:styleId="left">
    <w:name w:val="left"/>
    <w:basedOn w:val="DefaultParagraphFont"/>
    <w:rsid w:val="008D2D1E"/>
  </w:style>
  <w:style w:type="character" w:customStyle="1" w:styleId="RegTableTextChar">
    <w:name w:val="RegTableText Char"/>
    <w:link w:val="RegTableText"/>
    <w:rsid w:val="008D2D1E"/>
    <w:rPr>
      <w:rFonts w:ascii="Arial" w:eastAsia="Times New Roman" w:hAnsi="Arial"/>
      <w:sz w:val="22"/>
      <w:lang w:val="en-GB" w:eastAsia="de-DE"/>
    </w:rPr>
  </w:style>
  <w:style w:type="paragraph" w:customStyle="1" w:styleId="RegParaNoNumbKeepWNext">
    <w:name w:val="RegParaNoNumbKeepWNext"/>
    <w:basedOn w:val="RegParaNoNumb"/>
    <w:next w:val="Normal"/>
    <w:rsid w:val="008D2D1E"/>
    <w:pPr>
      <w:keepNext/>
      <w:spacing w:before="0"/>
    </w:pPr>
    <w:rPr>
      <w:i/>
    </w:rPr>
  </w:style>
  <w:style w:type="paragraph" w:customStyle="1" w:styleId="PartTitleBox">
    <w:name w:val="PartTitleBox"/>
    <w:basedOn w:val="Normal"/>
    <w:rsid w:val="008D2D1E"/>
    <w:pPr>
      <w:keepNext/>
      <w:keepLines/>
      <w:numPr>
        <w:numId w:val="11"/>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paragraph" w:customStyle="1" w:styleId="2BulletList">
    <w:name w:val="2Bullet List"/>
    <w:rsid w:val="008D2D1E"/>
    <w:rPr>
      <w:rFonts w:eastAsia="Times New Roman"/>
      <w:snapToGrid w:val="0"/>
      <w:sz w:val="24"/>
    </w:rPr>
  </w:style>
  <w:style w:type="paragraph" w:customStyle="1" w:styleId="RegFormPDDSectL1">
    <w:name w:val="RegFormPDDSectL1"/>
    <w:basedOn w:val="Normal"/>
    <w:rsid w:val="008D2D1E"/>
    <w:pPr>
      <w:keepNext/>
      <w:keepLines/>
      <w:numPr>
        <w:numId w:val="10"/>
      </w:numPr>
      <w:pBdr>
        <w:top w:val="single" w:sz="4" w:space="1" w:color="auto"/>
        <w:left w:val="single" w:sz="4" w:space="5" w:color="auto"/>
        <w:bottom w:val="single" w:sz="4" w:space="1" w:color="auto"/>
        <w:right w:val="single" w:sz="4" w:space="10" w:color="auto"/>
      </w:pBdr>
      <w:shd w:val="clear" w:color="auto" w:fill="D9D9D9"/>
      <w:ind w:right="227"/>
      <w:outlineLvl w:val="0"/>
    </w:pPr>
    <w:rPr>
      <w:b/>
      <w:lang w:eastAsia="en-US"/>
    </w:rPr>
  </w:style>
  <w:style w:type="paragraph" w:customStyle="1" w:styleId="RegFormPDDSectL2">
    <w:name w:val="RegFormPDDSectL2"/>
    <w:basedOn w:val="Normal"/>
    <w:rsid w:val="008D2D1E"/>
    <w:pPr>
      <w:keepNext/>
      <w:keepLines/>
      <w:numPr>
        <w:ilvl w:val="1"/>
        <w:numId w:val="10"/>
      </w:numPr>
      <w:pBdr>
        <w:top w:val="single" w:sz="4" w:space="1" w:color="auto"/>
        <w:left w:val="single" w:sz="4" w:space="5" w:color="auto"/>
        <w:bottom w:val="single" w:sz="4" w:space="1" w:color="auto"/>
        <w:right w:val="single" w:sz="4" w:space="10" w:color="auto"/>
      </w:pBdr>
      <w:ind w:right="227"/>
    </w:pPr>
    <w:rPr>
      <w:b/>
      <w:lang w:eastAsia="en-US"/>
    </w:rPr>
  </w:style>
  <w:style w:type="paragraph" w:customStyle="1" w:styleId="RegFormPDDSectL3">
    <w:name w:val="RegFormPDDSectL3"/>
    <w:basedOn w:val="Normal"/>
    <w:rsid w:val="008D2D1E"/>
    <w:pPr>
      <w:keepNext/>
      <w:keepLines/>
      <w:numPr>
        <w:ilvl w:val="2"/>
        <w:numId w:val="10"/>
      </w:numPr>
      <w:pBdr>
        <w:top w:val="single" w:sz="4" w:space="1" w:color="auto"/>
        <w:left w:val="single" w:sz="4" w:space="5" w:color="auto"/>
        <w:bottom w:val="single" w:sz="4" w:space="1" w:color="auto"/>
        <w:right w:val="single" w:sz="4" w:space="10" w:color="auto"/>
      </w:pBdr>
      <w:ind w:right="227"/>
    </w:pPr>
    <w:rPr>
      <w:rFonts w:ascii="Times New Roman Bold" w:hAnsi="Times New Roman Bold"/>
      <w:b/>
      <w:lang w:eastAsia="en-US"/>
    </w:rPr>
  </w:style>
  <w:style w:type="paragraph" w:customStyle="1" w:styleId="RegFormPDDSectL4">
    <w:name w:val="RegFormPDDSectL4"/>
    <w:basedOn w:val="RegFormPDDSectL3"/>
    <w:rsid w:val="008D2D1E"/>
    <w:pPr>
      <w:numPr>
        <w:ilvl w:val="3"/>
      </w:numPr>
    </w:pPr>
  </w:style>
  <w:style w:type="paragraph" w:customStyle="1" w:styleId="NormalCentered">
    <w:name w:val="Normal + Centered"/>
    <w:basedOn w:val="Normal"/>
    <w:rsid w:val="008D2D1E"/>
    <w:pPr>
      <w:jc w:val="center"/>
    </w:pPr>
  </w:style>
  <w:style w:type="paragraph" w:customStyle="1" w:styleId="SDMTiHead">
    <w:name w:val="SDMTiHead"/>
    <w:basedOn w:val="Header"/>
    <w:rsid w:val="006D4FE1"/>
    <w:pPr>
      <w:ind w:left="-330" w:firstLine="330"/>
    </w:pPr>
    <w:rPr>
      <w:rFonts w:cs="Arial"/>
      <w:caps/>
      <w:szCs w:val="19"/>
    </w:rPr>
  </w:style>
  <w:style w:type="paragraph" w:customStyle="1" w:styleId="SDMTitle2">
    <w:name w:val="SDMTitle2"/>
    <w:basedOn w:val="Normal"/>
    <w:rsid w:val="006D4FE1"/>
    <w:pPr>
      <w:spacing w:after="600"/>
      <w:jc w:val="left"/>
    </w:pPr>
    <w:rPr>
      <w:rFonts w:cs="Arial"/>
      <w:sz w:val="48"/>
      <w:szCs w:val="48"/>
    </w:rPr>
  </w:style>
  <w:style w:type="paragraph" w:customStyle="1" w:styleId="SDMTitle1">
    <w:name w:val="SDMTitle1"/>
    <w:basedOn w:val="Normal"/>
    <w:rsid w:val="006D4FE1"/>
    <w:pPr>
      <w:pBdr>
        <w:bottom w:val="single" w:sz="12" w:space="7" w:color="auto"/>
      </w:pBdr>
      <w:spacing w:before="1800" w:after="200"/>
      <w:jc w:val="left"/>
    </w:pPr>
    <w:rPr>
      <w:rFonts w:cs="Arial"/>
      <w:sz w:val="48"/>
      <w:szCs w:val="48"/>
    </w:rPr>
  </w:style>
  <w:style w:type="paragraph" w:customStyle="1" w:styleId="SDMTiInfo">
    <w:name w:val="SDMTiInfo"/>
    <w:basedOn w:val="Normal"/>
    <w:rsid w:val="006D4FE1"/>
    <w:pPr>
      <w:spacing w:before="300"/>
    </w:pPr>
    <w:rPr>
      <w:rFonts w:cs="Arial"/>
      <w:szCs w:val="22"/>
    </w:rPr>
  </w:style>
  <w:style w:type="paragraph" w:customStyle="1" w:styleId="SDMHead1">
    <w:name w:val="SDMHead1"/>
    <w:basedOn w:val="Normal"/>
    <w:link w:val="SDMHead1Char"/>
    <w:rsid w:val="006D4FE1"/>
    <w:pPr>
      <w:keepNext/>
      <w:keepLines/>
      <w:numPr>
        <w:numId w:val="76"/>
      </w:numPr>
      <w:suppressAutoHyphens/>
      <w:spacing w:before="240" w:after="60"/>
      <w:outlineLvl w:val="0"/>
    </w:pPr>
    <w:rPr>
      <w:rFonts w:cs="Arial"/>
      <w:b/>
      <w:sz w:val="32"/>
      <w:szCs w:val="32"/>
    </w:rPr>
  </w:style>
  <w:style w:type="paragraph" w:customStyle="1" w:styleId="SDMHead2">
    <w:name w:val="SDMHead2"/>
    <w:basedOn w:val="Normal"/>
    <w:rsid w:val="006D4FE1"/>
    <w:pPr>
      <w:keepNext/>
      <w:keepLines/>
      <w:suppressAutoHyphens/>
      <w:spacing w:before="240" w:after="60"/>
      <w:outlineLvl w:val="1"/>
    </w:pPr>
    <w:rPr>
      <w:rFonts w:cs="Arial"/>
      <w:b/>
      <w:sz w:val="24"/>
      <w:szCs w:val="24"/>
    </w:rPr>
  </w:style>
  <w:style w:type="paragraph" w:customStyle="1" w:styleId="SDMHead3">
    <w:name w:val="SDMHead3"/>
    <w:basedOn w:val="Normal"/>
    <w:rsid w:val="006D4FE1"/>
    <w:pPr>
      <w:keepNext/>
      <w:keepLines/>
      <w:numPr>
        <w:ilvl w:val="2"/>
        <w:numId w:val="76"/>
      </w:numPr>
      <w:suppressAutoHyphens/>
      <w:spacing w:before="240" w:after="60"/>
      <w:outlineLvl w:val="2"/>
    </w:pPr>
    <w:rPr>
      <w:rFonts w:cs="Arial"/>
      <w:b/>
      <w:szCs w:val="24"/>
    </w:rPr>
  </w:style>
  <w:style w:type="paragraph" w:customStyle="1" w:styleId="SDMHead4">
    <w:name w:val="SDMHead4"/>
    <w:basedOn w:val="Normal"/>
    <w:rsid w:val="006D4FE1"/>
    <w:pPr>
      <w:keepNext/>
      <w:keepLines/>
      <w:numPr>
        <w:ilvl w:val="3"/>
        <w:numId w:val="76"/>
      </w:numPr>
      <w:suppressAutoHyphens/>
      <w:spacing w:before="240" w:after="60"/>
      <w:outlineLvl w:val="3"/>
    </w:pPr>
    <w:rPr>
      <w:rFonts w:cs="Arial"/>
      <w:b/>
      <w:szCs w:val="24"/>
    </w:rPr>
  </w:style>
  <w:style w:type="paragraph" w:customStyle="1" w:styleId="SDMHead5">
    <w:name w:val="SDMHead5"/>
    <w:basedOn w:val="Normal"/>
    <w:rsid w:val="006D4FE1"/>
    <w:pPr>
      <w:keepNext/>
      <w:keepLines/>
      <w:numPr>
        <w:ilvl w:val="4"/>
        <w:numId w:val="76"/>
      </w:numPr>
      <w:suppressAutoHyphens/>
      <w:spacing w:before="240" w:after="60"/>
      <w:outlineLvl w:val="4"/>
    </w:pPr>
    <w:rPr>
      <w:rFonts w:cs="Arial"/>
      <w:b/>
      <w:szCs w:val="24"/>
    </w:rPr>
  </w:style>
  <w:style w:type="character" w:customStyle="1" w:styleId="SDMHead1Char">
    <w:name w:val="SDMHead1 Char"/>
    <w:link w:val="SDMHead1"/>
    <w:rsid w:val="006D4FE1"/>
    <w:rPr>
      <w:rFonts w:ascii="Arial" w:eastAsia="Times New Roman" w:hAnsi="Arial" w:cs="Arial"/>
      <w:b/>
      <w:sz w:val="32"/>
      <w:szCs w:val="32"/>
      <w:lang w:val="en-GB" w:eastAsia="de-DE"/>
    </w:rPr>
  </w:style>
  <w:style w:type="paragraph" w:customStyle="1" w:styleId="SDMPara">
    <w:name w:val="SDMPara"/>
    <w:basedOn w:val="Normal"/>
    <w:rsid w:val="006D4FE1"/>
    <w:pPr>
      <w:numPr>
        <w:numId w:val="80"/>
      </w:numPr>
      <w:spacing w:before="180"/>
    </w:pPr>
    <w:rPr>
      <w:rFonts w:cs="Arial"/>
      <w:szCs w:val="22"/>
    </w:rPr>
  </w:style>
  <w:style w:type="paragraph" w:customStyle="1" w:styleId="SDMSubPara1">
    <w:name w:val="SDMSubPara1"/>
    <w:basedOn w:val="Normal"/>
    <w:rsid w:val="006D4FE1"/>
    <w:pPr>
      <w:numPr>
        <w:ilvl w:val="1"/>
        <w:numId w:val="80"/>
      </w:numPr>
      <w:spacing w:before="180"/>
    </w:pPr>
    <w:rPr>
      <w:rFonts w:cs="Arial"/>
      <w:szCs w:val="22"/>
    </w:rPr>
  </w:style>
  <w:style w:type="paragraph" w:customStyle="1" w:styleId="SDMSubPara2">
    <w:name w:val="SDMSubPara2"/>
    <w:basedOn w:val="Normal"/>
    <w:rsid w:val="006D4FE1"/>
    <w:pPr>
      <w:numPr>
        <w:ilvl w:val="2"/>
        <w:numId w:val="80"/>
      </w:numPr>
      <w:spacing w:before="180"/>
    </w:pPr>
    <w:rPr>
      <w:rFonts w:cs="Arial"/>
      <w:szCs w:val="22"/>
    </w:rPr>
  </w:style>
  <w:style w:type="character" w:customStyle="1" w:styleId="FootnoteTextChar">
    <w:name w:val="Footnote Text Char"/>
    <w:link w:val="FootnoteText"/>
    <w:rsid w:val="006D4FE1"/>
    <w:rPr>
      <w:rFonts w:ascii="Arial" w:eastAsia="Times New Roman" w:hAnsi="Arial"/>
      <w:lang w:val="en-GB" w:eastAsia="de-DE"/>
    </w:rPr>
  </w:style>
  <w:style w:type="table" w:customStyle="1" w:styleId="SDMTable">
    <w:name w:val="SDMTable"/>
    <w:basedOn w:val="TableNormal"/>
    <w:rsid w:val="006D4FE1"/>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6D4FE1"/>
    <w:pPr>
      <w:jc w:val="center"/>
    </w:pPr>
    <w:rPr>
      <w:rFonts w:cs="Arial"/>
      <w:sz w:val="20"/>
    </w:rPr>
  </w:style>
  <w:style w:type="table" w:customStyle="1" w:styleId="SDMTableDocInfo">
    <w:name w:val="SDMTableDocInfo"/>
    <w:basedOn w:val="TableNormal"/>
    <w:rsid w:val="006D4FE1"/>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6D4FE1"/>
    <w:pPr>
      <w:keepLines/>
      <w:numPr>
        <w:numId w:val="79"/>
      </w:numPr>
      <w:spacing w:before="80" w:after="80"/>
    </w:pPr>
    <w:rPr>
      <w:rFonts w:cs="Arial"/>
      <w:sz w:val="20"/>
    </w:rPr>
  </w:style>
  <w:style w:type="character" w:customStyle="1" w:styleId="SDMDocInfoTextChar">
    <w:name w:val="SDMDocInfoText Char"/>
    <w:link w:val="SDMDocInfoText"/>
    <w:rsid w:val="006D4FE1"/>
    <w:rPr>
      <w:rFonts w:ascii="Arial" w:eastAsia="Times New Roman" w:hAnsi="Arial" w:cs="Arial"/>
      <w:lang w:val="en-GB" w:eastAsia="de-DE"/>
    </w:rPr>
  </w:style>
  <w:style w:type="paragraph" w:customStyle="1" w:styleId="SDMDocInfoTitle">
    <w:name w:val="SDMDocInfoTitle"/>
    <w:basedOn w:val="Normal"/>
    <w:rsid w:val="006D4FE1"/>
    <w:pPr>
      <w:keepNext/>
      <w:keepLines/>
      <w:spacing w:before="480" w:after="240"/>
      <w:jc w:val="center"/>
    </w:pPr>
    <w:rPr>
      <w:rFonts w:cs="Arial"/>
      <w:b/>
      <w:szCs w:val="22"/>
    </w:rPr>
  </w:style>
  <w:style w:type="paragraph" w:customStyle="1" w:styleId="SDMSubPara3">
    <w:name w:val="SDMSubPara3"/>
    <w:basedOn w:val="Normal"/>
    <w:rsid w:val="006D4FE1"/>
    <w:pPr>
      <w:numPr>
        <w:ilvl w:val="3"/>
        <w:numId w:val="80"/>
      </w:numPr>
      <w:spacing w:before="180"/>
      <w:ind w:left="2721" w:hanging="595"/>
    </w:pPr>
  </w:style>
  <w:style w:type="paragraph" w:customStyle="1" w:styleId="SDMSubPara4">
    <w:name w:val="SDMSubPara4"/>
    <w:basedOn w:val="Normal"/>
    <w:rsid w:val="006D4FE1"/>
    <w:pPr>
      <w:numPr>
        <w:ilvl w:val="4"/>
        <w:numId w:val="80"/>
      </w:numPr>
      <w:spacing w:before="180"/>
    </w:pPr>
  </w:style>
  <w:style w:type="character" w:customStyle="1" w:styleId="TOC1Char">
    <w:name w:val="TOC 1 Char"/>
    <w:link w:val="TOC1"/>
    <w:uiPriority w:val="39"/>
    <w:rsid w:val="006D4FE1"/>
    <w:rPr>
      <w:rFonts w:ascii="Arial" w:eastAsia="Times New Roman" w:hAnsi="Arial" w:cs="Arial"/>
      <w:b/>
      <w:caps/>
      <w:sz w:val="21"/>
      <w:szCs w:val="21"/>
      <w:lang w:val="en-GB" w:eastAsia="de-DE"/>
    </w:rPr>
  </w:style>
  <w:style w:type="character" w:customStyle="1" w:styleId="TOC2Char">
    <w:name w:val="TOC 2 Char"/>
    <w:link w:val="TOC2"/>
    <w:uiPriority w:val="39"/>
    <w:rsid w:val="006D4FE1"/>
    <w:rPr>
      <w:rFonts w:ascii="Arial" w:eastAsia="Times New Roman" w:hAnsi="Arial" w:cs="Arial"/>
      <w:sz w:val="21"/>
      <w:szCs w:val="21"/>
      <w:lang w:val="en-GB" w:eastAsia="de-DE"/>
    </w:rPr>
  </w:style>
  <w:style w:type="character" w:customStyle="1" w:styleId="TOC3Char">
    <w:name w:val="TOC 3 Char"/>
    <w:link w:val="TOC3"/>
    <w:uiPriority w:val="39"/>
    <w:rsid w:val="006D4FE1"/>
    <w:rPr>
      <w:rFonts w:ascii="Arial" w:eastAsia="Times New Roman" w:hAnsi="Arial" w:cs="Arial"/>
      <w:sz w:val="21"/>
      <w:szCs w:val="21"/>
      <w:lang w:val="en-GB" w:eastAsia="de-DE"/>
    </w:rPr>
  </w:style>
  <w:style w:type="character" w:customStyle="1" w:styleId="TOC3CharChar">
    <w:name w:val="TOC 3 Char Char"/>
    <w:rsid w:val="009115E4"/>
    <w:rPr>
      <w:rFonts w:ascii="Arial" w:hAnsi="Arial" w:cs="Arial"/>
      <w:b/>
      <w:caps/>
      <w:sz w:val="21"/>
      <w:szCs w:val="21"/>
      <w:lang w:val="en-GB" w:eastAsia="de-DE" w:bidi="ar-SA"/>
    </w:rPr>
  </w:style>
  <w:style w:type="paragraph" w:customStyle="1" w:styleId="SDMHeader">
    <w:name w:val="SDMHeader"/>
    <w:basedOn w:val="Header"/>
    <w:rsid w:val="006D4FE1"/>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6D4FE1"/>
    <w:pPr>
      <w:keepNext/>
      <w:keepLines/>
    </w:pPr>
    <w:rPr>
      <w:rFonts w:cs="Arial"/>
      <w:i/>
      <w:sz w:val="16"/>
      <w:szCs w:val="16"/>
    </w:rPr>
  </w:style>
  <w:style w:type="table" w:customStyle="1" w:styleId="SDMBox">
    <w:name w:val="SDMBox"/>
    <w:basedOn w:val="TableNormal"/>
    <w:rsid w:val="006D4FE1"/>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D4FE1"/>
    <w:pPr>
      <w:numPr>
        <w:numId w:val="12"/>
      </w:numPr>
    </w:pPr>
  </w:style>
  <w:style w:type="numbering" w:customStyle="1" w:styleId="SDMHeadList">
    <w:name w:val="SDMHeadList"/>
    <w:uiPriority w:val="99"/>
    <w:rsid w:val="006D4FE1"/>
    <w:pPr>
      <w:numPr>
        <w:numId w:val="15"/>
      </w:numPr>
    </w:pPr>
  </w:style>
  <w:style w:type="numbering" w:customStyle="1" w:styleId="SDMTableBoxParaList">
    <w:name w:val="SDMTable&amp;BoxParaList"/>
    <w:rsid w:val="009115E4"/>
    <w:pPr>
      <w:numPr>
        <w:numId w:val="13"/>
      </w:numPr>
    </w:pPr>
  </w:style>
  <w:style w:type="paragraph" w:customStyle="1" w:styleId="SDMAppTitle">
    <w:name w:val="SDMAppTitle"/>
    <w:basedOn w:val="SDMHead1"/>
    <w:next w:val="SDMApp1"/>
    <w:qFormat/>
    <w:rsid w:val="006D4FE1"/>
    <w:pPr>
      <w:pageBreakBefore/>
      <w:numPr>
        <w:numId w:val="69"/>
      </w:numPr>
      <w:spacing w:before="120" w:after="600"/>
    </w:pPr>
  </w:style>
  <w:style w:type="paragraph" w:customStyle="1" w:styleId="SDMApp1">
    <w:name w:val="SDMApp1"/>
    <w:basedOn w:val="SDMHead2"/>
    <w:qFormat/>
    <w:rsid w:val="006D4FE1"/>
    <w:pPr>
      <w:ind w:left="2126" w:hanging="2126"/>
      <w:outlineLvl w:val="9"/>
    </w:pPr>
  </w:style>
  <w:style w:type="paragraph" w:customStyle="1" w:styleId="SDMApp2">
    <w:name w:val="SDMApp2"/>
    <w:basedOn w:val="SDMHead3"/>
    <w:qFormat/>
    <w:rsid w:val="006D4FE1"/>
    <w:pPr>
      <w:numPr>
        <w:numId w:val="69"/>
      </w:numPr>
      <w:outlineLvl w:val="9"/>
    </w:pPr>
  </w:style>
  <w:style w:type="paragraph" w:customStyle="1" w:styleId="SDMApp3">
    <w:name w:val="SDMApp3"/>
    <w:basedOn w:val="SDMHead4"/>
    <w:qFormat/>
    <w:rsid w:val="006D4FE1"/>
    <w:pPr>
      <w:numPr>
        <w:numId w:val="69"/>
      </w:numPr>
      <w:outlineLvl w:val="9"/>
    </w:pPr>
  </w:style>
  <w:style w:type="paragraph" w:customStyle="1" w:styleId="SDMApp4">
    <w:name w:val="SDMApp4"/>
    <w:basedOn w:val="SDMHead5"/>
    <w:qFormat/>
    <w:rsid w:val="006D4FE1"/>
    <w:pPr>
      <w:numPr>
        <w:numId w:val="69"/>
      </w:numPr>
      <w:outlineLvl w:val="9"/>
    </w:pPr>
  </w:style>
  <w:style w:type="numbering" w:customStyle="1" w:styleId="SDMAppHeadList">
    <w:name w:val="SDMAppHeadList"/>
    <w:uiPriority w:val="99"/>
    <w:rsid w:val="006D4FE1"/>
    <w:pPr>
      <w:numPr>
        <w:numId w:val="14"/>
      </w:numPr>
    </w:pPr>
  </w:style>
  <w:style w:type="paragraph" w:customStyle="1" w:styleId="SDMDocRef">
    <w:name w:val="SDMDocRef"/>
    <w:basedOn w:val="Normal"/>
    <w:qFormat/>
    <w:rsid w:val="006D4FE1"/>
    <w:pPr>
      <w:spacing w:before="100"/>
    </w:pPr>
    <w:rPr>
      <w:b/>
      <w:caps/>
      <w:sz w:val="28"/>
    </w:rPr>
  </w:style>
  <w:style w:type="paragraph" w:customStyle="1" w:styleId="SDMApp5">
    <w:name w:val="SDMApp5"/>
    <w:basedOn w:val="SDMApp4"/>
    <w:qFormat/>
    <w:rsid w:val="006D4FE1"/>
    <w:pPr>
      <w:numPr>
        <w:ilvl w:val="5"/>
      </w:numPr>
      <w:tabs>
        <w:tab w:val="left" w:pos="1418"/>
      </w:tabs>
      <w:ind w:left="1418" w:hanging="1418"/>
    </w:pPr>
  </w:style>
  <w:style w:type="paragraph" w:customStyle="1" w:styleId="SDMTableBoxFigureFootnote">
    <w:name w:val="SDMTableBoxFigureFootnote"/>
    <w:basedOn w:val="Normal"/>
    <w:qFormat/>
    <w:rsid w:val="006D4FE1"/>
    <w:pPr>
      <w:numPr>
        <w:numId w:val="82"/>
      </w:numPr>
      <w:spacing w:before="120"/>
    </w:pPr>
    <w:rPr>
      <w:sz w:val="20"/>
    </w:rPr>
  </w:style>
  <w:style w:type="paragraph" w:customStyle="1" w:styleId="SDMCovNoteTitle">
    <w:name w:val="SDMCovNoteTitle"/>
    <w:basedOn w:val="Normal"/>
    <w:qFormat/>
    <w:rsid w:val="006D4FE1"/>
    <w:pPr>
      <w:keepNext/>
      <w:keepLines/>
      <w:suppressAutoHyphens/>
      <w:spacing w:before="240" w:after="840"/>
      <w:jc w:val="center"/>
    </w:pPr>
    <w:rPr>
      <w:b/>
      <w:caps/>
      <w:sz w:val="32"/>
    </w:rPr>
  </w:style>
  <w:style w:type="numbering" w:customStyle="1" w:styleId="SDMCovNoteHeadList">
    <w:name w:val="SDMCovNoteHeadList"/>
    <w:uiPriority w:val="99"/>
    <w:rsid w:val="006D4FE1"/>
    <w:pPr>
      <w:numPr>
        <w:numId w:val="16"/>
      </w:numPr>
    </w:pPr>
  </w:style>
  <w:style w:type="paragraph" w:customStyle="1" w:styleId="SDMCovNoteHead1">
    <w:name w:val="SDMCovNoteHead1"/>
    <w:basedOn w:val="Normal"/>
    <w:rsid w:val="006D4FE1"/>
    <w:pPr>
      <w:keepNext/>
      <w:keepLines/>
      <w:numPr>
        <w:numId w:val="74"/>
      </w:numPr>
      <w:suppressAutoHyphens/>
      <w:spacing w:before="240" w:after="60"/>
    </w:pPr>
    <w:rPr>
      <w:b/>
      <w:sz w:val="24"/>
    </w:rPr>
  </w:style>
  <w:style w:type="paragraph" w:customStyle="1" w:styleId="SDMCovNoteHead2">
    <w:name w:val="SDMCovNoteHead2"/>
    <w:basedOn w:val="Normal"/>
    <w:rsid w:val="006D4FE1"/>
    <w:pPr>
      <w:keepNext/>
      <w:keepLines/>
      <w:numPr>
        <w:ilvl w:val="1"/>
        <w:numId w:val="74"/>
      </w:numPr>
      <w:spacing w:before="240" w:after="60"/>
    </w:pPr>
    <w:rPr>
      <w:b/>
    </w:rPr>
  </w:style>
  <w:style w:type="paragraph" w:customStyle="1" w:styleId="SDMCovNoteHead3">
    <w:name w:val="SDMCovNoteHead3"/>
    <w:basedOn w:val="Normal"/>
    <w:rsid w:val="006D4FE1"/>
    <w:pPr>
      <w:keepNext/>
      <w:keepLines/>
      <w:numPr>
        <w:ilvl w:val="2"/>
        <w:numId w:val="74"/>
      </w:numPr>
      <w:spacing w:before="240" w:after="60"/>
    </w:pPr>
    <w:rPr>
      <w:b/>
    </w:rPr>
  </w:style>
  <w:style w:type="paragraph" w:styleId="NoSpacing">
    <w:name w:val="No Spacing"/>
    <w:link w:val="NoSpacingChar"/>
    <w:uiPriority w:val="1"/>
    <w:qFormat/>
    <w:rsid w:val="006D4FE1"/>
    <w:rPr>
      <w:rFonts w:ascii="Calibri" w:hAnsi="Calibri" w:cs="Arial"/>
      <w:sz w:val="22"/>
      <w:szCs w:val="22"/>
      <w:lang w:eastAsia="ja-JP"/>
    </w:rPr>
  </w:style>
  <w:style w:type="character" w:customStyle="1" w:styleId="NoSpacingChar">
    <w:name w:val="No Spacing Char"/>
    <w:link w:val="NoSpacing"/>
    <w:uiPriority w:val="1"/>
    <w:rsid w:val="006D4FE1"/>
    <w:rPr>
      <w:rFonts w:ascii="Calibri" w:hAnsi="Calibri" w:cs="Arial"/>
      <w:sz w:val="22"/>
      <w:szCs w:val="22"/>
      <w:lang w:eastAsia="ja-JP"/>
    </w:rPr>
  </w:style>
  <w:style w:type="paragraph" w:customStyle="1" w:styleId="SDMTOCHeading">
    <w:name w:val="SDMTOCHeading"/>
    <w:basedOn w:val="Normal"/>
    <w:qFormat/>
    <w:rsid w:val="006D4FE1"/>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6D4FE1"/>
    <w:pPr>
      <w:numPr>
        <w:numId w:val="17"/>
      </w:numPr>
    </w:pPr>
  </w:style>
  <w:style w:type="paragraph" w:customStyle="1" w:styleId="SDMTableBoxFigureFootnoteSL1">
    <w:name w:val="SDMTableBoxFigureFootnoteSL1"/>
    <w:basedOn w:val="SDMTableBoxFigureFootnote"/>
    <w:qFormat/>
    <w:rsid w:val="006D4FE1"/>
    <w:pPr>
      <w:numPr>
        <w:ilvl w:val="1"/>
      </w:numPr>
      <w:spacing w:before="40"/>
    </w:pPr>
  </w:style>
  <w:style w:type="paragraph" w:customStyle="1" w:styleId="SDMTableBoxFigureFootnoteSL2">
    <w:name w:val="SDMTableBoxFigureFootnoteSL2"/>
    <w:basedOn w:val="SDMTableBoxFigureFootnote"/>
    <w:qFormat/>
    <w:rsid w:val="006D4FE1"/>
    <w:pPr>
      <w:numPr>
        <w:ilvl w:val="2"/>
      </w:numPr>
      <w:spacing w:before="40"/>
    </w:pPr>
  </w:style>
  <w:style w:type="paragraph" w:customStyle="1" w:styleId="SDMTableBoxFigureFootnoteSL3">
    <w:name w:val="SDMTableBoxFigureFootnoteSL3"/>
    <w:basedOn w:val="SDMTableBoxFigureFootnote"/>
    <w:qFormat/>
    <w:rsid w:val="006D4FE1"/>
    <w:pPr>
      <w:numPr>
        <w:ilvl w:val="3"/>
      </w:numPr>
      <w:spacing w:before="40"/>
    </w:pPr>
  </w:style>
  <w:style w:type="paragraph" w:customStyle="1" w:styleId="SDMTableBoxFigureFootnoteSL4">
    <w:name w:val="SDMTableBoxFigureFootnoteSL4"/>
    <w:basedOn w:val="SDMTableBoxFigureFootnote"/>
    <w:qFormat/>
    <w:rsid w:val="006D4FE1"/>
    <w:pPr>
      <w:numPr>
        <w:ilvl w:val="4"/>
      </w:numPr>
      <w:spacing w:before="40"/>
    </w:pPr>
  </w:style>
  <w:style w:type="paragraph" w:customStyle="1" w:styleId="SDMTableBoxFigureFootnoteSL5">
    <w:name w:val="SDMTableBoxFigureFootnoteSL5"/>
    <w:basedOn w:val="SDMTableBoxFigureFootnote"/>
    <w:qFormat/>
    <w:rsid w:val="006D4FE1"/>
    <w:pPr>
      <w:numPr>
        <w:ilvl w:val="5"/>
      </w:numPr>
      <w:spacing w:before="40"/>
    </w:pPr>
  </w:style>
  <w:style w:type="character" w:styleId="PlaceholderText">
    <w:name w:val="Placeholder Text"/>
    <w:uiPriority w:val="99"/>
    <w:semiHidden/>
    <w:rsid w:val="006D4FE1"/>
    <w:rPr>
      <w:color w:val="808080"/>
    </w:rPr>
  </w:style>
  <w:style w:type="character" w:customStyle="1" w:styleId="BalloonTextChar">
    <w:name w:val="Balloon Text Char"/>
    <w:link w:val="BalloonText"/>
    <w:rsid w:val="006D4FE1"/>
    <w:rPr>
      <w:rFonts w:ascii="Tahoma" w:eastAsia="Times New Roman" w:hAnsi="Tahoma" w:cs="Tahoma"/>
      <w:sz w:val="16"/>
      <w:szCs w:val="16"/>
      <w:lang w:val="en-GB" w:eastAsia="de-DE"/>
    </w:rPr>
  </w:style>
  <w:style w:type="paragraph" w:styleId="Date">
    <w:name w:val="Date"/>
    <w:basedOn w:val="Normal"/>
    <w:next w:val="Normal"/>
    <w:link w:val="DateChar"/>
    <w:rsid w:val="006D4FE1"/>
  </w:style>
  <w:style w:type="character" w:customStyle="1" w:styleId="DateChar">
    <w:name w:val="Date Char"/>
    <w:link w:val="Date"/>
    <w:rsid w:val="006D4FE1"/>
    <w:rPr>
      <w:rFonts w:ascii="Arial" w:eastAsia="Times New Roman" w:hAnsi="Arial"/>
      <w:sz w:val="22"/>
      <w:lang w:val="en-GB" w:eastAsia="de-DE"/>
    </w:rPr>
  </w:style>
  <w:style w:type="paragraph" w:customStyle="1" w:styleId="SDMConfidentialMark">
    <w:name w:val="SDMConfidentialMark"/>
    <w:basedOn w:val="Normal"/>
    <w:qFormat/>
    <w:rsid w:val="006D4FE1"/>
    <w:pPr>
      <w:spacing w:before="1200"/>
      <w:jc w:val="right"/>
    </w:pPr>
    <w:rPr>
      <w:b/>
      <w:caps/>
      <w:spacing w:val="10"/>
      <w:sz w:val="32"/>
    </w:rPr>
  </w:style>
  <w:style w:type="character" w:customStyle="1" w:styleId="Heading1Char">
    <w:name w:val="Heading 1 Char"/>
    <w:link w:val="Heading1"/>
    <w:rsid w:val="006D4FE1"/>
    <w:rPr>
      <w:rFonts w:ascii="Cambria" w:eastAsia="MS Gothic" w:hAnsi="Cambria" w:cs="Times New Roman"/>
      <w:b/>
      <w:bCs/>
      <w:color w:val="365F91"/>
      <w:sz w:val="28"/>
      <w:szCs w:val="28"/>
    </w:rPr>
  </w:style>
  <w:style w:type="character" w:customStyle="1" w:styleId="Heading2Char">
    <w:name w:val="Heading 2 Char"/>
    <w:link w:val="Heading2"/>
    <w:rsid w:val="006D4FE1"/>
    <w:rPr>
      <w:rFonts w:ascii="Cambria" w:eastAsia="MS Gothic" w:hAnsi="Cambria" w:cs="Times New Roman"/>
      <w:b/>
      <w:bCs/>
      <w:color w:val="4F81BD"/>
      <w:sz w:val="26"/>
      <w:szCs w:val="26"/>
    </w:rPr>
  </w:style>
  <w:style w:type="character" w:customStyle="1" w:styleId="Heading3Char">
    <w:name w:val="Heading 3 Char"/>
    <w:link w:val="Heading3"/>
    <w:rsid w:val="006D4FE1"/>
    <w:rPr>
      <w:rFonts w:ascii="Cambria" w:eastAsia="MS Gothic" w:hAnsi="Cambria" w:cs="Times New Roman"/>
      <w:b/>
      <w:bCs/>
      <w:color w:val="4F81BD"/>
      <w:sz w:val="24"/>
      <w:szCs w:val="24"/>
    </w:rPr>
  </w:style>
  <w:style w:type="character" w:customStyle="1" w:styleId="Heading4Char">
    <w:name w:val="Heading 4 Char"/>
    <w:link w:val="Heading4"/>
    <w:rsid w:val="006D4FE1"/>
    <w:rPr>
      <w:rFonts w:ascii="Cambria" w:eastAsia="MS Gothic" w:hAnsi="Cambria" w:cs="Times New Roman"/>
      <w:b/>
      <w:bCs/>
      <w:i/>
      <w:iCs/>
      <w:color w:val="4F81BD"/>
      <w:sz w:val="24"/>
      <w:szCs w:val="24"/>
    </w:rPr>
  </w:style>
  <w:style w:type="character" w:customStyle="1" w:styleId="Heading5Char">
    <w:name w:val="Heading 5 Char"/>
    <w:link w:val="Heading5"/>
    <w:rsid w:val="006D4FE1"/>
    <w:rPr>
      <w:rFonts w:ascii="Cambria" w:eastAsia="MS Gothic" w:hAnsi="Cambria" w:cs="Times New Roman"/>
      <w:color w:val="243F60"/>
      <w:sz w:val="24"/>
      <w:szCs w:val="24"/>
    </w:rPr>
  </w:style>
  <w:style w:type="character" w:customStyle="1" w:styleId="Heading6Char">
    <w:name w:val="Heading 6 Char"/>
    <w:link w:val="Heading6"/>
    <w:rsid w:val="006D4FE1"/>
    <w:rPr>
      <w:rFonts w:ascii="Cambria" w:eastAsia="MS Gothic" w:hAnsi="Cambria" w:cs="Times New Roman"/>
      <w:i/>
      <w:iCs/>
      <w:color w:val="243F60"/>
      <w:sz w:val="24"/>
      <w:szCs w:val="24"/>
    </w:rPr>
  </w:style>
  <w:style w:type="character" w:customStyle="1" w:styleId="Heading7Char">
    <w:name w:val="Heading 7 Char"/>
    <w:link w:val="Heading7"/>
    <w:rsid w:val="006D4FE1"/>
    <w:rPr>
      <w:rFonts w:ascii="Cambria" w:eastAsia="MS Gothic" w:hAnsi="Cambria" w:cs="Times New Roman"/>
      <w:i/>
      <w:iCs/>
      <w:color w:val="404040"/>
      <w:sz w:val="24"/>
      <w:szCs w:val="24"/>
    </w:rPr>
  </w:style>
  <w:style w:type="character" w:customStyle="1" w:styleId="Heading8Char">
    <w:name w:val="Heading 8 Char"/>
    <w:link w:val="Heading8"/>
    <w:rsid w:val="006D4FE1"/>
    <w:rPr>
      <w:rFonts w:ascii="Cambria" w:eastAsia="MS Gothic" w:hAnsi="Cambria" w:cs="Times New Roman"/>
      <w:color w:val="404040"/>
    </w:rPr>
  </w:style>
  <w:style w:type="character" w:customStyle="1" w:styleId="Heading9Char">
    <w:name w:val="Heading 9 Char"/>
    <w:link w:val="Heading9"/>
    <w:rsid w:val="006D4FE1"/>
    <w:rPr>
      <w:rFonts w:ascii="Cambria" w:eastAsia="MS Gothic" w:hAnsi="Cambria" w:cs="Times New Roman"/>
      <w:i/>
      <w:iCs/>
      <w:color w:val="404040"/>
    </w:rPr>
  </w:style>
  <w:style w:type="table" w:customStyle="1" w:styleId="SDMMethTableEmmissions">
    <w:name w:val="SDMMethTableEmmissions"/>
    <w:basedOn w:val="TableNormal"/>
    <w:uiPriority w:val="99"/>
    <w:rsid w:val="006D4FE1"/>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6D4FE1"/>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6D4FE1"/>
    <w:pPr>
      <w:ind w:left="1531"/>
    </w:pPr>
  </w:style>
  <w:style w:type="table" w:customStyle="1" w:styleId="SDMMethTable">
    <w:name w:val="SDMMethTable"/>
    <w:basedOn w:val="SDMTable"/>
    <w:uiPriority w:val="99"/>
    <w:rsid w:val="006D4FE1"/>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6D4FE1"/>
    <w:rPr>
      <w:rFonts w:ascii="Arial" w:eastAsia="Times New Roman" w:hAnsi="Arial"/>
      <w:sz w:val="22"/>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6D4FE1"/>
    <w:pPr>
      <w:spacing w:before="180" w:after="0"/>
    </w:pPr>
    <w:rPr>
      <w:b w:val="0"/>
      <w:sz w:val="22"/>
    </w:rPr>
  </w:style>
  <w:style w:type="paragraph" w:customStyle="1" w:styleId="SDMMethEquation">
    <w:name w:val="SDMMethEquation"/>
    <w:basedOn w:val="SDMPara"/>
    <w:qFormat/>
    <w:rsid w:val="006D4FE1"/>
    <w:pPr>
      <w:keepLines/>
      <w:numPr>
        <w:numId w:val="0"/>
      </w:numPr>
      <w:spacing w:before="360" w:line="360" w:lineRule="auto"/>
    </w:pPr>
  </w:style>
  <w:style w:type="table" w:customStyle="1" w:styleId="SDMMethTableEquation">
    <w:name w:val="SDMMethTableEquation"/>
    <w:basedOn w:val="TableNormal"/>
    <w:uiPriority w:val="99"/>
    <w:rsid w:val="006D4FE1"/>
    <w:rPr>
      <w:rFonts w:ascii="Arial" w:eastAsia="Times New Roman" w:hAnsi="Arial"/>
      <w:sz w:val="22"/>
      <w:lang w:val="en-GB" w:eastAsia="en-GB"/>
    </w:rPr>
    <w:tblPr>
      <w:tblInd w:w="680" w:type="dxa"/>
    </w:tblPr>
    <w:trPr>
      <w:cantSplit/>
    </w:trPr>
  </w:style>
  <w:style w:type="paragraph" w:customStyle="1" w:styleId="SDMTableBoxParaNotNumbered">
    <w:name w:val="SDMTable&amp;BoxParaNotNumbered"/>
    <w:basedOn w:val="Normal"/>
    <w:qFormat/>
    <w:rsid w:val="006D4FE1"/>
    <w:pPr>
      <w:jc w:val="left"/>
    </w:pPr>
    <w:rPr>
      <w:sz w:val="20"/>
    </w:rPr>
  </w:style>
  <w:style w:type="paragraph" w:customStyle="1" w:styleId="SDMTableBoxParaNumbered">
    <w:name w:val="SDMTable&amp;BoxParaNumbered"/>
    <w:basedOn w:val="Normal"/>
    <w:qFormat/>
    <w:rsid w:val="006D4FE1"/>
    <w:pPr>
      <w:numPr>
        <w:numId w:val="21"/>
      </w:numPr>
      <w:jc w:val="left"/>
    </w:pPr>
    <w:rPr>
      <w:sz w:val="20"/>
    </w:rPr>
  </w:style>
  <w:style w:type="paragraph" w:customStyle="1" w:styleId="SDMMethEquationNr">
    <w:name w:val="SDMMethEquationNr"/>
    <w:basedOn w:val="SDMMethEquation"/>
    <w:qFormat/>
    <w:rsid w:val="006D4FE1"/>
    <w:pPr>
      <w:keepNext/>
      <w:numPr>
        <w:numId w:val="84"/>
      </w:numPr>
      <w:jc w:val="right"/>
    </w:pPr>
    <w:rPr>
      <w:sz w:val="20"/>
    </w:rPr>
  </w:style>
  <w:style w:type="numbering" w:customStyle="1" w:styleId="SDMMethEquationNumberingList">
    <w:name w:val="SDMMethEquationNumberingList"/>
    <w:uiPriority w:val="99"/>
    <w:rsid w:val="009115E4"/>
    <w:pPr>
      <w:numPr>
        <w:numId w:val="18"/>
      </w:numPr>
    </w:pPr>
  </w:style>
  <w:style w:type="paragraph" w:styleId="ListParagraph">
    <w:name w:val="List Paragraph"/>
    <w:basedOn w:val="Normal"/>
    <w:uiPriority w:val="34"/>
    <w:qFormat/>
    <w:rsid w:val="006D4FE1"/>
    <w:pPr>
      <w:ind w:left="720"/>
      <w:contextualSpacing/>
    </w:pPr>
  </w:style>
  <w:style w:type="table" w:customStyle="1" w:styleId="SDMTableLandscape">
    <w:name w:val="SDMTableLandscape"/>
    <w:basedOn w:val="SDMTable"/>
    <w:uiPriority w:val="99"/>
    <w:rsid w:val="009115E4"/>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9115E4"/>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9115E4"/>
  </w:style>
  <w:style w:type="character" w:customStyle="1" w:styleId="BodyText3Char">
    <w:name w:val="Body Text 3 Char"/>
    <w:link w:val="BodyText3"/>
    <w:rsid w:val="009115E4"/>
    <w:rPr>
      <w:rFonts w:eastAsia="Times New Roman"/>
      <w:i/>
      <w:iCs/>
      <w:sz w:val="24"/>
      <w:lang w:val="en-GB" w:eastAsia="de-DE"/>
    </w:rPr>
  </w:style>
  <w:style w:type="character" w:customStyle="1" w:styleId="BodyTextChar">
    <w:name w:val="Body Text Char"/>
    <w:link w:val="BodyText"/>
    <w:rsid w:val="009115E4"/>
    <w:rPr>
      <w:rFonts w:eastAsia="Times New Roman"/>
      <w:sz w:val="22"/>
      <w:lang w:val="en-GB" w:eastAsia="de-DE"/>
    </w:rPr>
  </w:style>
  <w:style w:type="character" w:customStyle="1" w:styleId="BodyText2Char">
    <w:name w:val="Body Text 2 Char"/>
    <w:link w:val="BodyText2"/>
    <w:rsid w:val="009115E4"/>
    <w:rPr>
      <w:rFonts w:eastAsia="Times New Roman"/>
      <w:sz w:val="22"/>
      <w:lang w:val="en-GB" w:eastAsia="de-DE"/>
    </w:rPr>
  </w:style>
  <w:style w:type="character" w:customStyle="1" w:styleId="DocumentMapChar">
    <w:name w:val="Document Map Char"/>
    <w:link w:val="DocumentMap"/>
    <w:rsid w:val="009115E4"/>
    <w:rPr>
      <w:rFonts w:ascii="Tahoma" w:eastAsia="Times New Roman" w:hAnsi="Tahoma" w:cs="Tahoma"/>
      <w:shd w:val="clear" w:color="auto" w:fill="000080"/>
      <w:lang w:val="en-GB" w:eastAsia="de-DE"/>
    </w:rPr>
  </w:style>
  <w:style w:type="character" w:customStyle="1" w:styleId="MacroTextChar">
    <w:name w:val="Macro Text Char"/>
    <w:link w:val="MacroText"/>
    <w:rsid w:val="009115E4"/>
    <w:rPr>
      <w:rFonts w:ascii="Courier New" w:eastAsia="Times New Roman" w:hAnsi="Courier New" w:cs="Courier New"/>
      <w:lang w:val="en-GB" w:eastAsia="de-DE"/>
    </w:rPr>
  </w:style>
  <w:style w:type="paragraph" w:customStyle="1" w:styleId="SDMPDDPoASection">
    <w:name w:val="SDMPDD&amp;PoASection"/>
    <w:basedOn w:val="SDMHead2"/>
    <w:qFormat/>
    <w:rsid w:val="009115E4"/>
    <w:pPr>
      <w:tabs>
        <w:tab w:val="left" w:pos="2325"/>
      </w:tabs>
      <w:outlineLvl w:val="0"/>
    </w:pPr>
  </w:style>
  <w:style w:type="numbering" w:customStyle="1" w:styleId="SDMPDDPoASectionList">
    <w:name w:val="SDMPDD&amp;PoASectionList"/>
    <w:uiPriority w:val="99"/>
    <w:rsid w:val="009115E4"/>
    <w:pPr>
      <w:numPr>
        <w:numId w:val="19"/>
      </w:numPr>
    </w:pPr>
  </w:style>
  <w:style w:type="paragraph" w:customStyle="1" w:styleId="SDMPDDPoASubSection1">
    <w:name w:val="SDMPDD&amp;PoASubSection1"/>
    <w:basedOn w:val="SDMHead3"/>
    <w:qFormat/>
    <w:rsid w:val="009115E4"/>
    <w:pPr>
      <w:numPr>
        <w:ilvl w:val="0"/>
        <w:numId w:val="0"/>
      </w:numPr>
      <w:tabs>
        <w:tab w:val="left" w:pos="1474"/>
      </w:tabs>
      <w:outlineLvl w:val="1"/>
    </w:pPr>
    <w:rPr>
      <w:rFonts w:eastAsia="MS Mincho"/>
    </w:rPr>
  </w:style>
  <w:style w:type="paragraph" w:customStyle="1" w:styleId="SDMPDDPoASubSection2">
    <w:name w:val="SDMPDD&amp;PoASubSection2"/>
    <w:basedOn w:val="SDMHead3"/>
    <w:qFormat/>
    <w:rsid w:val="009115E4"/>
    <w:pPr>
      <w:numPr>
        <w:ilvl w:val="0"/>
        <w:numId w:val="0"/>
      </w:numPr>
      <w:tabs>
        <w:tab w:val="left" w:pos="1474"/>
      </w:tabs>
    </w:pPr>
  </w:style>
  <w:style w:type="paragraph" w:customStyle="1" w:styleId="SDMPDDPoACaption">
    <w:name w:val="SDMPDD&amp;PoACaption"/>
    <w:basedOn w:val="Caption"/>
    <w:qFormat/>
    <w:rsid w:val="009115E4"/>
    <w:rPr>
      <w:b w:val="0"/>
      <w:i/>
    </w:rPr>
  </w:style>
  <w:style w:type="character" w:styleId="Strong">
    <w:name w:val="Strong"/>
    <w:qFormat/>
    <w:rsid w:val="009115E4"/>
    <w:rPr>
      <w:b/>
      <w:bCs/>
    </w:rPr>
  </w:style>
  <w:style w:type="numbering" w:customStyle="1" w:styleId="SDMTableBoxParaNumberedList">
    <w:name w:val="SDMTable&amp;BoxParaNumberedList"/>
    <w:rsid w:val="006D4FE1"/>
    <w:pPr>
      <w:numPr>
        <w:numId w:val="21"/>
      </w:numPr>
    </w:pPr>
  </w:style>
  <w:style w:type="character" w:customStyle="1" w:styleId="CommentTextChar">
    <w:name w:val="Comment Text Char"/>
    <w:link w:val="CommentText"/>
    <w:rsid w:val="009115E4"/>
    <w:rPr>
      <w:rFonts w:ascii="Arial" w:hAnsi="Arial"/>
      <w:lang w:val="en-GB"/>
    </w:rPr>
  </w:style>
  <w:style w:type="paragraph" w:customStyle="1" w:styleId="SymbolForm">
    <w:name w:val="SymbolForm"/>
    <w:basedOn w:val="Normal"/>
    <w:rsid w:val="00E57F3D"/>
    <w:pPr>
      <w:jc w:val="right"/>
    </w:pPr>
    <w:rPr>
      <w:rFonts w:cs="Arial"/>
      <w:b/>
      <w:bCs/>
    </w:rPr>
  </w:style>
  <w:style w:type="paragraph" w:customStyle="1" w:styleId="FooterF">
    <w:name w:val="FooterF"/>
    <w:basedOn w:val="Footer"/>
    <w:rsid w:val="00E57F3D"/>
    <w:pPr>
      <w:tabs>
        <w:tab w:val="clear" w:pos="4320"/>
        <w:tab w:val="clear" w:pos="8640"/>
        <w:tab w:val="right" w:pos="9639"/>
      </w:tabs>
      <w:ind w:right="-1"/>
    </w:pPr>
    <w:rPr>
      <w:rFonts w:cs="Arial"/>
      <w:b/>
      <w:lang w:val="en-US"/>
    </w:rPr>
  </w:style>
  <w:style w:type="paragraph" w:styleId="Revision">
    <w:name w:val="Revision"/>
    <w:hidden/>
    <w:uiPriority w:val="99"/>
    <w:semiHidden/>
    <w:rsid w:val="00E84007"/>
    <w:rPr>
      <w:rFonts w:eastAsia="Times New Roman"/>
      <w:sz w:val="22"/>
      <w:lang w:val="en-GB" w:eastAsia="de-DE"/>
    </w:rPr>
  </w:style>
  <w:style w:type="numbering" w:customStyle="1" w:styleId="SDMMethEquationNrList">
    <w:name w:val="SDMMethEquationNrList"/>
    <w:uiPriority w:val="99"/>
    <w:rsid w:val="006D4FE1"/>
    <w:pPr>
      <w:numPr>
        <w:numId w:val="75"/>
      </w:numPr>
    </w:pPr>
  </w:style>
  <w:style w:type="table" w:customStyle="1" w:styleId="SDMTableFullPage">
    <w:name w:val="SDMTableFullPage"/>
    <w:basedOn w:val="SDMTable"/>
    <w:uiPriority w:val="99"/>
    <w:rsid w:val="006D4FE1"/>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6D4FE1"/>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6D4FE1"/>
    <w:pPr>
      <w:ind w:left="0" w:firstLine="0"/>
    </w:pPr>
  </w:style>
  <w:style w:type="numbering" w:customStyle="1" w:styleId="SDMFootnoteList">
    <w:name w:val="SDMFootnoteList"/>
    <w:uiPriority w:val="99"/>
    <w:rsid w:val="006D4FE1"/>
    <w:pPr>
      <w:numPr>
        <w:numId w:val="77"/>
      </w:numPr>
    </w:pPr>
  </w:style>
  <w:style w:type="numbering" w:customStyle="1" w:styleId="SDMDocInfoTextBullets">
    <w:name w:val="SDMDocInfoTextBullets"/>
    <w:uiPriority w:val="99"/>
    <w:rsid w:val="006D4FE1"/>
    <w:pPr>
      <w:numPr>
        <w:numId w:val="79"/>
      </w:numPr>
    </w:pPr>
  </w:style>
  <w:style w:type="table" w:customStyle="1" w:styleId="SDMBoxFullPage">
    <w:name w:val="SDMBoxFullPage"/>
    <w:basedOn w:val="SDMBox"/>
    <w:uiPriority w:val="99"/>
    <w:rsid w:val="006D4FE1"/>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6D4FE1"/>
    <w:pPr>
      <w:numPr>
        <w:numId w:val="83"/>
      </w:numPr>
    </w:pPr>
  </w:style>
  <w:style w:type="paragraph" w:customStyle="1" w:styleId="SDMTableBoxFigureFootnoteSL1FullPage">
    <w:name w:val="SDMTableBoxFigureFootnoteSL1FullPage"/>
    <w:basedOn w:val="SDMTableBoxFigureFootnoteSL1"/>
    <w:rsid w:val="006D4FE1"/>
    <w:pPr>
      <w:numPr>
        <w:numId w:val="83"/>
      </w:numPr>
    </w:pPr>
  </w:style>
  <w:style w:type="paragraph" w:customStyle="1" w:styleId="SDMTableBoxFigureFootnoteSL2FullPage">
    <w:name w:val="SDMTableBoxFigureFootnoteSL2FullPage"/>
    <w:basedOn w:val="SDMTableBoxFigureFootnoteSL2"/>
    <w:rsid w:val="006D4FE1"/>
    <w:pPr>
      <w:numPr>
        <w:numId w:val="83"/>
      </w:numPr>
    </w:pPr>
  </w:style>
  <w:style w:type="paragraph" w:customStyle="1" w:styleId="SDMTableBoxFigureFootnoteSL3FullPage">
    <w:name w:val="SDMTableBoxFigureFootnoteSL3FullPage"/>
    <w:basedOn w:val="SDMTableBoxFigureFootnoteSL3"/>
    <w:rsid w:val="006D4FE1"/>
    <w:pPr>
      <w:numPr>
        <w:numId w:val="83"/>
      </w:numPr>
      <w:ind w:left="1248" w:hanging="397"/>
    </w:pPr>
  </w:style>
  <w:style w:type="paragraph" w:customStyle="1" w:styleId="SDMTableBoxFigureFootnoteSL4FullPage">
    <w:name w:val="SDMTableBoxFigureFootnoteSL4FullPage"/>
    <w:basedOn w:val="SDMTableBoxFigureFootnoteSL4"/>
    <w:rsid w:val="006D4FE1"/>
    <w:pPr>
      <w:numPr>
        <w:numId w:val="83"/>
      </w:numPr>
      <w:ind w:left="1587" w:hanging="340"/>
    </w:pPr>
  </w:style>
  <w:style w:type="paragraph" w:customStyle="1" w:styleId="SDMTableBoxFigureFootnoteSL5FullPage">
    <w:name w:val="SDMTableBoxFigureFootnoteSL5FullPage"/>
    <w:basedOn w:val="SDMTableBoxFigureFootnoteSL5"/>
    <w:rsid w:val="006D4FE1"/>
    <w:pPr>
      <w:numPr>
        <w:numId w:val="83"/>
      </w:numPr>
      <w:ind w:left="2042" w:hanging="454"/>
    </w:pPr>
  </w:style>
  <w:style w:type="numbering" w:customStyle="1" w:styleId="SDMTableBoxFigureFootnoteFullPageList">
    <w:name w:val="SDMTableBoxFigureFootnoteFullPageList"/>
    <w:uiPriority w:val="99"/>
    <w:rsid w:val="006D4FE1"/>
    <w:pPr>
      <w:numPr>
        <w:numId w:val="81"/>
      </w:numPr>
    </w:pPr>
  </w:style>
  <w:style w:type="character" w:styleId="FollowedHyperlink">
    <w:name w:val="FollowedHyperlink"/>
    <w:rsid w:val="005A679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4FE1"/>
    <w:pPr>
      <w:jc w:val="both"/>
    </w:pPr>
    <w:rPr>
      <w:rFonts w:ascii="Arial" w:eastAsia="Times New Roman" w:hAnsi="Arial"/>
      <w:sz w:val="22"/>
      <w:lang w:val="en-GB" w:eastAsia="de-DE"/>
    </w:rPr>
  </w:style>
  <w:style w:type="paragraph" w:styleId="Heading1">
    <w:name w:val="heading 1"/>
    <w:basedOn w:val="Normal"/>
    <w:next w:val="Normal"/>
    <w:link w:val="Heading1Char"/>
    <w:qFormat/>
    <w:rsid w:val="006D4FE1"/>
    <w:pPr>
      <w:keepNext/>
      <w:keepLines/>
      <w:numPr>
        <w:numId w:val="78"/>
      </w:numPr>
      <w:spacing w:before="480"/>
      <w:outlineLvl w:val="0"/>
    </w:pPr>
    <w:rPr>
      <w:rFonts w:ascii="Cambria" w:eastAsia="MS Gothic" w:hAnsi="Cambria"/>
      <w:b/>
      <w:bCs/>
      <w:color w:val="365F91"/>
      <w:sz w:val="28"/>
      <w:szCs w:val="28"/>
      <w:lang w:val="en-US" w:eastAsia="en-US"/>
    </w:rPr>
  </w:style>
  <w:style w:type="paragraph" w:styleId="Heading2">
    <w:name w:val="heading 2"/>
    <w:basedOn w:val="Normal"/>
    <w:next w:val="Normal"/>
    <w:link w:val="Heading2Char"/>
    <w:unhideWhenUsed/>
    <w:qFormat/>
    <w:rsid w:val="006D4FE1"/>
    <w:pPr>
      <w:keepNext/>
      <w:keepLines/>
      <w:numPr>
        <w:ilvl w:val="1"/>
        <w:numId w:val="78"/>
      </w:numPr>
      <w:spacing w:before="200"/>
      <w:outlineLvl w:val="1"/>
    </w:pPr>
    <w:rPr>
      <w:rFonts w:ascii="Cambria" w:eastAsia="MS Gothic" w:hAnsi="Cambria"/>
      <w:b/>
      <w:bCs/>
      <w:color w:val="4F81BD"/>
      <w:sz w:val="26"/>
      <w:szCs w:val="26"/>
      <w:lang w:val="en-US" w:eastAsia="en-US"/>
    </w:rPr>
  </w:style>
  <w:style w:type="paragraph" w:styleId="Heading3">
    <w:name w:val="heading 3"/>
    <w:basedOn w:val="Normal"/>
    <w:next w:val="Normal"/>
    <w:link w:val="Heading3Char"/>
    <w:unhideWhenUsed/>
    <w:qFormat/>
    <w:rsid w:val="006D4FE1"/>
    <w:pPr>
      <w:keepNext/>
      <w:keepLines/>
      <w:numPr>
        <w:ilvl w:val="2"/>
        <w:numId w:val="78"/>
      </w:numPr>
      <w:spacing w:before="200"/>
      <w:outlineLvl w:val="2"/>
    </w:pPr>
    <w:rPr>
      <w:rFonts w:ascii="Cambria" w:eastAsia="MS Gothic" w:hAnsi="Cambria"/>
      <w:b/>
      <w:bCs/>
      <w:color w:val="4F81BD"/>
      <w:sz w:val="24"/>
      <w:szCs w:val="24"/>
      <w:lang w:val="en-US" w:eastAsia="en-US"/>
    </w:rPr>
  </w:style>
  <w:style w:type="paragraph" w:styleId="Heading4">
    <w:name w:val="heading 4"/>
    <w:basedOn w:val="Normal"/>
    <w:next w:val="Normal"/>
    <w:link w:val="Heading4Char"/>
    <w:unhideWhenUsed/>
    <w:qFormat/>
    <w:rsid w:val="006D4FE1"/>
    <w:pPr>
      <w:keepNext/>
      <w:keepLines/>
      <w:numPr>
        <w:ilvl w:val="3"/>
        <w:numId w:val="78"/>
      </w:numPr>
      <w:spacing w:before="200"/>
      <w:outlineLvl w:val="3"/>
    </w:pPr>
    <w:rPr>
      <w:rFonts w:ascii="Cambria" w:eastAsia="MS Gothic" w:hAnsi="Cambria"/>
      <w:b/>
      <w:bCs/>
      <w:i/>
      <w:iCs/>
      <w:color w:val="4F81BD"/>
      <w:sz w:val="24"/>
      <w:szCs w:val="24"/>
      <w:lang w:val="en-US" w:eastAsia="en-US"/>
    </w:rPr>
  </w:style>
  <w:style w:type="paragraph" w:styleId="Heading5">
    <w:name w:val="heading 5"/>
    <w:basedOn w:val="Normal"/>
    <w:next w:val="Normal"/>
    <w:link w:val="Heading5Char"/>
    <w:unhideWhenUsed/>
    <w:qFormat/>
    <w:rsid w:val="006D4FE1"/>
    <w:pPr>
      <w:keepNext/>
      <w:keepLines/>
      <w:numPr>
        <w:ilvl w:val="4"/>
        <w:numId w:val="78"/>
      </w:numPr>
      <w:spacing w:before="200"/>
      <w:outlineLvl w:val="4"/>
    </w:pPr>
    <w:rPr>
      <w:rFonts w:ascii="Cambria" w:eastAsia="MS Gothic" w:hAnsi="Cambria"/>
      <w:color w:val="243F60"/>
      <w:sz w:val="24"/>
      <w:szCs w:val="24"/>
      <w:lang w:val="en-US" w:eastAsia="en-US"/>
    </w:rPr>
  </w:style>
  <w:style w:type="paragraph" w:styleId="Heading6">
    <w:name w:val="heading 6"/>
    <w:basedOn w:val="Normal"/>
    <w:next w:val="Normal"/>
    <w:link w:val="Heading6Char"/>
    <w:unhideWhenUsed/>
    <w:qFormat/>
    <w:rsid w:val="006D4FE1"/>
    <w:pPr>
      <w:keepNext/>
      <w:keepLines/>
      <w:numPr>
        <w:ilvl w:val="5"/>
        <w:numId w:val="78"/>
      </w:numPr>
      <w:spacing w:before="200"/>
      <w:outlineLvl w:val="5"/>
    </w:pPr>
    <w:rPr>
      <w:rFonts w:ascii="Cambria" w:eastAsia="MS Gothic" w:hAnsi="Cambria"/>
      <w:i/>
      <w:iCs/>
      <w:color w:val="243F60"/>
      <w:sz w:val="24"/>
      <w:szCs w:val="24"/>
      <w:lang w:val="en-US" w:eastAsia="en-US"/>
    </w:rPr>
  </w:style>
  <w:style w:type="paragraph" w:styleId="Heading7">
    <w:name w:val="heading 7"/>
    <w:basedOn w:val="Normal"/>
    <w:next w:val="Normal"/>
    <w:link w:val="Heading7Char"/>
    <w:unhideWhenUsed/>
    <w:qFormat/>
    <w:rsid w:val="006D4FE1"/>
    <w:pPr>
      <w:keepNext/>
      <w:keepLines/>
      <w:numPr>
        <w:ilvl w:val="6"/>
        <w:numId w:val="78"/>
      </w:numPr>
      <w:spacing w:before="200"/>
      <w:outlineLvl w:val="6"/>
    </w:pPr>
    <w:rPr>
      <w:rFonts w:ascii="Cambria" w:eastAsia="MS Gothic" w:hAnsi="Cambria"/>
      <w:i/>
      <w:iCs/>
      <w:color w:val="404040"/>
      <w:sz w:val="24"/>
      <w:szCs w:val="24"/>
      <w:lang w:val="en-US" w:eastAsia="en-US"/>
    </w:rPr>
  </w:style>
  <w:style w:type="paragraph" w:styleId="Heading8">
    <w:name w:val="heading 8"/>
    <w:basedOn w:val="Normal"/>
    <w:next w:val="Normal"/>
    <w:link w:val="Heading8Char"/>
    <w:unhideWhenUsed/>
    <w:qFormat/>
    <w:rsid w:val="006D4FE1"/>
    <w:pPr>
      <w:keepNext/>
      <w:keepLines/>
      <w:numPr>
        <w:ilvl w:val="7"/>
        <w:numId w:val="78"/>
      </w:numPr>
      <w:spacing w:before="200"/>
      <w:outlineLvl w:val="7"/>
    </w:pPr>
    <w:rPr>
      <w:rFonts w:ascii="Cambria" w:eastAsia="MS Gothic" w:hAnsi="Cambria"/>
      <w:color w:val="404040"/>
      <w:sz w:val="20"/>
      <w:lang w:val="en-US" w:eastAsia="en-US"/>
    </w:rPr>
  </w:style>
  <w:style w:type="paragraph" w:styleId="Heading9">
    <w:name w:val="heading 9"/>
    <w:basedOn w:val="Normal"/>
    <w:next w:val="Normal"/>
    <w:link w:val="Heading9Char"/>
    <w:unhideWhenUsed/>
    <w:qFormat/>
    <w:rsid w:val="006D4FE1"/>
    <w:pPr>
      <w:keepNext/>
      <w:keepLines/>
      <w:numPr>
        <w:ilvl w:val="8"/>
        <w:numId w:val="78"/>
      </w:numPr>
      <w:spacing w:before="200"/>
      <w:outlineLvl w:val="8"/>
    </w:pPr>
    <w:rPr>
      <w:rFonts w:ascii="Cambria" w:eastAsia="MS Gothic"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8D2D1E"/>
    <w:pPr>
      <w:numPr>
        <w:numId w:val="1"/>
      </w:numPr>
    </w:pPr>
  </w:style>
  <w:style w:type="paragraph" w:customStyle="1" w:styleId="RegHead1">
    <w:name w:val="RegHead1"/>
    <w:basedOn w:val="RegParaNoNumb"/>
    <w:next w:val="RegHead2"/>
    <w:rsid w:val="008D2D1E"/>
    <w:pPr>
      <w:keepNext/>
      <w:numPr>
        <w:numId w:val="9"/>
      </w:numPr>
      <w:jc w:val="center"/>
      <w:outlineLvl w:val="0"/>
    </w:pPr>
    <w:rPr>
      <w:rFonts w:ascii="Times New Roman Bold" w:hAnsi="Times New Roman Bold"/>
      <w:b/>
      <w:szCs w:val="24"/>
    </w:rPr>
  </w:style>
  <w:style w:type="paragraph" w:customStyle="1" w:styleId="AnnoPara">
    <w:name w:val="AnnoPara"/>
    <w:basedOn w:val="Normal"/>
    <w:rsid w:val="008D2D1E"/>
    <w:pPr>
      <w:numPr>
        <w:ilvl w:val="4"/>
        <w:numId w:val="5"/>
      </w:numPr>
    </w:pPr>
  </w:style>
  <w:style w:type="paragraph" w:customStyle="1" w:styleId="RegHead3">
    <w:name w:val="RegHead3"/>
    <w:basedOn w:val="RegParaNoNumb"/>
    <w:next w:val="RegPara"/>
    <w:rsid w:val="008D2D1E"/>
    <w:pPr>
      <w:keepNext/>
      <w:numPr>
        <w:ilvl w:val="2"/>
        <w:numId w:val="9"/>
      </w:numPr>
      <w:jc w:val="center"/>
    </w:pPr>
    <w:rPr>
      <w:u w:val="single"/>
    </w:rPr>
  </w:style>
  <w:style w:type="paragraph" w:customStyle="1" w:styleId="RegPara">
    <w:name w:val="RegPara"/>
    <w:basedOn w:val="Normal"/>
    <w:link w:val="RegParaChar"/>
    <w:rsid w:val="008D2D1E"/>
    <w:pPr>
      <w:numPr>
        <w:ilvl w:val="3"/>
        <w:numId w:val="9"/>
      </w:numPr>
      <w:spacing w:before="180"/>
    </w:pPr>
  </w:style>
  <w:style w:type="paragraph" w:styleId="Header">
    <w:name w:val="header"/>
    <w:basedOn w:val="Normal"/>
    <w:rsid w:val="006D4FE1"/>
    <w:pPr>
      <w:tabs>
        <w:tab w:val="center" w:pos="4320"/>
        <w:tab w:val="right" w:pos="8640"/>
      </w:tabs>
    </w:pPr>
  </w:style>
  <w:style w:type="paragraph" w:styleId="Footer">
    <w:name w:val="footer"/>
    <w:basedOn w:val="Normal"/>
    <w:rsid w:val="006D4FE1"/>
    <w:pPr>
      <w:tabs>
        <w:tab w:val="center" w:pos="4320"/>
        <w:tab w:val="right" w:pos="8640"/>
      </w:tabs>
    </w:pPr>
  </w:style>
  <w:style w:type="character" w:styleId="PageNumber">
    <w:name w:val="page number"/>
    <w:basedOn w:val="DefaultParagraphFont"/>
    <w:rsid w:val="008D2D1E"/>
  </w:style>
  <w:style w:type="paragraph" w:customStyle="1" w:styleId="CUB">
    <w:name w:val="CUB"/>
    <w:basedOn w:val="Normal"/>
    <w:rsid w:val="008D2D1E"/>
    <w:pPr>
      <w:jc w:val="center"/>
    </w:pPr>
    <w:rPr>
      <w:b/>
      <w:u w:val="single"/>
    </w:rPr>
  </w:style>
  <w:style w:type="paragraph" w:styleId="TOC3">
    <w:name w:val="toc 3"/>
    <w:basedOn w:val="TOC1"/>
    <w:link w:val="TOC3Char"/>
    <w:uiPriority w:val="39"/>
    <w:rsid w:val="006D4FE1"/>
    <w:pPr>
      <w:ind w:left="2268" w:hanging="992"/>
    </w:pPr>
    <w:rPr>
      <w:b w:val="0"/>
      <w:caps w:val="0"/>
    </w:rPr>
  </w:style>
  <w:style w:type="paragraph" w:styleId="TOC2">
    <w:name w:val="toc 2"/>
    <w:basedOn w:val="TOC1"/>
    <w:link w:val="TOC2Char"/>
    <w:uiPriority w:val="39"/>
    <w:rsid w:val="006D4FE1"/>
    <w:pPr>
      <w:ind w:left="1276" w:hanging="709"/>
    </w:pPr>
    <w:rPr>
      <w:b w:val="0"/>
      <w:caps w:val="0"/>
    </w:rPr>
  </w:style>
  <w:style w:type="paragraph" w:customStyle="1" w:styleId="HeadLevel3">
    <w:name w:val="HeadLevel3"/>
    <w:basedOn w:val="Normal"/>
    <w:autoRedefine/>
    <w:rsid w:val="008D2D1E"/>
    <w:pPr>
      <w:spacing w:before="360" w:after="120"/>
      <w:jc w:val="center"/>
    </w:pPr>
    <w:rPr>
      <w:b/>
      <w:bCs/>
    </w:rPr>
  </w:style>
  <w:style w:type="paragraph" w:styleId="TOC1">
    <w:name w:val="toc 1"/>
    <w:basedOn w:val="Normal"/>
    <w:link w:val="TOC1Char"/>
    <w:uiPriority w:val="39"/>
    <w:rsid w:val="006D4FE1"/>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6D4FE1"/>
    <w:pPr>
      <w:keepLines/>
      <w:numPr>
        <w:numId w:val="77"/>
      </w:numPr>
      <w:spacing w:before="120" w:after="60"/>
    </w:pPr>
    <w:rPr>
      <w:sz w:val="20"/>
    </w:rPr>
  </w:style>
  <w:style w:type="paragraph" w:customStyle="1" w:styleId="AgendaItem">
    <w:name w:val="AgendaItem"/>
    <w:basedOn w:val="Normal"/>
    <w:autoRedefine/>
    <w:rsid w:val="008D2D1E"/>
    <w:rPr>
      <w:b/>
      <w:sz w:val="20"/>
    </w:rPr>
  </w:style>
  <w:style w:type="paragraph" w:customStyle="1" w:styleId="MainTitle">
    <w:name w:val="MainTitle"/>
    <w:basedOn w:val="Normal"/>
    <w:rsid w:val="008D2D1E"/>
    <w:pPr>
      <w:jc w:val="center"/>
    </w:pPr>
    <w:rPr>
      <w:b/>
      <w:sz w:val="28"/>
    </w:rPr>
  </w:style>
  <w:style w:type="paragraph" w:customStyle="1" w:styleId="NoteSecretariat">
    <w:name w:val="NoteSecretariat"/>
    <w:basedOn w:val="Normal"/>
    <w:rsid w:val="008D2D1E"/>
    <w:pPr>
      <w:jc w:val="center"/>
    </w:pPr>
    <w:rPr>
      <w:b/>
    </w:rPr>
  </w:style>
  <w:style w:type="paragraph" w:customStyle="1" w:styleId="AnnoHead1">
    <w:name w:val="AnnoHead1"/>
    <w:basedOn w:val="Normal"/>
    <w:next w:val="AnnoHead2"/>
    <w:rsid w:val="008D2D1E"/>
    <w:pPr>
      <w:numPr>
        <w:numId w:val="4"/>
      </w:numPr>
      <w:jc w:val="center"/>
    </w:pPr>
    <w:rPr>
      <w:b/>
      <w:sz w:val="28"/>
    </w:rPr>
  </w:style>
  <w:style w:type="paragraph" w:customStyle="1" w:styleId="AnnoHead2">
    <w:name w:val="AnnoHead2"/>
    <w:basedOn w:val="Normal"/>
    <w:next w:val="AnnoHead3"/>
    <w:rsid w:val="008D2D1E"/>
    <w:pPr>
      <w:numPr>
        <w:ilvl w:val="1"/>
        <w:numId w:val="5"/>
      </w:numPr>
      <w:jc w:val="center"/>
    </w:pPr>
    <w:rPr>
      <w:b/>
    </w:rPr>
  </w:style>
  <w:style w:type="paragraph" w:customStyle="1" w:styleId="AnnoHead3">
    <w:name w:val="AnnoHead3"/>
    <w:basedOn w:val="Normal"/>
    <w:next w:val="AnnoPara"/>
    <w:rsid w:val="008D2D1E"/>
    <w:pPr>
      <w:numPr>
        <w:ilvl w:val="2"/>
        <w:numId w:val="5"/>
      </w:numPr>
    </w:pPr>
    <w:rPr>
      <w:u w:val="single"/>
    </w:rPr>
  </w:style>
  <w:style w:type="paragraph" w:customStyle="1" w:styleId="ProvHead1">
    <w:name w:val="ProvHead1"/>
    <w:basedOn w:val="Normal"/>
    <w:next w:val="ProvHead2"/>
    <w:rsid w:val="008D2D1E"/>
    <w:pPr>
      <w:numPr>
        <w:numId w:val="2"/>
      </w:numPr>
      <w:jc w:val="center"/>
    </w:pPr>
    <w:rPr>
      <w:b/>
      <w:caps/>
    </w:rPr>
  </w:style>
  <w:style w:type="paragraph" w:customStyle="1" w:styleId="FootnoteTable">
    <w:name w:val="FootnoteTable"/>
    <w:rsid w:val="008D2D1E"/>
    <w:pPr>
      <w:numPr>
        <w:numId w:val="3"/>
      </w:numPr>
      <w:tabs>
        <w:tab w:val="clear" w:pos="360"/>
      </w:tabs>
    </w:pPr>
    <w:rPr>
      <w:rFonts w:eastAsia="Times New Roman"/>
      <w:sz w:val="16"/>
      <w:lang w:val="en-GB"/>
    </w:rPr>
  </w:style>
  <w:style w:type="paragraph" w:customStyle="1" w:styleId="ProvHead2">
    <w:name w:val="ProvHead2"/>
    <w:basedOn w:val="Normal"/>
    <w:next w:val="ProvHead3"/>
    <w:rsid w:val="008D2D1E"/>
    <w:pPr>
      <w:numPr>
        <w:ilvl w:val="1"/>
        <w:numId w:val="2"/>
      </w:numPr>
      <w:jc w:val="center"/>
    </w:pPr>
    <w:rPr>
      <w:b/>
      <w:u w:val="single"/>
    </w:rPr>
  </w:style>
  <w:style w:type="paragraph" w:customStyle="1" w:styleId="RegHead2">
    <w:name w:val="RegHead2"/>
    <w:basedOn w:val="RegParaNoNumb"/>
    <w:next w:val="RegHead3"/>
    <w:rsid w:val="008D2D1E"/>
    <w:pPr>
      <w:keepNext/>
      <w:numPr>
        <w:ilvl w:val="1"/>
        <w:numId w:val="9"/>
      </w:numPr>
      <w:jc w:val="center"/>
      <w:outlineLvl w:val="1"/>
    </w:pPr>
    <w:rPr>
      <w:b/>
    </w:rPr>
  </w:style>
  <w:style w:type="paragraph" w:customStyle="1" w:styleId="ProvHead3">
    <w:name w:val="ProvHead3"/>
    <w:basedOn w:val="Normal"/>
    <w:next w:val="ProvPara"/>
    <w:rsid w:val="008D2D1E"/>
    <w:pPr>
      <w:numPr>
        <w:ilvl w:val="2"/>
        <w:numId w:val="2"/>
      </w:numPr>
      <w:tabs>
        <w:tab w:val="clear" w:pos="360"/>
      </w:tabs>
    </w:pPr>
    <w:rPr>
      <w:b/>
      <w:u w:val="single"/>
    </w:rPr>
  </w:style>
  <w:style w:type="paragraph" w:customStyle="1" w:styleId="ProvPara">
    <w:name w:val="ProvPara"/>
    <w:basedOn w:val="Normal"/>
    <w:rsid w:val="008D2D1E"/>
    <w:pPr>
      <w:numPr>
        <w:ilvl w:val="3"/>
        <w:numId w:val="2"/>
      </w:numPr>
    </w:pPr>
  </w:style>
  <w:style w:type="character" w:styleId="FootnoteReference">
    <w:name w:val="footnote reference"/>
    <w:rsid w:val="006D4FE1"/>
    <w:rPr>
      <w:vertAlign w:val="superscript"/>
    </w:rPr>
  </w:style>
  <w:style w:type="character" w:styleId="Hyperlink">
    <w:name w:val="Hyperlink"/>
    <w:rsid w:val="006D4FE1"/>
    <w:rPr>
      <w:color w:val="0000FF"/>
      <w:u w:val="single"/>
    </w:rPr>
  </w:style>
  <w:style w:type="paragraph" w:styleId="BodyText3">
    <w:name w:val="Body Text 3"/>
    <w:basedOn w:val="Normal"/>
    <w:link w:val="BodyText3Char"/>
    <w:rsid w:val="008D2D1E"/>
    <w:pPr>
      <w:keepNext/>
    </w:pPr>
    <w:rPr>
      <w:i/>
      <w:iCs/>
      <w:sz w:val="24"/>
    </w:rPr>
  </w:style>
  <w:style w:type="paragraph" w:styleId="BodyText">
    <w:name w:val="Body Text"/>
    <w:basedOn w:val="Normal"/>
    <w:link w:val="BodyTextChar"/>
    <w:rsid w:val="008D2D1E"/>
    <w:pPr>
      <w:jc w:val="center"/>
    </w:pPr>
  </w:style>
  <w:style w:type="paragraph" w:styleId="BodyText2">
    <w:name w:val="Body Text 2"/>
    <w:basedOn w:val="Normal"/>
    <w:link w:val="BodyText2Char"/>
    <w:rsid w:val="008D2D1E"/>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8D2D1E"/>
    <w:pPr>
      <w:jc w:val="center"/>
    </w:pPr>
    <w:rPr>
      <w:sz w:val="24"/>
      <w:lang w:eastAsia="en-US"/>
    </w:rPr>
  </w:style>
  <w:style w:type="paragraph" w:styleId="EndnoteText">
    <w:name w:val="endnote text"/>
    <w:basedOn w:val="Normal"/>
    <w:rsid w:val="006D4FE1"/>
    <w:rPr>
      <w:rFonts w:eastAsia="MS Mincho"/>
      <w:lang w:eastAsia="en-US"/>
    </w:rPr>
  </w:style>
  <w:style w:type="paragraph" w:styleId="CommentText">
    <w:name w:val="annotation text"/>
    <w:basedOn w:val="Normal"/>
    <w:link w:val="CommentTextChar"/>
    <w:rsid w:val="006D4FE1"/>
    <w:rPr>
      <w:rFonts w:eastAsia="MS Mincho"/>
      <w:sz w:val="20"/>
      <w:lang w:eastAsia="en-US"/>
    </w:rPr>
  </w:style>
  <w:style w:type="paragraph" w:styleId="Title">
    <w:name w:val="Title"/>
    <w:basedOn w:val="Normal"/>
    <w:link w:val="TitleChar1"/>
    <w:qFormat/>
    <w:rsid w:val="008D2D1E"/>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rFonts w:eastAsia="MS Mincho"/>
      <w:b/>
      <w:sz w:val="26"/>
      <w:u w:val="single"/>
      <w:lang w:eastAsia="en-US"/>
    </w:rPr>
  </w:style>
  <w:style w:type="character" w:customStyle="1" w:styleId="TitleChar">
    <w:name w:val="Title Char"/>
    <w:rsid w:val="008D2D1E"/>
    <w:rPr>
      <w:rFonts w:eastAsia="MS Mincho"/>
      <w:b/>
      <w:sz w:val="26"/>
      <w:u w:val="single"/>
      <w:lang w:val="en-GB" w:eastAsia="en-US" w:bidi="ar-SA"/>
    </w:rPr>
  </w:style>
  <w:style w:type="paragraph" w:styleId="BalloonText">
    <w:name w:val="Balloon Text"/>
    <w:basedOn w:val="Normal"/>
    <w:link w:val="BalloonTextChar"/>
    <w:rsid w:val="006D4FE1"/>
    <w:rPr>
      <w:rFonts w:ascii="Tahoma" w:hAnsi="Tahoma" w:cs="Tahoma"/>
      <w:sz w:val="16"/>
      <w:szCs w:val="16"/>
    </w:rPr>
  </w:style>
  <w:style w:type="paragraph" w:customStyle="1" w:styleId="AppendixTOC">
    <w:name w:val="AppendixTOC"/>
    <w:basedOn w:val="AnnoPara"/>
    <w:rsid w:val="008D2D1E"/>
    <w:pPr>
      <w:numPr>
        <w:ilvl w:val="0"/>
        <w:numId w:val="0"/>
      </w:numPr>
      <w:tabs>
        <w:tab w:val="left" w:pos="550"/>
        <w:tab w:val="right" w:pos="9337"/>
      </w:tabs>
    </w:pPr>
  </w:style>
  <w:style w:type="paragraph" w:styleId="DocumentMap">
    <w:name w:val="Document Map"/>
    <w:basedOn w:val="Normal"/>
    <w:link w:val="DocumentMapChar"/>
    <w:rsid w:val="008D2D1E"/>
    <w:pPr>
      <w:shd w:val="clear" w:color="auto" w:fill="000080"/>
    </w:pPr>
    <w:rPr>
      <w:rFonts w:ascii="Tahoma" w:hAnsi="Tahoma" w:cs="Tahoma"/>
      <w:sz w:val="20"/>
    </w:rPr>
  </w:style>
  <w:style w:type="character" w:styleId="CommentReference">
    <w:name w:val="annotation reference"/>
    <w:rsid w:val="008D2D1E"/>
    <w:rPr>
      <w:sz w:val="16"/>
      <w:szCs w:val="16"/>
    </w:rPr>
  </w:style>
  <w:style w:type="paragraph" w:customStyle="1" w:styleId="RegAppendix">
    <w:name w:val="RegAppendix"/>
    <w:basedOn w:val="RegParaNoNumb"/>
    <w:next w:val="RegPara"/>
    <w:rsid w:val="008D2D1E"/>
    <w:pPr>
      <w:numPr>
        <w:numId w:val="7"/>
      </w:numPr>
      <w:spacing w:before="360" w:after="240"/>
      <w:jc w:val="center"/>
      <w:outlineLvl w:val="2"/>
    </w:pPr>
    <w:rPr>
      <w:b/>
      <w:bCs/>
    </w:rPr>
  </w:style>
  <w:style w:type="character" w:customStyle="1" w:styleId="TitleChar1">
    <w:name w:val="Title Char1"/>
    <w:link w:val="Title"/>
    <w:rsid w:val="008D2D1E"/>
    <w:rPr>
      <w:rFonts w:eastAsia="MS Mincho"/>
      <w:b/>
      <w:sz w:val="26"/>
      <w:u w:val="single"/>
      <w:lang w:val="en-GB" w:eastAsia="en-US" w:bidi="ar-SA"/>
    </w:rPr>
  </w:style>
  <w:style w:type="paragraph" w:customStyle="1" w:styleId="RegSectionLevel1">
    <w:name w:val="RegSectionLevel1"/>
    <w:basedOn w:val="RegParaNoNumb"/>
    <w:rsid w:val="008D2D1E"/>
    <w:pPr>
      <w:keepNext/>
      <w:numPr>
        <w:ilvl w:val="1"/>
        <w:numId w:val="11"/>
      </w:numPr>
      <w:spacing w:before="120"/>
      <w:outlineLvl w:val="0"/>
    </w:pPr>
    <w:rPr>
      <w:b/>
    </w:rPr>
  </w:style>
  <w:style w:type="paragraph" w:customStyle="1" w:styleId="RegSectionLevel2">
    <w:name w:val="RegSectionLevel2"/>
    <w:basedOn w:val="Normal"/>
    <w:rsid w:val="008D2D1E"/>
    <w:pPr>
      <w:keepNext/>
      <w:numPr>
        <w:ilvl w:val="2"/>
        <w:numId w:val="11"/>
      </w:numPr>
    </w:pPr>
    <w:rPr>
      <w:b/>
      <w:szCs w:val="22"/>
    </w:rPr>
  </w:style>
  <w:style w:type="paragraph" w:customStyle="1" w:styleId="RegSectionLevel3">
    <w:name w:val="RegSectionLevel3"/>
    <w:basedOn w:val="Normal"/>
    <w:rsid w:val="008D2D1E"/>
    <w:pPr>
      <w:keepNext/>
      <w:numPr>
        <w:ilvl w:val="3"/>
        <w:numId w:val="11"/>
      </w:numPr>
      <w:autoSpaceDE w:val="0"/>
      <w:autoSpaceDN w:val="0"/>
      <w:adjustRightInd w:val="0"/>
    </w:pPr>
    <w:rPr>
      <w:b/>
      <w:bCs/>
      <w:szCs w:val="22"/>
      <w:lang w:val="en-US"/>
    </w:rPr>
  </w:style>
  <w:style w:type="paragraph" w:customStyle="1" w:styleId="RegSectionLevel4">
    <w:name w:val="RegSectionLevel4"/>
    <w:basedOn w:val="Normal"/>
    <w:rsid w:val="008D2D1E"/>
    <w:pPr>
      <w:keepNext/>
      <w:numPr>
        <w:ilvl w:val="4"/>
        <w:numId w:val="11"/>
      </w:numPr>
      <w:spacing w:after="120"/>
    </w:pPr>
    <w:rPr>
      <w:rFonts w:eastAsia="MS Mincho"/>
      <w:b/>
    </w:rPr>
  </w:style>
  <w:style w:type="paragraph" w:customStyle="1" w:styleId="RegSectionLevel5">
    <w:name w:val="RegSectionLevel5"/>
    <w:basedOn w:val="Normal"/>
    <w:rsid w:val="008D2D1E"/>
    <w:pPr>
      <w:keepNext/>
      <w:numPr>
        <w:ilvl w:val="5"/>
        <w:numId w:val="11"/>
      </w:numPr>
      <w:spacing w:after="120"/>
    </w:pPr>
    <w:rPr>
      <w:rFonts w:eastAsia="MS Mincho"/>
      <w:b/>
    </w:rPr>
  </w:style>
  <w:style w:type="paragraph" w:customStyle="1" w:styleId="RegSectionLevel6">
    <w:name w:val="RegSectionLevel6"/>
    <w:basedOn w:val="Normal"/>
    <w:rsid w:val="008D2D1E"/>
    <w:pPr>
      <w:keepNext/>
      <w:numPr>
        <w:ilvl w:val="6"/>
        <w:numId w:val="11"/>
      </w:numPr>
      <w:spacing w:after="120"/>
    </w:pPr>
    <w:rPr>
      <w:rFonts w:eastAsia="MS Mincho"/>
      <w:b/>
    </w:rPr>
  </w:style>
  <w:style w:type="paragraph" w:customStyle="1" w:styleId="RegSectionLevel7">
    <w:name w:val="RegSectionLevel7"/>
    <w:basedOn w:val="Normal"/>
    <w:rsid w:val="008D2D1E"/>
    <w:pPr>
      <w:keepNext/>
      <w:numPr>
        <w:ilvl w:val="7"/>
        <w:numId w:val="11"/>
      </w:numPr>
      <w:spacing w:after="120"/>
    </w:pPr>
    <w:rPr>
      <w:rFonts w:eastAsia="MS Mincho"/>
      <w:b/>
    </w:rPr>
  </w:style>
  <w:style w:type="paragraph" w:customStyle="1" w:styleId="RegSectionLevel8">
    <w:name w:val="RegSectionLevel8"/>
    <w:basedOn w:val="Normal"/>
    <w:rsid w:val="008D2D1E"/>
    <w:pPr>
      <w:keepNext/>
      <w:numPr>
        <w:ilvl w:val="8"/>
        <w:numId w:val="11"/>
      </w:numPr>
      <w:spacing w:after="120"/>
    </w:pPr>
    <w:rPr>
      <w:rFonts w:eastAsia="MS Mincho"/>
      <w:b/>
    </w:rPr>
  </w:style>
  <w:style w:type="paragraph" w:customStyle="1" w:styleId="RegSectionLevel9">
    <w:name w:val="RegSectionLevel9"/>
    <w:basedOn w:val="Normal"/>
    <w:rsid w:val="008D2D1E"/>
    <w:pPr>
      <w:keepNext/>
      <w:numPr>
        <w:ilvl w:val="8"/>
        <w:numId w:val="6"/>
      </w:numPr>
      <w:spacing w:after="160"/>
    </w:pPr>
    <w:rPr>
      <w:rFonts w:eastAsia="MS Mincho"/>
      <w:b/>
    </w:rPr>
  </w:style>
  <w:style w:type="paragraph" w:customStyle="1" w:styleId="RegParaNoNumb">
    <w:name w:val="RegParaNoNumb"/>
    <w:basedOn w:val="RegPara"/>
    <w:link w:val="RegParaNoNumbChar"/>
    <w:rsid w:val="008D2D1E"/>
    <w:pPr>
      <w:numPr>
        <w:ilvl w:val="0"/>
        <w:numId w:val="0"/>
      </w:numPr>
    </w:pPr>
    <w:rPr>
      <w:rFonts w:eastAsia="MS Mincho"/>
      <w:lang w:eastAsia="en-US"/>
    </w:rPr>
  </w:style>
  <w:style w:type="paragraph" w:customStyle="1" w:styleId="RegTableText">
    <w:name w:val="RegTableText"/>
    <w:basedOn w:val="RegPara"/>
    <w:link w:val="RegTableTextChar"/>
    <w:rsid w:val="008D2D1E"/>
    <w:pPr>
      <w:numPr>
        <w:ilvl w:val="0"/>
        <w:numId w:val="8"/>
      </w:numPr>
      <w:spacing w:before="20" w:after="20"/>
    </w:pPr>
  </w:style>
  <w:style w:type="paragraph" w:customStyle="1" w:styleId="TableColumnHeading">
    <w:name w:val="TableColumnHeading"/>
    <w:basedOn w:val="RegTableText"/>
    <w:rsid w:val="008D2D1E"/>
    <w:pPr>
      <w:spacing w:before="40" w:after="40"/>
      <w:jc w:val="center"/>
    </w:pPr>
    <w:rPr>
      <w:b/>
    </w:rPr>
  </w:style>
  <w:style w:type="table" w:customStyle="1" w:styleId="RegTableGridlines">
    <w:name w:val="RegTableGridlines"/>
    <w:basedOn w:val="TableNormal"/>
    <w:rsid w:val="008D2D1E"/>
    <w:pPr>
      <w:keepNext/>
      <w:spacing w:before="20" w:after="20"/>
    </w:pPr>
    <w:rPr>
      <w:rFonts w:eastAsia="Times New Roman"/>
      <w:sz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8D2D1E"/>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8D2D1E"/>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8D2D1E"/>
    <w:pPr>
      <w:keepLines/>
    </w:p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8D2D1E"/>
    <w:pPr>
      <w:spacing w:after="120"/>
      <w:ind w:left="849"/>
    </w:pPr>
  </w:style>
  <w:style w:type="character" w:customStyle="1" w:styleId="RegParaChar">
    <w:name w:val="RegPara Char"/>
    <w:link w:val="RegPara"/>
    <w:rsid w:val="008D2D1E"/>
    <w:rPr>
      <w:rFonts w:ascii="Arial" w:eastAsia="Times New Roman" w:hAnsi="Arial"/>
      <w:sz w:val="22"/>
      <w:lang w:val="en-GB" w:eastAsia="de-DE"/>
    </w:rPr>
  </w:style>
  <w:style w:type="character" w:customStyle="1" w:styleId="RegParaNoNumbChar">
    <w:name w:val="RegParaNoNumb Char"/>
    <w:link w:val="RegParaNoNumb"/>
    <w:rsid w:val="008D2D1E"/>
    <w:rPr>
      <w:rFonts w:eastAsia="MS Mincho"/>
      <w:sz w:val="22"/>
      <w:lang w:val="en-GB" w:eastAsia="en-US" w:bidi="ar-SA"/>
    </w:rPr>
  </w:style>
  <w:style w:type="paragraph" w:customStyle="1" w:styleId="RegTOCSectionApppendix">
    <w:name w:val="RegTOC Section + Apppendix"/>
    <w:basedOn w:val="TOC2"/>
    <w:rsid w:val="008D2D1E"/>
    <w:pPr>
      <w:tabs>
        <w:tab w:val="left" w:pos="1843"/>
      </w:tabs>
      <w:spacing w:before="40" w:after="40"/>
      <w:ind w:left="1843" w:hanging="1276"/>
    </w:pPr>
    <w:rPr>
      <w:noProof/>
      <w:lang w:val="en-US"/>
    </w:rPr>
  </w:style>
  <w:style w:type="paragraph" w:styleId="Caption">
    <w:name w:val="caption"/>
    <w:basedOn w:val="Normal"/>
    <w:qFormat/>
    <w:rsid w:val="006D4FE1"/>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6D4FE1"/>
    <w:pPr>
      <w:ind w:left="1760"/>
    </w:pPr>
  </w:style>
  <w:style w:type="paragraph" w:styleId="CommentSubject">
    <w:name w:val="annotation subject"/>
    <w:basedOn w:val="CommentText"/>
    <w:next w:val="CommentText"/>
    <w:rsid w:val="006D4FE1"/>
    <w:rPr>
      <w:rFonts w:eastAsia="Times New Roman"/>
      <w:b/>
      <w:bCs/>
      <w:lang w:eastAsia="de-DE"/>
    </w:rPr>
  </w:style>
  <w:style w:type="character" w:styleId="EndnoteReference">
    <w:name w:val="endnote reference"/>
    <w:rsid w:val="008D2D1E"/>
    <w:rPr>
      <w:vertAlign w:val="superscript"/>
    </w:rPr>
  </w:style>
  <w:style w:type="paragraph" w:styleId="Index1">
    <w:name w:val="index 1"/>
    <w:basedOn w:val="Normal"/>
    <w:next w:val="Normal"/>
    <w:autoRedefine/>
    <w:rsid w:val="008D2D1E"/>
    <w:pPr>
      <w:ind w:left="220" w:hanging="220"/>
    </w:pPr>
  </w:style>
  <w:style w:type="paragraph" w:styleId="Index2">
    <w:name w:val="index 2"/>
    <w:basedOn w:val="Normal"/>
    <w:next w:val="Normal"/>
    <w:autoRedefine/>
    <w:rsid w:val="008D2D1E"/>
    <w:pPr>
      <w:ind w:left="440" w:hanging="220"/>
    </w:pPr>
  </w:style>
  <w:style w:type="paragraph" w:styleId="Index3">
    <w:name w:val="index 3"/>
    <w:basedOn w:val="Normal"/>
    <w:next w:val="Normal"/>
    <w:autoRedefine/>
    <w:rsid w:val="008D2D1E"/>
    <w:pPr>
      <w:ind w:left="660" w:hanging="220"/>
    </w:pPr>
  </w:style>
  <w:style w:type="paragraph" w:styleId="Index4">
    <w:name w:val="index 4"/>
    <w:basedOn w:val="Normal"/>
    <w:next w:val="Normal"/>
    <w:autoRedefine/>
    <w:rsid w:val="008D2D1E"/>
    <w:pPr>
      <w:ind w:left="880" w:hanging="220"/>
    </w:pPr>
  </w:style>
  <w:style w:type="paragraph" w:styleId="Index5">
    <w:name w:val="index 5"/>
    <w:basedOn w:val="Normal"/>
    <w:next w:val="Normal"/>
    <w:autoRedefine/>
    <w:rsid w:val="008D2D1E"/>
    <w:pPr>
      <w:ind w:left="1100" w:hanging="220"/>
    </w:pPr>
  </w:style>
  <w:style w:type="paragraph" w:styleId="Index6">
    <w:name w:val="index 6"/>
    <w:basedOn w:val="Normal"/>
    <w:next w:val="Normal"/>
    <w:autoRedefine/>
    <w:rsid w:val="008D2D1E"/>
    <w:pPr>
      <w:ind w:left="1320" w:hanging="220"/>
    </w:pPr>
  </w:style>
  <w:style w:type="paragraph" w:styleId="Index7">
    <w:name w:val="index 7"/>
    <w:basedOn w:val="Normal"/>
    <w:next w:val="Normal"/>
    <w:autoRedefine/>
    <w:rsid w:val="008D2D1E"/>
    <w:pPr>
      <w:ind w:left="1540" w:hanging="220"/>
    </w:pPr>
  </w:style>
  <w:style w:type="paragraph" w:styleId="Index8">
    <w:name w:val="index 8"/>
    <w:basedOn w:val="Normal"/>
    <w:next w:val="Normal"/>
    <w:autoRedefine/>
    <w:rsid w:val="008D2D1E"/>
    <w:pPr>
      <w:ind w:left="1760" w:hanging="220"/>
    </w:pPr>
  </w:style>
  <w:style w:type="paragraph" w:styleId="Index9">
    <w:name w:val="index 9"/>
    <w:basedOn w:val="Normal"/>
    <w:next w:val="Normal"/>
    <w:autoRedefine/>
    <w:rsid w:val="008D2D1E"/>
    <w:pPr>
      <w:ind w:left="1980" w:hanging="220"/>
    </w:pPr>
  </w:style>
  <w:style w:type="paragraph" w:styleId="IndexHeading">
    <w:name w:val="index heading"/>
    <w:basedOn w:val="Normal"/>
    <w:next w:val="Normal"/>
    <w:rsid w:val="006D4FE1"/>
    <w:rPr>
      <w:rFonts w:cs="Arial"/>
      <w:b/>
      <w:bCs/>
    </w:rPr>
  </w:style>
  <w:style w:type="paragraph" w:styleId="MacroText">
    <w:name w:val="macro"/>
    <w:link w:val="MacroTextChar"/>
    <w:rsid w:val="008D2D1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6D4FE1"/>
    <w:pPr>
      <w:ind w:left="220" w:hanging="220"/>
    </w:pPr>
  </w:style>
  <w:style w:type="paragraph" w:styleId="TableofFigures">
    <w:name w:val="table of figures"/>
    <w:basedOn w:val="Normal"/>
    <w:next w:val="Normal"/>
    <w:rsid w:val="006D4FE1"/>
  </w:style>
  <w:style w:type="paragraph" w:styleId="TOAHeading">
    <w:name w:val="toa heading"/>
    <w:basedOn w:val="Normal"/>
    <w:next w:val="Normal"/>
    <w:rsid w:val="006D4FE1"/>
    <w:pPr>
      <w:spacing w:before="120"/>
    </w:pPr>
    <w:rPr>
      <w:rFonts w:cs="Arial"/>
      <w:b/>
      <w:bCs/>
      <w:sz w:val="24"/>
      <w:szCs w:val="24"/>
    </w:rPr>
  </w:style>
  <w:style w:type="paragraph" w:styleId="TOC4">
    <w:name w:val="toc 4"/>
    <w:basedOn w:val="TOC1"/>
    <w:uiPriority w:val="39"/>
    <w:rsid w:val="006D4FE1"/>
    <w:pPr>
      <w:ind w:left="3544" w:hanging="1276"/>
    </w:pPr>
    <w:rPr>
      <w:b w:val="0"/>
      <w:caps w:val="0"/>
      <w:noProof/>
    </w:rPr>
  </w:style>
  <w:style w:type="paragraph" w:styleId="TOC5">
    <w:name w:val="toc 5"/>
    <w:basedOn w:val="TOC1"/>
    <w:uiPriority w:val="39"/>
    <w:rsid w:val="006D4FE1"/>
    <w:pPr>
      <w:ind w:left="5103" w:hanging="1559"/>
    </w:pPr>
    <w:rPr>
      <w:b w:val="0"/>
      <w:caps w:val="0"/>
      <w:noProof/>
    </w:rPr>
  </w:style>
  <w:style w:type="paragraph" w:styleId="TOC6">
    <w:name w:val="toc 6"/>
    <w:basedOn w:val="TOC1"/>
    <w:next w:val="Normal"/>
    <w:uiPriority w:val="39"/>
    <w:rsid w:val="006D4FE1"/>
    <w:pPr>
      <w:ind w:left="1588" w:hanging="1588"/>
    </w:pPr>
    <w:rPr>
      <w:noProof/>
    </w:rPr>
  </w:style>
  <w:style w:type="paragraph" w:styleId="TOC7">
    <w:name w:val="toc 7"/>
    <w:basedOn w:val="Normal"/>
    <w:next w:val="Normal"/>
    <w:autoRedefine/>
    <w:uiPriority w:val="39"/>
    <w:rsid w:val="006D4FE1"/>
    <w:pPr>
      <w:ind w:left="1320"/>
    </w:pPr>
  </w:style>
  <w:style w:type="paragraph" w:styleId="TOC8">
    <w:name w:val="toc 8"/>
    <w:basedOn w:val="Normal"/>
    <w:next w:val="Normal"/>
    <w:autoRedefine/>
    <w:uiPriority w:val="39"/>
    <w:rsid w:val="006D4FE1"/>
    <w:pPr>
      <w:ind w:left="1540"/>
    </w:pPr>
  </w:style>
  <w:style w:type="paragraph" w:customStyle="1" w:styleId="ReParaNoNum">
    <w:name w:val="ReParaNoNum"/>
    <w:basedOn w:val="Normal"/>
    <w:rsid w:val="008D2D1E"/>
  </w:style>
  <w:style w:type="paragraph" w:customStyle="1" w:styleId="StyleRegSectionLevel1After2pt">
    <w:name w:val="Style RegSectionLevel1 + After:  2 pt"/>
    <w:basedOn w:val="RegSectionLevel1"/>
    <w:rsid w:val="008D2D1E"/>
    <w:pPr>
      <w:spacing w:before="0"/>
    </w:pPr>
    <w:rPr>
      <w:rFonts w:eastAsia="Times New Roman"/>
      <w:bCs/>
    </w:rPr>
  </w:style>
  <w:style w:type="table" w:customStyle="1" w:styleId="RegTableFirstRowColumn">
    <w:name w:val="RegTableFirstRowColumn"/>
    <w:basedOn w:val="RegTableDataParameter"/>
    <w:rsid w:val="008D2D1E"/>
    <w:tblPr>
      <w:tblCellMar>
        <w:top w:w="23" w:type="dxa"/>
        <w:bottom w:w="23" w:type="dxa"/>
      </w:tblCellMar>
    </w:tbl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character" w:customStyle="1" w:styleId="left">
    <w:name w:val="left"/>
    <w:basedOn w:val="DefaultParagraphFont"/>
    <w:rsid w:val="008D2D1E"/>
  </w:style>
  <w:style w:type="character" w:customStyle="1" w:styleId="RegTableTextChar">
    <w:name w:val="RegTableText Char"/>
    <w:link w:val="RegTableText"/>
    <w:rsid w:val="008D2D1E"/>
    <w:rPr>
      <w:rFonts w:ascii="Arial" w:eastAsia="Times New Roman" w:hAnsi="Arial"/>
      <w:sz w:val="22"/>
      <w:lang w:val="en-GB" w:eastAsia="de-DE"/>
    </w:rPr>
  </w:style>
  <w:style w:type="paragraph" w:customStyle="1" w:styleId="RegParaNoNumbKeepWNext">
    <w:name w:val="RegParaNoNumbKeepWNext"/>
    <w:basedOn w:val="RegParaNoNumb"/>
    <w:next w:val="Normal"/>
    <w:rsid w:val="008D2D1E"/>
    <w:pPr>
      <w:keepNext/>
      <w:spacing w:before="0"/>
    </w:pPr>
    <w:rPr>
      <w:i/>
    </w:rPr>
  </w:style>
  <w:style w:type="paragraph" w:customStyle="1" w:styleId="PartTitleBox">
    <w:name w:val="PartTitleBox"/>
    <w:basedOn w:val="Normal"/>
    <w:rsid w:val="008D2D1E"/>
    <w:pPr>
      <w:keepNext/>
      <w:keepLines/>
      <w:numPr>
        <w:numId w:val="11"/>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paragraph" w:customStyle="1" w:styleId="2BulletList">
    <w:name w:val="2Bullet List"/>
    <w:rsid w:val="008D2D1E"/>
    <w:rPr>
      <w:rFonts w:eastAsia="Times New Roman"/>
      <w:snapToGrid w:val="0"/>
      <w:sz w:val="24"/>
    </w:rPr>
  </w:style>
  <w:style w:type="paragraph" w:customStyle="1" w:styleId="RegFormPDDSectL1">
    <w:name w:val="RegFormPDDSectL1"/>
    <w:basedOn w:val="Normal"/>
    <w:rsid w:val="008D2D1E"/>
    <w:pPr>
      <w:keepNext/>
      <w:keepLines/>
      <w:numPr>
        <w:numId w:val="10"/>
      </w:numPr>
      <w:pBdr>
        <w:top w:val="single" w:sz="4" w:space="1" w:color="auto"/>
        <w:left w:val="single" w:sz="4" w:space="5" w:color="auto"/>
        <w:bottom w:val="single" w:sz="4" w:space="1" w:color="auto"/>
        <w:right w:val="single" w:sz="4" w:space="10" w:color="auto"/>
      </w:pBdr>
      <w:shd w:val="clear" w:color="auto" w:fill="D9D9D9"/>
      <w:ind w:right="227"/>
      <w:outlineLvl w:val="0"/>
    </w:pPr>
    <w:rPr>
      <w:b/>
      <w:lang w:eastAsia="en-US"/>
    </w:rPr>
  </w:style>
  <w:style w:type="paragraph" w:customStyle="1" w:styleId="RegFormPDDSectL2">
    <w:name w:val="RegFormPDDSectL2"/>
    <w:basedOn w:val="Normal"/>
    <w:rsid w:val="008D2D1E"/>
    <w:pPr>
      <w:keepNext/>
      <w:keepLines/>
      <w:numPr>
        <w:ilvl w:val="1"/>
        <w:numId w:val="10"/>
      </w:numPr>
      <w:pBdr>
        <w:top w:val="single" w:sz="4" w:space="1" w:color="auto"/>
        <w:left w:val="single" w:sz="4" w:space="5" w:color="auto"/>
        <w:bottom w:val="single" w:sz="4" w:space="1" w:color="auto"/>
        <w:right w:val="single" w:sz="4" w:space="10" w:color="auto"/>
      </w:pBdr>
      <w:ind w:right="227"/>
    </w:pPr>
    <w:rPr>
      <w:b/>
      <w:lang w:eastAsia="en-US"/>
    </w:rPr>
  </w:style>
  <w:style w:type="paragraph" w:customStyle="1" w:styleId="RegFormPDDSectL3">
    <w:name w:val="RegFormPDDSectL3"/>
    <w:basedOn w:val="Normal"/>
    <w:rsid w:val="008D2D1E"/>
    <w:pPr>
      <w:keepNext/>
      <w:keepLines/>
      <w:numPr>
        <w:ilvl w:val="2"/>
        <w:numId w:val="10"/>
      </w:numPr>
      <w:pBdr>
        <w:top w:val="single" w:sz="4" w:space="1" w:color="auto"/>
        <w:left w:val="single" w:sz="4" w:space="5" w:color="auto"/>
        <w:bottom w:val="single" w:sz="4" w:space="1" w:color="auto"/>
        <w:right w:val="single" w:sz="4" w:space="10" w:color="auto"/>
      </w:pBdr>
      <w:ind w:right="227"/>
    </w:pPr>
    <w:rPr>
      <w:rFonts w:ascii="Times New Roman Bold" w:hAnsi="Times New Roman Bold"/>
      <w:b/>
      <w:lang w:eastAsia="en-US"/>
    </w:rPr>
  </w:style>
  <w:style w:type="paragraph" w:customStyle="1" w:styleId="RegFormPDDSectL4">
    <w:name w:val="RegFormPDDSectL4"/>
    <w:basedOn w:val="RegFormPDDSectL3"/>
    <w:rsid w:val="008D2D1E"/>
    <w:pPr>
      <w:numPr>
        <w:ilvl w:val="3"/>
      </w:numPr>
    </w:pPr>
  </w:style>
  <w:style w:type="paragraph" w:customStyle="1" w:styleId="NormalCentered">
    <w:name w:val="Normal + Centered"/>
    <w:basedOn w:val="Normal"/>
    <w:rsid w:val="008D2D1E"/>
    <w:pPr>
      <w:jc w:val="center"/>
    </w:pPr>
  </w:style>
  <w:style w:type="paragraph" w:customStyle="1" w:styleId="SDMTiHead">
    <w:name w:val="SDMTiHead"/>
    <w:basedOn w:val="Header"/>
    <w:rsid w:val="006D4FE1"/>
    <w:pPr>
      <w:ind w:left="-330" w:firstLine="330"/>
    </w:pPr>
    <w:rPr>
      <w:rFonts w:cs="Arial"/>
      <w:caps/>
      <w:szCs w:val="19"/>
    </w:rPr>
  </w:style>
  <w:style w:type="paragraph" w:customStyle="1" w:styleId="SDMTitle2">
    <w:name w:val="SDMTitle2"/>
    <w:basedOn w:val="Normal"/>
    <w:rsid w:val="006D4FE1"/>
    <w:pPr>
      <w:spacing w:after="600"/>
      <w:jc w:val="left"/>
    </w:pPr>
    <w:rPr>
      <w:rFonts w:cs="Arial"/>
      <w:sz w:val="48"/>
      <w:szCs w:val="48"/>
    </w:rPr>
  </w:style>
  <w:style w:type="paragraph" w:customStyle="1" w:styleId="SDMTitle1">
    <w:name w:val="SDMTitle1"/>
    <w:basedOn w:val="Normal"/>
    <w:rsid w:val="006D4FE1"/>
    <w:pPr>
      <w:pBdr>
        <w:bottom w:val="single" w:sz="12" w:space="7" w:color="auto"/>
      </w:pBdr>
      <w:spacing w:before="1800" w:after="200"/>
      <w:jc w:val="left"/>
    </w:pPr>
    <w:rPr>
      <w:rFonts w:cs="Arial"/>
      <w:sz w:val="48"/>
      <w:szCs w:val="48"/>
    </w:rPr>
  </w:style>
  <w:style w:type="paragraph" w:customStyle="1" w:styleId="SDMTiInfo">
    <w:name w:val="SDMTiInfo"/>
    <w:basedOn w:val="Normal"/>
    <w:rsid w:val="006D4FE1"/>
    <w:pPr>
      <w:spacing w:before="300"/>
    </w:pPr>
    <w:rPr>
      <w:rFonts w:cs="Arial"/>
      <w:szCs w:val="22"/>
    </w:rPr>
  </w:style>
  <w:style w:type="paragraph" w:customStyle="1" w:styleId="SDMHead1">
    <w:name w:val="SDMHead1"/>
    <w:basedOn w:val="Normal"/>
    <w:link w:val="SDMHead1Char"/>
    <w:rsid w:val="006D4FE1"/>
    <w:pPr>
      <w:keepNext/>
      <w:keepLines/>
      <w:numPr>
        <w:numId w:val="76"/>
      </w:numPr>
      <w:suppressAutoHyphens/>
      <w:spacing w:before="240" w:after="60"/>
      <w:outlineLvl w:val="0"/>
    </w:pPr>
    <w:rPr>
      <w:rFonts w:cs="Arial"/>
      <w:b/>
      <w:sz w:val="32"/>
      <w:szCs w:val="32"/>
    </w:rPr>
  </w:style>
  <w:style w:type="paragraph" w:customStyle="1" w:styleId="SDMHead2">
    <w:name w:val="SDMHead2"/>
    <w:basedOn w:val="Normal"/>
    <w:rsid w:val="006D4FE1"/>
    <w:pPr>
      <w:keepNext/>
      <w:keepLines/>
      <w:suppressAutoHyphens/>
      <w:spacing w:before="240" w:after="60"/>
      <w:outlineLvl w:val="1"/>
    </w:pPr>
    <w:rPr>
      <w:rFonts w:cs="Arial"/>
      <w:b/>
      <w:sz w:val="24"/>
      <w:szCs w:val="24"/>
    </w:rPr>
  </w:style>
  <w:style w:type="paragraph" w:customStyle="1" w:styleId="SDMHead3">
    <w:name w:val="SDMHead3"/>
    <w:basedOn w:val="Normal"/>
    <w:rsid w:val="006D4FE1"/>
    <w:pPr>
      <w:keepNext/>
      <w:keepLines/>
      <w:numPr>
        <w:ilvl w:val="2"/>
        <w:numId w:val="76"/>
      </w:numPr>
      <w:suppressAutoHyphens/>
      <w:spacing w:before="240" w:after="60"/>
      <w:outlineLvl w:val="2"/>
    </w:pPr>
    <w:rPr>
      <w:rFonts w:cs="Arial"/>
      <w:b/>
      <w:szCs w:val="24"/>
    </w:rPr>
  </w:style>
  <w:style w:type="paragraph" w:customStyle="1" w:styleId="SDMHead4">
    <w:name w:val="SDMHead4"/>
    <w:basedOn w:val="Normal"/>
    <w:rsid w:val="006D4FE1"/>
    <w:pPr>
      <w:keepNext/>
      <w:keepLines/>
      <w:numPr>
        <w:ilvl w:val="3"/>
        <w:numId w:val="76"/>
      </w:numPr>
      <w:suppressAutoHyphens/>
      <w:spacing w:before="240" w:after="60"/>
      <w:outlineLvl w:val="3"/>
    </w:pPr>
    <w:rPr>
      <w:rFonts w:cs="Arial"/>
      <w:b/>
      <w:szCs w:val="24"/>
    </w:rPr>
  </w:style>
  <w:style w:type="paragraph" w:customStyle="1" w:styleId="SDMHead5">
    <w:name w:val="SDMHead5"/>
    <w:basedOn w:val="Normal"/>
    <w:rsid w:val="006D4FE1"/>
    <w:pPr>
      <w:keepNext/>
      <w:keepLines/>
      <w:numPr>
        <w:ilvl w:val="4"/>
        <w:numId w:val="76"/>
      </w:numPr>
      <w:suppressAutoHyphens/>
      <w:spacing w:before="240" w:after="60"/>
      <w:outlineLvl w:val="4"/>
    </w:pPr>
    <w:rPr>
      <w:rFonts w:cs="Arial"/>
      <w:b/>
      <w:szCs w:val="24"/>
    </w:rPr>
  </w:style>
  <w:style w:type="character" w:customStyle="1" w:styleId="SDMHead1Char">
    <w:name w:val="SDMHead1 Char"/>
    <w:link w:val="SDMHead1"/>
    <w:rsid w:val="006D4FE1"/>
    <w:rPr>
      <w:rFonts w:ascii="Arial" w:eastAsia="Times New Roman" w:hAnsi="Arial" w:cs="Arial"/>
      <w:b/>
      <w:sz w:val="32"/>
      <w:szCs w:val="32"/>
      <w:lang w:val="en-GB" w:eastAsia="de-DE"/>
    </w:rPr>
  </w:style>
  <w:style w:type="paragraph" w:customStyle="1" w:styleId="SDMPara">
    <w:name w:val="SDMPara"/>
    <w:basedOn w:val="Normal"/>
    <w:rsid w:val="006D4FE1"/>
    <w:pPr>
      <w:numPr>
        <w:numId w:val="80"/>
      </w:numPr>
      <w:spacing w:before="180"/>
    </w:pPr>
    <w:rPr>
      <w:rFonts w:cs="Arial"/>
      <w:szCs w:val="22"/>
    </w:rPr>
  </w:style>
  <w:style w:type="paragraph" w:customStyle="1" w:styleId="SDMSubPara1">
    <w:name w:val="SDMSubPara1"/>
    <w:basedOn w:val="Normal"/>
    <w:rsid w:val="006D4FE1"/>
    <w:pPr>
      <w:numPr>
        <w:ilvl w:val="1"/>
        <w:numId w:val="80"/>
      </w:numPr>
      <w:spacing w:before="180"/>
    </w:pPr>
    <w:rPr>
      <w:rFonts w:cs="Arial"/>
      <w:szCs w:val="22"/>
    </w:rPr>
  </w:style>
  <w:style w:type="paragraph" w:customStyle="1" w:styleId="SDMSubPara2">
    <w:name w:val="SDMSubPara2"/>
    <w:basedOn w:val="Normal"/>
    <w:rsid w:val="006D4FE1"/>
    <w:pPr>
      <w:numPr>
        <w:ilvl w:val="2"/>
        <w:numId w:val="80"/>
      </w:numPr>
      <w:spacing w:before="180"/>
    </w:pPr>
    <w:rPr>
      <w:rFonts w:cs="Arial"/>
      <w:szCs w:val="22"/>
    </w:rPr>
  </w:style>
  <w:style w:type="character" w:customStyle="1" w:styleId="FootnoteTextChar">
    <w:name w:val="Footnote Text Char"/>
    <w:link w:val="FootnoteText"/>
    <w:rsid w:val="006D4FE1"/>
    <w:rPr>
      <w:rFonts w:ascii="Arial" w:eastAsia="Times New Roman" w:hAnsi="Arial"/>
      <w:lang w:val="en-GB" w:eastAsia="de-DE"/>
    </w:rPr>
  </w:style>
  <w:style w:type="table" w:customStyle="1" w:styleId="SDMTable">
    <w:name w:val="SDMTable"/>
    <w:basedOn w:val="TableNormal"/>
    <w:rsid w:val="006D4FE1"/>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6D4FE1"/>
    <w:pPr>
      <w:jc w:val="center"/>
    </w:pPr>
    <w:rPr>
      <w:rFonts w:cs="Arial"/>
      <w:sz w:val="20"/>
    </w:rPr>
  </w:style>
  <w:style w:type="table" w:customStyle="1" w:styleId="SDMTableDocInfo">
    <w:name w:val="SDMTableDocInfo"/>
    <w:basedOn w:val="TableNormal"/>
    <w:rsid w:val="006D4FE1"/>
    <w:pPr>
      <w:keepNext/>
      <w:spacing w:before="80" w:after="80"/>
    </w:pPr>
    <w:rPr>
      <w:rFonts w:ascii="Arial" w:eastAsia="Times New Roman" w:hAnsi="Arial"/>
      <w:lang w:val="en-GB" w:eastAsia="en-GB"/>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6D4FE1"/>
    <w:pPr>
      <w:keepLines/>
      <w:numPr>
        <w:numId w:val="79"/>
      </w:numPr>
      <w:spacing w:before="80" w:after="80"/>
    </w:pPr>
    <w:rPr>
      <w:rFonts w:cs="Arial"/>
      <w:sz w:val="20"/>
    </w:rPr>
  </w:style>
  <w:style w:type="character" w:customStyle="1" w:styleId="SDMDocInfoTextChar">
    <w:name w:val="SDMDocInfoText Char"/>
    <w:link w:val="SDMDocInfoText"/>
    <w:rsid w:val="006D4FE1"/>
    <w:rPr>
      <w:rFonts w:ascii="Arial" w:eastAsia="Times New Roman" w:hAnsi="Arial" w:cs="Arial"/>
      <w:lang w:val="en-GB" w:eastAsia="de-DE"/>
    </w:rPr>
  </w:style>
  <w:style w:type="paragraph" w:customStyle="1" w:styleId="SDMDocInfoTitle">
    <w:name w:val="SDMDocInfoTitle"/>
    <w:basedOn w:val="Normal"/>
    <w:rsid w:val="006D4FE1"/>
    <w:pPr>
      <w:keepNext/>
      <w:keepLines/>
      <w:spacing w:before="480" w:after="240"/>
      <w:jc w:val="center"/>
    </w:pPr>
    <w:rPr>
      <w:rFonts w:cs="Arial"/>
      <w:b/>
      <w:szCs w:val="22"/>
    </w:rPr>
  </w:style>
  <w:style w:type="paragraph" w:customStyle="1" w:styleId="SDMSubPara3">
    <w:name w:val="SDMSubPara3"/>
    <w:basedOn w:val="Normal"/>
    <w:rsid w:val="006D4FE1"/>
    <w:pPr>
      <w:numPr>
        <w:ilvl w:val="3"/>
        <w:numId w:val="80"/>
      </w:numPr>
      <w:spacing w:before="180"/>
      <w:ind w:left="2721" w:hanging="595"/>
    </w:pPr>
  </w:style>
  <w:style w:type="paragraph" w:customStyle="1" w:styleId="SDMSubPara4">
    <w:name w:val="SDMSubPara4"/>
    <w:basedOn w:val="Normal"/>
    <w:rsid w:val="006D4FE1"/>
    <w:pPr>
      <w:numPr>
        <w:ilvl w:val="4"/>
        <w:numId w:val="80"/>
      </w:numPr>
      <w:spacing w:before="180"/>
    </w:pPr>
  </w:style>
  <w:style w:type="character" w:customStyle="1" w:styleId="TOC1Char">
    <w:name w:val="TOC 1 Char"/>
    <w:link w:val="TOC1"/>
    <w:uiPriority w:val="39"/>
    <w:rsid w:val="006D4FE1"/>
    <w:rPr>
      <w:rFonts w:ascii="Arial" w:eastAsia="Times New Roman" w:hAnsi="Arial" w:cs="Arial"/>
      <w:b/>
      <w:caps/>
      <w:sz w:val="21"/>
      <w:szCs w:val="21"/>
      <w:lang w:val="en-GB" w:eastAsia="de-DE"/>
    </w:rPr>
  </w:style>
  <w:style w:type="character" w:customStyle="1" w:styleId="TOC2Char">
    <w:name w:val="TOC 2 Char"/>
    <w:link w:val="TOC2"/>
    <w:uiPriority w:val="39"/>
    <w:rsid w:val="006D4FE1"/>
    <w:rPr>
      <w:rFonts w:ascii="Arial" w:eastAsia="Times New Roman" w:hAnsi="Arial" w:cs="Arial"/>
      <w:sz w:val="21"/>
      <w:szCs w:val="21"/>
      <w:lang w:val="en-GB" w:eastAsia="de-DE"/>
    </w:rPr>
  </w:style>
  <w:style w:type="character" w:customStyle="1" w:styleId="TOC3Char">
    <w:name w:val="TOC 3 Char"/>
    <w:link w:val="TOC3"/>
    <w:uiPriority w:val="39"/>
    <w:rsid w:val="006D4FE1"/>
    <w:rPr>
      <w:rFonts w:ascii="Arial" w:eastAsia="Times New Roman" w:hAnsi="Arial" w:cs="Arial"/>
      <w:sz w:val="21"/>
      <w:szCs w:val="21"/>
      <w:lang w:val="en-GB" w:eastAsia="de-DE"/>
    </w:rPr>
  </w:style>
  <w:style w:type="character" w:customStyle="1" w:styleId="TOC3CharChar">
    <w:name w:val="TOC 3 Char Char"/>
    <w:rsid w:val="009115E4"/>
    <w:rPr>
      <w:rFonts w:ascii="Arial" w:hAnsi="Arial" w:cs="Arial"/>
      <w:b/>
      <w:caps/>
      <w:sz w:val="21"/>
      <w:szCs w:val="21"/>
      <w:lang w:val="en-GB" w:eastAsia="de-DE" w:bidi="ar-SA"/>
    </w:rPr>
  </w:style>
  <w:style w:type="paragraph" w:customStyle="1" w:styleId="SDMHeader">
    <w:name w:val="SDMHeader"/>
    <w:basedOn w:val="Header"/>
    <w:rsid w:val="006D4FE1"/>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6D4FE1"/>
    <w:pPr>
      <w:keepNext/>
      <w:keepLines/>
    </w:pPr>
    <w:rPr>
      <w:rFonts w:cs="Arial"/>
      <w:i/>
      <w:sz w:val="16"/>
      <w:szCs w:val="16"/>
    </w:rPr>
  </w:style>
  <w:style w:type="table" w:customStyle="1" w:styleId="SDMBox">
    <w:name w:val="SDMBox"/>
    <w:basedOn w:val="TableNormal"/>
    <w:rsid w:val="006D4FE1"/>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D4FE1"/>
    <w:pPr>
      <w:numPr>
        <w:numId w:val="12"/>
      </w:numPr>
    </w:pPr>
  </w:style>
  <w:style w:type="numbering" w:customStyle="1" w:styleId="SDMHeadList">
    <w:name w:val="SDMHeadList"/>
    <w:uiPriority w:val="99"/>
    <w:rsid w:val="006D4FE1"/>
    <w:pPr>
      <w:numPr>
        <w:numId w:val="15"/>
      </w:numPr>
    </w:pPr>
  </w:style>
  <w:style w:type="numbering" w:customStyle="1" w:styleId="SDMTableBoxParaList">
    <w:name w:val="SDMTable&amp;BoxParaList"/>
    <w:rsid w:val="009115E4"/>
    <w:pPr>
      <w:numPr>
        <w:numId w:val="13"/>
      </w:numPr>
    </w:pPr>
  </w:style>
  <w:style w:type="paragraph" w:customStyle="1" w:styleId="SDMAppTitle">
    <w:name w:val="SDMAppTitle"/>
    <w:basedOn w:val="SDMHead1"/>
    <w:next w:val="SDMApp1"/>
    <w:qFormat/>
    <w:rsid w:val="006D4FE1"/>
    <w:pPr>
      <w:pageBreakBefore/>
      <w:numPr>
        <w:numId w:val="69"/>
      </w:numPr>
      <w:spacing w:before="120" w:after="600"/>
    </w:pPr>
  </w:style>
  <w:style w:type="paragraph" w:customStyle="1" w:styleId="SDMApp1">
    <w:name w:val="SDMApp1"/>
    <w:basedOn w:val="SDMHead2"/>
    <w:qFormat/>
    <w:rsid w:val="006D4FE1"/>
    <w:pPr>
      <w:ind w:left="2126" w:hanging="2126"/>
      <w:outlineLvl w:val="9"/>
    </w:pPr>
  </w:style>
  <w:style w:type="paragraph" w:customStyle="1" w:styleId="SDMApp2">
    <w:name w:val="SDMApp2"/>
    <w:basedOn w:val="SDMHead3"/>
    <w:qFormat/>
    <w:rsid w:val="006D4FE1"/>
    <w:pPr>
      <w:numPr>
        <w:numId w:val="69"/>
      </w:numPr>
      <w:outlineLvl w:val="9"/>
    </w:pPr>
  </w:style>
  <w:style w:type="paragraph" w:customStyle="1" w:styleId="SDMApp3">
    <w:name w:val="SDMApp3"/>
    <w:basedOn w:val="SDMHead4"/>
    <w:qFormat/>
    <w:rsid w:val="006D4FE1"/>
    <w:pPr>
      <w:numPr>
        <w:numId w:val="69"/>
      </w:numPr>
      <w:outlineLvl w:val="9"/>
    </w:pPr>
  </w:style>
  <w:style w:type="paragraph" w:customStyle="1" w:styleId="SDMApp4">
    <w:name w:val="SDMApp4"/>
    <w:basedOn w:val="SDMHead5"/>
    <w:qFormat/>
    <w:rsid w:val="006D4FE1"/>
    <w:pPr>
      <w:numPr>
        <w:numId w:val="69"/>
      </w:numPr>
      <w:outlineLvl w:val="9"/>
    </w:pPr>
  </w:style>
  <w:style w:type="numbering" w:customStyle="1" w:styleId="SDMAppHeadList">
    <w:name w:val="SDMAppHeadList"/>
    <w:uiPriority w:val="99"/>
    <w:rsid w:val="006D4FE1"/>
    <w:pPr>
      <w:numPr>
        <w:numId w:val="14"/>
      </w:numPr>
    </w:pPr>
  </w:style>
  <w:style w:type="paragraph" w:customStyle="1" w:styleId="SDMDocRef">
    <w:name w:val="SDMDocRef"/>
    <w:basedOn w:val="Normal"/>
    <w:qFormat/>
    <w:rsid w:val="006D4FE1"/>
    <w:pPr>
      <w:spacing w:before="100"/>
    </w:pPr>
    <w:rPr>
      <w:b/>
      <w:caps/>
      <w:sz w:val="28"/>
    </w:rPr>
  </w:style>
  <w:style w:type="paragraph" w:customStyle="1" w:styleId="SDMApp5">
    <w:name w:val="SDMApp5"/>
    <w:basedOn w:val="SDMApp4"/>
    <w:qFormat/>
    <w:rsid w:val="006D4FE1"/>
    <w:pPr>
      <w:numPr>
        <w:ilvl w:val="5"/>
      </w:numPr>
      <w:tabs>
        <w:tab w:val="left" w:pos="1418"/>
      </w:tabs>
      <w:ind w:left="1418" w:hanging="1418"/>
    </w:pPr>
  </w:style>
  <w:style w:type="paragraph" w:customStyle="1" w:styleId="SDMTableBoxFigureFootnote">
    <w:name w:val="SDMTableBoxFigureFootnote"/>
    <w:basedOn w:val="Normal"/>
    <w:qFormat/>
    <w:rsid w:val="006D4FE1"/>
    <w:pPr>
      <w:numPr>
        <w:numId w:val="82"/>
      </w:numPr>
      <w:spacing w:before="120"/>
    </w:pPr>
    <w:rPr>
      <w:sz w:val="20"/>
    </w:rPr>
  </w:style>
  <w:style w:type="paragraph" w:customStyle="1" w:styleId="SDMCovNoteTitle">
    <w:name w:val="SDMCovNoteTitle"/>
    <w:basedOn w:val="Normal"/>
    <w:qFormat/>
    <w:rsid w:val="006D4FE1"/>
    <w:pPr>
      <w:keepNext/>
      <w:keepLines/>
      <w:suppressAutoHyphens/>
      <w:spacing w:before="240" w:after="840"/>
      <w:jc w:val="center"/>
    </w:pPr>
    <w:rPr>
      <w:b/>
      <w:caps/>
      <w:sz w:val="32"/>
    </w:rPr>
  </w:style>
  <w:style w:type="numbering" w:customStyle="1" w:styleId="SDMCovNoteHeadList">
    <w:name w:val="SDMCovNoteHeadList"/>
    <w:uiPriority w:val="99"/>
    <w:rsid w:val="006D4FE1"/>
    <w:pPr>
      <w:numPr>
        <w:numId w:val="16"/>
      </w:numPr>
    </w:pPr>
  </w:style>
  <w:style w:type="paragraph" w:customStyle="1" w:styleId="SDMCovNoteHead1">
    <w:name w:val="SDMCovNoteHead1"/>
    <w:basedOn w:val="Normal"/>
    <w:rsid w:val="006D4FE1"/>
    <w:pPr>
      <w:keepNext/>
      <w:keepLines/>
      <w:numPr>
        <w:numId w:val="74"/>
      </w:numPr>
      <w:suppressAutoHyphens/>
      <w:spacing w:before="240" w:after="60"/>
    </w:pPr>
    <w:rPr>
      <w:b/>
      <w:sz w:val="24"/>
    </w:rPr>
  </w:style>
  <w:style w:type="paragraph" w:customStyle="1" w:styleId="SDMCovNoteHead2">
    <w:name w:val="SDMCovNoteHead2"/>
    <w:basedOn w:val="Normal"/>
    <w:rsid w:val="006D4FE1"/>
    <w:pPr>
      <w:keepNext/>
      <w:keepLines/>
      <w:numPr>
        <w:ilvl w:val="1"/>
        <w:numId w:val="74"/>
      </w:numPr>
      <w:spacing w:before="240" w:after="60"/>
    </w:pPr>
    <w:rPr>
      <w:b/>
    </w:rPr>
  </w:style>
  <w:style w:type="paragraph" w:customStyle="1" w:styleId="SDMCovNoteHead3">
    <w:name w:val="SDMCovNoteHead3"/>
    <w:basedOn w:val="Normal"/>
    <w:rsid w:val="006D4FE1"/>
    <w:pPr>
      <w:keepNext/>
      <w:keepLines/>
      <w:numPr>
        <w:ilvl w:val="2"/>
        <w:numId w:val="74"/>
      </w:numPr>
      <w:spacing w:before="240" w:after="60"/>
    </w:pPr>
    <w:rPr>
      <w:b/>
    </w:rPr>
  </w:style>
  <w:style w:type="paragraph" w:styleId="NoSpacing">
    <w:name w:val="No Spacing"/>
    <w:link w:val="NoSpacingChar"/>
    <w:uiPriority w:val="1"/>
    <w:qFormat/>
    <w:rsid w:val="006D4FE1"/>
    <w:rPr>
      <w:rFonts w:ascii="Calibri" w:hAnsi="Calibri" w:cs="Arial"/>
      <w:sz w:val="22"/>
      <w:szCs w:val="22"/>
      <w:lang w:eastAsia="ja-JP"/>
    </w:rPr>
  </w:style>
  <w:style w:type="character" w:customStyle="1" w:styleId="NoSpacingChar">
    <w:name w:val="No Spacing Char"/>
    <w:link w:val="NoSpacing"/>
    <w:uiPriority w:val="1"/>
    <w:rsid w:val="006D4FE1"/>
    <w:rPr>
      <w:rFonts w:ascii="Calibri" w:hAnsi="Calibri" w:cs="Arial"/>
      <w:sz w:val="22"/>
      <w:szCs w:val="22"/>
      <w:lang w:eastAsia="ja-JP"/>
    </w:rPr>
  </w:style>
  <w:style w:type="paragraph" w:customStyle="1" w:styleId="SDMTOCHeading">
    <w:name w:val="SDMTOCHeading"/>
    <w:basedOn w:val="Normal"/>
    <w:qFormat/>
    <w:rsid w:val="006D4FE1"/>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6D4FE1"/>
    <w:pPr>
      <w:numPr>
        <w:numId w:val="17"/>
      </w:numPr>
    </w:pPr>
  </w:style>
  <w:style w:type="paragraph" w:customStyle="1" w:styleId="SDMTableBoxFigureFootnoteSL1">
    <w:name w:val="SDMTableBoxFigureFootnoteSL1"/>
    <w:basedOn w:val="SDMTableBoxFigureFootnote"/>
    <w:qFormat/>
    <w:rsid w:val="006D4FE1"/>
    <w:pPr>
      <w:numPr>
        <w:ilvl w:val="1"/>
      </w:numPr>
      <w:spacing w:before="40"/>
    </w:pPr>
  </w:style>
  <w:style w:type="paragraph" w:customStyle="1" w:styleId="SDMTableBoxFigureFootnoteSL2">
    <w:name w:val="SDMTableBoxFigureFootnoteSL2"/>
    <w:basedOn w:val="SDMTableBoxFigureFootnote"/>
    <w:qFormat/>
    <w:rsid w:val="006D4FE1"/>
    <w:pPr>
      <w:numPr>
        <w:ilvl w:val="2"/>
      </w:numPr>
      <w:spacing w:before="40"/>
    </w:pPr>
  </w:style>
  <w:style w:type="paragraph" w:customStyle="1" w:styleId="SDMTableBoxFigureFootnoteSL3">
    <w:name w:val="SDMTableBoxFigureFootnoteSL3"/>
    <w:basedOn w:val="SDMTableBoxFigureFootnote"/>
    <w:qFormat/>
    <w:rsid w:val="006D4FE1"/>
    <w:pPr>
      <w:numPr>
        <w:ilvl w:val="3"/>
      </w:numPr>
      <w:spacing w:before="40"/>
    </w:pPr>
  </w:style>
  <w:style w:type="paragraph" w:customStyle="1" w:styleId="SDMTableBoxFigureFootnoteSL4">
    <w:name w:val="SDMTableBoxFigureFootnoteSL4"/>
    <w:basedOn w:val="SDMTableBoxFigureFootnote"/>
    <w:qFormat/>
    <w:rsid w:val="006D4FE1"/>
    <w:pPr>
      <w:numPr>
        <w:ilvl w:val="4"/>
      </w:numPr>
      <w:spacing w:before="40"/>
    </w:pPr>
  </w:style>
  <w:style w:type="paragraph" w:customStyle="1" w:styleId="SDMTableBoxFigureFootnoteSL5">
    <w:name w:val="SDMTableBoxFigureFootnoteSL5"/>
    <w:basedOn w:val="SDMTableBoxFigureFootnote"/>
    <w:qFormat/>
    <w:rsid w:val="006D4FE1"/>
    <w:pPr>
      <w:numPr>
        <w:ilvl w:val="5"/>
      </w:numPr>
      <w:spacing w:before="40"/>
    </w:pPr>
  </w:style>
  <w:style w:type="character" w:styleId="PlaceholderText">
    <w:name w:val="Placeholder Text"/>
    <w:uiPriority w:val="99"/>
    <w:semiHidden/>
    <w:rsid w:val="006D4FE1"/>
    <w:rPr>
      <w:color w:val="808080"/>
    </w:rPr>
  </w:style>
  <w:style w:type="character" w:customStyle="1" w:styleId="BalloonTextChar">
    <w:name w:val="Balloon Text Char"/>
    <w:link w:val="BalloonText"/>
    <w:rsid w:val="006D4FE1"/>
    <w:rPr>
      <w:rFonts w:ascii="Tahoma" w:eastAsia="Times New Roman" w:hAnsi="Tahoma" w:cs="Tahoma"/>
      <w:sz w:val="16"/>
      <w:szCs w:val="16"/>
      <w:lang w:val="en-GB" w:eastAsia="de-DE"/>
    </w:rPr>
  </w:style>
  <w:style w:type="paragraph" w:styleId="Date">
    <w:name w:val="Date"/>
    <w:basedOn w:val="Normal"/>
    <w:next w:val="Normal"/>
    <w:link w:val="DateChar"/>
    <w:rsid w:val="006D4FE1"/>
  </w:style>
  <w:style w:type="character" w:customStyle="1" w:styleId="DateChar">
    <w:name w:val="Date Char"/>
    <w:link w:val="Date"/>
    <w:rsid w:val="006D4FE1"/>
    <w:rPr>
      <w:rFonts w:ascii="Arial" w:eastAsia="Times New Roman" w:hAnsi="Arial"/>
      <w:sz w:val="22"/>
      <w:lang w:val="en-GB" w:eastAsia="de-DE"/>
    </w:rPr>
  </w:style>
  <w:style w:type="paragraph" w:customStyle="1" w:styleId="SDMConfidentialMark">
    <w:name w:val="SDMConfidentialMark"/>
    <w:basedOn w:val="Normal"/>
    <w:qFormat/>
    <w:rsid w:val="006D4FE1"/>
    <w:pPr>
      <w:spacing w:before="1200"/>
      <w:jc w:val="right"/>
    </w:pPr>
    <w:rPr>
      <w:b/>
      <w:caps/>
      <w:spacing w:val="10"/>
      <w:sz w:val="32"/>
    </w:rPr>
  </w:style>
  <w:style w:type="character" w:customStyle="1" w:styleId="Heading1Char">
    <w:name w:val="Heading 1 Char"/>
    <w:link w:val="Heading1"/>
    <w:rsid w:val="006D4FE1"/>
    <w:rPr>
      <w:rFonts w:ascii="Cambria" w:eastAsia="MS Gothic" w:hAnsi="Cambria" w:cs="Times New Roman"/>
      <w:b/>
      <w:bCs/>
      <w:color w:val="365F91"/>
      <w:sz w:val="28"/>
      <w:szCs w:val="28"/>
    </w:rPr>
  </w:style>
  <w:style w:type="character" w:customStyle="1" w:styleId="Heading2Char">
    <w:name w:val="Heading 2 Char"/>
    <w:link w:val="Heading2"/>
    <w:rsid w:val="006D4FE1"/>
    <w:rPr>
      <w:rFonts w:ascii="Cambria" w:eastAsia="MS Gothic" w:hAnsi="Cambria" w:cs="Times New Roman"/>
      <w:b/>
      <w:bCs/>
      <w:color w:val="4F81BD"/>
      <w:sz w:val="26"/>
      <w:szCs w:val="26"/>
    </w:rPr>
  </w:style>
  <w:style w:type="character" w:customStyle="1" w:styleId="Heading3Char">
    <w:name w:val="Heading 3 Char"/>
    <w:link w:val="Heading3"/>
    <w:rsid w:val="006D4FE1"/>
    <w:rPr>
      <w:rFonts w:ascii="Cambria" w:eastAsia="MS Gothic" w:hAnsi="Cambria" w:cs="Times New Roman"/>
      <w:b/>
      <w:bCs/>
      <w:color w:val="4F81BD"/>
      <w:sz w:val="24"/>
      <w:szCs w:val="24"/>
    </w:rPr>
  </w:style>
  <w:style w:type="character" w:customStyle="1" w:styleId="Heading4Char">
    <w:name w:val="Heading 4 Char"/>
    <w:link w:val="Heading4"/>
    <w:rsid w:val="006D4FE1"/>
    <w:rPr>
      <w:rFonts w:ascii="Cambria" w:eastAsia="MS Gothic" w:hAnsi="Cambria" w:cs="Times New Roman"/>
      <w:b/>
      <w:bCs/>
      <w:i/>
      <w:iCs/>
      <w:color w:val="4F81BD"/>
      <w:sz w:val="24"/>
      <w:szCs w:val="24"/>
    </w:rPr>
  </w:style>
  <w:style w:type="character" w:customStyle="1" w:styleId="Heading5Char">
    <w:name w:val="Heading 5 Char"/>
    <w:link w:val="Heading5"/>
    <w:rsid w:val="006D4FE1"/>
    <w:rPr>
      <w:rFonts w:ascii="Cambria" w:eastAsia="MS Gothic" w:hAnsi="Cambria" w:cs="Times New Roman"/>
      <w:color w:val="243F60"/>
      <w:sz w:val="24"/>
      <w:szCs w:val="24"/>
    </w:rPr>
  </w:style>
  <w:style w:type="character" w:customStyle="1" w:styleId="Heading6Char">
    <w:name w:val="Heading 6 Char"/>
    <w:link w:val="Heading6"/>
    <w:rsid w:val="006D4FE1"/>
    <w:rPr>
      <w:rFonts w:ascii="Cambria" w:eastAsia="MS Gothic" w:hAnsi="Cambria" w:cs="Times New Roman"/>
      <w:i/>
      <w:iCs/>
      <w:color w:val="243F60"/>
      <w:sz w:val="24"/>
      <w:szCs w:val="24"/>
    </w:rPr>
  </w:style>
  <w:style w:type="character" w:customStyle="1" w:styleId="Heading7Char">
    <w:name w:val="Heading 7 Char"/>
    <w:link w:val="Heading7"/>
    <w:rsid w:val="006D4FE1"/>
    <w:rPr>
      <w:rFonts w:ascii="Cambria" w:eastAsia="MS Gothic" w:hAnsi="Cambria" w:cs="Times New Roman"/>
      <w:i/>
      <w:iCs/>
      <w:color w:val="404040"/>
      <w:sz w:val="24"/>
      <w:szCs w:val="24"/>
    </w:rPr>
  </w:style>
  <w:style w:type="character" w:customStyle="1" w:styleId="Heading8Char">
    <w:name w:val="Heading 8 Char"/>
    <w:link w:val="Heading8"/>
    <w:rsid w:val="006D4FE1"/>
    <w:rPr>
      <w:rFonts w:ascii="Cambria" w:eastAsia="MS Gothic" w:hAnsi="Cambria" w:cs="Times New Roman"/>
      <w:color w:val="404040"/>
    </w:rPr>
  </w:style>
  <w:style w:type="character" w:customStyle="1" w:styleId="Heading9Char">
    <w:name w:val="Heading 9 Char"/>
    <w:link w:val="Heading9"/>
    <w:rsid w:val="006D4FE1"/>
    <w:rPr>
      <w:rFonts w:ascii="Cambria" w:eastAsia="MS Gothic" w:hAnsi="Cambria" w:cs="Times New Roman"/>
      <w:i/>
      <w:iCs/>
      <w:color w:val="404040"/>
    </w:rPr>
  </w:style>
  <w:style w:type="table" w:customStyle="1" w:styleId="SDMMethTableEmmissions">
    <w:name w:val="SDMMethTableEmmissions"/>
    <w:basedOn w:val="TableNormal"/>
    <w:uiPriority w:val="99"/>
    <w:rsid w:val="006D4FE1"/>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6D4FE1"/>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6D4FE1"/>
    <w:pPr>
      <w:ind w:left="1531"/>
    </w:pPr>
  </w:style>
  <w:style w:type="table" w:customStyle="1" w:styleId="SDMMethTable">
    <w:name w:val="SDMMethTable"/>
    <w:basedOn w:val="SDMTable"/>
    <w:uiPriority w:val="99"/>
    <w:rsid w:val="006D4FE1"/>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6D4FE1"/>
    <w:rPr>
      <w:rFonts w:ascii="Arial" w:eastAsia="Times New Roman" w:hAnsi="Arial"/>
      <w:sz w:val="22"/>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6D4FE1"/>
    <w:pPr>
      <w:spacing w:before="180" w:after="0"/>
    </w:pPr>
    <w:rPr>
      <w:b w:val="0"/>
      <w:sz w:val="22"/>
    </w:rPr>
  </w:style>
  <w:style w:type="paragraph" w:customStyle="1" w:styleId="SDMMethEquation">
    <w:name w:val="SDMMethEquation"/>
    <w:basedOn w:val="SDMPara"/>
    <w:qFormat/>
    <w:rsid w:val="006D4FE1"/>
    <w:pPr>
      <w:keepLines/>
      <w:numPr>
        <w:numId w:val="0"/>
      </w:numPr>
      <w:spacing w:before="360" w:line="360" w:lineRule="auto"/>
    </w:pPr>
  </w:style>
  <w:style w:type="table" w:customStyle="1" w:styleId="SDMMethTableEquation">
    <w:name w:val="SDMMethTableEquation"/>
    <w:basedOn w:val="TableNormal"/>
    <w:uiPriority w:val="99"/>
    <w:rsid w:val="006D4FE1"/>
    <w:rPr>
      <w:rFonts w:ascii="Arial" w:eastAsia="Times New Roman" w:hAnsi="Arial"/>
      <w:sz w:val="22"/>
      <w:lang w:val="en-GB" w:eastAsia="en-GB"/>
    </w:rPr>
    <w:tblPr>
      <w:tblInd w:w="680" w:type="dxa"/>
    </w:tblPr>
    <w:trPr>
      <w:cantSplit/>
    </w:trPr>
  </w:style>
  <w:style w:type="paragraph" w:customStyle="1" w:styleId="SDMTableBoxParaNotNumbered">
    <w:name w:val="SDMTable&amp;BoxParaNotNumbered"/>
    <w:basedOn w:val="Normal"/>
    <w:qFormat/>
    <w:rsid w:val="006D4FE1"/>
    <w:pPr>
      <w:jc w:val="left"/>
    </w:pPr>
    <w:rPr>
      <w:sz w:val="20"/>
    </w:rPr>
  </w:style>
  <w:style w:type="paragraph" w:customStyle="1" w:styleId="SDMTableBoxParaNumbered">
    <w:name w:val="SDMTable&amp;BoxParaNumbered"/>
    <w:basedOn w:val="Normal"/>
    <w:qFormat/>
    <w:rsid w:val="006D4FE1"/>
    <w:pPr>
      <w:numPr>
        <w:numId w:val="21"/>
      </w:numPr>
      <w:jc w:val="left"/>
    </w:pPr>
    <w:rPr>
      <w:sz w:val="20"/>
    </w:rPr>
  </w:style>
  <w:style w:type="paragraph" w:customStyle="1" w:styleId="SDMMethEquationNr">
    <w:name w:val="SDMMethEquationNr"/>
    <w:basedOn w:val="SDMMethEquation"/>
    <w:qFormat/>
    <w:rsid w:val="006D4FE1"/>
    <w:pPr>
      <w:keepNext/>
      <w:numPr>
        <w:numId w:val="84"/>
      </w:numPr>
      <w:jc w:val="right"/>
    </w:pPr>
    <w:rPr>
      <w:sz w:val="20"/>
    </w:rPr>
  </w:style>
  <w:style w:type="numbering" w:customStyle="1" w:styleId="SDMMethEquationNumberingList">
    <w:name w:val="SDMMethEquationNumberingList"/>
    <w:uiPriority w:val="99"/>
    <w:rsid w:val="009115E4"/>
    <w:pPr>
      <w:numPr>
        <w:numId w:val="18"/>
      </w:numPr>
    </w:pPr>
  </w:style>
  <w:style w:type="paragraph" w:styleId="ListParagraph">
    <w:name w:val="List Paragraph"/>
    <w:basedOn w:val="Normal"/>
    <w:uiPriority w:val="34"/>
    <w:qFormat/>
    <w:rsid w:val="006D4FE1"/>
    <w:pPr>
      <w:ind w:left="720"/>
      <w:contextualSpacing/>
    </w:pPr>
  </w:style>
  <w:style w:type="table" w:customStyle="1" w:styleId="SDMTableLandscape">
    <w:name w:val="SDMTableLandscape"/>
    <w:basedOn w:val="SDMTable"/>
    <w:uiPriority w:val="99"/>
    <w:rsid w:val="009115E4"/>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9115E4"/>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9115E4"/>
  </w:style>
  <w:style w:type="character" w:customStyle="1" w:styleId="BodyText3Char">
    <w:name w:val="Body Text 3 Char"/>
    <w:link w:val="BodyText3"/>
    <w:rsid w:val="009115E4"/>
    <w:rPr>
      <w:rFonts w:eastAsia="Times New Roman"/>
      <w:i/>
      <w:iCs/>
      <w:sz w:val="24"/>
      <w:lang w:val="en-GB" w:eastAsia="de-DE"/>
    </w:rPr>
  </w:style>
  <w:style w:type="character" w:customStyle="1" w:styleId="BodyTextChar">
    <w:name w:val="Body Text Char"/>
    <w:link w:val="BodyText"/>
    <w:rsid w:val="009115E4"/>
    <w:rPr>
      <w:rFonts w:eastAsia="Times New Roman"/>
      <w:sz w:val="22"/>
      <w:lang w:val="en-GB" w:eastAsia="de-DE"/>
    </w:rPr>
  </w:style>
  <w:style w:type="character" w:customStyle="1" w:styleId="BodyText2Char">
    <w:name w:val="Body Text 2 Char"/>
    <w:link w:val="BodyText2"/>
    <w:rsid w:val="009115E4"/>
    <w:rPr>
      <w:rFonts w:eastAsia="Times New Roman"/>
      <w:sz w:val="22"/>
      <w:lang w:val="en-GB" w:eastAsia="de-DE"/>
    </w:rPr>
  </w:style>
  <w:style w:type="character" w:customStyle="1" w:styleId="DocumentMapChar">
    <w:name w:val="Document Map Char"/>
    <w:link w:val="DocumentMap"/>
    <w:rsid w:val="009115E4"/>
    <w:rPr>
      <w:rFonts w:ascii="Tahoma" w:eastAsia="Times New Roman" w:hAnsi="Tahoma" w:cs="Tahoma"/>
      <w:shd w:val="clear" w:color="auto" w:fill="000080"/>
      <w:lang w:val="en-GB" w:eastAsia="de-DE"/>
    </w:rPr>
  </w:style>
  <w:style w:type="character" w:customStyle="1" w:styleId="MacroTextChar">
    <w:name w:val="Macro Text Char"/>
    <w:link w:val="MacroText"/>
    <w:rsid w:val="009115E4"/>
    <w:rPr>
      <w:rFonts w:ascii="Courier New" w:eastAsia="Times New Roman" w:hAnsi="Courier New" w:cs="Courier New"/>
      <w:lang w:val="en-GB" w:eastAsia="de-DE"/>
    </w:rPr>
  </w:style>
  <w:style w:type="paragraph" w:customStyle="1" w:styleId="SDMPDDPoASection">
    <w:name w:val="SDMPDD&amp;PoASection"/>
    <w:basedOn w:val="SDMHead2"/>
    <w:qFormat/>
    <w:rsid w:val="009115E4"/>
    <w:pPr>
      <w:tabs>
        <w:tab w:val="left" w:pos="2325"/>
      </w:tabs>
      <w:outlineLvl w:val="0"/>
    </w:pPr>
  </w:style>
  <w:style w:type="numbering" w:customStyle="1" w:styleId="SDMPDDPoASectionList">
    <w:name w:val="SDMPDD&amp;PoASectionList"/>
    <w:uiPriority w:val="99"/>
    <w:rsid w:val="009115E4"/>
    <w:pPr>
      <w:numPr>
        <w:numId w:val="19"/>
      </w:numPr>
    </w:pPr>
  </w:style>
  <w:style w:type="paragraph" w:customStyle="1" w:styleId="SDMPDDPoASubSection1">
    <w:name w:val="SDMPDD&amp;PoASubSection1"/>
    <w:basedOn w:val="SDMHead3"/>
    <w:qFormat/>
    <w:rsid w:val="009115E4"/>
    <w:pPr>
      <w:numPr>
        <w:ilvl w:val="0"/>
        <w:numId w:val="0"/>
      </w:numPr>
      <w:tabs>
        <w:tab w:val="left" w:pos="1474"/>
      </w:tabs>
      <w:outlineLvl w:val="1"/>
    </w:pPr>
    <w:rPr>
      <w:rFonts w:eastAsia="MS Mincho"/>
    </w:rPr>
  </w:style>
  <w:style w:type="paragraph" w:customStyle="1" w:styleId="SDMPDDPoASubSection2">
    <w:name w:val="SDMPDD&amp;PoASubSection2"/>
    <w:basedOn w:val="SDMHead3"/>
    <w:qFormat/>
    <w:rsid w:val="009115E4"/>
    <w:pPr>
      <w:numPr>
        <w:ilvl w:val="0"/>
        <w:numId w:val="0"/>
      </w:numPr>
      <w:tabs>
        <w:tab w:val="left" w:pos="1474"/>
      </w:tabs>
    </w:pPr>
  </w:style>
  <w:style w:type="paragraph" w:customStyle="1" w:styleId="SDMPDDPoACaption">
    <w:name w:val="SDMPDD&amp;PoACaption"/>
    <w:basedOn w:val="Caption"/>
    <w:qFormat/>
    <w:rsid w:val="009115E4"/>
    <w:rPr>
      <w:b w:val="0"/>
      <w:i/>
    </w:rPr>
  </w:style>
  <w:style w:type="character" w:styleId="Strong">
    <w:name w:val="Strong"/>
    <w:qFormat/>
    <w:rsid w:val="009115E4"/>
    <w:rPr>
      <w:b/>
      <w:bCs/>
    </w:rPr>
  </w:style>
  <w:style w:type="numbering" w:customStyle="1" w:styleId="SDMTableBoxParaNumberedList">
    <w:name w:val="SDMTable&amp;BoxParaNumberedList"/>
    <w:rsid w:val="006D4FE1"/>
    <w:pPr>
      <w:numPr>
        <w:numId w:val="21"/>
      </w:numPr>
    </w:pPr>
  </w:style>
  <w:style w:type="character" w:customStyle="1" w:styleId="CommentTextChar">
    <w:name w:val="Comment Text Char"/>
    <w:link w:val="CommentText"/>
    <w:rsid w:val="009115E4"/>
    <w:rPr>
      <w:rFonts w:ascii="Arial" w:hAnsi="Arial"/>
      <w:lang w:val="en-GB"/>
    </w:rPr>
  </w:style>
  <w:style w:type="paragraph" w:customStyle="1" w:styleId="SymbolForm">
    <w:name w:val="SymbolForm"/>
    <w:basedOn w:val="Normal"/>
    <w:rsid w:val="00E57F3D"/>
    <w:pPr>
      <w:jc w:val="right"/>
    </w:pPr>
    <w:rPr>
      <w:rFonts w:cs="Arial"/>
      <w:b/>
      <w:bCs/>
    </w:rPr>
  </w:style>
  <w:style w:type="paragraph" w:customStyle="1" w:styleId="FooterF">
    <w:name w:val="FooterF"/>
    <w:basedOn w:val="Footer"/>
    <w:rsid w:val="00E57F3D"/>
    <w:pPr>
      <w:tabs>
        <w:tab w:val="clear" w:pos="4320"/>
        <w:tab w:val="clear" w:pos="8640"/>
        <w:tab w:val="right" w:pos="9639"/>
      </w:tabs>
      <w:ind w:right="-1"/>
    </w:pPr>
    <w:rPr>
      <w:rFonts w:cs="Arial"/>
      <w:b/>
      <w:lang w:val="en-US"/>
    </w:rPr>
  </w:style>
  <w:style w:type="paragraph" w:styleId="Revision">
    <w:name w:val="Revision"/>
    <w:hidden/>
    <w:uiPriority w:val="99"/>
    <w:semiHidden/>
    <w:rsid w:val="00E84007"/>
    <w:rPr>
      <w:rFonts w:eastAsia="Times New Roman"/>
      <w:sz w:val="22"/>
      <w:lang w:val="en-GB" w:eastAsia="de-DE"/>
    </w:rPr>
  </w:style>
  <w:style w:type="numbering" w:customStyle="1" w:styleId="SDMMethEquationNrList">
    <w:name w:val="SDMMethEquationNrList"/>
    <w:uiPriority w:val="99"/>
    <w:rsid w:val="006D4FE1"/>
    <w:pPr>
      <w:numPr>
        <w:numId w:val="75"/>
      </w:numPr>
    </w:pPr>
  </w:style>
  <w:style w:type="table" w:customStyle="1" w:styleId="SDMTableFullPage">
    <w:name w:val="SDMTableFullPage"/>
    <w:basedOn w:val="SDMTable"/>
    <w:uiPriority w:val="99"/>
    <w:rsid w:val="006D4FE1"/>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6D4FE1"/>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6D4FE1"/>
    <w:pPr>
      <w:ind w:left="0" w:firstLine="0"/>
    </w:pPr>
  </w:style>
  <w:style w:type="numbering" w:customStyle="1" w:styleId="SDMFootnoteList">
    <w:name w:val="SDMFootnoteList"/>
    <w:uiPriority w:val="99"/>
    <w:rsid w:val="006D4FE1"/>
    <w:pPr>
      <w:numPr>
        <w:numId w:val="77"/>
      </w:numPr>
    </w:pPr>
  </w:style>
  <w:style w:type="numbering" w:customStyle="1" w:styleId="SDMDocInfoTextBullets">
    <w:name w:val="SDMDocInfoTextBullets"/>
    <w:uiPriority w:val="99"/>
    <w:rsid w:val="006D4FE1"/>
    <w:pPr>
      <w:numPr>
        <w:numId w:val="79"/>
      </w:numPr>
    </w:pPr>
  </w:style>
  <w:style w:type="table" w:customStyle="1" w:styleId="SDMBoxFullPage">
    <w:name w:val="SDMBoxFullPage"/>
    <w:basedOn w:val="SDMBox"/>
    <w:uiPriority w:val="99"/>
    <w:rsid w:val="006D4FE1"/>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6D4FE1"/>
    <w:pPr>
      <w:numPr>
        <w:numId w:val="83"/>
      </w:numPr>
    </w:pPr>
  </w:style>
  <w:style w:type="paragraph" w:customStyle="1" w:styleId="SDMTableBoxFigureFootnoteSL1FullPage">
    <w:name w:val="SDMTableBoxFigureFootnoteSL1FullPage"/>
    <w:basedOn w:val="SDMTableBoxFigureFootnoteSL1"/>
    <w:rsid w:val="006D4FE1"/>
    <w:pPr>
      <w:numPr>
        <w:numId w:val="83"/>
      </w:numPr>
    </w:pPr>
  </w:style>
  <w:style w:type="paragraph" w:customStyle="1" w:styleId="SDMTableBoxFigureFootnoteSL2FullPage">
    <w:name w:val="SDMTableBoxFigureFootnoteSL2FullPage"/>
    <w:basedOn w:val="SDMTableBoxFigureFootnoteSL2"/>
    <w:rsid w:val="006D4FE1"/>
    <w:pPr>
      <w:numPr>
        <w:numId w:val="83"/>
      </w:numPr>
    </w:pPr>
  </w:style>
  <w:style w:type="paragraph" w:customStyle="1" w:styleId="SDMTableBoxFigureFootnoteSL3FullPage">
    <w:name w:val="SDMTableBoxFigureFootnoteSL3FullPage"/>
    <w:basedOn w:val="SDMTableBoxFigureFootnoteSL3"/>
    <w:rsid w:val="006D4FE1"/>
    <w:pPr>
      <w:numPr>
        <w:numId w:val="83"/>
      </w:numPr>
      <w:ind w:left="1248" w:hanging="397"/>
    </w:pPr>
  </w:style>
  <w:style w:type="paragraph" w:customStyle="1" w:styleId="SDMTableBoxFigureFootnoteSL4FullPage">
    <w:name w:val="SDMTableBoxFigureFootnoteSL4FullPage"/>
    <w:basedOn w:val="SDMTableBoxFigureFootnoteSL4"/>
    <w:rsid w:val="006D4FE1"/>
    <w:pPr>
      <w:numPr>
        <w:numId w:val="83"/>
      </w:numPr>
      <w:ind w:left="1587" w:hanging="340"/>
    </w:pPr>
  </w:style>
  <w:style w:type="paragraph" w:customStyle="1" w:styleId="SDMTableBoxFigureFootnoteSL5FullPage">
    <w:name w:val="SDMTableBoxFigureFootnoteSL5FullPage"/>
    <w:basedOn w:val="SDMTableBoxFigureFootnoteSL5"/>
    <w:rsid w:val="006D4FE1"/>
    <w:pPr>
      <w:numPr>
        <w:numId w:val="83"/>
      </w:numPr>
      <w:ind w:left="2042" w:hanging="454"/>
    </w:pPr>
  </w:style>
  <w:style w:type="numbering" w:customStyle="1" w:styleId="SDMTableBoxFigureFootnoteFullPageList">
    <w:name w:val="SDMTableBoxFigureFootnoteFullPageList"/>
    <w:uiPriority w:val="99"/>
    <w:rsid w:val="006D4FE1"/>
    <w:pPr>
      <w:numPr>
        <w:numId w:val="81"/>
      </w:numPr>
    </w:pPr>
  </w:style>
  <w:style w:type="character" w:styleId="FollowedHyperlink">
    <w:name w:val="FollowedHyperlink"/>
    <w:rsid w:val="005A679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dm.unfccc.int/Reference/index.html" TargetMode="External"/><Relationship Id="rId18" Type="http://schemas.openxmlformats.org/officeDocument/2006/relationships/hyperlink" Target="https://cdm.unfccc.int/Reference/Procedures/index.htm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cdm.unfccc.int/Reference/PDDs_Forms/index.html" TargetMode="External"/><Relationship Id="rId7" Type="http://schemas.openxmlformats.org/officeDocument/2006/relationships/footnotes" Target="footnotes.xml"/><Relationship Id="rId12" Type="http://schemas.openxmlformats.org/officeDocument/2006/relationships/hyperlink" Target="https://cdm.unfccc.int/methodologies/standard_base/new/sb7_index.html" TargetMode="External"/><Relationship Id="rId17" Type="http://schemas.openxmlformats.org/officeDocument/2006/relationships/hyperlink" Target="https://cdm.unfccc.int/methodologies/standard_base/new/sb7_index.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dm.unfccc.int/Reference/tools/index.html" TargetMode="External"/><Relationship Id="rId20" Type="http://schemas.openxmlformats.org/officeDocument/2006/relationships/hyperlink" Target="https://cdm.unfccc.int/Reference/Guidclarif/index_clarif.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dm.unfccc.int/methodologies/index.html"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cdm.unfccc.int/methodologies/index.html" TargetMode="External"/><Relationship Id="rId23" Type="http://schemas.openxmlformats.org/officeDocument/2006/relationships/hyperlink" Target="http://unfccc.int/meetings/durban_nov_2011/session/6250/php/view/decisions.php" TargetMode="External"/><Relationship Id="rId28" Type="http://schemas.openxmlformats.org/officeDocument/2006/relationships/theme" Target="theme/theme1.xml"/><Relationship Id="rId10" Type="http://schemas.openxmlformats.org/officeDocument/2006/relationships/hyperlink" Target="https://cdm.unfccc.int/Reference/Standards/index.html" TargetMode="External"/><Relationship Id="rId19" Type="http://schemas.openxmlformats.org/officeDocument/2006/relationships/hyperlink" Target="https://cdm.unfccc.int/Reference/Guidclarif/index.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dm.unfccc.int/Reference/Standards/index.html" TargetMode="External"/><Relationship Id="rId22" Type="http://schemas.openxmlformats.org/officeDocument/2006/relationships/hyperlink" Target="https://cdm.unfccc.int/Reference/index.html"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834CD-D955-4612-BA9A-DEAD06FE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22</Pages>
  <Words>5934</Words>
  <Characters>33824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F-CDM-PDD: Project design document form for CDM project activities. version 04.1.</vt:lpstr>
    </vt:vector>
  </TitlesOfParts>
  <LinksUpToDate>false</LinksUpToDate>
  <CharactersWithSpaces>39679</CharactersWithSpaces>
  <SharedDoc>false</SharedDoc>
  <HLinks>
    <vt:vector size="84" baseType="variant">
      <vt:variant>
        <vt:i4>3866683</vt:i4>
      </vt:variant>
      <vt:variant>
        <vt:i4>72</vt:i4>
      </vt:variant>
      <vt:variant>
        <vt:i4>0</vt:i4>
      </vt:variant>
      <vt:variant>
        <vt:i4>5</vt:i4>
      </vt:variant>
      <vt:variant>
        <vt:lpwstr>http://unfccc.int/meetings/durban_nov_2011/session/6250/php/view/decisions.php</vt:lpwstr>
      </vt:variant>
      <vt:variant>
        <vt:lpwstr/>
      </vt:variant>
      <vt:variant>
        <vt:i4>3473449</vt:i4>
      </vt:variant>
      <vt:variant>
        <vt:i4>42</vt:i4>
      </vt:variant>
      <vt:variant>
        <vt:i4>0</vt:i4>
      </vt:variant>
      <vt:variant>
        <vt:i4>5</vt:i4>
      </vt:variant>
      <vt:variant>
        <vt:lpwstr>https://cdm.unfccc.int/Reference/index.html</vt:lpwstr>
      </vt:variant>
      <vt:variant>
        <vt:lpwstr/>
      </vt:variant>
      <vt:variant>
        <vt:i4>7405599</vt:i4>
      </vt:variant>
      <vt:variant>
        <vt:i4>39</vt:i4>
      </vt:variant>
      <vt:variant>
        <vt:i4>0</vt:i4>
      </vt:variant>
      <vt:variant>
        <vt:i4>5</vt:i4>
      </vt:variant>
      <vt:variant>
        <vt:lpwstr>https://cdm.unfccc.int/Reference/PDDs_Forms/index.html</vt:lpwstr>
      </vt:variant>
      <vt:variant>
        <vt:lpwstr>gov</vt:lpwstr>
      </vt:variant>
      <vt:variant>
        <vt:i4>2818124</vt:i4>
      </vt:variant>
      <vt:variant>
        <vt:i4>36</vt:i4>
      </vt:variant>
      <vt:variant>
        <vt:i4>0</vt:i4>
      </vt:variant>
      <vt:variant>
        <vt:i4>5</vt:i4>
      </vt:variant>
      <vt:variant>
        <vt:lpwstr>https://cdm.unfccc.int/Reference/Guidclarif/index_clarif.html</vt:lpwstr>
      </vt:variant>
      <vt:variant>
        <vt:lpwstr>meth</vt:lpwstr>
      </vt:variant>
      <vt:variant>
        <vt:i4>3276897</vt:i4>
      </vt:variant>
      <vt:variant>
        <vt:i4>33</vt:i4>
      </vt:variant>
      <vt:variant>
        <vt:i4>0</vt:i4>
      </vt:variant>
      <vt:variant>
        <vt:i4>5</vt:i4>
      </vt:variant>
      <vt:variant>
        <vt:lpwstr>https://cdm.unfccc.int/Reference/Guidclarif/index.html</vt:lpwstr>
      </vt:variant>
      <vt:variant>
        <vt:lpwstr/>
      </vt:variant>
      <vt:variant>
        <vt:i4>5373979</vt:i4>
      </vt:variant>
      <vt:variant>
        <vt:i4>30</vt:i4>
      </vt:variant>
      <vt:variant>
        <vt:i4>0</vt:i4>
      </vt:variant>
      <vt:variant>
        <vt:i4>5</vt:i4>
      </vt:variant>
      <vt:variant>
        <vt:lpwstr>https://cdm.unfccc.int/Reference/Procedures/index.html</vt:lpwstr>
      </vt:variant>
      <vt:variant>
        <vt:lpwstr>gov</vt:lpwstr>
      </vt:variant>
      <vt:variant>
        <vt:i4>3539070</vt:i4>
      </vt:variant>
      <vt:variant>
        <vt:i4>27</vt:i4>
      </vt:variant>
      <vt:variant>
        <vt:i4>0</vt:i4>
      </vt:variant>
      <vt:variant>
        <vt:i4>5</vt:i4>
      </vt:variant>
      <vt:variant>
        <vt:lpwstr>https://cdm.unfccc.int/methodologies/standard_base/new/sb7_index.html</vt:lpwstr>
      </vt:variant>
      <vt:variant>
        <vt:lpwstr/>
      </vt:variant>
      <vt:variant>
        <vt:i4>6094853</vt:i4>
      </vt:variant>
      <vt:variant>
        <vt:i4>24</vt:i4>
      </vt:variant>
      <vt:variant>
        <vt:i4>0</vt:i4>
      </vt:variant>
      <vt:variant>
        <vt:i4>5</vt:i4>
      </vt:variant>
      <vt:variant>
        <vt:lpwstr>https://cdm.unfccc.int/Reference/tools/index.html</vt:lpwstr>
      </vt:variant>
      <vt:variant>
        <vt:lpwstr/>
      </vt:variant>
      <vt:variant>
        <vt:i4>3407912</vt:i4>
      </vt:variant>
      <vt:variant>
        <vt:i4>21</vt:i4>
      </vt:variant>
      <vt:variant>
        <vt:i4>0</vt:i4>
      </vt:variant>
      <vt:variant>
        <vt:i4>5</vt:i4>
      </vt:variant>
      <vt:variant>
        <vt:lpwstr>https://cdm.unfccc.int/methodologies/index.html</vt:lpwstr>
      </vt:variant>
      <vt:variant>
        <vt:lpwstr/>
      </vt:variant>
      <vt:variant>
        <vt:i4>4325401</vt:i4>
      </vt:variant>
      <vt:variant>
        <vt:i4>18</vt:i4>
      </vt:variant>
      <vt:variant>
        <vt:i4>0</vt:i4>
      </vt:variant>
      <vt:variant>
        <vt:i4>5</vt:i4>
      </vt:variant>
      <vt:variant>
        <vt:lpwstr>https://cdm.unfccc.int/Reference/Standards/index.html</vt:lpwstr>
      </vt:variant>
      <vt:variant>
        <vt:lpwstr/>
      </vt:variant>
      <vt:variant>
        <vt:i4>3014701</vt:i4>
      </vt:variant>
      <vt:variant>
        <vt:i4>15</vt:i4>
      </vt:variant>
      <vt:variant>
        <vt:i4>0</vt:i4>
      </vt:variant>
      <vt:variant>
        <vt:i4>5</vt:i4>
      </vt:variant>
      <vt:variant>
        <vt:lpwstr>http://cdm.unfccc.int/Reference/index.html</vt:lpwstr>
      </vt:variant>
      <vt:variant>
        <vt:lpwstr/>
      </vt:variant>
      <vt:variant>
        <vt:i4>3539070</vt:i4>
      </vt:variant>
      <vt:variant>
        <vt:i4>12</vt:i4>
      </vt:variant>
      <vt:variant>
        <vt:i4>0</vt:i4>
      </vt:variant>
      <vt:variant>
        <vt:i4>5</vt:i4>
      </vt:variant>
      <vt:variant>
        <vt:lpwstr>https://cdm.unfccc.int/methodologies/standard_base/new/sb7_index.html</vt:lpwstr>
      </vt:variant>
      <vt:variant>
        <vt:lpwstr/>
      </vt:variant>
      <vt:variant>
        <vt:i4>3407912</vt:i4>
      </vt:variant>
      <vt:variant>
        <vt:i4>9</vt:i4>
      </vt:variant>
      <vt:variant>
        <vt:i4>0</vt:i4>
      </vt:variant>
      <vt:variant>
        <vt:i4>5</vt:i4>
      </vt:variant>
      <vt:variant>
        <vt:lpwstr>https://cdm.unfccc.int/methodologies/index.html</vt:lpwstr>
      </vt:variant>
      <vt:variant>
        <vt:lpwstr/>
      </vt:variant>
      <vt:variant>
        <vt:i4>4325401</vt:i4>
      </vt:variant>
      <vt:variant>
        <vt:i4>6</vt:i4>
      </vt:variant>
      <vt:variant>
        <vt:i4>0</vt:i4>
      </vt:variant>
      <vt:variant>
        <vt:i4>5</vt:i4>
      </vt:variant>
      <vt:variant>
        <vt:lpwstr>https://cdm.unfccc.int/Reference/Standards/index.html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F-CDM-PDD: Project design document form for CDM project activities. version 04.1.</dc:title>
  <dc:subject>Regulatory</dc:subject>
  <dc:creator/>
  <cp:keywords>Form, PDD</cp:keywords>
  <dc:description>11 April 2012. Previous version is PDD_form04</dc:description>
  <cp:lastModifiedBy/>
  <cp:revision>1</cp:revision>
  <cp:lastPrinted>2012-02-28T07:23:00Z</cp:lastPrinted>
  <dcterms:created xsi:type="dcterms:W3CDTF">2015-04-01T13:21:00Z</dcterms:created>
  <dcterms:modified xsi:type="dcterms:W3CDTF">2015-04-01T13:50:00Z</dcterms:modified>
  <cp:category>Registration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NoteNo">
    <vt:i4>1</vt:i4>
  </property>
  <property fmtid="{D5CDD505-2E9C-101B-9397-08002B2CF9AE}" pid="3" name="footNoteLetter">
    <vt:lpwstr>1</vt:lpwstr>
  </property>
  <property fmtid="{D5CDD505-2E9C-101B-9397-08002B2CF9AE}" pid="4" name="docType">
    <vt:lpwstr>Draft</vt:lpwstr>
  </property>
</Properties>
</file>